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795119" w:rsidRDefault="001D0C58" w:rsidP="00094D77">
      <w:pPr>
        <w:pStyle w:val="Heading1"/>
      </w:pPr>
      <w:bookmarkStart w:id="0" w:name="ChapterNumber"/>
      <w:bookmarkStart w:id="1" w:name="_Toc410652425"/>
      <w:bookmarkStart w:id="2" w:name="_Toc415144177"/>
      <w:r w:rsidRPr="00795119">
        <w:t>4</w:t>
      </w:r>
      <w:bookmarkEnd w:id="0"/>
      <w:r w:rsidRPr="00795119">
        <w:tab/>
      </w:r>
      <w:bookmarkStart w:id="3" w:name="ChapterTitle"/>
      <w:r w:rsidRPr="00795119">
        <w:t>School education</w:t>
      </w:r>
      <w:bookmarkEnd w:id="3"/>
      <w:bookmarkEnd w:id="1"/>
      <w:bookmarkEnd w:id="2"/>
    </w:p>
    <w:sdt>
      <w:sdtPr>
        <w:rPr>
          <w:rFonts w:ascii="Arial" w:hAnsi="Arial"/>
          <w:sz w:val="26"/>
          <w:szCs w:val="26"/>
          <w:lang w:eastAsia="en-US"/>
        </w:rPr>
        <w:id w:val="-750891659"/>
        <w:docPartObj>
          <w:docPartGallery w:val="Table of Contents"/>
          <w:docPartUnique/>
        </w:docPartObj>
      </w:sdtPr>
      <w:sdtEndPr>
        <w:rPr>
          <w:rStyle w:val="Hyperlink"/>
          <w:color w:val="0000FF"/>
          <w:u w:val="single"/>
        </w:rPr>
      </w:sdtEndPr>
      <w:sdtContent>
        <w:p w:rsidR="00523956" w:rsidRPr="00795119" w:rsidRDefault="00523956" w:rsidP="00523956">
          <w:pPr>
            <w:tabs>
              <w:tab w:val="right" w:pos="8789"/>
            </w:tabs>
            <w:spacing w:before="120" w:line="320" w:lineRule="exact"/>
            <w:ind w:left="510" w:right="851" w:hanging="510"/>
            <w:rPr>
              <w:rFonts w:ascii="Arial" w:hAnsi="Arial"/>
              <w:b/>
              <w:noProof/>
              <w:szCs w:val="26"/>
              <w:lang w:eastAsia="en-US"/>
            </w:rPr>
          </w:pPr>
          <w:r w:rsidRPr="00795119">
            <w:rPr>
              <w:rFonts w:ascii="Arial" w:hAnsi="Arial"/>
              <w:b/>
              <w:noProof/>
              <w:szCs w:val="26"/>
              <w:lang w:eastAsia="en-US"/>
            </w:rPr>
            <w:t>CONTENTS</w:t>
          </w:r>
        </w:p>
        <w:p w:rsidR="004446E5" w:rsidRPr="00795119" w:rsidRDefault="004446E5" w:rsidP="004446E5">
          <w:pPr>
            <w:pStyle w:val="TOC2"/>
            <w:rPr>
              <w:rStyle w:val="Hyperlink"/>
              <w:noProof/>
            </w:rPr>
          </w:pPr>
          <w:r w:rsidRPr="00156DEB">
            <w:rPr>
              <w:noProof/>
            </w:rPr>
            <w:t>Aboriginal and Torres Strait Islander data in the School education chapter</w:t>
          </w:r>
          <w:r w:rsidRPr="00156DEB">
            <w:rPr>
              <w:noProof/>
              <w:webHidden/>
            </w:rPr>
            <w:tab/>
            <w:t>4.</w:t>
          </w:r>
          <w:r w:rsidR="007E33C8" w:rsidRPr="00156DEB">
            <w:rPr>
              <w:noProof/>
              <w:webHidden/>
            </w:rPr>
            <w:t>2</w:t>
          </w:r>
        </w:p>
        <w:p w:rsidR="004446E5" w:rsidRPr="00795119" w:rsidRDefault="004446E5" w:rsidP="004446E5">
          <w:pPr>
            <w:pStyle w:val="TOC2"/>
            <w:rPr>
              <w:rStyle w:val="Hyperlink"/>
              <w:noProof/>
            </w:rPr>
          </w:pPr>
          <w:r w:rsidRPr="00156DEB">
            <w:rPr>
              <w:noProof/>
            </w:rPr>
            <w:t>Special needs groups</w:t>
          </w:r>
          <w:r w:rsidRPr="00156DEB">
            <w:rPr>
              <w:noProof/>
              <w:webHidden/>
            </w:rPr>
            <w:tab/>
            <w:t>4.</w:t>
          </w:r>
          <w:r w:rsidR="007E33C8" w:rsidRPr="00156DEB">
            <w:rPr>
              <w:noProof/>
              <w:webHidden/>
            </w:rPr>
            <w:t>3</w:t>
          </w:r>
        </w:p>
        <w:p w:rsidR="004446E5" w:rsidRPr="00795119" w:rsidRDefault="004446E5" w:rsidP="004446E5">
          <w:pPr>
            <w:pStyle w:val="TOC2"/>
            <w:rPr>
              <w:rStyle w:val="Hyperlink"/>
              <w:noProof/>
            </w:rPr>
          </w:pPr>
          <w:r w:rsidRPr="00156DEB">
            <w:rPr>
              <w:noProof/>
            </w:rPr>
            <w:t>Aboriginal and Torres Strait Islander students</w:t>
          </w:r>
          <w:r w:rsidRPr="00156DEB">
            <w:rPr>
              <w:noProof/>
              <w:webHidden/>
            </w:rPr>
            <w:tab/>
            <w:t>4.</w:t>
          </w:r>
          <w:r w:rsidR="007E33C8" w:rsidRPr="00156DEB">
            <w:rPr>
              <w:noProof/>
              <w:webHidden/>
            </w:rPr>
            <w:t>3</w:t>
          </w:r>
        </w:p>
        <w:p w:rsidR="004446E5" w:rsidRPr="00795119" w:rsidRDefault="004446E5" w:rsidP="004446E5">
          <w:pPr>
            <w:pStyle w:val="TOC2"/>
            <w:rPr>
              <w:rStyle w:val="Hyperlink"/>
              <w:noProof/>
            </w:rPr>
          </w:pPr>
          <w:r w:rsidRPr="00156DEB">
            <w:rPr>
              <w:noProof/>
            </w:rPr>
            <w:t>Framework of performance indicators</w:t>
          </w:r>
          <w:r w:rsidRPr="00156DEB">
            <w:rPr>
              <w:noProof/>
              <w:webHidden/>
            </w:rPr>
            <w:tab/>
            <w:t>4.</w:t>
          </w:r>
          <w:r w:rsidR="007E33C8" w:rsidRPr="00156DEB">
            <w:rPr>
              <w:noProof/>
              <w:webHidden/>
            </w:rPr>
            <w:t>4</w:t>
          </w:r>
        </w:p>
        <w:p w:rsidR="004446E5" w:rsidRPr="00795119" w:rsidRDefault="004446E5" w:rsidP="004446E5">
          <w:pPr>
            <w:pStyle w:val="TOC2"/>
            <w:rPr>
              <w:rStyle w:val="Hyperlink"/>
              <w:noProof/>
            </w:rPr>
          </w:pPr>
          <w:r w:rsidRPr="00156DEB">
            <w:rPr>
              <w:noProof/>
            </w:rPr>
            <w:t>Equity and effectiveness</w:t>
          </w:r>
          <w:r w:rsidRPr="00156DEB">
            <w:rPr>
              <w:noProof/>
              <w:webHidden/>
            </w:rPr>
            <w:tab/>
            <w:t>4.</w:t>
          </w:r>
          <w:r w:rsidR="007E33C8" w:rsidRPr="00156DEB">
            <w:rPr>
              <w:noProof/>
              <w:webHidden/>
            </w:rPr>
            <w:t>6</w:t>
          </w:r>
        </w:p>
        <w:p w:rsidR="004446E5" w:rsidRPr="00795119" w:rsidRDefault="004446E5" w:rsidP="004446E5">
          <w:pPr>
            <w:pStyle w:val="TOC2"/>
            <w:rPr>
              <w:rStyle w:val="Hyperlink"/>
              <w:noProof/>
            </w:rPr>
          </w:pPr>
          <w:r w:rsidRPr="00156DEB">
            <w:rPr>
              <w:noProof/>
            </w:rPr>
            <w:t>Outcomes</w:t>
          </w:r>
          <w:r w:rsidRPr="00156DEB">
            <w:rPr>
              <w:noProof/>
              <w:webHidden/>
            </w:rPr>
            <w:tab/>
            <w:t>4.</w:t>
          </w:r>
          <w:r w:rsidR="007E33C8" w:rsidRPr="00156DEB">
            <w:rPr>
              <w:noProof/>
              <w:webHidden/>
            </w:rPr>
            <w:t>13</w:t>
          </w:r>
        </w:p>
        <w:p w:rsidR="004446E5" w:rsidRPr="00795119" w:rsidRDefault="004446E5" w:rsidP="004446E5">
          <w:pPr>
            <w:pStyle w:val="TOC2"/>
            <w:rPr>
              <w:rStyle w:val="Hyperlink"/>
              <w:noProof/>
            </w:rPr>
          </w:pPr>
          <w:r w:rsidRPr="00156DEB">
            <w:rPr>
              <w:noProof/>
            </w:rPr>
            <w:t>Definitions of key terms</w:t>
          </w:r>
          <w:r w:rsidRPr="00156DEB">
            <w:rPr>
              <w:noProof/>
              <w:webHidden/>
            </w:rPr>
            <w:tab/>
            <w:t>4.</w:t>
          </w:r>
          <w:r w:rsidR="007E33C8" w:rsidRPr="00156DEB">
            <w:rPr>
              <w:noProof/>
              <w:webHidden/>
            </w:rPr>
            <w:t>38</w:t>
          </w:r>
        </w:p>
        <w:p w:rsidR="004446E5" w:rsidRPr="00795119" w:rsidRDefault="004446E5" w:rsidP="004446E5">
          <w:pPr>
            <w:pStyle w:val="TOC2"/>
            <w:rPr>
              <w:rStyle w:val="Hyperlink"/>
              <w:noProof/>
            </w:rPr>
          </w:pPr>
          <w:r w:rsidRPr="00156DEB">
            <w:rPr>
              <w:noProof/>
            </w:rPr>
            <w:t>List of attachment tables</w:t>
          </w:r>
          <w:r w:rsidRPr="00156DEB">
            <w:rPr>
              <w:noProof/>
              <w:webHidden/>
            </w:rPr>
            <w:tab/>
            <w:t>4.</w:t>
          </w:r>
          <w:r w:rsidR="007E33C8" w:rsidRPr="00156DEB">
            <w:rPr>
              <w:noProof/>
              <w:webHidden/>
            </w:rPr>
            <w:t>39</w:t>
          </w:r>
        </w:p>
        <w:p w:rsidR="00523956" w:rsidRPr="00795119" w:rsidRDefault="004446E5" w:rsidP="00523956">
          <w:pPr>
            <w:pStyle w:val="TOC2"/>
            <w:rPr>
              <w:rStyle w:val="Hyperlink"/>
              <w:noProof/>
            </w:rPr>
          </w:pPr>
          <w:r w:rsidRPr="00156DEB">
            <w:rPr>
              <w:noProof/>
            </w:rPr>
            <w:t>References</w:t>
          </w:r>
          <w:r w:rsidRPr="00156DEB">
            <w:rPr>
              <w:noProof/>
              <w:webHidden/>
            </w:rPr>
            <w:tab/>
            <w:t>4.</w:t>
          </w:r>
          <w:r w:rsidR="007E33C8" w:rsidRPr="00156DEB">
            <w:rPr>
              <w:noProof/>
              <w:webHidden/>
            </w:rPr>
            <w:t>45</w:t>
          </w:r>
        </w:p>
      </w:sdtContent>
    </w:sdt>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F2F2F2"/>
          </w:tcPr>
          <w:p w:rsidR="001D0C58" w:rsidRPr="00795119" w:rsidRDefault="001D0C58" w:rsidP="004A71CC">
            <w:pPr>
              <w:pStyle w:val="BoxTitle"/>
            </w:pPr>
            <w:r w:rsidRPr="00795119">
              <w:t>Attachment tables</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1D0C58">
            <w:pPr>
              <w:pStyle w:val="Box"/>
            </w:pPr>
            <w:r w:rsidRPr="00795119">
              <w:rPr>
                <w:sz w:val="22"/>
              </w:rPr>
              <w:t xml:space="preserve">Attachment tables are identified in references throughout this Indigenous Compendium by an ‘A’ prefix (for example, in this chapter, table </w:t>
            </w:r>
            <w:proofErr w:type="spellStart"/>
            <w:r w:rsidRPr="00795119">
              <w:rPr>
                <w:sz w:val="22"/>
              </w:rPr>
              <w:t>4A.1</w:t>
            </w:r>
            <w:proofErr w:type="spellEnd"/>
            <w:r w:rsidRPr="00795119">
              <w:rPr>
                <w:sz w:val="22"/>
              </w:rPr>
              <w:t xml:space="preserve">). As the data are directly sourced from the 2015 Report, the Compendium also notes where the original table, figure or text in the 2015 Report can be found. For example, where the Compendium refers to ‘2015 Report, p. 4.1’, this is page 1 of chapter 4 of the 2015 Report, and </w:t>
            </w:r>
            <w:r w:rsidRPr="00795119">
              <w:rPr>
                <w:sz w:val="22"/>
              </w:rPr>
              <w:br/>
              <w:t xml:space="preserve">‘2015 Report, table </w:t>
            </w:r>
            <w:proofErr w:type="spellStart"/>
            <w:r w:rsidRPr="00795119">
              <w:rPr>
                <w:sz w:val="22"/>
              </w:rPr>
              <w:t>4A.1</w:t>
            </w:r>
            <w:proofErr w:type="spellEnd"/>
            <w:r w:rsidRPr="00795119">
              <w:rPr>
                <w:sz w:val="22"/>
              </w:rPr>
              <w:t xml:space="preserve">’ is table 1 of attachment </w:t>
            </w:r>
            <w:proofErr w:type="spellStart"/>
            <w:r w:rsidRPr="00795119">
              <w:rPr>
                <w:sz w:val="22"/>
              </w:rPr>
              <w:t>4A</w:t>
            </w:r>
            <w:proofErr w:type="spellEnd"/>
            <w:r w:rsidRPr="00795119">
              <w:rPr>
                <w:sz w:val="22"/>
              </w:rPr>
              <w:t xml:space="preserve"> of the 2015 Report. A list of attachment tables referred to in the Compendium is provided at the end of this chapter, and the full attachment tables are available from the Review website at </w:t>
            </w:r>
            <w:proofErr w:type="spellStart"/>
            <w:r w:rsidR="004446E5" w:rsidRPr="00795119">
              <w:rPr>
                <w:sz w:val="22"/>
              </w:rPr>
              <w:t>www.pc.gov.au</w:t>
            </w:r>
            <w:proofErr w:type="spellEnd"/>
            <w:r w:rsidR="004446E5" w:rsidRPr="00795119">
              <w:rPr>
                <w:sz w:val="22"/>
              </w:rPr>
              <w:t>/research/recurring/report-on-government-services</w:t>
            </w:r>
            <w:r w:rsidRPr="00795119">
              <w:rPr>
                <w:sz w:val="22"/>
              </w:rPr>
              <w:t>.</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4A71CC">
            <w:pPr>
              <w:pStyle w:val="Box"/>
              <w:spacing w:before="0" w:line="120" w:lineRule="exact"/>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4A71CC" w:rsidRPr="00795119" w:rsidRDefault="004A71CC" w:rsidP="00E54A85">
      <w:pPr>
        <w:pStyle w:val="BodyText"/>
      </w:pPr>
      <w:r w:rsidRPr="00795119">
        <w:t xml:space="preserve">The School education chapter (chapter 4) in the </w:t>
      </w:r>
      <w:r w:rsidRPr="00795119">
        <w:rPr>
          <w:i/>
        </w:rPr>
        <w:t>Report on Government Services 2015</w:t>
      </w:r>
      <w:r w:rsidRPr="00795119">
        <w:t xml:space="preserve"> (2015 Report) reports on the performance of government funded school education in Australia.</w:t>
      </w:r>
      <w:r w:rsidR="008F4E96">
        <w:t xml:space="preserve"> Data are reported for Aboriginal and Torres Strait Islander Australians for a subset of the performance indicators reported in this chapter — those data are compiled and presented here.</w:t>
      </w:r>
    </w:p>
    <w:p w:rsidR="001D0C58" w:rsidRPr="00795119" w:rsidRDefault="001D0C58" w:rsidP="001D0C58">
      <w:pPr>
        <w:pStyle w:val="BodyText"/>
      </w:pPr>
      <w:r w:rsidRPr="00795119">
        <w:t>Reporting relates to government funding only, not to the full cost to the community of providing school education. Descriptive information and performance indicators are variously reported for:</w:t>
      </w:r>
    </w:p>
    <w:p w:rsidR="001D0C58" w:rsidRPr="00795119" w:rsidRDefault="001D0C58" w:rsidP="001D0C58">
      <w:pPr>
        <w:pStyle w:val="ListBullet"/>
      </w:pPr>
      <w:r w:rsidRPr="00795119">
        <w:lastRenderedPageBreak/>
        <w:t>government primary and secondary schools</w:t>
      </w:r>
    </w:p>
    <w:p w:rsidR="001D0C58" w:rsidRPr="00795119" w:rsidRDefault="001D0C58" w:rsidP="001D0C58">
      <w:pPr>
        <w:pStyle w:val="ListBullet"/>
      </w:pPr>
      <w:r w:rsidRPr="00795119">
        <w:t>non-government primary and secondary schools</w:t>
      </w:r>
    </w:p>
    <w:p w:rsidR="001D0C58" w:rsidRPr="00795119" w:rsidRDefault="001D0C58" w:rsidP="001D0C58">
      <w:pPr>
        <w:pStyle w:val="ListBullet"/>
      </w:pPr>
      <w:r w:rsidRPr="00795119">
        <w:t>school education as a whole (government plus non-government primary and secondary schools).</w:t>
      </w:r>
    </w:p>
    <w:p w:rsidR="001D0C58" w:rsidRPr="00795119" w:rsidRDefault="001D0C58" w:rsidP="00134A27">
      <w:pPr>
        <w:pStyle w:val="BodyText"/>
      </w:pPr>
      <w:r w:rsidRPr="00795119">
        <w:t>Schooling aims to provide education for all young people. The main purposes of school education are to assist students in:</w:t>
      </w:r>
    </w:p>
    <w:p w:rsidR="001D0C58" w:rsidRPr="00795119" w:rsidRDefault="001D0C58" w:rsidP="001D0C58">
      <w:pPr>
        <w:pStyle w:val="ListBullet"/>
      </w:pPr>
      <w:r w:rsidRPr="00795119">
        <w:t>attaining knowledge, skills and understanding in key learning areas</w:t>
      </w:r>
    </w:p>
    <w:p w:rsidR="001D0C58" w:rsidRPr="00795119" w:rsidRDefault="001D0C58" w:rsidP="001D0C58">
      <w:pPr>
        <w:pStyle w:val="ListBullet"/>
      </w:pPr>
      <w:r w:rsidRPr="00795119">
        <w:t>developing their talents, capacities, self-confidence, self-esteem and respect for others</w:t>
      </w:r>
    </w:p>
    <w:p w:rsidR="001D0C58" w:rsidRPr="00795119" w:rsidRDefault="001D0C58" w:rsidP="001D0C58">
      <w:pPr>
        <w:pStyle w:val="ListBullet"/>
      </w:pPr>
      <w:r w:rsidRPr="00795119">
        <w:t>developing their capacity to contribute to Australia’s social, cultural and economic development.</w:t>
      </w:r>
    </w:p>
    <w:p w:rsidR="004A71CC" w:rsidRPr="00795119" w:rsidRDefault="001636F7" w:rsidP="00094D77">
      <w:pPr>
        <w:pStyle w:val="Heading3"/>
      </w:pPr>
      <w:bookmarkStart w:id="4" w:name="_Toc316974022"/>
      <w:bookmarkStart w:id="5" w:name="_Toc318981210"/>
      <w:bookmarkStart w:id="6" w:name="_Toc319589142"/>
      <w:bookmarkStart w:id="7" w:name="_Toc320770598"/>
      <w:bookmarkStart w:id="8" w:name="_Toc347391002"/>
      <w:bookmarkStart w:id="9" w:name="_Toc379459331"/>
      <w:bookmarkStart w:id="10" w:name="_Toc379459442"/>
      <w:bookmarkStart w:id="11" w:name="_Toc382471400"/>
      <w:bookmarkStart w:id="12" w:name="_Toc383520561"/>
      <w:bookmarkStart w:id="13" w:name="_Toc415144178"/>
      <w:r w:rsidRPr="00795119">
        <w:t xml:space="preserve">Aboriginal and Torres Strait Islander </w:t>
      </w:r>
      <w:r w:rsidR="004A71CC" w:rsidRPr="00795119">
        <w:t>data in the School education chapter</w:t>
      </w:r>
      <w:bookmarkEnd w:id="4"/>
      <w:bookmarkEnd w:id="5"/>
      <w:bookmarkEnd w:id="6"/>
      <w:bookmarkEnd w:id="7"/>
      <w:bookmarkEnd w:id="8"/>
      <w:bookmarkEnd w:id="9"/>
      <w:bookmarkEnd w:id="10"/>
      <w:bookmarkEnd w:id="11"/>
      <w:bookmarkEnd w:id="12"/>
      <w:bookmarkEnd w:id="13"/>
    </w:p>
    <w:p w:rsidR="004A71CC" w:rsidRPr="00795119" w:rsidRDefault="004A71CC" w:rsidP="00134A27">
      <w:pPr>
        <w:pStyle w:val="BodyText"/>
      </w:pPr>
      <w:r w:rsidRPr="00795119">
        <w:t>The School education chapter in the 201</w:t>
      </w:r>
      <w:r w:rsidR="00C54991" w:rsidRPr="00795119">
        <w:t>5</w:t>
      </w:r>
      <w:r w:rsidRPr="00795119">
        <w:t xml:space="preserve"> Report contains the following items for </w:t>
      </w:r>
      <w:r w:rsidR="00AA3A62" w:rsidRPr="00795119">
        <w:t xml:space="preserve">Aboriginal and Torres Strait Islander </w:t>
      </w:r>
      <w:r w:rsidRPr="00795119">
        <w:t>Australians:</w:t>
      </w:r>
    </w:p>
    <w:p w:rsidR="004A71CC" w:rsidRPr="00795119" w:rsidRDefault="004A71CC" w:rsidP="004A71CC">
      <w:pPr>
        <w:pStyle w:val="ListBullet"/>
        <w:spacing w:line="320" w:lineRule="atLeast"/>
      </w:pPr>
      <w:r w:rsidRPr="00795119">
        <w:t>number and proportion of full time students</w:t>
      </w:r>
    </w:p>
    <w:p w:rsidR="00D8405E" w:rsidRPr="00795119" w:rsidRDefault="00C67CBC" w:rsidP="00D8405E">
      <w:pPr>
        <w:pStyle w:val="ListBullet"/>
      </w:pPr>
      <w:r w:rsidRPr="00795119">
        <w:t xml:space="preserve">the </w:t>
      </w:r>
      <w:r w:rsidR="00C3256C" w:rsidRPr="00795119">
        <w:t xml:space="preserve">proportion of students attaining the </w:t>
      </w:r>
      <w:r w:rsidRPr="00795119">
        <w:t>national minimum standard for reading</w:t>
      </w:r>
      <w:r w:rsidR="00C3256C" w:rsidRPr="00795119">
        <w:t>, numeracy and persuasive writing</w:t>
      </w:r>
      <w:r w:rsidRPr="00795119">
        <w:t xml:space="preserve"> </w:t>
      </w:r>
      <w:r w:rsidR="00C3256C" w:rsidRPr="00795119">
        <w:t>and mean scale scores for reading, numeracy and persuasive writing</w:t>
      </w:r>
    </w:p>
    <w:p w:rsidR="004A71CC" w:rsidRPr="00795119" w:rsidRDefault="00C67CBC" w:rsidP="00D8405E">
      <w:pPr>
        <w:pStyle w:val="ListBullet"/>
      </w:pPr>
      <w:r w:rsidRPr="00795119">
        <w:t xml:space="preserve">the </w:t>
      </w:r>
      <w:r w:rsidR="00C3256C" w:rsidRPr="00795119">
        <w:t xml:space="preserve">proportion of students </w:t>
      </w:r>
      <w:r w:rsidR="00B10E90" w:rsidRPr="00795119">
        <w:t>achieving at or above</w:t>
      </w:r>
      <w:r w:rsidR="00C3256C" w:rsidRPr="00795119">
        <w:t xml:space="preserve"> the proficient </w:t>
      </w:r>
      <w:r w:rsidRPr="00795119">
        <w:t xml:space="preserve">standard for </w:t>
      </w:r>
      <w:r w:rsidR="00F25CC5" w:rsidRPr="00795119">
        <w:t>science literacy</w:t>
      </w:r>
      <w:r w:rsidR="00C3256C" w:rsidRPr="00795119">
        <w:t>, civics and citizenship and</w:t>
      </w:r>
      <w:r w:rsidR="00F25CC5" w:rsidRPr="00795119">
        <w:t xml:space="preserve"> </w:t>
      </w:r>
      <w:r w:rsidR="00C3256C" w:rsidRPr="00795119">
        <w:t>information and comm</w:t>
      </w:r>
      <w:r w:rsidR="00D8405E" w:rsidRPr="00795119">
        <w:t>unication technologies literacy</w:t>
      </w:r>
    </w:p>
    <w:p w:rsidR="004A71CC" w:rsidRPr="00795119" w:rsidRDefault="00C3256C" w:rsidP="004A71CC">
      <w:pPr>
        <w:pStyle w:val="ListBullet"/>
        <w:spacing w:line="320" w:lineRule="atLeast"/>
      </w:pPr>
      <w:r w:rsidRPr="00795119">
        <w:t xml:space="preserve">the proportion of students </w:t>
      </w:r>
      <w:r w:rsidR="00B10E90" w:rsidRPr="00795119">
        <w:t xml:space="preserve">achieving at or above the national </w:t>
      </w:r>
      <w:r w:rsidRPr="00795119">
        <w:t xml:space="preserve">proficient standard </w:t>
      </w:r>
      <w:r w:rsidR="00B10E90" w:rsidRPr="00795119">
        <w:t xml:space="preserve">and mean scores </w:t>
      </w:r>
      <w:r w:rsidRPr="00795119">
        <w:t xml:space="preserve">for </w:t>
      </w:r>
      <w:proofErr w:type="spellStart"/>
      <w:r w:rsidR="004A71CC" w:rsidRPr="00795119">
        <w:t>Programme</w:t>
      </w:r>
      <w:proofErr w:type="spellEnd"/>
      <w:r w:rsidR="004A71CC" w:rsidRPr="00795119">
        <w:t xml:space="preserve"> for International Student Assessment (PISA) assessment </w:t>
      </w:r>
      <w:r w:rsidR="004446E5" w:rsidRPr="00795119">
        <w:t xml:space="preserve">results </w:t>
      </w:r>
      <w:r w:rsidRPr="00795119">
        <w:t>(reading</w:t>
      </w:r>
      <w:r w:rsidR="00B10E90" w:rsidRPr="00795119">
        <w:t xml:space="preserve"> literacy</w:t>
      </w:r>
      <w:r w:rsidRPr="00795119">
        <w:t>, mathematical literacy and scientific literacy)</w:t>
      </w:r>
    </w:p>
    <w:p w:rsidR="004A71CC" w:rsidRPr="00795119" w:rsidRDefault="00C3256C" w:rsidP="004A71CC">
      <w:pPr>
        <w:pStyle w:val="ListBullet"/>
        <w:spacing w:line="320" w:lineRule="atLeast"/>
      </w:pPr>
      <w:r w:rsidRPr="00795119">
        <w:t xml:space="preserve">the proportion of students attaining the proficient standard and mean scores for </w:t>
      </w:r>
      <w:r w:rsidR="004A71CC" w:rsidRPr="00795119">
        <w:t>Trends in International Mathematics and Science Study (</w:t>
      </w:r>
      <w:proofErr w:type="spellStart"/>
      <w:r w:rsidR="004A71CC" w:rsidRPr="00795119">
        <w:t>TIMSS</w:t>
      </w:r>
      <w:proofErr w:type="spellEnd"/>
      <w:r w:rsidR="004A71CC" w:rsidRPr="00795119">
        <w:t>) assessment results</w:t>
      </w:r>
    </w:p>
    <w:p w:rsidR="004A71CC" w:rsidRPr="00795119" w:rsidRDefault="00C3256C" w:rsidP="004A71CC">
      <w:pPr>
        <w:pStyle w:val="ListBullet"/>
        <w:spacing w:line="320" w:lineRule="atLeast"/>
      </w:pPr>
      <w:r w:rsidRPr="00795119">
        <w:t xml:space="preserve">the proportion of students attaining the </w:t>
      </w:r>
      <w:r w:rsidR="00B10E90" w:rsidRPr="00795119">
        <w:t>intermediate international benchmark</w:t>
      </w:r>
      <w:r w:rsidRPr="00795119">
        <w:t xml:space="preserve"> and mean scores for </w:t>
      </w:r>
      <w:r w:rsidR="004A71CC" w:rsidRPr="00795119">
        <w:t>2011 Progress in International Reading Literacy Study (</w:t>
      </w:r>
      <w:proofErr w:type="spellStart"/>
      <w:r w:rsidR="004A71CC" w:rsidRPr="00795119">
        <w:t>PIRLS</w:t>
      </w:r>
      <w:proofErr w:type="spellEnd"/>
      <w:r w:rsidR="004A71CC" w:rsidRPr="00795119">
        <w:t>) assessment results</w:t>
      </w:r>
    </w:p>
    <w:p w:rsidR="00F25CC5" w:rsidRPr="00795119" w:rsidRDefault="00C3256C" w:rsidP="00F25CC5">
      <w:pPr>
        <w:pStyle w:val="ListBullet"/>
      </w:pPr>
      <w:r w:rsidRPr="00795119">
        <w:t xml:space="preserve">the proportion of students attaining various proficiency levels and mean scale scores for </w:t>
      </w:r>
      <w:r w:rsidR="00F25CC5" w:rsidRPr="00795119">
        <w:t xml:space="preserve">2013 </w:t>
      </w:r>
      <w:proofErr w:type="spellStart"/>
      <w:r w:rsidR="00F25CC5" w:rsidRPr="00795119">
        <w:t>IEA</w:t>
      </w:r>
      <w:proofErr w:type="spellEnd"/>
      <w:r w:rsidR="00F25CC5" w:rsidRPr="00795119">
        <w:t xml:space="preserve"> International Computer and Information Literacy Study assessment results for year 8 students</w:t>
      </w:r>
    </w:p>
    <w:p w:rsidR="00D759E3" w:rsidRPr="00795119" w:rsidRDefault="00D759E3" w:rsidP="004A71CC">
      <w:pPr>
        <w:pStyle w:val="ListBullet"/>
        <w:tabs>
          <w:tab w:val="clear" w:pos="340"/>
          <w:tab w:val="num" w:pos="360"/>
        </w:tabs>
        <w:spacing w:line="320" w:lineRule="atLeast"/>
      </w:pPr>
      <w:r w:rsidRPr="00795119">
        <w:t>proportion of children aged 6</w:t>
      </w:r>
      <w:r w:rsidR="004446E5" w:rsidRPr="00795119">
        <w:t>–</w:t>
      </w:r>
      <w:r w:rsidRPr="00795119">
        <w:t>15 years attending school</w:t>
      </w:r>
    </w:p>
    <w:p w:rsidR="004A71CC" w:rsidRPr="00795119" w:rsidRDefault="004A71CC" w:rsidP="004A71CC">
      <w:pPr>
        <w:pStyle w:val="ListBullet"/>
        <w:tabs>
          <w:tab w:val="clear" w:pos="340"/>
          <w:tab w:val="num" w:pos="360"/>
        </w:tabs>
        <w:spacing w:line="320" w:lineRule="atLeast"/>
      </w:pPr>
      <w:r w:rsidRPr="00795119">
        <w:t>appa</w:t>
      </w:r>
      <w:r w:rsidR="00F25CC5" w:rsidRPr="00795119">
        <w:t>rent retention rate</w:t>
      </w:r>
      <w:r w:rsidR="00D759E3" w:rsidRPr="00795119">
        <w:t>s</w:t>
      </w:r>
      <w:r w:rsidR="00F25CC5" w:rsidRPr="00795119">
        <w:t xml:space="preserve"> from year 7/</w:t>
      </w:r>
      <w:r w:rsidRPr="00795119">
        <w:t>8 to years 10</w:t>
      </w:r>
      <w:r w:rsidR="00F25CC5" w:rsidRPr="00795119">
        <w:t>, 11 and 12</w:t>
      </w:r>
      <w:r w:rsidR="004446E5" w:rsidRPr="00795119">
        <w:t xml:space="preserve"> and year 10 to year 12</w:t>
      </w:r>
    </w:p>
    <w:p w:rsidR="004A71CC" w:rsidRPr="00795119" w:rsidRDefault="004A71CC" w:rsidP="004A71CC">
      <w:pPr>
        <w:pStyle w:val="ListBullet"/>
        <w:spacing w:line="320" w:lineRule="atLeast"/>
      </w:pPr>
      <w:r w:rsidRPr="00795119">
        <w:lastRenderedPageBreak/>
        <w:t>student attendance rate</w:t>
      </w:r>
      <w:r w:rsidR="00D759E3" w:rsidRPr="00795119">
        <w:t>s for years 1–10</w:t>
      </w:r>
      <w:r w:rsidRPr="00795119">
        <w:t>.</w:t>
      </w:r>
    </w:p>
    <w:p w:rsidR="001D0C58" w:rsidRPr="00795119" w:rsidRDefault="001D0C58" w:rsidP="00F66371">
      <w:pPr>
        <w:pStyle w:val="Heading3"/>
      </w:pPr>
      <w:bookmarkStart w:id="14" w:name="_Toc415144179"/>
      <w:r w:rsidRPr="00795119">
        <w:t>Special needs groups</w:t>
      </w:r>
      <w:bookmarkEnd w:id="14"/>
    </w:p>
    <w:p w:rsidR="001D0C58" w:rsidRPr="00795119" w:rsidRDefault="001D0C58" w:rsidP="001D0C58">
      <w:pPr>
        <w:pStyle w:val="BodyText"/>
      </w:pPr>
      <w:r w:rsidRPr="00795119">
        <w:t>Some groups of students in school education have been identified as having special needs. These special needs groups include:</w:t>
      </w:r>
    </w:p>
    <w:p w:rsidR="001D0C58" w:rsidRPr="00795119" w:rsidRDefault="001D0C58" w:rsidP="001D0C58">
      <w:pPr>
        <w:pStyle w:val="ListBullet"/>
      </w:pPr>
      <w:r w:rsidRPr="00795119">
        <w:t>Aboriginal and Torres Strait Islander students</w:t>
      </w:r>
    </w:p>
    <w:p w:rsidR="001D0C58" w:rsidRPr="00795119" w:rsidRDefault="001D0C58" w:rsidP="001D0C58">
      <w:pPr>
        <w:pStyle w:val="ListBullet"/>
      </w:pPr>
      <w:r w:rsidRPr="00795119">
        <w:t>students from language backgrounds other than English (</w:t>
      </w:r>
      <w:proofErr w:type="spellStart"/>
      <w:r w:rsidRPr="00795119">
        <w:t>LBOTE</w:t>
      </w:r>
      <w:proofErr w:type="spellEnd"/>
      <w:r w:rsidRPr="00795119">
        <w:t>)</w:t>
      </w:r>
    </w:p>
    <w:p w:rsidR="001D0C58" w:rsidRPr="00795119" w:rsidRDefault="001D0C58" w:rsidP="001D0C58">
      <w:pPr>
        <w:pStyle w:val="ListBullet"/>
      </w:pPr>
      <w:r w:rsidRPr="00795119">
        <w:t>students with disability</w:t>
      </w:r>
    </w:p>
    <w:p w:rsidR="001D0C58" w:rsidRPr="00795119" w:rsidRDefault="001D0C58" w:rsidP="001D0C58">
      <w:pPr>
        <w:pStyle w:val="ListBullet"/>
      </w:pPr>
      <w:r w:rsidRPr="00795119">
        <w:t>geographically remote students</w:t>
      </w:r>
    </w:p>
    <w:p w:rsidR="001D0C58" w:rsidRPr="00795119" w:rsidRDefault="001D0C58" w:rsidP="001D0C58">
      <w:pPr>
        <w:pStyle w:val="ListBullet"/>
      </w:pPr>
      <w:r w:rsidRPr="00795119">
        <w:t xml:space="preserve">students from families of low </w:t>
      </w:r>
      <w:proofErr w:type="spellStart"/>
      <w:r w:rsidRPr="00795119">
        <w:t>socio-economic</w:t>
      </w:r>
      <w:proofErr w:type="spellEnd"/>
      <w:r w:rsidRPr="00795119">
        <w:t xml:space="preserve"> status.</w:t>
      </w:r>
    </w:p>
    <w:p w:rsidR="001D0C58" w:rsidRPr="00795119" w:rsidRDefault="001D0C58" w:rsidP="001D0C58">
      <w:pPr>
        <w:pStyle w:val="BodyText"/>
      </w:pPr>
      <w:r w:rsidRPr="00795119">
        <w:t>Government schools provide education for a high proportion of students from special needs groups. In 2013</w:t>
      </w:r>
      <w:r w:rsidRPr="00795119">
        <w:rPr>
          <w:shd w:val="clear" w:color="auto" w:fill="FFFFFF" w:themeFill="background1"/>
        </w:rPr>
        <w:t>, 84.4 per</w:t>
      </w:r>
      <w:r w:rsidRPr="00795119">
        <w:t xml:space="preserve"> cent of Indigenous students </w:t>
      </w:r>
      <w:r w:rsidRPr="00795119">
        <w:rPr>
          <w:shd w:val="clear" w:color="auto" w:fill="FFFFFF" w:themeFill="background1"/>
        </w:rPr>
        <w:t>and 76.0 per cent</w:t>
      </w:r>
      <w:r w:rsidRPr="00795119">
        <w:t xml:space="preserve"> of students with </w:t>
      </w:r>
      <w:r w:rsidRPr="00795119">
        <w:rPr>
          <w:shd w:val="clear" w:color="auto" w:fill="FFFFFF" w:themeFill="background1"/>
        </w:rPr>
        <w:t>disability attended</w:t>
      </w:r>
      <w:r w:rsidRPr="00795119">
        <w:t xml:space="preserve"> gover</w:t>
      </w:r>
      <w:r w:rsidR="00F66371" w:rsidRPr="00795119">
        <w:t>nment school</w:t>
      </w:r>
      <w:r w:rsidR="004446E5" w:rsidRPr="00795119">
        <w:t xml:space="preserve">s (tables </w:t>
      </w:r>
      <w:proofErr w:type="spellStart"/>
      <w:r w:rsidR="004446E5" w:rsidRPr="00795119">
        <w:t>4A.29</w:t>
      </w:r>
      <w:proofErr w:type="spellEnd"/>
      <w:r w:rsidR="004446E5" w:rsidRPr="00795119">
        <w:t xml:space="preserve"> and 2015 Report, table</w:t>
      </w:r>
      <w:r w:rsidR="00F66371" w:rsidRPr="00795119">
        <w:t xml:space="preserve"> </w:t>
      </w:r>
      <w:proofErr w:type="spellStart"/>
      <w:r w:rsidRPr="00795119">
        <w:t>4A.31</w:t>
      </w:r>
      <w:proofErr w:type="spellEnd"/>
      <w:r w:rsidRPr="00795119">
        <w:t>). Further information on student body mix in government, non</w:t>
      </w:r>
      <w:r w:rsidRPr="00795119">
        <w:noBreakHyphen/>
        <w:t>government and all</w:t>
      </w:r>
      <w:r w:rsidR="002B1242" w:rsidRPr="00795119">
        <w:t xml:space="preserve"> schools is </w:t>
      </w:r>
      <w:r w:rsidR="004446E5" w:rsidRPr="00795119">
        <w:t xml:space="preserve">available </w:t>
      </w:r>
      <w:r w:rsidR="002B1242" w:rsidRPr="00795119">
        <w:t xml:space="preserve">in tables </w:t>
      </w:r>
      <w:proofErr w:type="spellStart"/>
      <w:r w:rsidR="002B1242" w:rsidRPr="00795119">
        <w:t>4A.32</w:t>
      </w:r>
      <w:proofErr w:type="spellEnd"/>
      <w:r w:rsidR="002B1242" w:rsidRPr="00795119">
        <w:t>–34.</w:t>
      </w:r>
    </w:p>
    <w:p w:rsidR="001D0C58" w:rsidRPr="00795119" w:rsidRDefault="001D0C58" w:rsidP="00F66371">
      <w:pPr>
        <w:pStyle w:val="Heading3"/>
      </w:pPr>
      <w:bookmarkStart w:id="15" w:name="_Toc415144180"/>
      <w:r w:rsidRPr="00795119">
        <w:t>Aboriginal and Torres Strait Islander students</w:t>
      </w:r>
      <w:bookmarkEnd w:id="15"/>
    </w:p>
    <w:p w:rsidR="001D0C58" w:rsidRPr="00795119" w:rsidRDefault="001D0C58" w:rsidP="001D0C58">
      <w:pPr>
        <w:pStyle w:val="BodyText"/>
      </w:pPr>
      <w:r w:rsidRPr="00795119">
        <w:t>The number and proportion of full time students who identify as Aboriginal and Torres Strait Islander varies greatly across jurisdictions (table 4.</w:t>
      </w:r>
      <w:r w:rsidR="00F66371" w:rsidRPr="00795119">
        <w:t>1</w:t>
      </w:r>
      <w:r w:rsidRPr="00795119">
        <w:t xml:space="preserve">). In all jurisdictions, the proportion of full time Aboriginal and Torres Strait Islander students was </w:t>
      </w:r>
      <w:r w:rsidRPr="00795119">
        <w:rPr>
          <w:shd w:val="clear" w:color="auto" w:fill="FFFFFF" w:themeFill="background1"/>
        </w:rPr>
        <w:t>much higher in government schools than in non</w:t>
      </w:r>
      <w:r w:rsidRPr="00795119">
        <w:rPr>
          <w:shd w:val="clear" w:color="auto" w:fill="FFFFFF" w:themeFill="background1"/>
        </w:rPr>
        <w:noBreakHyphen/>
        <w:t>government schools. Nationally, the proportion of full time students who identified as</w:t>
      </w:r>
      <w:r w:rsidRPr="00795119">
        <w:t xml:space="preserve"> </w:t>
      </w:r>
      <w:r w:rsidRPr="00795119">
        <w:rPr>
          <w:shd w:val="clear" w:color="auto" w:fill="FFFFFF" w:themeFill="background1"/>
        </w:rPr>
        <w:t>Aboriginal and Torres Strait Islander was 6.5</w:t>
      </w:r>
      <w:r w:rsidRPr="00795119">
        <w:t xml:space="preserve"> per cent in government schools and 2.3 per cent in non</w:t>
      </w:r>
      <w:r w:rsidRPr="00795119">
        <w:noBreakHyphen/>
        <w:t>government schools in 2013 (table 4.</w:t>
      </w:r>
      <w:r w:rsidR="00F66371" w:rsidRPr="00795119">
        <w:t>1</w:t>
      </w:r>
      <w:r w:rsidRPr="00795119">
        <w:t>).</w:t>
      </w:r>
    </w:p>
    <w:p w:rsidR="00D8405E" w:rsidRPr="00795119" w:rsidRDefault="00D8405E" w:rsidP="00D8405E">
      <w:pPr>
        <w:pStyle w:val="BodyText"/>
      </w:pPr>
      <w:bookmarkStart w:id="16" w:name="_Toc288229072"/>
      <w:bookmarkStart w:id="17" w:name="_Toc288726449"/>
      <w:bookmarkStart w:id="18" w:name="_Toc316974024"/>
      <w:bookmarkStart w:id="19" w:name="_Toc318981213"/>
      <w:bookmarkStart w:id="20" w:name="_Toc319589145"/>
      <w:bookmarkStart w:id="21" w:name="_Toc320770601"/>
      <w:bookmarkStart w:id="22" w:name="_Toc347391005"/>
      <w:bookmarkStart w:id="23" w:name="_Toc379459334"/>
      <w:bookmarkStart w:id="24" w:name="_Toc379459445"/>
      <w:bookmarkStart w:id="25" w:name="_Toc382471403"/>
      <w:bookmarkStart w:id="26" w:name="_Toc383520564"/>
      <w:r w:rsidRPr="00795119">
        <w:br w:type="page"/>
      </w:r>
    </w:p>
    <w:p w:rsidR="00D8405E" w:rsidRPr="00795119" w:rsidRDefault="00D8405E" w:rsidP="00D8405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909"/>
      </w:tblGrid>
      <w:tr w:rsidR="00D8405E" w:rsidRPr="00795119" w:rsidTr="00D8405E">
        <w:tc>
          <w:tcPr>
            <w:tcW w:w="8909" w:type="dxa"/>
            <w:tcBorders>
              <w:top w:val="single" w:sz="6" w:space="0" w:color="78A22F"/>
              <w:left w:val="nil"/>
              <w:bottom w:val="nil"/>
              <w:right w:val="nil"/>
            </w:tcBorders>
            <w:shd w:val="clear" w:color="auto" w:fill="auto"/>
          </w:tcPr>
          <w:p w:rsidR="00D8405E" w:rsidRPr="00795119" w:rsidRDefault="00D8405E" w:rsidP="00D8405E">
            <w:pPr>
              <w:pStyle w:val="FigureTitle"/>
            </w:pPr>
            <w:r w:rsidRPr="00795119">
              <w:rPr>
                <w:b w:val="0"/>
              </w:rPr>
              <w:t>Table 4.1</w:t>
            </w:r>
            <w:r w:rsidRPr="00795119">
              <w:tab/>
              <w:t>Aboriginal and Torres Strait Islander full time students, 2013</w:t>
            </w:r>
          </w:p>
        </w:tc>
      </w:tr>
      <w:tr w:rsidR="00D8405E" w:rsidRPr="00795119" w:rsidTr="00D8405E">
        <w:tblPrEx>
          <w:tblBorders>
            <w:top w:val="single" w:sz="6" w:space="0" w:color="auto"/>
            <w:left w:val="single" w:sz="6" w:space="0" w:color="auto"/>
            <w:bottom w:val="single" w:sz="6" w:space="0" w:color="auto"/>
            <w:right w:val="single" w:sz="6" w:space="0" w:color="auto"/>
          </w:tblBorders>
        </w:tblPrEx>
        <w:trPr>
          <w:cantSplit/>
        </w:trPr>
        <w:tc>
          <w:tcPr>
            <w:tcW w:w="8909" w:type="dxa"/>
            <w:tcBorders>
              <w:top w:val="nil"/>
              <w:left w:val="nil"/>
              <w:bottom w:val="nil"/>
              <w:right w:val="nil"/>
            </w:tcBorders>
            <w:shd w:val="clear" w:color="auto" w:fill="auto"/>
          </w:tcPr>
          <w:tbl>
            <w:tblPr>
              <w:tblW w:w="8789" w:type="dxa"/>
              <w:tblLayout w:type="fixed"/>
              <w:tblCellMar>
                <w:left w:w="0" w:type="dxa"/>
                <w:right w:w="0" w:type="dxa"/>
              </w:tblCellMar>
              <w:tblLook w:val="0000" w:firstRow="0" w:lastRow="0" w:firstColumn="0" w:lastColumn="0" w:noHBand="0" w:noVBand="0"/>
            </w:tblPr>
            <w:tblGrid>
              <w:gridCol w:w="799"/>
              <w:gridCol w:w="1901"/>
              <w:gridCol w:w="676"/>
              <w:gridCol w:w="735"/>
              <w:gridCol w:w="567"/>
              <w:gridCol w:w="567"/>
              <w:gridCol w:w="567"/>
              <w:gridCol w:w="567"/>
              <w:gridCol w:w="13"/>
              <w:gridCol w:w="554"/>
              <w:gridCol w:w="6"/>
              <w:gridCol w:w="561"/>
              <w:gridCol w:w="567"/>
              <w:gridCol w:w="709"/>
            </w:tblGrid>
            <w:tr w:rsidR="00D8405E" w:rsidRPr="00795119" w:rsidTr="008C7935">
              <w:tc>
                <w:tcPr>
                  <w:tcW w:w="799"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p>
              </w:tc>
              <w:tc>
                <w:tcPr>
                  <w:tcW w:w="1901"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p>
              </w:tc>
              <w:tc>
                <w:tcPr>
                  <w:tcW w:w="676"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Unit</w:t>
                  </w:r>
                </w:p>
              </w:tc>
              <w:tc>
                <w:tcPr>
                  <w:tcW w:w="735"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NSW</w:t>
                  </w:r>
                </w:p>
              </w:tc>
              <w:tc>
                <w:tcPr>
                  <w:tcW w:w="567"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Vic</w:t>
                  </w:r>
                </w:p>
              </w:tc>
              <w:tc>
                <w:tcPr>
                  <w:tcW w:w="567"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Qld</w:t>
                  </w:r>
                </w:p>
              </w:tc>
              <w:tc>
                <w:tcPr>
                  <w:tcW w:w="567"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WA</w:t>
                  </w:r>
                </w:p>
              </w:tc>
              <w:tc>
                <w:tcPr>
                  <w:tcW w:w="580" w:type="dxa"/>
                  <w:gridSpan w:val="2"/>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SA</w:t>
                  </w:r>
                </w:p>
              </w:tc>
              <w:tc>
                <w:tcPr>
                  <w:tcW w:w="560" w:type="dxa"/>
                  <w:gridSpan w:val="2"/>
                  <w:tcBorders>
                    <w:top w:val="single" w:sz="4" w:space="0" w:color="BFBFBF" w:themeColor="background2"/>
                    <w:bottom w:val="single" w:sz="4" w:space="0" w:color="BFBFBF" w:themeColor="background2"/>
                  </w:tcBorders>
                </w:tcPr>
                <w:p w:rsidR="00D8405E" w:rsidRPr="00795119" w:rsidRDefault="00D8405E" w:rsidP="00D8405E">
                  <w:pPr>
                    <w:pStyle w:val="TableColumnHeading"/>
                  </w:pPr>
                  <w:proofErr w:type="spellStart"/>
                  <w:r w:rsidRPr="00795119">
                    <w:t>Tas</w:t>
                  </w:r>
                  <w:proofErr w:type="spellEnd"/>
                </w:p>
              </w:tc>
              <w:tc>
                <w:tcPr>
                  <w:tcW w:w="561"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ACT</w:t>
                  </w:r>
                </w:p>
              </w:tc>
              <w:tc>
                <w:tcPr>
                  <w:tcW w:w="567"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r w:rsidRPr="00795119">
                    <w:t>NT</w:t>
                  </w:r>
                </w:p>
              </w:tc>
              <w:tc>
                <w:tcPr>
                  <w:tcW w:w="709" w:type="dxa"/>
                  <w:tcBorders>
                    <w:top w:val="single" w:sz="4" w:space="0" w:color="BFBFBF" w:themeColor="background2"/>
                    <w:bottom w:val="single" w:sz="4" w:space="0" w:color="BFBFBF" w:themeColor="background2"/>
                  </w:tcBorders>
                </w:tcPr>
                <w:p w:rsidR="00D8405E" w:rsidRPr="00795119" w:rsidRDefault="00D8405E" w:rsidP="00D8405E">
                  <w:pPr>
                    <w:pStyle w:val="TableColumnHeading"/>
                  </w:pPr>
                  <w:proofErr w:type="spellStart"/>
                  <w:r w:rsidRPr="00795119">
                    <w:t>Aust</w:t>
                  </w:r>
                  <w:proofErr w:type="spellEnd"/>
                </w:p>
              </w:tc>
            </w:tr>
            <w:tr w:rsidR="00D8405E" w:rsidRPr="00795119" w:rsidTr="008C7935">
              <w:tc>
                <w:tcPr>
                  <w:tcW w:w="8789" w:type="dxa"/>
                  <w:gridSpan w:val="14"/>
                  <w:tcBorders>
                    <w:top w:val="single" w:sz="4" w:space="0" w:color="BFBFBF" w:themeColor="background2"/>
                  </w:tcBorders>
                </w:tcPr>
                <w:p w:rsidR="00D8405E" w:rsidRPr="00795119" w:rsidRDefault="00D8405E" w:rsidP="00D8405E">
                  <w:pPr>
                    <w:pStyle w:val="TableUnitsRow"/>
                    <w:jc w:val="left"/>
                  </w:pPr>
                  <w:r w:rsidRPr="00795119">
                    <w:t xml:space="preserve">Aboriginal and Torres Strait Islander full time students </w:t>
                  </w:r>
                  <w:r w:rsidRPr="00795119">
                    <w:rPr>
                      <w:b/>
                      <w:position w:val="6"/>
                    </w:rPr>
                    <w:t>a</w:t>
                  </w:r>
                </w:p>
              </w:tc>
            </w:tr>
            <w:tr w:rsidR="00D8405E" w:rsidRPr="00795119" w:rsidTr="00D8405E">
              <w:tc>
                <w:tcPr>
                  <w:tcW w:w="2700" w:type="dxa"/>
                  <w:gridSpan w:val="2"/>
                  <w:shd w:val="clear" w:color="auto" w:fill="auto"/>
                </w:tcPr>
                <w:p w:rsidR="00D8405E" w:rsidRPr="00795119" w:rsidRDefault="00D8405E" w:rsidP="00D8405E">
                  <w:pPr>
                    <w:pStyle w:val="TableUnitsRow"/>
                    <w:jc w:val="left"/>
                  </w:pPr>
                  <w:r w:rsidRPr="00795119">
                    <w:t xml:space="preserve">  Government schools</w:t>
                  </w:r>
                </w:p>
              </w:tc>
              <w:tc>
                <w:tcPr>
                  <w:tcW w:w="676" w:type="dxa"/>
                  <w:vAlign w:val="center"/>
                </w:tcPr>
                <w:p w:rsidR="00D8405E" w:rsidRPr="00795119" w:rsidRDefault="00D8405E" w:rsidP="00D8405E">
                  <w:pPr>
                    <w:pStyle w:val="TableBodyText"/>
                    <w:spacing w:after="0"/>
                  </w:pPr>
                  <w:r w:rsidRPr="00795119">
                    <w:t>(‘000)</w:t>
                  </w:r>
                </w:p>
              </w:tc>
              <w:tc>
                <w:tcPr>
                  <w:tcW w:w="735" w:type="dxa"/>
                  <w:shd w:val="clear" w:color="auto" w:fill="auto"/>
                  <w:vAlign w:val="bottom"/>
                </w:tcPr>
                <w:p w:rsidR="00D8405E" w:rsidRPr="00795119" w:rsidRDefault="00D8405E" w:rsidP="00D8405E">
                  <w:pPr>
                    <w:pStyle w:val="TableBodyText"/>
                  </w:pPr>
                  <w:r w:rsidRPr="00795119">
                    <w:t>49.2</w:t>
                  </w:r>
                </w:p>
              </w:tc>
              <w:tc>
                <w:tcPr>
                  <w:tcW w:w="567" w:type="dxa"/>
                  <w:shd w:val="clear" w:color="auto" w:fill="auto"/>
                  <w:vAlign w:val="bottom"/>
                </w:tcPr>
                <w:p w:rsidR="00D8405E" w:rsidRPr="00795119" w:rsidRDefault="00D8405E" w:rsidP="00D8405E">
                  <w:pPr>
                    <w:pStyle w:val="TableBodyText"/>
                  </w:pPr>
                  <w:r w:rsidRPr="00795119">
                    <w:t>10.4</w:t>
                  </w:r>
                </w:p>
              </w:tc>
              <w:tc>
                <w:tcPr>
                  <w:tcW w:w="567" w:type="dxa"/>
                  <w:shd w:val="clear" w:color="auto" w:fill="auto"/>
                  <w:vAlign w:val="bottom"/>
                </w:tcPr>
                <w:p w:rsidR="00D8405E" w:rsidRPr="00795119" w:rsidRDefault="00D8405E" w:rsidP="00D8405E">
                  <w:pPr>
                    <w:pStyle w:val="TableBodyText"/>
                  </w:pPr>
                  <w:r w:rsidRPr="00795119">
                    <w:t>45.2</w:t>
                  </w:r>
                </w:p>
              </w:tc>
              <w:tc>
                <w:tcPr>
                  <w:tcW w:w="567" w:type="dxa"/>
                  <w:shd w:val="clear" w:color="auto" w:fill="auto"/>
                  <w:vAlign w:val="bottom"/>
                </w:tcPr>
                <w:p w:rsidR="00D8405E" w:rsidRPr="00795119" w:rsidRDefault="00D8405E" w:rsidP="00D8405E">
                  <w:pPr>
                    <w:pStyle w:val="TableBodyText"/>
                  </w:pPr>
                  <w:r w:rsidRPr="00795119">
                    <w:t>20.7</w:t>
                  </w:r>
                </w:p>
              </w:tc>
              <w:tc>
                <w:tcPr>
                  <w:tcW w:w="567" w:type="dxa"/>
                  <w:shd w:val="clear" w:color="auto" w:fill="auto"/>
                  <w:vAlign w:val="bottom"/>
                </w:tcPr>
                <w:p w:rsidR="00D8405E" w:rsidRPr="00795119" w:rsidRDefault="00D8405E" w:rsidP="00D8405E">
                  <w:pPr>
                    <w:pStyle w:val="TableBodyText"/>
                  </w:pPr>
                  <w:r w:rsidRPr="00795119">
                    <w:t>9.4</w:t>
                  </w:r>
                </w:p>
              </w:tc>
              <w:tc>
                <w:tcPr>
                  <w:tcW w:w="567" w:type="dxa"/>
                  <w:gridSpan w:val="2"/>
                  <w:shd w:val="clear" w:color="auto" w:fill="auto"/>
                  <w:vAlign w:val="bottom"/>
                </w:tcPr>
                <w:p w:rsidR="00D8405E" w:rsidRPr="00795119" w:rsidRDefault="00D8405E" w:rsidP="00D8405E">
                  <w:pPr>
                    <w:pStyle w:val="TableBodyText"/>
                  </w:pPr>
                  <w:r w:rsidRPr="00795119">
                    <w:t>4.9</w:t>
                  </w:r>
                </w:p>
              </w:tc>
              <w:tc>
                <w:tcPr>
                  <w:tcW w:w="567" w:type="dxa"/>
                  <w:gridSpan w:val="2"/>
                  <w:shd w:val="clear" w:color="auto" w:fill="auto"/>
                  <w:vAlign w:val="bottom"/>
                </w:tcPr>
                <w:p w:rsidR="00D8405E" w:rsidRPr="00795119" w:rsidRDefault="00D8405E" w:rsidP="00D8405E">
                  <w:pPr>
                    <w:pStyle w:val="TableBodyText"/>
                  </w:pPr>
                  <w:r w:rsidRPr="00795119">
                    <w:t>1.2</w:t>
                  </w:r>
                </w:p>
              </w:tc>
              <w:tc>
                <w:tcPr>
                  <w:tcW w:w="567" w:type="dxa"/>
                  <w:shd w:val="clear" w:color="auto" w:fill="auto"/>
                  <w:vAlign w:val="bottom"/>
                </w:tcPr>
                <w:p w:rsidR="00D8405E" w:rsidRPr="00795119" w:rsidRDefault="00D8405E" w:rsidP="00D8405E">
                  <w:pPr>
                    <w:pStyle w:val="TableBodyText"/>
                  </w:pPr>
                  <w:r w:rsidRPr="00795119">
                    <w:t>13.1</w:t>
                  </w:r>
                </w:p>
              </w:tc>
              <w:tc>
                <w:tcPr>
                  <w:tcW w:w="709" w:type="dxa"/>
                  <w:shd w:val="clear" w:color="auto" w:fill="auto"/>
                  <w:vAlign w:val="bottom"/>
                </w:tcPr>
                <w:p w:rsidR="00D8405E" w:rsidRPr="00795119" w:rsidRDefault="00D8405E" w:rsidP="00D8405E">
                  <w:pPr>
                    <w:pStyle w:val="TableBodyText"/>
                  </w:pPr>
                  <w:r w:rsidRPr="00795119">
                    <w:t>154.1</w:t>
                  </w:r>
                </w:p>
              </w:tc>
            </w:tr>
            <w:tr w:rsidR="00D8405E" w:rsidRPr="00795119" w:rsidTr="00D8405E">
              <w:tc>
                <w:tcPr>
                  <w:tcW w:w="2700" w:type="dxa"/>
                  <w:gridSpan w:val="2"/>
                  <w:shd w:val="clear" w:color="auto" w:fill="auto"/>
                </w:tcPr>
                <w:p w:rsidR="00D8405E" w:rsidRPr="00795119" w:rsidRDefault="00D8405E" w:rsidP="00D8405E">
                  <w:pPr>
                    <w:pStyle w:val="TableUnitsRow"/>
                    <w:jc w:val="left"/>
                  </w:pPr>
                  <w:r w:rsidRPr="00795119">
                    <w:t xml:space="preserve">  Non-government schools</w:t>
                  </w:r>
                </w:p>
              </w:tc>
              <w:tc>
                <w:tcPr>
                  <w:tcW w:w="676" w:type="dxa"/>
                  <w:vAlign w:val="center"/>
                </w:tcPr>
                <w:p w:rsidR="00D8405E" w:rsidRPr="00795119" w:rsidRDefault="00D8405E" w:rsidP="00D8405E">
                  <w:pPr>
                    <w:pStyle w:val="TableBodyText"/>
                    <w:spacing w:after="0"/>
                  </w:pPr>
                  <w:r w:rsidRPr="00795119">
                    <w:t>(‘000)</w:t>
                  </w:r>
                </w:p>
              </w:tc>
              <w:tc>
                <w:tcPr>
                  <w:tcW w:w="735" w:type="dxa"/>
                  <w:shd w:val="clear" w:color="auto" w:fill="auto"/>
                  <w:vAlign w:val="bottom"/>
                </w:tcPr>
                <w:p w:rsidR="00D8405E" w:rsidRPr="00795119" w:rsidRDefault="00D8405E" w:rsidP="00D8405E">
                  <w:pPr>
                    <w:pStyle w:val="TableBodyText"/>
                  </w:pPr>
                  <w:r w:rsidRPr="00795119">
                    <w:t>8.6</w:t>
                  </w:r>
                </w:p>
              </w:tc>
              <w:tc>
                <w:tcPr>
                  <w:tcW w:w="567" w:type="dxa"/>
                  <w:shd w:val="clear" w:color="auto" w:fill="auto"/>
                  <w:vAlign w:val="bottom"/>
                </w:tcPr>
                <w:p w:rsidR="00D8405E" w:rsidRPr="00795119" w:rsidRDefault="00D8405E" w:rsidP="00D8405E">
                  <w:pPr>
                    <w:pStyle w:val="TableBodyText"/>
                  </w:pPr>
                  <w:r w:rsidRPr="00795119">
                    <w:t>1.7</w:t>
                  </w:r>
                </w:p>
              </w:tc>
              <w:tc>
                <w:tcPr>
                  <w:tcW w:w="567" w:type="dxa"/>
                  <w:shd w:val="clear" w:color="auto" w:fill="auto"/>
                  <w:vAlign w:val="bottom"/>
                </w:tcPr>
                <w:p w:rsidR="00D8405E" w:rsidRPr="00795119" w:rsidRDefault="00D8405E" w:rsidP="00D8405E">
                  <w:pPr>
                    <w:pStyle w:val="TableBodyText"/>
                  </w:pPr>
                  <w:r w:rsidRPr="00795119">
                    <w:t>8.6</w:t>
                  </w:r>
                </w:p>
              </w:tc>
              <w:tc>
                <w:tcPr>
                  <w:tcW w:w="567" w:type="dxa"/>
                  <w:shd w:val="clear" w:color="auto" w:fill="auto"/>
                  <w:vAlign w:val="bottom"/>
                </w:tcPr>
                <w:p w:rsidR="00D8405E" w:rsidRPr="00795119" w:rsidRDefault="00D8405E" w:rsidP="00D8405E">
                  <w:pPr>
                    <w:pStyle w:val="TableBodyText"/>
                  </w:pPr>
                  <w:r w:rsidRPr="00795119">
                    <w:t>3.9</w:t>
                  </w:r>
                </w:p>
              </w:tc>
              <w:tc>
                <w:tcPr>
                  <w:tcW w:w="567" w:type="dxa"/>
                  <w:shd w:val="clear" w:color="auto" w:fill="auto"/>
                  <w:vAlign w:val="bottom"/>
                </w:tcPr>
                <w:p w:rsidR="00D8405E" w:rsidRPr="00795119" w:rsidRDefault="00D8405E" w:rsidP="00D8405E">
                  <w:pPr>
                    <w:pStyle w:val="TableBodyText"/>
                  </w:pPr>
                  <w:r w:rsidRPr="00795119">
                    <w:t>1.2</w:t>
                  </w:r>
                </w:p>
              </w:tc>
              <w:tc>
                <w:tcPr>
                  <w:tcW w:w="567" w:type="dxa"/>
                  <w:gridSpan w:val="2"/>
                  <w:shd w:val="clear" w:color="auto" w:fill="auto"/>
                  <w:vAlign w:val="bottom"/>
                </w:tcPr>
                <w:p w:rsidR="00D8405E" w:rsidRPr="00795119" w:rsidRDefault="00D8405E" w:rsidP="00D8405E">
                  <w:pPr>
                    <w:pStyle w:val="TableBodyText"/>
                  </w:pPr>
                  <w:r w:rsidRPr="00795119">
                    <w:t>1.0</w:t>
                  </w:r>
                </w:p>
              </w:tc>
              <w:tc>
                <w:tcPr>
                  <w:tcW w:w="567" w:type="dxa"/>
                  <w:gridSpan w:val="2"/>
                  <w:shd w:val="clear" w:color="auto" w:fill="auto"/>
                  <w:vAlign w:val="bottom"/>
                </w:tcPr>
                <w:p w:rsidR="00D8405E" w:rsidRPr="00795119" w:rsidRDefault="00D8405E" w:rsidP="00D8405E">
                  <w:pPr>
                    <w:pStyle w:val="TableBodyText"/>
                  </w:pPr>
                  <w:r w:rsidRPr="00795119">
                    <w:t>0.4</w:t>
                  </w:r>
                </w:p>
              </w:tc>
              <w:tc>
                <w:tcPr>
                  <w:tcW w:w="567" w:type="dxa"/>
                  <w:shd w:val="clear" w:color="auto" w:fill="auto"/>
                  <w:vAlign w:val="bottom"/>
                </w:tcPr>
                <w:p w:rsidR="00D8405E" w:rsidRPr="00795119" w:rsidRDefault="00D8405E" w:rsidP="00D8405E">
                  <w:pPr>
                    <w:pStyle w:val="TableBodyText"/>
                  </w:pPr>
                  <w:r w:rsidRPr="00795119">
                    <w:t>3.2</w:t>
                  </w:r>
                </w:p>
              </w:tc>
              <w:tc>
                <w:tcPr>
                  <w:tcW w:w="709" w:type="dxa"/>
                  <w:shd w:val="clear" w:color="auto" w:fill="auto"/>
                  <w:vAlign w:val="bottom"/>
                </w:tcPr>
                <w:p w:rsidR="00D8405E" w:rsidRPr="00795119" w:rsidRDefault="00D8405E" w:rsidP="00D8405E">
                  <w:pPr>
                    <w:pStyle w:val="TableBodyText"/>
                  </w:pPr>
                  <w:r w:rsidRPr="00795119">
                    <w:t>28.6</w:t>
                  </w:r>
                </w:p>
              </w:tc>
            </w:tr>
            <w:tr w:rsidR="00D8405E" w:rsidRPr="00795119" w:rsidTr="00D8405E">
              <w:tc>
                <w:tcPr>
                  <w:tcW w:w="2700" w:type="dxa"/>
                  <w:gridSpan w:val="2"/>
                  <w:shd w:val="clear" w:color="auto" w:fill="auto"/>
                </w:tcPr>
                <w:p w:rsidR="00D8405E" w:rsidRPr="00795119" w:rsidRDefault="00D8405E" w:rsidP="00D8405E">
                  <w:pPr>
                    <w:pStyle w:val="TableUnitsRow"/>
                    <w:jc w:val="left"/>
                    <w:rPr>
                      <w:b/>
                    </w:rPr>
                  </w:pPr>
                  <w:r w:rsidRPr="00795119">
                    <w:rPr>
                      <w:b/>
                    </w:rPr>
                    <w:t xml:space="preserve">  All schools</w:t>
                  </w:r>
                  <w:r w:rsidRPr="00795119">
                    <w:rPr>
                      <w:b/>
                      <w:position w:val="6"/>
                    </w:rPr>
                    <w:t>b</w:t>
                  </w:r>
                </w:p>
              </w:tc>
              <w:tc>
                <w:tcPr>
                  <w:tcW w:w="676" w:type="dxa"/>
                  <w:vAlign w:val="center"/>
                </w:tcPr>
                <w:p w:rsidR="00D8405E" w:rsidRPr="00795119" w:rsidRDefault="00D8405E" w:rsidP="00D8405E">
                  <w:pPr>
                    <w:pStyle w:val="TableBodyText"/>
                    <w:spacing w:after="0"/>
                    <w:rPr>
                      <w:b/>
                    </w:rPr>
                  </w:pPr>
                  <w:r w:rsidRPr="00795119">
                    <w:rPr>
                      <w:b/>
                    </w:rPr>
                    <w:t>(‘000)</w:t>
                  </w:r>
                </w:p>
              </w:tc>
              <w:tc>
                <w:tcPr>
                  <w:tcW w:w="735" w:type="dxa"/>
                  <w:shd w:val="clear" w:color="auto" w:fill="auto"/>
                  <w:vAlign w:val="bottom"/>
                </w:tcPr>
                <w:p w:rsidR="00D8405E" w:rsidRPr="00795119" w:rsidRDefault="00D8405E" w:rsidP="00D8405E">
                  <w:pPr>
                    <w:pStyle w:val="TableBodyText"/>
                    <w:rPr>
                      <w:b/>
                    </w:rPr>
                  </w:pPr>
                  <w:r w:rsidRPr="00795119">
                    <w:rPr>
                      <w:b/>
                    </w:rPr>
                    <w:t>57.7</w:t>
                  </w:r>
                </w:p>
              </w:tc>
              <w:tc>
                <w:tcPr>
                  <w:tcW w:w="567" w:type="dxa"/>
                  <w:shd w:val="clear" w:color="auto" w:fill="auto"/>
                  <w:vAlign w:val="bottom"/>
                </w:tcPr>
                <w:p w:rsidR="00D8405E" w:rsidRPr="00795119" w:rsidRDefault="00D8405E" w:rsidP="00D8405E">
                  <w:pPr>
                    <w:pStyle w:val="TableBodyText"/>
                    <w:rPr>
                      <w:b/>
                    </w:rPr>
                  </w:pPr>
                  <w:r w:rsidRPr="00795119">
                    <w:rPr>
                      <w:b/>
                    </w:rPr>
                    <w:t>12.1</w:t>
                  </w:r>
                </w:p>
              </w:tc>
              <w:tc>
                <w:tcPr>
                  <w:tcW w:w="567" w:type="dxa"/>
                  <w:shd w:val="clear" w:color="auto" w:fill="auto"/>
                  <w:vAlign w:val="bottom"/>
                </w:tcPr>
                <w:p w:rsidR="00D8405E" w:rsidRPr="00795119" w:rsidRDefault="00D8405E" w:rsidP="00D8405E">
                  <w:pPr>
                    <w:pStyle w:val="TableBodyText"/>
                    <w:rPr>
                      <w:b/>
                    </w:rPr>
                  </w:pPr>
                  <w:r w:rsidRPr="00795119">
                    <w:rPr>
                      <w:b/>
                    </w:rPr>
                    <w:t>53.8</w:t>
                  </w:r>
                </w:p>
              </w:tc>
              <w:tc>
                <w:tcPr>
                  <w:tcW w:w="567" w:type="dxa"/>
                  <w:shd w:val="clear" w:color="auto" w:fill="auto"/>
                  <w:vAlign w:val="bottom"/>
                </w:tcPr>
                <w:p w:rsidR="00D8405E" w:rsidRPr="00795119" w:rsidRDefault="00D8405E" w:rsidP="00D8405E">
                  <w:pPr>
                    <w:pStyle w:val="TableBodyText"/>
                    <w:rPr>
                      <w:b/>
                    </w:rPr>
                  </w:pPr>
                  <w:r w:rsidRPr="00795119">
                    <w:rPr>
                      <w:b/>
                    </w:rPr>
                    <w:t>24.6</w:t>
                  </w:r>
                </w:p>
              </w:tc>
              <w:tc>
                <w:tcPr>
                  <w:tcW w:w="567" w:type="dxa"/>
                  <w:shd w:val="clear" w:color="auto" w:fill="auto"/>
                  <w:vAlign w:val="bottom"/>
                </w:tcPr>
                <w:p w:rsidR="00D8405E" w:rsidRPr="00795119" w:rsidRDefault="00D8405E" w:rsidP="00D8405E">
                  <w:pPr>
                    <w:pStyle w:val="TableBodyText"/>
                    <w:rPr>
                      <w:b/>
                    </w:rPr>
                  </w:pPr>
                  <w:r w:rsidRPr="00795119">
                    <w:rPr>
                      <w:b/>
                    </w:rPr>
                    <w:t>10.6</w:t>
                  </w:r>
                </w:p>
              </w:tc>
              <w:tc>
                <w:tcPr>
                  <w:tcW w:w="567" w:type="dxa"/>
                  <w:gridSpan w:val="2"/>
                  <w:shd w:val="clear" w:color="auto" w:fill="auto"/>
                  <w:vAlign w:val="bottom"/>
                </w:tcPr>
                <w:p w:rsidR="00D8405E" w:rsidRPr="00795119" w:rsidRDefault="00D8405E" w:rsidP="00D8405E">
                  <w:pPr>
                    <w:pStyle w:val="TableBodyText"/>
                    <w:rPr>
                      <w:b/>
                    </w:rPr>
                  </w:pPr>
                  <w:r w:rsidRPr="00795119">
                    <w:rPr>
                      <w:b/>
                    </w:rPr>
                    <w:t>5.9</w:t>
                  </w:r>
                </w:p>
              </w:tc>
              <w:tc>
                <w:tcPr>
                  <w:tcW w:w="567" w:type="dxa"/>
                  <w:gridSpan w:val="2"/>
                  <w:shd w:val="clear" w:color="auto" w:fill="auto"/>
                  <w:vAlign w:val="bottom"/>
                </w:tcPr>
                <w:p w:rsidR="00D8405E" w:rsidRPr="00795119" w:rsidRDefault="00D8405E" w:rsidP="00D8405E">
                  <w:pPr>
                    <w:pStyle w:val="TableBodyText"/>
                    <w:rPr>
                      <w:b/>
                    </w:rPr>
                  </w:pPr>
                  <w:r w:rsidRPr="00795119">
                    <w:rPr>
                      <w:b/>
                    </w:rPr>
                    <w:t>1.6</w:t>
                  </w:r>
                </w:p>
              </w:tc>
              <w:tc>
                <w:tcPr>
                  <w:tcW w:w="567" w:type="dxa"/>
                  <w:shd w:val="clear" w:color="auto" w:fill="auto"/>
                  <w:vAlign w:val="bottom"/>
                </w:tcPr>
                <w:p w:rsidR="00D8405E" w:rsidRPr="00795119" w:rsidRDefault="00D8405E" w:rsidP="00D8405E">
                  <w:pPr>
                    <w:pStyle w:val="TableBodyText"/>
                    <w:rPr>
                      <w:b/>
                    </w:rPr>
                  </w:pPr>
                  <w:r w:rsidRPr="00795119">
                    <w:rPr>
                      <w:b/>
                    </w:rPr>
                    <w:t>16.3</w:t>
                  </w:r>
                </w:p>
              </w:tc>
              <w:tc>
                <w:tcPr>
                  <w:tcW w:w="709" w:type="dxa"/>
                  <w:shd w:val="clear" w:color="auto" w:fill="auto"/>
                  <w:vAlign w:val="bottom"/>
                </w:tcPr>
                <w:p w:rsidR="00D8405E" w:rsidRPr="00795119" w:rsidRDefault="00D8405E" w:rsidP="00D8405E">
                  <w:pPr>
                    <w:pStyle w:val="TableBodyText"/>
                    <w:rPr>
                      <w:b/>
                    </w:rPr>
                  </w:pPr>
                  <w:r w:rsidRPr="00795119">
                    <w:rPr>
                      <w:b/>
                    </w:rPr>
                    <w:t>182.6</w:t>
                  </w:r>
                </w:p>
              </w:tc>
            </w:tr>
            <w:tr w:rsidR="00D8405E" w:rsidRPr="00795119" w:rsidTr="00D8405E">
              <w:tc>
                <w:tcPr>
                  <w:tcW w:w="8789" w:type="dxa"/>
                  <w:gridSpan w:val="14"/>
                </w:tcPr>
                <w:p w:rsidR="00D8405E" w:rsidRPr="00795119" w:rsidRDefault="00D8405E" w:rsidP="00D8405E">
                  <w:pPr>
                    <w:pStyle w:val="TableUnitsRow"/>
                    <w:jc w:val="left"/>
                    <w:rPr>
                      <w:b/>
                    </w:rPr>
                  </w:pPr>
                  <w:r w:rsidRPr="00795119">
                    <w:t>Aboriginal and Torres Strait Islander full time students as a proportion of all full time students</w:t>
                  </w:r>
                </w:p>
              </w:tc>
            </w:tr>
            <w:tr w:rsidR="00D8405E" w:rsidRPr="00795119" w:rsidTr="00D8405E">
              <w:tc>
                <w:tcPr>
                  <w:tcW w:w="2700" w:type="dxa"/>
                  <w:gridSpan w:val="2"/>
                  <w:shd w:val="clear" w:color="auto" w:fill="auto"/>
                </w:tcPr>
                <w:p w:rsidR="00D8405E" w:rsidRPr="00795119" w:rsidRDefault="00D8405E" w:rsidP="00D8405E">
                  <w:pPr>
                    <w:pStyle w:val="TableUnitsRow"/>
                    <w:jc w:val="left"/>
                  </w:pPr>
                  <w:r w:rsidRPr="00795119">
                    <w:t xml:space="preserve">  Government schools</w:t>
                  </w:r>
                </w:p>
              </w:tc>
              <w:tc>
                <w:tcPr>
                  <w:tcW w:w="676" w:type="dxa"/>
                  <w:vAlign w:val="center"/>
                </w:tcPr>
                <w:p w:rsidR="00D8405E" w:rsidRPr="00795119" w:rsidRDefault="00D8405E" w:rsidP="00D8405E">
                  <w:pPr>
                    <w:pStyle w:val="TableBodyText"/>
                  </w:pPr>
                  <w:r w:rsidRPr="00795119">
                    <w:t>%</w:t>
                  </w:r>
                </w:p>
              </w:tc>
              <w:tc>
                <w:tcPr>
                  <w:tcW w:w="735" w:type="dxa"/>
                  <w:shd w:val="clear" w:color="auto" w:fill="auto"/>
                  <w:vAlign w:val="center"/>
                </w:tcPr>
                <w:p w:rsidR="00D8405E" w:rsidRPr="00795119" w:rsidRDefault="00D8405E" w:rsidP="00D8405E">
                  <w:pPr>
                    <w:pStyle w:val="TableBodyText"/>
                  </w:pPr>
                  <w:r w:rsidRPr="00795119">
                    <w:t>6.5</w:t>
                  </w:r>
                </w:p>
              </w:tc>
              <w:tc>
                <w:tcPr>
                  <w:tcW w:w="567" w:type="dxa"/>
                  <w:shd w:val="clear" w:color="auto" w:fill="auto"/>
                  <w:vAlign w:val="center"/>
                </w:tcPr>
                <w:p w:rsidR="00D8405E" w:rsidRPr="00795119" w:rsidRDefault="00D8405E" w:rsidP="00D8405E">
                  <w:pPr>
                    <w:pStyle w:val="TableBodyText"/>
                  </w:pPr>
                  <w:r w:rsidRPr="00795119">
                    <w:t>1.9</w:t>
                  </w:r>
                </w:p>
              </w:tc>
              <w:tc>
                <w:tcPr>
                  <w:tcW w:w="567" w:type="dxa"/>
                  <w:shd w:val="clear" w:color="auto" w:fill="auto"/>
                  <w:vAlign w:val="center"/>
                </w:tcPr>
                <w:p w:rsidR="00D8405E" w:rsidRPr="00795119" w:rsidRDefault="00D8405E" w:rsidP="00D8405E">
                  <w:pPr>
                    <w:pStyle w:val="TableBodyText"/>
                  </w:pPr>
                  <w:r w:rsidRPr="00795119">
                    <w:t>8.9</w:t>
                  </w:r>
                </w:p>
              </w:tc>
              <w:tc>
                <w:tcPr>
                  <w:tcW w:w="567" w:type="dxa"/>
                  <w:shd w:val="clear" w:color="auto" w:fill="auto"/>
                  <w:vAlign w:val="center"/>
                </w:tcPr>
                <w:p w:rsidR="00D8405E" w:rsidRPr="00795119" w:rsidRDefault="00D8405E" w:rsidP="00D8405E">
                  <w:pPr>
                    <w:pStyle w:val="TableBodyText"/>
                  </w:pPr>
                  <w:r w:rsidRPr="00795119">
                    <w:t>8.2</w:t>
                  </w:r>
                </w:p>
              </w:tc>
              <w:tc>
                <w:tcPr>
                  <w:tcW w:w="567" w:type="dxa"/>
                  <w:shd w:val="clear" w:color="auto" w:fill="auto"/>
                  <w:vAlign w:val="center"/>
                </w:tcPr>
                <w:p w:rsidR="00D8405E" w:rsidRPr="00795119" w:rsidRDefault="00D8405E" w:rsidP="00D8405E">
                  <w:pPr>
                    <w:pStyle w:val="TableBodyText"/>
                  </w:pPr>
                  <w:r w:rsidRPr="00795119">
                    <w:t>5.7</w:t>
                  </w:r>
                </w:p>
              </w:tc>
              <w:tc>
                <w:tcPr>
                  <w:tcW w:w="567" w:type="dxa"/>
                  <w:gridSpan w:val="2"/>
                  <w:shd w:val="clear" w:color="auto" w:fill="auto"/>
                  <w:vAlign w:val="center"/>
                </w:tcPr>
                <w:p w:rsidR="00D8405E" w:rsidRPr="00795119" w:rsidRDefault="00D8405E" w:rsidP="00D8405E">
                  <w:pPr>
                    <w:pStyle w:val="TableBodyText"/>
                  </w:pPr>
                  <w:r w:rsidRPr="00795119">
                    <w:t>8.8</w:t>
                  </w:r>
                </w:p>
              </w:tc>
              <w:tc>
                <w:tcPr>
                  <w:tcW w:w="567" w:type="dxa"/>
                  <w:gridSpan w:val="2"/>
                  <w:shd w:val="clear" w:color="auto" w:fill="auto"/>
                  <w:vAlign w:val="center"/>
                </w:tcPr>
                <w:p w:rsidR="00D8405E" w:rsidRPr="00795119" w:rsidRDefault="00D8405E" w:rsidP="00D8405E">
                  <w:pPr>
                    <w:pStyle w:val="TableBodyText"/>
                  </w:pPr>
                  <w:r w:rsidRPr="00795119">
                    <w:t>3.3</w:t>
                  </w:r>
                </w:p>
              </w:tc>
              <w:tc>
                <w:tcPr>
                  <w:tcW w:w="567" w:type="dxa"/>
                  <w:shd w:val="clear" w:color="auto" w:fill="auto"/>
                  <w:vAlign w:val="center"/>
                </w:tcPr>
                <w:p w:rsidR="00D8405E" w:rsidRPr="00795119" w:rsidRDefault="00D8405E" w:rsidP="00D8405E">
                  <w:pPr>
                    <w:pStyle w:val="TableBodyText"/>
                  </w:pPr>
                  <w:r w:rsidRPr="00795119">
                    <w:t>44.7</w:t>
                  </w:r>
                </w:p>
              </w:tc>
              <w:tc>
                <w:tcPr>
                  <w:tcW w:w="709" w:type="dxa"/>
                  <w:shd w:val="clear" w:color="auto" w:fill="auto"/>
                  <w:vAlign w:val="center"/>
                </w:tcPr>
                <w:p w:rsidR="00D8405E" w:rsidRPr="00795119" w:rsidRDefault="00D8405E" w:rsidP="00D8405E">
                  <w:pPr>
                    <w:pStyle w:val="TableBodyText"/>
                  </w:pPr>
                  <w:r w:rsidRPr="00795119">
                    <w:t>6.5</w:t>
                  </w:r>
                </w:p>
              </w:tc>
            </w:tr>
            <w:tr w:rsidR="00D8405E" w:rsidRPr="00795119" w:rsidTr="008C7935">
              <w:tc>
                <w:tcPr>
                  <w:tcW w:w="2700" w:type="dxa"/>
                  <w:gridSpan w:val="2"/>
                  <w:shd w:val="clear" w:color="auto" w:fill="auto"/>
                </w:tcPr>
                <w:p w:rsidR="00D8405E" w:rsidRPr="00795119" w:rsidRDefault="00D8405E" w:rsidP="00D8405E">
                  <w:pPr>
                    <w:pStyle w:val="TableUnitsRow"/>
                    <w:jc w:val="left"/>
                  </w:pPr>
                  <w:r w:rsidRPr="00795119">
                    <w:t xml:space="preserve">  Non-government schools</w:t>
                  </w:r>
                </w:p>
              </w:tc>
              <w:tc>
                <w:tcPr>
                  <w:tcW w:w="676" w:type="dxa"/>
                  <w:vAlign w:val="center"/>
                </w:tcPr>
                <w:p w:rsidR="00D8405E" w:rsidRPr="00795119" w:rsidRDefault="00D8405E" w:rsidP="00D8405E">
                  <w:pPr>
                    <w:pStyle w:val="TableBodyText"/>
                  </w:pPr>
                  <w:r w:rsidRPr="00795119">
                    <w:t>%</w:t>
                  </w:r>
                </w:p>
              </w:tc>
              <w:tc>
                <w:tcPr>
                  <w:tcW w:w="735" w:type="dxa"/>
                  <w:shd w:val="clear" w:color="auto" w:fill="auto"/>
                  <w:vAlign w:val="center"/>
                </w:tcPr>
                <w:p w:rsidR="00D8405E" w:rsidRPr="00795119" w:rsidRDefault="00D8405E" w:rsidP="00D8405E">
                  <w:pPr>
                    <w:pStyle w:val="TableBodyText"/>
                  </w:pPr>
                  <w:r w:rsidRPr="00795119">
                    <w:t>2.1</w:t>
                  </w:r>
                </w:p>
              </w:tc>
              <w:tc>
                <w:tcPr>
                  <w:tcW w:w="567" w:type="dxa"/>
                  <w:shd w:val="clear" w:color="auto" w:fill="auto"/>
                  <w:vAlign w:val="center"/>
                </w:tcPr>
                <w:p w:rsidR="00D8405E" w:rsidRPr="00795119" w:rsidRDefault="00D8405E" w:rsidP="00D8405E">
                  <w:pPr>
                    <w:pStyle w:val="TableBodyText"/>
                  </w:pPr>
                  <w:r w:rsidRPr="00795119">
                    <w:t>0.5</w:t>
                  </w:r>
                </w:p>
              </w:tc>
              <w:tc>
                <w:tcPr>
                  <w:tcW w:w="567" w:type="dxa"/>
                  <w:shd w:val="clear" w:color="auto" w:fill="auto"/>
                  <w:vAlign w:val="center"/>
                </w:tcPr>
                <w:p w:rsidR="00D8405E" w:rsidRPr="00795119" w:rsidRDefault="00D8405E" w:rsidP="00D8405E">
                  <w:pPr>
                    <w:pStyle w:val="TableBodyText"/>
                  </w:pPr>
                  <w:r w:rsidRPr="00795119">
                    <w:t>3.4</w:t>
                  </w:r>
                </w:p>
              </w:tc>
              <w:tc>
                <w:tcPr>
                  <w:tcW w:w="567" w:type="dxa"/>
                  <w:shd w:val="clear" w:color="auto" w:fill="auto"/>
                  <w:vAlign w:val="center"/>
                </w:tcPr>
                <w:p w:rsidR="00D8405E" w:rsidRPr="00795119" w:rsidRDefault="00D8405E" w:rsidP="00D8405E">
                  <w:pPr>
                    <w:pStyle w:val="TableBodyText"/>
                  </w:pPr>
                  <w:r w:rsidRPr="00795119">
                    <w:t>3.0</w:t>
                  </w:r>
                </w:p>
              </w:tc>
              <w:tc>
                <w:tcPr>
                  <w:tcW w:w="567" w:type="dxa"/>
                  <w:shd w:val="clear" w:color="auto" w:fill="auto"/>
                  <w:vAlign w:val="center"/>
                </w:tcPr>
                <w:p w:rsidR="00D8405E" w:rsidRPr="00795119" w:rsidRDefault="00D8405E" w:rsidP="00D8405E">
                  <w:pPr>
                    <w:pStyle w:val="TableBodyText"/>
                  </w:pPr>
                  <w:r w:rsidRPr="00795119">
                    <w:t>1.3</w:t>
                  </w:r>
                </w:p>
              </w:tc>
              <w:tc>
                <w:tcPr>
                  <w:tcW w:w="567" w:type="dxa"/>
                  <w:gridSpan w:val="2"/>
                  <w:shd w:val="clear" w:color="auto" w:fill="auto"/>
                  <w:vAlign w:val="center"/>
                </w:tcPr>
                <w:p w:rsidR="00D8405E" w:rsidRPr="00795119" w:rsidRDefault="00D8405E" w:rsidP="00D8405E">
                  <w:pPr>
                    <w:pStyle w:val="TableBodyText"/>
                  </w:pPr>
                  <w:r w:rsidRPr="00795119">
                    <w:t>4.2</w:t>
                  </w:r>
                </w:p>
              </w:tc>
              <w:tc>
                <w:tcPr>
                  <w:tcW w:w="567" w:type="dxa"/>
                  <w:gridSpan w:val="2"/>
                  <w:shd w:val="clear" w:color="auto" w:fill="auto"/>
                  <w:vAlign w:val="center"/>
                </w:tcPr>
                <w:p w:rsidR="00D8405E" w:rsidRPr="00795119" w:rsidRDefault="00D8405E" w:rsidP="00D8405E">
                  <w:pPr>
                    <w:pStyle w:val="TableBodyText"/>
                  </w:pPr>
                  <w:r w:rsidRPr="00795119">
                    <w:t>1.4</w:t>
                  </w:r>
                </w:p>
              </w:tc>
              <w:tc>
                <w:tcPr>
                  <w:tcW w:w="567" w:type="dxa"/>
                  <w:shd w:val="clear" w:color="auto" w:fill="auto"/>
                  <w:vAlign w:val="center"/>
                </w:tcPr>
                <w:p w:rsidR="00D8405E" w:rsidRPr="00795119" w:rsidRDefault="00D8405E" w:rsidP="00D8405E">
                  <w:pPr>
                    <w:pStyle w:val="TableBodyText"/>
                  </w:pPr>
                  <w:r w:rsidRPr="00795119">
                    <w:t>29.0</w:t>
                  </w:r>
                </w:p>
              </w:tc>
              <w:tc>
                <w:tcPr>
                  <w:tcW w:w="709" w:type="dxa"/>
                  <w:shd w:val="clear" w:color="auto" w:fill="auto"/>
                  <w:vAlign w:val="center"/>
                </w:tcPr>
                <w:p w:rsidR="00D8405E" w:rsidRPr="00795119" w:rsidRDefault="00D8405E" w:rsidP="00D8405E">
                  <w:pPr>
                    <w:pStyle w:val="TableBodyText"/>
                  </w:pPr>
                  <w:r w:rsidRPr="00795119">
                    <w:t>2.3</w:t>
                  </w:r>
                </w:p>
              </w:tc>
            </w:tr>
            <w:tr w:rsidR="00D8405E" w:rsidRPr="00795119" w:rsidTr="008C7935">
              <w:tc>
                <w:tcPr>
                  <w:tcW w:w="2700" w:type="dxa"/>
                  <w:gridSpan w:val="2"/>
                  <w:tcBorders>
                    <w:bottom w:val="single" w:sz="4" w:space="0" w:color="BFBFBF" w:themeColor="background2"/>
                  </w:tcBorders>
                  <w:shd w:val="clear" w:color="auto" w:fill="auto"/>
                </w:tcPr>
                <w:p w:rsidR="00D8405E" w:rsidRPr="00795119" w:rsidRDefault="00D8405E" w:rsidP="00D8405E">
                  <w:pPr>
                    <w:pStyle w:val="TableUnitsRow"/>
                    <w:jc w:val="left"/>
                    <w:rPr>
                      <w:b/>
                    </w:rPr>
                  </w:pPr>
                  <w:r w:rsidRPr="00795119">
                    <w:rPr>
                      <w:b/>
                    </w:rPr>
                    <w:t xml:space="preserve">  All schools</w:t>
                  </w:r>
                </w:p>
              </w:tc>
              <w:tc>
                <w:tcPr>
                  <w:tcW w:w="676" w:type="dxa"/>
                  <w:tcBorders>
                    <w:bottom w:val="single" w:sz="4" w:space="0" w:color="BFBFBF" w:themeColor="background2"/>
                  </w:tcBorders>
                  <w:vAlign w:val="center"/>
                </w:tcPr>
                <w:p w:rsidR="00D8405E" w:rsidRPr="00795119" w:rsidRDefault="00D8405E" w:rsidP="00D8405E">
                  <w:pPr>
                    <w:pStyle w:val="TableBodyText"/>
                    <w:rPr>
                      <w:b/>
                    </w:rPr>
                  </w:pPr>
                  <w:r w:rsidRPr="00795119">
                    <w:rPr>
                      <w:b/>
                    </w:rPr>
                    <w:t>%</w:t>
                  </w:r>
                </w:p>
              </w:tc>
              <w:tc>
                <w:tcPr>
                  <w:tcW w:w="735" w:type="dxa"/>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5.0</w:t>
                  </w:r>
                </w:p>
              </w:tc>
              <w:tc>
                <w:tcPr>
                  <w:tcW w:w="567" w:type="dxa"/>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1.4</w:t>
                  </w:r>
                </w:p>
              </w:tc>
              <w:tc>
                <w:tcPr>
                  <w:tcW w:w="567" w:type="dxa"/>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7.1</w:t>
                  </w:r>
                </w:p>
              </w:tc>
              <w:tc>
                <w:tcPr>
                  <w:tcW w:w="567" w:type="dxa"/>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6.4</w:t>
                  </w:r>
                </w:p>
              </w:tc>
              <w:tc>
                <w:tcPr>
                  <w:tcW w:w="567" w:type="dxa"/>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4.1</w:t>
                  </w:r>
                </w:p>
              </w:tc>
              <w:tc>
                <w:tcPr>
                  <w:tcW w:w="567" w:type="dxa"/>
                  <w:gridSpan w:val="2"/>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7.4</w:t>
                  </w:r>
                </w:p>
              </w:tc>
              <w:tc>
                <w:tcPr>
                  <w:tcW w:w="567" w:type="dxa"/>
                  <w:gridSpan w:val="2"/>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2.5</w:t>
                  </w:r>
                </w:p>
              </w:tc>
              <w:tc>
                <w:tcPr>
                  <w:tcW w:w="567" w:type="dxa"/>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40.4</w:t>
                  </w:r>
                </w:p>
              </w:tc>
              <w:tc>
                <w:tcPr>
                  <w:tcW w:w="709" w:type="dxa"/>
                  <w:tcBorders>
                    <w:bottom w:val="single" w:sz="4" w:space="0" w:color="BFBFBF" w:themeColor="background2"/>
                  </w:tcBorders>
                  <w:shd w:val="clear" w:color="auto" w:fill="auto"/>
                  <w:vAlign w:val="center"/>
                </w:tcPr>
                <w:p w:rsidR="00D8405E" w:rsidRPr="00795119" w:rsidRDefault="00D8405E" w:rsidP="00D8405E">
                  <w:pPr>
                    <w:pStyle w:val="TableBodyText"/>
                    <w:rPr>
                      <w:b/>
                    </w:rPr>
                  </w:pPr>
                  <w:r w:rsidRPr="00795119">
                    <w:rPr>
                      <w:b/>
                    </w:rPr>
                    <w:t>5.0</w:t>
                  </w:r>
                </w:p>
              </w:tc>
            </w:tr>
          </w:tbl>
          <w:p w:rsidR="00D8405E" w:rsidRPr="00795119" w:rsidRDefault="00D8405E" w:rsidP="00D8405E">
            <w:pPr>
              <w:pStyle w:val="Box"/>
            </w:pPr>
          </w:p>
        </w:tc>
      </w:tr>
      <w:tr w:rsidR="00D8405E" w:rsidRPr="00795119" w:rsidTr="00D8405E">
        <w:tblPrEx>
          <w:tblBorders>
            <w:top w:val="single" w:sz="6" w:space="0" w:color="auto"/>
            <w:left w:val="single" w:sz="6" w:space="0" w:color="auto"/>
            <w:bottom w:val="single" w:sz="6" w:space="0" w:color="auto"/>
            <w:right w:val="single" w:sz="6" w:space="0" w:color="auto"/>
          </w:tblBorders>
        </w:tblPrEx>
        <w:trPr>
          <w:cantSplit/>
        </w:trPr>
        <w:tc>
          <w:tcPr>
            <w:tcW w:w="8909" w:type="dxa"/>
            <w:tcBorders>
              <w:top w:val="nil"/>
              <w:left w:val="nil"/>
              <w:bottom w:val="nil"/>
              <w:right w:val="nil"/>
            </w:tcBorders>
            <w:shd w:val="clear" w:color="auto" w:fill="auto"/>
          </w:tcPr>
          <w:p w:rsidR="00D8405E" w:rsidRPr="00795119" w:rsidRDefault="00D8405E" w:rsidP="00D8405E">
            <w:pPr>
              <w:pStyle w:val="Note"/>
            </w:pPr>
            <w:r w:rsidRPr="00795119">
              <w:rPr>
                <w:rStyle w:val="NoteLabel"/>
              </w:rPr>
              <w:t>a</w:t>
            </w:r>
            <w:r w:rsidRPr="00795119">
              <w:t xml:space="preserve"> Students counted as Aboriginal and Torres Strait Islander are those who have identified as being of Aboriginal and Torres Strait Islander origin. It is possible that the number of Aboriginal and Torres Strait Islander students may be under-represented in some jurisdictions. </w:t>
            </w:r>
            <w:r w:rsidRPr="00795119">
              <w:rPr>
                <w:rStyle w:val="NoteLabel"/>
              </w:rPr>
              <w:t>b</w:t>
            </w:r>
            <w:r w:rsidRPr="00795119">
              <w:t> Totals may not add as a result of rounding.</w:t>
            </w:r>
          </w:p>
        </w:tc>
      </w:tr>
      <w:tr w:rsidR="00D8405E" w:rsidRPr="00795119" w:rsidTr="00D8405E">
        <w:tblPrEx>
          <w:tblBorders>
            <w:top w:val="single" w:sz="6" w:space="0" w:color="auto"/>
            <w:left w:val="single" w:sz="6" w:space="0" w:color="auto"/>
            <w:bottom w:val="single" w:sz="6" w:space="0" w:color="auto"/>
            <w:right w:val="single" w:sz="6" w:space="0" w:color="auto"/>
          </w:tblBorders>
        </w:tblPrEx>
        <w:trPr>
          <w:cantSplit/>
        </w:trPr>
        <w:tc>
          <w:tcPr>
            <w:tcW w:w="8909" w:type="dxa"/>
            <w:tcBorders>
              <w:top w:val="nil"/>
              <w:left w:val="nil"/>
              <w:bottom w:val="nil"/>
              <w:right w:val="nil"/>
            </w:tcBorders>
            <w:shd w:val="clear" w:color="auto" w:fill="auto"/>
          </w:tcPr>
          <w:p w:rsidR="00D8405E" w:rsidRPr="00795119" w:rsidRDefault="00D8405E" w:rsidP="00D8405E">
            <w:pPr>
              <w:pStyle w:val="Source"/>
            </w:pPr>
            <w:r w:rsidRPr="00795119">
              <w:rPr>
                <w:i/>
              </w:rPr>
              <w:t>Source</w:t>
            </w:r>
            <w:r w:rsidRPr="00795119">
              <w:t xml:space="preserve">: ABS (2014) </w:t>
            </w:r>
            <w:r w:rsidRPr="00795119">
              <w:rPr>
                <w:i/>
              </w:rPr>
              <w:t>Schools Australia 2013</w:t>
            </w:r>
            <w:r w:rsidRPr="00795119">
              <w:t xml:space="preserve">, Cat. no. 4221.0; table </w:t>
            </w:r>
            <w:proofErr w:type="spellStart"/>
            <w:r w:rsidRPr="00795119">
              <w:t>4A.29</w:t>
            </w:r>
            <w:proofErr w:type="spellEnd"/>
            <w:r w:rsidRPr="00795119">
              <w:t>; 2015 Report, table 4.5, p. 4.12.</w:t>
            </w:r>
          </w:p>
        </w:tc>
      </w:tr>
      <w:tr w:rsidR="00D8405E" w:rsidRPr="00795119" w:rsidTr="00D8405E">
        <w:tblPrEx>
          <w:tblBorders>
            <w:top w:val="single" w:sz="6" w:space="0" w:color="auto"/>
            <w:left w:val="single" w:sz="6" w:space="0" w:color="auto"/>
            <w:bottom w:val="single" w:sz="6" w:space="0" w:color="auto"/>
            <w:right w:val="single" w:sz="6" w:space="0" w:color="auto"/>
          </w:tblBorders>
        </w:tblPrEx>
        <w:trPr>
          <w:cantSplit/>
        </w:trPr>
        <w:tc>
          <w:tcPr>
            <w:tcW w:w="8909" w:type="dxa"/>
            <w:tcBorders>
              <w:top w:val="nil"/>
              <w:left w:val="nil"/>
              <w:bottom w:val="single" w:sz="6" w:space="0" w:color="78A22F"/>
              <w:right w:val="nil"/>
            </w:tcBorders>
            <w:shd w:val="clear" w:color="auto" w:fill="auto"/>
          </w:tcPr>
          <w:p w:rsidR="00D8405E" w:rsidRPr="00795119" w:rsidRDefault="00D8405E" w:rsidP="00D8405E">
            <w:pPr>
              <w:pStyle w:val="Box"/>
              <w:spacing w:before="0" w:line="120" w:lineRule="exact"/>
            </w:pPr>
          </w:p>
        </w:tc>
      </w:tr>
      <w:tr w:rsidR="00D8405E" w:rsidRPr="00795119" w:rsidTr="00D8405E">
        <w:tblPrEx>
          <w:tblBorders>
            <w:top w:val="single" w:sz="6" w:space="0" w:color="auto"/>
            <w:left w:val="single" w:sz="6" w:space="0" w:color="auto"/>
            <w:bottom w:val="single" w:sz="6" w:space="0" w:color="auto"/>
            <w:right w:val="single" w:sz="6" w:space="0" w:color="auto"/>
          </w:tblBorders>
        </w:tblPrEx>
        <w:tc>
          <w:tcPr>
            <w:tcW w:w="8909" w:type="dxa"/>
            <w:tcBorders>
              <w:top w:val="single" w:sz="6" w:space="0" w:color="78A22F"/>
              <w:left w:val="nil"/>
              <w:bottom w:val="nil"/>
              <w:right w:val="nil"/>
            </w:tcBorders>
          </w:tcPr>
          <w:p w:rsidR="00D8405E" w:rsidRPr="00795119" w:rsidRDefault="00D8405E" w:rsidP="00D8405E">
            <w:pPr>
              <w:pStyle w:val="BoxSpaceBelow"/>
            </w:pPr>
          </w:p>
        </w:tc>
      </w:tr>
    </w:tbl>
    <w:p w:rsidR="003F2A46" w:rsidRPr="00795119" w:rsidRDefault="003F2A46" w:rsidP="003F2A46">
      <w:pPr>
        <w:pStyle w:val="Heading3"/>
      </w:pPr>
      <w:bookmarkStart w:id="27" w:name="_Toc415144181"/>
      <w:r w:rsidRPr="00795119">
        <w:t>Framework of performance indicators</w:t>
      </w:r>
      <w:bookmarkEnd w:id="16"/>
      <w:bookmarkEnd w:id="17"/>
      <w:bookmarkEnd w:id="18"/>
      <w:bookmarkEnd w:id="19"/>
      <w:bookmarkEnd w:id="20"/>
      <w:bookmarkEnd w:id="21"/>
      <w:bookmarkEnd w:id="22"/>
      <w:bookmarkEnd w:id="23"/>
      <w:bookmarkEnd w:id="24"/>
      <w:bookmarkEnd w:id="25"/>
      <w:bookmarkEnd w:id="26"/>
      <w:bookmarkEnd w:id="27"/>
    </w:p>
    <w:p w:rsidR="003F2A46" w:rsidRPr="00795119" w:rsidRDefault="003F2A46" w:rsidP="00134A27">
      <w:pPr>
        <w:pStyle w:val="BodyText"/>
      </w:pPr>
      <w:r w:rsidRPr="00795119">
        <w:t xml:space="preserve">The School education performance indicator framework outlined in figure 4.1 identifies the performance indicators reported in the 2015 Report. Data for </w:t>
      </w:r>
      <w:r w:rsidR="004446E5" w:rsidRPr="00795119">
        <w:t>Aboriginal and Torres Strait Islander</w:t>
      </w:r>
      <w:r w:rsidRPr="00795119">
        <w:t xml:space="preserve"> Australians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3F2A46" w:rsidRPr="00795119" w:rsidRDefault="003F2A46" w:rsidP="00134A27">
      <w:pPr>
        <w:pStyle w:val="BodyText"/>
      </w:pPr>
      <w:r w:rsidRPr="00795119">
        <w:t xml:space="preserve">Indicator boxes presented throughout the chapter provide information about the reported indicators. As these are sourced directly from the 2015 Report, they might include references to data not reported for </w:t>
      </w:r>
      <w:r w:rsidR="004446E5" w:rsidRPr="00795119">
        <w:t xml:space="preserve">Aboriginal and Torres Strait Islander </w:t>
      </w:r>
      <w:r w:rsidRPr="00795119">
        <w:t>Australians and therefore not included in this Compendium.</w:t>
      </w:r>
    </w:p>
    <w:p w:rsidR="001D0C58" w:rsidRPr="00795119" w:rsidRDefault="001D0C58" w:rsidP="00134A27">
      <w:pPr>
        <w:pStyle w:val="BodyText"/>
      </w:pPr>
      <w:r w:rsidRPr="00795119">
        <w:t xml:space="preserve">The </w:t>
      </w:r>
      <w:r w:rsidR="003F2A46" w:rsidRPr="00795119">
        <w:t xml:space="preserve">National Education Agreement (NEA) </w:t>
      </w:r>
      <w:r w:rsidRPr="00795119">
        <w:t xml:space="preserve">covers the area of school education, and education and training indicators in the </w:t>
      </w:r>
      <w:proofErr w:type="spellStart"/>
      <w:r w:rsidRPr="00795119">
        <w:t>NIRA</w:t>
      </w:r>
      <w:proofErr w:type="spellEnd"/>
      <w:r w:rsidRPr="00795119">
        <w:t xml:space="preserve"> establish specific outcomes for reducing the level of disadvantage experienced by Aboriginal and Torres Strait Islander Australians. Both agreements include sets of performance indicators. Performance indicators reported in this chapter are aligned with school education performance indicators in the most recent vers</w:t>
      </w:r>
      <w:r w:rsidR="003F2A46" w:rsidRPr="00795119">
        <w:t>ion of the NEA, where relevant.</w:t>
      </w:r>
    </w:p>
    <w:p w:rsidR="003F2A46" w:rsidRPr="00795119" w:rsidRDefault="003F2A46" w:rsidP="00134A27">
      <w:pPr>
        <w:pStyle w:val="BodyText"/>
      </w:pPr>
      <w:r w:rsidRPr="00795119">
        <w:t>The performance indicator framework provides information on equity, efficiency and effectiveness, and distinguishes the outputs and outcomes of school education services (figure 4.1). Chapter 1 discusses data comparability from a Report-wide perspective (see 2015 Report, section 1.6).</w:t>
      </w:r>
    </w:p>
    <w:p w:rsidR="001D0C58" w:rsidRPr="00795119" w:rsidRDefault="001D0C58" w:rsidP="00134A27">
      <w:pPr>
        <w:pStyle w:val="BodyText"/>
        <w:rPr>
          <w:szCs w:val="26"/>
        </w:rPr>
      </w:pPr>
      <w:r w:rsidRPr="00795119">
        <w:lastRenderedPageBreak/>
        <w:t xml:space="preserve">Different delivery contexts and locations influence the equity, effectiveness and efficiency of school education services. Results are also affected by the broader education environment (for example, availability of employment and further educational alternatives and population movements). </w:t>
      </w:r>
    </w:p>
    <w:p w:rsidR="001D0C58" w:rsidRPr="00795119" w:rsidRDefault="001D0C58" w:rsidP="00134A27">
      <w:pPr>
        <w:pStyle w:val="BodyText"/>
      </w:pPr>
      <w:r w:rsidRPr="00795119">
        <w:t>The Report’s Statistical context chapter (chapter 2)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w:t>
      </w:r>
    </w:p>
    <w:p w:rsidR="00F330F3" w:rsidRPr="00795119" w:rsidRDefault="00F330F3" w:rsidP="00F330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330F3" w:rsidRPr="00795119" w:rsidTr="00FB2432">
        <w:tc>
          <w:tcPr>
            <w:tcW w:w="8771" w:type="dxa"/>
            <w:tcBorders>
              <w:top w:val="single" w:sz="6" w:space="0" w:color="78A22F"/>
              <w:left w:val="nil"/>
              <w:bottom w:val="nil"/>
              <w:right w:val="nil"/>
            </w:tcBorders>
            <w:shd w:val="clear" w:color="auto" w:fill="auto"/>
          </w:tcPr>
          <w:p w:rsidR="00F330F3" w:rsidRPr="00795119" w:rsidRDefault="00F330F3" w:rsidP="00F330F3">
            <w:pPr>
              <w:pStyle w:val="FigureTitle"/>
            </w:pPr>
            <w:r w:rsidRPr="00795119">
              <w:rPr>
                <w:b w:val="0"/>
              </w:rPr>
              <w:t xml:space="preserve">Figure </w:t>
            </w:r>
            <w:bookmarkStart w:id="28" w:name="OLE_LINK5"/>
            <w:r w:rsidRPr="00795119">
              <w:rPr>
                <w:b w:val="0"/>
              </w:rPr>
              <w:t>4.</w:t>
            </w:r>
            <w:bookmarkEnd w:id="28"/>
            <w:r w:rsidRPr="00795119">
              <w:rPr>
                <w:b w:val="0"/>
                <w:noProof/>
              </w:rPr>
              <w:t>1</w:t>
            </w:r>
            <w:r w:rsidRPr="00795119">
              <w:tab/>
              <w:t>School education performance indicator framework</w:t>
            </w:r>
          </w:p>
        </w:tc>
      </w:tr>
      <w:tr w:rsidR="00F330F3" w:rsidRPr="00795119" w:rsidTr="00FB243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330F3" w:rsidRPr="00795119" w:rsidTr="00FB2432">
              <w:trPr>
                <w:jc w:val="center"/>
              </w:trPr>
              <w:tc>
                <w:tcPr>
                  <w:tcW w:w="5000" w:type="pct"/>
                  <w:tcBorders>
                    <w:top w:val="nil"/>
                    <w:bottom w:val="nil"/>
                  </w:tcBorders>
                  <w:shd w:val="clear" w:color="auto" w:fill="auto"/>
                </w:tcPr>
                <w:p w:rsidR="00F330F3" w:rsidRPr="00795119" w:rsidRDefault="00F330F3" w:rsidP="00FB2432">
                  <w:pPr>
                    <w:pStyle w:val="Figure"/>
                    <w:spacing w:before="60" w:after="60"/>
                  </w:pPr>
                  <w:r w:rsidRPr="00795119">
                    <w:rPr>
                      <w:rFonts w:asciiTheme="minorHAnsi" w:eastAsiaTheme="minorHAnsi" w:hAnsiTheme="minorHAnsi" w:cstheme="minorBidi"/>
                      <w:noProof/>
                      <w:sz w:val="22"/>
                      <w:szCs w:val="22"/>
                    </w:rPr>
                    <w:drawing>
                      <wp:inline distT="0" distB="0" distL="0" distR="0" wp14:anchorId="62F80228" wp14:editId="5F77B044">
                        <wp:extent cx="5448300" cy="5400675"/>
                        <wp:effectExtent l="0" t="0" r="0" b="0"/>
                        <wp:docPr id="1" name="Picture 1" descr="Figure 4.5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0" cy="5400675"/>
                                </a:xfrm>
                                <a:prstGeom prst="rect">
                                  <a:avLst/>
                                </a:prstGeom>
                                <a:noFill/>
                                <a:ln>
                                  <a:noFill/>
                                </a:ln>
                              </pic:spPr>
                            </pic:pic>
                          </a:graphicData>
                        </a:graphic>
                      </wp:inline>
                    </w:drawing>
                  </w:r>
                </w:p>
              </w:tc>
            </w:tr>
          </w:tbl>
          <w:p w:rsidR="00F330F3" w:rsidRPr="00795119" w:rsidRDefault="00F330F3" w:rsidP="00FB2432">
            <w:pPr>
              <w:pStyle w:val="Figure"/>
            </w:pPr>
          </w:p>
        </w:tc>
      </w:tr>
      <w:tr w:rsidR="00F330F3" w:rsidRPr="00795119" w:rsidTr="00FB2432">
        <w:tc>
          <w:tcPr>
            <w:tcW w:w="8771" w:type="dxa"/>
            <w:tcBorders>
              <w:top w:val="nil"/>
              <w:left w:val="nil"/>
              <w:bottom w:val="single" w:sz="6" w:space="0" w:color="78A22F"/>
              <w:right w:val="nil"/>
            </w:tcBorders>
            <w:shd w:val="clear" w:color="auto" w:fill="auto"/>
          </w:tcPr>
          <w:p w:rsidR="00F330F3" w:rsidRPr="00795119" w:rsidRDefault="008C7935" w:rsidP="008C7935">
            <w:pPr>
              <w:keepLines/>
              <w:spacing w:before="80" w:after="120" w:line="220" w:lineRule="exact"/>
              <w:jc w:val="both"/>
            </w:pPr>
            <w:bookmarkStart w:id="29" w:name="_Toc405974307"/>
            <w:r w:rsidRPr="00795119">
              <w:rPr>
                <w:rFonts w:ascii="Arial" w:hAnsi="Arial"/>
                <w:i/>
                <w:sz w:val="18"/>
                <w:szCs w:val="20"/>
              </w:rPr>
              <w:t>Source</w:t>
            </w:r>
            <w:r w:rsidRPr="00795119">
              <w:rPr>
                <w:rFonts w:ascii="Arial" w:hAnsi="Arial"/>
                <w:sz w:val="18"/>
                <w:szCs w:val="20"/>
              </w:rPr>
              <w:t>: 2015 Report, figure 4.5, p. 4.18.</w:t>
            </w:r>
            <w:bookmarkEnd w:id="29"/>
          </w:p>
        </w:tc>
      </w:tr>
      <w:tr w:rsidR="00F330F3" w:rsidRPr="00795119" w:rsidTr="00FB2432">
        <w:tc>
          <w:tcPr>
            <w:tcW w:w="8771" w:type="dxa"/>
            <w:tcBorders>
              <w:top w:val="single" w:sz="6" w:space="0" w:color="78A22F"/>
              <w:left w:val="nil"/>
              <w:bottom w:val="nil"/>
              <w:right w:val="nil"/>
            </w:tcBorders>
          </w:tcPr>
          <w:p w:rsidR="00F330F3" w:rsidRPr="00795119" w:rsidRDefault="00F330F3" w:rsidP="00FB2432">
            <w:pPr>
              <w:pStyle w:val="BoxSpaceBelow"/>
            </w:pPr>
          </w:p>
        </w:tc>
      </w:tr>
    </w:tbl>
    <w:p w:rsidR="001D0C58" w:rsidRPr="00795119" w:rsidRDefault="001D0C58" w:rsidP="003F2A46">
      <w:pPr>
        <w:pStyle w:val="Heading3"/>
      </w:pPr>
      <w:bookmarkStart w:id="30" w:name="_Toc415144182"/>
      <w:r w:rsidRPr="00795119">
        <w:lastRenderedPageBreak/>
        <w:t>Equity and effectiveness</w:t>
      </w:r>
      <w:bookmarkEnd w:id="30"/>
    </w:p>
    <w:p w:rsidR="001D0C58" w:rsidRPr="00795119" w:rsidRDefault="001D0C58" w:rsidP="003F2A46">
      <w:pPr>
        <w:pStyle w:val="Heading4"/>
      </w:pPr>
      <w:r w:rsidRPr="00795119">
        <w:t>Attendance and participation</w:t>
      </w:r>
    </w:p>
    <w:p w:rsidR="001D0C58" w:rsidRPr="00795119" w:rsidRDefault="001D0C58" w:rsidP="001D0C58">
      <w:pPr>
        <w:pStyle w:val="BodyText"/>
      </w:pPr>
      <w:r w:rsidRPr="00795119">
        <w:t>‘Attendance and participation’ is an indicator of governments’ objective to develop fully the talents and capacities of young people through equitable access to, and participation in, education and learning, to complete school education to year 12 or its equivalent (box 4.</w:t>
      </w:r>
      <w:r w:rsidR="00FB5F5A" w:rsidRPr="00795119">
        <w:t>1</w:t>
      </w:r>
      <w:r w:rsidRPr="00795119">
        <w:t>). National and international research confirms a link between attendance and student achievement, although numerous interrelated factors influence attendance and achievement in complex way</w:t>
      </w:r>
      <w:r w:rsidR="00FB5F5A" w:rsidRPr="00795119">
        <w:t>s.</w:t>
      </w:r>
    </w:p>
    <w:p w:rsidR="001D0C58" w:rsidRPr="00795119" w:rsidRDefault="001D0C58" w:rsidP="001D0C58">
      <w:pPr>
        <w:pStyle w:val="BodyText"/>
      </w:pPr>
      <w:r w:rsidRPr="00795119">
        <w:t>In addition, attendance and participation rates for special needs groups are an indication of the equity of access to school education (box 4.</w:t>
      </w:r>
      <w:r w:rsidR="00FB5F5A" w:rsidRPr="00795119">
        <w:t>1).</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F2F2F2"/>
          </w:tcPr>
          <w:p w:rsidR="001D0C58" w:rsidRPr="00795119" w:rsidRDefault="001D0C58" w:rsidP="00FB5F5A">
            <w:pPr>
              <w:pStyle w:val="BoxTitle"/>
            </w:pPr>
            <w:r w:rsidRPr="00795119">
              <w:rPr>
                <w:b w:val="0"/>
              </w:rPr>
              <w:t>Box 4.</w:t>
            </w:r>
            <w:r w:rsidR="00FB5F5A" w:rsidRPr="00795119">
              <w:rPr>
                <w:b w:val="0"/>
                <w:noProof/>
              </w:rPr>
              <w:t>1</w:t>
            </w:r>
            <w:r w:rsidRPr="00795119">
              <w:tab/>
              <w:t>Attendance and participation</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4A71CC">
            <w:pPr>
              <w:pStyle w:val="Box"/>
            </w:pPr>
            <w:r w:rsidRPr="00795119">
              <w:t>Attendance and participation’ is defined by four measures.</w:t>
            </w:r>
          </w:p>
          <w:p w:rsidR="001D0C58" w:rsidRPr="00795119" w:rsidRDefault="001D0C58" w:rsidP="004A71CC">
            <w:pPr>
              <w:pStyle w:val="Box"/>
              <w:rPr>
                <w:i/>
              </w:rPr>
            </w:pPr>
            <w:r w:rsidRPr="00795119">
              <w:rPr>
                <w:i/>
              </w:rPr>
              <w:t>Attendance</w:t>
            </w:r>
          </w:p>
          <w:p w:rsidR="001D0C58" w:rsidRPr="00795119" w:rsidRDefault="001D0C58" w:rsidP="004A71CC">
            <w:pPr>
              <w:pStyle w:val="Box"/>
              <w:numPr>
                <w:ilvl w:val="0"/>
                <w:numId w:val="1"/>
              </w:numPr>
            </w:pPr>
            <w:r w:rsidRPr="00795119">
              <w:t xml:space="preserve">The number of actual full time equivalent ‘student days attended’ over the collection period as a percentage of the total number of possible student days attended over the collection period. A high student attendance rate is desirable. </w:t>
            </w:r>
          </w:p>
          <w:p w:rsidR="001D0C58" w:rsidRPr="00795119" w:rsidRDefault="001D0C58" w:rsidP="004A71CC">
            <w:pPr>
              <w:pStyle w:val="Box"/>
            </w:pPr>
            <w:r w:rsidRPr="00795119">
              <w:t>Data on student attendance are collected for each State and Territory by school sector (government, Catholic and independent), sex, year level (1–10) and Indigenous status (Aboriginal and Torres Strait Islander and non-Indigenous students).</w:t>
            </w:r>
          </w:p>
          <w:p w:rsidR="001D0C58" w:rsidRPr="00795119" w:rsidRDefault="001D0C58" w:rsidP="004A71CC">
            <w:pPr>
              <w:pStyle w:val="Box"/>
            </w:pPr>
            <w:r w:rsidRPr="00795119">
              <w:t>Data reported for this measure are:</w:t>
            </w:r>
          </w:p>
          <w:p w:rsidR="001D0C58" w:rsidRPr="00795119" w:rsidRDefault="001D0C58" w:rsidP="004A71CC">
            <w:pPr>
              <w:pStyle w:val="Box"/>
              <w:numPr>
                <w:ilvl w:val="0"/>
                <w:numId w:val="1"/>
              </w:numPr>
            </w:pPr>
            <w:r w:rsidRPr="00795119">
              <w:t>not comparable across jurisdictions</w:t>
            </w:r>
          </w:p>
          <w:p w:rsidR="001D0C58" w:rsidRPr="00795119" w:rsidRDefault="001D0C58" w:rsidP="004A71CC">
            <w:pPr>
              <w:pStyle w:val="Box"/>
              <w:numPr>
                <w:ilvl w:val="0"/>
                <w:numId w:val="1"/>
              </w:numPr>
            </w:pPr>
            <w:r w:rsidRPr="00795119">
              <w:t xml:space="preserve">complete for the current reporting period (subject to caveats). All required </w:t>
            </w:r>
            <w:r w:rsidRPr="00795119">
              <w:rPr>
                <w:shd w:val="clear" w:color="auto" w:fill="F2F2F2" w:themeFill="background2" w:themeFillTint="33"/>
              </w:rPr>
              <w:t>2013</w:t>
            </w:r>
            <w:r w:rsidRPr="00795119">
              <w:t xml:space="preserve"> data are available for all jurisdictions providing the service.</w:t>
            </w:r>
          </w:p>
          <w:p w:rsidR="001D0C58" w:rsidRPr="00795119" w:rsidRDefault="001D0C58" w:rsidP="00A017CA">
            <w:pPr>
              <w:pStyle w:val="Box"/>
            </w:pPr>
            <w:r w:rsidRPr="00795119">
              <w:t>It is intended to measure student attendance over a single consistent time period (the first semester) for all schools. However, current reporting against the measure is transitional, with most jurisdictions providing government school data for the first semester</w:t>
            </w:r>
            <w:r w:rsidRPr="00795119">
              <w:rPr>
                <w:shd w:val="clear" w:color="auto" w:fill="F2F2F2" w:themeFill="background2" w:themeFillTint="33"/>
              </w:rPr>
              <w:t>. Non</w:t>
            </w:r>
            <w:r w:rsidRPr="00795119">
              <w:rPr>
                <w:shd w:val="clear" w:color="auto" w:fill="F2F2F2" w:themeFill="background2" w:themeFillTint="33"/>
              </w:rPr>
              <w:noBreakHyphen/>
              <w:t>government schools also provide data for the first semester.</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4A71CC">
            <w:pPr>
              <w:pStyle w:val="BoxSource"/>
              <w:jc w:val="right"/>
            </w:pPr>
            <w:r w:rsidRPr="00795119">
              <w:t>(continued next page)</w:t>
            </w:r>
          </w:p>
        </w:tc>
      </w:tr>
      <w:tr w:rsidR="001D0C58" w:rsidRPr="00795119" w:rsidTr="004A71CC">
        <w:trPr>
          <w:cantSplit/>
        </w:trPr>
        <w:tc>
          <w:tcPr>
            <w:tcW w:w="8771" w:type="dxa"/>
            <w:tcBorders>
              <w:top w:val="nil"/>
              <w:left w:val="nil"/>
              <w:bottom w:val="single" w:sz="6" w:space="0" w:color="78A22F"/>
              <w:right w:val="nil"/>
            </w:tcBorders>
            <w:shd w:val="clear" w:color="auto" w:fill="F2F2F2"/>
          </w:tcPr>
          <w:p w:rsidR="001D0C58" w:rsidRPr="00795119" w:rsidRDefault="001D0C58" w:rsidP="004A71CC">
            <w:pPr>
              <w:pStyle w:val="Box"/>
              <w:spacing w:before="0" w:line="120" w:lineRule="exact"/>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F2F2F2"/>
          </w:tcPr>
          <w:p w:rsidR="001D0C58" w:rsidRPr="00795119" w:rsidRDefault="001D0C58" w:rsidP="00FB5F5A">
            <w:pPr>
              <w:pStyle w:val="BoxTitle"/>
            </w:pPr>
            <w:r w:rsidRPr="00795119">
              <w:rPr>
                <w:b w:val="0"/>
              </w:rPr>
              <w:t>Box 4.</w:t>
            </w:r>
            <w:r w:rsidR="00FB5F5A" w:rsidRPr="00795119">
              <w:rPr>
                <w:b w:val="0"/>
              </w:rPr>
              <w:t>1</w:t>
            </w:r>
            <w:r w:rsidRPr="00795119">
              <w:tab/>
            </w:r>
            <w:r w:rsidR="00CA17D4">
              <w:rPr>
                <w:sz w:val="18"/>
                <w:szCs w:val="18"/>
              </w:rPr>
              <w:t>(c</w:t>
            </w:r>
            <w:r w:rsidRPr="00795119">
              <w:rPr>
                <w:sz w:val="18"/>
                <w:szCs w:val="18"/>
              </w:rPr>
              <w:t>ontinued)</w:t>
            </w:r>
          </w:p>
        </w:tc>
      </w:tr>
      <w:tr w:rsidR="001D0C58" w:rsidRPr="00795119" w:rsidTr="004A71CC">
        <w:trPr>
          <w:cantSplit/>
        </w:trPr>
        <w:tc>
          <w:tcPr>
            <w:tcW w:w="8771" w:type="dxa"/>
            <w:tcBorders>
              <w:top w:val="nil"/>
              <w:left w:val="nil"/>
              <w:bottom w:val="nil"/>
              <w:right w:val="nil"/>
            </w:tcBorders>
            <w:shd w:val="clear" w:color="auto" w:fill="F2F2F2"/>
          </w:tcPr>
          <w:p w:rsidR="00A017CA" w:rsidRPr="00795119" w:rsidRDefault="00A017CA" w:rsidP="00A017CA">
            <w:pPr>
              <w:pStyle w:val="Box"/>
              <w:rPr>
                <w:i/>
              </w:rPr>
            </w:pPr>
            <w:r w:rsidRPr="00795119">
              <w:rPr>
                <w:i/>
              </w:rPr>
              <w:t>Participation</w:t>
            </w:r>
          </w:p>
          <w:p w:rsidR="00A017CA" w:rsidRPr="00795119" w:rsidRDefault="00A017CA" w:rsidP="00A017CA">
            <w:pPr>
              <w:pStyle w:val="Box"/>
              <w:numPr>
                <w:ilvl w:val="0"/>
                <w:numId w:val="1"/>
              </w:numPr>
            </w:pPr>
            <w:r w:rsidRPr="00795119">
              <w:t>The total number of children aged 6–15 years and enrolled in school (full time and part time enrolments) as a proportion of the estimated resident population of the same age. Data are provided for Aboriginal and Torres Strait Islander students, non-Indigenous students and all students</w:t>
            </w:r>
          </w:p>
          <w:p w:rsidR="00A017CA" w:rsidRPr="00795119" w:rsidRDefault="00A017CA" w:rsidP="00A017CA">
            <w:pPr>
              <w:pStyle w:val="BoxListBullet2"/>
            </w:pPr>
            <w:r w:rsidRPr="00795119">
              <w:t xml:space="preserve">Comparability issues may occur when rates utilise data from composite sources. This measure uses a numerator from the National Schools Statistics Collection and a denominator of Estimated Resident Population (an aggregate derived data series compiled from the Census of Population and Housing, the Census Post Enumeration Survey and administrative data to measure components of population change over time). </w:t>
            </w:r>
          </w:p>
          <w:p w:rsidR="00A017CA" w:rsidRPr="00795119" w:rsidRDefault="00A017CA" w:rsidP="00A017CA">
            <w:pPr>
              <w:pStyle w:val="BoxListBullet2"/>
            </w:pPr>
            <w:r w:rsidRPr="00795119">
              <w:t>When developing a measure using data from different sources, significant data comparability issues can emerge that may affect the accuracy of the indicator. These differences can have apparently implausible or unexpected effects — for example, producing an estimate significantly greater than 100 per cent of the population with a particular attribute. These effects are particularly apparent where a cohort is small and the phenomena being measured applies to close to 100 per cent of the population.</w:t>
            </w:r>
          </w:p>
          <w:p w:rsidR="00FB5F5A" w:rsidRPr="00795119" w:rsidRDefault="00FB5F5A" w:rsidP="00FB5F5A">
            <w:pPr>
              <w:pStyle w:val="Box"/>
              <w:numPr>
                <w:ilvl w:val="0"/>
                <w:numId w:val="1"/>
              </w:numPr>
            </w:pPr>
            <w:r w:rsidRPr="00795119">
              <w:t>The number of full time and part time school students of a particular age expressed as a proportion of the estimated resident population of the sa</w:t>
            </w:r>
            <w:r w:rsidR="00E57816" w:rsidRPr="00795119">
              <w:t xml:space="preserve">me age, for each year for </w:t>
            </w:r>
            <w:r w:rsidR="00E57816" w:rsidRPr="00795119">
              <w:br/>
              <w:t>14</w:t>
            </w:r>
            <w:r w:rsidR="004446E5" w:rsidRPr="00795119">
              <w:t>–</w:t>
            </w:r>
            <w:r w:rsidR="00E57816" w:rsidRPr="00795119">
              <w:t>19 year olds.</w:t>
            </w:r>
          </w:p>
          <w:p w:rsidR="00FB5F5A" w:rsidRPr="00795119" w:rsidRDefault="00FB5F5A" w:rsidP="00FB5F5A">
            <w:pPr>
              <w:pStyle w:val="Box"/>
            </w:pPr>
            <w:r w:rsidRPr="00795119">
              <w:t>A higher or increasing participation rate suggests an improvement in educational outcomes through greater access to school education. Participation rates in school education need to be interpreted with care, because rates are influenced by jurisdictional differences in age/grade structures, and the participation rate is an age-based rate. The rate is comparable over time within a jurisdiction, but may not be directly comparable across jurisdictions where there are differences in the age/grade structure.</w:t>
            </w:r>
          </w:p>
          <w:p w:rsidR="001D0C58" w:rsidRPr="00795119" w:rsidRDefault="001D0C58" w:rsidP="004A71CC">
            <w:pPr>
              <w:pStyle w:val="BoxListBullet"/>
            </w:pPr>
            <w:r w:rsidRPr="00795119">
              <w:t>The proportion of 15–19 year olds who have successfully completed at least one unit of competency as part of a VET qualification at Australian Qualifications Framework (</w:t>
            </w:r>
            <w:proofErr w:type="spellStart"/>
            <w:r w:rsidRPr="00795119">
              <w:t>AQF</w:t>
            </w:r>
            <w:proofErr w:type="spellEnd"/>
            <w:r w:rsidRPr="00795119">
              <w:t>) Certificate II or above.</w:t>
            </w:r>
          </w:p>
          <w:p w:rsidR="001D0C58" w:rsidRPr="00795119" w:rsidRDefault="001D0C58" w:rsidP="004A71CC">
            <w:pPr>
              <w:pStyle w:val="Box"/>
            </w:pPr>
            <w:r w:rsidRPr="00795119">
              <w:t>These measures do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reported in the Child care, education and training sector overview.</w:t>
            </w:r>
          </w:p>
          <w:p w:rsidR="001D0C58" w:rsidRPr="00795119" w:rsidRDefault="001D0C58" w:rsidP="004A71CC">
            <w:pPr>
              <w:pStyle w:val="Box"/>
            </w:pPr>
            <w:r w:rsidRPr="00795119">
              <w:t xml:space="preserve">Data reported for these three measures are </w:t>
            </w:r>
          </w:p>
          <w:p w:rsidR="001D0C58" w:rsidRPr="00795119" w:rsidRDefault="001D0C58" w:rsidP="004A71CC">
            <w:pPr>
              <w:pStyle w:val="BoxListBullet"/>
            </w:pPr>
            <w:r w:rsidRPr="00795119">
              <w:t xml:space="preserve">comparable (subject to caveats) across jurisdictions and over time. </w:t>
            </w:r>
          </w:p>
          <w:p w:rsidR="001D0C58" w:rsidRPr="00795119" w:rsidRDefault="001D0C58" w:rsidP="004A71CC">
            <w:pPr>
              <w:pStyle w:val="BoxListBullet"/>
            </w:pPr>
            <w:r w:rsidRPr="00795119">
              <w:t>complete for the current reporting period (subject to caveats). All required 2012 and 2013 data are available for all jurisdictions providing the service.</w:t>
            </w:r>
          </w:p>
          <w:p w:rsidR="001D0C58" w:rsidRPr="00795119" w:rsidRDefault="001D0C58" w:rsidP="004A71CC">
            <w:pPr>
              <w:pStyle w:val="Box"/>
            </w:pPr>
            <w:r w:rsidRPr="00795119">
              <w:t>Care should be exercised in relation to the data for Aboriginal and Torres Strait Islander students, particularly in some jurisdictions and in the non-government sectors, due to small population sizes.</w:t>
            </w:r>
          </w:p>
          <w:p w:rsidR="001D0C58" w:rsidRPr="00795119" w:rsidRDefault="001D0C58" w:rsidP="004446E5">
            <w:pPr>
              <w:pStyle w:val="Box"/>
            </w:pPr>
            <w:r w:rsidRPr="00795119">
              <w:t xml:space="preserve">Information about data quality for this indicator is at </w:t>
            </w:r>
            <w:proofErr w:type="spellStart"/>
            <w:r w:rsidR="004446E5" w:rsidRPr="00795119">
              <w:t>www.pc.gov.au</w:t>
            </w:r>
            <w:proofErr w:type="spellEnd"/>
            <w:r w:rsidR="004446E5" w:rsidRPr="00795119">
              <w:t>/research/recurring/report-on-government-services.</w:t>
            </w:r>
          </w:p>
        </w:tc>
      </w:tr>
      <w:tr w:rsidR="001D0C58" w:rsidRPr="00795119" w:rsidTr="004A71CC">
        <w:trPr>
          <w:cantSplit/>
        </w:trPr>
        <w:tc>
          <w:tcPr>
            <w:tcW w:w="8771" w:type="dxa"/>
            <w:tcBorders>
              <w:top w:val="nil"/>
              <w:left w:val="nil"/>
              <w:bottom w:val="single" w:sz="6" w:space="0" w:color="78A22F"/>
              <w:right w:val="nil"/>
            </w:tcBorders>
            <w:shd w:val="clear" w:color="auto" w:fill="F2F2F2"/>
          </w:tcPr>
          <w:p w:rsidR="001D0C58" w:rsidRPr="00795119" w:rsidRDefault="001D0C58" w:rsidP="004A71CC">
            <w:pPr>
              <w:pStyle w:val="Box"/>
              <w:spacing w:before="0" w:line="120" w:lineRule="exact"/>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FB5F5A" w:rsidP="001D0C58">
      <w:pPr>
        <w:pStyle w:val="Heading5"/>
      </w:pPr>
      <w:r w:rsidRPr="00795119">
        <w:lastRenderedPageBreak/>
        <w:t>Attendance</w:t>
      </w:r>
    </w:p>
    <w:p w:rsidR="001D0C58" w:rsidRPr="00795119" w:rsidRDefault="001D0C58" w:rsidP="001D0C58">
      <w:pPr>
        <w:pStyle w:val="BodyText"/>
      </w:pPr>
      <w:r w:rsidRPr="00795119">
        <w:t xml:space="preserve">School attendance is measured in a specific collection period </w:t>
      </w:r>
      <w:r w:rsidR="001E1EB1">
        <w:t>during the school year</w:t>
      </w:r>
      <w:r w:rsidR="001E1EB1">
        <w:br/>
      </w:r>
      <w:r w:rsidRPr="00795119">
        <w:t>(see</w:t>
      </w:r>
      <w:r w:rsidR="001E1EB1">
        <w:t xml:space="preserve"> </w:t>
      </w:r>
      <w:r w:rsidRPr="00795119">
        <w:t>box 4.</w:t>
      </w:r>
      <w:r w:rsidR="00FB5F5A" w:rsidRPr="00795119">
        <w:t>1</w:t>
      </w:r>
      <w:r w:rsidRPr="00795119">
        <w:t xml:space="preserve"> for details), and results may not be representative of school attendance throughout the school year.</w:t>
      </w:r>
    </w:p>
    <w:p w:rsidR="001D0C58" w:rsidRPr="00795119" w:rsidRDefault="001D0C58" w:rsidP="001D0C58">
      <w:pPr>
        <w:pStyle w:val="BodyText"/>
      </w:pPr>
      <w:r w:rsidRPr="00795119">
        <w:t>Non-Indigenous students in government schools had higher attendance rates than Aboriginal and Torres Strait Islander students across all year levels in all jurisdictions (figure 4.</w:t>
      </w:r>
      <w:r w:rsidR="00FB5F5A" w:rsidRPr="00795119">
        <w:t>2</w:t>
      </w:r>
      <w:r w:rsidR="00E8338A" w:rsidRPr="00795119">
        <w:t xml:space="preserve"> and table </w:t>
      </w:r>
      <w:proofErr w:type="spellStart"/>
      <w:r w:rsidRPr="00795119">
        <w:t>4A.198</w:t>
      </w:r>
      <w:proofErr w:type="spellEnd"/>
      <w:r w:rsidRPr="00795119">
        <w:t>). The differences varied across states and territories. A similar pattern to the government schools was observed for non-gover</w:t>
      </w:r>
      <w:r w:rsidR="00775C01" w:rsidRPr="00795119">
        <w:t>nment schools (independent and C</w:t>
      </w:r>
      <w:r w:rsidRPr="00795119">
        <w:t xml:space="preserve">atholic schools) in most jurisdictions (tables </w:t>
      </w:r>
      <w:proofErr w:type="spellStart"/>
      <w:r w:rsidRPr="00795119">
        <w:t>4A.200</w:t>
      </w:r>
      <w:proofErr w:type="spellEnd"/>
      <w:r w:rsidRPr="00795119">
        <w:t xml:space="preserve"> and </w:t>
      </w:r>
      <w:proofErr w:type="spellStart"/>
      <w:r w:rsidRPr="00795119">
        <w:t>4A.202</w:t>
      </w:r>
      <w:proofErr w:type="spellEnd"/>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FB5F5A">
            <w:pPr>
              <w:pStyle w:val="FigureTitle"/>
            </w:pPr>
            <w:r w:rsidRPr="00795119">
              <w:rPr>
                <w:b w:val="0"/>
              </w:rPr>
              <w:t>Figure 4.</w:t>
            </w:r>
            <w:r w:rsidR="00FB5F5A" w:rsidRPr="00795119">
              <w:rPr>
                <w:b w:val="0"/>
                <w:noProof/>
              </w:rPr>
              <w:t>2</w:t>
            </w:r>
            <w:r w:rsidRPr="00795119">
              <w:tab/>
              <w:t>Student attendance rate, Aboriginal and Torres Strait Islander students, government schools, 2013</w:t>
            </w:r>
            <w:r w:rsidRPr="00795119">
              <w:rPr>
                <w:rStyle w:val="NoteLabel"/>
                <w:b/>
              </w:rPr>
              <w:t>a</w:t>
            </w:r>
          </w:p>
        </w:tc>
      </w:tr>
      <w:tr w:rsidR="001D0C58" w:rsidRPr="00795119" w:rsidTr="004A71C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0DB20496" wp14:editId="0166A6D8">
                        <wp:extent cx="5381625" cy="2647950"/>
                        <wp:effectExtent l="0" t="0" r="9525" b="0"/>
                        <wp:docPr id="7" name="Picture 7" descr="Figure 4.7 Student attendance rate, Aboriginal and Torres Strait Islander students, government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Attendance rates are the number of actual full time equivalent ‘student days’ attended as a percentage of the total number of possible student days attended over the period. Student attendance data are reported for full time students in years 1–10, but are not collected uniformly across jurisdictions and schooling sectors and therefore are not comparable.</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FB5F5A">
            <w:pPr>
              <w:pStyle w:val="Source"/>
            </w:pPr>
            <w:r w:rsidRPr="00795119">
              <w:rPr>
                <w:i/>
              </w:rPr>
              <w:t>Source</w:t>
            </w:r>
            <w:r w:rsidRPr="00795119">
              <w:t xml:space="preserve">: </w:t>
            </w:r>
            <w:proofErr w:type="spellStart"/>
            <w:r w:rsidRPr="00795119">
              <w:t>AC</w:t>
            </w:r>
            <w:r w:rsidR="00FB5F5A" w:rsidRPr="00795119">
              <w:t>ARA</w:t>
            </w:r>
            <w:proofErr w:type="spellEnd"/>
            <w:r w:rsidR="00FB5F5A" w:rsidRPr="00795119">
              <w:t xml:space="preserve"> (unpublished); table </w:t>
            </w:r>
            <w:proofErr w:type="spellStart"/>
            <w:r w:rsidR="00FB5F5A" w:rsidRPr="00795119">
              <w:t>4A.198</w:t>
            </w:r>
            <w:proofErr w:type="spellEnd"/>
            <w:r w:rsidR="00FB5F5A" w:rsidRPr="00795119">
              <w:t xml:space="preserve"> ; 2015 Report, figure 4.6, p. 4.21.</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D759E3" w:rsidRPr="00795119" w:rsidRDefault="00D759E3" w:rsidP="00D759E3">
      <w:pPr>
        <w:pStyle w:val="Heading5"/>
      </w:pPr>
      <w:r w:rsidRPr="00795119">
        <w:t>Participation — proportion of children age</w:t>
      </w:r>
      <w:r w:rsidR="00203934" w:rsidRPr="00795119">
        <w:t>d 6–15 years enrolled in school</w:t>
      </w:r>
    </w:p>
    <w:p w:rsidR="00D759E3" w:rsidRPr="00795119" w:rsidRDefault="00D759E3" w:rsidP="00D759E3">
      <w:pPr>
        <w:pStyle w:val="BodyText"/>
      </w:pPr>
      <w:r w:rsidRPr="00795119">
        <w:t xml:space="preserve">Nationally, </w:t>
      </w:r>
      <w:r w:rsidRPr="00795119">
        <w:rPr>
          <w:shd w:val="clear" w:color="auto" w:fill="FFFFFF" w:themeFill="background1"/>
        </w:rPr>
        <w:t>100.3</w:t>
      </w:r>
      <w:r w:rsidRPr="00795119">
        <w:t xml:space="preserve"> per cent of children aged 6–15 years were enrolled (either full or part time) in sch</w:t>
      </w:r>
      <w:r w:rsidR="00203934" w:rsidRPr="00795119">
        <w:t xml:space="preserve">ool in 2013 (figure </w:t>
      </w:r>
      <w:r w:rsidRPr="00795119">
        <w:t xml:space="preserve">4.3). </w:t>
      </w:r>
      <w:bookmarkStart w:id="31" w:name="OLE_LINK86"/>
      <w:bookmarkStart w:id="32" w:name="OLE_LINK87"/>
      <w:r w:rsidRPr="00795119">
        <w:t>(See box 4.</w:t>
      </w:r>
      <w:r w:rsidR="00775C01" w:rsidRPr="00795119">
        <w:t>1</w:t>
      </w:r>
      <w:r w:rsidRPr="00795119">
        <w:t xml:space="preserve"> for an</w:t>
      </w:r>
      <w:r w:rsidR="00517EF2" w:rsidRPr="00795119">
        <w:t xml:space="preserve"> explanation of rates above </w:t>
      </w:r>
      <w:r w:rsidR="00517EF2" w:rsidRPr="00795119">
        <w:br/>
        <w:t xml:space="preserve">100 per </w:t>
      </w:r>
      <w:r w:rsidRPr="00795119">
        <w:t xml:space="preserve">cent). The proportion of 6–15 year old Aboriginal and Torres Strait Islander students enrolled was 95.4 per cent and </w:t>
      </w:r>
      <w:r w:rsidR="00775C01" w:rsidRPr="00795119">
        <w:t xml:space="preserve">compared to </w:t>
      </w:r>
      <w:r w:rsidRPr="00795119">
        <w:t>100</w:t>
      </w:r>
      <w:r w:rsidR="001E1EB1">
        <w:t>.7 per cent of non-Indigenous 6</w:t>
      </w:r>
      <w:r w:rsidR="001E1EB1">
        <w:noBreakHyphen/>
      </w:r>
      <w:r w:rsidRPr="00795119">
        <w:t>15</w:t>
      </w:r>
      <w:r w:rsidR="001E1EB1">
        <w:t> </w:t>
      </w:r>
      <w:r w:rsidRPr="00795119">
        <w:t>year old students</w:t>
      </w:r>
      <w:r w:rsidR="00203934" w:rsidRPr="00795119">
        <w:t>.</w:t>
      </w:r>
    </w:p>
    <w:p w:rsidR="00D759E3" w:rsidRPr="00795119" w:rsidRDefault="00D759E3" w:rsidP="00D759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59E3" w:rsidRPr="00795119" w:rsidTr="00D8405E">
        <w:tc>
          <w:tcPr>
            <w:tcW w:w="8771" w:type="dxa"/>
            <w:tcBorders>
              <w:top w:val="single" w:sz="6" w:space="0" w:color="78A22F"/>
              <w:left w:val="nil"/>
              <w:bottom w:val="nil"/>
              <w:right w:val="nil"/>
            </w:tcBorders>
            <w:shd w:val="clear" w:color="auto" w:fill="auto"/>
          </w:tcPr>
          <w:p w:rsidR="00D759E3" w:rsidRPr="00795119" w:rsidRDefault="00D759E3" w:rsidP="00517EF2">
            <w:pPr>
              <w:pStyle w:val="FigureTitle"/>
            </w:pPr>
            <w:r w:rsidRPr="00795119">
              <w:rPr>
                <w:b w:val="0"/>
              </w:rPr>
              <w:t>Figure 4</w:t>
            </w:r>
            <w:r w:rsidR="00517EF2" w:rsidRPr="00795119">
              <w:rPr>
                <w:b w:val="0"/>
              </w:rPr>
              <w:t>.3</w:t>
            </w:r>
            <w:r w:rsidRPr="00795119">
              <w:tab/>
              <w:t>Proportion of children aged 6–15 years enrolled in school, 2013</w:t>
            </w:r>
            <w:r w:rsidRPr="00795119">
              <w:rPr>
                <w:rStyle w:val="NoteLabel"/>
                <w:b/>
              </w:rPr>
              <w:t>a, b</w:t>
            </w:r>
          </w:p>
        </w:tc>
      </w:tr>
      <w:tr w:rsidR="00D759E3" w:rsidRPr="00795119" w:rsidTr="00D8405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759E3" w:rsidRPr="00795119" w:rsidTr="00D8405E">
              <w:trPr>
                <w:jc w:val="center"/>
              </w:trPr>
              <w:tc>
                <w:tcPr>
                  <w:tcW w:w="5000" w:type="pct"/>
                  <w:tcBorders>
                    <w:top w:val="nil"/>
                    <w:bottom w:val="nil"/>
                  </w:tcBorders>
                </w:tcPr>
                <w:p w:rsidR="00D759E3" w:rsidRPr="00795119" w:rsidRDefault="00156DEB" w:rsidP="00D8405E">
                  <w:pPr>
                    <w:pStyle w:val="Figure"/>
                    <w:spacing w:before="60" w:after="60"/>
                  </w:pPr>
                  <w:r>
                    <w:rPr>
                      <w:noProof/>
                    </w:rPr>
                    <w:drawing>
                      <wp:inline distT="0" distB="0" distL="0" distR="0" wp14:anchorId="2E45DB03" wp14:editId="48EFCCDE">
                        <wp:extent cx="5391150" cy="2867025"/>
                        <wp:effectExtent l="0" t="0" r="0" b="9525"/>
                        <wp:docPr id="2" name="Picture 2" descr="Figure 4.3 Proportion of children aged 6-15 years enrolled in school,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D759E3" w:rsidRPr="00795119" w:rsidRDefault="00D759E3" w:rsidP="00D8405E">
            <w:pPr>
              <w:pStyle w:val="Figure"/>
            </w:pPr>
          </w:p>
        </w:tc>
      </w:tr>
      <w:tr w:rsidR="00D759E3" w:rsidRPr="00795119" w:rsidTr="00D8405E">
        <w:tc>
          <w:tcPr>
            <w:tcW w:w="8771" w:type="dxa"/>
            <w:tcBorders>
              <w:top w:val="nil"/>
              <w:left w:val="nil"/>
              <w:bottom w:val="nil"/>
              <w:right w:val="nil"/>
            </w:tcBorders>
            <w:shd w:val="clear" w:color="auto" w:fill="auto"/>
          </w:tcPr>
          <w:p w:rsidR="00C03516" w:rsidRDefault="00D759E3" w:rsidP="00C03516">
            <w:pPr>
              <w:pStyle w:val="Note"/>
            </w:pPr>
            <w:r w:rsidRPr="00795119">
              <w:rPr>
                <w:rStyle w:val="NoteLabel"/>
              </w:rPr>
              <w:t>a</w:t>
            </w:r>
            <w:r w:rsidR="009B5BBD" w:rsidRPr="00795119">
              <w:t xml:space="preserve"> </w:t>
            </w:r>
            <w:r w:rsidR="00C03516">
              <w:t xml:space="preserve">Data are based on estimated residential population derived from the 2011 Census of Population and Housing. See footnotes to table </w:t>
            </w:r>
            <w:proofErr w:type="spellStart"/>
            <w:r w:rsidR="00C03516">
              <w:t>4A.183</w:t>
            </w:r>
            <w:proofErr w:type="spellEnd"/>
            <w:r w:rsidR="00C03516">
              <w:t xml:space="preserve"> for further information on derivations of population figures.</w:t>
            </w:r>
          </w:p>
          <w:p w:rsidR="00D759E3" w:rsidRPr="00795119" w:rsidRDefault="00D759E3" w:rsidP="00C03516">
            <w:pPr>
              <w:pStyle w:val="Note"/>
            </w:pPr>
            <w:r w:rsidRPr="00795119">
              <w:rPr>
                <w:rStyle w:val="NoteLabel"/>
              </w:rPr>
              <w:t>b</w:t>
            </w:r>
            <w:r w:rsidRPr="00795119">
              <w:rPr>
                <w:b/>
              </w:rPr>
              <w:t> </w:t>
            </w:r>
            <w:r w:rsidRPr="00795119">
              <w:rPr>
                <w:shd w:val="clear" w:color="auto" w:fill="FFFFFF" w:themeFill="background1"/>
              </w:rPr>
              <w:t>Proportions are determined using the number of students enrolled in the jurisdiction divided by the estimated residential population for the jurisdiction, for the age group. Proportions that exceed 100 per cent may reflect disparities between the sources of data for students and the residential population, multiple enrolments by individual students or students residing in one jurisdiction enrolling in schools in another jurisdiction. In particular, enrolment rates in the ACT exceed</w:t>
            </w:r>
            <w:r w:rsidRPr="00795119">
              <w:t xml:space="preserve"> 100 per cent as a result of NSW residents from surrounding areas enrolling in ACT. </w:t>
            </w:r>
            <w:r w:rsidRPr="00795119">
              <w:rPr>
                <w:shd w:val="clear" w:color="auto" w:fill="FFFFFF" w:themeFill="background1"/>
              </w:rPr>
              <w:t>As a result of the relative sizes of the populations this has a larger effect on the ACT rates than the NSW rates. This is referred to as cross-border enrolment. See tab</w:t>
            </w:r>
            <w:r w:rsidR="00517EF2" w:rsidRPr="00795119">
              <w:rPr>
                <w:shd w:val="clear" w:color="auto" w:fill="FFFFFF" w:themeFill="background1"/>
              </w:rPr>
              <w:t xml:space="preserve">le </w:t>
            </w:r>
            <w:proofErr w:type="spellStart"/>
            <w:r w:rsidR="00517EF2" w:rsidRPr="00795119">
              <w:rPr>
                <w:shd w:val="clear" w:color="auto" w:fill="FFFFFF" w:themeFill="background1"/>
              </w:rPr>
              <w:t>4A.183</w:t>
            </w:r>
            <w:proofErr w:type="spellEnd"/>
            <w:r w:rsidR="00517EF2" w:rsidRPr="00795119">
              <w:rPr>
                <w:shd w:val="clear" w:color="auto" w:fill="FFFFFF" w:themeFill="background1"/>
              </w:rPr>
              <w:t xml:space="preserve"> for further details.</w:t>
            </w:r>
          </w:p>
        </w:tc>
      </w:tr>
      <w:tr w:rsidR="00D759E3" w:rsidRPr="00795119" w:rsidTr="00D8405E">
        <w:tc>
          <w:tcPr>
            <w:tcW w:w="8771" w:type="dxa"/>
            <w:tcBorders>
              <w:top w:val="nil"/>
              <w:left w:val="nil"/>
              <w:bottom w:val="nil"/>
              <w:right w:val="nil"/>
            </w:tcBorders>
            <w:shd w:val="clear" w:color="auto" w:fill="FFFFFF" w:themeFill="background1"/>
          </w:tcPr>
          <w:p w:rsidR="00D759E3" w:rsidRPr="00795119" w:rsidRDefault="00775C01" w:rsidP="00D8405E">
            <w:pPr>
              <w:pStyle w:val="Source"/>
            </w:pPr>
            <w:r w:rsidRPr="00795119">
              <w:rPr>
                <w:i/>
              </w:rPr>
              <w:t>S</w:t>
            </w:r>
            <w:r w:rsidR="00D759E3" w:rsidRPr="00795119">
              <w:rPr>
                <w:i/>
              </w:rPr>
              <w:t>ource</w:t>
            </w:r>
            <w:r w:rsidR="00D759E3" w:rsidRPr="00795119">
              <w:t>: ABS (2014)</w:t>
            </w:r>
            <w:r w:rsidR="00D759E3" w:rsidRPr="00795119">
              <w:rPr>
                <w:i/>
              </w:rPr>
              <w:t xml:space="preserve"> Schools Australia, 2013, </w:t>
            </w:r>
            <w:r w:rsidR="00D759E3" w:rsidRPr="00795119">
              <w:t xml:space="preserve">Cat. no. </w:t>
            </w:r>
            <w:r w:rsidR="00D759E3" w:rsidRPr="00795119">
              <w:rPr>
                <w:shd w:val="clear" w:color="auto" w:fill="FFFFFF" w:themeFill="background1"/>
              </w:rPr>
              <w:t>4221.0; ABS (2013)</w:t>
            </w:r>
            <w:r w:rsidR="00D759E3" w:rsidRPr="00795119">
              <w:rPr>
                <w:i/>
                <w:shd w:val="clear" w:color="auto" w:fill="FFFFFF" w:themeFill="background1"/>
              </w:rPr>
              <w:t xml:space="preserve"> Population by Age and Sex, Australian States and Territories, June 2013, </w:t>
            </w:r>
            <w:r w:rsidR="00D759E3" w:rsidRPr="00795119">
              <w:rPr>
                <w:shd w:val="clear" w:color="auto" w:fill="FFFFFF" w:themeFill="background1"/>
              </w:rPr>
              <w:t xml:space="preserve">Cat. no. 3101.0; ABS (2013) </w:t>
            </w:r>
            <w:r w:rsidR="00D759E3" w:rsidRPr="00795119">
              <w:rPr>
                <w:i/>
                <w:shd w:val="clear" w:color="auto" w:fill="FFFFFF" w:themeFill="background1"/>
              </w:rPr>
              <w:t>Estimates and Projections, Aboriginal and Torres Strait Islander Australians</w:t>
            </w:r>
            <w:r w:rsidR="00D759E3" w:rsidRPr="00795119">
              <w:rPr>
                <w:shd w:val="clear" w:color="auto" w:fill="FFFFFF" w:themeFill="background1"/>
              </w:rPr>
              <w:t xml:space="preserve">, 2001 </w:t>
            </w:r>
            <w:r w:rsidR="00517EF2" w:rsidRPr="00795119">
              <w:rPr>
                <w:shd w:val="clear" w:color="auto" w:fill="FFFFFF" w:themeFill="background1"/>
              </w:rPr>
              <w:t xml:space="preserve">to 2026, Cat. no. 3238.0; table </w:t>
            </w:r>
            <w:proofErr w:type="spellStart"/>
            <w:r w:rsidR="00D759E3" w:rsidRPr="00795119">
              <w:rPr>
                <w:shd w:val="clear" w:color="auto" w:fill="FFFFFF" w:themeFill="background1"/>
              </w:rPr>
              <w:t>4A.183</w:t>
            </w:r>
            <w:proofErr w:type="spellEnd"/>
            <w:r w:rsidR="00D759E3" w:rsidRPr="00795119">
              <w:rPr>
                <w:shd w:val="clear" w:color="auto" w:fill="FFFFFF" w:themeFill="background1"/>
              </w:rPr>
              <w:t>.</w:t>
            </w:r>
          </w:p>
        </w:tc>
      </w:tr>
      <w:tr w:rsidR="00D759E3" w:rsidRPr="00795119" w:rsidTr="00D8405E">
        <w:tc>
          <w:tcPr>
            <w:tcW w:w="8771" w:type="dxa"/>
            <w:tcBorders>
              <w:top w:val="nil"/>
              <w:left w:val="nil"/>
              <w:bottom w:val="single" w:sz="6" w:space="0" w:color="78A22F"/>
              <w:right w:val="nil"/>
            </w:tcBorders>
            <w:shd w:val="clear" w:color="auto" w:fill="auto"/>
          </w:tcPr>
          <w:p w:rsidR="00D759E3" w:rsidRPr="00795119" w:rsidRDefault="00D759E3" w:rsidP="00D8405E">
            <w:pPr>
              <w:pStyle w:val="Figurespace"/>
            </w:pPr>
          </w:p>
        </w:tc>
      </w:tr>
      <w:tr w:rsidR="00D759E3" w:rsidRPr="00795119" w:rsidTr="00D8405E">
        <w:tc>
          <w:tcPr>
            <w:tcW w:w="8771" w:type="dxa"/>
            <w:tcBorders>
              <w:top w:val="single" w:sz="6" w:space="0" w:color="78A22F"/>
              <w:left w:val="nil"/>
              <w:bottom w:val="nil"/>
              <w:right w:val="nil"/>
            </w:tcBorders>
          </w:tcPr>
          <w:p w:rsidR="00D759E3" w:rsidRPr="00795119" w:rsidRDefault="00D759E3" w:rsidP="00D8405E">
            <w:pPr>
              <w:pStyle w:val="BoxSpaceBelow"/>
            </w:pPr>
          </w:p>
        </w:tc>
      </w:tr>
    </w:tbl>
    <w:bookmarkEnd w:id="31"/>
    <w:bookmarkEnd w:id="32"/>
    <w:p w:rsidR="001D0C58" w:rsidRPr="00795119" w:rsidRDefault="001D0C58" w:rsidP="00FB5F5A">
      <w:pPr>
        <w:pStyle w:val="Heading4"/>
      </w:pPr>
      <w:r w:rsidRPr="00795119">
        <w:t>Retention</w:t>
      </w:r>
    </w:p>
    <w:p w:rsidR="001D0C58" w:rsidRPr="00795119" w:rsidRDefault="001D0C58" w:rsidP="001D0C58">
      <w:pPr>
        <w:pStyle w:val="BodyText"/>
      </w:pPr>
      <w:r w:rsidRPr="00795119">
        <w:t>‘Retention’ to the final years of schooling is an indicator of governments’ objective that all students have access to high quality education and training necessary to complete education to year 12 or its equivalent (box 4.</w:t>
      </w:r>
      <w:r w:rsidR="00FB5F5A" w:rsidRPr="00795119">
        <w:t>2</w:t>
      </w:r>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F2F2F2"/>
          </w:tcPr>
          <w:p w:rsidR="001D0C58" w:rsidRPr="00795119" w:rsidRDefault="001D0C58" w:rsidP="00FB5F5A">
            <w:pPr>
              <w:pStyle w:val="BoxTitle"/>
            </w:pPr>
            <w:r w:rsidRPr="00795119">
              <w:rPr>
                <w:b w:val="0"/>
              </w:rPr>
              <w:t>Box 4.</w:t>
            </w:r>
            <w:r w:rsidR="00FB5F5A" w:rsidRPr="00795119">
              <w:rPr>
                <w:b w:val="0"/>
                <w:noProof/>
              </w:rPr>
              <w:t>2</w:t>
            </w:r>
            <w:r w:rsidRPr="00795119">
              <w:tab/>
              <w:t>Retention</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775C01" w:rsidP="004A71CC">
            <w:pPr>
              <w:pStyle w:val="Box"/>
            </w:pPr>
            <w:r w:rsidRPr="00795119">
              <w:t>Retention</w:t>
            </w:r>
            <w:r w:rsidR="001D0C58" w:rsidRPr="00795119">
              <w:t xml:space="preserve"> (apparent retention rate) is defined as the number of full time school students in a designated level/year of education as a percentage of their respective cohort group (either at the commencement of their secondary schooling at year 7 or 8, or at year 10). Data are reported for:</w:t>
            </w:r>
          </w:p>
          <w:p w:rsidR="001D0C58" w:rsidRPr="00795119" w:rsidRDefault="001D0C58" w:rsidP="004A71CC">
            <w:pPr>
              <w:pStyle w:val="Box"/>
              <w:numPr>
                <w:ilvl w:val="0"/>
                <w:numId w:val="1"/>
              </w:numPr>
            </w:pPr>
            <w:r w:rsidRPr="00795119">
              <w:t>the proportion of students commencing secondary school at year 7 or 8 and continuing to year 10</w:t>
            </w:r>
          </w:p>
          <w:p w:rsidR="001D0C58" w:rsidRPr="00795119" w:rsidRDefault="001D0C58" w:rsidP="004A71CC">
            <w:pPr>
              <w:pStyle w:val="Box"/>
              <w:numPr>
                <w:ilvl w:val="0"/>
                <w:numId w:val="1"/>
              </w:numPr>
            </w:pPr>
            <w:r w:rsidRPr="00795119">
              <w:t>the proportion of students commencing secondary school at year 7 or 8 and continuing to year 12</w:t>
            </w:r>
          </w:p>
          <w:p w:rsidR="001D0C58" w:rsidRPr="00795119" w:rsidRDefault="001D0C58" w:rsidP="004A71CC">
            <w:pPr>
              <w:pStyle w:val="Box"/>
              <w:numPr>
                <w:ilvl w:val="0"/>
                <w:numId w:val="1"/>
              </w:numPr>
            </w:pPr>
            <w:r w:rsidRPr="00795119">
              <w:t>the proportion of year 10 students continuing to year 12.</w:t>
            </w:r>
          </w:p>
          <w:p w:rsidR="001D0C58" w:rsidRPr="00795119" w:rsidRDefault="001D0C58" w:rsidP="004A71CC">
            <w:pPr>
              <w:pStyle w:val="Box"/>
            </w:pPr>
            <w:r w:rsidRPr="00795119">
              <w:t>Data are reported for all students, Aboriginal and Torres Strait Islander and non-Indigenous students, and for students in government and non-government schools.</w:t>
            </w:r>
          </w:p>
          <w:p w:rsidR="001D0C58" w:rsidRPr="00795119" w:rsidRDefault="001D0C58" w:rsidP="004A71CC">
            <w:pPr>
              <w:pStyle w:val="Box"/>
            </w:pPr>
            <w:r w:rsidRPr="00795119">
              <w:t>A higher or increasing apparent retention rate suggests that a larger proportion of students are continuing to participate in school education, which is likely to result in improved educational outcomes.</w:t>
            </w:r>
          </w:p>
          <w:p w:rsidR="001D0C58" w:rsidRPr="00795119" w:rsidRDefault="001D0C58" w:rsidP="004A71CC">
            <w:pPr>
              <w:pStyle w:val="Box"/>
            </w:pPr>
            <w:r w:rsidRPr="00795119">
              <w:t>This indicator does not include part time students or provide information on students who pursue year 12 (or equivalent qualifications) through non-school pathways.</w:t>
            </w:r>
          </w:p>
          <w:p w:rsidR="001D0C58" w:rsidRPr="00795119" w:rsidRDefault="001D0C58" w:rsidP="004A71CC">
            <w:pPr>
              <w:pStyle w:val="Box"/>
            </w:pPr>
            <w:r w:rsidRPr="00795119">
              <w:t>The term ‘apparent’ is used because the indicator is derived from total numbers of students in each of the relevant year levels, not by tracking the retention of individual students. Care needs be taken in interpretation because the apparent retention rate does not take account of factors such as:</w:t>
            </w:r>
          </w:p>
          <w:p w:rsidR="001D0C58" w:rsidRPr="00795119" w:rsidRDefault="001D0C58" w:rsidP="004A71CC">
            <w:pPr>
              <w:pStyle w:val="Box"/>
              <w:numPr>
                <w:ilvl w:val="0"/>
                <w:numId w:val="1"/>
              </w:numPr>
            </w:pPr>
            <w:r w:rsidRPr="00795119">
              <w:t>students repeating a year of education or returning to education after a period of absence</w:t>
            </w:r>
          </w:p>
          <w:p w:rsidR="001D0C58" w:rsidRPr="00795119" w:rsidRDefault="001D0C58" w:rsidP="004A71CC">
            <w:pPr>
              <w:pStyle w:val="Box"/>
              <w:numPr>
                <w:ilvl w:val="0"/>
                <w:numId w:val="1"/>
              </w:numPr>
            </w:pPr>
            <w:r w:rsidRPr="00795119">
              <w:t>movement or migration of students between school sectors, between states/territories and between countries</w:t>
            </w:r>
          </w:p>
          <w:p w:rsidR="001D0C58" w:rsidRPr="00795119" w:rsidRDefault="001D0C58" w:rsidP="004A71CC">
            <w:pPr>
              <w:pStyle w:val="Box"/>
              <w:numPr>
                <w:ilvl w:val="0"/>
                <w:numId w:val="1"/>
              </w:numPr>
            </w:pPr>
            <w:r w:rsidRPr="00795119">
              <w:t>the impact of full fee paying overseas students.</w:t>
            </w:r>
          </w:p>
          <w:p w:rsidR="001D0C58" w:rsidRPr="00795119" w:rsidRDefault="001D0C58" w:rsidP="004A71CC">
            <w:pPr>
              <w:pStyle w:val="Box"/>
            </w:pPr>
            <w:r w:rsidRPr="00795119">
              <w:t>These factors may lead to apparent retention rates that exceed 100 per cent.</w:t>
            </w:r>
          </w:p>
          <w:p w:rsidR="001D0C58" w:rsidRPr="00795119" w:rsidRDefault="001D0C58" w:rsidP="004A71CC">
            <w:pPr>
              <w:pStyle w:val="Box"/>
            </w:pPr>
            <w:r w:rsidRPr="00795119">
              <w:t>Data reported for all measures in this indicator are:</w:t>
            </w:r>
          </w:p>
          <w:p w:rsidR="001D0C58" w:rsidRPr="00795119" w:rsidRDefault="001D0C58" w:rsidP="004A71CC">
            <w:pPr>
              <w:pStyle w:val="Box"/>
              <w:numPr>
                <w:ilvl w:val="0"/>
                <w:numId w:val="1"/>
              </w:numPr>
            </w:pPr>
            <w:r w:rsidRPr="00795119">
              <w:t>comparable (subject to caveats) across jurisdictions and over time</w:t>
            </w:r>
          </w:p>
          <w:p w:rsidR="001D0C58" w:rsidRPr="00795119" w:rsidRDefault="001D0C58" w:rsidP="004A71CC">
            <w:pPr>
              <w:pStyle w:val="Box"/>
              <w:numPr>
                <w:ilvl w:val="0"/>
                <w:numId w:val="1"/>
              </w:numPr>
            </w:pPr>
            <w:r w:rsidRPr="00795119">
              <w:t>complete for the current reporting period (subject to caveats). All required 2013 data are available for all jurisdictions providing the service.</w:t>
            </w:r>
          </w:p>
          <w:p w:rsidR="001D0C58" w:rsidRPr="00795119" w:rsidRDefault="001D0C58" w:rsidP="00775C01">
            <w:pPr>
              <w:pStyle w:val="Box"/>
            </w:pPr>
            <w:r w:rsidRPr="00795119">
              <w:t xml:space="preserve">Information about data quality for this indicator is at </w:t>
            </w:r>
            <w:proofErr w:type="spellStart"/>
            <w:r w:rsidR="00775C01" w:rsidRPr="00795119">
              <w:t>www.pc.gov.au</w:t>
            </w:r>
            <w:proofErr w:type="spellEnd"/>
            <w:r w:rsidR="00775C01" w:rsidRPr="00795119">
              <w:t>/research/recurring/report-on-government-services.</w:t>
            </w:r>
          </w:p>
        </w:tc>
      </w:tr>
      <w:tr w:rsidR="001D0C58" w:rsidRPr="00795119" w:rsidTr="004A71CC">
        <w:trPr>
          <w:cantSplit/>
        </w:trPr>
        <w:tc>
          <w:tcPr>
            <w:tcW w:w="8771" w:type="dxa"/>
            <w:tcBorders>
              <w:top w:val="nil"/>
              <w:left w:val="nil"/>
              <w:bottom w:val="single" w:sz="6" w:space="0" w:color="78A22F"/>
              <w:right w:val="nil"/>
            </w:tcBorders>
            <w:shd w:val="clear" w:color="auto" w:fill="F2F2F2"/>
          </w:tcPr>
          <w:p w:rsidR="001D0C58" w:rsidRPr="00795119" w:rsidRDefault="001D0C58" w:rsidP="004A71CC">
            <w:pPr>
              <w:pStyle w:val="Box"/>
              <w:spacing w:before="0" w:line="120" w:lineRule="exact"/>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775C01" w:rsidP="001D0C58">
      <w:pPr>
        <w:pStyle w:val="BodyText"/>
      </w:pPr>
      <w:r w:rsidRPr="00795119">
        <w:t>In most jurisdictions</w:t>
      </w:r>
      <w:r w:rsidR="001D0C58" w:rsidRPr="00795119">
        <w:t xml:space="preserve"> in 2013, apparent retention rates from the commencement of secondary school at year 7 or 8 (</w:t>
      </w:r>
      <w:r w:rsidR="002D17C2" w:rsidRPr="00795119">
        <w:t xml:space="preserve">2015 Report, </w:t>
      </w:r>
      <w:r w:rsidR="001D0C58" w:rsidRPr="00795119">
        <w:t>figure 4.2 shows the starting years across jurisdictions) to year 10, were 99 per cent to 104 per cent, with a national</w:t>
      </w:r>
      <w:r w:rsidR="00134A27" w:rsidRPr="00795119">
        <w:t xml:space="preserve"> rate of </w:t>
      </w:r>
      <w:r w:rsidR="00134A27" w:rsidRPr="00795119">
        <w:br/>
        <w:t xml:space="preserve">101.5 per </w:t>
      </w:r>
      <w:r w:rsidR="004E4DE7" w:rsidRPr="00795119">
        <w:t xml:space="preserve">cent (figure </w:t>
      </w:r>
      <w:r w:rsidR="001D0C58" w:rsidRPr="00795119">
        <w:t>4.</w:t>
      </w:r>
      <w:r w:rsidR="00D759E3" w:rsidRPr="00795119">
        <w:t>4</w:t>
      </w:r>
      <w:r w:rsidR="001D0C58" w:rsidRPr="00795119">
        <w:t>). Retention rates can exceed 100 per cent for a variety of reasons</w:t>
      </w:r>
      <w:r w:rsidRPr="00795119">
        <w:t xml:space="preserve"> (see box 4.2).</w:t>
      </w:r>
      <w:r w:rsidR="001D0C58" w:rsidRPr="00795119">
        <w:t xml:space="preserve"> High rates are to be expected, because normal year level progression means students in year 10 are generally of an age at which schooling is co</w:t>
      </w:r>
      <w:r w:rsidR="00067797" w:rsidRPr="00795119">
        <w:t>mpulsory.</w:t>
      </w:r>
    </w:p>
    <w:p w:rsidR="001D0C58" w:rsidRPr="00795119" w:rsidRDefault="001D0C58" w:rsidP="001D0C58">
      <w:pPr>
        <w:pStyle w:val="BodyText"/>
      </w:pPr>
      <w:r w:rsidRPr="00795119">
        <w:lastRenderedPageBreak/>
        <w:t>Retention rates for Aboriginal and Torres Strait Islander students provide one measure of the equity of access to schooling. Retention rates to year 10 for Aboriginal and Torres Strait Islander students were lower than those for non-Indigenous students and all students in some jurisdictions, with a national retention rate for Aboriginal and Torres Strait Islander students of 98.1 per cent, 3.6 percentage points lower than that for non-Indigenous students and 3.4 percentage points lower than that for all students (figure 4.</w:t>
      </w:r>
      <w:r w:rsidR="00D759E3" w:rsidRPr="00795119">
        <w:t>4</w:t>
      </w:r>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D759E3">
            <w:pPr>
              <w:pStyle w:val="FigureTitle"/>
            </w:pPr>
            <w:r w:rsidRPr="00795119">
              <w:rPr>
                <w:b w:val="0"/>
              </w:rPr>
              <w:t>Figure 4.</w:t>
            </w:r>
            <w:r w:rsidR="00D759E3" w:rsidRPr="00795119">
              <w:rPr>
                <w:b w:val="0"/>
                <w:noProof/>
              </w:rPr>
              <w:t>4</w:t>
            </w:r>
            <w:r w:rsidRPr="00795119">
              <w:tab/>
              <w:t>Apparent retention rate from year 7 or 8 to year 10, full time secondary students, all schools, 2013</w:t>
            </w:r>
            <w:r w:rsidR="00067797" w:rsidRPr="00795119">
              <w:rPr>
                <w:rStyle w:val="NoteLabel"/>
                <w:b/>
              </w:rPr>
              <w:t xml:space="preserve">a, b, c, </w:t>
            </w:r>
            <w:r w:rsidRPr="00795119">
              <w:rPr>
                <w:rStyle w:val="NoteLabel"/>
                <w:b/>
              </w:rPr>
              <w:t>d, e</w:t>
            </w:r>
          </w:p>
        </w:tc>
      </w:tr>
      <w:tr w:rsidR="001D0C58" w:rsidRPr="00795119" w:rsidTr="004A71C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5A1B505C" wp14:editId="64E6B37C">
                        <wp:extent cx="5391150" cy="2686050"/>
                        <wp:effectExtent l="0" t="0" r="0" b="0"/>
                        <wp:docPr id="11" name="Picture 11" descr="Figure 4.11 Apparent retention rate from year 7 or 8 to year 10, full time secondary students, all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Apparent retention rates are affected by factors that vary across jurisdictions. For this reason, variations in apparent retention rates over time within jurisdictions may be more useful than comparisons across jurisdictions. </w:t>
            </w:r>
            <w:r w:rsidRPr="00795119">
              <w:rPr>
                <w:rStyle w:val="NoteLabel"/>
              </w:rPr>
              <w:t>b</w:t>
            </w:r>
            <w:r w:rsidRPr="00795119">
              <w:t xml:space="preserve"> Retention rates can exceed 100 per cent for a variety of reasons, including student transfers between jurisdictions and students repeating years. </w:t>
            </w:r>
            <w:r w:rsidRPr="00795119">
              <w:rPr>
                <w:rStyle w:val="NoteLabel"/>
              </w:rPr>
              <w:t>c</w:t>
            </w:r>
            <w:r w:rsidRPr="00795119">
              <w:t xml:space="preserve"> The standard apparent retention rate calculation excludes part time students, which has implications for the interpretation of results for all jurisdictions (table 4.4). </w:t>
            </w:r>
            <w:r w:rsidRPr="00795119">
              <w:rPr>
                <w:rStyle w:val="NoteLabel"/>
              </w:rPr>
              <w:t>d</w:t>
            </w:r>
            <w:r w:rsidRPr="00795119">
              <w:t xml:space="preserve"> Ungraded students are not included in the calculation of apparent retention rates. </w:t>
            </w:r>
            <w:r w:rsidRPr="00795119">
              <w:rPr>
                <w:rStyle w:val="NoteLabel"/>
              </w:rPr>
              <w:t>e</w:t>
            </w:r>
            <w:r w:rsidRPr="00795119">
              <w:t> Some students' Indigenous status is not stated. Consequently, the number of Aboriginal and Torres Strait Islander students counted in the Aboriginal and Torres Strait Islander rates may be under</w:t>
            </w:r>
            <w:r w:rsidRPr="00795119">
              <w:noBreakHyphen/>
              <w:t>represented in some jurisdictions. Students for whom Indigenous status is not stated are included in the data for 'non</w:t>
            </w:r>
            <w:r w:rsidRPr="00795119">
              <w:noBreakHyphen/>
              <w:t>Indigenous students', and are included in the data for 'all students'.</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2D17C2">
            <w:pPr>
              <w:pStyle w:val="Source"/>
            </w:pPr>
            <w:r w:rsidRPr="00795119">
              <w:rPr>
                <w:i/>
              </w:rPr>
              <w:t>Source</w:t>
            </w:r>
            <w:r w:rsidRPr="00795119">
              <w:t xml:space="preserve">: ABS (2014) </w:t>
            </w:r>
            <w:r w:rsidRPr="00795119">
              <w:rPr>
                <w:i/>
              </w:rPr>
              <w:t>Schools Australia 2013</w:t>
            </w:r>
            <w:r w:rsidR="002D17C2" w:rsidRPr="00795119">
              <w:t xml:space="preserve">, Cat. no. 4221.0; table </w:t>
            </w:r>
            <w:proofErr w:type="spellStart"/>
            <w:r w:rsidR="002D17C2" w:rsidRPr="00795119">
              <w:t>4A.186</w:t>
            </w:r>
            <w:proofErr w:type="spellEnd"/>
            <w:r w:rsidR="002D17C2" w:rsidRPr="00795119">
              <w:t xml:space="preserve">; 2015 Report, figure 4.11, </w:t>
            </w:r>
            <w:r w:rsidR="002D17C2" w:rsidRPr="00795119">
              <w:br/>
              <w:t>p. 4.28.</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The national apparent retention rate from the commencement of secondary schooling at year 7 or year 8 (</w:t>
      </w:r>
      <w:r w:rsidR="00D759E3" w:rsidRPr="00795119">
        <w:t xml:space="preserve">2015 Report </w:t>
      </w:r>
      <w:r w:rsidRPr="00795119">
        <w:t>figure 4.</w:t>
      </w:r>
      <w:r w:rsidR="00E873B8" w:rsidRPr="00795119">
        <w:t xml:space="preserve">2 </w:t>
      </w:r>
      <w:r w:rsidRPr="00795119">
        <w:t>shows the differences across jurisdictions) to year 10 for all full time students was 98.3 per cent in 2005, rising to 99.8 per cent in 2009 and 101.5 per cent in 2013 (</w:t>
      </w:r>
      <w:r w:rsidR="002D17C2" w:rsidRPr="00795119">
        <w:t xml:space="preserve">2015 Report, </w:t>
      </w:r>
      <w:r w:rsidRPr="00795119">
        <w:t>figure 4.12). Data for intervening years and by</w:t>
      </w:r>
      <w:r w:rsidR="00E8338A" w:rsidRPr="00795119">
        <w:t xml:space="preserve"> Indigenous status are in table </w:t>
      </w:r>
      <w:proofErr w:type="spellStart"/>
      <w:r w:rsidRPr="00795119">
        <w:t>4A.188</w:t>
      </w:r>
      <w:proofErr w:type="spellEnd"/>
      <w:r w:rsidRPr="00795119">
        <w:t>. Data for government schools and non</w:t>
      </w:r>
      <w:r w:rsidRPr="00795119">
        <w:noBreakHyphen/>
        <w:t xml:space="preserve">government schools are in tables </w:t>
      </w:r>
      <w:proofErr w:type="spellStart"/>
      <w:r w:rsidRPr="00795119">
        <w:t>4A.189</w:t>
      </w:r>
      <w:proofErr w:type="spellEnd"/>
      <w:r w:rsidRPr="00795119">
        <w:t xml:space="preserve"> and </w:t>
      </w:r>
      <w:proofErr w:type="spellStart"/>
      <w:r w:rsidRPr="00795119">
        <w:t>4A.190</w:t>
      </w:r>
      <w:proofErr w:type="spellEnd"/>
      <w:r w:rsidRPr="00795119">
        <w:t>.</w:t>
      </w:r>
    </w:p>
    <w:p w:rsidR="001D0C58" w:rsidRPr="00795119" w:rsidRDefault="001D0C58" w:rsidP="001D0C58">
      <w:pPr>
        <w:pStyle w:val="BodyText"/>
      </w:pPr>
      <w:r w:rsidRPr="00795119">
        <w:t>The national apparent retention rate, from the commencem</w:t>
      </w:r>
      <w:r w:rsidR="00517EF2" w:rsidRPr="00795119">
        <w:t xml:space="preserve">ent of secondary school at </w:t>
      </w:r>
      <w:r w:rsidR="00517EF2" w:rsidRPr="00795119">
        <w:br/>
        <w:t xml:space="preserve">year </w:t>
      </w:r>
      <w:r w:rsidRPr="00795119">
        <w:t>7 or 8 (</w:t>
      </w:r>
      <w:r w:rsidR="002D17C2" w:rsidRPr="00795119">
        <w:t xml:space="preserve">2015 Report, </w:t>
      </w:r>
      <w:r w:rsidR="00517EF2" w:rsidRPr="00795119">
        <w:t xml:space="preserve">figure </w:t>
      </w:r>
      <w:r w:rsidRPr="00795119">
        <w:t xml:space="preserve">4.2 shows the differences across jurisdictions) to year 12, </w:t>
      </w:r>
      <w:r w:rsidRPr="00795119">
        <w:lastRenderedPageBreak/>
        <w:t xml:space="preserve">for all full time students was 75.3 per cent in 2005, </w:t>
      </w:r>
      <w:r w:rsidR="00775C01" w:rsidRPr="00795119">
        <w:t>increas</w:t>
      </w:r>
      <w:r w:rsidRPr="00795119">
        <w:t xml:space="preserve">ing to 81.6 per cent in 2013 </w:t>
      </w:r>
      <w:r w:rsidR="002D17C2" w:rsidRPr="00795119">
        <w:br/>
      </w:r>
      <w:r w:rsidRPr="00795119">
        <w:t>(</w:t>
      </w:r>
      <w:r w:rsidR="002D17C2" w:rsidRPr="00795119">
        <w:t xml:space="preserve">2015 Report, </w:t>
      </w:r>
      <w:r w:rsidR="00134A27" w:rsidRPr="00795119">
        <w:t xml:space="preserve">figure </w:t>
      </w:r>
      <w:r w:rsidRPr="00795119">
        <w:t>4.13). Data for intervening years and by</w:t>
      </w:r>
      <w:r w:rsidR="00E8338A" w:rsidRPr="00795119">
        <w:t xml:space="preserve"> Indigenous status are in </w:t>
      </w:r>
      <w:r w:rsidR="00E8338A" w:rsidRPr="00795119">
        <w:br/>
        <w:t xml:space="preserve">table </w:t>
      </w:r>
      <w:proofErr w:type="spellStart"/>
      <w:r w:rsidRPr="00795119">
        <w:t>4A.188</w:t>
      </w:r>
      <w:proofErr w:type="spellEnd"/>
      <w:r w:rsidRPr="00795119">
        <w:t xml:space="preserve">. Data for government schools and non-government schools are in </w:t>
      </w:r>
      <w:r w:rsidR="00E8338A" w:rsidRPr="00795119">
        <w:br/>
      </w:r>
      <w:r w:rsidRPr="00795119">
        <w:t xml:space="preserve">tables </w:t>
      </w:r>
      <w:proofErr w:type="spellStart"/>
      <w:r w:rsidRPr="00795119">
        <w:t>4A.189</w:t>
      </w:r>
      <w:proofErr w:type="spellEnd"/>
      <w:r w:rsidRPr="00795119">
        <w:t xml:space="preserve"> and </w:t>
      </w:r>
      <w:proofErr w:type="spellStart"/>
      <w:r w:rsidRPr="00795119">
        <w:t>4A.190</w:t>
      </w:r>
      <w:proofErr w:type="spellEnd"/>
      <w:r w:rsidRPr="00795119">
        <w:t>.</w:t>
      </w:r>
    </w:p>
    <w:p w:rsidR="001D0C58" w:rsidRPr="00795119" w:rsidRDefault="001D0C58" w:rsidP="001D0C58">
      <w:pPr>
        <w:pStyle w:val="BodyText"/>
        <w:shd w:val="clear" w:color="auto" w:fill="FFFFFF" w:themeFill="background1"/>
      </w:pPr>
      <w:r w:rsidRPr="00795119">
        <w:t xml:space="preserve">Retention rates from year 7 or 8 to year 12 for Aboriginal and Torres Strait Islander students in all schools were lower than those for non-Indigenous students and all students in all jurisdictions in 2013, with a national retention rate for Aboriginal and Torres Strait Islander students of 55.1 per cent, </w:t>
      </w:r>
      <w:r w:rsidRPr="00795119">
        <w:rPr>
          <w:shd w:val="clear" w:color="auto" w:fill="FFFFFF" w:themeFill="background1"/>
        </w:rPr>
        <w:t>27.8 percentage points lower than that for non</w:t>
      </w:r>
      <w:r w:rsidRPr="00795119">
        <w:rPr>
          <w:shd w:val="clear" w:color="auto" w:fill="FFFFFF" w:themeFill="background1"/>
        </w:rPr>
        <w:noBreakHyphen/>
        <w:t>Indigenous students (82.9 per cent)</w:t>
      </w:r>
      <w:r w:rsidRPr="00795119">
        <w:t xml:space="preserve"> and </w:t>
      </w:r>
      <w:r w:rsidRPr="00795119">
        <w:rPr>
          <w:shd w:val="clear" w:color="auto" w:fill="FFFFFF" w:themeFill="background1"/>
        </w:rPr>
        <w:t xml:space="preserve">26.5 </w:t>
      </w:r>
      <w:r w:rsidRPr="00795119">
        <w:t xml:space="preserve">percentage points lower than that for all </w:t>
      </w:r>
      <w:r w:rsidR="004E4DE7" w:rsidRPr="00795119">
        <w:t xml:space="preserve">students (81.6 per cent) (table </w:t>
      </w:r>
      <w:proofErr w:type="spellStart"/>
      <w:r w:rsidRPr="00795119">
        <w:t>4A.188</w:t>
      </w:r>
      <w:proofErr w:type="spellEnd"/>
      <w:r w:rsidRPr="00795119">
        <w:t>).</w:t>
      </w:r>
    </w:p>
    <w:p w:rsidR="001D0C58" w:rsidRPr="00795119" w:rsidRDefault="001D0C58" w:rsidP="001D0C58">
      <w:pPr>
        <w:pStyle w:val="BodyText"/>
      </w:pPr>
      <w:r w:rsidRPr="00795119">
        <w:t>For government and non-government schools, apparent rates of retention from year 10 to year 12 for Aboriginal and Torres Strait Islander students in 2013 were consistently lower than rates for all students but varied a</w:t>
      </w:r>
      <w:r w:rsidR="00775C01" w:rsidRPr="00795119">
        <w:t>cross jurisdictions (figure</w:t>
      </w:r>
      <w:r w:rsidR="002D17C2" w:rsidRPr="00795119">
        <w:t xml:space="preserve"> 4.</w:t>
      </w:r>
      <w:r w:rsidR="00E873B8" w:rsidRPr="00795119">
        <w:t xml:space="preserve">5 </w:t>
      </w:r>
      <w:r w:rsidRPr="00795119">
        <w:t xml:space="preserve">and </w:t>
      </w:r>
      <w:r w:rsidR="002D17C2" w:rsidRPr="00795119">
        <w:t xml:space="preserve">2015 Report, figure </w:t>
      </w:r>
      <w:r w:rsidRPr="00795119">
        <w:t>4.1</w:t>
      </w:r>
      <w:r w:rsidR="002D17C2" w:rsidRPr="00795119">
        <w:t>4</w:t>
      </w:r>
      <w:r w:rsidRPr="00795119">
        <w:t xml:space="preserve">). In interpreting Aboriginal and Torres Strait Islander apparent retention rates, it should be noted that, </w:t>
      </w:r>
      <w:bookmarkStart w:id="33" w:name="OLE_LINK75"/>
      <w:bookmarkStart w:id="34" w:name="OLE_LINK78"/>
      <w:r w:rsidRPr="00795119">
        <w:t>nationally, 1.9 per cent of Aboriginal and Torres Strait Islander students left school before year 10 (figure 4.</w:t>
      </w:r>
      <w:r w:rsidR="00E873B8" w:rsidRPr="00795119">
        <w:t xml:space="preserve">4 </w:t>
      </w:r>
      <w:r w:rsidR="004E4DE7" w:rsidRPr="00795119">
        <w:t xml:space="preserve">and table </w:t>
      </w:r>
      <w:proofErr w:type="spellStart"/>
      <w:r w:rsidRPr="00795119">
        <w:t>4A.186</w:t>
      </w:r>
      <w:proofErr w:type="spellEnd"/>
      <w:r w:rsidRPr="00795119">
        <w:t>), and so are not included in the base year for retention from year 10 to year 12</w:t>
      </w:r>
      <w:bookmarkEnd w:id="33"/>
      <w:bookmarkEnd w:id="34"/>
      <w:r w:rsidRPr="00795119">
        <w:t xml:space="preserve">. Further, Aboriginal and Torres Strait Islander students made </w:t>
      </w:r>
      <w:r w:rsidRPr="00795119">
        <w:rPr>
          <w:shd w:val="clear" w:color="auto" w:fill="FFFFFF" w:themeFill="background1"/>
        </w:rPr>
        <w:t>up 6.5</w:t>
      </w:r>
      <w:r w:rsidRPr="00795119">
        <w:t xml:space="preserve"> per cent of all students in government schools compared with 2.3</w:t>
      </w:r>
      <w:r w:rsidR="002D17C2" w:rsidRPr="00795119">
        <w:t xml:space="preserve"> per </w:t>
      </w:r>
      <w:r w:rsidRPr="00795119">
        <w:t>cent in non-government schools and some jurisdictions have very low numbers of Aboriginal and Torres Strait Islander students (table 4.</w:t>
      </w:r>
      <w:r w:rsidR="002D17C2" w:rsidRPr="00795119">
        <w:t>1</w:t>
      </w:r>
      <w:r w:rsidRPr="00795119">
        <w:t>).</w:t>
      </w:r>
    </w:p>
    <w:p w:rsidR="001D0C58" w:rsidRPr="00795119" w:rsidRDefault="001D0C58" w:rsidP="001D0C58">
      <w:pPr>
        <w:pStyle w:val="BodyText"/>
      </w:pPr>
      <w:r w:rsidRPr="00795119">
        <w:t>Nationally</w:t>
      </w:r>
      <w:r w:rsidR="00775C01" w:rsidRPr="00795119">
        <w:t xml:space="preserve"> in 2013</w:t>
      </w:r>
      <w:r w:rsidRPr="00795119">
        <w:t>, Aboriginal and Torres Strait Islander retention from year 10 to year 12 for all schools was 55.8 per cent (figure 4.</w:t>
      </w:r>
      <w:r w:rsidR="00E873B8" w:rsidRPr="00795119">
        <w:t>5</w:t>
      </w:r>
      <w:r w:rsidRPr="00795119">
        <w:t>), compared with 81.9 per cent for non</w:t>
      </w:r>
      <w:r w:rsidRPr="00795119">
        <w:noBreakHyphen/>
        <w:t xml:space="preserve">Indigenous students (table </w:t>
      </w:r>
      <w:proofErr w:type="spellStart"/>
      <w:r w:rsidRPr="00795119">
        <w:t>4A.188</w:t>
      </w:r>
      <w:proofErr w:type="spellEnd"/>
      <w:r w:rsidRPr="00795119">
        <w:t xml:space="preserve">). However, Aboriginal and Torres Strait Islander retention from year 10 to year 12 for all schools has risen from 45.3 per cent in 2005, with the gap between Aboriginal and Torres Strait Islander students and non-Indigenous students </w:t>
      </w:r>
      <w:r w:rsidR="002C2133">
        <w:t>narrowing</w:t>
      </w:r>
      <w:r w:rsidR="00845BA1" w:rsidRPr="00795119">
        <w:t xml:space="preserve"> </w:t>
      </w:r>
      <w:r w:rsidRPr="00795119">
        <w:t>from 32.2 percentage points in 2005 to 26.1 p</w:t>
      </w:r>
      <w:r w:rsidR="004E4DE7" w:rsidRPr="00795119">
        <w:t xml:space="preserve">ercentage points in 2013 (table </w:t>
      </w:r>
      <w:proofErr w:type="spellStart"/>
      <w:r w:rsidRPr="00795119">
        <w:t>4A.188</w:t>
      </w:r>
      <w:proofErr w:type="spellEnd"/>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E873B8">
            <w:pPr>
              <w:pStyle w:val="FigureTitle"/>
            </w:pPr>
            <w:r w:rsidRPr="00795119">
              <w:rPr>
                <w:b w:val="0"/>
              </w:rPr>
              <w:t>Figure 4.</w:t>
            </w:r>
            <w:r w:rsidR="00E873B8" w:rsidRPr="00795119">
              <w:rPr>
                <w:b w:val="0"/>
                <w:noProof/>
              </w:rPr>
              <w:t>5</w:t>
            </w:r>
            <w:r w:rsidRPr="00795119">
              <w:tab/>
              <w:t>Apparent retention rates from year 10 to year 12, Aboriginal and Torres Strait Islander full time secondary students, 2013</w:t>
            </w:r>
            <w:r w:rsidRPr="00795119">
              <w:rPr>
                <w:rStyle w:val="NoteLabel"/>
                <w:b/>
              </w:rPr>
              <w:t>a, b, c, d</w:t>
            </w:r>
          </w:p>
        </w:tc>
      </w:tr>
      <w:tr w:rsidR="001D0C58" w:rsidRPr="00795119" w:rsidTr="004A71C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01808E18" wp14:editId="3BD7CD5D">
                        <wp:extent cx="5391150" cy="2867025"/>
                        <wp:effectExtent l="0" t="0" r="0" b="9525"/>
                        <wp:docPr id="15" name="Picture 15" descr="Figure 4.15 Apparent retention rates from year 10 to year 12, Aboriginal and Torres Strait Islander full time secondary student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Apparent retention rates are affected by factors that vary across jurisdictions. For this reason, variations in apparent retention rates over time within jurisdictions may be more useful than comparisons across jurisdictions (see tables </w:t>
            </w:r>
            <w:proofErr w:type="spellStart"/>
            <w:r w:rsidRPr="00795119">
              <w:t>4A.188</w:t>
            </w:r>
            <w:proofErr w:type="spellEnd"/>
            <w:r w:rsidRPr="00795119">
              <w:t xml:space="preserve">–190). </w:t>
            </w:r>
            <w:r w:rsidRPr="00795119">
              <w:rPr>
                <w:rStyle w:val="NoteLabel"/>
              </w:rPr>
              <w:t>b</w:t>
            </w:r>
            <w:r w:rsidRPr="00795119">
              <w:t> The standard apparent retention rate calculation excludes part time students, which has implications for the interpretation of results for all jurisdictions (</w:t>
            </w:r>
            <w:r w:rsidR="00845BA1" w:rsidRPr="00795119">
              <w:t xml:space="preserve">2015 Report, </w:t>
            </w:r>
            <w:r w:rsidRPr="00795119">
              <w:t xml:space="preserve">table 4.4). </w:t>
            </w:r>
            <w:r w:rsidRPr="00795119">
              <w:rPr>
                <w:rStyle w:val="NoteLabel"/>
              </w:rPr>
              <w:t>c</w:t>
            </w:r>
            <w:r w:rsidRPr="00795119">
              <w:rPr>
                <w:b/>
              </w:rPr>
              <w:t> </w:t>
            </w:r>
            <w:r w:rsidRPr="00795119">
              <w:t xml:space="preserve">Ungraded students are not included in the calculation of apparent retention rates. </w:t>
            </w:r>
            <w:r w:rsidRPr="00795119">
              <w:rPr>
                <w:rStyle w:val="NoteLabel"/>
              </w:rPr>
              <w:t>d</w:t>
            </w:r>
            <w:r w:rsidRPr="00795119">
              <w:t> Some students' Indigenous status is not stated. Consequently, in these rates Aboriginal and Torres Strait Islander students may be under</w:t>
            </w:r>
            <w:r w:rsidRPr="00795119">
              <w:noBreakHyphen/>
              <w:t>represented in some jurisdictions.</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2D17C2">
            <w:pPr>
              <w:pStyle w:val="Source"/>
            </w:pPr>
            <w:r w:rsidRPr="00795119">
              <w:rPr>
                <w:i/>
              </w:rPr>
              <w:t>Source</w:t>
            </w:r>
            <w:r w:rsidRPr="00795119">
              <w:t xml:space="preserve">: ABS (2014) </w:t>
            </w:r>
            <w:r w:rsidRPr="00795119">
              <w:rPr>
                <w:i/>
              </w:rPr>
              <w:t>Schools Australia 2013</w:t>
            </w:r>
            <w:r w:rsidRPr="00795119">
              <w:t>, Cat</w:t>
            </w:r>
            <w:r w:rsidR="002D17C2" w:rsidRPr="00795119">
              <w:t xml:space="preserve">. no. 4221.0; tables </w:t>
            </w:r>
            <w:proofErr w:type="spellStart"/>
            <w:r w:rsidR="002D17C2" w:rsidRPr="00795119">
              <w:t>4A.188</w:t>
            </w:r>
            <w:proofErr w:type="spellEnd"/>
            <w:r w:rsidR="002D17C2" w:rsidRPr="00795119">
              <w:t xml:space="preserve">–190; 2015 Report, </w:t>
            </w:r>
            <w:r w:rsidR="002D17C2" w:rsidRPr="00795119">
              <w:br/>
              <w:t>figure 4.14, p. 4.31.</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Nationally, apparent rates of retention for all full tim</w:t>
      </w:r>
      <w:r w:rsidR="00845BA1" w:rsidRPr="00795119">
        <w:t xml:space="preserve">e students from year 10 to year </w:t>
      </w:r>
      <w:r w:rsidRPr="00795119">
        <w:t>12 rose slightly from 76.5 per cent in 2005 to 80.7 per cent in 2013 (</w:t>
      </w:r>
      <w:r w:rsidR="002D17C2" w:rsidRPr="00795119">
        <w:t xml:space="preserve">2015 Report, </w:t>
      </w:r>
      <w:r w:rsidR="00845BA1" w:rsidRPr="00795119">
        <w:t xml:space="preserve">figure </w:t>
      </w:r>
      <w:r w:rsidRPr="00795119">
        <w:t xml:space="preserve">4.16). Data for intervening years and by Indigenous status are in table </w:t>
      </w:r>
      <w:proofErr w:type="spellStart"/>
      <w:r w:rsidRPr="00795119">
        <w:t>4A.188</w:t>
      </w:r>
      <w:proofErr w:type="spellEnd"/>
      <w:r w:rsidRPr="00795119">
        <w:t xml:space="preserve">. Data for government schools and non-government schools are in tables </w:t>
      </w:r>
      <w:proofErr w:type="spellStart"/>
      <w:r w:rsidRPr="00795119">
        <w:t>4A.189</w:t>
      </w:r>
      <w:proofErr w:type="spellEnd"/>
      <w:r w:rsidRPr="00795119">
        <w:t xml:space="preserve"> and </w:t>
      </w:r>
      <w:proofErr w:type="spellStart"/>
      <w:r w:rsidRPr="00795119">
        <w:t>4A.190</w:t>
      </w:r>
      <w:proofErr w:type="spellEnd"/>
      <w:r w:rsidRPr="00795119">
        <w:t>.</w:t>
      </w:r>
    </w:p>
    <w:p w:rsidR="001D0C58" w:rsidRPr="00795119" w:rsidRDefault="001D0C58" w:rsidP="001D0C58">
      <w:pPr>
        <w:pStyle w:val="Heading3"/>
      </w:pPr>
      <w:bookmarkStart w:id="35" w:name="_Toc415144183"/>
      <w:r w:rsidRPr="00795119">
        <w:t>Outcomes</w:t>
      </w:r>
      <w:bookmarkEnd w:id="35"/>
    </w:p>
    <w:p w:rsidR="001D0C58" w:rsidRPr="00795119" w:rsidRDefault="001D0C58" w:rsidP="001D0C58">
      <w:pPr>
        <w:pStyle w:val="BodyText"/>
      </w:pPr>
      <w:r w:rsidRPr="00795119">
        <w:t xml:space="preserve">Outcomes are the impact of services on the status of an individual or group (while outputs are the actual services delivered) (see </w:t>
      </w:r>
      <w:r w:rsidR="005F3237" w:rsidRPr="00795119">
        <w:t xml:space="preserve">2015 Report, </w:t>
      </w:r>
      <w:r w:rsidRPr="00795119">
        <w:t>chapter 1, section 1.5).</w:t>
      </w:r>
    </w:p>
    <w:p w:rsidR="001D0C58" w:rsidRPr="00795119" w:rsidRDefault="001D0C58" w:rsidP="001D0C58">
      <w:pPr>
        <w:pStyle w:val="Heading4"/>
      </w:pPr>
      <w:r w:rsidRPr="00795119">
        <w:t>Nationally comparable learning outcomes</w:t>
      </w:r>
    </w:p>
    <w:p w:rsidR="001D0C58" w:rsidRPr="00795119" w:rsidRDefault="001D0C58" w:rsidP="001D0C58">
      <w:pPr>
        <w:pStyle w:val="BodyText"/>
      </w:pPr>
      <w:r w:rsidRPr="00795119">
        <w:t>Learning outcomes measure students’ attainment of a range of skills, in literacy and numeracy, and in areas such as science literacy, information and communication technology, and civics and citizenship.</w:t>
      </w:r>
    </w:p>
    <w:p w:rsidR="001D0C58" w:rsidRPr="00795119" w:rsidRDefault="001D0C58" w:rsidP="001D0C58">
      <w:pPr>
        <w:pStyle w:val="BodyText"/>
      </w:pPr>
      <w:r w:rsidRPr="00795119">
        <w:lastRenderedPageBreak/>
        <w:t>The ‘learning outcomes’ indicator examines outcomes in these areas and draws on two main sources of information:</w:t>
      </w:r>
    </w:p>
    <w:p w:rsidR="001D0C58" w:rsidRPr="00795119" w:rsidRDefault="001D0C58" w:rsidP="001D0C58">
      <w:pPr>
        <w:pStyle w:val="ListBullet"/>
      </w:pPr>
      <w:r w:rsidRPr="00795119">
        <w:t>the National Assessment Program — Literacy and Numeracy (</w:t>
      </w:r>
      <w:proofErr w:type="spellStart"/>
      <w:r w:rsidRPr="00795119">
        <w:t>NAPLAN</w:t>
      </w:r>
      <w:proofErr w:type="spellEnd"/>
      <w:r w:rsidRPr="00795119">
        <w:t xml:space="preserve">), and NAP sample assessments. These are </w:t>
      </w:r>
      <w:proofErr w:type="spellStart"/>
      <w:r w:rsidRPr="00795119">
        <w:t>SCSEEC</w:t>
      </w:r>
      <w:proofErr w:type="spellEnd"/>
      <w:r w:rsidRPr="00795119">
        <w:t xml:space="preserve"> (now Education Council)</w:t>
      </w:r>
      <w:r w:rsidRPr="00795119">
        <w:noBreakHyphen/>
        <w:t>endorsed tests developed to measure student performance in relation to the National Goals for Schooling</w:t>
      </w:r>
    </w:p>
    <w:p w:rsidR="001D0C58" w:rsidRPr="00795119" w:rsidRDefault="001D0C58" w:rsidP="001D0C58">
      <w:pPr>
        <w:pStyle w:val="ListBullet"/>
      </w:pPr>
      <w:r w:rsidRPr="00795119">
        <w:t xml:space="preserve">Australia’s participation in </w:t>
      </w:r>
      <w:r w:rsidRPr="00795119">
        <w:rPr>
          <w:shd w:val="clear" w:color="auto" w:fill="FFFFFF" w:themeFill="background1"/>
        </w:rPr>
        <w:t>four int</w:t>
      </w:r>
      <w:r w:rsidRPr="00795119">
        <w:t xml:space="preserve">ernational tests — the Organisation for Economic Co-operation and Development (OECD) </w:t>
      </w:r>
      <w:proofErr w:type="spellStart"/>
      <w:r w:rsidRPr="00795119">
        <w:t>Programme</w:t>
      </w:r>
      <w:proofErr w:type="spellEnd"/>
      <w:r w:rsidRPr="00795119">
        <w:t xml:space="preserve"> for </w:t>
      </w:r>
      <w:r w:rsidRPr="00795119">
        <w:rPr>
          <w:shd w:val="clear" w:color="auto" w:fill="FFFFFF" w:themeFill="background1"/>
        </w:rPr>
        <w:t>International Student Assessment (PISA); the International Association for Educational Assessment (</w:t>
      </w:r>
      <w:proofErr w:type="spellStart"/>
      <w:r w:rsidRPr="00795119">
        <w:rPr>
          <w:shd w:val="clear" w:color="auto" w:fill="FFFFFF" w:themeFill="background1"/>
        </w:rPr>
        <w:t>IAEA</w:t>
      </w:r>
      <w:proofErr w:type="spellEnd"/>
      <w:r w:rsidRPr="00795119">
        <w:rPr>
          <w:shd w:val="clear" w:color="auto" w:fill="FFFFFF" w:themeFill="background1"/>
        </w:rPr>
        <w:t>)</w:t>
      </w:r>
      <w:r w:rsidRPr="00795119">
        <w:t xml:space="preserve"> Trends in International Mathematics and Science Study (</w:t>
      </w:r>
      <w:proofErr w:type="spellStart"/>
      <w:r w:rsidRPr="00795119">
        <w:t>TIMSS</w:t>
      </w:r>
      <w:proofErr w:type="spellEnd"/>
      <w:r w:rsidRPr="00795119">
        <w:t>); the Progress in International Reading Literacy Study (</w:t>
      </w:r>
      <w:proofErr w:type="spellStart"/>
      <w:r w:rsidRPr="00795119">
        <w:t>PIRLS</w:t>
      </w:r>
      <w:proofErr w:type="spellEnd"/>
      <w:r w:rsidRPr="00795119">
        <w:t xml:space="preserve">); and the </w:t>
      </w:r>
      <w:proofErr w:type="spellStart"/>
      <w:r w:rsidRPr="00795119">
        <w:t>IEA</w:t>
      </w:r>
      <w:proofErr w:type="spellEnd"/>
      <w:r w:rsidRPr="00795119">
        <w:t xml:space="preserve"> International Computer and Information Literacy Study (</w:t>
      </w:r>
      <w:proofErr w:type="spellStart"/>
      <w:r w:rsidRPr="00795119">
        <w:t>ICILS</w:t>
      </w:r>
      <w:proofErr w:type="spellEnd"/>
      <w:r w:rsidRPr="00795119">
        <w:t>).</w:t>
      </w:r>
    </w:p>
    <w:p w:rsidR="001D0C58" w:rsidRPr="00795119" w:rsidRDefault="001D0C58" w:rsidP="005F3237">
      <w:pPr>
        <w:pStyle w:val="Heading5"/>
      </w:pPr>
      <w:r w:rsidRPr="00795119">
        <w:t xml:space="preserve">National Assessment </w:t>
      </w:r>
      <w:r w:rsidR="00517EF2" w:rsidRPr="00795119">
        <w:t>Program</w:t>
      </w:r>
    </w:p>
    <w:p w:rsidR="001D0C58" w:rsidRPr="00795119" w:rsidRDefault="001D0C58" w:rsidP="005F3237">
      <w:pPr>
        <w:pStyle w:val="BodyText"/>
      </w:pPr>
      <w:r w:rsidRPr="00795119">
        <w:t xml:space="preserve">This chapter reports proportions of students undertaking </w:t>
      </w:r>
      <w:proofErr w:type="spellStart"/>
      <w:r w:rsidRPr="00795119">
        <w:t>NAPLAN</w:t>
      </w:r>
      <w:proofErr w:type="spellEnd"/>
      <w:r w:rsidRPr="00795119">
        <w:t xml:space="preserve"> testing in years</w:t>
      </w:r>
      <w:r w:rsidR="00845BA1" w:rsidRPr="00795119">
        <w:t xml:space="preserve"> </w:t>
      </w:r>
      <w:r w:rsidRPr="00795119">
        <w:t xml:space="preserve">3, 5, 7 and 9 achieving the national minimum standard, and mean scale score learning outcomes, for reading, persuasive writing and numeracy performance in 2014, including by Indigenous status and </w:t>
      </w:r>
      <w:proofErr w:type="spellStart"/>
      <w:r w:rsidRPr="00795119">
        <w:t>geolocation</w:t>
      </w:r>
      <w:proofErr w:type="spellEnd"/>
      <w:r w:rsidRPr="00795119">
        <w:t>. Data comparing a range of time series outcomes from 2008–2014 and 2013–2014 for reading and numeracy are also included in the chapter, as are data for cohort gains from 2008–2010–2012–2014 (years 3–5–7–9) for read</w:t>
      </w:r>
      <w:r w:rsidR="00517EF2" w:rsidRPr="00795119">
        <w:t>ing and numeracy.</w:t>
      </w:r>
    </w:p>
    <w:p w:rsidR="001D0C58" w:rsidRPr="00795119" w:rsidRDefault="001D0C58" w:rsidP="001D0C58">
      <w:pPr>
        <w:pStyle w:val="BodyText"/>
        <w:shd w:val="clear" w:color="auto" w:fill="FFFFFF" w:themeFill="background1"/>
      </w:pPr>
      <w:r w:rsidRPr="00795119">
        <w:t>Achieving (but not exceeding) the national minimum standard represents achievement of the basic elements of literacy or numeracy for the year level. Students who have not achieved the national minimum standard for that year need focused intervention and additional support to help them achieve the skills they require to progress in schooling (</w:t>
      </w:r>
      <w:proofErr w:type="spellStart"/>
      <w:r w:rsidRPr="00795119">
        <w:rPr>
          <w:shd w:val="clear" w:color="auto" w:fill="FFFFFF" w:themeFill="background1"/>
        </w:rPr>
        <w:t>ACARA</w:t>
      </w:r>
      <w:proofErr w:type="spellEnd"/>
      <w:r w:rsidRPr="00795119">
        <w:rPr>
          <w:shd w:val="clear" w:color="auto" w:fill="FFFFFF" w:themeFill="background1"/>
        </w:rPr>
        <w:t xml:space="preserve"> </w:t>
      </w:r>
      <w:proofErr w:type="spellStart"/>
      <w:r w:rsidRPr="00795119">
        <w:rPr>
          <w:shd w:val="clear" w:color="auto" w:fill="FFFFFF" w:themeFill="background1"/>
        </w:rPr>
        <w:t>2014a</w:t>
      </w:r>
      <w:proofErr w:type="spellEnd"/>
      <w:r w:rsidRPr="00795119">
        <w:rPr>
          <w:shd w:val="clear" w:color="auto" w:fill="FFFFFF" w:themeFill="background1"/>
        </w:rPr>
        <w:t>). The</w:t>
      </w:r>
      <w:r w:rsidRPr="00795119">
        <w:t xml:space="preserve"> chapter and attachment tables also include additional data on </w:t>
      </w:r>
      <w:proofErr w:type="spellStart"/>
      <w:r w:rsidRPr="00795119">
        <w:t>NAP</w:t>
      </w:r>
      <w:r w:rsidR="00517EF2" w:rsidRPr="00795119">
        <w:t>LAN</w:t>
      </w:r>
      <w:proofErr w:type="spellEnd"/>
      <w:r w:rsidR="00517EF2" w:rsidRPr="00795119">
        <w:t xml:space="preserve"> mean scale scores for 2014.</w:t>
      </w:r>
    </w:p>
    <w:p w:rsidR="001D0C58" w:rsidRPr="00795119" w:rsidRDefault="001D0C58" w:rsidP="001D0C58">
      <w:pPr>
        <w:pStyle w:val="BodyText"/>
      </w:pPr>
      <w:r w:rsidRPr="00795119">
        <w:t xml:space="preserve">Detailed </w:t>
      </w:r>
      <w:proofErr w:type="spellStart"/>
      <w:r w:rsidRPr="00795119">
        <w:t>NAPLAN</w:t>
      </w:r>
      <w:proofErr w:type="spellEnd"/>
      <w:r w:rsidRPr="00795119">
        <w:t xml:space="preserve"> data for 2014, including outcomes by </w:t>
      </w:r>
      <w:proofErr w:type="spellStart"/>
      <w:r w:rsidRPr="00795119">
        <w:t>socio-economic</w:t>
      </w:r>
      <w:proofErr w:type="spellEnd"/>
      <w:r w:rsidRPr="00795119">
        <w:t xml:space="preserve"> status (parental education and occupation), are included in the attachment tables (</w:t>
      </w:r>
      <w:r w:rsidR="005F3237" w:rsidRPr="00795119">
        <w:t xml:space="preserve">tables </w:t>
      </w:r>
      <w:proofErr w:type="spellStart"/>
      <w:r w:rsidR="005F3237" w:rsidRPr="00795119">
        <w:t>4A.36</w:t>
      </w:r>
      <w:proofErr w:type="spellEnd"/>
      <w:r w:rsidR="005F3237" w:rsidRPr="00795119">
        <w:t xml:space="preserve">–37, </w:t>
      </w:r>
      <w:r w:rsidR="00845BA1" w:rsidRPr="00795119">
        <w:br/>
      </w:r>
      <w:proofErr w:type="spellStart"/>
      <w:r w:rsidR="005F3237" w:rsidRPr="00795119">
        <w:t>4A.39</w:t>
      </w:r>
      <w:proofErr w:type="spellEnd"/>
      <w:r w:rsidR="005F3237" w:rsidRPr="00795119">
        <w:t xml:space="preserve">–40 and </w:t>
      </w:r>
      <w:proofErr w:type="spellStart"/>
      <w:r w:rsidR="005F3237" w:rsidRPr="00795119">
        <w:t>4A.42</w:t>
      </w:r>
      <w:proofErr w:type="spellEnd"/>
      <w:r w:rsidR="005F3237" w:rsidRPr="00795119">
        <w:t xml:space="preserve">–43, 2014 Report, tables </w:t>
      </w:r>
      <w:proofErr w:type="spellStart"/>
      <w:r w:rsidR="005F3237" w:rsidRPr="00795119">
        <w:t>4A.38</w:t>
      </w:r>
      <w:proofErr w:type="spellEnd"/>
      <w:r w:rsidR="005F3237" w:rsidRPr="00795119">
        <w:t xml:space="preserve"> and </w:t>
      </w:r>
      <w:proofErr w:type="spellStart"/>
      <w:r w:rsidR="005F3237" w:rsidRPr="00795119">
        <w:t>4A.41</w:t>
      </w:r>
      <w:proofErr w:type="spellEnd"/>
      <w:r w:rsidR="005F3237" w:rsidRPr="00795119">
        <w:t xml:space="preserve"> </w:t>
      </w:r>
      <w:r w:rsidRPr="00795119">
        <w:t xml:space="preserve">for reading performance, </w:t>
      </w:r>
      <w:r w:rsidR="005F3237" w:rsidRPr="00795119">
        <w:t xml:space="preserve">tables </w:t>
      </w:r>
      <w:proofErr w:type="spellStart"/>
      <w:r w:rsidR="005F3237" w:rsidRPr="00795119">
        <w:t>4A.72</w:t>
      </w:r>
      <w:proofErr w:type="spellEnd"/>
      <w:r w:rsidR="005F3237" w:rsidRPr="00795119">
        <w:t xml:space="preserve">–73, </w:t>
      </w:r>
      <w:proofErr w:type="spellStart"/>
      <w:r w:rsidR="005F3237" w:rsidRPr="00795119">
        <w:t>4A.75</w:t>
      </w:r>
      <w:proofErr w:type="spellEnd"/>
      <w:r w:rsidR="005F3237" w:rsidRPr="00795119">
        <w:t xml:space="preserve">–76 and </w:t>
      </w:r>
      <w:proofErr w:type="spellStart"/>
      <w:r w:rsidR="005F3237" w:rsidRPr="00795119">
        <w:t>4A.78</w:t>
      </w:r>
      <w:proofErr w:type="spellEnd"/>
      <w:r w:rsidR="005F3237" w:rsidRPr="00795119">
        <w:t xml:space="preserve">–79 and 2015 Report, tables </w:t>
      </w:r>
      <w:proofErr w:type="spellStart"/>
      <w:r w:rsidR="005F3237" w:rsidRPr="00795119">
        <w:t>4A.74</w:t>
      </w:r>
      <w:proofErr w:type="spellEnd"/>
      <w:r w:rsidR="005F3237" w:rsidRPr="00795119">
        <w:t xml:space="preserve"> and </w:t>
      </w:r>
      <w:proofErr w:type="spellStart"/>
      <w:r w:rsidR="005F3237" w:rsidRPr="00795119">
        <w:t>4A.77</w:t>
      </w:r>
      <w:proofErr w:type="spellEnd"/>
      <w:r w:rsidR="005F3237" w:rsidRPr="00795119">
        <w:t xml:space="preserve"> for numeracy performance</w:t>
      </w:r>
      <w:r w:rsidRPr="00795119">
        <w:t xml:space="preserve"> for persuasive</w:t>
      </w:r>
      <w:r w:rsidR="00A05E78" w:rsidRPr="00795119">
        <w:t xml:space="preserve"> writing performance and tables </w:t>
      </w:r>
      <w:proofErr w:type="spellStart"/>
      <w:r w:rsidRPr="00795119">
        <w:t>4A.108</w:t>
      </w:r>
      <w:proofErr w:type="spellEnd"/>
      <w:r w:rsidRPr="00795119">
        <w:t>–</w:t>
      </w:r>
      <w:r w:rsidR="005F3237" w:rsidRPr="00795119">
        <w:t xml:space="preserve">109, </w:t>
      </w:r>
      <w:proofErr w:type="spellStart"/>
      <w:r w:rsidR="005F3237" w:rsidRPr="00795119">
        <w:t>4A.111</w:t>
      </w:r>
      <w:proofErr w:type="spellEnd"/>
      <w:r w:rsidR="005F3237" w:rsidRPr="00795119">
        <w:t xml:space="preserve">–112, </w:t>
      </w:r>
      <w:proofErr w:type="spellStart"/>
      <w:r w:rsidR="005F3237" w:rsidRPr="00795119">
        <w:t>4A.114</w:t>
      </w:r>
      <w:proofErr w:type="spellEnd"/>
      <w:r w:rsidR="005F3237" w:rsidRPr="00795119">
        <w:t xml:space="preserve">–115 and 2015 Report, tables </w:t>
      </w:r>
      <w:proofErr w:type="spellStart"/>
      <w:r w:rsidR="005F3237" w:rsidRPr="00795119">
        <w:t>4A.110</w:t>
      </w:r>
      <w:proofErr w:type="spellEnd"/>
      <w:r w:rsidR="005F3237" w:rsidRPr="00795119">
        <w:t xml:space="preserve"> and </w:t>
      </w:r>
      <w:proofErr w:type="spellStart"/>
      <w:r w:rsidR="005F3237" w:rsidRPr="00795119">
        <w:t>4A.113</w:t>
      </w:r>
      <w:proofErr w:type="spellEnd"/>
      <w:r w:rsidR="005F3237" w:rsidRPr="00795119">
        <w:t xml:space="preserve"> for numeracy performance).</w:t>
      </w:r>
      <w:r w:rsidR="00A0077B" w:rsidRPr="00795119">
        <w:t xml:space="preserve"> </w:t>
      </w:r>
      <w:r w:rsidRPr="00795119">
        <w:t xml:space="preserve">More detailed </w:t>
      </w:r>
      <w:proofErr w:type="spellStart"/>
      <w:r w:rsidRPr="00795119">
        <w:t>NAPLAN</w:t>
      </w:r>
      <w:proofErr w:type="spellEnd"/>
      <w:r w:rsidRPr="00795119">
        <w:t xml:space="preserve"> time series data for 2008–2014 and 2013–2014 are included in tables </w:t>
      </w:r>
      <w:proofErr w:type="spellStart"/>
      <w:r w:rsidRPr="00795119">
        <w:t>4A.44</w:t>
      </w:r>
      <w:proofErr w:type="spellEnd"/>
      <w:r w:rsidRPr="00795119">
        <w:t>–52 for</w:t>
      </w:r>
      <w:r w:rsidR="00E8338A" w:rsidRPr="00795119">
        <w:t xml:space="preserve"> reading performance and tables </w:t>
      </w:r>
      <w:proofErr w:type="spellStart"/>
      <w:r w:rsidRPr="00795119">
        <w:t>4A.116</w:t>
      </w:r>
      <w:proofErr w:type="spellEnd"/>
      <w:r w:rsidRPr="00795119">
        <w:t xml:space="preserve">–124 for numeracy performance. Time series data for 2011–2014 and 2013–2014 for persuasive writing are included in tables </w:t>
      </w:r>
      <w:proofErr w:type="spellStart"/>
      <w:r w:rsidRPr="00795119">
        <w:t>4A.80</w:t>
      </w:r>
      <w:proofErr w:type="spellEnd"/>
      <w:r w:rsidRPr="00795119">
        <w:t xml:space="preserve">–88. In 2011, </w:t>
      </w:r>
      <w:proofErr w:type="spellStart"/>
      <w:r w:rsidRPr="00795119">
        <w:t>NAPLAN</w:t>
      </w:r>
      <w:proofErr w:type="spellEnd"/>
      <w:r w:rsidRPr="00795119">
        <w:t xml:space="preserve"> writing testing changed from narrative to persuasive writing, leading to a break in the time series. Data for narrative writing (for 2008, 2009 and 2010) are included in the 2010–2012 Reports.</w:t>
      </w:r>
    </w:p>
    <w:p w:rsidR="001D0C58" w:rsidRPr="00795119" w:rsidRDefault="001D0C58" w:rsidP="001D0C58">
      <w:pPr>
        <w:pStyle w:val="BodyText"/>
        <w:shd w:val="clear" w:color="auto" w:fill="FFFFFF" w:themeFill="background1"/>
        <w:rPr>
          <w:shd w:val="clear" w:color="auto" w:fill="FFFF00"/>
        </w:rPr>
      </w:pPr>
      <w:r w:rsidRPr="00795119">
        <w:lastRenderedPageBreak/>
        <w:t xml:space="preserve">The NAP also undertakes triennial national sample assessments on a rotating basis. This chapter reports year 6 and year 10 civics and citizenship performance data for 2004, 2007 2010 and 2013 (2013 data are available for the first time in this Report). The attachment tables include additional data on year 6 science literacy performance for 2006, 2009 and 2012 </w:t>
      </w:r>
      <w:r w:rsidR="00A0077B" w:rsidRPr="00795119">
        <w:rPr>
          <w:shd w:val="clear" w:color="auto" w:fill="FFFFFF" w:themeFill="background1"/>
        </w:rPr>
        <w:t xml:space="preserve">(table </w:t>
      </w:r>
      <w:proofErr w:type="spellStart"/>
      <w:r w:rsidR="00A0077B" w:rsidRPr="00795119">
        <w:rPr>
          <w:shd w:val="clear" w:color="auto" w:fill="FFFFFF" w:themeFill="background1"/>
        </w:rPr>
        <w:t>4A.146</w:t>
      </w:r>
      <w:proofErr w:type="spellEnd"/>
      <w:r w:rsidR="00A0077B" w:rsidRPr="00795119">
        <w:rPr>
          <w:shd w:val="clear" w:color="auto" w:fill="FFFFFF" w:themeFill="background1"/>
        </w:rPr>
        <w:t xml:space="preserve"> and 2015 Report, tables </w:t>
      </w:r>
      <w:proofErr w:type="spellStart"/>
      <w:r w:rsidR="00A0077B" w:rsidRPr="00795119">
        <w:rPr>
          <w:shd w:val="clear" w:color="auto" w:fill="FFFFFF" w:themeFill="background1"/>
        </w:rPr>
        <w:t>4A.144</w:t>
      </w:r>
      <w:proofErr w:type="spellEnd"/>
      <w:r w:rsidR="00A0077B" w:rsidRPr="00795119">
        <w:rPr>
          <w:shd w:val="clear" w:color="auto" w:fill="FFFFFF" w:themeFill="background1"/>
        </w:rPr>
        <w:t>–145 and 147–148</w:t>
      </w:r>
      <w:r w:rsidRPr="00795119">
        <w:rPr>
          <w:shd w:val="clear" w:color="auto" w:fill="FFFFFF" w:themeFill="background1"/>
        </w:rPr>
        <w:t>); year 6 and year 10 civics and citizenship literacy performance for 2004, 2007, 2010 and 2013 (</w:t>
      </w:r>
      <w:r w:rsidR="00A0077B" w:rsidRPr="00795119">
        <w:rPr>
          <w:shd w:val="clear" w:color="auto" w:fill="FFFFFF" w:themeFill="background1"/>
        </w:rPr>
        <w:t xml:space="preserve">table </w:t>
      </w:r>
      <w:proofErr w:type="spellStart"/>
      <w:r w:rsidR="00A0077B" w:rsidRPr="00795119">
        <w:rPr>
          <w:shd w:val="clear" w:color="auto" w:fill="FFFFFF" w:themeFill="background1"/>
        </w:rPr>
        <w:t>4A.151</w:t>
      </w:r>
      <w:proofErr w:type="spellEnd"/>
      <w:r w:rsidR="00A0077B" w:rsidRPr="00795119">
        <w:rPr>
          <w:shd w:val="clear" w:color="auto" w:fill="FFFFFF" w:themeFill="background1"/>
        </w:rPr>
        <w:t xml:space="preserve"> and 2015 Report, tables </w:t>
      </w:r>
      <w:proofErr w:type="spellStart"/>
      <w:r w:rsidR="00A0077B" w:rsidRPr="00795119">
        <w:rPr>
          <w:shd w:val="clear" w:color="auto" w:fill="FFFFFF" w:themeFill="background1"/>
        </w:rPr>
        <w:t>4A.147</w:t>
      </w:r>
      <w:proofErr w:type="spellEnd"/>
      <w:r w:rsidR="00A0077B" w:rsidRPr="00795119">
        <w:rPr>
          <w:shd w:val="clear" w:color="auto" w:fill="FFFFFF" w:themeFill="background1"/>
        </w:rPr>
        <w:t>–150 and 152–153</w:t>
      </w:r>
      <w:r w:rsidRPr="00795119">
        <w:rPr>
          <w:shd w:val="clear" w:color="auto" w:fill="FFFFFF" w:themeFill="background1"/>
        </w:rPr>
        <w:t xml:space="preserve">) and year 6 and year 10 information and communication technologies literacy performance for 2005, 2008 and 2011 </w:t>
      </w:r>
      <w:r w:rsidR="00A0077B" w:rsidRPr="00795119">
        <w:rPr>
          <w:shd w:val="clear" w:color="auto" w:fill="FFFFFF" w:themeFill="background1"/>
        </w:rPr>
        <w:br/>
      </w:r>
      <w:r w:rsidRPr="00795119">
        <w:rPr>
          <w:shd w:val="clear" w:color="auto" w:fill="FFFFFF" w:themeFill="background1"/>
        </w:rPr>
        <w:t>(</w:t>
      </w:r>
      <w:r w:rsidR="00A0077B" w:rsidRPr="00795119">
        <w:rPr>
          <w:shd w:val="clear" w:color="auto" w:fill="FFFFFF" w:themeFill="background1"/>
        </w:rPr>
        <w:t xml:space="preserve">tables </w:t>
      </w:r>
      <w:proofErr w:type="spellStart"/>
      <w:r w:rsidR="00A0077B" w:rsidRPr="00795119">
        <w:rPr>
          <w:shd w:val="clear" w:color="auto" w:fill="FFFFFF" w:themeFill="background1"/>
        </w:rPr>
        <w:t>4A.155</w:t>
      </w:r>
      <w:proofErr w:type="spellEnd"/>
      <w:r w:rsidR="00A0077B" w:rsidRPr="00795119">
        <w:rPr>
          <w:shd w:val="clear" w:color="auto" w:fill="FFFFFF" w:themeFill="background1"/>
        </w:rPr>
        <w:t xml:space="preserve">–156 and 2015 Report, tables </w:t>
      </w:r>
      <w:proofErr w:type="spellStart"/>
      <w:r w:rsidR="00A0077B" w:rsidRPr="00795119">
        <w:rPr>
          <w:shd w:val="clear" w:color="auto" w:fill="FFFFFF" w:themeFill="background1"/>
        </w:rPr>
        <w:t>4A.154</w:t>
      </w:r>
      <w:proofErr w:type="spellEnd"/>
      <w:r w:rsidR="00A0077B" w:rsidRPr="00795119">
        <w:rPr>
          <w:shd w:val="clear" w:color="auto" w:fill="FFFFFF" w:themeFill="background1"/>
        </w:rPr>
        <w:t xml:space="preserve"> and 157–158</w:t>
      </w:r>
      <w:r w:rsidRPr="00795119">
        <w:rPr>
          <w:shd w:val="clear" w:color="auto" w:fill="FFFFFF" w:themeFill="background1"/>
        </w:rPr>
        <w:t>).</w:t>
      </w:r>
    </w:p>
    <w:p w:rsidR="001D0C58" w:rsidRPr="00795119" w:rsidRDefault="001D0C58" w:rsidP="001D0C58">
      <w:pPr>
        <w:pStyle w:val="Heading5"/>
        <w:shd w:val="clear" w:color="auto" w:fill="FFFFFF" w:themeFill="background1"/>
      </w:pPr>
      <w:r w:rsidRPr="00795119">
        <w:t>International tests</w:t>
      </w:r>
    </w:p>
    <w:p w:rsidR="001D0C58" w:rsidRPr="00795119" w:rsidRDefault="001D0C58" w:rsidP="001D0C58">
      <w:pPr>
        <w:pStyle w:val="BodyText"/>
      </w:pPr>
      <w:r w:rsidRPr="00795119">
        <w:t>This chapter reports outcomes of:</w:t>
      </w:r>
    </w:p>
    <w:p w:rsidR="001D0C58" w:rsidRPr="00795119" w:rsidRDefault="001D0C58" w:rsidP="001D0C58">
      <w:pPr>
        <w:pStyle w:val="ListBullet"/>
      </w:pPr>
      <w:r w:rsidRPr="00795119">
        <w:t xml:space="preserve">triennial PISA assessments in reading literacy, mathematical literacy and scientific literacy for 15 year old students. </w:t>
      </w:r>
      <w:r w:rsidRPr="00795119">
        <w:rPr>
          <w:shd w:val="clear" w:color="auto" w:fill="FFFFFF" w:themeFill="background1"/>
        </w:rPr>
        <w:t>Data from the 2000, 2003, 2006, 2009 and 2012 assessments are included in this Report (</w:t>
      </w:r>
      <w:r w:rsidR="006C6034" w:rsidRPr="00795119">
        <w:rPr>
          <w:shd w:val="clear" w:color="auto" w:fill="FFFFFF" w:themeFill="background1"/>
        </w:rPr>
        <w:t xml:space="preserve">tables </w:t>
      </w:r>
      <w:proofErr w:type="spellStart"/>
      <w:r w:rsidR="006C6034" w:rsidRPr="00795119">
        <w:rPr>
          <w:shd w:val="clear" w:color="auto" w:fill="FFFFFF" w:themeFill="background1"/>
        </w:rPr>
        <w:t>4A.159</w:t>
      </w:r>
      <w:proofErr w:type="spellEnd"/>
      <w:r w:rsidR="006C6034" w:rsidRPr="00795119">
        <w:rPr>
          <w:shd w:val="clear" w:color="auto" w:fill="FFFFFF" w:themeFill="background1"/>
        </w:rPr>
        <w:t xml:space="preserve">–160, </w:t>
      </w:r>
      <w:proofErr w:type="spellStart"/>
      <w:r w:rsidR="006C6034" w:rsidRPr="00795119">
        <w:rPr>
          <w:shd w:val="clear" w:color="auto" w:fill="FFFFFF" w:themeFill="background1"/>
        </w:rPr>
        <w:t>4A.165</w:t>
      </w:r>
      <w:proofErr w:type="spellEnd"/>
      <w:r w:rsidR="006C6034" w:rsidRPr="00795119">
        <w:rPr>
          <w:shd w:val="clear" w:color="auto" w:fill="FFFFFF" w:themeFill="background1"/>
        </w:rPr>
        <w:t xml:space="preserve">, </w:t>
      </w:r>
      <w:proofErr w:type="spellStart"/>
      <w:r w:rsidR="006C6034" w:rsidRPr="00795119">
        <w:t>4A.170</w:t>
      </w:r>
      <w:proofErr w:type="spellEnd"/>
      <w:r w:rsidR="006C6034" w:rsidRPr="00795119">
        <w:t>–173</w:t>
      </w:r>
      <w:r w:rsidR="006C6034" w:rsidRPr="00795119">
        <w:rPr>
          <w:shd w:val="clear" w:color="auto" w:fill="FFFFFF" w:themeFill="background1"/>
        </w:rPr>
        <w:t xml:space="preserve"> and 2015 Report, tables </w:t>
      </w:r>
      <w:proofErr w:type="spellStart"/>
      <w:r w:rsidR="006C6034" w:rsidRPr="00795119">
        <w:rPr>
          <w:shd w:val="clear" w:color="auto" w:fill="FFFFFF" w:themeFill="background1"/>
        </w:rPr>
        <w:t>4A.161</w:t>
      </w:r>
      <w:proofErr w:type="spellEnd"/>
      <w:r w:rsidR="006C6034" w:rsidRPr="00795119">
        <w:rPr>
          <w:shd w:val="clear" w:color="auto" w:fill="FFFFFF" w:themeFill="background1"/>
        </w:rPr>
        <w:t>–164 and 166–169</w:t>
      </w:r>
      <w:r w:rsidRPr="00795119">
        <w:t>)</w:t>
      </w:r>
    </w:p>
    <w:p w:rsidR="001D0C58" w:rsidRPr="00795119" w:rsidRDefault="001D0C58" w:rsidP="001D0C58">
      <w:pPr>
        <w:pStyle w:val="ListBullet"/>
      </w:pPr>
      <w:r w:rsidRPr="00795119">
        <w:t xml:space="preserve">the four-yearly </w:t>
      </w:r>
      <w:proofErr w:type="spellStart"/>
      <w:r w:rsidRPr="00795119">
        <w:t>TIMSS</w:t>
      </w:r>
      <w:proofErr w:type="spellEnd"/>
      <w:r w:rsidRPr="00795119">
        <w:t xml:space="preserve"> assessments on mathematics and science achievement for year 4 and year 8, conducted in 2011. The attachment tables include additional information on the 2011 test, as well as data from 2003 and 2007 (ta</w:t>
      </w:r>
      <w:r w:rsidR="004E4DE7" w:rsidRPr="00795119">
        <w:t xml:space="preserve">bles </w:t>
      </w:r>
      <w:proofErr w:type="spellStart"/>
      <w:r w:rsidRPr="00795119">
        <w:t>4A.174</w:t>
      </w:r>
      <w:proofErr w:type="spellEnd"/>
      <w:r w:rsidRPr="00795119">
        <w:t>–17</w:t>
      </w:r>
      <w:r w:rsidR="006C6034" w:rsidRPr="00795119">
        <w:t xml:space="preserve">7 and </w:t>
      </w:r>
      <w:r w:rsidR="006C6034" w:rsidRPr="00795119">
        <w:rPr>
          <w:shd w:val="clear" w:color="auto" w:fill="FFFFFF" w:themeFill="background1"/>
        </w:rPr>
        <w:t xml:space="preserve">2015 Report, table </w:t>
      </w:r>
      <w:proofErr w:type="spellStart"/>
      <w:r w:rsidR="006C6034" w:rsidRPr="00795119">
        <w:rPr>
          <w:shd w:val="clear" w:color="auto" w:fill="FFFFFF" w:themeFill="background1"/>
        </w:rPr>
        <w:t>4A.178</w:t>
      </w:r>
      <w:proofErr w:type="spellEnd"/>
      <w:r w:rsidRPr="00795119">
        <w:t>)</w:t>
      </w:r>
    </w:p>
    <w:p w:rsidR="001D0C58" w:rsidRPr="00795119" w:rsidRDefault="001D0C58" w:rsidP="001D0C58">
      <w:pPr>
        <w:pStyle w:val="ListBullet"/>
      </w:pPr>
      <w:r w:rsidRPr="00795119">
        <w:t xml:space="preserve">the five-yearly </w:t>
      </w:r>
      <w:proofErr w:type="spellStart"/>
      <w:r w:rsidRPr="00795119">
        <w:t>PIRLS</w:t>
      </w:r>
      <w:proofErr w:type="spellEnd"/>
      <w:r w:rsidRPr="00795119">
        <w:t xml:space="preserve"> test for year 4, conducted in 2011, on reading literacy performance (table</w:t>
      </w:r>
      <w:r w:rsidR="006C6034" w:rsidRPr="00795119">
        <w:t xml:space="preserve"> </w:t>
      </w:r>
      <w:proofErr w:type="spellStart"/>
      <w:r w:rsidR="006C6034" w:rsidRPr="00795119">
        <w:t>4A.</w:t>
      </w:r>
      <w:r w:rsidRPr="00795119">
        <w:t>180</w:t>
      </w:r>
      <w:proofErr w:type="spellEnd"/>
      <w:r w:rsidR="006C6034" w:rsidRPr="00795119">
        <w:t xml:space="preserve"> and 2105 Report, table </w:t>
      </w:r>
      <w:proofErr w:type="spellStart"/>
      <w:r w:rsidR="006C6034" w:rsidRPr="00795119">
        <w:t>4A.179</w:t>
      </w:r>
      <w:proofErr w:type="spellEnd"/>
      <w:r w:rsidRPr="00795119">
        <w:t>)</w:t>
      </w:r>
    </w:p>
    <w:p w:rsidR="001D0C58" w:rsidRPr="00795119" w:rsidRDefault="001D0C58" w:rsidP="001D0C58">
      <w:pPr>
        <w:pStyle w:val="ListBullet"/>
      </w:pPr>
      <w:r w:rsidRPr="00795119">
        <w:t xml:space="preserve">the </w:t>
      </w:r>
      <w:proofErr w:type="spellStart"/>
      <w:r w:rsidRPr="00795119">
        <w:t>ICILS</w:t>
      </w:r>
      <w:proofErr w:type="spellEnd"/>
      <w:r w:rsidRPr="00795119">
        <w:t xml:space="preserve"> test, that assesses the extent to which students know about, understand, and are able to use information and communication technology. It was conducted at year 8 level for the first time in 2013 (</w:t>
      </w:r>
      <w:r w:rsidR="006C6034" w:rsidRPr="00795119">
        <w:t xml:space="preserve">table </w:t>
      </w:r>
      <w:proofErr w:type="spellStart"/>
      <w:r w:rsidR="006C6034" w:rsidRPr="00795119">
        <w:t>4A.182</w:t>
      </w:r>
      <w:proofErr w:type="spellEnd"/>
      <w:r w:rsidR="006C6034" w:rsidRPr="00795119">
        <w:t xml:space="preserve"> and 2105 Report, table </w:t>
      </w:r>
      <w:proofErr w:type="spellStart"/>
      <w:r w:rsidR="006C6034" w:rsidRPr="00795119">
        <w:t>4A.181</w:t>
      </w:r>
      <w:proofErr w:type="spellEnd"/>
      <w:r w:rsidRPr="00795119">
        <w:t>).</w:t>
      </w:r>
    </w:p>
    <w:p w:rsidR="001D0C58" w:rsidRPr="00795119" w:rsidRDefault="001D0C58" w:rsidP="001D0C58">
      <w:pPr>
        <w:pStyle w:val="Heading5"/>
      </w:pPr>
      <w:r w:rsidRPr="00795119">
        <w:t>Interpreting learning outcomes data</w:t>
      </w:r>
    </w:p>
    <w:p w:rsidR="001D0C58" w:rsidRPr="00795119" w:rsidRDefault="001D0C58" w:rsidP="001D0C58">
      <w:pPr>
        <w:pStyle w:val="BodyText"/>
      </w:pPr>
      <w:r w:rsidRPr="00795119">
        <w:t xml:space="preserve">To assist with making comparisons across jurisdictions, where appropriate, </w:t>
      </w:r>
      <w:r w:rsidRPr="00795119">
        <w:br/>
        <w:t xml:space="preserve">95 per cent confidence intervals are presented in charts and attachment tables. Confidence intervals are a standard way of expressing the degree of uncertainty associated with survey estimates or performance measurement. An estimate of 80 per cent with a confidence interval of ± 2.0, for example, means that if another sample had been drawn, or if another combination of test items had been used, there is a 95 per cent chance that the result would lie between 78 per cent and 82 per cent. Each learning outcomes proportion can be thought of in terms of a range. If one jurisdiction’s rate ranges from 78–82 per cent and another’s from 77–81 per cent, then it is not possible to say with confidence that one differs from the other (because there is unlikely to be a statistically significant difference). Where ranges do not overlap, there is a high likelihood that there is a statistically significant difference. A statistically significant difference means there is a high probability that there is an actual difference; it does not imply that the difference is </w:t>
      </w:r>
      <w:r w:rsidR="00CF7AA0" w:rsidRPr="00795119">
        <w:t>necessarily large or important.</w:t>
      </w:r>
    </w:p>
    <w:p w:rsidR="001D0C58" w:rsidRPr="00795119" w:rsidRDefault="001D0C58" w:rsidP="001D0C58">
      <w:pPr>
        <w:pStyle w:val="Heading5"/>
      </w:pPr>
      <w:r w:rsidRPr="00795119">
        <w:lastRenderedPageBreak/>
        <w:t xml:space="preserve">Participation in </w:t>
      </w:r>
      <w:proofErr w:type="spellStart"/>
      <w:r w:rsidRPr="00795119">
        <w:t>NAPLAN</w:t>
      </w:r>
      <w:proofErr w:type="spellEnd"/>
      <w:r w:rsidRPr="00795119">
        <w:t xml:space="preserve"> testing</w:t>
      </w:r>
    </w:p>
    <w:p w:rsidR="001D0C58" w:rsidRPr="00795119" w:rsidRDefault="001D0C58" w:rsidP="001D0C58">
      <w:pPr>
        <w:pStyle w:val="BodyText"/>
      </w:pPr>
      <w:proofErr w:type="spellStart"/>
      <w:r w:rsidRPr="00795119">
        <w:t>NAPLAN</w:t>
      </w:r>
      <w:proofErr w:type="spellEnd"/>
      <w:r w:rsidRPr="00795119">
        <w:t xml:space="preserve"> testing reports the number of assessed, exempt, absent and withdrawn students</w:t>
      </w:r>
      <w:bookmarkStart w:id="36" w:name="OLE_LINK22"/>
      <w:bookmarkStart w:id="37" w:name="OLE_LINK24"/>
      <w:r w:rsidRPr="00795119">
        <w:t xml:space="preserve">. </w:t>
      </w:r>
      <w:bookmarkEnd w:id="36"/>
      <w:bookmarkEnd w:id="37"/>
      <w:r w:rsidRPr="00795119">
        <w:t xml:space="preserve">Assessed students include all students who attempt the test and exempt students. Students with a language background other than English who arrived from overseas less than a year before the test, and students with significant intellectual disabilities may be exempted from testing. Participating students are those who were assessed or deemed exempt — other students were either absent or withdrawn. A higher or increasing proportion of students participating in </w:t>
      </w:r>
      <w:proofErr w:type="spellStart"/>
      <w:r w:rsidRPr="00795119">
        <w:t>NAPLAN</w:t>
      </w:r>
      <w:proofErr w:type="spellEnd"/>
      <w:r w:rsidRPr="00795119">
        <w:t xml:space="preserve"> testing suggests an improvement in that aspect of educational participation. Participation in the 2014 </w:t>
      </w:r>
      <w:proofErr w:type="spellStart"/>
      <w:r w:rsidRPr="00795119">
        <w:t>NAPLAN</w:t>
      </w:r>
      <w:proofErr w:type="spellEnd"/>
      <w:r w:rsidRPr="00795119">
        <w:t xml:space="preserve"> tests, by Indigenous status, for reading, writing and numeracy are included in </w:t>
      </w:r>
      <w:r w:rsidRPr="00795119">
        <w:rPr>
          <w:shd w:val="clear" w:color="auto" w:fill="FFFFFF" w:themeFill="background1"/>
        </w:rPr>
        <w:t xml:space="preserve">tables </w:t>
      </w:r>
      <w:proofErr w:type="spellStart"/>
      <w:r w:rsidRPr="00795119">
        <w:rPr>
          <w:shd w:val="clear" w:color="auto" w:fill="FFFFFF" w:themeFill="background1"/>
        </w:rPr>
        <w:t>4A.42</w:t>
      </w:r>
      <w:proofErr w:type="spellEnd"/>
      <w:r w:rsidRPr="00795119">
        <w:rPr>
          <w:shd w:val="clear" w:color="auto" w:fill="FFFFFF" w:themeFill="background1"/>
        </w:rPr>
        <w:t xml:space="preserve">, </w:t>
      </w:r>
      <w:proofErr w:type="spellStart"/>
      <w:r w:rsidRPr="00795119">
        <w:rPr>
          <w:shd w:val="clear" w:color="auto" w:fill="FFFFFF" w:themeFill="background1"/>
        </w:rPr>
        <w:t>4A.78</w:t>
      </w:r>
      <w:proofErr w:type="spellEnd"/>
      <w:r w:rsidRPr="00795119">
        <w:rPr>
          <w:shd w:val="clear" w:color="auto" w:fill="FFFFFF" w:themeFill="background1"/>
        </w:rPr>
        <w:t xml:space="preserve"> and </w:t>
      </w:r>
      <w:proofErr w:type="spellStart"/>
      <w:r w:rsidRPr="00795119">
        <w:rPr>
          <w:shd w:val="clear" w:color="auto" w:fill="FFFFFF" w:themeFill="background1"/>
        </w:rPr>
        <w:t>4A.114</w:t>
      </w:r>
      <w:proofErr w:type="spellEnd"/>
      <w:r w:rsidRPr="00795119">
        <w:rPr>
          <w:shd w:val="clear" w:color="auto" w:fill="FFFFFF" w:themeFill="background1"/>
        </w:rPr>
        <w:t xml:space="preserve"> respectively</w:t>
      </w:r>
      <w:r w:rsidRPr="00795119">
        <w:t xml:space="preserve">. The proportion of assessed, exempt, absent and withdrawn students in years 3, 5, 7 and 9 for reading, persuasive writing and numeracy in 2014 are in tables </w:t>
      </w:r>
      <w:proofErr w:type="spellStart"/>
      <w:r w:rsidRPr="00795119">
        <w:t>4A.43</w:t>
      </w:r>
      <w:proofErr w:type="spellEnd"/>
      <w:r w:rsidRPr="00795119">
        <w:t xml:space="preserve">, </w:t>
      </w:r>
      <w:proofErr w:type="spellStart"/>
      <w:r w:rsidRPr="00795119">
        <w:t>4A.79</w:t>
      </w:r>
      <w:proofErr w:type="spellEnd"/>
      <w:r w:rsidRPr="00795119">
        <w:t xml:space="preserve"> and </w:t>
      </w:r>
      <w:proofErr w:type="spellStart"/>
      <w:r w:rsidRPr="00795119">
        <w:t>4A.115</w:t>
      </w:r>
      <w:proofErr w:type="spellEnd"/>
      <w:r w:rsidRPr="00795119">
        <w:t xml:space="preserve"> respectively. In all domains and year levels, a lower proportion of Aboriginal and Torres Strait Islander students than non-Indigenous or all students participated in </w:t>
      </w:r>
      <w:proofErr w:type="spellStart"/>
      <w:r w:rsidRPr="00795119">
        <w:t>NAPLAN</w:t>
      </w:r>
      <w:proofErr w:type="spellEnd"/>
      <w:r w:rsidRPr="00795119">
        <w:t xml:space="preserve"> testing.</w:t>
      </w:r>
    </w:p>
    <w:p w:rsidR="001D0C58" w:rsidRPr="00795119" w:rsidRDefault="001D0C58" w:rsidP="001D0C58">
      <w:pPr>
        <w:pStyle w:val="Heading4"/>
      </w:pPr>
      <w:r w:rsidRPr="00795119">
        <w:t>Learning outcomes</w:t>
      </w:r>
    </w:p>
    <w:p w:rsidR="001D0C58" w:rsidRPr="00795119" w:rsidRDefault="001D0C58" w:rsidP="001D0C58">
      <w:pPr>
        <w:pStyle w:val="BodyText"/>
      </w:pPr>
      <w:r w:rsidRPr="00795119">
        <w:t>‘Learning outcomes’ is an indicator of governments’ objective that all students should attain a range of skills, including: English literacy, such that every student should be able to read, write, spell and communicate at an appropriate level; skills in numeracy; and skills and becoming informed in areas such as science literacy; information and communications technologies; and civics and citizenship (box 4.</w:t>
      </w:r>
      <w:r w:rsidR="00CF7AA0" w:rsidRPr="00795119">
        <w:t>3</w:t>
      </w:r>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F2F2F2"/>
          </w:tcPr>
          <w:p w:rsidR="001D0C58" w:rsidRPr="00795119" w:rsidRDefault="001D0C58" w:rsidP="00CF7AA0">
            <w:pPr>
              <w:pStyle w:val="BoxTitle"/>
            </w:pPr>
            <w:r w:rsidRPr="00795119">
              <w:rPr>
                <w:b w:val="0"/>
              </w:rPr>
              <w:t>Box 4.</w:t>
            </w:r>
            <w:r w:rsidR="00CF7AA0" w:rsidRPr="00795119">
              <w:rPr>
                <w:b w:val="0"/>
                <w:noProof/>
              </w:rPr>
              <w:t>3</w:t>
            </w:r>
            <w:r w:rsidRPr="00795119">
              <w:tab/>
              <w:t>Learning outcomes</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4A71CC">
            <w:pPr>
              <w:pStyle w:val="Box"/>
            </w:pPr>
            <w:r w:rsidRPr="00795119">
              <w:t>‘Learning outcomes’ is defined by seven measures:</w:t>
            </w:r>
          </w:p>
          <w:p w:rsidR="001D0C58" w:rsidRPr="00795119" w:rsidRDefault="001D0C58" w:rsidP="00134A27">
            <w:pPr>
              <w:pStyle w:val="BoxListBullet"/>
            </w:pPr>
            <w:r w:rsidRPr="00795119">
              <w:t xml:space="preserve">the proportion of years 3, 5, 7 and 9 students achieving at or above the national minimum standard in </w:t>
            </w:r>
            <w:proofErr w:type="spellStart"/>
            <w:r w:rsidRPr="00795119">
              <w:t>NAPLAN</w:t>
            </w:r>
            <w:proofErr w:type="spellEnd"/>
            <w:r w:rsidRPr="00795119">
              <w:t xml:space="preserve"> testing for reading, persuasive writing and numeracy for a given year, reported by Indigenous status, sex, </w:t>
            </w:r>
            <w:proofErr w:type="spellStart"/>
            <w:r w:rsidRPr="00795119">
              <w:t>LBOTE</w:t>
            </w:r>
            <w:proofErr w:type="spellEnd"/>
            <w:r w:rsidRPr="00795119">
              <w:t xml:space="preserve">, </w:t>
            </w:r>
            <w:proofErr w:type="spellStart"/>
            <w:r w:rsidRPr="00795119">
              <w:t>socio-economic</w:t>
            </w:r>
            <w:proofErr w:type="spellEnd"/>
            <w:r w:rsidRPr="00795119">
              <w:t xml:space="preserve"> status and </w:t>
            </w:r>
            <w:proofErr w:type="spellStart"/>
            <w:r w:rsidRPr="00795119">
              <w:t>MCEECDYA</w:t>
            </w:r>
            <w:proofErr w:type="spellEnd"/>
            <w:r w:rsidRPr="00795119">
              <w:t xml:space="preserve"> categories of </w:t>
            </w:r>
            <w:proofErr w:type="spellStart"/>
            <w:r w:rsidRPr="00795119">
              <w:t>geolocation</w:t>
            </w:r>
            <w:proofErr w:type="spellEnd"/>
            <w:r w:rsidRPr="00795119">
              <w:t>. Significance of difference across states and territories for all students is also identified. (Section 4.1</w:t>
            </w:r>
            <w:r w:rsidR="00845BA1" w:rsidRPr="00795119">
              <w:t xml:space="preserve"> of the 2015 Report</w:t>
            </w:r>
            <w:r w:rsidRPr="00795119">
              <w:t xml:space="preserve"> identifies the profile of equity group</w:t>
            </w:r>
            <w:r w:rsidR="00CF7AA0" w:rsidRPr="00795119">
              <w:t>s in each State and Territory)</w:t>
            </w:r>
          </w:p>
          <w:p w:rsidR="001D0C58" w:rsidRPr="00795119" w:rsidRDefault="001D0C58" w:rsidP="00134A27">
            <w:pPr>
              <w:pStyle w:val="BoxListBullet"/>
            </w:pPr>
            <w:r w:rsidRPr="00795119">
              <w:t xml:space="preserve">the mean scale score (on the common national scale, ranging from 0 to 1000) achieved by years 3, 5, 7 and 9 students in </w:t>
            </w:r>
            <w:proofErr w:type="spellStart"/>
            <w:r w:rsidRPr="00795119">
              <w:t>NAPLAN</w:t>
            </w:r>
            <w:proofErr w:type="spellEnd"/>
            <w:r w:rsidRPr="00795119">
              <w:t xml:space="preserve"> assessment for reading, persuasive writing and numeracy for a given year, reported by Indigenous status. Significance of difference across states and territories for all students is also identified. This Report also includes a time series for student cohort ‘gain’ (for example, between year 3 in 2012 and year 5 in 2014) based on the mean scale score out</w:t>
            </w:r>
            <w:r w:rsidR="00CF7AA0" w:rsidRPr="00795119">
              <w:t>comes for reading and numeracy</w:t>
            </w:r>
          </w:p>
          <w:p w:rsidR="001D0C58" w:rsidRPr="00795119" w:rsidRDefault="001D0C58" w:rsidP="00134A27">
            <w:pPr>
              <w:pStyle w:val="BoxListBullet"/>
            </w:pPr>
            <w:r w:rsidRPr="00795119">
              <w:t xml:space="preserve">the proportion of sampled year 6 and year 10 students achieving at or above the proficient standard in civics and citizenship; information and communication technologies; and science literacy (year 6 only). National data from the triennial National Assessment Program tests are reported by sex, Indigenous status, </w:t>
            </w:r>
            <w:proofErr w:type="spellStart"/>
            <w:r w:rsidRPr="00795119">
              <w:t>LBOTE</w:t>
            </w:r>
            <w:proofErr w:type="spellEnd"/>
            <w:r w:rsidRPr="00795119">
              <w:t xml:space="preserve"> status, </w:t>
            </w:r>
            <w:proofErr w:type="spellStart"/>
            <w:r w:rsidRPr="00795119">
              <w:t>MCEECDYA</w:t>
            </w:r>
            <w:proofErr w:type="spellEnd"/>
            <w:r w:rsidRPr="00795119">
              <w:t xml:space="preserve"> categories of </w:t>
            </w:r>
            <w:proofErr w:type="spellStart"/>
            <w:r w:rsidRPr="00795119">
              <w:t>geolocation</w:t>
            </w:r>
            <w:proofErr w:type="spellEnd"/>
            <w:r w:rsidRPr="00795119">
              <w:t xml:space="preserve"> and </w:t>
            </w:r>
            <w:proofErr w:type="spellStart"/>
            <w:r w:rsidRPr="00795119">
              <w:t>socio-economic</w:t>
            </w:r>
            <w:proofErr w:type="spellEnd"/>
            <w:r w:rsidRPr="00795119">
              <w:t xml:space="preserve"> status</w:t>
            </w:r>
          </w:p>
          <w:p w:rsidR="001D0C58" w:rsidRPr="00795119" w:rsidRDefault="001D0C58" w:rsidP="00134A27">
            <w:pPr>
              <w:pStyle w:val="BoxListBullet"/>
            </w:pPr>
            <w:r w:rsidRPr="00795119">
              <w:t xml:space="preserve">the proportion of sampled 15 year old students achieving at or above the proficient standard on the OECD PISA combined reading, mathematical literacy and science literacy scales in a triennial international assessment. National data are also reported by sex, Indigenous status, </w:t>
            </w:r>
            <w:proofErr w:type="spellStart"/>
            <w:r w:rsidRPr="00795119">
              <w:t>socio-</w:t>
            </w:r>
            <w:r w:rsidR="00CF7AA0" w:rsidRPr="00795119">
              <w:t>economic</w:t>
            </w:r>
            <w:proofErr w:type="spellEnd"/>
            <w:r w:rsidR="00CF7AA0" w:rsidRPr="00795119">
              <w:t xml:space="preserve"> status and </w:t>
            </w:r>
            <w:proofErr w:type="spellStart"/>
            <w:r w:rsidR="00CF7AA0" w:rsidRPr="00795119">
              <w:t>geolocation</w:t>
            </w:r>
            <w:proofErr w:type="spellEnd"/>
          </w:p>
          <w:p w:rsidR="001D0C58" w:rsidRPr="00795119" w:rsidRDefault="001D0C58" w:rsidP="00134A27">
            <w:pPr>
              <w:pStyle w:val="BoxListBullet"/>
            </w:pPr>
            <w:r w:rsidRPr="00795119">
              <w:t xml:space="preserve">the proportion of sampled students achieving at or above the proficient standard on the </w:t>
            </w:r>
            <w:proofErr w:type="spellStart"/>
            <w:r w:rsidRPr="00795119">
              <w:t>TIMSS</w:t>
            </w:r>
            <w:proofErr w:type="spellEnd"/>
            <w:r w:rsidRPr="00795119">
              <w:t xml:space="preserve"> mathematical literacy and science literacy scales in a quadrennial assessment (assessed year 4 and year 8 students who achieve at or above the proficient standard on the </w:t>
            </w:r>
            <w:proofErr w:type="spellStart"/>
            <w:r w:rsidRPr="00795119">
              <w:t>TIMSS</w:t>
            </w:r>
            <w:proofErr w:type="spellEnd"/>
            <w:r w:rsidRPr="00795119">
              <w:t xml:space="preserve"> mathematical literacy scale for a given year). National data are also reported by sex, Indigenous status and </w:t>
            </w:r>
            <w:proofErr w:type="spellStart"/>
            <w:r w:rsidRPr="00795119">
              <w:t>MCEECDYA</w:t>
            </w:r>
            <w:proofErr w:type="spellEnd"/>
            <w:r w:rsidRPr="00795119">
              <w:t xml:space="preserve"> categories of </w:t>
            </w:r>
            <w:proofErr w:type="spellStart"/>
            <w:r w:rsidRPr="00795119">
              <w:t>geolocation</w:t>
            </w:r>
            <w:proofErr w:type="spellEnd"/>
          </w:p>
          <w:p w:rsidR="001D0C58" w:rsidRPr="00795119" w:rsidRDefault="001D0C58" w:rsidP="00134A27">
            <w:pPr>
              <w:pStyle w:val="BoxListBullet"/>
            </w:pPr>
            <w:r w:rsidRPr="00795119">
              <w:t xml:space="preserve">the proportion of sampled year 4 students achieving at or above the proficient standard on the 5 yearly </w:t>
            </w:r>
            <w:proofErr w:type="spellStart"/>
            <w:r w:rsidRPr="00795119">
              <w:t>PIRLS</w:t>
            </w:r>
            <w:proofErr w:type="spellEnd"/>
            <w:r w:rsidRPr="00795119">
              <w:t xml:space="preserve"> reading literacy test. National data are also reported by sex, Indigenous status and </w:t>
            </w:r>
            <w:proofErr w:type="spellStart"/>
            <w:r w:rsidRPr="00795119">
              <w:t>MCEECDYA</w:t>
            </w:r>
            <w:proofErr w:type="spellEnd"/>
            <w:r w:rsidRPr="00795119">
              <w:t xml:space="preserve"> categories of </w:t>
            </w:r>
            <w:proofErr w:type="spellStart"/>
            <w:r w:rsidRPr="00795119">
              <w:t>geolocation</w:t>
            </w:r>
            <w:proofErr w:type="spellEnd"/>
          </w:p>
          <w:p w:rsidR="001D0C58" w:rsidRPr="00795119" w:rsidRDefault="001D0C58" w:rsidP="00134A27">
            <w:pPr>
              <w:pStyle w:val="BoxListBullet"/>
            </w:pPr>
            <w:r w:rsidRPr="00795119">
              <w:t xml:space="preserve">the proportions of sampled students achieving at various proficiency levels, and mean scale scores on the </w:t>
            </w:r>
            <w:proofErr w:type="spellStart"/>
            <w:r w:rsidRPr="00795119">
              <w:t>ICILS</w:t>
            </w:r>
            <w:proofErr w:type="spellEnd"/>
            <w:r w:rsidRPr="00795119">
              <w:t>.</w:t>
            </w:r>
          </w:p>
          <w:p w:rsidR="001D0C58" w:rsidRPr="00795119" w:rsidRDefault="001D0C58" w:rsidP="004A71CC">
            <w:pPr>
              <w:pStyle w:val="Box"/>
            </w:pPr>
            <w:r w:rsidRPr="00795119">
              <w:t>A high or increasing proportion of students achieving at or above the national minimum standard or proficient standard, or a high or increasing mean scale score for learning outcomes is desirable.</w:t>
            </w:r>
          </w:p>
          <w:p w:rsidR="001D0C58" w:rsidRPr="00795119" w:rsidRDefault="001D0C58" w:rsidP="004A71CC">
            <w:pPr>
              <w:pStyle w:val="Box"/>
            </w:pPr>
            <w:r w:rsidRPr="00795119">
              <w:t xml:space="preserve">Data reported for all measures in this indicator are </w:t>
            </w:r>
          </w:p>
          <w:p w:rsidR="001D0C58" w:rsidRPr="00795119" w:rsidRDefault="001D0C58" w:rsidP="00134A27">
            <w:pPr>
              <w:pStyle w:val="BoxListBullet"/>
            </w:pPr>
            <w:r w:rsidRPr="00795119">
              <w:t>comparable (subject to caveats) across jurisdictions and over time</w:t>
            </w:r>
          </w:p>
          <w:p w:rsidR="001D0C58" w:rsidRPr="00795119" w:rsidRDefault="001D0C58" w:rsidP="00134A27">
            <w:pPr>
              <w:pStyle w:val="BoxListBullet"/>
            </w:pPr>
            <w:r w:rsidRPr="00795119">
              <w:t>complete for the current reporting period (subject to caveats). All required 2013 and 2014 data are available for all jurisdictions providing the service.</w:t>
            </w:r>
          </w:p>
          <w:p w:rsidR="001D0C58" w:rsidRPr="00795119" w:rsidRDefault="001D0C58" w:rsidP="00845BA1">
            <w:pPr>
              <w:pStyle w:val="Box"/>
            </w:pPr>
            <w:r w:rsidRPr="00795119">
              <w:t xml:space="preserve">Information about data quality for this indicator is at </w:t>
            </w:r>
            <w:proofErr w:type="spellStart"/>
            <w:r w:rsidR="00845BA1" w:rsidRPr="00795119">
              <w:t>www.pc.gov.au</w:t>
            </w:r>
            <w:proofErr w:type="spellEnd"/>
            <w:r w:rsidR="00845BA1" w:rsidRPr="00795119">
              <w:t>/research/recurring/report-on-government-services.</w:t>
            </w:r>
          </w:p>
        </w:tc>
      </w:tr>
      <w:tr w:rsidR="001D0C58" w:rsidRPr="00795119" w:rsidTr="004A71CC">
        <w:trPr>
          <w:cantSplit/>
        </w:trPr>
        <w:tc>
          <w:tcPr>
            <w:tcW w:w="8771" w:type="dxa"/>
            <w:tcBorders>
              <w:top w:val="nil"/>
              <w:left w:val="nil"/>
              <w:bottom w:val="single" w:sz="6" w:space="0" w:color="78A22F"/>
              <w:right w:val="nil"/>
            </w:tcBorders>
            <w:shd w:val="clear" w:color="auto" w:fill="F2F2F2"/>
          </w:tcPr>
          <w:p w:rsidR="001D0C58" w:rsidRPr="00795119" w:rsidRDefault="001D0C58" w:rsidP="004A71CC">
            <w:pPr>
              <w:pStyle w:val="Box"/>
              <w:spacing w:before="0" w:line="120" w:lineRule="exact"/>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Heading5"/>
        <w:spacing w:before="0"/>
      </w:pPr>
      <w:proofErr w:type="spellStart"/>
      <w:r w:rsidRPr="00795119">
        <w:lastRenderedPageBreak/>
        <w:t>NAPLAN</w:t>
      </w:r>
      <w:proofErr w:type="spellEnd"/>
      <w:r w:rsidRPr="00795119">
        <w:t xml:space="preserve"> Reading</w:t>
      </w:r>
    </w:p>
    <w:p w:rsidR="001D0C58" w:rsidRPr="00795119" w:rsidRDefault="001D0C58" w:rsidP="001D0C58">
      <w:pPr>
        <w:pStyle w:val="BodyText"/>
      </w:pPr>
      <w:r w:rsidRPr="00795119">
        <w:t xml:space="preserve">This section of the learning outcomes indicator provides key outcomes for </w:t>
      </w:r>
      <w:proofErr w:type="spellStart"/>
      <w:r w:rsidRPr="00795119">
        <w:t>NAPLAN</w:t>
      </w:r>
      <w:proofErr w:type="spellEnd"/>
      <w:r w:rsidRPr="00795119">
        <w:t xml:space="preserve"> testing (years 3, 5, 7 and 9) in the reading domain. Outcomes by Indigenous status are highlighted, but outcomes for a range of other equity groups including male, female, </w:t>
      </w:r>
      <w:proofErr w:type="spellStart"/>
      <w:r w:rsidRPr="00795119">
        <w:t>LBOTE</w:t>
      </w:r>
      <w:proofErr w:type="spellEnd"/>
      <w:r w:rsidRPr="00795119">
        <w:t xml:space="preserve">, </w:t>
      </w:r>
      <w:proofErr w:type="spellStart"/>
      <w:r w:rsidRPr="00795119">
        <w:t>geolocation</w:t>
      </w:r>
      <w:proofErr w:type="spellEnd"/>
      <w:r w:rsidRPr="00795119">
        <w:t xml:space="preserve"> and </w:t>
      </w:r>
      <w:proofErr w:type="spellStart"/>
      <w:r w:rsidRPr="00795119">
        <w:t>socio-economic</w:t>
      </w:r>
      <w:proofErr w:type="spellEnd"/>
      <w:r w:rsidRPr="00795119">
        <w:t xml:space="preserve"> status (parental education and parental occupation) are included in </w:t>
      </w:r>
      <w:r w:rsidR="00504ED9" w:rsidRPr="00795119">
        <w:t xml:space="preserve">tables </w:t>
      </w:r>
      <w:proofErr w:type="spellStart"/>
      <w:r w:rsidR="00504ED9" w:rsidRPr="00795119">
        <w:t>4A.36</w:t>
      </w:r>
      <w:proofErr w:type="spellEnd"/>
      <w:r w:rsidR="00504ED9" w:rsidRPr="00795119">
        <w:t xml:space="preserve">–37, </w:t>
      </w:r>
      <w:proofErr w:type="spellStart"/>
      <w:r w:rsidR="00504ED9" w:rsidRPr="00795119">
        <w:t>4A.39</w:t>
      </w:r>
      <w:proofErr w:type="spellEnd"/>
      <w:r w:rsidR="00504ED9" w:rsidRPr="00795119">
        <w:t xml:space="preserve">–40 and </w:t>
      </w:r>
      <w:proofErr w:type="spellStart"/>
      <w:r w:rsidR="00504ED9" w:rsidRPr="00795119">
        <w:t>4A.42</w:t>
      </w:r>
      <w:proofErr w:type="spellEnd"/>
      <w:r w:rsidR="00504ED9" w:rsidRPr="00795119">
        <w:t xml:space="preserve">–53, </w:t>
      </w:r>
      <w:r w:rsidR="00E24484">
        <w:t xml:space="preserve">and </w:t>
      </w:r>
      <w:r w:rsidR="00504ED9" w:rsidRPr="00795119">
        <w:t>2015 Report</w:t>
      </w:r>
      <w:r w:rsidR="00504ED9" w:rsidRPr="00795119">
        <w:br/>
        <w:t xml:space="preserve">tables </w:t>
      </w:r>
      <w:proofErr w:type="spellStart"/>
      <w:r w:rsidR="00504ED9" w:rsidRPr="00795119">
        <w:t>4A.38</w:t>
      </w:r>
      <w:proofErr w:type="spellEnd"/>
      <w:r w:rsidR="00504ED9" w:rsidRPr="00795119">
        <w:t xml:space="preserve"> and </w:t>
      </w:r>
      <w:proofErr w:type="spellStart"/>
      <w:r w:rsidR="00504ED9" w:rsidRPr="00795119">
        <w:t>4A.41</w:t>
      </w:r>
      <w:proofErr w:type="spellEnd"/>
      <w:r w:rsidRPr="00795119">
        <w:t>.</w:t>
      </w:r>
    </w:p>
    <w:p w:rsidR="001D0C58" w:rsidRPr="00795119" w:rsidRDefault="001D0C58" w:rsidP="001D0C58">
      <w:pPr>
        <w:pStyle w:val="Heading6"/>
      </w:pPr>
      <w:r w:rsidRPr="00795119">
        <w:t>All students and Aboriginal and Torres Strait Islander students</w:t>
      </w:r>
    </w:p>
    <w:p w:rsidR="001D0C58" w:rsidRPr="00795119" w:rsidRDefault="001D0C58" w:rsidP="001D0C58">
      <w:pPr>
        <w:pStyle w:val="BodyText"/>
      </w:pPr>
      <w:r w:rsidRPr="00795119">
        <w:t xml:space="preserve">The proportion of year 3 students who achieved at or above the reading national minimum standard in 2014 was </w:t>
      </w:r>
      <w:r w:rsidRPr="00795119">
        <w:rPr>
          <w:shd w:val="clear" w:color="auto" w:fill="FFFFFF" w:themeFill="background1"/>
        </w:rPr>
        <w:t>93.1–93.7</w:t>
      </w:r>
      <w:r w:rsidRPr="00795119">
        <w:t xml:space="preserve"> per cent nationally. The proportion for Aboriginal and Torres Strait Islander students </w:t>
      </w:r>
      <w:r w:rsidRPr="00795119">
        <w:rPr>
          <w:shd w:val="clear" w:color="auto" w:fill="FFFFFF" w:themeFill="background1"/>
        </w:rPr>
        <w:t>(73.1–76.3</w:t>
      </w:r>
      <w:r w:rsidRPr="00795119">
        <w:t xml:space="preserve"> per cent) was significantly lower than for non</w:t>
      </w:r>
      <w:r w:rsidRPr="00795119">
        <w:noBreakHyphen/>
        <w:t xml:space="preserve">Indigenous students </w:t>
      </w:r>
      <w:r w:rsidRPr="00795119">
        <w:rPr>
          <w:shd w:val="clear" w:color="auto" w:fill="FFFFFF" w:themeFill="background1"/>
        </w:rPr>
        <w:t>(94.5–94.9</w:t>
      </w:r>
      <w:r w:rsidRPr="00795119">
        <w:t xml:space="preserve"> per cent) (figure 4.</w:t>
      </w:r>
      <w:r w:rsidR="00E873B8" w:rsidRPr="00795119">
        <w:t>6</w:t>
      </w:r>
      <w:r w:rsidRPr="00795119">
        <w:t>). These proportions varied across jurisdictions.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E873B8">
            <w:pPr>
              <w:pStyle w:val="FigureTitle"/>
            </w:pPr>
            <w:r w:rsidRPr="00795119">
              <w:rPr>
                <w:b w:val="0"/>
              </w:rPr>
              <w:t>Figure 4.</w:t>
            </w:r>
            <w:r w:rsidR="00E873B8" w:rsidRPr="00795119">
              <w:rPr>
                <w:b w:val="0"/>
                <w:noProof/>
              </w:rPr>
              <w:t>6</w:t>
            </w:r>
            <w:r w:rsidRPr="00795119">
              <w:tab/>
              <w:t>Proportion of year 3 students achieving at or above the reading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60EE4DCA" wp14:editId="312B1DFE">
                        <wp:extent cx="5391150" cy="2695575"/>
                        <wp:effectExtent l="0" t="0" r="0" b="9525"/>
                        <wp:docPr id="24" name="Picture 24" descr="Figure 4.24 Proportion of year 3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rStyle w:val="NoteLabel"/>
              </w:rPr>
              <w:t>b</w:t>
            </w:r>
            <w:r w:rsidRPr="00795119">
              <w:t xml:space="preserve"> For further information and caveats see table </w:t>
            </w:r>
            <w:proofErr w:type="spellStart"/>
            <w:r w:rsidRPr="00795119">
              <w:t>4A.36</w:t>
            </w:r>
            <w:proofErr w:type="spellEnd"/>
            <w:r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731308">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Pr="00795119">
              <w:t xml:space="preserve">; table </w:t>
            </w:r>
            <w:proofErr w:type="spellStart"/>
            <w:r w:rsidRPr="00795119">
              <w:t>4A.36</w:t>
            </w:r>
            <w:proofErr w:type="spellEnd"/>
            <w:r w:rsidR="00731308" w:rsidRPr="00795119">
              <w:t>; 2015 Report, figure 4.24, p. 4.50.</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 xml:space="preserve">The mean scale score for year 3 reading in 2014 for all students was </w:t>
      </w:r>
      <w:r w:rsidRPr="00795119">
        <w:rPr>
          <w:shd w:val="clear" w:color="auto" w:fill="FFFFFF" w:themeFill="background1"/>
        </w:rPr>
        <w:t>417.2–419.4</w:t>
      </w:r>
      <w:r w:rsidRPr="00795119">
        <w:t xml:space="preserve"> nationally. The mean scale score for Aboriginal and Torres Strait Islander students </w:t>
      </w:r>
      <w:r w:rsidRPr="00795119">
        <w:br/>
      </w:r>
      <w:r w:rsidRPr="00795119">
        <w:rPr>
          <w:shd w:val="clear" w:color="auto" w:fill="FFFFFF" w:themeFill="background1"/>
        </w:rPr>
        <w:t>(328.9–336.9)</w:t>
      </w:r>
      <w:r w:rsidRPr="00795119">
        <w:t xml:space="preserve"> was significantly lower than for non-Indigenous students </w:t>
      </w:r>
      <w:r w:rsidRPr="00795119">
        <w:rPr>
          <w:shd w:val="clear" w:color="auto" w:fill="FFFFFF" w:themeFill="background1"/>
        </w:rPr>
        <w:t>(422.2–424.2).</w:t>
      </w:r>
      <w:r w:rsidRPr="00795119">
        <w:t xml:space="preserve"> Mean scale scores varied across jurisdictions (table </w:t>
      </w:r>
      <w:proofErr w:type="spellStart"/>
      <w:r w:rsidRPr="00795119">
        <w:t>4A.</w:t>
      </w:r>
      <w:r w:rsidR="00E873B8" w:rsidRPr="00795119">
        <w:t>39</w:t>
      </w:r>
      <w:proofErr w:type="spellEnd"/>
      <w:r w:rsidRPr="00795119">
        <w:t>).</w:t>
      </w:r>
    </w:p>
    <w:p w:rsidR="001D0C58" w:rsidRPr="00795119" w:rsidRDefault="001D0C58" w:rsidP="00134A27">
      <w:pPr>
        <w:pStyle w:val="BodyText"/>
      </w:pPr>
      <w:r w:rsidRPr="00795119">
        <w:lastRenderedPageBreak/>
        <w:t>The proportion of year 5 students who achieved at or above the reading national minimum standard in 2014 was 92.7–93.1 per cent nationally. The proportion for Aboriginal and Torres Strait Islander students (68.7–71.9 per cent) was significantly lower than for non</w:t>
      </w:r>
      <w:r w:rsidRPr="00795119">
        <w:noBreakHyphen/>
        <w:t>Indigenous students (94.0–94.4 per cent) (figure 4.</w:t>
      </w:r>
      <w:r w:rsidR="00E873B8" w:rsidRPr="00795119">
        <w:t>7</w:t>
      </w:r>
      <w:r w:rsidRPr="00795119">
        <w:t>). These proportions varied across jurisdictions.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E873B8">
            <w:pPr>
              <w:pStyle w:val="FigureTitle"/>
            </w:pPr>
            <w:r w:rsidRPr="00795119">
              <w:rPr>
                <w:b w:val="0"/>
              </w:rPr>
              <w:t>Figure 4.</w:t>
            </w:r>
            <w:r w:rsidR="00E873B8" w:rsidRPr="00795119">
              <w:rPr>
                <w:b w:val="0"/>
                <w:noProof/>
              </w:rPr>
              <w:t>7</w:t>
            </w:r>
            <w:r w:rsidRPr="00795119">
              <w:tab/>
              <w:t>Proportion of year 5 students achieving at or above the reading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5E2A6A6B" wp14:editId="1C418036">
                        <wp:extent cx="5391150" cy="2695575"/>
                        <wp:effectExtent l="0" t="0" r="0" b="9525"/>
                        <wp:docPr id="25" name="Picture 25" descr="Figure 4.25 Proportion of year 5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rStyle w:val="NoteLabel"/>
              </w:rPr>
              <w:t>b</w:t>
            </w:r>
            <w:r w:rsidRPr="00795119">
              <w:t xml:space="preserve"> For further information and caveats see table </w:t>
            </w:r>
            <w:proofErr w:type="spellStart"/>
            <w:r w:rsidRPr="00795119">
              <w:t>4A.36</w:t>
            </w:r>
            <w:proofErr w:type="spellEnd"/>
            <w:r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Pr="00795119">
              <w:t xml:space="preserve">; table </w:t>
            </w:r>
            <w:proofErr w:type="spellStart"/>
            <w:r w:rsidRPr="00795119">
              <w:t>4A.36</w:t>
            </w:r>
            <w:proofErr w:type="spellEnd"/>
            <w:r w:rsidR="00731308" w:rsidRPr="00795119">
              <w:t>, figure 4.25, p. 4.51.</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 xml:space="preserve">The mean scale score for year 5 reading in 2014 for all students was </w:t>
      </w:r>
      <w:r w:rsidRPr="00795119">
        <w:rPr>
          <w:shd w:val="clear" w:color="auto" w:fill="FFFFFF" w:themeFill="background1"/>
        </w:rPr>
        <w:t>499.6–501.6</w:t>
      </w:r>
      <w:r w:rsidRPr="00795119">
        <w:t xml:space="preserve"> nationally. The mean scale score for Aboriginal and Torres Strait Islander students </w:t>
      </w:r>
      <w:r w:rsidRPr="00795119">
        <w:br/>
        <w:t>(</w:t>
      </w:r>
      <w:r w:rsidRPr="00795119">
        <w:rPr>
          <w:shd w:val="clear" w:color="auto" w:fill="FFFFFF" w:themeFill="background1"/>
        </w:rPr>
        <w:t>418.7–425.5</w:t>
      </w:r>
      <w:r w:rsidRPr="00795119">
        <w:t>) was significantly lower than for non-Indigenous students (</w:t>
      </w:r>
      <w:r w:rsidRPr="00795119">
        <w:rPr>
          <w:shd w:val="clear" w:color="auto" w:fill="FFFFFF" w:themeFill="background1"/>
        </w:rPr>
        <w:t>504.0–506.0</w:t>
      </w:r>
      <w:r w:rsidRPr="00795119">
        <w:t xml:space="preserve">). Mean scale scores varied across jurisdictions (table </w:t>
      </w:r>
      <w:proofErr w:type="spellStart"/>
      <w:r w:rsidRPr="00795119">
        <w:t>4A.39</w:t>
      </w:r>
      <w:proofErr w:type="spellEnd"/>
      <w:r w:rsidRPr="00795119">
        <w:t>).</w:t>
      </w:r>
    </w:p>
    <w:p w:rsidR="001D0C58" w:rsidRPr="00795119" w:rsidRDefault="001D0C58" w:rsidP="00134A27">
      <w:pPr>
        <w:pStyle w:val="BodyText"/>
      </w:pPr>
      <w:r w:rsidRPr="00795119">
        <w:t xml:space="preserve">The proportion of year 7 students who achieved at or above the reading national minimum standard in 2014 was </w:t>
      </w:r>
      <w:r w:rsidRPr="00795119">
        <w:rPr>
          <w:shd w:val="clear" w:color="auto" w:fill="FFFFFF" w:themeFill="background1"/>
        </w:rPr>
        <w:t>94.6–95.2</w:t>
      </w:r>
      <w:r w:rsidRPr="00795119">
        <w:t xml:space="preserve"> per cent nationally. The proportion for Aboriginal and Torres Strait Islander students (</w:t>
      </w:r>
      <w:r w:rsidRPr="00795119">
        <w:rPr>
          <w:shd w:val="clear" w:color="auto" w:fill="FFFFFF" w:themeFill="background1"/>
        </w:rPr>
        <w:t>75.3–78.9</w:t>
      </w:r>
      <w:r w:rsidRPr="00795119">
        <w:t xml:space="preserve"> per cent) was significantly lower than for non</w:t>
      </w:r>
      <w:r w:rsidRPr="00795119">
        <w:noBreakHyphen/>
        <w:t xml:space="preserve">Indigenous students </w:t>
      </w:r>
      <w:r w:rsidRPr="00795119">
        <w:rPr>
          <w:shd w:val="clear" w:color="auto" w:fill="FFFFFF" w:themeFill="background1"/>
        </w:rPr>
        <w:t>(95.7–96.1</w:t>
      </w:r>
      <w:r w:rsidRPr="00795119">
        <w:t xml:space="preserve"> per cent) (figure 4.</w:t>
      </w:r>
      <w:r w:rsidR="00E873B8" w:rsidRPr="00795119">
        <w:t>8</w:t>
      </w:r>
      <w:r w:rsidRPr="00795119">
        <w:t>). These proportions varied across jurisdictions.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517EF2">
            <w:pPr>
              <w:pStyle w:val="FigureTitle"/>
            </w:pPr>
            <w:r w:rsidRPr="00795119">
              <w:rPr>
                <w:b w:val="0"/>
              </w:rPr>
              <w:t>Figure 4.</w:t>
            </w:r>
            <w:r w:rsidR="00E873B8" w:rsidRPr="00795119">
              <w:rPr>
                <w:b w:val="0"/>
              </w:rPr>
              <w:t>8</w:t>
            </w:r>
            <w:r w:rsidRPr="00795119">
              <w:tab/>
              <w:t>Proportion of year 7 students achieving at or above the reading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17E05C54" wp14:editId="1542CBA6">
                        <wp:extent cx="5391150" cy="2695575"/>
                        <wp:effectExtent l="0" t="0" r="0" b="9525"/>
                        <wp:docPr id="26" name="Picture 26" descr="Figure 4.26 Proportion of year 7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rStyle w:val="NoteLabel"/>
              </w:rPr>
              <w:t>b</w:t>
            </w:r>
            <w:r w:rsidRPr="00795119">
              <w:t xml:space="preserve"> For further information and caveats see table </w:t>
            </w:r>
            <w:proofErr w:type="spellStart"/>
            <w:r w:rsidRPr="00795119">
              <w:t>4A.36</w:t>
            </w:r>
            <w:proofErr w:type="spellEnd"/>
            <w:r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C811A2">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C811A2" w:rsidRPr="00795119">
              <w:t xml:space="preserve">; table </w:t>
            </w:r>
            <w:proofErr w:type="spellStart"/>
            <w:r w:rsidR="00C811A2" w:rsidRPr="00795119">
              <w:t>4A.36</w:t>
            </w:r>
            <w:proofErr w:type="spellEnd"/>
            <w:r w:rsidR="00C811A2" w:rsidRPr="00795119">
              <w:t>, figure 4.26, p. 4.54.</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 xml:space="preserve">The mean scale score for year 7 reading in 2014 for all students was </w:t>
      </w:r>
      <w:r w:rsidRPr="00795119">
        <w:rPr>
          <w:shd w:val="clear" w:color="auto" w:fill="FFFFFF" w:themeFill="background1"/>
        </w:rPr>
        <w:t>544.7–547.5</w:t>
      </w:r>
      <w:r w:rsidRPr="00795119">
        <w:t xml:space="preserve"> nationally. The mean scale score for Aboriginal and Torres Strait Islander students </w:t>
      </w:r>
      <w:r w:rsidRPr="00795119">
        <w:br/>
        <w:t>(</w:t>
      </w:r>
      <w:r w:rsidRPr="00795119">
        <w:rPr>
          <w:shd w:val="clear" w:color="auto" w:fill="FFFFFF" w:themeFill="background1"/>
        </w:rPr>
        <w:t>475.3–482.7)</w:t>
      </w:r>
      <w:r w:rsidRPr="00795119">
        <w:t xml:space="preserve"> was significantly lower than for non-Indigenous students (</w:t>
      </w:r>
      <w:r w:rsidRPr="00795119">
        <w:rPr>
          <w:shd w:val="clear" w:color="auto" w:fill="FFFFFF" w:themeFill="background1"/>
        </w:rPr>
        <w:t>548.4–551.2).</w:t>
      </w:r>
      <w:r w:rsidRPr="00795119">
        <w:t xml:space="preserve"> Mean scale scores varied across jurisdictions (table </w:t>
      </w:r>
      <w:proofErr w:type="spellStart"/>
      <w:r w:rsidRPr="00795119">
        <w:t>4A.39</w:t>
      </w:r>
      <w:proofErr w:type="spellEnd"/>
      <w:r w:rsidRPr="00795119">
        <w:t>).</w:t>
      </w:r>
    </w:p>
    <w:p w:rsidR="001D0C58" w:rsidRPr="00795119" w:rsidRDefault="001D0C58" w:rsidP="00134A27">
      <w:pPr>
        <w:pStyle w:val="BodyText"/>
      </w:pPr>
      <w:r w:rsidRPr="00795119">
        <w:t xml:space="preserve">The proportion of year 9 students who achieved at or above the reading national minimum standard in 2014 was </w:t>
      </w:r>
      <w:r w:rsidRPr="00795119">
        <w:rPr>
          <w:shd w:val="clear" w:color="auto" w:fill="FFFFFF" w:themeFill="background1"/>
        </w:rPr>
        <w:t>91.7–92.5</w:t>
      </w:r>
      <w:r w:rsidRPr="00795119">
        <w:t xml:space="preserve"> per cent nationally. The proportion for Aboriginal and Torres Strait Islander students (</w:t>
      </w:r>
      <w:r w:rsidRPr="00795119">
        <w:rPr>
          <w:shd w:val="clear" w:color="auto" w:fill="FFFFFF" w:themeFill="background1"/>
        </w:rPr>
        <w:t>69.6–72.8</w:t>
      </w:r>
      <w:r w:rsidRPr="00795119">
        <w:t xml:space="preserve"> per cent) was significantly lower than for non</w:t>
      </w:r>
      <w:r w:rsidRPr="00795119">
        <w:noBreakHyphen/>
        <w:t>Indigenous students (</w:t>
      </w:r>
      <w:r w:rsidRPr="00795119">
        <w:rPr>
          <w:shd w:val="clear" w:color="auto" w:fill="FFFFFF" w:themeFill="background1"/>
        </w:rPr>
        <w:t>93.0–93.6</w:t>
      </w:r>
      <w:r w:rsidRPr="00795119">
        <w:t xml:space="preserve"> per cent) (figure 4.</w:t>
      </w:r>
      <w:r w:rsidR="00E873B8" w:rsidRPr="00795119">
        <w:t>9</w:t>
      </w:r>
      <w:r w:rsidRPr="00795119">
        <w:t>). These proportions varied across jurisdictions.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E873B8">
            <w:pPr>
              <w:pStyle w:val="FigureTitle"/>
            </w:pPr>
            <w:r w:rsidRPr="00795119">
              <w:rPr>
                <w:b w:val="0"/>
              </w:rPr>
              <w:t>Figure 4.</w:t>
            </w:r>
            <w:r w:rsidR="00E873B8" w:rsidRPr="00795119">
              <w:rPr>
                <w:b w:val="0"/>
              </w:rPr>
              <w:t>9</w:t>
            </w:r>
            <w:r w:rsidRPr="00795119">
              <w:tab/>
              <w:t>Proportion of year 9 students achieving at or above the reading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3E8B5D92" wp14:editId="039181B6">
                        <wp:extent cx="5391150" cy="2695575"/>
                        <wp:effectExtent l="0" t="0" r="0" b="9525"/>
                        <wp:docPr id="27" name="Picture 27" descr="Figure 4.27 Proportion of year 9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b/>
              </w:rPr>
              <w:t>b</w:t>
            </w:r>
            <w:r w:rsidRPr="00795119">
              <w:t xml:space="preserve"> For further information and caveats see table </w:t>
            </w:r>
            <w:proofErr w:type="spellStart"/>
            <w:r w:rsidRPr="00795119">
              <w:t>4A.36</w:t>
            </w:r>
            <w:proofErr w:type="spellEnd"/>
            <w:r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E873B8">
            <w:pPr>
              <w:pStyle w:val="Source"/>
            </w:pPr>
            <w:r w:rsidRPr="00795119">
              <w:rPr>
                <w:i/>
              </w:rPr>
              <w:t xml:space="preserve">Source: </w:t>
            </w:r>
            <w:proofErr w:type="spellStart"/>
            <w:r w:rsidRPr="00795119">
              <w:rPr>
                <w:i/>
              </w:rPr>
              <w:t>ACARA</w:t>
            </w:r>
            <w:proofErr w:type="spellEnd"/>
            <w:r w:rsidRPr="00795119">
              <w:rPr>
                <w:i/>
              </w:rPr>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1105CD" w:rsidRPr="00795119">
              <w:t xml:space="preserve">; table </w:t>
            </w:r>
            <w:proofErr w:type="spellStart"/>
            <w:r w:rsidR="001105CD" w:rsidRPr="00795119">
              <w:t>4A.36</w:t>
            </w:r>
            <w:proofErr w:type="spellEnd"/>
            <w:r w:rsidR="001105CD" w:rsidRPr="00795119">
              <w:t>, figure 4.27, p. 4.</w:t>
            </w:r>
            <w:r w:rsidR="00E873B8" w:rsidRPr="00795119">
              <w:t>56</w:t>
            </w:r>
            <w:r w:rsidR="001105CD" w:rsidRPr="00795119">
              <w:t>.</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 xml:space="preserve">The mean scale score for year 9 reading in 2014 for all students was </w:t>
      </w:r>
      <w:r w:rsidRPr="00795119">
        <w:rPr>
          <w:shd w:val="clear" w:color="auto" w:fill="FFFFFF" w:themeFill="background1"/>
        </w:rPr>
        <w:t>578.9–581.9</w:t>
      </w:r>
      <w:r w:rsidRPr="00795119">
        <w:t xml:space="preserve"> nationally. The mean scale score for Aboriginal and Torres Strait Islander students </w:t>
      </w:r>
      <w:r w:rsidRPr="00795119">
        <w:br/>
        <w:t>(</w:t>
      </w:r>
      <w:r w:rsidRPr="00795119">
        <w:rPr>
          <w:shd w:val="clear" w:color="auto" w:fill="FFFFFF" w:themeFill="background1"/>
        </w:rPr>
        <w:t>514.2–520.6</w:t>
      </w:r>
      <w:r w:rsidRPr="00795119">
        <w:t>) was significantly lower than for non-Indigenous students (</w:t>
      </w:r>
      <w:r w:rsidRPr="00795119">
        <w:rPr>
          <w:shd w:val="clear" w:color="auto" w:fill="FFFFFF" w:themeFill="background1"/>
        </w:rPr>
        <w:t>582.4–585.4</w:t>
      </w:r>
      <w:r w:rsidRPr="00795119">
        <w:t xml:space="preserve">). Mean scale scores varied across jurisdictions (table </w:t>
      </w:r>
      <w:proofErr w:type="spellStart"/>
      <w:r w:rsidRPr="00795119">
        <w:t>4A.39</w:t>
      </w:r>
      <w:proofErr w:type="spellEnd"/>
      <w:r w:rsidRPr="00795119">
        <w:t>).</w:t>
      </w:r>
    </w:p>
    <w:p w:rsidR="001D0C58" w:rsidRPr="00795119" w:rsidRDefault="001D0C58" w:rsidP="001D0C58">
      <w:pPr>
        <w:pStyle w:val="Heading6"/>
      </w:pPr>
      <w:proofErr w:type="spellStart"/>
      <w:r w:rsidRPr="00795119">
        <w:t>Geolocation</w:t>
      </w:r>
      <w:proofErr w:type="spellEnd"/>
    </w:p>
    <w:p w:rsidR="001D0C58" w:rsidRPr="00795119" w:rsidRDefault="001D0C58" w:rsidP="001D0C58">
      <w:pPr>
        <w:pStyle w:val="BodyText"/>
      </w:pPr>
      <w:r w:rsidRPr="00795119">
        <w:t>Nationally, in 2014, reading outcomes tended to decline with remoteness. In year 3, for example</w:t>
      </w:r>
      <w:r w:rsidRPr="00795119">
        <w:rPr>
          <w:shd w:val="clear" w:color="auto" w:fill="FFFFFF" w:themeFill="background1"/>
        </w:rPr>
        <w:t>, 94.5–94.9 per</w:t>
      </w:r>
      <w:r w:rsidRPr="00795119">
        <w:t xml:space="preserve"> cent of students in metropolitan areas achieved at or above the reading national minimum standard, significantly higher than the proportions of provincial students (</w:t>
      </w:r>
      <w:r w:rsidRPr="00795119">
        <w:rPr>
          <w:shd w:val="clear" w:color="auto" w:fill="FFFFFF" w:themeFill="background1"/>
        </w:rPr>
        <w:t>91.8–92.6</w:t>
      </w:r>
      <w:r w:rsidRPr="00795119">
        <w:t xml:space="preserve"> per cent), remote students (</w:t>
      </w:r>
      <w:r w:rsidRPr="00795119">
        <w:rPr>
          <w:shd w:val="clear" w:color="auto" w:fill="FFFFFF" w:themeFill="background1"/>
        </w:rPr>
        <w:t>81.7–86.7</w:t>
      </w:r>
      <w:r w:rsidRPr="00795119">
        <w:t xml:space="preserve"> per cent) and very remote students (</w:t>
      </w:r>
      <w:r w:rsidRPr="00795119">
        <w:rPr>
          <w:shd w:val="clear" w:color="auto" w:fill="FFFFFF" w:themeFill="background1"/>
        </w:rPr>
        <w:t>49.6–61.8 per</w:t>
      </w:r>
      <w:r w:rsidRPr="00795119">
        <w:t xml:space="preserve"> cent) (</w:t>
      </w:r>
      <w:r w:rsidR="00E53751" w:rsidRPr="00795119">
        <w:t>figure 4.</w:t>
      </w:r>
      <w:r w:rsidR="00E873B8" w:rsidRPr="00795119">
        <w:t>10</w:t>
      </w:r>
      <w:r w:rsidRPr="00795119">
        <w:t>).</w:t>
      </w:r>
    </w:p>
    <w:p w:rsidR="001D0C58" w:rsidRPr="00795119" w:rsidRDefault="001D0C58" w:rsidP="001D0C58">
      <w:pPr>
        <w:pStyle w:val="BodyText"/>
        <w:rPr>
          <w:szCs w:val="26"/>
        </w:rPr>
      </w:pPr>
      <w:bookmarkStart w:id="38" w:name="OLE_LINK98"/>
      <w:bookmarkStart w:id="39" w:name="OLE_LINK99"/>
      <w:r w:rsidRPr="00795119">
        <w:t xml:space="preserve">For all </w:t>
      </w:r>
      <w:proofErr w:type="spellStart"/>
      <w:r w:rsidRPr="00795119">
        <w:t>geolocation</w:t>
      </w:r>
      <w:proofErr w:type="spellEnd"/>
      <w:r w:rsidRPr="00795119">
        <w:t xml:space="preserve"> categories across years 3, 5, 7 and 9, reading outcomes nationally for Aboriginal and Torres Strait Islander students were lower than those for non-Indigenous students. Nationally, outcomes for Aboriginal and Torres Strait Islander students generally declined as remoteness increased, and</w:t>
      </w:r>
      <w:bookmarkStart w:id="40" w:name="OLE_LINK88"/>
      <w:bookmarkStart w:id="41" w:name="OLE_LINK89"/>
      <w:r w:rsidRPr="00795119">
        <w:rPr>
          <w:szCs w:val="26"/>
        </w:rPr>
        <w:t xml:space="preserve"> the gap in learning outcomes between Aboriginal and Torres Strait Islander students and non-Indigenous students was generally greater in remote and very remote areas than in metropolitan and provincial areas.</w:t>
      </w:r>
    </w:p>
    <w:p w:rsidR="001D0C58" w:rsidRPr="00795119" w:rsidRDefault="001D0C58" w:rsidP="001D0C58">
      <w:pPr>
        <w:pStyle w:val="BodyText"/>
      </w:pPr>
      <w:r w:rsidRPr="00795119">
        <w:t xml:space="preserve">State and Territory results by Indigenous status and </w:t>
      </w:r>
      <w:proofErr w:type="spellStart"/>
      <w:r w:rsidRPr="00795119">
        <w:t>geolocation</w:t>
      </w:r>
      <w:proofErr w:type="spellEnd"/>
      <w:r w:rsidRPr="00795119">
        <w:t xml:space="preserve"> for years 3, 5, 7 and 9 reading literacy are in table </w:t>
      </w:r>
      <w:proofErr w:type="spellStart"/>
      <w:r w:rsidRPr="00795119">
        <w:t>4A.37</w:t>
      </w:r>
      <w:proofErr w:type="spellEnd"/>
      <w:r w:rsidRPr="00795119">
        <w:t xml:space="preserve">. The general pattern in jurisdictions appears similar to </w:t>
      </w:r>
      <w:r w:rsidRPr="00795119">
        <w:lastRenderedPageBreak/>
        <w:t xml:space="preserve">the national results. However, due to relatively large confidence intervals, caution should be exercised when making comparisons for some data. Mean scale score results by Indigenous status and </w:t>
      </w:r>
      <w:proofErr w:type="spellStart"/>
      <w:r w:rsidRPr="00795119">
        <w:t>geolocation</w:t>
      </w:r>
      <w:proofErr w:type="spellEnd"/>
      <w:r w:rsidRPr="00795119">
        <w:t xml:space="preserve"> are provided in table </w:t>
      </w:r>
      <w:proofErr w:type="spellStart"/>
      <w:r w:rsidRPr="00795119">
        <w:t>4A.40</w:t>
      </w:r>
      <w:proofErr w:type="spellEnd"/>
      <w:r w:rsidRPr="00795119">
        <w:t>.</w:t>
      </w:r>
    </w:p>
    <w:bookmarkEnd w:id="38"/>
    <w:bookmarkEnd w:id="39"/>
    <w:bookmarkEnd w:id="40"/>
    <w:bookmarkEnd w:id="41"/>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E873B8">
            <w:pPr>
              <w:pStyle w:val="FigureTitle"/>
            </w:pPr>
            <w:r w:rsidRPr="00795119">
              <w:rPr>
                <w:b w:val="0"/>
              </w:rPr>
              <w:t>Figure 4</w:t>
            </w:r>
            <w:r w:rsidR="00E53751" w:rsidRPr="00795119">
              <w:rPr>
                <w:b w:val="0"/>
              </w:rPr>
              <w:t>.</w:t>
            </w:r>
            <w:r w:rsidR="00E873B8" w:rsidRPr="00795119">
              <w:rPr>
                <w:b w:val="0"/>
              </w:rPr>
              <w:t>10</w:t>
            </w:r>
            <w:r w:rsidRPr="00795119">
              <w:tab/>
              <w:t xml:space="preserve">National proportion of year 3 students achieving at or above the reading national minimum standard, by Indigenous status and </w:t>
            </w:r>
            <w:proofErr w:type="spellStart"/>
            <w:r w:rsidRPr="00795119">
              <w:t>geolocation</w:t>
            </w:r>
            <w:proofErr w:type="spellEnd"/>
            <w:r w:rsidRPr="00795119">
              <w:t>,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0029C42A" wp14:editId="5D5736B4">
                        <wp:extent cx="5391150" cy="2695575"/>
                        <wp:effectExtent l="0" t="0" r="0" b="9525"/>
                        <wp:docPr id="28" name="Picture 28" descr="Figure 4.28 National proportion of year 3 students achieving at or above the reading national minimum standard, by Indigenous status and geoloc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A05E78" w:rsidP="004A71CC">
            <w:pPr>
              <w:pStyle w:val="Note"/>
            </w:pPr>
            <w:proofErr w:type="spellStart"/>
            <w:r w:rsidRPr="00795119">
              <w:rPr>
                <w:rStyle w:val="NoteLabel"/>
              </w:rPr>
              <w:t>a</w:t>
            </w:r>
            <w:proofErr w:type="spellEnd"/>
            <w:r w:rsidRPr="00795119">
              <w:t xml:space="preserve"> </w:t>
            </w:r>
            <w:r w:rsidR="001D0C58" w:rsidRPr="00795119">
              <w:t xml:space="preserve">Error bars represent the 95 per cent confidence interval associated with each point estimate. </w:t>
            </w:r>
            <w:r w:rsidRPr="00795119">
              <w:rPr>
                <w:rStyle w:val="NoteLabel"/>
              </w:rPr>
              <w:t>b</w:t>
            </w:r>
            <w:r w:rsidRPr="00795119">
              <w:t xml:space="preserve"> </w:t>
            </w:r>
            <w:r w:rsidR="001D0C58" w:rsidRPr="00795119">
              <w:t xml:space="preserve">Data for year 3 students are shown and may not be representative of students in years 5, 7 and 9, which are detailed in table </w:t>
            </w:r>
            <w:proofErr w:type="spellStart"/>
            <w:r w:rsidR="001D0C58" w:rsidRPr="00795119">
              <w:t>4A.37</w:t>
            </w:r>
            <w:proofErr w:type="spellEnd"/>
            <w:r w:rsidR="001D0C58" w:rsidRPr="00795119">
              <w:t xml:space="preserve">. </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E53751">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E53751" w:rsidRPr="00795119">
              <w:t xml:space="preserve">; table </w:t>
            </w:r>
            <w:proofErr w:type="spellStart"/>
            <w:r w:rsidR="00E53751" w:rsidRPr="00795119">
              <w:t>4A.37</w:t>
            </w:r>
            <w:proofErr w:type="spellEnd"/>
            <w:r w:rsidR="00E53751" w:rsidRPr="00795119">
              <w:t>; 2015 Report, figure 4.28, p. 4.58.</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Heading6"/>
      </w:pPr>
      <w:r w:rsidRPr="00795119">
        <w:t xml:space="preserve">Time series analysis of </w:t>
      </w:r>
      <w:proofErr w:type="spellStart"/>
      <w:r w:rsidRPr="00795119">
        <w:t>NAPLAN</w:t>
      </w:r>
      <w:proofErr w:type="spellEnd"/>
      <w:r w:rsidRPr="00795119">
        <w:t xml:space="preserve"> reading outcomes</w:t>
      </w:r>
      <w:r w:rsidR="00795119" w:rsidRPr="00795119">
        <w:t xml:space="preserve"> — </w:t>
      </w:r>
      <w:r w:rsidR="00E53751" w:rsidRPr="00795119">
        <w:t>st</w:t>
      </w:r>
      <w:r w:rsidRPr="00795119">
        <w:t>atistical significance of differences between years</w:t>
      </w:r>
    </w:p>
    <w:p w:rsidR="001D0C58" w:rsidRPr="00795119" w:rsidRDefault="001D0C58" w:rsidP="001D0C58">
      <w:pPr>
        <w:pStyle w:val="BodyText"/>
        <w:shd w:val="clear" w:color="auto" w:fill="FFFFFF" w:themeFill="background1"/>
      </w:pPr>
      <w:r w:rsidRPr="00795119">
        <w:t>Table 4.</w:t>
      </w:r>
      <w:r w:rsidR="00E53751" w:rsidRPr="00795119">
        <w:t>2</w:t>
      </w:r>
      <w:r w:rsidRPr="00795119">
        <w:t xml:space="preserve"> provides a summary of differences in achievement at year 5 for mean scale score and proportions at and above national minimum standard for reading, by Indigenous status, on a nation</w:t>
      </w:r>
      <w:r w:rsidR="00E53751" w:rsidRPr="00795119">
        <w:t>al basis, across various years.</w:t>
      </w:r>
    </w:p>
    <w:p w:rsidR="001D0C58" w:rsidRPr="00795119" w:rsidRDefault="001D0C58" w:rsidP="001D0C58">
      <w:pPr>
        <w:pStyle w:val="BodyText"/>
        <w:shd w:val="clear" w:color="auto" w:fill="FFFFFF" w:themeFill="background1"/>
      </w:pPr>
      <w:r w:rsidRPr="00795119">
        <w:t>Nationally, for year 5 reading:</w:t>
      </w:r>
    </w:p>
    <w:p w:rsidR="001D0C58" w:rsidRPr="00795119" w:rsidRDefault="001D0C58" w:rsidP="001D0C58">
      <w:pPr>
        <w:pStyle w:val="ListBullet"/>
        <w:shd w:val="clear" w:color="auto" w:fill="FFFFFF" w:themeFill="background1"/>
      </w:pPr>
      <w:r w:rsidRPr="00795119">
        <w:t>the proportion of students achieving at or above the national minimum standard in 2014 was lower than and was statistically significantly different from 2013, but close to or not statistically significantly different from 2008. The mean scale score for 2014 was above and was statistically significantly different from 2008, but close to or not statistically significantly different from 2013</w:t>
      </w:r>
    </w:p>
    <w:p w:rsidR="001D0C58" w:rsidRPr="00795119" w:rsidRDefault="001D0C58" w:rsidP="001D0C58">
      <w:pPr>
        <w:pStyle w:val="ListBullet"/>
        <w:shd w:val="clear" w:color="auto" w:fill="FFFFFF" w:themeFill="background1"/>
      </w:pPr>
      <w:r w:rsidRPr="00795119">
        <w:t xml:space="preserve">the proportion of Aboriginal and Torres Strait Islander students achieving at or above the national minimum standard in 2014 was lower then and was statistically </w:t>
      </w:r>
      <w:r w:rsidRPr="00795119">
        <w:lastRenderedPageBreak/>
        <w:t>significantly different from 2013, but close to or not statistically significantly different from 2008. The mean scale score for Aboriginal and Torres Strait Islander students in 2014 was below and was statistically significantly different from 2013, but was above and was statistically significantly different from 2008</w:t>
      </w:r>
    </w:p>
    <w:p w:rsidR="00360A2F" w:rsidRPr="00795119" w:rsidRDefault="001D0C58" w:rsidP="001D0C58">
      <w:pPr>
        <w:pStyle w:val="ListBullet"/>
        <w:shd w:val="clear" w:color="auto" w:fill="FFFFFF" w:themeFill="background1"/>
      </w:pPr>
      <w:r w:rsidRPr="00795119">
        <w:t>the proportion of non-Indigenous students achieving at or above the national minimum standard in 2014 was lower than and was statistically significantly different from 2013, but close to or not statistically significantly different from 2008. The mean scale score for non-Indigenous students in 2014 was above and was statistically significantly different from 2008, but close to or not statistically significantly different from 2013 (table 4.</w:t>
      </w:r>
      <w:r w:rsidR="00E53751" w:rsidRPr="00795119">
        <w:t>2</w:t>
      </w:r>
      <w:r w:rsidRPr="00795119">
        <w:t>).</w:t>
      </w:r>
    </w:p>
    <w:p w:rsidR="00360A2F" w:rsidRPr="00795119" w:rsidRDefault="00360A2F" w:rsidP="001D0C5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1D0C58" w:rsidRPr="00795119" w:rsidTr="00517EF2">
        <w:tc>
          <w:tcPr>
            <w:tcW w:w="8767" w:type="dxa"/>
            <w:tcBorders>
              <w:top w:val="single" w:sz="6" w:space="0" w:color="78A22F"/>
              <w:left w:val="nil"/>
              <w:bottom w:val="nil"/>
              <w:right w:val="nil"/>
            </w:tcBorders>
            <w:shd w:val="clear" w:color="auto" w:fill="auto"/>
          </w:tcPr>
          <w:p w:rsidR="001D0C58" w:rsidRPr="00795119" w:rsidRDefault="001D0C58" w:rsidP="00E53751">
            <w:pPr>
              <w:pStyle w:val="TableTitle"/>
            </w:pPr>
            <w:r w:rsidRPr="00795119">
              <w:rPr>
                <w:b w:val="0"/>
              </w:rPr>
              <w:t>Table 4.</w:t>
            </w:r>
            <w:r w:rsidR="00E53751" w:rsidRPr="00795119">
              <w:rPr>
                <w:b w:val="0"/>
                <w:noProof/>
              </w:rPr>
              <w:t>2</w:t>
            </w:r>
            <w:r w:rsidRPr="00795119">
              <w:tab/>
              <w:t xml:space="preserve">Mean scale scores and proportion of students who achieved at or above the national minimum standard for year 5 reading, </w:t>
            </w:r>
            <w:r w:rsidRPr="00795119">
              <w:rPr>
                <w:shd w:val="clear" w:color="auto" w:fill="FFFFFF" w:themeFill="background1"/>
              </w:rPr>
              <w:t>and nature of the differences, 2008 and 2013 to 2014,</w:t>
            </w:r>
            <w:r w:rsidRPr="00795119">
              <w:t xml:space="preserve"> Australia</w:t>
            </w:r>
            <w:r w:rsidRPr="00795119">
              <w:rPr>
                <w:rStyle w:val="NoteLabel"/>
                <w:b/>
              </w:rPr>
              <w:t xml:space="preserve">a, b </w:t>
            </w:r>
          </w:p>
        </w:tc>
      </w:tr>
      <w:tr w:rsidR="001D0C58" w:rsidRPr="00795119" w:rsidTr="004A71CC">
        <w:trPr>
          <w:cantSplit/>
        </w:trPr>
        <w:tc>
          <w:tcPr>
            <w:tcW w:w="8767" w:type="dxa"/>
            <w:tcBorders>
              <w:top w:val="nil"/>
              <w:left w:val="nil"/>
              <w:bottom w:val="nil"/>
              <w:right w:val="nil"/>
            </w:tcBorders>
            <w:shd w:val="clear" w:color="auto" w:fill="FFFFFF" w:themeFill="background1"/>
          </w:tcPr>
          <w:tbl>
            <w:tblPr>
              <w:tblW w:w="8799" w:type="dxa"/>
              <w:tblLayout w:type="fixed"/>
              <w:tblCellMar>
                <w:left w:w="0" w:type="dxa"/>
                <w:right w:w="0" w:type="dxa"/>
              </w:tblCellMar>
              <w:tblLook w:val="0000" w:firstRow="0" w:lastRow="0" w:firstColumn="0" w:lastColumn="0" w:noHBand="0" w:noVBand="0"/>
            </w:tblPr>
            <w:tblGrid>
              <w:gridCol w:w="1614"/>
              <w:gridCol w:w="495"/>
              <w:gridCol w:w="220"/>
              <w:gridCol w:w="957"/>
              <w:gridCol w:w="33"/>
              <w:gridCol w:w="667"/>
              <w:gridCol w:w="354"/>
              <w:gridCol w:w="192"/>
              <w:gridCol w:w="1211"/>
              <w:gridCol w:w="49"/>
              <w:gridCol w:w="106"/>
              <w:gridCol w:w="1054"/>
              <w:gridCol w:w="93"/>
              <w:gridCol w:w="1443"/>
              <w:gridCol w:w="311"/>
            </w:tblGrid>
            <w:tr w:rsidR="001D0C58" w:rsidRPr="00795119" w:rsidTr="004F4739">
              <w:trPr>
                <w:gridAfter w:val="1"/>
                <w:wAfter w:w="178" w:type="pct"/>
                <w:trHeight w:val="490"/>
              </w:trPr>
              <w:tc>
                <w:tcPr>
                  <w:tcW w:w="917" w:type="pct"/>
                  <w:tcBorders>
                    <w:top w:val="single" w:sz="4" w:space="0" w:color="BFBFBF" w:themeColor="background2"/>
                    <w:bottom w:val="single" w:sz="4" w:space="0" w:color="BFBFBF" w:themeColor="background2"/>
                  </w:tcBorders>
                  <w:shd w:val="clear" w:color="auto" w:fill="auto"/>
                  <w:vAlign w:val="center"/>
                </w:tcPr>
                <w:p w:rsidR="001D0C58" w:rsidRPr="00795119" w:rsidRDefault="001D0C58" w:rsidP="004A71CC">
                  <w:pPr>
                    <w:pStyle w:val="TableColumnHeading"/>
                    <w:jc w:val="left"/>
                  </w:pPr>
                </w:p>
              </w:tc>
              <w:tc>
                <w:tcPr>
                  <w:tcW w:w="281" w:type="pct"/>
                  <w:tcBorders>
                    <w:top w:val="single" w:sz="4" w:space="0" w:color="BFBFBF" w:themeColor="background2"/>
                    <w:bottom w:val="single" w:sz="4" w:space="0" w:color="BFBFBF" w:themeColor="background2"/>
                  </w:tcBorders>
                  <w:vAlign w:val="center"/>
                </w:tcPr>
                <w:p w:rsidR="001D0C58" w:rsidRPr="00795119" w:rsidRDefault="001D0C58" w:rsidP="004A71CC">
                  <w:pPr>
                    <w:pStyle w:val="TableColumnHeading"/>
                    <w:jc w:val="left"/>
                  </w:pPr>
                </w:p>
              </w:tc>
              <w:tc>
                <w:tcPr>
                  <w:tcW w:w="669" w:type="pct"/>
                  <w:gridSpan w:val="2"/>
                  <w:tcBorders>
                    <w:top w:val="single" w:sz="4" w:space="0" w:color="BFBFBF" w:themeColor="background2"/>
                    <w:bottom w:val="single" w:sz="4" w:space="0" w:color="BFBFBF" w:themeColor="background2"/>
                  </w:tcBorders>
                  <w:shd w:val="clear" w:color="auto" w:fill="auto"/>
                  <w:vAlign w:val="center"/>
                </w:tcPr>
                <w:p w:rsidR="001D0C58" w:rsidRPr="00795119" w:rsidRDefault="001D0C58" w:rsidP="004A71CC">
                  <w:pPr>
                    <w:pStyle w:val="TableColumnHeading"/>
                    <w:jc w:val="left"/>
                  </w:pPr>
                </w:p>
              </w:tc>
              <w:tc>
                <w:tcPr>
                  <w:tcW w:w="599" w:type="pct"/>
                  <w:gridSpan w:val="3"/>
                  <w:tcBorders>
                    <w:top w:val="single" w:sz="4" w:space="0" w:color="BFBFBF" w:themeColor="background2"/>
                    <w:bottom w:val="single" w:sz="4" w:space="0" w:color="BFBFBF" w:themeColor="background2"/>
                  </w:tcBorders>
                  <w:vAlign w:val="center"/>
                </w:tcPr>
                <w:p w:rsidR="001D0C58" w:rsidRPr="00795119" w:rsidRDefault="001D0C58" w:rsidP="004A71CC">
                  <w:pPr>
                    <w:pStyle w:val="TableColumnHeading"/>
                    <w:ind w:right="28"/>
                    <w:jc w:val="left"/>
                  </w:pPr>
                </w:p>
              </w:tc>
              <w:tc>
                <w:tcPr>
                  <w:tcW w:w="885" w:type="pct"/>
                  <w:gridSpan w:val="4"/>
                  <w:tcBorders>
                    <w:top w:val="single" w:sz="4" w:space="0" w:color="BFBFBF" w:themeColor="background2"/>
                    <w:bottom w:val="single" w:sz="4" w:space="0" w:color="BFBFBF" w:themeColor="background2"/>
                  </w:tcBorders>
                  <w:vAlign w:val="center"/>
                </w:tcPr>
                <w:p w:rsidR="001D0C58" w:rsidRPr="00795119" w:rsidRDefault="001D0C58" w:rsidP="004A71CC">
                  <w:pPr>
                    <w:pStyle w:val="TableColumnHeading"/>
                    <w:ind w:right="28"/>
                    <w:jc w:val="left"/>
                  </w:pPr>
                </w:p>
              </w:tc>
              <w:tc>
                <w:tcPr>
                  <w:tcW w:w="1471" w:type="pct"/>
                  <w:gridSpan w:val="3"/>
                  <w:tcBorders>
                    <w:top w:val="single" w:sz="4" w:space="0" w:color="BFBFBF" w:themeColor="background2"/>
                    <w:bottom w:val="single" w:sz="4" w:space="0" w:color="BFBFBF" w:themeColor="background2"/>
                  </w:tcBorders>
                  <w:shd w:val="clear" w:color="auto" w:fill="FFFFFF" w:themeFill="background1"/>
                  <w:vAlign w:val="center"/>
                </w:tcPr>
                <w:p w:rsidR="001D0C58" w:rsidRPr="00795119" w:rsidRDefault="001D0C58" w:rsidP="004A71CC">
                  <w:pPr>
                    <w:pStyle w:val="TableColumnHeading"/>
                    <w:ind w:left="143" w:right="-566" w:hanging="2"/>
                    <w:jc w:val="left"/>
                  </w:pPr>
                  <w:r w:rsidRPr="00795119">
                    <w:t xml:space="preserve">Nature of the differences </w:t>
                  </w:r>
                </w:p>
              </w:tc>
            </w:tr>
            <w:tr w:rsidR="004F4739" w:rsidRPr="00795119" w:rsidTr="004F4739">
              <w:tc>
                <w:tcPr>
                  <w:tcW w:w="917" w:type="pct"/>
                  <w:tcBorders>
                    <w:top w:val="single" w:sz="4" w:space="0" w:color="BFBFBF" w:themeColor="background2"/>
                    <w:bottom w:val="single" w:sz="4" w:space="0" w:color="BFBFBF" w:themeColor="background2"/>
                  </w:tcBorders>
                  <w:vAlign w:val="center"/>
                </w:tcPr>
                <w:p w:rsidR="004F4739" w:rsidRPr="00795119" w:rsidRDefault="004F4739" w:rsidP="004A71CC">
                  <w:pPr>
                    <w:pStyle w:val="TableColumnHeading"/>
                    <w:jc w:val="center"/>
                  </w:pPr>
                </w:p>
              </w:tc>
              <w:tc>
                <w:tcPr>
                  <w:tcW w:w="281" w:type="pct"/>
                  <w:tcBorders>
                    <w:top w:val="single" w:sz="4" w:space="0" w:color="BFBFBF" w:themeColor="background2"/>
                    <w:bottom w:val="single" w:sz="4" w:space="0" w:color="BFBFBF" w:themeColor="background2"/>
                  </w:tcBorders>
                </w:tcPr>
                <w:p w:rsidR="004F4739" w:rsidRPr="00795119" w:rsidRDefault="004F4739" w:rsidP="004A71CC">
                  <w:pPr>
                    <w:pStyle w:val="TableColumnHeading"/>
                    <w:ind w:left="350"/>
                    <w:jc w:val="center"/>
                  </w:pPr>
                </w:p>
              </w:tc>
              <w:tc>
                <w:tcPr>
                  <w:tcW w:w="688" w:type="pct"/>
                  <w:gridSpan w:val="3"/>
                  <w:tcBorders>
                    <w:top w:val="single" w:sz="4" w:space="0" w:color="BFBFBF" w:themeColor="background2"/>
                    <w:bottom w:val="single" w:sz="4" w:space="0" w:color="BFBFBF" w:themeColor="background2"/>
                  </w:tcBorders>
                  <w:vAlign w:val="center"/>
                </w:tcPr>
                <w:p w:rsidR="004F4739" w:rsidRPr="00795119" w:rsidRDefault="004F4739" w:rsidP="004A71CC">
                  <w:pPr>
                    <w:pStyle w:val="TableColumnHeading"/>
                    <w:ind w:left="350"/>
                    <w:jc w:val="center"/>
                  </w:pPr>
                  <w:r w:rsidRPr="00795119">
                    <w:t>2008</w:t>
                  </w:r>
                </w:p>
              </w:tc>
              <w:tc>
                <w:tcPr>
                  <w:tcW w:w="689" w:type="pct"/>
                  <w:gridSpan w:val="3"/>
                  <w:tcBorders>
                    <w:top w:val="single" w:sz="4" w:space="0" w:color="BFBFBF" w:themeColor="background2"/>
                    <w:bottom w:val="single" w:sz="4" w:space="0" w:color="BFBFBF" w:themeColor="background2"/>
                  </w:tcBorders>
                  <w:vAlign w:val="center"/>
                </w:tcPr>
                <w:p w:rsidR="004F4739" w:rsidRPr="00795119" w:rsidRDefault="004F4739" w:rsidP="004A71CC">
                  <w:pPr>
                    <w:pStyle w:val="TableColumnHeading"/>
                    <w:ind w:left="350"/>
                  </w:pPr>
                  <w:r w:rsidRPr="00795119">
                    <w:t>2013</w:t>
                  </w:r>
                </w:p>
              </w:tc>
              <w:tc>
                <w:tcPr>
                  <w:tcW w:w="688" w:type="pct"/>
                  <w:tcBorders>
                    <w:top w:val="single" w:sz="4" w:space="0" w:color="BFBFBF" w:themeColor="background2"/>
                    <w:bottom w:val="single" w:sz="4" w:space="0" w:color="BFBFBF" w:themeColor="background2"/>
                  </w:tcBorders>
                  <w:vAlign w:val="center"/>
                </w:tcPr>
                <w:p w:rsidR="004F4739" w:rsidRPr="00795119" w:rsidRDefault="004F4739" w:rsidP="004A71CC">
                  <w:pPr>
                    <w:pStyle w:val="TableColumnHeading"/>
                    <w:ind w:left="350"/>
                    <w:jc w:val="center"/>
                  </w:pPr>
                  <w:r w:rsidRPr="00795119">
                    <w:t>2014</w:t>
                  </w:r>
                </w:p>
              </w:tc>
              <w:tc>
                <w:tcPr>
                  <w:tcW w:w="687" w:type="pct"/>
                  <w:gridSpan w:val="3"/>
                  <w:tcBorders>
                    <w:top w:val="single" w:sz="4" w:space="0" w:color="BFBFBF" w:themeColor="background2"/>
                    <w:bottom w:val="single" w:sz="4" w:space="0" w:color="BFBFBF" w:themeColor="background2"/>
                  </w:tcBorders>
                  <w:vAlign w:val="center"/>
                </w:tcPr>
                <w:p w:rsidR="004F4739" w:rsidRPr="00795119" w:rsidRDefault="004F4739" w:rsidP="004A71CC">
                  <w:pPr>
                    <w:pStyle w:val="TableColumnHeading"/>
                    <w:jc w:val="center"/>
                  </w:pPr>
                  <w:r w:rsidRPr="00795119">
                    <w:t>2008 to 2014</w:t>
                  </w:r>
                </w:p>
              </w:tc>
              <w:tc>
                <w:tcPr>
                  <w:tcW w:w="872" w:type="pct"/>
                  <w:gridSpan w:val="2"/>
                  <w:tcBorders>
                    <w:top w:val="single" w:sz="4" w:space="0" w:color="BFBFBF" w:themeColor="background2"/>
                    <w:bottom w:val="single" w:sz="4" w:space="0" w:color="BFBFBF" w:themeColor="background2"/>
                  </w:tcBorders>
                  <w:vAlign w:val="center"/>
                </w:tcPr>
                <w:p w:rsidR="004F4739" w:rsidRPr="00795119" w:rsidRDefault="004F4739" w:rsidP="004A71CC">
                  <w:pPr>
                    <w:pStyle w:val="TableColumnHeading"/>
                    <w:jc w:val="center"/>
                  </w:pPr>
                  <w:r w:rsidRPr="00795119">
                    <w:t>2013 to 2014</w:t>
                  </w:r>
                </w:p>
              </w:tc>
              <w:tc>
                <w:tcPr>
                  <w:tcW w:w="178" w:type="pct"/>
                  <w:vAlign w:val="center"/>
                </w:tcPr>
                <w:p w:rsidR="004F4739" w:rsidRPr="00795119" w:rsidRDefault="004F4739" w:rsidP="004A71CC">
                  <w:pPr>
                    <w:pStyle w:val="TableColumnHeading"/>
                    <w:jc w:val="center"/>
                  </w:pPr>
                </w:p>
              </w:tc>
            </w:tr>
            <w:tr w:rsidR="001D0C58" w:rsidRPr="00795119" w:rsidTr="004F4739">
              <w:trPr>
                <w:gridAfter w:val="7"/>
                <w:wAfter w:w="2425" w:type="pct"/>
              </w:trPr>
              <w:tc>
                <w:tcPr>
                  <w:tcW w:w="2575" w:type="pct"/>
                  <w:gridSpan w:val="8"/>
                </w:tcPr>
                <w:p w:rsidR="001D0C58" w:rsidRPr="00795119" w:rsidRDefault="001D0C58" w:rsidP="004A71CC">
                  <w:pPr>
                    <w:pStyle w:val="TableBodyText"/>
                    <w:ind w:right="28"/>
                    <w:jc w:val="left"/>
                  </w:pPr>
                  <w:r w:rsidRPr="00795119">
                    <w:rPr>
                      <w:b/>
                    </w:rPr>
                    <w:t>Aboriginal and Torres Strait Islander students</w:t>
                  </w:r>
                </w:p>
              </w:tc>
            </w:tr>
            <w:tr w:rsidR="001D0C58" w:rsidRPr="00795119" w:rsidTr="004F4739">
              <w:trPr>
                <w:gridAfter w:val="1"/>
                <w:wAfter w:w="178" w:type="pct"/>
              </w:trPr>
              <w:tc>
                <w:tcPr>
                  <w:tcW w:w="917" w:type="pct"/>
                </w:tcPr>
                <w:p w:rsidR="001D0C58" w:rsidRPr="00795119" w:rsidRDefault="001D0C58" w:rsidP="004A71CC">
                  <w:pPr>
                    <w:pStyle w:val="TableUnitsRow"/>
                    <w:jc w:val="left"/>
                  </w:pPr>
                  <w:r w:rsidRPr="00795119">
                    <w:t>Mean scale score</w:t>
                  </w:r>
                </w:p>
              </w:tc>
              <w:tc>
                <w:tcPr>
                  <w:tcW w:w="281" w:type="pct"/>
                </w:tcPr>
                <w:p w:rsidR="001D0C58" w:rsidRPr="00795119" w:rsidRDefault="001D0C58" w:rsidP="004A71CC">
                  <w:pPr>
                    <w:pStyle w:val="TableUnitsRow"/>
                  </w:pPr>
                  <w:r w:rsidRPr="00795119">
                    <w:t>no.</w:t>
                  </w:r>
                </w:p>
              </w:tc>
              <w:tc>
                <w:tcPr>
                  <w:tcW w:w="688" w:type="pct"/>
                  <w:gridSpan w:val="3"/>
                  <w:vAlign w:val="center"/>
                </w:tcPr>
                <w:p w:rsidR="001D0C58" w:rsidRPr="00795119" w:rsidRDefault="001D0C58" w:rsidP="004A71CC">
                  <w:pPr>
                    <w:pStyle w:val="TableUnitsRow"/>
                  </w:pPr>
                  <w:r w:rsidRPr="00795119">
                    <w:t>403.4 ± 4.1</w:t>
                  </w:r>
                </w:p>
              </w:tc>
              <w:tc>
                <w:tcPr>
                  <w:tcW w:w="689" w:type="pct"/>
                  <w:gridSpan w:val="3"/>
                  <w:vAlign w:val="center"/>
                </w:tcPr>
                <w:p w:rsidR="001D0C58" w:rsidRPr="00795119" w:rsidRDefault="001D0C58" w:rsidP="004A71CC">
                  <w:pPr>
                    <w:pStyle w:val="TableUnitsRow"/>
                  </w:pPr>
                  <w:r w:rsidRPr="00795119">
                    <w:t>439.4 ± 3.4</w:t>
                  </w:r>
                </w:p>
              </w:tc>
              <w:tc>
                <w:tcPr>
                  <w:tcW w:w="688" w:type="pct"/>
                  <w:vAlign w:val="center"/>
                </w:tcPr>
                <w:p w:rsidR="001D0C58" w:rsidRPr="00795119" w:rsidRDefault="001D0C58" w:rsidP="004A71CC">
                  <w:pPr>
                    <w:pStyle w:val="TableUnitsRow"/>
                  </w:pPr>
                  <w:r w:rsidRPr="00795119">
                    <w:t>422.1 ± 3.4</w:t>
                  </w:r>
                </w:p>
              </w:tc>
              <w:tc>
                <w:tcPr>
                  <w:tcW w:w="687" w:type="pct"/>
                  <w:gridSpan w:val="3"/>
                  <w:shd w:val="clear" w:color="auto" w:fill="FFFFFF" w:themeFill="background1"/>
                  <w:vAlign w:val="center"/>
                </w:tcPr>
                <w:p w:rsidR="001D0C58" w:rsidRPr="00795119" w:rsidRDefault="001D0C58" w:rsidP="004A71CC">
                  <w:pPr>
                    <w:jc w:val="center"/>
                    <w:rPr>
                      <w:rFonts w:ascii="MS Gothic" w:eastAsia="MS Gothic" w:hAnsi="MS Gothic" w:cs="Arial"/>
                      <w:color w:val="000000"/>
                      <w:sz w:val="18"/>
                      <w:szCs w:val="18"/>
                    </w:rPr>
                  </w:pPr>
                  <w:r w:rsidRPr="00795119">
                    <w:rPr>
                      <w:rFonts w:ascii="MS Gothic" w:eastAsia="MS Gothic" w:hAnsi="MS Gothic" w:cs="Cambria Math"/>
                      <w:color w:val="000000"/>
                      <w:sz w:val="18"/>
                      <w:szCs w:val="18"/>
                    </w:rPr>
                    <w:t>△</w:t>
                  </w:r>
                </w:p>
              </w:tc>
              <w:tc>
                <w:tcPr>
                  <w:tcW w:w="872" w:type="pct"/>
                  <w:gridSpan w:val="2"/>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MS Gothic" w:eastAsia="MS Gothic" w:hAnsi="MS Gothic" w:cs="MS Gothic" w:hint="eastAsia"/>
                      <w:color w:val="000000"/>
                      <w:sz w:val="18"/>
                      <w:szCs w:val="18"/>
                    </w:rPr>
                    <w:t>▽</w:t>
                  </w:r>
                </w:p>
              </w:tc>
            </w:tr>
            <w:tr w:rsidR="001D0C58" w:rsidRPr="00795119" w:rsidTr="004F4739">
              <w:trPr>
                <w:gridAfter w:val="1"/>
                <w:wAfter w:w="178" w:type="pct"/>
              </w:trPr>
              <w:tc>
                <w:tcPr>
                  <w:tcW w:w="917" w:type="pct"/>
                </w:tcPr>
                <w:p w:rsidR="001D0C58" w:rsidRPr="00795119" w:rsidRDefault="001D0C58" w:rsidP="004A71CC">
                  <w:pPr>
                    <w:pStyle w:val="TableUnitsRow"/>
                    <w:jc w:val="left"/>
                  </w:pPr>
                  <w:r w:rsidRPr="00795119">
                    <w:t>At or above NMS</w:t>
                  </w:r>
                </w:p>
              </w:tc>
              <w:tc>
                <w:tcPr>
                  <w:tcW w:w="281" w:type="pct"/>
                </w:tcPr>
                <w:p w:rsidR="001D0C58" w:rsidRPr="00795119" w:rsidRDefault="001D0C58" w:rsidP="004A71CC">
                  <w:pPr>
                    <w:pStyle w:val="TableUnitsRow"/>
                  </w:pPr>
                  <w:r w:rsidRPr="00795119">
                    <w:t>%</w:t>
                  </w:r>
                </w:p>
              </w:tc>
              <w:tc>
                <w:tcPr>
                  <w:tcW w:w="688" w:type="pct"/>
                  <w:gridSpan w:val="3"/>
                  <w:vAlign w:val="center"/>
                </w:tcPr>
                <w:p w:rsidR="001D0C58" w:rsidRPr="00795119" w:rsidRDefault="001D0C58" w:rsidP="004A71CC">
                  <w:pPr>
                    <w:pStyle w:val="TableUnitsRow"/>
                  </w:pPr>
                  <w:r w:rsidRPr="00795119">
                    <w:t>63.4 ± 1.8</w:t>
                  </w:r>
                </w:p>
              </w:tc>
              <w:tc>
                <w:tcPr>
                  <w:tcW w:w="689" w:type="pct"/>
                  <w:gridSpan w:val="3"/>
                  <w:vAlign w:val="center"/>
                </w:tcPr>
                <w:p w:rsidR="001D0C58" w:rsidRPr="00795119" w:rsidRDefault="001D0C58" w:rsidP="004A71CC">
                  <w:pPr>
                    <w:pStyle w:val="TableUnitsRow"/>
                  </w:pPr>
                  <w:r w:rsidRPr="00795119">
                    <w:t>83.3 ± 1.7</w:t>
                  </w:r>
                </w:p>
              </w:tc>
              <w:tc>
                <w:tcPr>
                  <w:tcW w:w="688" w:type="pct"/>
                  <w:vAlign w:val="center"/>
                </w:tcPr>
                <w:p w:rsidR="001D0C58" w:rsidRPr="00795119" w:rsidRDefault="001D0C58" w:rsidP="004A71CC">
                  <w:pPr>
                    <w:pStyle w:val="TableUnitsRow"/>
                  </w:pPr>
                  <w:r w:rsidRPr="00795119">
                    <w:t>70.3 ± 1.6</w:t>
                  </w:r>
                </w:p>
              </w:tc>
              <w:tc>
                <w:tcPr>
                  <w:tcW w:w="687" w:type="pct"/>
                  <w:gridSpan w:val="3"/>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Arial" w:hAnsi="Arial" w:cs="Arial"/>
                      <w:color w:val="000000"/>
                      <w:sz w:val="18"/>
                      <w:szCs w:val="18"/>
                    </w:rPr>
                    <w:t>■</w:t>
                  </w:r>
                </w:p>
              </w:tc>
              <w:tc>
                <w:tcPr>
                  <w:tcW w:w="872" w:type="pct"/>
                  <w:gridSpan w:val="2"/>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MS Gothic" w:eastAsia="MS Gothic" w:hAnsi="MS Gothic" w:cs="MS Gothic" w:hint="eastAsia"/>
                      <w:color w:val="000000"/>
                      <w:sz w:val="18"/>
                      <w:szCs w:val="18"/>
                    </w:rPr>
                    <w:t>▽</w:t>
                  </w:r>
                </w:p>
              </w:tc>
            </w:tr>
            <w:tr w:rsidR="001D0C58" w:rsidRPr="00795119" w:rsidTr="004F4739">
              <w:trPr>
                <w:gridAfter w:val="1"/>
                <w:wAfter w:w="178" w:type="pct"/>
              </w:trPr>
              <w:tc>
                <w:tcPr>
                  <w:tcW w:w="3290" w:type="pct"/>
                  <w:gridSpan w:val="10"/>
                  <w:shd w:val="clear" w:color="auto" w:fill="FFFFFF" w:themeFill="background1"/>
                  <w:vAlign w:val="center"/>
                </w:tcPr>
                <w:p w:rsidR="001D0C58" w:rsidRPr="00795119" w:rsidRDefault="001D0C58" w:rsidP="004A71CC">
                  <w:pPr>
                    <w:pStyle w:val="TableUnitsRow"/>
                    <w:jc w:val="left"/>
                    <w:rPr>
                      <w:b/>
                    </w:rPr>
                  </w:pPr>
                  <w:r w:rsidRPr="00795119">
                    <w:rPr>
                      <w:b/>
                    </w:rPr>
                    <w:t>Non-Indigenous students</w:t>
                  </w:r>
                </w:p>
              </w:tc>
              <w:tc>
                <w:tcPr>
                  <w:tcW w:w="712" w:type="pct"/>
                  <w:gridSpan w:val="3"/>
                  <w:shd w:val="clear" w:color="auto" w:fill="FFFFFF" w:themeFill="background1"/>
                </w:tcPr>
                <w:p w:rsidR="001D0C58" w:rsidRPr="00795119" w:rsidRDefault="001D0C58" w:rsidP="004A71CC">
                  <w:pPr>
                    <w:pStyle w:val="TableBodyText"/>
                    <w:jc w:val="center"/>
                    <w:rPr>
                      <w:szCs w:val="18"/>
                    </w:rPr>
                  </w:pPr>
                </w:p>
              </w:tc>
              <w:tc>
                <w:tcPr>
                  <w:tcW w:w="820" w:type="pct"/>
                  <w:shd w:val="clear" w:color="auto" w:fill="FFFFFF" w:themeFill="background1"/>
                </w:tcPr>
                <w:p w:rsidR="001D0C58" w:rsidRPr="00795119" w:rsidRDefault="001D0C58" w:rsidP="004A71CC">
                  <w:pPr>
                    <w:pStyle w:val="TableBodyText"/>
                    <w:jc w:val="center"/>
                    <w:rPr>
                      <w:szCs w:val="18"/>
                    </w:rPr>
                  </w:pPr>
                </w:p>
              </w:tc>
            </w:tr>
            <w:tr w:rsidR="001D0C58" w:rsidRPr="00795119" w:rsidTr="004F4739">
              <w:trPr>
                <w:gridAfter w:val="1"/>
                <w:wAfter w:w="178" w:type="pct"/>
              </w:trPr>
              <w:tc>
                <w:tcPr>
                  <w:tcW w:w="917" w:type="pct"/>
                  <w:vAlign w:val="center"/>
                </w:tcPr>
                <w:p w:rsidR="001D0C58" w:rsidRPr="00795119" w:rsidRDefault="001D0C58" w:rsidP="004A71CC">
                  <w:pPr>
                    <w:pStyle w:val="TableUnitsRow"/>
                    <w:jc w:val="left"/>
                  </w:pPr>
                  <w:r w:rsidRPr="00795119">
                    <w:t>Mean scale score</w:t>
                  </w:r>
                </w:p>
              </w:tc>
              <w:tc>
                <w:tcPr>
                  <w:tcW w:w="281" w:type="pct"/>
                </w:tcPr>
                <w:p w:rsidR="001D0C58" w:rsidRPr="00795119" w:rsidRDefault="001D0C58" w:rsidP="004A71CC">
                  <w:pPr>
                    <w:pStyle w:val="TableUnitsRow"/>
                  </w:pPr>
                  <w:r w:rsidRPr="00795119">
                    <w:t>no.</w:t>
                  </w:r>
                </w:p>
              </w:tc>
              <w:tc>
                <w:tcPr>
                  <w:tcW w:w="688" w:type="pct"/>
                  <w:gridSpan w:val="3"/>
                  <w:vAlign w:val="center"/>
                </w:tcPr>
                <w:p w:rsidR="001D0C58" w:rsidRPr="00795119" w:rsidRDefault="001D0C58" w:rsidP="004A71CC">
                  <w:pPr>
                    <w:pStyle w:val="TableUnitsRow"/>
                  </w:pPr>
                  <w:r w:rsidRPr="00795119">
                    <w:t>488.7 ± 1.0</w:t>
                  </w:r>
                </w:p>
              </w:tc>
              <w:tc>
                <w:tcPr>
                  <w:tcW w:w="689" w:type="pct"/>
                  <w:gridSpan w:val="3"/>
                  <w:vAlign w:val="center"/>
                </w:tcPr>
                <w:p w:rsidR="001D0C58" w:rsidRPr="00795119" w:rsidRDefault="001D0C58" w:rsidP="004A71CC">
                  <w:pPr>
                    <w:pStyle w:val="TableUnitsRow"/>
                  </w:pPr>
                  <w:r w:rsidRPr="00795119">
                    <w:t>505.9 ± 0.8</w:t>
                  </w:r>
                </w:p>
              </w:tc>
              <w:tc>
                <w:tcPr>
                  <w:tcW w:w="688" w:type="pct"/>
                  <w:vAlign w:val="center"/>
                </w:tcPr>
                <w:p w:rsidR="001D0C58" w:rsidRPr="00795119" w:rsidRDefault="001D0C58" w:rsidP="004A71CC">
                  <w:pPr>
                    <w:pStyle w:val="TableUnitsRow"/>
                  </w:pPr>
                  <w:r w:rsidRPr="00795119">
                    <w:t>505.0 ± 1.0</w:t>
                  </w:r>
                </w:p>
              </w:tc>
              <w:tc>
                <w:tcPr>
                  <w:tcW w:w="687" w:type="pct"/>
                  <w:gridSpan w:val="3"/>
                  <w:shd w:val="clear" w:color="auto" w:fill="FFFFFF" w:themeFill="background1"/>
                  <w:vAlign w:val="center"/>
                </w:tcPr>
                <w:p w:rsidR="001D0C58" w:rsidRPr="00795119" w:rsidRDefault="001D0C58" w:rsidP="004A71CC">
                  <w:pPr>
                    <w:jc w:val="center"/>
                    <w:rPr>
                      <w:rFonts w:ascii="MS Gothic" w:eastAsia="MS Gothic" w:hAnsi="MS Gothic" w:cs="Arial"/>
                      <w:color w:val="000000"/>
                      <w:sz w:val="18"/>
                      <w:szCs w:val="18"/>
                    </w:rPr>
                  </w:pPr>
                  <w:r w:rsidRPr="00795119">
                    <w:rPr>
                      <w:rFonts w:ascii="MS Gothic" w:eastAsia="MS Gothic" w:hAnsi="MS Gothic" w:cs="Cambria Math"/>
                      <w:color w:val="000000"/>
                      <w:sz w:val="18"/>
                      <w:szCs w:val="18"/>
                    </w:rPr>
                    <w:t>△</w:t>
                  </w:r>
                </w:p>
              </w:tc>
              <w:tc>
                <w:tcPr>
                  <w:tcW w:w="872" w:type="pct"/>
                  <w:gridSpan w:val="2"/>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Arial" w:hAnsi="Arial" w:cs="Arial"/>
                      <w:color w:val="000000"/>
                      <w:sz w:val="18"/>
                      <w:szCs w:val="18"/>
                    </w:rPr>
                    <w:t>■</w:t>
                  </w:r>
                </w:p>
              </w:tc>
            </w:tr>
            <w:tr w:rsidR="001D0C58" w:rsidRPr="00795119" w:rsidTr="004F4739">
              <w:trPr>
                <w:gridAfter w:val="1"/>
                <w:wAfter w:w="178" w:type="pct"/>
              </w:trPr>
              <w:tc>
                <w:tcPr>
                  <w:tcW w:w="917" w:type="pct"/>
                  <w:vAlign w:val="center"/>
                </w:tcPr>
                <w:p w:rsidR="001D0C58" w:rsidRPr="00795119" w:rsidRDefault="001D0C58" w:rsidP="004A71CC">
                  <w:pPr>
                    <w:pStyle w:val="TableUnitsRow"/>
                    <w:jc w:val="left"/>
                  </w:pPr>
                  <w:r w:rsidRPr="00795119">
                    <w:t>At or above NMS</w:t>
                  </w:r>
                </w:p>
              </w:tc>
              <w:tc>
                <w:tcPr>
                  <w:tcW w:w="281" w:type="pct"/>
                </w:tcPr>
                <w:p w:rsidR="001D0C58" w:rsidRPr="00795119" w:rsidRDefault="001D0C58" w:rsidP="004A71CC">
                  <w:pPr>
                    <w:pStyle w:val="TableUnitsRow"/>
                  </w:pPr>
                  <w:r w:rsidRPr="00795119">
                    <w:t>%</w:t>
                  </w:r>
                </w:p>
              </w:tc>
              <w:tc>
                <w:tcPr>
                  <w:tcW w:w="688" w:type="pct"/>
                  <w:gridSpan w:val="3"/>
                  <w:vAlign w:val="center"/>
                </w:tcPr>
                <w:p w:rsidR="001D0C58" w:rsidRPr="00795119" w:rsidRDefault="001D0C58" w:rsidP="004A71CC">
                  <w:pPr>
                    <w:pStyle w:val="TableUnitsRow"/>
                  </w:pPr>
                  <w:r w:rsidRPr="00795119">
                    <w:t>92.6 ± 0.2</w:t>
                  </w:r>
                </w:p>
              </w:tc>
              <w:tc>
                <w:tcPr>
                  <w:tcW w:w="689" w:type="pct"/>
                  <w:gridSpan w:val="3"/>
                  <w:vAlign w:val="center"/>
                </w:tcPr>
                <w:p w:rsidR="001D0C58" w:rsidRPr="00795119" w:rsidRDefault="001D0C58" w:rsidP="004A71CC">
                  <w:pPr>
                    <w:pStyle w:val="TableUnitsRow"/>
                  </w:pPr>
                  <w:r w:rsidRPr="00795119">
                    <w:t>96.9 ± 0.1</w:t>
                  </w:r>
                </w:p>
              </w:tc>
              <w:tc>
                <w:tcPr>
                  <w:tcW w:w="688" w:type="pct"/>
                  <w:vAlign w:val="center"/>
                </w:tcPr>
                <w:p w:rsidR="001D0C58" w:rsidRPr="00795119" w:rsidRDefault="001D0C58" w:rsidP="004A71CC">
                  <w:pPr>
                    <w:pStyle w:val="TableUnitsRow"/>
                  </w:pPr>
                  <w:r w:rsidRPr="00795119">
                    <w:t>94.2 ± 0.2</w:t>
                  </w:r>
                </w:p>
              </w:tc>
              <w:tc>
                <w:tcPr>
                  <w:tcW w:w="687" w:type="pct"/>
                  <w:gridSpan w:val="3"/>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Arial" w:hAnsi="Arial" w:cs="Arial"/>
                      <w:color w:val="000000"/>
                      <w:sz w:val="18"/>
                      <w:szCs w:val="18"/>
                    </w:rPr>
                    <w:t>■</w:t>
                  </w:r>
                </w:p>
              </w:tc>
              <w:tc>
                <w:tcPr>
                  <w:tcW w:w="872" w:type="pct"/>
                  <w:gridSpan w:val="2"/>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MS Gothic" w:eastAsia="MS Gothic" w:hAnsi="MS Gothic" w:cs="MS Gothic" w:hint="eastAsia"/>
                      <w:color w:val="000000"/>
                      <w:sz w:val="18"/>
                      <w:szCs w:val="18"/>
                    </w:rPr>
                    <w:t>▽</w:t>
                  </w:r>
                </w:p>
              </w:tc>
            </w:tr>
            <w:tr w:rsidR="001D0C58" w:rsidRPr="00795119" w:rsidTr="004F4739">
              <w:trPr>
                <w:gridAfter w:val="1"/>
                <w:wAfter w:w="178" w:type="pct"/>
              </w:trPr>
              <w:tc>
                <w:tcPr>
                  <w:tcW w:w="1323" w:type="pct"/>
                  <w:gridSpan w:val="3"/>
                </w:tcPr>
                <w:p w:rsidR="001D0C58" w:rsidRPr="00795119" w:rsidRDefault="001D0C58" w:rsidP="004A71CC">
                  <w:pPr>
                    <w:pStyle w:val="TableBodyText"/>
                    <w:jc w:val="left"/>
                    <w:rPr>
                      <w:b/>
                    </w:rPr>
                  </w:pPr>
                  <w:r w:rsidRPr="00795119">
                    <w:rPr>
                      <w:b/>
                    </w:rPr>
                    <w:t>All students</w:t>
                  </w:r>
                </w:p>
              </w:tc>
              <w:tc>
                <w:tcPr>
                  <w:tcW w:w="942" w:type="pct"/>
                  <w:gridSpan w:val="3"/>
                </w:tcPr>
                <w:p w:rsidR="001D0C58" w:rsidRPr="00795119" w:rsidRDefault="001D0C58" w:rsidP="004A71CC">
                  <w:pPr>
                    <w:pStyle w:val="TableBodyText"/>
                  </w:pPr>
                </w:p>
              </w:tc>
              <w:tc>
                <w:tcPr>
                  <w:tcW w:w="1026" w:type="pct"/>
                  <w:gridSpan w:val="4"/>
                  <w:shd w:val="clear" w:color="auto" w:fill="FFFFFF" w:themeFill="background1"/>
                </w:tcPr>
                <w:p w:rsidR="001D0C58" w:rsidRPr="00795119" w:rsidRDefault="001D0C58" w:rsidP="004A71CC">
                  <w:pPr>
                    <w:pStyle w:val="TableBodyText"/>
                  </w:pPr>
                </w:p>
              </w:tc>
              <w:tc>
                <w:tcPr>
                  <w:tcW w:w="712" w:type="pct"/>
                  <w:gridSpan w:val="3"/>
                  <w:shd w:val="clear" w:color="auto" w:fill="FFFFFF" w:themeFill="background1"/>
                </w:tcPr>
                <w:p w:rsidR="001D0C58" w:rsidRPr="00795119" w:rsidRDefault="001D0C58" w:rsidP="004A71CC">
                  <w:pPr>
                    <w:pStyle w:val="TableBodyText"/>
                    <w:jc w:val="center"/>
                    <w:rPr>
                      <w:szCs w:val="18"/>
                    </w:rPr>
                  </w:pPr>
                </w:p>
              </w:tc>
              <w:tc>
                <w:tcPr>
                  <w:tcW w:w="820" w:type="pct"/>
                  <w:shd w:val="clear" w:color="auto" w:fill="FFFFFF" w:themeFill="background1"/>
                </w:tcPr>
                <w:p w:rsidR="001D0C58" w:rsidRPr="00795119" w:rsidRDefault="001D0C58" w:rsidP="004A71CC">
                  <w:pPr>
                    <w:pStyle w:val="TableBodyText"/>
                    <w:jc w:val="center"/>
                    <w:rPr>
                      <w:szCs w:val="18"/>
                    </w:rPr>
                  </w:pPr>
                </w:p>
              </w:tc>
            </w:tr>
            <w:tr w:rsidR="001D0C58" w:rsidRPr="00795119" w:rsidTr="004F4739">
              <w:trPr>
                <w:gridAfter w:val="1"/>
                <w:wAfter w:w="178" w:type="pct"/>
              </w:trPr>
              <w:tc>
                <w:tcPr>
                  <w:tcW w:w="917" w:type="pct"/>
                  <w:vAlign w:val="center"/>
                </w:tcPr>
                <w:p w:rsidR="001D0C58" w:rsidRPr="00795119" w:rsidRDefault="001D0C58" w:rsidP="004A71CC">
                  <w:pPr>
                    <w:pStyle w:val="TableUnitsRow"/>
                    <w:jc w:val="left"/>
                  </w:pPr>
                  <w:r w:rsidRPr="00795119">
                    <w:t>Mean scale score</w:t>
                  </w:r>
                </w:p>
              </w:tc>
              <w:tc>
                <w:tcPr>
                  <w:tcW w:w="281" w:type="pct"/>
                </w:tcPr>
                <w:p w:rsidR="001D0C58" w:rsidRPr="00795119" w:rsidRDefault="001D0C58" w:rsidP="004A71CC">
                  <w:pPr>
                    <w:pStyle w:val="TableUnitsRow"/>
                  </w:pPr>
                  <w:r w:rsidRPr="00795119">
                    <w:t>no.</w:t>
                  </w:r>
                </w:p>
              </w:tc>
              <w:tc>
                <w:tcPr>
                  <w:tcW w:w="688" w:type="pct"/>
                  <w:gridSpan w:val="3"/>
                  <w:vAlign w:val="center"/>
                </w:tcPr>
                <w:p w:rsidR="001D0C58" w:rsidRPr="00795119" w:rsidRDefault="001D0C58" w:rsidP="004A71CC">
                  <w:pPr>
                    <w:pStyle w:val="TableUnitsRow"/>
                  </w:pPr>
                  <w:r w:rsidRPr="00795119">
                    <w:t>484.4 ± 1.1</w:t>
                  </w:r>
                </w:p>
              </w:tc>
              <w:tc>
                <w:tcPr>
                  <w:tcW w:w="689" w:type="pct"/>
                  <w:gridSpan w:val="3"/>
                  <w:vAlign w:val="center"/>
                </w:tcPr>
                <w:p w:rsidR="001D0C58" w:rsidRPr="00795119" w:rsidRDefault="001D0C58" w:rsidP="004A71CC">
                  <w:pPr>
                    <w:pStyle w:val="TableUnitsRow"/>
                  </w:pPr>
                  <w:r w:rsidRPr="00795119">
                    <w:t>502.3 ± 0.9</w:t>
                  </w:r>
                </w:p>
              </w:tc>
              <w:tc>
                <w:tcPr>
                  <w:tcW w:w="688" w:type="pct"/>
                  <w:vAlign w:val="center"/>
                </w:tcPr>
                <w:p w:rsidR="001D0C58" w:rsidRPr="00795119" w:rsidRDefault="001D0C58" w:rsidP="004A71CC">
                  <w:pPr>
                    <w:pStyle w:val="TableUnitsRow"/>
                  </w:pPr>
                  <w:r w:rsidRPr="00795119">
                    <w:t>500.6 ± 1.0</w:t>
                  </w:r>
                </w:p>
              </w:tc>
              <w:tc>
                <w:tcPr>
                  <w:tcW w:w="687" w:type="pct"/>
                  <w:gridSpan w:val="3"/>
                  <w:shd w:val="clear" w:color="auto" w:fill="FFFFFF" w:themeFill="background1"/>
                  <w:vAlign w:val="center"/>
                </w:tcPr>
                <w:p w:rsidR="001D0C58" w:rsidRPr="00795119" w:rsidRDefault="001D0C58" w:rsidP="004A71CC">
                  <w:pPr>
                    <w:jc w:val="center"/>
                    <w:rPr>
                      <w:rFonts w:ascii="MS Gothic" w:eastAsia="MS Gothic" w:hAnsi="MS Gothic" w:cs="Arial"/>
                      <w:color w:val="000000"/>
                      <w:sz w:val="18"/>
                      <w:szCs w:val="18"/>
                    </w:rPr>
                  </w:pPr>
                  <w:r w:rsidRPr="00795119">
                    <w:rPr>
                      <w:rFonts w:ascii="MS Gothic" w:eastAsia="MS Gothic" w:hAnsi="MS Gothic" w:cs="Cambria Math"/>
                      <w:color w:val="000000"/>
                      <w:sz w:val="18"/>
                      <w:szCs w:val="18"/>
                    </w:rPr>
                    <w:t>△</w:t>
                  </w:r>
                </w:p>
              </w:tc>
              <w:tc>
                <w:tcPr>
                  <w:tcW w:w="872" w:type="pct"/>
                  <w:gridSpan w:val="2"/>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Arial" w:hAnsi="Arial" w:cs="Arial"/>
                      <w:color w:val="000000"/>
                      <w:sz w:val="18"/>
                      <w:szCs w:val="18"/>
                    </w:rPr>
                    <w:t>■</w:t>
                  </w:r>
                </w:p>
              </w:tc>
            </w:tr>
            <w:tr w:rsidR="001D0C58" w:rsidRPr="00795119" w:rsidTr="004F4739">
              <w:trPr>
                <w:gridAfter w:val="1"/>
                <w:wAfter w:w="178" w:type="pct"/>
              </w:trPr>
              <w:tc>
                <w:tcPr>
                  <w:tcW w:w="917" w:type="pct"/>
                  <w:tcBorders>
                    <w:bottom w:val="single" w:sz="4" w:space="0" w:color="BFBFBF" w:themeColor="background2"/>
                  </w:tcBorders>
                  <w:shd w:val="clear" w:color="auto" w:fill="auto"/>
                  <w:vAlign w:val="center"/>
                </w:tcPr>
                <w:p w:rsidR="001D0C58" w:rsidRPr="00795119" w:rsidRDefault="001D0C58" w:rsidP="004A71CC">
                  <w:pPr>
                    <w:pStyle w:val="TableUnitsRow"/>
                    <w:jc w:val="left"/>
                  </w:pPr>
                  <w:r w:rsidRPr="00795119">
                    <w:t>At or above NMS</w:t>
                  </w:r>
                </w:p>
              </w:tc>
              <w:tc>
                <w:tcPr>
                  <w:tcW w:w="281" w:type="pct"/>
                  <w:tcBorders>
                    <w:bottom w:val="single" w:sz="4" w:space="0" w:color="BFBFBF" w:themeColor="background2"/>
                  </w:tcBorders>
                </w:tcPr>
                <w:p w:rsidR="001D0C58" w:rsidRPr="00795119" w:rsidRDefault="001D0C58" w:rsidP="004A71CC">
                  <w:pPr>
                    <w:pStyle w:val="TableUnitsRow"/>
                  </w:pPr>
                  <w:r w:rsidRPr="00795119">
                    <w:t>%</w:t>
                  </w:r>
                </w:p>
              </w:tc>
              <w:tc>
                <w:tcPr>
                  <w:tcW w:w="688" w:type="pct"/>
                  <w:gridSpan w:val="3"/>
                  <w:tcBorders>
                    <w:bottom w:val="single" w:sz="4" w:space="0" w:color="BFBFBF" w:themeColor="background2"/>
                  </w:tcBorders>
                  <w:shd w:val="clear" w:color="auto" w:fill="auto"/>
                  <w:vAlign w:val="center"/>
                </w:tcPr>
                <w:p w:rsidR="001D0C58" w:rsidRPr="00795119" w:rsidRDefault="001D0C58" w:rsidP="004A71CC">
                  <w:pPr>
                    <w:pStyle w:val="TableUnitsRow"/>
                  </w:pPr>
                  <w:r w:rsidRPr="00795119">
                    <w:t>91.0 ± 0.3</w:t>
                  </w:r>
                </w:p>
              </w:tc>
              <w:tc>
                <w:tcPr>
                  <w:tcW w:w="689" w:type="pct"/>
                  <w:gridSpan w:val="3"/>
                  <w:tcBorders>
                    <w:bottom w:val="single" w:sz="4" w:space="0" w:color="BFBFBF" w:themeColor="background2"/>
                  </w:tcBorders>
                  <w:vAlign w:val="center"/>
                </w:tcPr>
                <w:p w:rsidR="001D0C58" w:rsidRPr="00795119" w:rsidRDefault="001D0C58" w:rsidP="004A71CC">
                  <w:pPr>
                    <w:pStyle w:val="TableUnitsRow"/>
                  </w:pPr>
                  <w:r w:rsidRPr="00795119">
                    <w:t>96.1 ± 0.2</w:t>
                  </w:r>
                </w:p>
              </w:tc>
              <w:tc>
                <w:tcPr>
                  <w:tcW w:w="688" w:type="pct"/>
                  <w:tcBorders>
                    <w:bottom w:val="single" w:sz="4" w:space="0" w:color="BFBFBF" w:themeColor="background2"/>
                  </w:tcBorders>
                  <w:vAlign w:val="center"/>
                </w:tcPr>
                <w:p w:rsidR="001D0C58" w:rsidRPr="00795119" w:rsidRDefault="001D0C58" w:rsidP="004A71CC">
                  <w:pPr>
                    <w:pStyle w:val="TableUnitsRow"/>
                  </w:pPr>
                  <w:r w:rsidRPr="00795119">
                    <w:t>92.9 ± 0.2</w:t>
                  </w:r>
                </w:p>
              </w:tc>
              <w:tc>
                <w:tcPr>
                  <w:tcW w:w="687" w:type="pct"/>
                  <w:gridSpan w:val="3"/>
                  <w:tcBorders>
                    <w:bottom w:val="single" w:sz="4" w:space="0" w:color="BFBFBF" w:themeColor="background2"/>
                  </w:tcBorders>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Arial" w:hAnsi="Arial" w:cs="Arial"/>
                      <w:color w:val="000000"/>
                      <w:sz w:val="18"/>
                      <w:szCs w:val="18"/>
                    </w:rPr>
                    <w:t>■</w:t>
                  </w:r>
                </w:p>
              </w:tc>
              <w:tc>
                <w:tcPr>
                  <w:tcW w:w="872" w:type="pct"/>
                  <w:gridSpan w:val="2"/>
                  <w:tcBorders>
                    <w:bottom w:val="single" w:sz="4" w:space="0" w:color="BFBFBF" w:themeColor="background2"/>
                  </w:tcBorders>
                  <w:shd w:val="clear" w:color="auto" w:fill="FFFFFF" w:themeFill="background1"/>
                  <w:vAlign w:val="center"/>
                </w:tcPr>
                <w:p w:rsidR="001D0C58" w:rsidRPr="00795119" w:rsidRDefault="001D0C58" w:rsidP="004A71CC">
                  <w:pPr>
                    <w:jc w:val="center"/>
                    <w:rPr>
                      <w:rFonts w:ascii="Arial" w:hAnsi="Arial" w:cs="Arial"/>
                      <w:color w:val="000000"/>
                      <w:sz w:val="18"/>
                      <w:szCs w:val="18"/>
                    </w:rPr>
                  </w:pPr>
                  <w:r w:rsidRPr="00795119">
                    <w:rPr>
                      <w:rFonts w:ascii="MS Gothic" w:eastAsia="MS Gothic" w:hAnsi="MS Gothic" w:cs="MS Gothic" w:hint="eastAsia"/>
                      <w:color w:val="000000"/>
                      <w:sz w:val="18"/>
                      <w:szCs w:val="18"/>
                    </w:rPr>
                    <w:t>▽</w:t>
                  </w:r>
                </w:p>
              </w:tc>
            </w:tr>
          </w:tbl>
          <w:p w:rsidR="001D0C58" w:rsidRPr="00795119" w:rsidRDefault="001D0C58" w:rsidP="004A71CC">
            <w:pPr>
              <w:pStyle w:val="Box"/>
            </w:pPr>
          </w:p>
        </w:tc>
      </w:tr>
      <w:tr w:rsidR="001D0C58" w:rsidRPr="00795119" w:rsidTr="00517EF2">
        <w:trPr>
          <w:cantSplit/>
        </w:trPr>
        <w:tc>
          <w:tcPr>
            <w:tcW w:w="8767" w:type="dxa"/>
            <w:tcBorders>
              <w:top w:val="nil"/>
              <w:left w:val="nil"/>
              <w:bottom w:val="nil"/>
              <w:right w:val="nil"/>
            </w:tcBorders>
            <w:shd w:val="clear" w:color="auto" w:fill="FFFFFF" w:themeFill="background1"/>
          </w:tcPr>
          <w:p w:rsidR="001D0C58" w:rsidRPr="00795119" w:rsidRDefault="001D0C58" w:rsidP="004A71CC">
            <w:pPr>
              <w:pStyle w:val="Note"/>
              <w:shd w:val="clear" w:color="auto" w:fill="FFFFFF" w:themeFill="background1"/>
            </w:pPr>
            <w:r w:rsidRPr="00795119">
              <w:t xml:space="preserve">NMS = National Minimum Standard. </w:t>
            </w:r>
          </w:p>
          <w:p w:rsidR="001D0C58" w:rsidRPr="00795119" w:rsidRDefault="001D0C58" w:rsidP="004A71CC">
            <w:pPr>
              <w:pStyle w:val="Note"/>
              <w:shd w:val="clear" w:color="auto" w:fill="FFFFFF" w:themeFill="background1"/>
            </w:pPr>
            <w:r w:rsidRPr="00795119">
              <w:t xml:space="preserve">For comparison of mean scale scores: </w:t>
            </w:r>
            <w:r w:rsidRPr="00795119">
              <w:rPr>
                <w:rFonts w:ascii="MS Gothic" w:eastAsia="MS Gothic" w:hAnsi="MS Gothic" w:cs="Cambria Math"/>
              </w:rPr>
              <w:t>△</w:t>
            </w:r>
            <w:r w:rsidRPr="00795119">
              <w:t xml:space="preserve"> Average achievement is above and is statistically significantly different from the base year (or previous year). </w:t>
            </w:r>
            <w:r w:rsidRPr="00795119">
              <w:rPr>
                <w:rFonts w:cs="Arial"/>
              </w:rPr>
              <w:t xml:space="preserve">■ </w:t>
            </w:r>
            <w:r w:rsidRPr="00795119">
              <w:t xml:space="preserve">Average achievement is close to or not statistically different from the base year (or previous year). </w:t>
            </w:r>
            <w:r w:rsidRPr="00795119">
              <w:rPr>
                <w:rFonts w:ascii="MS Gothic" w:eastAsia="MS Gothic" w:hAnsi="MS Gothic" w:cs="MS Gothic" w:hint="eastAsia"/>
              </w:rPr>
              <w:t>▽</w:t>
            </w:r>
            <w:r w:rsidRPr="00795119">
              <w:rPr>
                <w:rFonts w:ascii="MS Gothic" w:eastAsia="MS Gothic" w:hAnsi="MS Gothic" w:cs="MS Gothic"/>
              </w:rPr>
              <w:t xml:space="preserve"> </w:t>
            </w:r>
            <w:r w:rsidRPr="00795119">
              <w:t>Average achievement is below and is statistically significantly different from the base year (or previous year).</w:t>
            </w:r>
          </w:p>
          <w:p w:rsidR="001D0C58" w:rsidRPr="00795119" w:rsidRDefault="001D0C58" w:rsidP="004A71CC">
            <w:pPr>
              <w:pStyle w:val="Note"/>
              <w:shd w:val="clear" w:color="auto" w:fill="FFFFFF" w:themeFill="background1"/>
            </w:pPr>
            <w:r w:rsidRPr="00795119">
              <w:t xml:space="preserve">For comparison of percentage of students at or above national minimum standard: </w:t>
            </w:r>
            <w:r w:rsidRPr="00795119">
              <w:rPr>
                <w:rFonts w:ascii="Cambria Math" w:hAnsi="Cambria Math" w:cs="Cambria Math"/>
              </w:rPr>
              <w:t>△</w:t>
            </w:r>
            <w:r w:rsidRPr="00795119">
              <w:t xml:space="preserve"> Percentage of students at or above national minimum standard is higher than and is statistically significantly different from the base year (or previous year). </w:t>
            </w:r>
            <w:r w:rsidRPr="00795119">
              <w:rPr>
                <w:rFonts w:cs="Arial"/>
              </w:rPr>
              <w:t xml:space="preserve">■ </w:t>
            </w:r>
            <w:r w:rsidRPr="00795119">
              <w:t xml:space="preserve">Percentage of students at or above national minimum standard is close to or not statistically different from the base year (or previous year). </w:t>
            </w:r>
            <w:r w:rsidRPr="00795119">
              <w:rPr>
                <w:rFonts w:ascii="MS Gothic" w:eastAsia="MS Gothic" w:hAnsi="MS Gothic" w:cs="MS Gothic" w:hint="eastAsia"/>
              </w:rPr>
              <w:t>▽</w:t>
            </w:r>
            <w:r w:rsidRPr="00795119">
              <w:rPr>
                <w:rFonts w:ascii="MS Gothic" w:eastAsia="MS Gothic" w:hAnsi="MS Gothic" w:cs="MS Gothic"/>
              </w:rPr>
              <w:t xml:space="preserve"> </w:t>
            </w:r>
            <w:r w:rsidRPr="00795119">
              <w:t xml:space="preserve">Percentage of students at or above national minimum standard is lower than and is statistically significantly different from the base year (or previous year). </w:t>
            </w:r>
          </w:p>
          <w:p w:rsidR="001D0C58" w:rsidRPr="00795119" w:rsidRDefault="001D0C58" w:rsidP="004A71CC">
            <w:pPr>
              <w:pStyle w:val="Note"/>
              <w:rPr>
                <w:i/>
              </w:rPr>
            </w:pPr>
            <w:proofErr w:type="spellStart"/>
            <w:r w:rsidRPr="00795119">
              <w:rPr>
                <w:rStyle w:val="NoteLabel"/>
              </w:rPr>
              <w:t>a</w:t>
            </w:r>
            <w:proofErr w:type="spellEnd"/>
            <w:r w:rsidRPr="00795119">
              <w:t xml:space="preserve"> The mean scale scores and proportions at or above national minimum standard reported in this table include 95 per cent confidence intervals (for example, a mean scale score of 400.0 ± 2.7). The confidence intervals in this table are for the specific year applicable and do not provide an indication of statistically significant differences between years. See section 2.5 of the statistical context chapter (chapter 2) for more information on confidence intervals. </w:t>
            </w:r>
            <w:r w:rsidRPr="00795119">
              <w:rPr>
                <w:rStyle w:val="NoteLabel"/>
              </w:rPr>
              <w:t>b</w:t>
            </w:r>
            <w:r w:rsidRPr="00795119">
              <w:t xml:space="preserve"> For further information and caveats see table </w:t>
            </w:r>
            <w:proofErr w:type="spellStart"/>
            <w:r w:rsidRPr="00795119">
              <w:t>4A.52</w:t>
            </w:r>
            <w:proofErr w:type="spellEnd"/>
            <w:r w:rsidRPr="00795119">
              <w:t>.</w:t>
            </w:r>
          </w:p>
        </w:tc>
      </w:tr>
      <w:tr w:rsidR="001D0C58" w:rsidRPr="00795119" w:rsidTr="00517EF2">
        <w:trPr>
          <w:cantSplit/>
        </w:trPr>
        <w:tc>
          <w:tcPr>
            <w:tcW w:w="8767" w:type="dxa"/>
            <w:tcBorders>
              <w:top w:val="nil"/>
              <w:left w:val="nil"/>
              <w:bottom w:val="nil"/>
              <w:right w:val="nil"/>
            </w:tcBorders>
            <w:shd w:val="clear" w:color="auto" w:fill="auto"/>
          </w:tcPr>
          <w:p w:rsidR="001D0C58" w:rsidRPr="00795119" w:rsidRDefault="001D0C58" w:rsidP="00E53751">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E53751" w:rsidRPr="00795119">
              <w:t xml:space="preserve">, </w:t>
            </w:r>
            <w:proofErr w:type="spellStart"/>
            <w:r w:rsidR="00E53751" w:rsidRPr="00795119">
              <w:t>ACARA</w:t>
            </w:r>
            <w:proofErr w:type="spellEnd"/>
            <w:r w:rsidR="00E53751" w:rsidRPr="00795119">
              <w:t xml:space="preserve">, Sydney; table </w:t>
            </w:r>
            <w:proofErr w:type="spellStart"/>
            <w:r w:rsidR="00E53751" w:rsidRPr="00795119">
              <w:t>4A.52</w:t>
            </w:r>
            <w:proofErr w:type="spellEnd"/>
            <w:r w:rsidR="00E53751" w:rsidRPr="00795119">
              <w:t>; 2015 Report, table 4.11, p. 4.60.</w:t>
            </w:r>
          </w:p>
        </w:tc>
      </w:tr>
      <w:tr w:rsidR="001D0C58" w:rsidRPr="00795119" w:rsidTr="00517EF2">
        <w:trPr>
          <w:cantSplit/>
        </w:trPr>
        <w:tc>
          <w:tcPr>
            <w:tcW w:w="8767" w:type="dxa"/>
            <w:tcBorders>
              <w:top w:val="nil"/>
              <w:left w:val="nil"/>
              <w:bottom w:val="single" w:sz="6" w:space="0" w:color="78A22F"/>
              <w:right w:val="nil"/>
            </w:tcBorders>
            <w:shd w:val="clear" w:color="auto" w:fill="auto"/>
          </w:tcPr>
          <w:p w:rsidR="001D0C58" w:rsidRPr="00795119" w:rsidRDefault="001D0C58" w:rsidP="004A71CC">
            <w:pPr>
              <w:pStyle w:val="Box"/>
              <w:spacing w:before="0" w:line="120" w:lineRule="exact"/>
            </w:pPr>
          </w:p>
        </w:tc>
      </w:tr>
      <w:tr w:rsidR="009742DD" w:rsidRPr="00795119" w:rsidTr="00517EF2">
        <w:tc>
          <w:tcPr>
            <w:tcW w:w="8767"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34A27" w:rsidP="001D0C58">
      <w:pPr>
        <w:pStyle w:val="Heading6"/>
      </w:pPr>
      <w:r w:rsidRPr="00795119">
        <w:lastRenderedPageBreak/>
        <w:t>Cohort gain</w:t>
      </w:r>
    </w:p>
    <w:p w:rsidR="001D0C58" w:rsidRPr="00795119" w:rsidRDefault="001D0C58" w:rsidP="001D0C58">
      <w:pPr>
        <w:pStyle w:val="BodyText"/>
      </w:pPr>
      <w:r w:rsidRPr="00795119">
        <w:t xml:space="preserve">Analysis of </w:t>
      </w:r>
      <w:proofErr w:type="spellStart"/>
      <w:r w:rsidRPr="00795119">
        <w:t>NAPLAN</w:t>
      </w:r>
      <w:proofErr w:type="spellEnd"/>
      <w:r w:rsidRPr="00795119">
        <w:t xml:space="preserve"> mean scale score data for the years 2008 to 2010, 2010 to 2012 and 2012 to 2014 enables comparisons of outcomes for the same cohort of students over time (box 4.</w:t>
      </w:r>
      <w:r w:rsidR="00E45592" w:rsidRPr="00795119">
        <w:t>4</w:t>
      </w:r>
      <w:r w:rsidRPr="00795119">
        <w:t>). This chapter reports on gains in reading and numeracy from year 3 in 2008 to year 5 in 2010, year 7 in 2012, and year 9 in 2014. Student gain for other cohorts and from 2009 to 2011 and 2013 are</w:t>
      </w:r>
      <w:r w:rsidR="00E45592" w:rsidRPr="00795119">
        <w:t xml:space="preserve"> included in attachment tables.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F2F2F2"/>
          </w:tcPr>
          <w:p w:rsidR="001D0C58" w:rsidRPr="00795119" w:rsidRDefault="001D0C58" w:rsidP="00E45592">
            <w:pPr>
              <w:pStyle w:val="BoxTitle"/>
            </w:pPr>
            <w:r w:rsidRPr="00795119">
              <w:rPr>
                <w:b w:val="0"/>
              </w:rPr>
              <w:t>Box 4.</w:t>
            </w:r>
            <w:r w:rsidR="00E45592" w:rsidRPr="00795119">
              <w:rPr>
                <w:b w:val="0"/>
                <w:noProof/>
              </w:rPr>
              <w:t>4</w:t>
            </w:r>
            <w:r w:rsidRPr="00795119">
              <w:tab/>
              <w:t>Achievement and gain</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4A71CC">
            <w:pPr>
              <w:pStyle w:val="Box"/>
            </w:pPr>
            <w:r w:rsidRPr="00795119">
              <w:t>For national reporting purposes, gain is the difference in mean scale scores in a domain for the same cohort of students between two testing years, for example between 2012 and 2014. The cohorts between the two years are not matched — that is, there will be differences between the exact composition of the student body in any given State or Territory.</w:t>
            </w:r>
          </w:p>
          <w:p w:rsidR="001D0C58" w:rsidRPr="00795119" w:rsidRDefault="001D0C58" w:rsidP="004A71CC">
            <w:pPr>
              <w:pStyle w:val="Box"/>
            </w:pPr>
            <w:r w:rsidRPr="00795119">
              <w:t xml:space="preserve">A feature of gain in </w:t>
            </w:r>
            <w:proofErr w:type="spellStart"/>
            <w:r w:rsidRPr="00795119">
              <w:t>NAPLAN</w:t>
            </w:r>
            <w:proofErr w:type="spellEnd"/>
            <w:r w:rsidRPr="00795119">
              <w:t xml:space="preserve"> performance is that the size of the gain tends to be associated with the level of prior performance: the lower the prior performance, the more likely the possibility of greater gain. Further, for literacy and numeracy, student gain is greater in the early years. Few of the differences across states and territories in the gains made between 2008 and 2010, between 2010 and 2012 and between 2012 and 2014 are statistically significant. This report includes confidence intervals, which provide an indication of the level of uncertainty of the gain over the two year period.</w:t>
            </w:r>
          </w:p>
        </w:tc>
      </w:tr>
      <w:tr w:rsidR="001D0C58" w:rsidRPr="00795119" w:rsidTr="004A71CC">
        <w:trPr>
          <w:cantSplit/>
        </w:trPr>
        <w:tc>
          <w:tcPr>
            <w:tcW w:w="8771" w:type="dxa"/>
            <w:tcBorders>
              <w:top w:val="nil"/>
              <w:left w:val="nil"/>
              <w:bottom w:val="nil"/>
              <w:right w:val="nil"/>
            </w:tcBorders>
            <w:shd w:val="clear" w:color="auto" w:fill="F2F2F2" w:themeFill="background1" w:themeFillShade="F2"/>
          </w:tcPr>
          <w:p w:rsidR="001D0C58" w:rsidRPr="00795119" w:rsidRDefault="001D0C58" w:rsidP="004A71CC">
            <w:pPr>
              <w:pStyle w:val="BoxSource"/>
            </w:pPr>
            <w:r w:rsidRPr="00795119">
              <w:rPr>
                <w:i/>
              </w:rPr>
              <w:t xml:space="preserve">Source: </w:t>
            </w:r>
            <w:proofErr w:type="spellStart"/>
            <w:r w:rsidRPr="00795119">
              <w:t>ACARA</w:t>
            </w:r>
            <w:proofErr w:type="spellEnd"/>
            <w:r w:rsidRPr="00795119">
              <w:t xml:space="preserve"> (</w:t>
            </w:r>
            <w:proofErr w:type="spellStart"/>
            <w:r w:rsidRPr="00795119">
              <w:t>2014a</w:t>
            </w:r>
            <w:proofErr w:type="spellEnd"/>
            <w:r w:rsidRPr="00795119">
              <w:t>)</w:t>
            </w:r>
            <w:r w:rsidR="00F42123" w:rsidRPr="00795119">
              <w:rPr>
                <w:i/>
              </w:rPr>
              <w:t>.</w:t>
            </w:r>
          </w:p>
        </w:tc>
      </w:tr>
      <w:tr w:rsidR="001D0C58" w:rsidRPr="00795119" w:rsidTr="004A71CC">
        <w:trPr>
          <w:cantSplit/>
        </w:trPr>
        <w:tc>
          <w:tcPr>
            <w:tcW w:w="8771" w:type="dxa"/>
            <w:tcBorders>
              <w:top w:val="nil"/>
              <w:left w:val="nil"/>
              <w:bottom w:val="single" w:sz="6" w:space="0" w:color="78A22F"/>
              <w:right w:val="nil"/>
            </w:tcBorders>
            <w:shd w:val="clear" w:color="auto" w:fill="F2F2F2"/>
          </w:tcPr>
          <w:p w:rsidR="001D0C58" w:rsidRPr="00795119" w:rsidRDefault="001D0C58" w:rsidP="004A71CC">
            <w:pPr>
              <w:pStyle w:val="Box"/>
              <w:spacing w:before="0" w:line="120" w:lineRule="exact"/>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 xml:space="preserve">From year 3 in 2008 to year 5 in 2010, the gain in reading mean scale score (on the common national scale for years 3, 5, 7 and 9, ranging from 0 to 1000) was between </w:t>
      </w:r>
      <w:r w:rsidR="00795119" w:rsidRPr="00795119">
        <w:br/>
      </w:r>
      <w:r w:rsidRPr="00795119">
        <w:t xml:space="preserve">79.0 and 94.8 points nationally. For the same cohort, from year 5 in 2010 to year 7 in 2012, the mean scale score gain was between 47.0 and 61.2 points nationally, and from year 7 in 2012 to year 9 in 2014, the mean scale score gain was between </w:t>
      </w:r>
      <w:r w:rsidRPr="00795119">
        <w:rPr>
          <w:shd w:val="clear" w:color="auto" w:fill="FFFFFF" w:themeFill="background1"/>
        </w:rPr>
        <w:t>33.4 and 44.4</w:t>
      </w:r>
      <w:r w:rsidRPr="00795119">
        <w:t xml:space="preserve"> points nationally (table 4.</w:t>
      </w:r>
      <w:r w:rsidR="00E45592" w:rsidRPr="00795119">
        <w:t>3).</w:t>
      </w:r>
    </w:p>
    <w:p w:rsidR="001D0C58" w:rsidRPr="00795119" w:rsidRDefault="001D0C58" w:rsidP="001D0C58">
      <w:pPr>
        <w:pStyle w:val="BodyText"/>
      </w:pPr>
      <w:r w:rsidRPr="00795119">
        <w:t xml:space="preserve">For Aboriginal and Torres Strait Islander students, from year 3 in 2008 to year 5 in 2010 the mean scale score gain nationally was between 85.9 and 105.9 points, from year 5 in 2010 to year 7 in 2012 the mean scale score gain was between 56.6 and 73.8 points nationally and from year 7 in 2012 to year 9 in 2014, the mean scale score gain was between </w:t>
      </w:r>
      <w:r w:rsidRPr="00795119">
        <w:rPr>
          <w:shd w:val="clear" w:color="auto" w:fill="FFFFFF" w:themeFill="background1"/>
        </w:rPr>
        <w:t>35.7 and 49.5</w:t>
      </w:r>
      <w:r w:rsidRPr="00795119">
        <w:t xml:space="preserve"> points. For non</w:t>
      </w:r>
      <w:r w:rsidRPr="00795119">
        <w:noBreakHyphen/>
        <w:t xml:space="preserve">Indigenous students, from year 3 in 2008 to year 5 in 2010 the mean scale score gain nationally was between 78.5 and 94.3 points, from year 5 in 2010 to year 7 in 2012, the mean scale score was between 46.5 and 60.7 points nationally and from year 7 in </w:t>
      </w:r>
      <w:r w:rsidRPr="00795119">
        <w:rPr>
          <w:shd w:val="clear" w:color="auto" w:fill="FFFFFF" w:themeFill="background1"/>
        </w:rPr>
        <w:t>2012</w:t>
      </w:r>
      <w:r w:rsidRPr="00795119">
        <w:t xml:space="preserve"> to year 9 in 2014, the mean scale score gain was between </w:t>
      </w:r>
      <w:r w:rsidRPr="00795119">
        <w:rPr>
          <w:shd w:val="clear" w:color="auto" w:fill="FFFFFF" w:themeFill="background1"/>
        </w:rPr>
        <w:t>33.4 and 44.4</w:t>
      </w:r>
      <w:r w:rsidRPr="00795119">
        <w:t xml:space="preserve"> points (table 4.</w:t>
      </w:r>
      <w:r w:rsidR="00C11D74" w:rsidRPr="00795119">
        <w:t>3).</w:t>
      </w:r>
    </w:p>
    <w:p w:rsidR="00360A2F" w:rsidRPr="00795119" w:rsidRDefault="001D0C58" w:rsidP="001D0C58">
      <w:pPr>
        <w:pStyle w:val="BodyText"/>
      </w:pPr>
      <w:r w:rsidRPr="00795119">
        <w:t>These mean scale score gains varied across jurisdictions (table 4.</w:t>
      </w:r>
      <w:r w:rsidR="00C11D74" w:rsidRPr="00795119">
        <w:t>3</w:t>
      </w:r>
      <w:r w:rsidRPr="00795119">
        <w:t xml:space="preserve">). Data for other cohorts from 2008–2010, 2010–2012 and 2012–2014 are in table </w:t>
      </w:r>
      <w:proofErr w:type="spellStart"/>
      <w:r w:rsidRPr="00795119">
        <w:t>4A.53</w:t>
      </w:r>
      <w:proofErr w:type="spellEnd"/>
      <w:r w:rsidRPr="00795119">
        <w:t>. Data for years 2009</w:t>
      </w:r>
      <w:r w:rsidR="00795119" w:rsidRPr="00795119">
        <w:t>–</w:t>
      </w:r>
      <w:r w:rsidRPr="00795119">
        <w:t xml:space="preserve">2011 and 2011–2013 are in table </w:t>
      </w:r>
      <w:proofErr w:type="spellStart"/>
      <w:r w:rsidRPr="00795119">
        <w:t>4A.71</w:t>
      </w:r>
      <w:proofErr w:type="spellEnd"/>
      <w:r w:rsidRPr="00795119">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1D0C58" w:rsidRPr="00795119" w:rsidTr="00067797">
        <w:tc>
          <w:tcPr>
            <w:tcW w:w="8767" w:type="dxa"/>
            <w:tcBorders>
              <w:top w:val="single" w:sz="6" w:space="0" w:color="78A22F"/>
              <w:left w:val="nil"/>
              <w:bottom w:val="nil"/>
              <w:right w:val="nil"/>
            </w:tcBorders>
            <w:shd w:val="clear" w:color="auto" w:fill="auto"/>
          </w:tcPr>
          <w:p w:rsidR="001D0C58" w:rsidRPr="00795119" w:rsidRDefault="001D0C58" w:rsidP="00067797">
            <w:pPr>
              <w:pStyle w:val="TableTitle"/>
            </w:pPr>
            <w:r w:rsidRPr="00795119">
              <w:rPr>
                <w:b w:val="0"/>
              </w:rPr>
              <w:lastRenderedPageBreak/>
              <w:t>Table 4.</w:t>
            </w:r>
            <w:r w:rsidR="00C11D74" w:rsidRPr="00795119">
              <w:rPr>
                <w:b w:val="0"/>
                <w:noProof/>
              </w:rPr>
              <w:t>3</w:t>
            </w:r>
            <w:r w:rsidRPr="00795119">
              <w:tab/>
              <w:t>Gain in mean scale score for reading: year 3 (2008) to year</w:t>
            </w:r>
            <w:r w:rsidR="00067797" w:rsidRPr="00795119">
              <w:t xml:space="preserve"> </w:t>
            </w:r>
            <w:r w:rsidRPr="00795119">
              <w:t>5 (2010) to year 7 (2012) to year 9 (2014)</w:t>
            </w:r>
            <w:r w:rsidRPr="00795119">
              <w:rPr>
                <w:rStyle w:val="NoteLabel"/>
                <w:b/>
              </w:rPr>
              <w:t>a, b</w:t>
            </w:r>
          </w:p>
        </w:tc>
      </w:tr>
      <w:tr w:rsidR="001D0C58" w:rsidRPr="00795119" w:rsidTr="00067797">
        <w:trPr>
          <w:cantSplit/>
        </w:trPr>
        <w:tc>
          <w:tcPr>
            <w:tcW w:w="8767" w:type="dxa"/>
            <w:tcBorders>
              <w:top w:val="nil"/>
              <w:left w:val="nil"/>
              <w:bottom w:val="nil"/>
              <w:right w:val="nil"/>
            </w:tcBorders>
            <w:shd w:val="clear" w:color="auto" w:fill="FFFFFF" w:themeFill="background1"/>
          </w:tcPr>
          <w:tbl>
            <w:tblPr>
              <w:tblW w:w="8790" w:type="dxa"/>
              <w:tblLayout w:type="fixed"/>
              <w:tblCellMar>
                <w:left w:w="0" w:type="dxa"/>
                <w:right w:w="0" w:type="dxa"/>
              </w:tblCellMar>
              <w:tblLook w:val="0000" w:firstRow="0" w:lastRow="0" w:firstColumn="0" w:lastColumn="0" w:noHBand="0" w:noVBand="0"/>
            </w:tblPr>
            <w:tblGrid>
              <w:gridCol w:w="1560"/>
              <w:gridCol w:w="803"/>
              <w:gridCol w:w="803"/>
              <w:gridCol w:w="804"/>
              <w:gridCol w:w="803"/>
              <w:gridCol w:w="803"/>
              <w:gridCol w:w="804"/>
              <w:gridCol w:w="803"/>
              <w:gridCol w:w="803"/>
              <w:gridCol w:w="804"/>
            </w:tblGrid>
            <w:tr w:rsidR="001D0C58" w:rsidRPr="00795119" w:rsidTr="00CE2F8D">
              <w:tc>
                <w:tcPr>
                  <w:tcW w:w="1560"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rPr>
                      <w:rFonts w:ascii="Arial" w:hAnsi="Arial"/>
                      <w:i/>
                      <w:sz w:val="20"/>
                      <w:szCs w:val="20"/>
                    </w:rPr>
                  </w:pPr>
                </w:p>
              </w:tc>
              <w:tc>
                <w:tcPr>
                  <w:tcW w:w="803"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NSW</w:t>
                  </w:r>
                </w:p>
              </w:tc>
              <w:tc>
                <w:tcPr>
                  <w:tcW w:w="803"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Vic</w:t>
                  </w:r>
                </w:p>
              </w:tc>
              <w:tc>
                <w:tcPr>
                  <w:tcW w:w="804"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Qld</w:t>
                  </w:r>
                </w:p>
              </w:tc>
              <w:tc>
                <w:tcPr>
                  <w:tcW w:w="803"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WA</w:t>
                  </w:r>
                </w:p>
              </w:tc>
              <w:tc>
                <w:tcPr>
                  <w:tcW w:w="803"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SA</w:t>
                  </w:r>
                </w:p>
              </w:tc>
              <w:tc>
                <w:tcPr>
                  <w:tcW w:w="804"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proofErr w:type="spellStart"/>
                  <w:r w:rsidRPr="00795119">
                    <w:rPr>
                      <w:rFonts w:ascii="Arial" w:hAnsi="Arial"/>
                      <w:i/>
                      <w:sz w:val="20"/>
                      <w:szCs w:val="20"/>
                    </w:rPr>
                    <w:t>Tas</w:t>
                  </w:r>
                  <w:proofErr w:type="spellEnd"/>
                </w:p>
              </w:tc>
              <w:tc>
                <w:tcPr>
                  <w:tcW w:w="803"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ACT</w:t>
                  </w:r>
                </w:p>
              </w:tc>
              <w:tc>
                <w:tcPr>
                  <w:tcW w:w="803" w:type="dxa"/>
                  <w:tcBorders>
                    <w:top w:val="single" w:sz="4" w:space="0" w:color="BFBFBF" w:themeColor="background2"/>
                    <w:bottom w:val="single" w:sz="4" w:space="0" w:color="BFBFBF" w:themeColor="background2"/>
                  </w:tcBorders>
                  <w:shd w:val="clear" w:color="auto" w:fill="auto"/>
                </w:tcPr>
                <w:p w:rsidR="001D0C58" w:rsidRPr="00795119" w:rsidRDefault="001D0C58" w:rsidP="004A71CC">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NT</w:t>
                  </w:r>
                </w:p>
              </w:tc>
              <w:tc>
                <w:tcPr>
                  <w:tcW w:w="804" w:type="dxa"/>
                  <w:tcBorders>
                    <w:top w:val="single" w:sz="4" w:space="0" w:color="BFBFBF" w:themeColor="background2"/>
                    <w:bottom w:val="single" w:sz="4" w:space="0" w:color="BFBFBF" w:themeColor="background2"/>
                  </w:tcBorders>
                  <w:shd w:val="clear" w:color="auto" w:fill="auto"/>
                </w:tcPr>
                <w:p w:rsidR="001D0C58" w:rsidRPr="00795119" w:rsidRDefault="00B957ED" w:rsidP="00B957ED">
                  <w:pPr>
                    <w:keepNext/>
                    <w:keepLines/>
                    <w:spacing w:before="80" w:after="80" w:line="220" w:lineRule="atLeast"/>
                    <w:ind w:left="6" w:right="113"/>
                    <w:rPr>
                      <w:rFonts w:ascii="Arial" w:hAnsi="Arial"/>
                      <w:i/>
                      <w:sz w:val="20"/>
                      <w:szCs w:val="20"/>
                    </w:rPr>
                  </w:pPr>
                  <w:r>
                    <w:rPr>
                      <w:rFonts w:ascii="Arial" w:hAnsi="Arial"/>
                      <w:i/>
                      <w:sz w:val="20"/>
                      <w:szCs w:val="20"/>
                    </w:rPr>
                    <w:t xml:space="preserve">    </w:t>
                  </w:r>
                  <w:proofErr w:type="spellStart"/>
                  <w:r w:rsidR="001D0C58" w:rsidRPr="00795119">
                    <w:rPr>
                      <w:rFonts w:ascii="Arial" w:hAnsi="Arial"/>
                      <w:i/>
                      <w:sz w:val="20"/>
                      <w:szCs w:val="20"/>
                    </w:rPr>
                    <w:t>Aust</w:t>
                  </w:r>
                  <w:proofErr w:type="spellEnd"/>
                </w:p>
              </w:tc>
            </w:tr>
            <w:tr w:rsidR="001D0C58" w:rsidRPr="00795119" w:rsidTr="00CE2F8D">
              <w:tc>
                <w:tcPr>
                  <w:tcW w:w="8790" w:type="dxa"/>
                  <w:gridSpan w:val="10"/>
                  <w:tcBorders>
                    <w:top w:val="single" w:sz="4" w:space="0" w:color="BFBFBF" w:themeColor="background2"/>
                  </w:tcBorders>
                </w:tcPr>
                <w:p w:rsidR="001D0C58" w:rsidRPr="00795119" w:rsidRDefault="001D0C58" w:rsidP="004A71CC">
                  <w:pPr>
                    <w:pStyle w:val="TableUnitsRow"/>
                    <w:jc w:val="left"/>
                    <w:rPr>
                      <w:rFonts w:cs="Arial"/>
                      <w:b/>
                    </w:rPr>
                  </w:pPr>
                  <w:r w:rsidRPr="00795119">
                    <w:rPr>
                      <w:b/>
                    </w:rPr>
                    <w:t>Aboriginal and Torres Strait Islander students</w:t>
                  </w:r>
                </w:p>
              </w:tc>
            </w:tr>
            <w:tr w:rsidR="001D0C58" w:rsidRPr="00795119" w:rsidTr="00067797">
              <w:tc>
                <w:tcPr>
                  <w:tcW w:w="1560" w:type="dxa"/>
                </w:tcPr>
                <w:p w:rsidR="001D0C58" w:rsidRPr="00795119" w:rsidRDefault="001D0C58" w:rsidP="004A71CC">
                  <w:pPr>
                    <w:pStyle w:val="TableBodyText"/>
                    <w:jc w:val="left"/>
                  </w:pPr>
                  <w:r w:rsidRPr="00795119">
                    <w:t>2008 Year 3</w:t>
                  </w:r>
                </w:p>
              </w:tc>
              <w:tc>
                <w:tcPr>
                  <w:tcW w:w="803" w:type="dxa"/>
                  <w:vAlign w:val="center"/>
                </w:tcPr>
                <w:p w:rsidR="001D0C58" w:rsidRPr="00795119" w:rsidRDefault="001D0C58" w:rsidP="004A71CC">
                  <w:pPr>
                    <w:pStyle w:val="TableBodyText"/>
                  </w:pPr>
                  <w:r w:rsidRPr="00795119">
                    <w:t xml:space="preserve">347.5 </w:t>
                  </w:r>
                  <w:r w:rsidRPr="00795119">
                    <w:br/>
                    <w:t>± 3.6</w:t>
                  </w:r>
                </w:p>
              </w:tc>
              <w:tc>
                <w:tcPr>
                  <w:tcW w:w="803" w:type="dxa"/>
                  <w:vAlign w:val="center"/>
                </w:tcPr>
                <w:p w:rsidR="001D0C58" w:rsidRPr="00795119" w:rsidRDefault="001D0C58" w:rsidP="004A71CC">
                  <w:pPr>
                    <w:pStyle w:val="TableBodyText"/>
                  </w:pPr>
                  <w:r w:rsidRPr="00795119">
                    <w:t xml:space="preserve">368.9 </w:t>
                  </w:r>
                  <w:r w:rsidRPr="00795119">
                    <w:br/>
                    <w:t>± 6.3</w:t>
                  </w:r>
                </w:p>
              </w:tc>
              <w:tc>
                <w:tcPr>
                  <w:tcW w:w="804" w:type="dxa"/>
                  <w:vAlign w:val="center"/>
                </w:tcPr>
                <w:p w:rsidR="001D0C58" w:rsidRPr="00795119" w:rsidRDefault="001D0C58" w:rsidP="004A71CC">
                  <w:pPr>
                    <w:pStyle w:val="TableBodyText"/>
                  </w:pPr>
                  <w:r w:rsidRPr="00795119">
                    <w:t xml:space="preserve">309.5 </w:t>
                  </w:r>
                  <w:r w:rsidRPr="00795119">
                    <w:br/>
                    <w:t>± 7.6</w:t>
                  </w:r>
                </w:p>
              </w:tc>
              <w:tc>
                <w:tcPr>
                  <w:tcW w:w="803" w:type="dxa"/>
                  <w:vAlign w:val="center"/>
                </w:tcPr>
                <w:p w:rsidR="001D0C58" w:rsidRPr="00795119" w:rsidRDefault="001D0C58" w:rsidP="004A71CC">
                  <w:pPr>
                    <w:pStyle w:val="TableBodyText"/>
                  </w:pPr>
                  <w:r w:rsidRPr="00795119">
                    <w:t xml:space="preserve">292.7 </w:t>
                  </w:r>
                  <w:r w:rsidRPr="00795119">
                    <w:br/>
                    <w:t>± 7.1</w:t>
                  </w:r>
                </w:p>
              </w:tc>
              <w:tc>
                <w:tcPr>
                  <w:tcW w:w="803" w:type="dxa"/>
                  <w:vAlign w:val="center"/>
                </w:tcPr>
                <w:p w:rsidR="001D0C58" w:rsidRPr="00795119" w:rsidRDefault="001D0C58" w:rsidP="004A71CC">
                  <w:pPr>
                    <w:pStyle w:val="TableBodyText"/>
                  </w:pPr>
                  <w:r w:rsidRPr="00795119">
                    <w:t xml:space="preserve">329.7 </w:t>
                  </w:r>
                  <w:r w:rsidRPr="00795119">
                    <w:br/>
                    <w:t>± 8.7</w:t>
                  </w:r>
                </w:p>
              </w:tc>
              <w:tc>
                <w:tcPr>
                  <w:tcW w:w="804" w:type="dxa"/>
                  <w:vAlign w:val="center"/>
                </w:tcPr>
                <w:p w:rsidR="001D0C58" w:rsidRPr="00795119" w:rsidRDefault="001D0C58" w:rsidP="004A71CC">
                  <w:pPr>
                    <w:pStyle w:val="TableBodyText"/>
                  </w:pPr>
                  <w:r w:rsidRPr="00795119">
                    <w:t xml:space="preserve">376.6 </w:t>
                  </w:r>
                  <w:r w:rsidRPr="00795119">
                    <w:br/>
                    <w:t>± 9.4</w:t>
                  </w:r>
                </w:p>
              </w:tc>
              <w:tc>
                <w:tcPr>
                  <w:tcW w:w="803" w:type="dxa"/>
                  <w:vAlign w:val="center"/>
                </w:tcPr>
                <w:p w:rsidR="001D0C58" w:rsidRPr="00795119" w:rsidRDefault="001D0C58" w:rsidP="004A71CC">
                  <w:pPr>
                    <w:pStyle w:val="TableBodyText"/>
                  </w:pPr>
                  <w:r w:rsidRPr="00795119">
                    <w:t xml:space="preserve">359.5 </w:t>
                  </w:r>
                  <w:r w:rsidRPr="00795119">
                    <w:br/>
                    <w:t>± 17.6</w:t>
                  </w:r>
                </w:p>
              </w:tc>
              <w:tc>
                <w:tcPr>
                  <w:tcW w:w="803" w:type="dxa"/>
                  <w:vAlign w:val="center"/>
                </w:tcPr>
                <w:p w:rsidR="001D0C58" w:rsidRPr="00795119" w:rsidRDefault="001D0C58" w:rsidP="004A71CC">
                  <w:pPr>
                    <w:pStyle w:val="TableBodyText"/>
                  </w:pPr>
                  <w:r w:rsidRPr="00795119">
                    <w:t xml:space="preserve">208.1 </w:t>
                  </w:r>
                  <w:r w:rsidRPr="00795119">
                    <w:br/>
                    <w:t>± 19.5</w:t>
                  </w:r>
                </w:p>
              </w:tc>
              <w:tc>
                <w:tcPr>
                  <w:tcW w:w="804" w:type="dxa"/>
                  <w:vAlign w:val="center"/>
                </w:tcPr>
                <w:p w:rsidR="001D0C58" w:rsidRPr="00795119" w:rsidRDefault="001D0C58" w:rsidP="000E7605">
                  <w:pPr>
                    <w:pStyle w:val="TableBodyText"/>
                    <w:ind w:right="187"/>
                  </w:pPr>
                  <w:r w:rsidRPr="00795119">
                    <w:t xml:space="preserve">313.7 </w:t>
                  </w:r>
                  <w:r w:rsidRPr="00795119">
                    <w:br/>
                    <w:t>± 4.9</w:t>
                  </w:r>
                </w:p>
              </w:tc>
            </w:tr>
            <w:tr w:rsidR="001D0C58" w:rsidRPr="00795119" w:rsidTr="00067797">
              <w:tc>
                <w:tcPr>
                  <w:tcW w:w="1560" w:type="dxa"/>
                </w:tcPr>
                <w:p w:rsidR="001D0C58" w:rsidRPr="00795119" w:rsidRDefault="001D0C58" w:rsidP="004A71CC">
                  <w:pPr>
                    <w:pStyle w:val="TableBodyText"/>
                    <w:jc w:val="left"/>
                  </w:pPr>
                  <w:r w:rsidRPr="00795119">
                    <w:t>2010 Year 5</w:t>
                  </w:r>
                </w:p>
              </w:tc>
              <w:tc>
                <w:tcPr>
                  <w:tcW w:w="803" w:type="dxa"/>
                  <w:vAlign w:val="center"/>
                </w:tcPr>
                <w:p w:rsidR="001D0C58" w:rsidRPr="00795119" w:rsidRDefault="001D0C58" w:rsidP="004A71CC">
                  <w:pPr>
                    <w:pStyle w:val="TableBodyText"/>
                  </w:pPr>
                  <w:r w:rsidRPr="00795119">
                    <w:t xml:space="preserve">433.3 </w:t>
                  </w:r>
                  <w:r w:rsidRPr="00795119">
                    <w:br/>
                    <w:t>± 3.4</w:t>
                  </w:r>
                </w:p>
              </w:tc>
              <w:tc>
                <w:tcPr>
                  <w:tcW w:w="803" w:type="dxa"/>
                  <w:vAlign w:val="center"/>
                </w:tcPr>
                <w:p w:rsidR="001D0C58" w:rsidRPr="00795119" w:rsidRDefault="001D0C58" w:rsidP="004A71CC">
                  <w:pPr>
                    <w:pStyle w:val="TableBodyText"/>
                  </w:pPr>
                  <w:r w:rsidRPr="00795119">
                    <w:t xml:space="preserve">454.4 </w:t>
                  </w:r>
                  <w:r w:rsidRPr="00795119">
                    <w:br/>
                    <w:t>± 6.5</w:t>
                  </w:r>
                </w:p>
              </w:tc>
              <w:tc>
                <w:tcPr>
                  <w:tcW w:w="804" w:type="dxa"/>
                  <w:vAlign w:val="center"/>
                </w:tcPr>
                <w:p w:rsidR="001D0C58" w:rsidRPr="00795119" w:rsidRDefault="001D0C58" w:rsidP="004A71CC">
                  <w:pPr>
                    <w:pStyle w:val="TableBodyText"/>
                  </w:pPr>
                  <w:r w:rsidRPr="00795119">
                    <w:t xml:space="preserve">411.3 </w:t>
                  </w:r>
                  <w:r w:rsidRPr="00795119">
                    <w:br/>
                    <w:t>± 4.7</w:t>
                  </w:r>
                </w:p>
              </w:tc>
              <w:tc>
                <w:tcPr>
                  <w:tcW w:w="803" w:type="dxa"/>
                  <w:vAlign w:val="center"/>
                </w:tcPr>
                <w:p w:rsidR="001D0C58" w:rsidRPr="00795119" w:rsidRDefault="001D0C58" w:rsidP="004A71CC">
                  <w:pPr>
                    <w:pStyle w:val="TableBodyText"/>
                  </w:pPr>
                  <w:r w:rsidRPr="00795119">
                    <w:t xml:space="preserve">387.3 </w:t>
                  </w:r>
                  <w:r w:rsidRPr="00795119">
                    <w:br/>
                    <w:t>± 6.1</w:t>
                  </w:r>
                </w:p>
              </w:tc>
              <w:tc>
                <w:tcPr>
                  <w:tcW w:w="803" w:type="dxa"/>
                  <w:vAlign w:val="center"/>
                </w:tcPr>
                <w:p w:rsidR="001D0C58" w:rsidRPr="00795119" w:rsidRDefault="001D0C58" w:rsidP="004A71CC">
                  <w:pPr>
                    <w:pStyle w:val="TableBodyText"/>
                  </w:pPr>
                  <w:r w:rsidRPr="00795119">
                    <w:t xml:space="preserve">408.8 </w:t>
                  </w:r>
                  <w:r w:rsidRPr="00795119">
                    <w:br/>
                    <w:t>± 7.5</w:t>
                  </w:r>
                </w:p>
              </w:tc>
              <w:tc>
                <w:tcPr>
                  <w:tcW w:w="804" w:type="dxa"/>
                  <w:vAlign w:val="center"/>
                </w:tcPr>
                <w:p w:rsidR="001D0C58" w:rsidRPr="00795119" w:rsidRDefault="001D0C58" w:rsidP="004A71CC">
                  <w:pPr>
                    <w:pStyle w:val="TableBodyText"/>
                  </w:pPr>
                  <w:r w:rsidRPr="00795119">
                    <w:t xml:space="preserve">451.9 </w:t>
                  </w:r>
                  <w:r w:rsidRPr="00795119">
                    <w:br/>
                    <w:t>± 8.8</w:t>
                  </w:r>
                </w:p>
              </w:tc>
              <w:tc>
                <w:tcPr>
                  <w:tcW w:w="803" w:type="dxa"/>
                  <w:vAlign w:val="center"/>
                </w:tcPr>
                <w:p w:rsidR="001D0C58" w:rsidRPr="00795119" w:rsidRDefault="001D0C58" w:rsidP="004A71CC">
                  <w:pPr>
                    <w:pStyle w:val="TableBodyText"/>
                  </w:pPr>
                  <w:r w:rsidRPr="00795119">
                    <w:t xml:space="preserve">430.6 </w:t>
                  </w:r>
                  <w:r w:rsidRPr="00795119">
                    <w:br/>
                    <w:t>± 14.7</w:t>
                  </w:r>
                </w:p>
              </w:tc>
              <w:tc>
                <w:tcPr>
                  <w:tcW w:w="803" w:type="dxa"/>
                  <w:vAlign w:val="center"/>
                </w:tcPr>
                <w:p w:rsidR="001D0C58" w:rsidRPr="00795119" w:rsidRDefault="001D0C58" w:rsidP="004A71CC">
                  <w:pPr>
                    <w:pStyle w:val="TableBodyText"/>
                  </w:pPr>
                  <w:r w:rsidRPr="00795119">
                    <w:t xml:space="preserve">326.7 </w:t>
                  </w:r>
                  <w:r w:rsidRPr="00795119">
                    <w:br/>
                    <w:t>± 18.8</w:t>
                  </w:r>
                </w:p>
              </w:tc>
              <w:tc>
                <w:tcPr>
                  <w:tcW w:w="804" w:type="dxa"/>
                  <w:vAlign w:val="center"/>
                </w:tcPr>
                <w:p w:rsidR="001D0C58" w:rsidRPr="00795119" w:rsidRDefault="001D0C58" w:rsidP="000E7605">
                  <w:pPr>
                    <w:pStyle w:val="TableBodyText"/>
                    <w:ind w:right="187"/>
                  </w:pPr>
                  <w:r w:rsidRPr="00795119">
                    <w:t xml:space="preserve">409.6 </w:t>
                  </w:r>
                  <w:r w:rsidRPr="00795119">
                    <w:br/>
                    <w:t>± 3.8</w:t>
                  </w:r>
                </w:p>
              </w:tc>
            </w:tr>
            <w:tr w:rsidR="001D0C58" w:rsidRPr="00795119" w:rsidTr="00067797">
              <w:tc>
                <w:tcPr>
                  <w:tcW w:w="1560" w:type="dxa"/>
                </w:tcPr>
                <w:p w:rsidR="001D0C58" w:rsidRPr="00795119" w:rsidRDefault="001D0C58" w:rsidP="004A71CC">
                  <w:pPr>
                    <w:pStyle w:val="TableBodyText"/>
                    <w:jc w:val="left"/>
                  </w:pPr>
                  <w:r w:rsidRPr="00795119">
                    <w:t>2012 Year 7</w:t>
                  </w:r>
                </w:p>
              </w:tc>
              <w:tc>
                <w:tcPr>
                  <w:tcW w:w="803" w:type="dxa"/>
                  <w:vAlign w:val="center"/>
                </w:tcPr>
                <w:p w:rsidR="001D0C58" w:rsidRPr="00795119" w:rsidRDefault="001D0C58" w:rsidP="004A71CC">
                  <w:pPr>
                    <w:pStyle w:val="TableBodyText"/>
                  </w:pPr>
                  <w:r w:rsidRPr="00795119">
                    <w:t xml:space="preserve">489.9 </w:t>
                  </w:r>
                  <w:r w:rsidRPr="00795119">
                    <w:br/>
                    <w:t>± 3.2</w:t>
                  </w:r>
                </w:p>
              </w:tc>
              <w:tc>
                <w:tcPr>
                  <w:tcW w:w="803" w:type="dxa"/>
                  <w:vAlign w:val="center"/>
                </w:tcPr>
                <w:p w:rsidR="001D0C58" w:rsidRPr="00795119" w:rsidRDefault="001D0C58" w:rsidP="004A71CC">
                  <w:pPr>
                    <w:pStyle w:val="TableBodyText"/>
                  </w:pPr>
                  <w:r w:rsidRPr="00795119">
                    <w:t xml:space="preserve">504.3 </w:t>
                  </w:r>
                  <w:r w:rsidRPr="00795119">
                    <w:br/>
                    <w:t>± 5.5</w:t>
                  </w:r>
                </w:p>
              </w:tc>
              <w:tc>
                <w:tcPr>
                  <w:tcW w:w="804" w:type="dxa"/>
                  <w:vAlign w:val="center"/>
                </w:tcPr>
                <w:p w:rsidR="001D0C58" w:rsidRPr="00795119" w:rsidRDefault="001D0C58" w:rsidP="004A71CC">
                  <w:pPr>
                    <w:pStyle w:val="TableBodyText"/>
                  </w:pPr>
                  <w:r w:rsidRPr="00795119">
                    <w:t xml:space="preserve">478.0 </w:t>
                  </w:r>
                  <w:r w:rsidRPr="00795119">
                    <w:br/>
                    <w:t>± 4.0</w:t>
                  </w:r>
                </w:p>
              </w:tc>
              <w:tc>
                <w:tcPr>
                  <w:tcW w:w="803" w:type="dxa"/>
                  <w:vAlign w:val="center"/>
                </w:tcPr>
                <w:p w:rsidR="001D0C58" w:rsidRPr="00795119" w:rsidRDefault="001D0C58" w:rsidP="004A71CC">
                  <w:pPr>
                    <w:pStyle w:val="TableBodyText"/>
                  </w:pPr>
                  <w:r w:rsidRPr="00795119">
                    <w:t xml:space="preserve">462.0 </w:t>
                  </w:r>
                  <w:r w:rsidRPr="00795119">
                    <w:br/>
                    <w:t>± 5.2</w:t>
                  </w:r>
                </w:p>
              </w:tc>
              <w:tc>
                <w:tcPr>
                  <w:tcW w:w="803" w:type="dxa"/>
                  <w:vAlign w:val="center"/>
                </w:tcPr>
                <w:p w:rsidR="001D0C58" w:rsidRPr="00795119" w:rsidRDefault="001D0C58" w:rsidP="004A71CC">
                  <w:pPr>
                    <w:pStyle w:val="TableBodyText"/>
                  </w:pPr>
                  <w:r w:rsidRPr="00795119">
                    <w:t xml:space="preserve">478.4 </w:t>
                  </w:r>
                  <w:r w:rsidRPr="00795119">
                    <w:br/>
                    <w:t>± 7.6</w:t>
                  </w:r>
                </w:p>
              </w:tc>
              <w:tc>
                <w:tcPr>
                  <w:tcW w:w="804" w:type="dxa"/>
                  <w:vAlign w:val="center"/>
                </w:tcPr>
                <w:p w:rsidR="001D0C58" w:rsidRPr="00795119" w:rsidRDefault="001D0C58" w:rsidP="004A71CC">
                  <w:pPr>
                    <w:pStyle w:val="TableBodyText"/>
                  </w:pPr>
                  <w:r w:rsidRPr="00795119">
                    <w:t xml:space="preserve">505.0 </w:t>
                  </w:r>
                  <w:r w:rsidRPr="00795119">
                    <w:br/>
                    <w:t>± 7.9</w:t>
                  </w:r>
                </w:p>
              </w:tc>
              <w:tc>
                <w:tcPr>
                  <w:tcW w:w="803" w:type="dxa"/>
                  <w:vAlign w:val="center"/>
                </w:tcPr>
                <w:p w:rsidR="001D0C58" w:rsidRPr="00795119" w:rsidRDefault="001D0C58" w:rsidP="004A71CC">
                  <w:pPr>
                    <w:pStyle w:val="TableBodyText"/>
                  </w:pPr>
                  <w:r w:rsidRPr="00795119">
                    <w:t xml:space="preserve">507.4 </w:t>
                  </w:r>
                  <w:r w:rsidRPr="00795119">
                    <w:br/>
                    <w:t>± 14.2</w:t>
                  </w:r>
                </w:p>
              </w:tc>
              <w:tc>
                <w:tcPr>
                  <w:tcW w:w="803" w:type="dxa"/>
                  <w:vAlign w:val="center"/>
                </w:tcPr>
                <w:p w:rsidR="001D0C58" w:rsidRPr="00795119" w:rsidRDefault="001D0C58" w:rsidP="004A71CC">
                  <w:pPr>
                    <w:pStyle w:val="TableBodyText"/>
                  </w:pPr>
                  <w:r w:rsidRPr="00795119">
                    <w:t xml:space="preserve">397.3 </w:t>
                  </w:r>
                  <w:r w:rsidRPr="00795119">
                    <w:br/>
                    <w:t>± 22.7</w:t>
                  </w:r>
                </w:p>
              </w:tc>
              <w:tc>
                <w:tcPr>
                  <w:tcW w:w="804" w:type="dxa"/>
                  <w:vAlign w:val="center"/>
                </w:tcPr>
                <w:p w:rsidR="001D0C58" w:rsidRPr="00795119" w:rsidRDefault="001D0C58" w:rsidP="000E7605">
                  <w:pPr>
                    <w:pStyle w:val="TableBodyText"/>
                    <w:ind w:right="187"/>
                  </w:pPr>
                  <w:r w:rsidRPr="00795119">
                    <w:t xml:space="preserve">474.8 </w:t>
                  </w:r>
                  <w:r w:rsidRPr="00795119">
                    <w:br/>
                    <w:t>± 3.4</w:t>
                  </w:r>
                </w:p>
              </w:tc>
            </w:tr>
            <w:tr w:rsidR="001D0C58" w:rsidRPr="00795119" w:rsidTr="00067797">
              <w:tc>
                <w:tcPr>
                  <w:tcW w:w="1560" w:type="dxa"/>
                  <w:shd w:val="clear" w:color="auto" w:fill="FFFFFF" w:themeFill="background1"/>
                </w:tcPr>
                <w:p w:rsidR="001D0C58" w:rsidRPr="00795119" w:rsidRDefault="001D0C58" w:rsidP="004A71CC">
                  <w:pPr>
                    <w:pStyle w:val="TableBodyText"/>
                    <w:jc w:val="left"/>
                  </w:pPr>
                  <w:r w:rsidRPr="00795119">
                    <w:t>2014 Year 9</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529.2 </w:t>
                  </w:r>
                  <w:r w:rsidRPr="00795119">
                    <w:rPr>
                      <w:rFonts w:cs="Arial"/>
                      <w:szCs w:val="18"/>
                    </w:rPr>
                    <w:br/>
                    <w:t>± 3.1</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540.3 </w:t>
                  </w:r>
                  <w:r w:rsidRPr="00795119">
                    <w:rPr>
                      <w:rFonts w:cs="Arial"/>
                      <w:szCs w:val="18"/>
                    </w:rPr>
                    <w:br/>
                    <w:t>± 4.9</w:t>
                  </w:r>
                </w:p>
              </w:tc>
              <w:tc>
                <w:tcPr>
                  <w:tcW w:w="804"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521.3</w:t>
                  </w:r>
                  <w:r w:rsidRPr="00795119">
                    <w:rPr>
                      <w:rFonts w:cs="Arial"/>
                      <w:szCs w:val="18"/>
                    </w:rPr>
                    <w:br/>
                    <w:t xml:space="preserve"> ± 4.3</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508.4</w:t>
                  </w:r>
                  <w:r w:rsidRPr="00795119">
                    <w:rPr>
                      <w:rFonts w:cs="Arial"/>
                      <w:szCs w:val="18"/>
                    </w:rPr>
                    <w:br/>
                    <w:t xml:space="preserve"> ± 7.6</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516.7 </w:t>
                  </w:r>
                  <w:r w:rsidRPr="00795119">
                    <w:rPr>
                      <w:rFonts w:cs="Arial"/>
                      <w:szCs w:val="18"/>
                    </w:rPr>
                    <w:br/>
                    <w:t>± 6.7</w:t>
                  </w:r>
                </w:p>
              </w:tc>
              <w:tc>
                <w:tcPr>
                  <w:tcW w:w="804"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539.7</w:t>
                  </w:r>
                  <w:r w:rsidRPr="00795119">
                    <w:rPr>
                      <w:rFonts w:cs="Arial"/>
                      <w:szCs w:val="18"/>
                    </w:rPr>
                    <w:br/>
                    <w:t xml:space="preserve"> ± 7.5</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540.3</w:t>
                  </w:r>
                  <w:r w:rsidRPr="00795119">
                    <w:rPr>
                      <w:rFonts w:cs="Arial"/>
                      <w:szCs w:val="18"/>
                    </w:rPr>
                    <w:br/>
                    <w:t xml:space="preserve"> ± 14.4</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437.8 </w:t>
                  </w:r>
                  <w:r w:rsidRPr="00795119">
                    <w:rPr>
                      <w:rFonts w:cs="Arial"/>
                      <w:szCs w:val="18"/>
                    </w:rPr>
                    <w:br/>
                    <w:t>± 22.9</w:t>
                  </w:r>
                </w:p>
              </w:tc>
              <w:tc>
                <w:tcPr>
                  <w:tcW w:w="804" w:type="dxa"/>
                  <w:shd w:val="clear" w:color="auto" w:fill="FFFFFF" w:themeFill="background1"/>
                  <w:vAlign w:val="center"/>
                </w:tcPr>
                <w:p w:rsidR="001D0C58" w:rsidRPr="00795119" w:rsidRDefault="001D0C58" w:rsidP="000E7605">
                  <w:pPr>
                    <w:pStyle w:val="TableBodyText"/>
                    <w:ind w:right="187"/>
                    <w:rPr>
                      <w:rFonts w:cs="Arial"/>
                      <w:szCs w:val="18"/>
                    </w:rPr>
                  </w:pPr>
                  <w:r w:rsidRPr="00795119">
                    <w:rPr>
                      <w:rFonts w:cs="Arial"/>
                      <w:szCs w:val="18"/>
                    </w:rPr>
                    <w:t>517.4</w:t>
                  </w:r>
                  <w:r w:rsidRPr="00795119">
                    <w:rPr>
                      <w:rFonts w:cs="Arial"/>
                      <w:szCs w:val="18"/>
                    </w:rPr>
                    <w:br/>
                    <w:t xml:space="preserve"> ± 3.2</w:t>
                  </w:r>
                </w:p>
              </w:tc>
            </w:tr>
            <w:tr w:rsidR="001D0C58" w:rsidRPr="00795119" w:rsidTr="00067797">
              <w:tc>
                <w:tcPr>
                  <w:tcW w:w="1560" w:type="dxa"/>
                </w:tcPr>
                <w:p w:rsidR="001D0C58" w:rsidRPr="00795119" w:rsidRDefault="001D0C58" w:rsidP="004A71CC">
                  <w:pPr>
                    <w:pStyle w:val="TableBodyText"/>
                    <w:jc w:val="left"/>
                    <w:rPr>
                      <w:b/>
                    </w:rPr>
                  </w:pPr>
                  <w:r w:rsidRPr="00795119">
                    <w:rPr>
                      <w:b/>
                    </w:rPr>
                    <w:t>Gain 2008-2010</w:t>
                  </w:r>
                </w:p>
              </w:tc>
              <w:tc>
                <w:tcPr>
                  <w:tcW w:w="803" w:type="dxa"/>
                  <w:vAlign w:val="center"/>
                </w:tcPr>
                <w:p w:rsidR="001D0C58" w:rsidRPr="00795119" w:rsidRDefault="001D0C58" w:rsidP="004A71CC">
                  <w:pPr>
                    <w:pStyle w:val="TableBodyText"/>
                    <w:rPr>
                      <w:b/>
                    </w:rPr>
                  </w:pPr>
                  <w:r w:rsidRPr="00795119">
                    <w:rPr>
                      <w:b/>
                    </w:rPr>
                    <w:t xml:space="preserve">85.8 </w:t>
                  </w:r>
                  <w:r w:rsidRPr="00795119">
                    <w:rPr>
                      <w:b/>
                    </w:rPr>
                    <w:br/>
                    <w:t>± 9.2</w:t>
                  </w:r>
                </w:p>
              </w:tc>
              <w:tc>
                <w:tcPr>
                  <w:tcW w:w="803" w:type="dxa"/>
                  <w:vAlign w:val="center"/>
                </w:tcPr>
                <w:p w:rsidR="001D0C58" w:rsidRPr="00795119" w:rsidRDefault="001D0C58" w:rsidP="004A71CC">
                  <w:pPr>
                    <w:pStyle w:val="TableBodyText"/>
                    <w:rPr>
                      <w:b/>
                    </w:rPr>
                  </w:pPr>
                  <w:r w:rsidRPr="00795119">
                    <w:rPr>
                      <w:b/>
                    </w:rPr>
                    <w:t xml:space="preserve">85.5 </w:t>
                  </w:r>
                  <w:r w:rsidRPr="00795119">
                    <w:rPr>
                      <w:b/>
                    </w:rPr>
                    <w:br/>
                    <w:t>± 11.9</w:t>
                  </w:r>
                </w:p>
              </w:tc>
              <w:tc>
                <w:tcPr>
                  <w:tcW w:w="804" w:type="dxa"/>
                  <w:vAlign w:val="center"/>
                </w:tcPr>
                <w:p w:rsidR="001D0C58" w:rsidRPr="00795119" w:rsidRDefault="001D0C58" w:rsidP="004A71CC">
                  <w:pPr>
                    <w:pStyle w:val="TableBodyText"/>
                    <w:rPr>
                      <w:b/>
                    </w:rPr>
                  </w:pPr>
                  <w:r w:rsidRPr="00795119">
                    <w:rPr>
                      <w:b/>
                    </w:rPr>
                    <w:t xml:space="preserve">101.8 </w:t>
                  </w:r>
                  <w:r w:rsidRPr="00795119">
                    <w:rPr>
                      <w:b/>
                    </w:rPr>
                    <w:br/>
                    <w:t>± 11.8</w:t>
                  </w:r>
                </w:p>
              </w:tc>
              <w:tc>
                <w:tcPr>
                  <w:tcW w:w="803" w:type="dxa"/>
                  <w:vAlign w:val="center"/>
                </w:tcPr>
                <w:p w:rsidR="001D0C58" w:rsidRPr="00795119" w:rsidRDefault="001D0C58" w:rsidP="004A71CC">
                  <w:pPr>
                    <w:pStyle w:val="TableBodyText"/>
                    <w:rPr>
                      <w:b/>
                    </w:rPr>
                  </w:pPr>
                  <w:r w:rsidRPr="00795119">
                    <w:rPr>
                      <w:b/>
                    </w:rPr>
                    <w:t xml:space="preserve">94.6 </w:t>
                  </w:r>
                  <w:r w:rsidRPr="00795119">
                    <w:rPr>
                      <w:b/>
                    </w:rPr>
                    <w:br/>
                    <w:t>± 12.2</w:t>
                  </w:r>
                </w:p>
              </w:tc>
              <w:tc>
                <w:tcPr>
                  <w:tcW w:w="803" w:type="dxa"/>
                  <w:vAlign w:val="center"/>
                </w:tcPr>
                <w:p w:rsidR="001D0C58" w:rsidRPr="00795119" w:rsidRDefault="001D0C58" w:rsidP="004A71CC">
                  <w:pPr>
                    <w:pStyle w:val="TableBodyText"/>
                    <w:rPr>
                      <w:b/>
                    </w:rPr>
                  </w:pPr>
                  <w:r w:rsidRPr="00795119">
                    <w:rPr>
                      <w:b/>
                    </w:rPr>
                    <w:t xml:space="preserve">79.1 </w:t>
                  </w:r>
                  <w:r w:rsidRPr="00795119">
                    <w:rPr>
                      <w:b/>
                    </w:rPr>
                    <w:br/>
                    <w:t>± 13.9</w:t>
                  </w:r>
                </w:p>
              </w:tc>
              <w:tc>
                <w:tcPr>
                  <w:tcW w:w="804" w:type="dxa"/>
                  <w:vAlign w:val="center"/>
                </w:tcPr>
                <w:p w:rsidR="001D0C58" w:rsidRPr="00795119" w:rsidRDefault="001D0C58" w:rsidP="004A71CC">
                  <w:pPr>
                    <w:pStyle w:val="TableBodyText"/>
                    <w:rPr>
                      <w:b/>
                    </w:rPr>
                  </w:pPr>
                  <w:r w:rsidRPr="00795119">
                    <w:rPr>
                      <w:b/>
                    </w:rPr>
                    <w:t xml:space="preserve">75.3 </w:t>
                  </w:r>
                  <w:r w:rsidRPr="00795119">
                    <w:rPr>
                      <w:b/>
                    </w:rPr>
                    <w:br/>
                    <w:t>± 15.0</w:t>
                  </w:r>
                </w:p>
              </w:tc>
              <w:tc>
                <w:tcPr>
                  <w:tcW w:w="803" w:type="dxa"/>
                  <w:vAlign w:val="center"/>
                </w:tcPr>
                <w:p w:rsidR="001D0C58" w:rsidRPr="00795119" w:rsidRDefault="001D0C58" w:rsidP="004A71CC">
                  <w:pPr>
                    <w:pStyle w:val="TableBodyText"/>
                    <w:rPr>
                      <w:b/>
                    </w:rPr>
                  </w:pPr>
                  <w:r w:rsidRPr="00795119">
                    <w:rPr>
                      <w:b/>
                    </w:rPr>
                    <w:t xml:space="preserve">71.1 </w:t>
                  </w:r>
                  <w:r w:rsidRPr="00795119">
                    <w:rPr>
                      <w:b/>
                    </w:rPr>
                    <w:br/>
                    <w:t>± 24.1</w:t>
                  </w:r>
                </w:p>
              </w:tc>
              <w:tc>
                <w:tcPr>
                  <w:tcW w:w="803" w:type="dxa"/>
                  <w:vAlign w:val="center"/>
                </w:tcPr>
                <w:p w:rsidR="001D0C58" w:rsidRPr="00795119" w:rsidRDefault="001D0C58" w:rsidP="004A71CC">
                  <w:pPr>
                    <w:pStyle w:val="TableBodyText"/>
                    <w:rPr>
                      <w:b/>
                    </w:rPr>
                  </w:pPr>
                  <w:r w:rsidRPr="00795119">
                    <w:rPr>
                      <w:b/>
                    </w:rPr>
                    <w:t xml:space="preserve">118.6 </w:t>
                  </w:r>
                  <w:r w:rsidRPr="00795119">
                    <w:rPr>
                      <w:b/>
                    </w:rPr>
                    <w:br/>
                    <w:t>± 28.2</w:t>
                  </w:r>
                </w:p>
              </w:tc>
              <w:tc>
                <w:tcPr>
                  <w:tcW w:w="804" w:type="dxa"/>
                  <w:vAlign w:val="center"/>
                </w:tcPr>
                <w:p w:rsidR="001D0C58" w:rsidRPr="00795119" w:rsidRDefault="001D0C58" w:rsidP="000E7605">
                  <w:pPr>
                    <w:pStyle w:val="TableBodyText"/>
                    <w:ind w:right="187"/>
                    <w:rPr>
                      <w:b/>
                    </w:rPr>
                  </w:pPr>
                  <w:r w:rsidRPr="00795119">
                    <w:rPr>
                      <w:b/>
                    </w:rPr>
                    <w:t xml:space="preserve">95.9 </w:t>
                  </w:r>
                  <w:r w:rsidRPr="00795119">
                    <w:rPr>
                      <w:b/>
                    </w:rPr>
                    <w:br/>
                    <w:t>± 10.0</w:t>
                  </w:r>
                </w:p>
              </w:tc>
            </w:tr>
            <w:tr w:rsidR="001D0C58" w:rsidRPr="00795119" w:rsidTr="00067797">
              <w:tc>
                <w:tcPr>
                  <w:tcW w:w="1560" w:type="dxa"/>
                </w:tcPr>
                <w:p w:rsidR="001D0C58" w:rsidRPr="00795119" w:rsidRDefault="001D0C58" w:rsidP="004A71CC">
                  <w:pPr>
                    <w:pStyle w:val="TableBodyText"/>
                    <w:jc w:val="left"/>
                    <w:rPr>
                      <w:b/>
                    </w:rPr>
                  </w:pPr>
                  <w:r w:rsidRPr="00795119">
                    <w:rPr>
                      <w:b/>
                    </w:rPr>
                    <w:t>Gain 2010-2012</w:t>
                  </w:r>
                </w:p>
              </w:tc>
              <w:tc>
                <w:tcPr>
                  <w:tcW w:w="803" w:type="dxa"/>
                  <w:vAlign w:val="center"/>
                </w:tcPr>
                <w:p w:rsidR="001D0C58" w:rsidRPr="00795119" w:rsidRDefault="001D0C58" w:rsidP="004A71CC">
                  <w:pPr>
                    <w:pStyle w:val="TableBodyText"/>
                    <w:rPr>
                      <w:b/>
                    </w:rPr>
                  </w:pPr>
                  <w:r w:rsidRPr="00795119">
                    <w:rPr>
                      <w:b/>
                    </w:rPr>
                    <w:t xml:space="preserve">56.6 </w:t>
                  </w:r>
                  <w:r w:rsidRPr="00795119">
                    <w:rPr>
                      <w:b/>
                    </w:rPr>
                    <w:br/>
                    <w:t>± 8.4</w:t>
                  </w:r>
                </w:p>
              </w:tc>
              <w:tc>
                <w:tcPr>
                  <w:tcW w:w="803" w:type="dxa"/>
                  <w:vAlign w:val="center"/>
                </w:tcPr>
                <w:p w:rsidR="001D0C58" w:rsidRPr="00795119" w:rsidRDefault="001D0C58" w:rsidP="004A71CC">
                  <w:pPr>
                    <w:pStyle w:val="TableBodyText"/>
                    <w:rPr>
                      <w:b/>
                    </w:rPr>
                  </w:pPr>
                  <w:r w:rsidRPr="00795119">
                    <w:rPr>
                      <w:b/>
                    </w:rPr>
                    <w:t xml:space="preserve">49.9 </w:t>
                  </w:r>
                  <w:r w:rsidRPr="00795119">
                    <w:rPr>
                      <w:b/>
                    </w:rPr>
                    <w:br/>
                    <w:t>± 11.0</w:t>
                  </w:r>
                </w:p>
              </w:tc>
              <w:tc>
                <w:tcPr>
                  <w:tcW w:w="804" w:type="dxa"/>
                  <w:vAlign w:val="center"/>
                </w:tcPr>
                <w:p w:rsidR="001D0C58" w:rsidRPr="00795119" w:rsidRDefault="001D0C58" w:rsidP="004A71CC">
                  <w:pPr>
                    <w:pStyle w:val="TableBodyText"/>
                    <w:rPr>
                      <w:b/>
                    </w:rPr>
                  </w:pPr>
                  <w:r w:rsidRPr="00795119">
                    <w:rPr>
                      <w:b/>
                    </w:rPr>
                    <w:t xml:space="preserve">66.7 </w:t>
                  </w:r>
                  <w:r w:rsidRPr="00795119">
                    <w:rPr>
                      <w:b/>
                    </w:rPr>
                    <w:br/>
                    <w:t>± 9.3</w:t>
                  </w:r>
                </w:p>
              </w:tc>
              <w:tc>
                <w:tcPr>
                  <w:tcW w:w="803" w:type="dxa"/>
                  <w:vAlign w:val="center"/>
                </w:tcPr>
                <w:p w:rsidR="001D0C58" w:rsidRPr="00795119" w:rsidRDefault="001D0C58" w:rsidP="004A71CC">
                  <w:pPr>
                    <w:pStyle w:val="TableBodyText"/>
                    <w:rPr>
                      <w:b/>
                    </w:rPr>
                  </w:pPr>
                  <w:r w:rsidRPr="00795119">
                    <w:rPr>
                      <w:b/>
                    </w:rPr>
                    <w:t xml:space="preserve">74.7 </w:t>
                  </w:r>
                  <w:r w:rsidRPr="00795119">
                    <w:rPr>
                      <w:b/>
                    </w:rPr>
                    <w:br/>
                    <w:t>± 10.6</w:t>
                  </w:r>
                </w:p>
              </w:tc>
              <w:tc>
                <w:tcPr>
                  <w:tcW w:w="803" w:type="dxa"/>
                  <w:vAlign w:val="center"/>
                </w:tcPr>
                <w:p w:rsidR="001D0C58" w:rsidRPr="00795119" w:rsidRDefault="001D0C58" w:rsidP="004A71CC">
                  <w:pPr>
                    <w:pStyle w:val="TableBodyText"/>
                    <w:rPr>
                      <w:b/>
                    </w:rPr>
                  </w:pPr>
                  <w:r w:rsidRPr="00795119">
                    <w:rPr>
                      <w:b/>
                    </w:rPr>
                    <w:t xml:space="preserve">69.6 </w:t>
                  </w:r>
                  <w:r w:rsidRPr="00795119">
                    <w:rPr>
                      <w:b/>
                    </w:rPr>
                    <w:br/>
                    <w:t>± 12.8</w:t>
                  </w:r>
                </w:p>
              </w:tc>
              <w:tc>
                <w:tcPr>
                  <w:tcW w:w="804" w:type="dxa"/>
                  <w:vAlign w:val="center"/>
                </w:tcPr>
                <w:p w:rsidR="001D0C58" w:rsidRPr="00795119" w:rsidRDefault="001D0C58" w:rsidP="004A71CC">
                  <w:pPr>
                    <w:pStyle w:val="TableBodyText"/>
                    <w:rPr>
                      <w:b/>
                    </w:rPr>
                  </w:pPr>
                  <w:r w:rsidRPr="00795119">
                    <w:rPr>
                      <w:b/>
                    </w:rPr>
                    <w:t xml:space="preserve">53.1 </w:t>
                  </w:r>
                  <w:r w:rsidRPr="00795119">
                    <w:rPr>
                      <w:b/>
                    </w:rPr>
                    <w:br/>
                    <w:t>± 13.7</w:t>
                  </w:r>
                </w:p>
              </w:tc>
              <w:tc>
                <w:tcPr>
                  <w:tcW w:w="803" w:type="dxa"/>
                  <w:vAlign w:val="center"/>
                </w:tcPr>
                <w:p w:rsidR="001D0C58" w:rsidRPr="00795119" w:rsidRDefault="001D0C58" w:rsidP="004A71CC">
                  <w:pPr>
                    <w:pStyle w:val="TableBodyText"/>
                    <w:rPr>
                      <w:b/>
                    </w:rPr>
                  </w:pPr>
                  <w:r w:rsidRPr="00795119">
                    <w:rPr>
                      <w:b/>
                    </w:rPr>
                    <w:t xml:space="preserve">76.8 </w:t>
                  </w:r>
                  <w:r w:rsidRPr="00795119">
                    <w:rPr>
                      <w:b/>
                    </w:rPr>
                    <w:br/>
                    <w:t>± 21.6</w:t>
                  </w:r>
                </w:p>
              </w:tc>
              <w:tc>
                <w:tcPr>
                  <w:tcW w:w="803" w:type="dxa"/>
                  <w:vAlign w:val="center"/>
                </w:tcPr>
                <w:p w:rsidR="001D0C58" w:rsidRPr="00795119" w:rsidRDefault="001D0C58" w:rsidP="004A71CC">
                  <w:pPr>
                    <w:pStyle w:val="TableBodyText"/>
                    <w:rPr>
                      <w:b/>
                    </w:rPr>
                  </w:pPr>
                  <w:r w:rsidRPr="00795119">
                    <w:rPr>
                      <w:b/>
                    </w:rPr>
                    <w:t xml:space="preserve">70.6 </w:t>
                  </w:r>
                  <w:r w:rsidRPr="00795119">
                    <w:rPr>
                      <w:b/>
                    </w:rPr>
                    <w:br/>
                    <w:t>± 30.3</w:t>
                  </w:r>
                </w:p>
              </w:tc>
              <w:tc>
                <w:tcPr>
                  <w:tcW w:w="804" w:type="dxa"/>
                  <w:vAlign w:val="center"/>
                </w:tcPr>
                <w:p w:rsidR="001D0C58" w:rsidRPr="00795119" w:rsidRDefault="001D0C58" w:rsidP="000E7605">
                  <w:pPr>
                    <w:pStyle w:val="TableBodyText"/>
                    <w:ind w:right="187"/>
                    <w:rPr>
                      <w:b/>
                    </w:rPr>
                  </w:pPr>
                  <w:r w:rsidRPr="00795119">
                    <w:rPr>
                      <w:b/>
                    </w:rPr>
                    <w:t xml:space="preserve">65.2 </w:t>
                  </w:r>
                  <w:r w:rsidRPr="00795119">
                    <w:rPr>
                      <w:b/>
                    </w:rPr>
                    <w:br/>
                    <w:t>± 8.6</w:t>
                  </w:r>
                </w:p>
              </w:tc>
            </w:tr>
            <w:tr w:rsidR="001D0C58" w:rsidRPr="00795119" w:rsidTr="00067797">
              <w:tc>
                <w:tcPr>
                  <w:tcW w:w="1560" w:type="dxa"/>
                  <w:shd w:val="clear" w:color="auto" w:fill="FFFFFF" w:themeFill="background1"/>
                </w:tcPr>
                <w:p w:rsidR="001D0C58" w:rsidRPr="00795119" w:rsidRDefault="001D0C58" w:rsidP="004A71CC">
                  <w:pPr>
                    <w:pStyle w:val="TableBodyText"/>
                    <w:jc w:val="left"/>
                    <w:rPr>
                      <w:b/>
                      <w:szCs w:val="18"/>
                    </w:rPr>
                  </w:pPr>
                  <w:r w:rsidRPr="00795119">
                    <w:rPr>
                      <w:b/>
                      <w:szCs w:val="18"/>
                    </w:rPr>
                    <w:t>Gain 2012-2014</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 xml:space="preserve">39.3 </w:t>
                  </w:r>
                  <w:r w:rsidRPr="00795119">
                    <w:rPr>
                      <w:rFonts w:cs="Arial"/>
                      <w:b/>
                      <w:bCs/>
                      <w:szCs w:val="18"/>
                    </w:rPr>
                    <w:br/>
                    <w:t>± 6.8</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36.0</w:t>
                  </w:r>
                  <w:r w:rsidRPr="00795119">
                    <w:rPr>
                      <w:rFonts w:cs="Arial"/>
                      <w:b/>
                      <w:bCs/>
                      <w:szCs w:val="18"/>
                    </w:rPr>
                    <w:br/>
                    <w:t xml:space="preserve"> ± 9.0</w:t>
                  </w:r>
                </w:p>
              </w:tc>
              <w:tc>
                <w:tcPr>
                  <w:tcW w:w="804"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 xml:space="preserve">43.3 </w:t>
                  </w:r>
                  <w:r w:rsidRPr="00795119">
                    <w:rPr>
                      <w:rFonts w:cs="Arial"/>
                      <w:b/>
                      <w:bCs/>
                      <w:szCs w:val="18"/>
                    </w:rPr>
                    <w:br/>
                    <w:t>± 7.8</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 xml:space="preserve">46.4 </w:t>
                  </w:r>
                  <w:r w:rsidRPr="00795119">
                    <w:rPr>
                      <w:rFonts w:cs="Arial"/>
                      <w:b/>
                      <w:bCs/>
                      <w:szCs w:val="18"/>
                    </w:rPr>
                    <w:br/>
                    <w:t>± 10.5</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 xml:space="preserve">38.3 </w:t>
                  </w:r>
                  <w:r w:rsidRPr="00795119">
                    <w:rPr>
                      <w:rFonts w:cs="Arial"/>
                      <w:b/>
                      <w:bCs/>
                      <w:szCs w:val="18"/>
                    </w:rPr>
                    <w:br/>
                    <w:t>± 11.3</w:t>
                  </w:r>
                </w:p>
              </w:tc>
              <w:tc>
                <w:tcPr>
                  <w:tcW w:w="804"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34.7</w:t>
                  </w:r>
                  <w:r w:rsidRPr="00795119">
                    <w:rPr>
                      <w:rFonts w:cs="Arial"/>
                      <w:b/>
                      <w:bCs/>
                      <w:szCs w:val="18"/>
                    </w:rPr>
                    <w:br/>
                    <w:t xml:space="preserve"> ± 12.0</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 xml:space="preserve">32.9 </w:t>
                  </w:r>
                  <w:r w:rsidRPr="00795119">
                    <w:rPr>
                      <w:rFonts w:cs="Arial"/>
                      <w:b/>
                      <w:bCs/>
                      <w:szCs w:val="18"/>
                    </w:rPr>
                    <w:br/>
                    <w:t>± 20.9</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 xml:space="preserve">40.5 </w:t>
                  </w:r>
                  <w:r w:rsidRPr="00795119">
                    <w:rPr>
                      <w:rFonts w:cs="Arial"/>
                      <w:b/>
                      <w:bCs/>
                      <w:szCs w:val="18"/>
                    </w:rPr>
                    <w:br/>
                    <w:t>± 32.6</w:t>
                  </w:r>
                </w:p>
              </w:tc>
              <w:tc>
                <w:tcPr>
                  <w:tcW w:w="804" w:type="dxa"/>
                  <w:shd w:val="clear" w:color="auto" w:fill="FFFFFF" w:themeFill="background1"/>
                  <w:vAlign w:val="center"/>
                </w:tcPr>
                <w:p w:rsidR="001D0C58" w:rsidRPr="00795119" w:rsidRDefault="001D0C58" w:rsidP="000E7605">
                  <w:pPr>
                    <w:pStyle w:val="TableBodyText"/>
                    <w:ind w:right="187"/>
                    <w:rPr>
                      <w:rFonts w:cs="Arial"/>
                      <w:b/>
                      <w:bCs/>
                      <w:szCs w:val="18"/>
                    </w:rPr>
                  </w:pPr>
                  <w:r w:rsidRPr="00795119">
                    <w:rPr>
                      <w:rFonts w:cs="Arial"/>
                      <w:b/>
                      <w:bCs/>
                      <w:szCs w:val="18"/>
                    </w:rPr>
                    <w:t xml:space="preserve">42.6 </w:t>
                  </w:r>
                  <w:r w:rsidRPr="00795119">
                    <w:rPr>
                      <w:rFonts w:cs="Arial"/>
                      <w:b/>
                      <w:bCs/>
                      <w:szCs w:val="18"/>
                    </w:rPr>
                    <w:br/>
                    <w:t>± 6.9</w:t>
                  </w:r>
                </w:p>
              </w:tc>
            </w:tr>
            <w:tr w:rsidR="001D0C58" w:rsidRPr="00795119" w:rsidTr="00067797">
              <w:tc>
                <w:tcPr>
                  <w:tcW w:w="8790" w:type="dxa"/>
                  <w:gridSpan w:val="10"/>
                </w:tcPr>
                <w:p w:rsidR="001D0C58" w:rsidRPr="00795119" w:rsidRDefault="001D0C58" w:rsidP="004A71CC">
                  <w:pPr>
                    <w:pStyle w:val="TableUnitsRow"/>
                    <w:jc w:val="left"/>
                    <w:rPr>
                      <w:b/>
                    </w:rPr>
                  </w:pPr>
                  <w:r w:rsidRPr="00795119">
                    <w:rPr>
                      <w:b/>
                    </w:rPr>
                    <w:t>Non-Indigenous students</w:t>
                  </w:r>
                </w:p>
              </w:tc>
            </w:tr>
            <w:tr w:rsidR="001D0C58" w:rsidRPr="00795119" w:rsidTr="00067797">
              <w:tc>
                <w:tcPr>
                  <w:tcW w:w="1560" w:type="dxa"/>
                </w:tcPr>
                <w:p w:rsidR="001D0C58" w:rsidRPr="00795119" w:rsidRDefault="001D0C58" w:rsidP="004A71CC">
                  <w:pPr>
                    <w:pStyle w:val="TableBodyText"/>
                    <w:jc w:val="left"/>
                  </w:pPr>
                  <w:r w:rsidRPr="00795119">
                    <w:t>2008 Year 3</w:t>
                  </w:r>
                </w:p>
              </w:tc>
              <w:tc>
                <w:tcPr>
                  <w:tcW w:w="803" w:type="dxa"/>
                  <w:vAlign w:val="center"/>
                </w:tcPr>
                <w:p w:rsidR="001D0C58" w:rsidRPr="00795119" w:rsidRDefault="001D0C58" w:rsidP="004A71CC">
                  <w:pPr>
                    <w:pStyle w:val="TableBodyText"/>
                    <w:rPr>
                      <w:szCs w:val="18"/>
                    </w:rPr>
                  </w:pPr>
                  <w:r w:rsidRPr="00795119">
                    <w:rPr>
                      <w:szCs w:val="18"/>
                    </w:rPr>
                    <w:t xml:space="preserve">414.9 </w:t>
                  </w:r>
                  <w:r w:rsidRPr="00795119">
                    <w:rPr>
                      <w:szCs w:val="18"/>
                    </w:rPr>
                    <w:br/>
                    <w:t>± 1.7</w:t>
                  </w:r>
                </w:p>
              </w:tc>
              <w:tc>
                <w:tcPr>
                  <w:tcW w:w="803" w:type="dxa"/>
                  <w:vAlign w:val="center"/>
                </w:tcPr>
                <w:p w:rsidR="001D0C58" w:rsidRPr="00795119" w:rsidRDefault="001D0C58" w:rsidP="004A71CC">
                  <w:pPr>
                    <w:pStyle w:val="TableBodyText"/>
                    <w:rPr>
                      <w:szCs w:val="18"/>
                    </w:rPr>
                  </w:pPr>
                  <w:r w:rsidRPr="00795119">
                    <w:rPr>
                      <w:szCs w:val="18"/>
                    </w:rPr>
                    <w:t xml:space="preserve">420.6 </w:t>
                  </w:r>
                  <w:r w:rsidRPr="00795119">
                    <w:rPr>
                      <w:szCs w:val="18"/>
                    </w:rPr>
                    <w:br/>
                    <w:t>± 1.6</w:t>
                  </w:r>
                </w:p>
              </w:tc>
              <w:tc>
                <w:tcPr>
                  <w:tcW w:w="804" w:type="dxa"/>
                  <w:vAlign w:val="center"/>
                </w:tcPr>
                <w:p w:rsidR="001D0C58" w:rsidRPr="00795119" w:rsidRDefault="001D0C58" w:rsidP="004A71CC">
                  <w:pPr>
                    <w:pStyle w:val="TableBodyText"/>
                    <w:rPr>
                      <w:szCs w:val="18"/>
                    </w:rPr>
                  </w:pPr>
                  <w:r w:rsidRPr="00795119">
                    <w:rPr>
                      <w:szCs w:val="18"/>
                    </w:rPr>
                    <w:t xml:space="preserve">375.9 </w:t>
                  </w:r>
                  <w:r w:rsidRPr="00795119">
                    <w:rPr>
                      <w:szCs w:val="18"/>
                    </w:rPr>
                    <w:br/>
                    <w:t>± 2.4</w:t>
                  </w:r>
                </w:p>
              </w:tc>
              <w:tc>
                <w:tcPr>
                  <w:tcW w:w="803" w:type="dxa"/>
                  <w:vAlign w:val="center"/>
                </w:tcPr>
                <w:p w:rsidR="001D0C58" w:rsidRPr="00795119" w:rsidRDefault="001D0C58" w:rsidP="004A71CC">
                  <w:pPr>
                    <w:pStyle w:val="TableBodyText"/>
                    <w:rPr>
                      <w:szCs w:val="18"/>
                    </w:rPr>
                  </w:pPr>
                  <w:r w:rsidRPr="00795119">
                    <w:rPr>
                      <w:szCs w:val="18"/>
                    </w:rPr>
                    <w:t xml:space="preserve">394.5 </w:t>
                  </w:r>
                  <w:r w:rsidRPr="00795119">
                    <w:rPr>
                      <w:szCs w:val="18"/>
                    </w:rPr>
                    <w:br/>
                    <w:t>± 2.7</w:t>
                  </w:r>
                </w:p>
              </w:tc>
              <w:tc>
                <w:tcPr>
                  <w:tcW w:w="803" w:type="dxa"/>
                  <w:vAlign w:val="center"/>
                </w:tcPr>
                <w:p w:rsidR="001D0C58" w:rsidRPr="00795119" w:rsidRDefault="001D0C58" w:rsidP="004A71CC">
                  <w:pPr>
                    <w:pStyle w:val="TableBodyText"/>
                    <w:rPr>
                      <w:szCs w:val="18"/>
                    </w:rPr>
                  </w:pPr>
                  <w:r w:rsidRPr="00795119">
                    <w:rPr>
                      <w:szCs w:val="18"/>
                    </w:rPr>
                    <w:t xml:space="preserve">403.9 </w:t>
                  </w:r>
                  <w:r w:rsidRPr="00795119">
                    <w:rPr>
                      <w:szCs w:val="18"/>
                    </w:rPr>
                    <w:br/>
                    <w:t>± 3.1</w:t>
                  </w:r>
                </w:p>
              </w:tc>
              <w:tc>
                <w:tcPr>
                  <w:tcW w:w="804" w:type="dxa"/>
                  <w:vAlign w:val="center"/>
                </w:tcPr>
                <w:p w:rsidR="001D0C58" w:rsidRPr="00795119" w:rsidRDefault="001D0C58" w:rsidP="004A71CC">
                  <w:pPr>
                    <w:pStyle w:val="TableBodyText"/>
                    <w:rPr>
                      <w:szCs w:val="18"/>
                    </w:rPr>
                  </w:pPr>
                  <w:r w:rsidRPr="00795119">
                    <w:rPr>
                      <w:szCs w:val="18"/>
                    </w:rPr>
                    <w:t xml:space="preserve">403.4 </w:t>
                  </w:r>
                  <w:r w:rsidRPr="00795119">
                    <w:rPr>
                      <w:szCs w:val="18"/>
                    </w:rPr>
                    <w:br/>
                    <w:t>± 5.2</w:t>
                  </w:r>
                </w:p>
              </w:tc>
              <w:tc>
                <w:tcPr>
                  <w:tcW w:w="803" w:type="dxa"/>
                  <w:vAlign w:val="center"/>
                </w:tcPr>
                <w:p w:rsidR="001D0C58" w:rsidRPr="00795119" w:rsidRDefault="001D0C58" w:rsidP="004A71CC">
                  <w:pPr>
                    <w:pStyle w:val="TableBodyText"/>
                    <w:rPr>
                      <w:szCs w:val="18"/>
                    </w:rPr>
                  </w:pPr>
                  <w:r w:rsidRPr="00795119">
                    <w:rPr>
                      <w:szCs w:val="18"/>
                    </w:rPr>
                    <w:t xml:space="preserve">422.8 </w:t>
                  </w:r>
                  <w:r w:rsidRPr="00795119">
                    <w:rPr>
                      <w:szCs w:val="18"/>
                    </w:rPr>
                    <w:br/>
                    <w:t>± 5.7</w:t>
                  </w:r>
                </w:p>
              </w:tc>
              <w:tc>
                <w:tcPr>
                  <w:tcW w:w="803" w:type="dxa"/>
                  <w:vAlign w:val="center"/>
                </w:tcPr>
                <w:p w:rsidR="001D0C58" w:rsidRPr="00795119" w:rsidRDefault="001D0C58" w:rsidP="004A71CC">
                  <w:pPr>
                    <w:pStyle w:val="TableBodyText"/>
                    <w:rPr>
                      <w:szCs w:val="18"/>
                    </w:rPr>
                  </w:pPr>
                  <w:r w:rsidRPr="00795119">
                    <w:rPr>
                      <w:szCs w:val="18"/>
                    </w:rPr>
                    <w:t xml:space="preserve">382.5 </w:t>
                  </w:r>
                  <w:r w:rsidRPr="00795119">
                    <w:rPr>
                      <w:szCs w:val="18"/>
                    </w:rPr>
                    <w:br/>
                    <w:t>± 8.1</w:t>
                  </w:r>
                </w:p>
              </w:tc>
              <w:tc>
                <w:tcPr>
                  <w:tcW w:w="804" w:type="dxa"/>
                  <w:vAlign w:val="center"/>
                </w:tcPr>
                <w:p w:rsidR="001D0C58" w:rsidRPr="00795119" w:rsidRDefault="001D0C58" w:rsidP="000E7605">
                  <w:pPr>
                    <w:pStyle w:val="TableBodyText"/>
                    <w:ind w:right="187"/>
                    <w:rPr>
                      <w:szCs w:val="18"/>
                    </w:rPr>
                  </w:pPr>
                  <w:r w:rsidRPr="00795119">
                    <w:rPr>
                      <w:szCs w:val="18"/>
                    </w:rPr>
                    <w:t xml:space="preserve">405.0 </w:t>
                  </w:r>
                  <w:r w:rsidRPr="00795119">
                    <w:rPr>
                      <w:szCs w:val="18"/>
                    </w:rPr>
                    <w:br/>
                    <w:t>± 1.1</w:t>
                  </w:r>
                </w:p>
              </w:tc>
            </w:tr>
            <w:tr w:rsidR="001D0C58" w:rsidRPr="00795119" w:rsidTr="00067797">
              <w:tc>
                <w:tcPr>
                  <w:tcW w:w="1560" w:type="dxa"/>
                </w:tcPr>
                <w:p w:rsidR="001D0C58" w:rsidRPr="00795119" w:rsidRDefault="001D0C58" w:rsidP="004A71CC">
                  <w:pPr>
                    <w:pStyle w:val="TableBodyText"/>
                    <w:jc w:val="left"/>
                  </w:pPr>
                  <w:r w:rsidRPr="00795119">
                    <w:t>2010 Year 5</w:t>
                  </w:r>
                </w:p>
              </w:tc>
              <w:tc>
                <w:tcPr>
                  <w:tcW w:w="803" w:type="dxa"/>
                  <w:vAlign w:val="center"/>
                </w:tcPr>
                <w:p w:rsidR="001D0C58" w:rsidRPr="00795119" w:rsidRDefault="001D0C58" w:rsidP="004A71CC">
                  <w:pPr>
                    <w:pStyle w:val="TableBodyText"/>
                    <w:rPr>
                      <w:szCs w:val="18"/>
                    </w:rPr>
                  </w:pPr>
                  <w:r w:rsidRPr="00795119">
                    <w:rPr>
                      <w:szCs w:val="18"/>
                    </w:rPr>
                    <w:t xml:space="preserve">498.7 </w:t>
                  </w:r>
                  <w:r w:rsidRPr="00795119">
                    <w:rPr>
                      <w:szCs w:val="18"/>
                    </w:rPr>
                    <w:br/>
                    <w:t>± 1.9</w:t>
                  </w:r>
                </w:p>
              </w:tc>
              <w:tc>
                <w:tcPr>
                  <w:tcW w:w="803" w:type="dxa"/>
                  <w:vAlign w:val="center"/>
                </w:tcPr>
                <w:p w:rsidR="001D0C58" w:rsidRPr="00795119" w:rsidRDefault="001D0C58" w:rsidP="004A71CC">
                  <w:pPr>
                    <w:pStyle w:val="TableBodyText"/>
                    <w:rPr>
                      <w:szCs w:val="18"/>
                    </w:rPr>
                  </w:pPr>
                  <w:r w:rsidRPr="00795119">
                    <w:rPr>
                      <w:szCs w:val="18"/>
                    </w:rPr>
                    <w:t xml:space="preserve">502.7 </w:t>
                  </w:r>
                  <w:r w:rsidRPr="00795119">
                    <w:rPr>
                      <w:szCs w:val="18"/>
                    </w:rPr>
                    <w:br/>
                    <w:t>± 1.7</w:t>
                  </w:r>
                </w:p>
              </w:tc>
              <w:tc>
                <w:tcPr>
                  <w:tcW w:w="804" w:type="dxa"/>
                  <w:vAlign w:val="center"/>
                </w:tcPr>
                <w:p w:rsidR="001D0C58" w:rsidRPr="00795119" w:rsidRDefault="001D0C58" w:rsidP="004A71CC">
                  <w:pPr>
                    <w:pStyle w:val="TableBodyText"/>
                    <w:rPr>
                      <w:szCs w:val="18"/>
                    </w:rPr>
                  </w:pPr>
                  <w:r w:rsidRPr="00795119">
                    <w:rPr>
                      <w:szCs w:val="18"/>
                    </w:rPr>
                    <w:t xml:space="preserve">473.4 </w:t>
                  </w:r>
                  <w:r w:rsidRPr="00795119">
                    <w:rPr>
                      <w:szCs w:val="18"/>
                    </w:rPr>
                    <w:br/>
                    <w:t>± 1.9</w:t>
                  </w:r>
                </w:p>
              </w:tc>
              <w:tc>
                <w:tcPr>
                  <w:tcW w:w="803" w:type="dxa"/>
                  <w:vAlign w:val="center"/>
                </w:tcPr>
                <w:p w:rsidR="001D0C58" w:rsidRPr="00795119" w:rsidRDefault="001D0C58" w:rsidP="004A71CC">
                  <w:pPr>
                    <w:pStyle w:val="TableBodyText"/>
                    <w:rPr>
                      <w:szCs w:val="18"/>
                    </w:rPr>
                  </w:pPr>
                  <w:r w:rsidRPr="00795119">
                    <w:rPr>
                      <w:szCs w:val="18"/>
                    </w:rPr>
                    <w:t xml:space="preserve">484.5 </w:t>
                  </w:r>
                  <w:r w:rsidRPr="00795119">
                    <w:rPr>
                      <w:szCs w:val="18"/>
                    </w:rPr>
                    <w:br/>
                    <w:t>± 2.6</w:t>
                  </w:r>
                </w:p>
              </w:tc>
              <w:tc>
                <w:tcPr>
                  <w:tcW w:w="803" w:type="dxa"/>
                  <w:vAlign w:val="center"/>
                </w:tcPr>
                <w:p w:rsidR="001D0C58" w:rsidRPr="00795119" w:rsidRDefault="001D0C58" w:rsidP="004A71CC">
                  <w:pPr>
                    <w:pStyle w:val="TableBodyText"/>
                    <w:rPr>
                      <w:szCs w:val="18"/>
                    </w:rPr>
                  </w:pPr>
                  <w:r w:rsidRPr="00795119">
                    <w:rPr>
                      <w:szCs w:val="18"/>
                    </w:rPr>
                    <w:t xml:space="preserve">479.1 </w:t>
                  </w:r>
                  <w:r w:rsidRPr="00795119">
                    <w:rPr>
                      <w:szCs w:val="18"/>
                    </w:rPr>
                    <w:br/>
                    <w:t>± 2.9</w:t>
                  </w:r>
                </w:p>
              </w:tc>
              <w:tc>
                <w:tcPr>
                  <w:tcW w:w="804" w:type="dxa"/>
                  <w:vAlign w:val="center"/>
                </w:tcPr>
                <w:p w:rsidR="001D0C58" w:rsidRPr="00795119" w:rsidRDefault="001D0C58" w:rsidP="004A71CC">
                  <w:pPr>
                    <w:pStyle w:val="TableBodyText"/>
                    <w:rPr>
                      <w:szCs w:val="18"/>
                    </w:rPr>
                  </w:pPr>
                  <w:r w:rsidRPr="00795119">
                    <w:rPr>
                      <w:szCs w:val="18"/>
                    </w:rPr>
                    <w:t xml:space="preserve">488.0 </w:t>
                  </w:r>
                  <w:r w:rsidRPr="00795119">
                    <w:rPr>
                      <w:szCs w:val="18"/>
                    </w:rPr>
                    <w:br/>
                    <w:t>± 5.3</w:t>
                  </w:r>
                </w:p>
              </w:tc>
              <w:tc>
                <w:tcPr>
                  <w:tcW w:w="803" w:type="dxa"/>
                  <w:vAlign w:val="center"/>
                </w:tcPr>
                <w:p w:rsidR="001D0C58" w:rsidRPr="00795119" w:rsidRDefault="001D0C58" w:rsidP="004A71CC">
                  <w:pPr>
                    <w:pStyle w:val="TableBodyText"/>
                    <w:rPr>
                      <w:szCs w:val="18"/>
                    </w:rPr>
                  </w:pPr>
                  <w:r w:rsidRPr="00795119">
                    <w:rPr>
                      <w:szCs w:val="18"/>
                    </w:rPr>
                    <w:t xml:space="preserve">510.4 </w:t>
                  </w:r>
                  <w:r w:rsidRPr="00795119">
                    <w:rPr>
                      <w:szCs w:val="18"/>
                    </w:rPr>
                    <w:br/>
                    <w:t>± 5.4</w:t>
                  </w:r>
                </w:p>
              </w:tc>
              <w:tc>
                <w:tcPr>
                  <w:tcW w:w="803" w:type="dxa"/>
                  <w:vAlign w:val="center"/>
                </w:tcPr>
                <w:p w:rsidR="001D0C58" w:rsidRPr="00795119" w:rsidRDefault="001D0C58" w:rsidP="004A71CC">
                  <w:pPr>
                    <w:pStyle w:val="TableBodyText"/>
                    <w:rPr>
                      <w:szCs w:val="18"/>
                    </w:rPr>
                  </w:pPr>
                  <w:r w:rsidRPr="00795119">
                    <w:rPr>
                      <w:szCs w:val="18"/>
                    </w:rPr>
                    <w:t xml:space="preserve">475.4 </w:t>
                  </w:r>
                  <w:r w:rsidRPr="00795119">
                    <w:rPr>
                      <w:szCs w:val="18"/>
                    </w:rPr>
                    <w:br/>
                    <w:t>± 6.1</w:t>
                  </w:r>
                </w:p>
              </w:tc>
              <w:tc>
                <w:tcPr>
                  <w:tcW w:w="804" w:type="dxa"/>
                  <w:vAlign w:val="center"/>
                </w:tcPr>
                <w:p w:rsidR="001D0C58" w:rsidRPr="00795119" w:rsidRDefault="001D0C58" w:rsidP="000E7605">
                  <w:pPr>
                    <w:pStyle w:val="TableBodyText"/>
                    <w:ind w:right="187"/>
                    <w:rPr>
                      <w:szCs w:val="18"/>
                    </w:rPr>
                  </w:pPr>
                  <w:r w:rsidRPr="00795119">
                    <w:rPr>
                      <w:szCs w:val="18"/>
                    </w:rPr>
                    <w:t xml:space="preserve">491.4 </w:t>
                  </w:r>
                  <w:r w:rsidRPr="00795119">
                    <w:rPr>
                      <w:szCs w:val="18"/>
                    </w:rPr>
                    <w:br/>
                    <w:t>± 1.0</w:t>
                  </w:r>
                </w:p>
              </w:tc>
            </w:tr>
            <w:tr w:rsidR="001D0C58" w:rsidRPr="00795119" w:rsidTr="00067797">
              <w:tc>
                <w:tcPr>
                  <w:tcW w:w="1560" w:type="dxa"/>
                </w:tcPr>
                <w:p w:rsidR="001D0C58" w:rsidRPr="00795119" w:rsidRDefault="001D0C58" w:rsidP="004A71CC">
                  <w:pPr>
                    <w:pStyle w:val="TableBodyText"/>
                    <w:jc w:val="left"/>
                  </w:pPr>
                  <w:r w:rsidRPr="00795119">
                    <w:t>2012 Year 7</w:t>
                  </w:r>
                </w:p>
              </w:tc>
              <w:tc>
                <w:tcPr>
                  <w:tcW w:w="803" w:type="dxa"/>
                  <w:vAlign w:val="center"/>
                </w:tcPr>
                <w:p w:rsidR="001D0C58" w:rsidRPr="00795119" w:rsidRDefault="001D0C58" w:rsidP="004A71CC">
                  <w:pPr>
                    <w:pStyle w:val="TableBodyText"/>
                    <w:rPr>
                      <w:szCs w:val="18"/>
                    </w:rPr>
                  </w:pPr>
                  <w:r w:rsidRPr="00795119">
                    <w:rPr>
                      <w:szCs w:val="18"/>
                    </w:rPr>
                    <w:t xml:space="preserve">548.7 </w:t>
                  </w:r>
                  <w:r w:rsidRPr="00795119">
                    <w:rPr>
                      <w:szCs w:val="18"/>
                    </w:rPr>
                    <w:br/>
                    <w:t>± 2.9</w:t>
                  </w:r>
                </w:p>
              </w:tc>
              <w:tc>
                <w:tcPr>
                  <w:tcW w:w="803" w:type="dxa"/>
                  <w:vAlign w:val="center"/>
                </w:tcPr>
                <w:p w:rsidR="001D0C58" w:rsidRPr="00795119" w:rsidRDefault="001D0C58" w:rsidP="004A71CC">
                  <w:pPr>
                    <w:pStyle w:val="TableBodyText"/>
                    <w:rPr>
                      <w:szCs w:val="18"/>
                    </w:rPr>
                  </w:pPr>
                  <w:r w:rsidRPr="00795119">
                    <w:rPr>
                      <w:szCs w:val="18"/>
                    </w:rPr>
                    <w:t xml:space="preserve">549.1 </w:t>
                  </w:r>
                  <w:r w:rsidRPr="00795119">
                    <w:rPr>
                      <w:szCs w:val="18"/>
                    </w:rPr>
                    <w:br/>
                    <w:t>± 2.6</w:t>
                  </w:r>
                </w:p>
              </w:tc>
              <w:tc>
                <w:tcPr>
                  <w:tcW w:w="804" w:type="dxa"/>
                  <w:vAlign w:val="center"/>
                </w:tcPr>
                <w:p w:rsidR="001D0C58" w:rsidRPr="00795119" w:rsidRDefault="001D0C58" w:rsidP="004A71CC">
                  <w:pPr>
                    <w:pStyle w:val="TableBodyText"/>
                    <w:rPr>
                      <w:szCs w:val="18"/>
                    </w:rPr>
                  </w:pPr>
                  <w:r w:rsidRPr="00795119">
                    <w:rPr>
                      <w:szCs w:val="18"/>
                    </w:rPr>
                    <w:t xml:space="preserve">536.8 </w:t>
                  </w:r>
                  <w:r w:rsidRPr="00795119">
                    <w:rPr>
                      <w:szCs w:val="18"/>
                    </w:rPr>
                    <w:br/>
                    <w:t>± 1.9</w:t>
                  </w:r>
                </w:p>
              </w:tc>
              <w:tc>
                <w:tcPr>
                  <w:tcW w:w="803" w:type="dxa"/>
                  <w:vAlign w:val="center"/>
                </w:tcPr>
                <w:p w:rsidR="001D0C58" w:rsidRPr="00795119" w:rsidRDefault="001D0C58" w:rsidP="004A71CC">
                  <w:pPr>
                    <w:pStyle w:val="TableBodyText"/>
                    <w:rPr>
                      <w:szCs w:val="18"/>
                    </w:rPr>
                  </w:pPr>
                  <w:r w:rsidRPr="00795119">
                    <w:rPr>
                      <w:szCs w:val="18"/>
                    </w:rPr>
                    <w:t xml:space="preserve">543.3 </w:t>
                  </w:r>
                  <w:r w:rsidRPr="00795119">
                    <w:rPr>
                      <w:szCs w:val="18"/>
                    </w:rPr>
                    <w:br/>
                    <w:t>± 2.9</w:t>
                  </w:r>
                </w:p>
              </w:tc>
              <w:tc>
                <w:tcPr>
                  <w:tcW w:w="803" w:type="dxa"/>
                  <w:vAlign w:val="center"/>
                </w:tcPr>
                <w:p w:rsidR="001D0C58" w:rsidRPr="00795119" w:rsidRDefault="001D0C58" w:rsidP="004A71CC">
                  <w:pPr>
                    <w:pStyle w:val="TableBodyText"/>
                    <w:rPr>
                      <w:szCs w:val="18"/>
                    </w:rPr>
                  </w:pPr>
                  <w:r w:rsidRPr="00795119">
                    <w:rPr>
                      <w:szCs w:val="18"/>
                    </w:rPr>
                    <w:t xml:space="preserve">539.5 </w:t>
                  </w:r>
                  <w:r w:rsidRPr="00795119">
                    <w:rPr>
                      <w:szCs w:val="18"/>
                    </w:rPr>
                    <w:br/>
                    <w:t>± 2.8</w:t>
                  </w:r>
                </w:p>
              </w:tc>
              <w:tc>
                <w:tcPr>
                  <w:tcW w:w="804" w:type="dxa"/>
                  <w:vAlign w:val="center"/>
                </w:tcPr>
                <w:p w:rsidR="001D0C58" w:rsidRPr="00795119" w:rsidRDefault="001D0C58" w:rsidP="004A71CC">
                  <w:pPr>
                    <w:pStyle w:val="TableBodyText"/>
                    <w:rPr>
                      <w:szCs w:val="18"/>
                    </w:rPr>
                  </w:pPr>
                  <w:r w:rsidRPr="00795119">
                    <w:rPr>
                      <w:szCs w:val="18"/>
                    </w:rPr>
                    <w:t xml:space="preserve">542.8 </w:t>
                  </w:r>
                  <w:r w:rsidRPr="00795119">
                    <w:rPr>
                      <w:szCs w:val="18"/>
                    </w:rPr>
                    <w:br/>
                    <w:t>± 6.8</w:t>
                  </w:r>
                </w:p>
              </w:tc>
              <w:tc>
                <w:tcPr>
                  <w:tcW w:w="803" w:type="dxa"/>
                  <w:vAlign w:val="center"/>
                </w:tcPr>
                <w:p w:rsidR="001D0C58" w:rsidRPr="00795119" w:rsidRDefault="001D0C58" w:rsidP="004A71CC">
                  <w:pPr>
                    <w:pStyle w:val="TableBodyText"/>
                    <w:rPr>
                      <w:szCs w:val="18"/>
                    </w:rPr>
                  </w:pPr>
                  <w:r w:rsidRPr="00795119">
                    <w:rPr>
                      <w:szCs w:val="18"/>
                    </w:rPr>
                    <w:t xml:space="preserve">559.8 </w:t>
                  </w:r>
                  <w:r w:rsidRPr="00795119">
                    <w:rPr>
                      <w:szCs w:val="18"/>
                    </w:rPr>
                    <w:br/>
                    <w:t>± 8.3</w:t>
                  </w:r>
                </w:p>
              </w:tc>
              <w:tc>
                <w:tcPr>
                  <w:tcW w:w="803" w:type="dxa"/>
                  <w:vAlign w:val="center"/>
                </w:tcPr>
                <w:p w:rsidR="001D0C58" w:rsidRPr="00795119" w:rsidRDefault="001D0C58" w:rsidP="004A71CC">
                  <w:pPr>
                    <w:pStyle w:val="TableBodyText"/>
                    <w:rPr>
                      <w:szCs w:val="18"/>
                    </w:rPr>
                  </w:pPr>
                  <w:r w:rsidRPr="00795119">
                    <w:rPr>
                      <w:szCs w:val="18"/>
                    </w:rPr>
                    <w:t xml:space="preserve">530.8 </w:t>
                  </w:r>
                  <w:r w:rsidRPr="00795119">
                    <w:rPr>
                      <w:szCs w:val="18"/>
                    </w:rPr>
                    <w:br/>
                    <w:t>± 13.2</w:t>
                  </w:r>
                </w:p>
              </w:tc>
              <w:tc>
                <w:tcPr>
                  <w:tcW w:w="804" w:type="dxa"/>
                  <w:vAlign w:val="center"/>
                </w:tcPr>
                <w:p w:rsidR="001D0C58" w:rsidRPr="00795119" w:rsidRDefault="001D0C58" w:rsidP="000E7605">
                  <w:pPr>
                    <w:pStyle w:val="TableBodyText"/>
                    <w:ind w:right="187"/>
                    <w:rPr>
                      <w:szCs w:val="18"/>
                    </w:rPr>
                  </w:pPr>
                  <w:r w:rsidRPr="00795119">
                    <w:rPr>
                      <w:szCs w:val="18"/>
                    </w:rPr>
                    <w:t xml:space="preserve">545.0 </w:t>
                  </w:r>
                  <w:r w:rsidRPr="00795119">
                    <w:rPr>
                      <w:szCs w:val="18"/>
                    </w:rPr>
                    <w:br/>
                    <w:t>± 1.3</w:t>
                  </w:r>
                </w:p>
              </w:tc>
            </w:tr>
            <w:tr w:rsidR="001D0C58" w:rsidRPr="00795119" w:rsidTr="00067797">
              <w:tc>
                <w:tcPr>
                  <w:tcW w:w="1560" w:type="dxa"/>
                  <w:shd w:val="clear" w:color="auto" w:fill="FFFFFF" w:themeFill="background1"/>
                </w:tcPr>
                <w:p w:rsidR="001D0C58" w:rsidRPr="00795119" w:rsidRDefault="001D0C58" w:rsidP="004A71CC">
                  <w:pPr>
                    <w:pStyle w:val="TableBodyText"/>
                    <w:jc w:val="left"/>
                    <w:rPr>
                      <w:rFonts w:cs="Arial"/>
                    </w:rPr>
                  </w:pPr>
                  <w:r w:rsidRPr="00795119">
                    <w:t>2014 Year 9</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587.5 </w:t>
                  </w:r>
                  <w:r w:rsidRPr="00795119">
                    <w:rPr>
                      <w:rFonts w:cs="Arial"/>
                      <w:szCs w:val="18"/>
                    </w:rPr>
                    <w:br/>
                    <w:t>± 3.0</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586.3</w:t>
                  </w:r>
                  <w:r w:rsidRPr="00795119">
                    <w:rPr>
                      <w:rFonts w:cs="Arial"/>
                      <w:szCs w:val="18"/>
                    </w:rPr>
                    <w:br/>
                    <w:t xml:space="preserve"> ± 2.9</w:t>
                  </w:r>
                </w:p>
              </w:tc>
              <w:tc>
                <w:tcPr>
                  <w:tcW w:w="804"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575.4 </w:t>
                  </w:r>
                  <w:r w:rsidRPr="00795119">
                    <w:rPr>
                      <w:rFonts w:cs="Arial"/>
                      <w:szCs w:val="18"/>
                    </w:rPr>
                    <w:br/>
                    <w:t>± 3.0</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590.0 </w:t>
                  </w:r>
                  <w:r w:rsidRPr="00795119">
                    <w:rPr>
                      <w:rFonts w:cs="Arial"/>
                      <w:szCs w:val="18"/>
                    </w:rPr>
                    <w:br/>
                    <w:t>± 4.5</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575.5</w:t>
                  </w:r>
                  <w:r w:rsidRPr="00795119">
                    <w:rPr>
                      <w:rFonts w:cs="Arial"/>
                      <w:szCs w:val="18"/>
                    </w:rPr>
                    <w:br/>
                    <w:t xml:space="preserve"> ± 4.7</w:t>
                  </w:r>
                </w:p>
              </w:tc>
              <w:tc>
                <w:tcPr>
                  <w:tcW w:w="804"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575.8 </w:t>
                  </w:r>
                  <w:r w:rsidRPr="00795119">
                    <w:rPr>
                      <w:rFonts w:cs="Arial"/>
                      <w:szCs w:val="18"/>
                    </w:rPr>
                    <w:br/>
                    <w:t>± 7.1</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599.1 </w:t>
                  </w:r>
                  <w:r w:rsidRPr="00795119">
                    <w:rPr>
                      <w:rFonts w:cs="Arial"/>
                      <w:szCs w:val="18"/>
                    </w:rPr>
                    <w:br/>
                    <w:t>± 8.5</w:t>
                  </w:r>
                </w:p>
              </w:tc>
              <w:tc>
                <w:tcPr>
                  <w:tcW w:w="803" w:type="dxa"/>
                  <w:shd w:val="clear" w:color="auto" w:fill="FFFFFF" w:themeFill="background1"/>
                  <w:vAlign w:val="center"/>
                </w:tcPr>
                <w:p w:rsidR="001D0C58" w:rsidRPr="00795119" w:rsidRDefault="001D0C58" w:rsidP="004A71CC">
                  <w:pPr>
                    <w:pStyle w:val="TableBodyText"/>
                    <w:rPr>
                      <w:rFonts w:cs="Arial"/>
                      <w:szCs w:val="18"/>
                    </w:rPr>
                  </w:pPr>
                  <w:r w:rsidRPr="00795119">
                    <w:rPr>
                      <w:rFonts w:cs="Arial"/>
                      <w:szCs w:val="18"/>
                    </w:rPr>
                    <w:t xml:space="preserve">572.4 </w:t>
                  </w:r>
                  <w:r w:rsidRPr="00795119">
                    <w:rPr>
                      <w:rFonts w:cs="Arial"/>
                      <w:szCs w:val="18"/>
                    </w:rPr>
                    <w:br/>
                    <w:t>± 12.0</w:t>
                  </w:r>
                </w:p>
              </w:tc>
              <w:tc>
                <w:tcPr>
                  <w:tcW w:w="804" w:type="dxa"/>
                  <w:shd w:val="clear" w:color="auto" w:fill="FFFFFF" w:themeFill="background1"/>
                  <w:vAlign w:val="center"/>
                </w:tcPr>
                <w:p w:rsidR="001D0C58" w:rsidRPr="00795119" w:rsidRDefault="001D0C58" w:rsidP="000E7605">
                  <w:pPr>
                    <w:pStyle w:val="TableBodyText"/>
                    <w:ind w:right="187"/>
                    <w:rPr>
                      <w:rFonts w:cs="Arial"/>
                      <w:szCs w:val="18"/>
                    </w:rPr>
                  </w:pPr>
                  <w:r w:rsidRPr="00795119">
                    <w:rPr>
                      <w:rFonts w:cs="Arial"/>
                      <w:szCs w:val="18"/>
                    </w:rPr>
                    <w:t>583.9</w:t>
                  </w:r>
                  <w:r w:rsidRPr="00795119">
                    <w:rPr>
                      <w:rFonts w:cs="Arial"/>
                      <w:szCs w:val="18"/>
                    </w:rPr>
                    <w:br/>
                    <w:t xml:space="preserve"> ± 1.5</w:t>
                  </w:r>
                </w:p>
              </w:tc>
            </w:tr>
            <w:tr w:rsidR="001D0C58" w:rsidRPr="00795119" w:rsidTr="00067797">
              <w:tc>
                <w:tcPr>
                  <w:tcW w:w="1560" w:type="dxa"/>
                </w:tcPr>
                <w:p w:rsidR="001D0C58" w:rsidRPr="00795119" w:rsidRDefault="001D0C58" w:rsidP="004A71CC">
                  <w:pPr>
                    <w:pStyle w:val="TableBodyText"/>
                    <w:jc w:val="left"/>
                    <w:rPr>
                      <w:b/>
                    </w:rPr>
                  </w:pPr>
                  <w:r w:rsidRPr="00795119">
                    <w:rPr>
                      <w:b/>
                    </w:rPr>
                    <w:t>Gain 2008-2010</w:t>
                  </w:r>
                </w:p>
              </w:tc>
              <w:tc>
                <w:tcPr>
                  <w:tcW w:w="803" w:type="dxa"/>
                  <w:vAlign w:val="center"/>
                </w:tcPr>
                <w:p w:rsidR="001D0C58" w:rsidRPr="00795119" w:rsidRDefault="001D0C58" w:rsidP="004A71CC">
                  <w:pPr>
                    <w:pStyle w:val="TableBodyText"/>
                    <w:rPr>
                      <w:b/>
                      <w:szCs w:val="18"/>
                    </w:rPr>
                  </w:pPr>
                  <w:r w:rsidRPr="00795119">
                    <w:rPr>
                      <w:b/>
                      <w:szCs w:val="18"/>
                    </w:rPr>
                    <w:t xml:space="preserve">83.8 </w:t>
                  </w:r>
                  <w:r w:rsidRPr="00795119">
                    <w:rPr>
                      <w:b/>
                      <w:szCs w:val="18"/>
                    </w:rPr>
                    <w:br/>
                    <w:t>± 8.2</w:t>
                  </w:r>
                </w:p>
              </w:tc>
              <w:tc>
                <w:tcPr>
                  <w:tcW w:w="803" w:type="dxa"/>
                  <w:vAlign w:val="center"/>
                </w:tcPr>
                <w:p w:rsidR="001D0C58" w:rsidRPr="00795119" w:rsidRDefault="001D0C58" w:rsidP="004A71CC">
                  <w:pPr>
                    <w:pStyle w:val="TableBodyText"/>
                    <w:rPr>
                      <w:b/>
                      <w:szCs w:val="18"/>
                    </w:rPr>
                  </w:pPr>
                  <w:r w:rsidRPr="00795119">
                    <w:rPr>
                      <w:b/>
                      <w:szCs w:val="18"/>
                    </w:rPr>
                    <w:t xml:space="preserve">82.1 </w:t>
                  </w:r>
                  <w:r w:rsidRPr="00795119">
                    <w:rPr>
                      <w:b/>
                      <w:szCs w:val="18"/>
                    </w:rPr>
                    <w:br/>
                    <w:t>± 8.1</w:t>
                  </w:r>
                </w:p>
              </w:tc>
              <w:tc>
                <w:tcPr>
                  <w:tcW w:w="804" w:type="dxa"/>
                  <w:vAlign w:val="center"/>
                </w:tcPr>
                <w:p w:rsidR="001D0C58" w:rsidRPr="00795119" w:rsidRDefault="001D0C58" w:rsidP="004A71CC">
                  <w:pPr>
                    <w:pStyle w:val="TableBodyText"/>
                    <w:rPr>
                      <w:b/>
                      <w:szCs w:val="18"/>
                    </w:rPr>
                  </w:pPr>
                  <w:r w:rsidRPr="00795119">
                    <w:rPr>
                      <w:b/>
                      <w:szCs w:val="18"/>
                    </w:rPr>
                    <w:t xml:space="preserve">97.5 </w:t>
                  </w:r>
                  <w:r w:rsidRPr="00795119">
                    <w:rPr>
                      <w:b/>
                      <w:szCs w:val="18"/>
                    </w:rPr>
                    <w:br/>
                    <w:t>± 8.4</w:t>
                  </w:r>
                </w:p>
              </w:tc>
              <w:tc>
                <w:tcPr>
                  <w:tcW w:w="803" w:type="dxa"/>
                  <w:vAlign w:val="center"/>
                </w:tcPr>
                <w:p w:rsidR="001D0C58" w:rsidRPr="00795119" w:rsidRDefault="001D0C58" w:rsidP="004A71CC">
                  <w:pPr>
                    <w:pStyle w:val="TableBodyText"/>
                    <w:rPr>
                      <w:b/>
                      <w:szCs w:val="18"/>
                    </w:rPr>
                  </w:pPr>
                  <w:r w:rsidRPr="00795119">
                    <w:rPr>
                      <w:b/>
                      <w:szCs w:val="18"/>
                    </w:rPr>
                    <w:t xml:space="preserve">90.0 </w:t>
                  </w:r>
                  <w:r w:rsidRPr="00795119">
                    <w:rPr>
                      <w:b/>
                      <w:szCs w:val="18"/>
                    </w:rPr>
                    <w:br/>
                    <w:t>± 8.6</w:t>
                  </w:r>
                </w:p>
              </w:tc>
              <w:tc>
                <w:tcPr>
                  <w:tcW w:w="803" w:type="dxa"/>
                  <w:vAlign w:val="center"/>
                </w:tcPr>
                <w:p w:rsidR="001D0C58" w:rsidRPr="00795119" w:rsidRDefault="001D0C58" w:rsidP="004A71CC">
                  <w:pPr>
                    <w:pStyle w:val="TableBodyText"/>
                    <w:rPr>
                      <w:b/>
                      <w:szCs w:val="18"/>
                    </w:rPr>
                  </w:pPr>
                  <w:r w:rsidRPr="00795119">
                    <w:rPr>
                      <w:b/>
                      <w:szCs w:val="18"/>
                    </w:rPr>
                    <w:t xml:space="preserve">75.2 </w:t>
                  </w:r>
                  <w:r w:rsidRPr="00795119">
                    <w:rPr>
                      <w:b/>
                      <w:szCs w:val="18"/>
                    </w:rPr>
                    <w:br/>
                    <w:t>± 8.9</w:t>
                  </w:r>
                </w:p>
              </w:tc>
              <w:tc>
                <w:tcPr>
                  <w:tcW w:w="804" w:type="dxa"/>
                  <w:vAlign w:val="center"/>
                </w:tcPr>
                <w:p w:rsidR="001D0C58" w:rsidRPr="00795119" w:rsidRDefault="001D0C58" w:rsidP="004A71CC">
                  <w:pPr>
                    <w:pStyle w:val="TableBodyText"/>
                    <w:rPr>
                      <w:b/>
                      <w:szCs w:val="18"/>
                    </w:rPr>
                  </w:pPr>
                  <w:r w:rsidRPr="00795119">
                    <w:rPr>
                      <w:b/>
                      <w:szCs w:val="18"/>
                    </w:rPr>
                    <w:t xml:space="preserve">84.6 </w:t>
                  </w:r>
                  <w:r w:rsidRPr="00795119">
                    <w:rPr>
                      <w:b/>
                      <w:szCs w:val="18"/>
                    </w:rPr>
                    <w:br/>
                    <w:t>± 10.7</w:t>
                  </w:r>
                </w:p>
              </w:tc>
              <w:tc>
                <w:tcPr>
                  <w:tcW w:w="803" w:type="dxa"/>
                  <w:vAlign w:val="center"/>
                </w:tcPr>
                <w:p w:rsidR="001D0C58" w:rsidRPr="00795119" w:rsidRDefault="001D0C58" w:rsidP="004A71CC">
                  <w:pPr>
                    <w:pStyle w:val="TableBodyText"/>
                    <w:rPr>
                      <w:b/>
                      <w:szCs w:val="18"/>
                    </w:rPr>
                  </w:pPr>
                  <w:r w:rsidRPr="00795119">
                    <w:rPr>
                      <w:b/>
                      <w:szCs w:val="18"/>
                    </w:rPr>
                    <w:t xml:space="preserve">87.6 </w:t>
                  </w:r>
                  <w:r w:rsidRPr="00795119">
                    <w:rPr>
                      <w:b/>
                      <w:szCs w:val="18"/>
                    </w:rPr>
                    <w:br/>
                    <w:t>± 11.0</w:t>
                  </w:r>
                </w:p>
              </w:tc>
              <w:tc>
                <w:tcPr>
                  <w:tcW w:w="803" w:type="dxa"/>
                  <w:vAlign w:val="center"/>
                </w:tcPr>
                <w:p w:rsidR="001D0C58" w:rsidRPr="00795119" w:rsidRDefault="001D0C58" w:rsidP="004A71CC">
                  <w:pPr>
                    <w:pStyle w:val="TableBodyText"/>
                    <w:rPr>
                      <w:b/>
                      <w:szCs w:val="18"/>
                    </w:rPr>
                  </w:pPr>
                  <w:r w:rsidRPr="00795119">
                    <w:rPr>
                      <w:b/>
                      <w:szCs w:val="18"/>
                    </w:rPr>
                    <w:t xml:space="preserve">92.9 </w:t>
                  </w:r>
                  <w:r w:rsidRPr="00795119">
                    <w:rPr>
                      <w:b/>
                      <w:szCs w:val="18"/>
                    </w:rPr>
                    <w:br/>
                    <w:t>± 12.8</w:t>
                  </w:r>
                </w:p>
              </w:tc>
              <w:tc>
                <w:tcPr>
                  <w:tcW w:w="804" w:type="dxa"/>
                  <w:vAlign w:val="center"/>
                </w:tcPr>
                <w:p w:rsidR="001D0C58" w:rsidRPr="00795119" w:rsidRDefault="001D0C58" w:rsidP="000E7605">
                  <w:pPr>
                    <w:pStyle w:val="TableBodyText"/>
                    <w:ind w:right="187"/>
                    <w:rPr>
                      <w:b/>
                      <w:szCs w:val="18"/>
                    </w:rPr>
                  </w:pPr>
                  <w:r w:rsidRPr="00795119">
                    <w:rPr>
                      <w:b/>
                      <w:szCs w:val="18"/>
                    </w:rPr>
                    <w:t xml:space="preserve">86.4 </w:t>
                  </w:r>
                  <w:r w:rsidRPr="00795119">
                    <w:rPr>
                      <w:b/>
                      <w:szCs w:val="18"/>
                    </w:rPr>
                    <w:br/>
                    <w:t>± 7.9</w:t>
                  </w:r>
                </w:p>
              </w:tc>
            </w:tr>
            <w:tr w:rsidR="001D0C58" w:rsidRPr="00795119" w:rsidTr="00067797">
              <w:tc>
                <w:tcPr>
                  <w:tcW w:w="1560" w:type="dxa"/>
                </w:tcPr>
                <w:p w:rsidR="001D0C58" w:rsidRPr="00795119" w:rsidRDefault="001D0C58" w:rsidP="004A71CC">
                  <w:pPr>
                    <w:pStyle w:val="TableBodyText"/>
                    <w:jc w:val="left"/>
                    <w:rPr>
                      <w:b/>
                    </w:rPr>
                  </w:pPr>
                  <w:r w:rsidRPr="00795119">
                    <w:rPr>
                      <w:b/>
                    </w:rPr>
                    <w:t>Gain 2010-2012</w:t>
                  </w:r>
                </w:p>
              </w:tc>
              <w:tc>
                <w:tcPr>
                  <w:tcW w:w="803" w:type="dxa"/>
                  <w:vAlign w:val="center"/>
                </w:tcPr>
                <w:p w:rsidR="001D0C58" w:rsidRPr="00795119" w:rsidRDefault="001D0C58" w:rsidP="004A71CC">
                  <w:pPr>
                    <w:pStyle w:val="TableBodyText"/>
                    <w:rPr>
                      <w:b/>
                      <w:szCs w:val="18"/>
                    </w:rPr>
                  </w:pPr>
                  <w:r w:rsidRPr="00795119">
                    <w:rPr>
                      <w:b/>
                      <w:szCs w:val="18"/>
                    </w:rPr>
                    <w:t xml:space="preserve">50.0 </w:t>
                  </w:r>
                  <w:r w:rsidRPr="00795119">
                    <w:rPr>
                      <w:b/>
                      <w:szCs w:val="18"/>
                    </w:rPr>
                    <w:br/>
                    <w:t>± 7.8</w:t>
                  </w:r>
                </w:p>
              </w:tc>
              <w:tc>
                <w:tcPr>
                  <w:tcW w:w="803" w:type="dxa"/>
                  <w:vAlign w:val="center"/>
                </w:tcPr>
                <w:p w:rsidR="001D0C58" w:rsidRPr="00795119" w:rsidRDefault="001D0C58" w:rsidP="004A71CC">
                  <w:pPr>
                    <w:pStyle w:val="TableBodyText"/>
                    <w:rPr>
                      <w:b/>
                      <w:szCs w:val="18"/>
                    </w:rPr>
                  </w:pPr>
                  <w:r w:rsidRPr="00795119">
                    <w:rPr>
                      <w:b/>
                      <w:szCs w:val="18"/>
                    </w:rPr>
                    <w:t xml:space="preserve">46.4 </w:t>
                  </w:r>
                  <w:r w:rsidRPr="00795119">
                    <w:rPr>
                      <w:b/>
                      <w:szCs w:val="18"/>
                    </w:rPr>
                    <w:br/>
                    <w:t>± 7.6</w:t>
                  </w:r>
                </w:p>
              </w:tc>
              <w:tc>
                <w:tcPr>
                  <w:tcW w:w="804" w:type="dxa"/>
                  <w:vAlign w:val="center"/>
                </w:tcPr>
                <w:p w:rsidR="001D0C58" w:rsidRPr="00795119" w:rsidRDefault="001D0C58" w:rsidP="004A71CC">
                  <w:pPr>
                    <w:pStyle w:val="TableBodyText"/>
                    <w:rPr>
                      <w:b/>
                      <w:szCs w:val="18"/>
                    </w:rPr>
                  </w:pPr>
                  <w:r w:rsidRPr="00795119">
                    <w:rPr>
                      <w:b/>
                      <w:szCs w:val="18"/>
                    </w:rPr>
                    <w:t xml:space="preserve">63.4 </w:t>
                  </w:r>
                  <w:r w:rsidRPr="00795119">
                    <w:rPr>
                      <w:b/>
                      <w:szCs w:val="18"/>
                    </w:rPr>
                    <w:br/>
                    <w:t>± 7.4</w:t>
                  </w:r>
                </w:p>
              </w:tc>
              <w:tc>
                <w:tcPr>
                  <w:tcW w:w="803" w:type="dxa"/>
                  <w:vAlign w:val="center"/>
                </w:tcPr>
                <w:p w:rsidR="001D0C58" w:rsidRPr="00795119" w:rsidRDefault="001D0C58" w:rsidP="004A71CC">
                  <w:pPr>
                    <w:pStyle w:val="TableBodyText"/>
                    <w:rPr>
                      <w:b/>
                      <w:szCs w:val="18"/>
                    </w:rPr>
                  </w:pPr>
                  <w:r w:rsidRPr="00795119">
                    <w:rPr>
                      <w:b/>
                      <w:szCs w:val="18"/>
                    </w:rPr>
                    <w:t xml:space="preserve">58.8 </w:t>
                  </w:r>
                  <w:r w:rsidRPr="00795119">
                    <w:rPr>
                      <w:b/>
                      <w:szCs w:val="18"/>
                    </w:rPr>
                    <w:br/>
                    <w:t>± 7.9</w:t>
                  </w:r>
                </w:p>
              </w:tc>
              <w:tc>
                <w:tcPr>
                  <w:tcW w:w="803" w:type="dxa"/>
                  <w:vAlign w:val="center"/>
                </w:tcPr>
                <w:p w:rsidR="001D0C58" w:rsidRPr="00795119" w:rsidRDefault="001D0C58" w:rsidP="004A71CC">
                  <w:pPr>
                    <w:pStyle w:val="TableBodyText"/>
                    <w:rPr>
                      <w:b/>
                      <w:szCs w:val="18"/>
                    </w:rPr>
                  </w:pPr>
                  <w:r w:rsidRPr="00795119">
                    <w:rPr>
                      <w:b/>
                      <w:szCs w:val="18"/>
                    </w:rPr>
                    <w:t xml:space="preserve">60.4 </w:t>
                  </w:r>
                  <w:r w:rsidRPr="00795119">
                    <w:rPr>
                      <w:b/>
                      <w:szCs w:val="18"/>
                    </w:rPr>
                    <w:br/>
                    <w:t>± 8.0</w:t>
                  </w:r>
                </w:p>
              </w:tc>
              <w:tc>
                <w:tcPr>
                  <w:tcW w:w="804" w:type="dxa"/>
                  <w:vAlign w:val="center"/>
                </w:tcPr>
                <w:p w:rsidR="001D0C58" w:rsidRPr="00795119" w:rsidRDefault="001D0C58" w:rsidP="004A71CC">
                  <w:pPr>
                    <w:pStyle w:val="TableBodyText"/>
                    <w:rPr>
                      <w:b/>
                      <w:szCs w:val="18"/>
                    </w:rPr>
                  </w:pPr>
                  <w:r w:rsidRPr="00795119">
                    <w:rPr>
                      <w:b/>
                      <w:szCs w:val="18"/>
                    </w:rPr>
                    <w:t xml:space="preserve">54.8 </w:t>
                  </w:r>
                  <w:r w:rsidRPr="00795119">
                    <w:rPr>
                      <w:b/>
                      <w:szCs w:val="18"/>
                    </w:rPr>
                    <w:br/>
                    <w:t>± 11.1</w:t>
                  </w:r>
                </w:p>
              </w:tc>
              <w:tc>
                <w:tcPr>
                  <w:tcW w:w="803" w:type="dxa"/>
                  <w:vAlign w:val="center"/>
                </w:tcPr>
                <w:p w:rsidR="001D0C58" w:rsidRPr="00795119" w:rsidRDefault="001D0C58" w:rsidP="004A71CC">
                  <w:pPr>
                    <w:pStyle w:val="TableBodyText"/>
                    <w:rPr>
                      <w:b/>
                      <w:szCs w:val="18"/>
                    </w:rPr>
                  </w:pPr>
                  <w:r w:rsidRPr="00795119">
                    <w:rPr>
                      <w:b/>
                      <w:szCs w:val="18"/>
                    </w:rPr>
                    <w:t xml:space="preserve">49.4 </w:t>
                  </w:r>
                  <w:r w:rsidRPr="00795119">
                    <w:rPr>
                      <w:b/>
                      <w:szCs w:val="18"/>
                    </w:rPr>
                    <w:br/>
                    <w:t>± 12.1</w:t>
                  </w:r>
                </w:p>
              </w:tc>
              <w:tc>
                <w:tcPr>
                  <w:tcW w:w="803" w:type="dxa"/>
                  <w:vAlign w:val="center"/>
                </w:tcPr>
                <w:p w:rsidR="001D0C58" w:rsidRPr="00795119" w:rsidRDefault="001D0C58" w:rsidP="004A71CC">
                  <w:pPr>
                    <w:pStyle w:val="TableBodyText"/>
                    <w:rPr>
                      <w:b/>
                      <w:szCs w:val="18"/>
                    </w:rPr>
                  </w:pPr>
                  <w:r w:rsidRPr="00795119">
                    <w:rPr>
                      <w:b/>
                      <w:szCs w:val="18"/>
                    </w:rPr>
                    <w:t xml:space="preserve">55.4 </w:t>
                  </w:r>
                  <w:r w:rsidRPr="00795119">
                    <w:rPr>
                      <w:b/>
                      <w:szCs w:val="18"/>
                    </w:rPr>
                    <w:br/>
                    <w:t>± 16.1</w:t>
                  </w:r>
                </w:p>
              </w:tc>
              <w:tc>
                <w:tcPr>
                  <w:tcW w:w="804" w:type="dxa"/>
                  <w:vAlign w:val="center"/>
                </w:tcPr>
                <w:p w:rsidR="001D0C58" w:rsidRPr="00795119" w:rsidRDefault="001D0C58" w:rsidP="000E7605">
                  <w:pPr>
                    <w:pStyle w:val="TableBodyText"/>
                    <w:ind w:right="187"/>
                    <w:rPr>
                      <w:b/>
                      <w:szCs w:val="18"/>
                    </w:rPr>
                  </w:pPr>
                  <w:r w:rsidRPr="00795119">
                    <w:rPr>
                      <w:b/>
                      <w:szCs w:val="18"/>
                    </w:rPr>
                    <w:t xml:space="preserve">53.6 </w:t>
                  </w:r>
                  <w:r w:rsidRPr="00795119">
                    <w:rPr>
                      <w:b/>
                      <w:szCs w:val="18"/>
                    </w:rPr>
                    <w:br/>
                    <w:t>± 7.1</w:t>
                  </w:r>
                </w:p>
              </w:tc>
            </w:tr>
            <w:tr w:rsidR="001D0C58" w:rsidRPr="00795119" w:rsidTr="00067797">
              <w:tc>
                <w:tcPr>
                  <w:tcW w:w="1560" w:type="dxa"/>
                  <w:shd w:val="clear" w:color="auto" w:fill="FFFFFF" w:themeFill="background1"/>
                </w:tcPr>
                <w:p w:rsidR="001D0C58" w:rsidRPr="00795119" w:rsidRDefault="001D0C58" w:rsidP="004A71CC">
                  <w:pPr>
                    <w:pStyle w:val="TableBodyText"/>
                    <w:jc w:val="left"/>
                    <w:rPr>
                      <w:b/>
                    </w:rPr>
                  </w:pPr>
                  <w:r w:rsidRPr="00795119">
                    <w:rPr>
                      <w:b/>
                    </w:rPr>
                    <w:t>Gain 2012-2014</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38.8</w:t>
                  </w:r>
                  <w:r w:rsidRPr="00795119">
                    <w:rPr>
                      <w:rFonts w:cs="Arial"/>
                      <w:b/>
                      <w:bCs/>
                      <w:szCs w:val="18"/>
                    </w:rPr>
                    <w:br/>
                    <w:t xml:space="preserve"> ± 6.6</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37.2</w:t>
                  </w:r>
                  <w:r w:rsidRPr="00795119">
                    <w:rPr>
                      <w:rFonts w:cs="Arial"/>
                      <w:b/>
                      <w:bCs/>
                      <w:szCs w:val="18"/>
                    </w:rPr>
                    <w:br/>
                    <w:t xml:space="preserve"> ± 6.4</w:t>
                  </w:r>
                </w:p>
              </w:tc>
              <w:tc>
                <w:tcPr>
                  <w:tcW w:w="804"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38.6</w:t>
                  </w:r>
                  <w:r w:rsidRPr="00795119">
                    <w:rPr>
                      <w:rFonts w:cs="Arial"/>
                      <w:b/>
                      <w:bCs/>
                      <w:szCs w:val="18"/>
                    </w:rPr>
                    <w:br/>
                    <w:t xml:space="preserve"> ± 6.2</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46.7</w:t>
                  </w:r>
                  <w:r w:rsidRPr="00795119">
                    <w:rPr>
                      <w:rFonts w:cs="Arial"/>
                      <w:b/>
                      <w:bCs/>
                      <w:szCs w:val="18"/>
                    </w:rPr>
                    <w:br/>
                    <w:t xml:space="preserve"> ± 7.4</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 xml:space="preserve">36.0 </w:t>
                  </w:r>
                  <w:r w:rsidRPr="00795119">
                    <w:rPr>
                      <w:rFonts w:cs="Arial"/>
                      <w:b/>
                      <w:bCs/>
                      <w:szCs w:val="18"/>
                    </w:rPr>
                    <w:br/>
                    <w:t>± 7.5</w:t>
                  </w:r>
                </w:p>
              </w:tc>
              <w:tc>
                <w:tcPr>
                  <w:tcW w:w="804"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33.0</w:t>
                  </w:r>
                  <w:r w:rsidRPr="00795119">
                    <w:rPr>
                      <w:rFonts w:cs="Arial"/>
                      <w:b/>
                      <w:bCs/>
                      <w:szCs w:val="18"/>
                    </w:rPr>
                    <w:br/>
                    <w:t xml:space="preserve"> ± 11.1</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39.3</w:t>
                  </w:r>
                  <w:r w:rsidRPr="00795119">
                    <w:rPr>
                      <w:rFonts w:cs="Arial"/>
                      <w:b/>
                      <w:bCs/>
                      <w:szCs w:val="18"/>
                    </w:rPr>
                    <w:br/>
                    <w:t xml:space="preserve"> ± 12.9</w:t>
                  </w:r>
                </w:p>
              </w:tc>
              <w:tc>
                <w:tcPr>
                  <w:tcW w:w="803" w:type="dxa"/>
                  <w:shd w:val="clear" w:color="auto" w:fill="FFFFFF" w:themeFill="background1"/>
                  <w:vAlign w:val="center"/>
                </w:tcPr>
                <w:p w:rsidR="001D0C58" w:rsidRPr="00795119" w:rsidRDefault="001D0C58" w:rsidP="004A71CC">
                  <w:pPr>
                    <w:pStyle w:val="TableBodyText"/>
                    <w:rPr>
                      <w:rFonts w:cs="Arial"/>
                      <w:b/>
                      <w:bCs/>
                      <w:szCs w:val="18"/>
                    </w:rPr>
                  </w:pPr>
                  <w:r w:rsidRPr="00795119">
                    <w:rPr>
                      <w:rFonts w:cs="Arial"/>
                      <w:b/>
                      <w:bCs/>
                      <w:szCs w:val="18"/>
                    </w:rPr>
                    <w:t>41.6</w:t>
                  </w:r>
                  <w:r w:rsidRPr="00795119">
                    <w:rPr>
                      <w:rFonts w:cs="Arial"/>
                      <w:b/>
                      <w:bCs/>
                      <w:szCs w:val="18"/>
                    </w:rPr>
                    <w:br/>
                    <w:t xml:space="preserve"> ± 18.6</w:t>
                  </w:r>
                </w:p>
              </w:tc>
              <w:tc>
                <w:tcPr>
                  <w:tcW w:w="804" w:type="dxa"/>
                  <w:shd w:val="clear" w:color="auto" w:fill="FFFFFF" w:themeFill="background1"/>
                  <w:vAlign w:val="center"/>
                </w:tcPr>
                <w:p w:rsidR="001D0C58" w:rsidRPr="00795119" w:rsidRDefault="001D0C58" w:rsidP="000E7605">
                  <w:pPr>
                    <w:pStyle w:val="TableBodyText"/>
                    <w:ind w:right="187"/>
                    <w:rPr>
                      <w:rFonts w:cs="Arial"/>
                      <w:b/>
                      <w:bCs/>
                      <w:szCs w:val="18"/>
                    </w:rPr>
                  </w:pPr>
                  <w:r w:rsidRPr="00795119">
                    <w:rPr>
                      <w:rFonts w:cs="Arial"/>
                      <w:b/>
                      <w:bCs/>
                      <w:szCs w:val="18"/>
                    </w:rPr>
                    <w:t xml:space="preserve">38.9 </w:t>
                  </w:r>
                  <w:r w:rsidRPr="00795119">
                    <w:rPr>
                      <w:rFonts w:cs="Arial"/>
                      <w:b/>
                      <w:bCs/>
                      <w:szCs w:val="18"/>
                    </w:rPr>
                    <w:br/>
                    <w:t>± 5.5</w:t>
                  </w:r>
                </w:p>
              </w:tc>
            </w:tr>
            <w:tr w:rsidR="001D0C58" w:rsidRPr="00795119" w:rsidTr="00067797">
              <w:tc>
                <w:tcPr>
                  <w:tcW w:w="8790" w:type="dxa"/>
                  <w:gridSpan w:val="10"/>
                </w:tcPr>
                <w:p w:rsidR="001D0C58" w:rsidRPr="00795119" w:rsidRDefault="001D0C58" w:rsidP="004A71CC">
                  <w:pPr>
                    <w:pStyle w:val="TableUnitsRow"/>
                    <w:jc w:val="left"/>
                    <w:rPr>
                      <w:b/>
                      <w:szCs w:val="18"/>
                    </w:rPr>
                  </w:pPr>
                  <w:r w:rsidRPr="00795119">
                    <w:rPr>
                      <w:b/>
                      <w:szCs w:val="18"/>
                    </w:rPr>
                    <w:t>All students</w:t>
                  </w:r>
                </w:p>
              </w:tc>
            </w:tr>
            <w:tr w:rsidR="001D0C58" w:rsidRPr="00795119" w:rsidTr="00067797">
              <w:tc>
                <w:tcPr>
                  <w:tcW w:w="1560" w:type="dxa"/>
                </w:tcPr>
                <w:p w:rsidR="001D0C58" w:rsidRPr="00795119" w:rsidRDefault="001D0C58" w:rsidP="004A71CC">
                  <w:pPr>
                    <w:pStyle w:val="TableBodyText"/>
                    <w:jc w:val="left"/>
                  </w:pPr>
                  <w:r w:rsidRPr="00795119">
                    <w:t>2008 Year 3</w:t>
                  </w:r>
                </w:p>
              </w:tc>
              <w:tc>
                <w:tcPr>
                  <w:tcW w:w="803" w:type="dxa"/>
                  <w:vAlign w:val="center"/>
                </w:tcPr>
                <w:p w:rsidR="001D0C58" w:rsidRPr="00795119" w:rsidRDefault="001D0C58" w:rsidP="004A71CC">
                  <w:pPr>
                    <w:pStyle w:val="TableBodyText"/>
                    <w:rPr>
                      <w:szCs w:val="18"/>
                    </w:rPr>
                  </w:pPr>
                  <w:r w:rsidRPr="00795119">
                    <w:rPr>
                      <w:szCs w:val="18"/>
                    </w:rPr>
                    <w:t xml:space="preserve">412.3 </w:t>
                  </w:r>
                  <w:r w:rsidRPr="00795119">
                    <w:rPr>
                      <w:szCs w:val="18"/>
                    </w:rPr>
                    <w:br/>
                    <w:t>± 1.8</w:t>
                  </w:r>
                </w:p>
              </w:tc>
              <w:tc>
                <w:tcPr>
                  <w:tcW w:w="803" w:type="dxa"/>
                  <w:vAlign w:val="center"/>
                </w:tcPr>
                <w:p w:rsidR="001D0C58" w:rsidRPr="00795119" w:rsidRDefault="001D0C58" w:rsidP="004A71CC">
                  <w:pPr>
                    <w:pStyle w:val="TableBodyText"/>
                    <w:rPr>
                      <w:szCs w:val="18"/>
                    </w:rPr>
                  </w:pPr>
                  <w:r w:rsidRPr="00795119">
                    <w:rPr>
                      <w:szCs w:val="18"/>
                    </w:rPr>
                    <w:t xml:space="preserve">419.9 </w:t>
                  </w:r>
                  <w:r w:rsidRPr="00795119">
                    <w:rPr>
                      <w:szCs w:val="18"/>
                    </w:rPr>
                    <w:br/>
                    <w:t>± 1.6</w:t>
                  </w:r>
                </w:p>
              </w:tc>
              <w:tc>
                <w:tcPr>
                  <w:tcW w:w="804" w:type="dxa"/>
                  <w:vAlign w:val="center"/>
                </w:tcPr>
                <w:p w:rsidR="001D0C58" w:rsidRPr="00795119" w:rsidRDefault="001D0C58" w:rsidP="004A71CC">
                  <w:pPr>
                    <w:pStyle w:val="TableBodyText"/>
                    <w:rPr>
                      <w:szCs w:val="18"/>
                    </w:rPr>
                  </w:pPr>
                  <w:r w:rsidRPr="00795119">
                    <w:rPr>
                      <w:szCs w:val="18"/>
                    </w:rPr>
                    <w:t xml:space="preserve">371.1 </w:t>
                  </w:r>
                  <w:r w:rsidRPr="00795119">
                    <w:rPr>
                      <w:szCs w:val="18"/>
                    </w:rPr>
                    <w:br/>
                    <w:t>± 2.6</w:t>
                  </w:r>
                </w:p>
              </w:tc>
              <w:tc>
                <w:tcPr>
                  <w:tcW w:w="803" w:type="dxa"/>
                  <w:vAlign w:val="center"/>
                </w:tcPr>
                <w:p w:rsidR="001D0C58" w:rsidRPr="00795119" w:rsidRDefault="001D0C58" w:rsidP="004A71CC">
                  <w:pPr>
                    <w:pStyle w:val="TableBodyText"/>
                    <w:rPr>
                      <w:szCs w:val="18"/>
                    </w:rPr>
                  </w:pPr>
                  <w:r w:rsidRPr="00795119">
                    <w:rPr>
                      <w:szCs w:val="18"/>
                    </w:rPr>
                    <w:t xml:space="preserve">386.7 </w:t>
                  </w:r>
                  <w:r w:rsidRPr="00795119">
                    <w:rPr>
                      <w:szCs w:val="18"/>
                    </w:rPr>
                    <w:br/>
                    <w:t>± 3.1</w:t>
                  </w:r>
                </w:p>
              </w:tc>
              <w:tc>
                <w:tcPr>
                  <w:tcW w:w="803" w:type="dxa"/>
                  <w:vAlign w:val="center"/>
                </w:tcPr>
                <w:p w:rsidR="001D0C58" w:rsidRPr="00795119" w:rsidRDefault="001D0C58" w:rsidP="004A71CC">
                  <w:pPr>
                    <w:pStyle w:val="TableBodyText"/>
                    <w:rPr>
                      <w:szCs w:val="18"/>
                    </w:rPr>
                  </w:pPr>
                  <w:r w:rsidRPr="00795119">
                    <w:rPr>
                      <w:szCs w:val="18"/>
                    </w:rPr>
                    <w:t xml:space="preserve">400.5 </w:t>
                  </w:r>
                  <w:r w:rsidRPr="00795119">
                    <w:rPr>
                      <w:szCs w:val="18"/>
                    </w:rPr>
                    <w:br/>
                    <w:t>± 3.3</w:t>
                  </w:r>
                </w:p>
              </w:tc>
              <w:tc>
                <w:tcPr>
                  <w:tcW w:w="804" w:type="dxa"/>
                  <w:vAlign w:val="center"/>
                </w:tcPr>
                <w:p w:rsidR="001D0C58" w:rsidRPr="00795119" w:rsidRDefault="001D0C58" w:rsidP="004A71CC">
                  <w:pPr>
                    <w:pStyle w:val="TableBodyText"/>
                    <w:rPr>
                      <w:szCs w:val="18"/>
                    </w:rPr>
                  </w:pPr>
                  <w:r w:rsidRPr="00795119">
                    <w:rPr>
                      <w:szCs w:val="18"/>
                    </w:rPr>
                    <w:t xml:space="preserve">401.2 </w:t>
                  </w:r>
                  <w:r w:rsidRPr="00795119">
                    <w:rPr>
                      <w:szCs w:val="18"/>
                    </w:rPr>
                    <w:br/>
                    <w:t>± 4.9</w:t>
                  </w:r>
                </w:p>
              </w:tc>
              <w:tc>
                <w:tcPr>
                  <w:tcW w:w="803" w:type="dxa"/>
                  <w:vAlign w:val="center"/>
                </w:tcPr>
                <w:p w:rsidR="001D0C58" w:rsidRPr="00795119" w:rsidRDefault="001D0C58" w:rsidP="004A71CC">
                  <w:pPr>
                    <w:pStyle w:val="TableBodyText"/>
                    <w:rPr>
                      <w:szCs w:val="18"/>
                    </w:rPr>
                  </w:pPr>
                  <w:r w:rsidRPr="00795119">
                    <w:rPr>
                      <w:szCs w:val="18"/>
                    </w:rPr>
                    <w:t xml:space="preserve">421.0 </w:t>
                  </w:r>
                  <w:r w:rsidRPr="00795119">
                    <w:rPr>
                      <w:szCs w:val="18"/>
                    </w:rPr>
                    <w:br/>
                    <w:t>± 5.9</w:t>
                  </w:r>
                </w:p>
              </w:tc>
              <w:tc>
                <w:tcPr>
                  <w:tcW w:w="803" w:type="dxa"/>
                  <w:vAlign w:val="center"/>
                </w:tcPr>
                <w:p w:rsidR="001D0C58" w:rsidRPr="00795119" w:rsidRDefault="001D0C58" w:rsidP="004A71CC">
                  <w:pPr>
                    <w:pStyle w:val="TableBodyText"/>
                    <w:rPr>
                      <w:szCs w:val="18"/>
                    </w:rPr>
                  </w:pPr>
                  <w:r w:rsidRPr="00795119">
                    <w:rPr>
                      <w:szCs w:val="18"/>
                    </w:rPr>
                    <w:t xml:space="preserve">306.6 </w:t>
                  </w:r>
                  <w:r w:rsidRPr="00795119">
                    <w:rPr>
                      <w:szCs w:val="18"/>
                    </w:rPr>
                    <w:br/>
                    <w:t>± 19.9</w:t>
                  </w:r>
                </w:p>
              </w:tc>
              <w:tc>
                <w:tcPr>
                  <w:tcW w:w="804" w:type="dxa"/>
                  <w:vAlign w:val="center"/>
                </w:tcPr>
                <w:p w:rsidR="001D0C58" w:rsidRPr="00795119" w:rsidRDefault="001D0C58" w:rsidP="000E7605">
                  <w:pPr>
                    <w:pStyle w:val="TableBodyText"/>
                    <w:ind w:right="187"/>
                    <w:rPr>
                      <w:szCs w:val="18"/>
                    </w:rPr>
                  </w:pPr>
                  <w:r w:rsidRPr="00795119">
                    <w:rPr>
                      <w:szCs w:val="18"/>
                    </w:rPr>
                    <w:t xml:space="preserve">400.5 </w:t>
                  </w:r>
                  <w:r w:rsidRPr="00795119">
                    <w:rPr>
                      <w:szCs w:val="18"/>
                    </w:rPr>
                    <w:br/>
                    <w:t>± 1.2</w:t>
                  </w:r>
                </w:p>
              </w:tc>
            </w:tr>
            <w:tr w:rsidR="001D0C58" w:rsidRPr="00795119" w:rsidTr="00067797">
              <w:tc>
                <w:tcPr>
                  <w:tcW w:w="1560" w:type="dxa"/>
                  <w:shd w:val="clear" w:color="auto" w:fill="auto"/>
                </w:tcPr>
                <w:p w:rsidR="001D0C58" w:rsidRPr="00795119" w:rsidRDefault="001D0C58" w:rsidP="004A71CC">
                  <w:pPr>
                    <w:pStyle w:val="TableBodyText"/>
                    <w:jc w:val="left"/>
                  </w:pPr>
                  <w:r w:rsidRPr="00795119">
                    <w:t>2010 Year 5</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496.2 </w:t>
                  </w:r>
                  <w:r w:rsidRPr="00795119">
                    <w:rPr>
                      <w:szCs w:val="18"/>
                    </w:rPr>
                    <w:br/>
                    <w:t>± 1.9</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502.2 </w:t>
                  </w:r>
                  <w:r w:rsidRPr="00795119">
                    <w:rPr>
                      <w:szCs w:val="18"/>
                    </w:rPr>
                    <w:br/>
                    <w:t>± 1.7</w:t>
                  </w:r>
                </w:p>
              </w:tc>
              <w:tc>
                <w:tcPr>
                  <w:tcW w:w="804" w:type="dxa"/>
                  <w:shd w:val="clear" w:color="auto" w:fill="auto"/>
                  <w:vAlign w:val="center"/>
                </w:tcPr>
                <w:p w:rsidR="001D0C58" w:rsidRPr="00795119" w:rsidRDefault="001D0C58" w:rsidP="004A71CC">
                  <w:pPr>
                    <w:pStyle w:val="TableBodyText"/>
                    <w:rPr>
                      <w:szCs w:val="18"/>
                    </w:rPr>
                  </w:pPr>
                  <w:r w:rsidRPr="00795119">
                    <w:rPr>
                      <w:szCs w:val="18"/>
                    </w:rPr>
                    <w:t xml:space="preserve">468.7 </w:t>
                  </w:r>
                  <w:r w:rsidRPr="00795119">
                    <w:rPr>
                      <w:szCs w:val="18"/>
                    </w:rPr>
                    <w:br/>
                    <w:t>± 2.1</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477.5 </w:t>
                  </w:r>
                  <w:r w:rsidRPr="00795119">
                    <w:rPr>
                      <w:szCs w:val="18"/>
                    </w:rPr>
                    <w:br/>
                    <w:t>± 2.8</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476.5 </w:t>
                  </w:r>
                  <w:r w:rsidRPr="00795119">
                    <w:rPr>
                      <w:szCs w:val="18"/>
                    </w:rPr>
                    <w:br/>
                    <w:t>± 3.0</w:t>
                  </w:r>
                </w:p>
              </w:tc>
              <w:tc>
                <w:tcPr>
                  <w:tcW w:w="804" w:type="dxa"/>
                  <w:shd w:val="clear" w:color="auto" w:fill="auto"/>
                  <w:vAlign w:val="center"/>
                </w:tcPr>
                <w:p w:rsidR="001D0C58" w:rsidRPr="00795119" w:rsidRDefault="001D0C58" w:rsidP="004A71CC">
                  <w:pPr>
                    <w:pStyle w:val="TableBodyText"/>
                    <w:rPr>
                      <w:szCs w:val="18"/>
                    </w:rPr>
                  </w:pPr>
                  <w:r w:rsidRPr="00795119">
                    <w:rPr>
                      <w:szCs w:val="18"/>
                    </w:rPr>
                    <w:t xml:space="preserve">484.6 </w:t>
                  </w:r>
                  <w:r w:rsidRPr="00795119">
                    <w:rPr>
                      <w:szCs w:val="18"/>
                    </w:rPr>
                    <w:br/>
                    <w:t>± 5.5</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508.6 </w:t>
                  </w:r>
                  <w:r w:rsidRPr="00795119">
                    <w:rPr>
                      <w:szCs w:val="18"/>
                    </w:rPr>
                    <w:br/>
                    <w:t>± 5.5</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412.1 </w:t>
                  </w:r>
                  <w:r w:rsidRPr="00795119">
                    <w:rPr>
                      <w:szCs w:val="18"/>
                    </w:rPr>
                    <w:br/>
                    <w:t>± 18.1</w:t>
                  </w:r>
                </w:p>
              </w:tc>
              <w:tc>
                <w:tcPr>
                  <w:tcW w:w="804" w:type="dxa"/>
                  <w:shd w:val="clear" w:color="auto" w:fill="auto"/>
                  <w:vAlign w:val="center"/>
                </w:tcPr>
                <w:p w:rsidR="001D0C58" w:rsidRPr="00795119" w:rsidRDefault="001D0C58" w:rsidP="000E7605">
                  <w:pPr>
                    <w:pStyle w:val="TableBodyText"/>
                    <w:ind w:right="187"/>
                    <w:rPr>
                      <w:szCs w:val="18"/>
                    </w:rPr>
                  </w:pPr>
                  <w:r w:rsidRPr="00795119">
                    <w:rPr>
                      <w:szCs w:val="18"/>
                    </w:rPr>
                    <w:t xml:space="preserve">487.4 </w:t>
                  </w:r>
                  <w:r w:rsidRPr="00795119">
                    <w:rPr>
                      <w:szCs w:val="18"/>
                    </w:rPr>
                    <w:br/>
                    <w:t>± 1.1</w:t>
                  </w:r>
                </w:p>
              </w:tc>
            </w:tr>
            <w:tr w:rsidR="001D0C58" w:rsidRPr="00795119" w:rsidTr="00067797">
              <w:tc>
                <w:tcPr>
                  <w:tcW w:w="1560" w:type="dxa"/>
                  <w:shd w:val="clear" w:color="auto" w:fill="auto"/>
                </w:tcPr>
                <w:p w:rsidR="001D0C58" w:rsidRPr="00795119" w:rsidRDefault="001D0C58" w:rsidP="004A71CC">
                  <w:pPr>
                    <w:pStyle w:val="TableBodyText"/>
                    <w:jc w:val="left"/>
                  </w:pPr>
                  <w:r w:rsidRPr="00795119">
                    <w:t>2012 Year 7</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546.1 </w:t>
                  </w:r>
                  <w:r w:rsidRPr="00795119">
                    <w:rPr>
                      <w:szCs w:val="18"/>
                    </w:rPr>
                    <w:br/>
                    <w:t>± 2.9</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548.3 </w:t>
                  </w:r>
                  <w:r w:rsidRPr="00795119">
                    <w:rPr>
                      <w:szCs w:val="18"/>
                    </w:rPr>
                    <w:br/>
                    <w:t>± 2.6</w:t>
                  </w:r>
                </w:p>
              </w:tc>
              <w:tc>
                <w:tcPr>
                  <w:tcW w:w="804" w:type="dxa"/>
                  <w:shd w:val="clear" w:color="auto" w:fill="auto"/>
                  <w:vAlign w:val="center"/>
                </w:tcPr>
                <w:p w:rsidR="001D0C58" w:rsidRPr="00795119" w:rsidRDefault="001D0C58" w:rsidP="004A71CC">
                  <w:pPr>
                    <w:pStyle w:val="TableBodyText"/>
                    <w:rPr>
                      <w:szCs w:val="18"/>
                    </w:rPr>
                  </w:pPr>
                  <w:r w:rsidRPr="00795119">
                    <w:rPr>
                      <w:szCs w:val="18"/>
                    </w:rPr>
                    <w:t xml:space="preserve">532.7 </w:t>
                  </w:r>
                  <w:r w:rsidRPr="00795119">
                    <w:rPr>
                      <w:szCs w:val="18"/>
                    </w:rPr>
                    <w:br/>
                    <w:t>± 2.0</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537.8 </w:t>
                  </w:r>
                  <w:r w:rsidRPr="00795119">
                    <w:rPr>
                      <w:szCs w:val="18"/>
                    </w:rPr>
                    <w:br/>
                    <w:t>± 3.0</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537.0 </w:t>
                  </w:r>
                  <w:r w:rsidRPr="00795119">
                    <w:rPr>
                      <w:szCs w:val="18"/>
                    </w:rPr>
                    <w:br/>
                    <w:t>± 2.9</w:t>
                  </w:r>
                </w:p>
              </w:tc>
              <w:tc>
                <w:tcPr>
                  <w:tcW w:w="804" w:type="dxa"/>
                  <w:shd w:val="clear" w:color="auto" w:fill="auto"/>
                  <w:vAlign w:val="center"/>
                </w:tcPr>
                <w:p w:rsidR="001D0C58" w:rsidRPr="00795119" w:rsidRDefault="001D0C58" w:rsidP="004A71CC">
                  <w:pPr>
                    <w:pStyle w:val="TableBodyText"/>
                    <w:rPr>
                      <w:szCs w:val="18"/>
                    </w:rPr>
                  </w:pPr>
                  <w:r w:rsidRPr="00795119">
                    <w:rPr>
                      <w:szCs w:val="18"/>
                    </w:rPr>
                    <w:t xml:space="preserve">540.6 </w:t>
                  </w:r>
                  <w:r w:rsidRPr="00795119">
                    <w:rPr>
                      <w:szCs w:val="18"/>
                    </w:rPr>
                    <w:br/>
                    <w:t>± 7.4</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558.6 </w:t>
                  </w:r>
                  <w:r w:rsidRPr="00795119">
                    <w:rPr>
                      <w:szCs w:val="18"/>
                    </w:rPr>
                    <w:br/>
                    <w:t>± 8.3</w:t>
                  </w:r>
                </w:p>
              </w:tc>
              <w:tc>
                <w:tcPr>
                  <w:tcW w:w="803" w:type="dxa"/>
                  <w:shd w:val="clear" w:color="auto" w:fill="auto"/>
                  <w:vAlign w:val="center"/>
                </w:tcPr>
                <w:p w:rsidR="001D0C58" w:rsidRPr="00795119" w:rsidRDefault="001D0C58" w:rsidP="004A71CC">
                  <w:pPr>
                    <w:pStyle w:val="TableBodyText"/>
                    <w:rPr>
                      <w:szCs w:val="18"/>
                    </w:rPr>
                  </w:pPr>
                  <w:r w:rsidRPr="00795119">
                    <w:rPr>
                      <w:szCs w:val="18"/>
                    </w:rPr>
                    <w:t xml:space="preserve">474.3 </w:t>
                  </w:r>
                  <w:r w:rsidRPr="00795119">
                    <w:rPr>
                      <w:szCs w:val="18"/>
                    </w:rPr>
                    <w:br/>
                    <w:t>± 22.2</w:t>
                  </w:r>
                </w:p>
              </w:tc>
              <w:tc>
                <w:tcPr>
                  <w:tcW w:w="804" w:type="dxa"/>
                  <w:shd w:val="clear" w:color="auto" w:fill="auto"/>
                  <w:vAlign w:val="center"/>
                </w:tcPr>
                <w:p w:rsidR="001D0C58" w:rsidRPr="00795119" w:rsidRDefault="001D0C58" w:rsidP="000E7605">
                  <w:pPr>
                    <w:pStyle w:val="TableBodyText"/>
                    <w:ind w:right="187"/>
                    <w:rPr>
                      <w:szCs w:val="18"/>
                    </w:rPr>
                  </w:pPr>
                  <w:r w:rsidRPr="00795119">
                    <w:rPr>
                      <w:szCs w:val="18"/>
                    </w:rPr>
                    <w:t xml:space="preserve">541.5 </w:t>
                  </w:r>
                  <w:r w:rsidRPr="00795119">
                    <w:rPr>
                      <w:szCs w:val="18"/>
                    </w:rPr>
                    <w:br/>
                    <w:t>± 1.3</w:t>
                  </w:r>
                </w:p>
              </w:tc>
            </w:tr>
            <w:tr w:rsidR="001D0C58" w:rsidRPr="00795119" w:rsidTr="00067797">
              <w:tc>
                <w:tcPr>
                  <w:tcW w:w="1560" w:type="dxa"/>
                  <w:shd w:val="clear" w:color="auto" w:fill="FFFFFF" w:themeFill="background1"/>
                </w:tcPr>
                <w:p w:rsidR="001D0C58" w:rsidRPr="00795119" w:rsidRDefault="001D0C58" w:rsidP="004A71CC">
                  <w:pPr>
                    <w:pStyle w:val="TableBodyText"/>
                    <w:jc w:val="left"/>
                  </w:pPr>
                  <w:r w:rsidRPr="00795119">
                    <w:t>2014 Year 9</w:t>
                  </w:r>
                </w:p>
              </w:tc>
              <w:tc>
                <w:tcPr>
                  <w:tcW w:w="803" w:type="dxa"/>
                  <w:shd w:val="clear" w:color="auto" w:fill="FFFFFF" w:themeFill="background1"/>
                  <w:vAlign w:val="center"/>
                </w:tcPr>
                <w:p w:rsidR="001D0C58" w:rsidRPr="00795119" w:rsidRDefault="001D0C58" w:rsidP="004A71CC">
                  <w:pPr>
                    <w:pStyle w:val="TableBodyText"/>
                  </w:pPr>
                  <w:r w:rsidRPr="00795119">
                    <w:t xml:space="preserve">584.3 </w:t>
                  </w:r>
                  <w:r w:rsidRPr="00795119">
                    <w:br/>
                    <w:t>± 2.9</w:t>
                  </w:r>
                </w:p>
              </w:tc>
              <w:tc>
                <w:tcPr>
                  <w:tcW w:w="803" w:type="dxa"/>
                  <w:shd w:val="clear" w:color="auto" w:fill="FFFFFF" w:themeFill="background1"/>
                  <w:vAlign w:val="center"/>
                </w:tcPr>
                <w:p w:rsidR="001D0C58" w:rsidRPr="00795119" w:rsidRDefault="001D0C58" w:rsidP="004A71CC">
                  <w:pPr>
                    <w:pStyle w:val="TableBodyText"/>
                  </w:pPr>
                  <w:r w:rsidRPr="00795119">
                    <w:t xml:space="preserve">585.5 </w:t>
                  </w:r>
                  <w:r w:rsidRPr="00795119">
                    <w:br/>
                    <w:t>± 2.9</w:t>
                  </w:r>
                </w:p>
              </w:tc>
              <w:tc>
                <w:tcPr>
                  <w:tcW w:w="804" w:type="dxa"/>
                  <w:shd w:val="clear" w:color="auto" w:fill="FFFFFF" w:themeFill="background1"/>
                  <w:vAlign w:val="center"/>
                </w:tcPr>
                <w:p w:rsidR="001D0C58" w:rsidRPr="00795119" w:rsidRDefault="001D0C58" w:rsidP="004A71CC">
                  <w:pPr>
                    <w:pStyle w:val="TableBodyText"/>
                  </w:pPr>
                  <w:r w:rsidRPr="00795119">
                    <w:t>571.6</w:t>
                  </w:r>
                  <w:r w:rsidRPr="00795119">
                    <w:br/>
                    <w:t xml:space="preserve"> ± 3.1</w:t>
                  </w:r>
                </w:p>
              </w:tc>
              <w:tc>
                <w:tcPr>
                  <w:tcW w:w="803" w:type="dxa"/>
                  <w:shd w:val="clear" w:color="auto" w:fill="FFFFFF" w:themeFill="background1"/>
                  <w:vAlign w:val="center"/>
                </w:tcPr>
                <w:p w:rsidR="001D0C58" w:rsidRPr="00795119" w:rsidRDefault="001D0C58" w:rsidP="004A71CC">
                  <w:pPr>
                    <w:pStyle w:val="TableBodyText"/>
                  </w:pPr>
                  <w:r w:rsidRPr="00795119">
                    <w:t xml:space="preserve">584.4 </w:t>
                  </w:r>
                  <w:r w:rsidRPr="00795119">
                    <w:br/>
                    <w:t>± 4.8</w:t>
                  </w:r>
                </w:p>
              </w:tc>
              <w:tc>
                <w:tcPr>
                  <w:tcW w:w="803" w:type="dxa"/>
                  <w:shd w:val="clear" w:color="auto" w:fill="FFFFFF" w:themeFill="background1"/>
                  <w:vAlign w:val="center"/>
                </w:tcPr>
                <w:p w:rsidR="001D0C58" w:rsidRPr="00795119" w:rsidRDefault="001D0C58" w:rsidP="004A71CC">
                  <w:pPr>
                    <w:pStyle w:val="TableBodyText"/>
                  </w:pPr>
                  <w:r w:rsidRPr="00795119">
                    <w:t>573.0</w:t>
                  </w:r>
                  <w:r w:rsidRPr="00795119">
                    <w:br/>
                    <w:t xml:space="preserve"> ± 5.0</w:t>
                  </w:r>
                </w:p>
              </w:tc>
              <w:tc>
                <w:tcPr>
                  <w:tcW w:w="804" w:type="dxa"/>
                  <w:shd w:val="clear" w:color="auto" w:fill="FFFFFF" w:themeFill="background1"/>
                  <w:vAlign w:val="center"/>
                </w:tcPr>
                <w:p w:rsidR="001D0C58" w:rsidRPr="00795119" w:rsidRDefault="001D0C58" w:rsidP="004A71CC">
                  <w:pPr>
                    <w:pStyle w:val="TableBodyText"/>
                  </w:pPr>
                  <w:r w:rsidRPr="00795119">
                    <w:t xml:space="preserve">573.4 </w:t>
                  </w:r>
                  <w:r w:rsidRPr="00795119">
                    <w:br/>
                    <w:t>± 7.4</w:t>
                  </w:r>
                </w:p>
              </w:tc>
              <w:tc>
                <w:tcPr>
                  <w:tcW w:w="803" w:type="dxa"/>
                  <w:shd w:val="clear" w:color="auto" w:fill="FFFFFF" w:themeFill="background1"/>
                  <w:vAlign w:val="center"/>
                </w:tcPr>
                <w:p w:rsidR="001D0C58" w:rsidRPr="00795119" w:rsidRDefault="001D0C58" w:rsidP="004A71CC">
                  <w:pPr>
                    <w:pStyle w:val="TableBodyText"/>
                  </w:pPr>
                  <w:r w:rsidRPr="00795119">
                    <w:t xml:space="preserve">597.3 </w:t>
                  </w:r>
                  <w:r w:rsidRPr="00795119">
                    <w:br/>
                    <w:t>± 8.6</w:t>
                  </w:r>
                </w:p>
              </w:tc>
              <w:tc>
                <w:tcPr>
                  <w:tcW w:w="803" w:type="dxa"/>
                  <w:shd w:val="clear" w:color="auto" w:fill="FFFFFF" w:themeFill="background1"/>
                  <w:vAlign w:val="center"/>
                </w:tcPr>
                <w:p w:rsidR="001D0C58" w:rsidRPr="00795119" w:rsidRDefault="001D0C58" w:rsidP="004A71CC">
                  <w:pPr>
                    <w:pStyle w:val="TableBodyText"/>
                  </w:pPr>
                  <w:r w:rsidRPr="00795119">
                    <w:t xml:space="preserve">521.7 </w:t>
                  </w:r>
                  <w:r w:rsidRPr="00795119">
                    <w:br/>
                    <w:t>± 22.2</w:t>
                  </w:r>
                </w:p>
              </w:tc>
              <w:tc>
                <w:tcPr>
                  <w:tcW w:w="804" w:type="dxa"/>
                  <w:shd w:val="clear" w:color="auto" w:fill="FFFFFF" w:themeFill="background1"/>
                  <w:vAlign w:val="center"/>
                </w:tcPr>
                <w:p w:rsidR="001D0C58" w:rsidRPr="00795119" w:rsidRDefault="001D0C58" w:rsidP="000E7605">
                  <w:pPr>
                    <w:pStyle w:val="TableBodyText"/>
                    <w:ind w:right="187"/>
                  </w:pPr>
                  <w:r w:rsidRPr="00795119">
                    <w:t>580.4</w:t>
                  </w:r>
                  <w:r w:rsidRPr="00795119">
                    <w:br/>
                    <w:t>± 1.5</w:t>
                  </w:r>
                </w:p>
              </w:tc>
            </w:tr>
            <w:tr w:rsidR="001D0C58" w:rsidRPr="00795119" w:rsidTr="00067797">
              <w:tc>
                <w:tcPr>
                  <w:tcW w:w="1560" w:type="dxa"/>
                  <w:shd w:val="clear" w:color="auto" w:fill="auto"/>
                </w:tcPr>
                <w:p w:rsidR="001D0C58" w:rsidRPr="00795119" w:rsidRDefault="001D0C58" w:rsidP="004A71CC">
                  <w:pPr>
                    <w:pStyle w:val="TableBodyText"/>
                    <w:jc w:val="left"/>
                    <w:rPr>
                      <w:b/>
                    </w:rPr>
                  </w:pPr>
                  <w:r w:rsidRPr="00795119">
                    <w:rPr>
                      <w:b/>
                    </w:rPr>
                    <w:t>Gain 2008-2010</w:t>
                  </w:r>
                </w:p>
              </w:tc>
              <w:tc>
                <w:tcPr>
                  <w:tcW w:w="803" w:type="dxa"/>
                  <w:shd w:val="clear" w:color="auto" w:fill="auto"/>
                  <w:vAlign w:val="center"/>
                </w:tcPr>
                <w:p w:rsidR="001D0C58" w:rsidRPr="00795119" w:rsidRDefault="001D0C58" w:rsidP="004A71CC">
                  <w:pPr>
                    <w:pStyle w:val="TableBodyText"/>
                    <w:rPr>
                      <w:b/>
                      <w:szCs w:val="18"/>
                    </w:rPr>
                  </w:pPr>
                  <w:r w:rsidRPr="00795119">
                    <w:rPr>
                      <w:b/>
                      <w:szCs w:val="18"/>
                    </w:rPr>
                    <w:t xml:space="preserve">83.9 </w:t>
                  </w:r>
                  <w:r w:rsidRPr="00795119">
                    <w:rPr>
                      <w:b/>
                      <w:szCs w:val="18"/>
                    </w:rPr>
                    <w:br/>
                    <w:t>± 8.2</w:t>
                  </w:r>
                </w:p>
              </w:tc>
              <w:tc>
                <w:tcPr>
                  <w:tcW w:w="803" w:type="dxa"/>
                  <w:shd w:val="clear" w:color="auto" w:fill="auto"/>
                  <w:vAlign w:val="center"/>
                </w:tcPr>
                <w:p w:rsidR="001D0C58" w:rsidRPr="00795119" w:rsidRDefault="001D0C58" w:rsidP="004A71CC">
                  <w:pPr>
                    <w:pStyle w:val="TableBodyText"/>
                    <w:rPr>
                      <w:b/>
                      <w:szCs w:val="18"/>
                    </w:rPr>
                  </w:pPr>
                  <w:r w:rsidRPr="00795119">
                    <w:rPr>
                      <w:b/>
                      <w:szCs w:val="18"/>
                    </w:rPr>
                    <w:t xml:space="preserve">82.3 </w:t>
                  </w:r>
                  <w:r w:rsidRPr="00795119">
                    <w:rPr>
                      <w:b/>
                      <w:szCs w:val="18"/>
                    </w:rPr>
                    <w:br/>
                    <w:t>± 8.1</w:t>
                  </w:r>
                </w:p>
              </w:tc>
              <w:tc>
                <w:tcPr>
                  <w:tcW w:w="804" w:type="dxa"/>
                  <w:shd w:val="clear" w:color="auto" w:fill="auto"/>
                  <w:vAlign w:val="center"/>
                </w:tcPr>
                <w:p w:rsidR="001D0C58" w:rsidRPr="00795119" w:rsidRDefault="001D0C58" w:rsidP="004A71CC">
                  <w:pPr>
                    <w:pStyle w:val="TableBodyText"/>
                    <w:rPr>
                      <w:b/>
                      <w:szCs w:val="18"/>
                    </w:rPr>
                  </w:pPr>
                  <w:r w:rsidRPr="00795119">
                    <w:rPr>
                      <w:b/>
                      <w:szCs w:val="18"/>
                    </w:rPr>
                    <w:t xml:space="preserve">97.6 </w:t>
                  </w:r>
                  <w:r w:rsidRPr="00795119">
                    <w:rPr>
                      <w:b/>
                      <w:szCs w:val="18"/>
                    </w:rPr>
                    <w:br/>
                    <w:t>± 8.4</w:t>
                  </w:r>
                </w:p>
              </w:tc>
              <w:tc>
                <w:tcPr>
                  <w:tcW w:w="803" w:type="dxa"/>
                  <w:shd w:val="clear" w:color="auto" w:fill="auto"/>
                  <w:vAlign w:val="center"/>
                </w:tcPr>
                <w:p w:rsidR="001D0C58" w:rsidRPr="00795119" w:rsidRDefault="001D0C58" w:rsidP="004A71CC">
                  <w:pPr>
                    <w:pStyle w:val="TableBodyText"/>
                    <w:rPr>
                      <w:b/>
                      <w:szCs w:val="18"/>
                    </w:rPr>
                  </w:pPr>
                  <w:r w:rsidRPr="00795119">
                    <w:rPr>
                      <w:b/>
                      <w:szCs w:val="18"/>
                    </w:rPr>
                    <w:t xml:space="preserve">90.8 </w:t>
                  </w:r>
                  <w:r w:rsidRPr="00795119">
                    <w:rPr>
                      <w:b/>
                      <w:szCs w:val="18"/>
                    </w:rPr>
                    <w:br/>
                    <w:t>± 8.8</w:t>
                  </w:r>
                </w:p>
              </w:tc>
              <w:tc>
                <w:tcPr>
                  <w:tcW w:w="803" w:type="dxa"/>
                  <w:shd w:val="clear" w:color="auto" w:fill="auto"/>
                  <w:vAlign w:val="center"/>
                </w:tcPr>
                <w:p w:rsidR="001D0C58" w:rsidRPr="00795119" w:rsidRDefault="001D0C58" w:rsidP="004A71CC">
                  <w:pPr>
                    <w:pStyle w:val="TableBodyText"/>
                    <w:rPr>
                      <w:b/>
                      <w:szCs w:val="18"/>
                    </w:rPr>
                  </w:pPr>
                  <w:r w:rsidRPr="00795119">
                    <w:rPr>
                      <w:b/>
                      <w:szCs w:val="18"/>
                    </w:rPr>
                    <w:t xml:space="preserve">76.0 </w:t>
                  </w:r>
                  <w:r w:rsidRPr="00795119">
                    <w:rPr>
                      <w:b/>
                      <w:szCs w:val="18"/>
                    </w:rPr>
                    <w:br/>
                    <w:t>± 9.0</w:t>
                  </w:r>
                </w:p>
              </w:tc>
              <w:tc>
                <w:tcPr>
                  <w:tcW w:w="804" w:type="dxa"/>
                  <w:shd w:val="clear" w:color="auto" w:fill="auto"/>
                  <w:vAlign w:val="center"/>
                </w:tcPr>
                <w:p w:rsidR="001D0C58" w:rsidRPr="00795119" w:rsidRDefault="001D0C58" w:rsidP="004A71CC">
                  <w:pPr>
                    <w:pStyle w:val="TableBodyText"/>
                    <w:rPr>
                      <w:b/>
                      <w:szCs w:val="18"/>
                    </w:rPr>
                  </w:pPr>
                  <w:r w:rsidRPr="00795119">
                    <w:rPr>
                      <w:b/>
                      <w:szCs w:val="18"/>
                    </w:rPr>
                    <w:t xml:space="preserve">83.4 </w:t>
                  </w:r>
                  <w:r w:rsidRPr="00795119">
                    <w:rPr>
                      <w:b/>
                      <w:szCs w:val="18"/>
                    </w:rPr>
                    <w:br/>
                    <w:t>± 10.7</w:t>
                  </w:r>
                </w:p>
              </w:tc>
              <w:tc>
                <w:tcPr>
                  <w:tcW w:w="803" w:type="dxa"/>
                  <w:shd w:val="clear" w:color="auto" w:fill="auto"/>
                  <w:vAlign w:val="center"/>
                </w:tcPr>
                <w:p w:rsidR="001D0C58" w:rsidRPr="00795119" w:rsidRDefault="001D0C58" w:rsidP="004A71CC">
                  <w:pPr>
                    <w:pStyle w:val="TableBodyText"/>
                    <w:rPr>
                      <w:b/>
                      <w:szCs w:val="18"/>
                    </w:rPr>
                  </w:pPr>
                  <w:r w:rsidRPr="00795119">
                    <w:rPr>
                      <w:b/>
                      <w:szCs w:val="18"/>
                    </w:rPr>
                    <w:t xml:space="preserve">87.6 </w:t>
                  </w:r>
                  <w:r w:rsidRPr="00795119">
                    <w:rPr>
                      <w:b/>
                      <w:szCs w:val="18"/>
                    </w:rPr>
                    <w:br/>
                    <w:t>± 11.1</w:t>
                  </w:r>
                </w:p>
              </w:tc>
              <w:tc>
                <w:tcPr>
                  <w:tcW w:w="803" w:type="dxa"/>
                  <w:shd w:val="clear" w:color="auto" w:fill="auto"/>
                  <w:vAlign w:val="center"/>
                </w:tcPr>
                <w:p w:rsidR="001D0C58" w:rsidRPr="00795119" w:rsidRDefault="001D0C58" w:rsidP="004A71CC">
                  <w:pPr>
                    <w:pStyle w:val="TableBodyText"/>
                    <w:rPr>
                      <w:b/>
                      <w:szCs w:val="18"/>
                    </w:rPr>
                  </w:pPr>
                  <w:r w:rsidRPr="00795119">
                    <w:rPr>
                      <w:b/>
                      <w:szCs w:val="18"/>
                    </w:rPr>
                    <w:t xml:space="preserve">105.5 </w:t>
                  </w:r>
                  <w:r w:rsidRPr="00795119">
                    <w:rPr>
                      <w:b/>
                      <w:szCs w:val="18"/>
                    </w:rPr>
                    <w:br/>
                    <w:t>± 27.7</w:t>
                  </w:r>
                </w:p>
              </w:tc>
              <w:tc>
                <w:tcPr>
                  <w:tcW w:w="804" w:type="dxa"/>
                  <w:shd w:val="clear" w:color="auto" w:fill="auto"/>
                  <w:vAlign w:val="center"/>
                </w:tcPr>
                <w:p w:rsidR="001D0C58" w:rsidRPr="00795119" w:rsidRDefault="001D0C58" w:rsidP="000E7605">
                  <w:pPr>
                    <w:pStyle w:val="TableBodyText"/>
                    <w:ind w:right="187"/>
                    <w:rPr>
                      <w:b/>
                      <w:szCs w:val="18"/>
                    </w:rPr>
                  </w:pPr>
                  <w:r w:rsidRPr="00795119">
                    <w:rPr>
                      <w:b/>
                      <w:szCs w:val="18"/>
                    </w:rPr>
                    <w:t xml:space="preserve">86.9 </w:t>
                  </w:r>
                  <w:r w:rsidRPr="00795119">
                    <w:rPr>
                      <w:b/>
                      <w:szCs w:val="18"/>
                    </w:rPr>
                    <w:br/>
                    <w:t>± 7.9</w:t>
                  </w:r>
                </w:p>
              </w:tc>
            </w:tr>
            <w:tr w:rsidR="001D0C58" w:rsidRPr="00795119" w:rsidTr="00CE2F8D">
              <w:tc>
                <w:tcPr>
                  <w:tcW w:w="1560" w:type="dxa"/>
                  <w:shd w:val="clear" w:color="auto" w:fill="auto"/>
                </w:tcPr>
                <w:p w:rsidR="001D0C58" w:rsidRPr="00795119" w:rsidRDefault="001D0C58" w:rsidP="004A71CC">
                  <w:pPr>
                    <w:pStyle w:val="TableBodyText"/>
                    <w:jc w:val="left"/>
                    <w:rPr>
                      <w:b/>
                    </w:rPr>
                  </w:pPr>
                  <w:r w:rsidRPr="00795119">
                    <w:rPr>
                      <w:b/>
                    </w:rPr>
                    <w:t>Gain 2010-2012</w:t>
                  </w:r>
                </w:p>
              </w:tc>
              <w:tc>
                <w:tcPr>
                  <w:tcW w:w="803"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49.9 </w:t>
                  </w:r>
                  <w:r w:rsidRPr="00795119">
                    <w:rPr>
                      <w:b/>
                      <w:szCs w:val="18"/>
                    </w:rPr>
                    <w:br/>
                    <w:t>± 7.8</w:t>
                  </w:r>
                </w:p>
              </w:tc>
              <w:tc>
                <w:tcPr>
                  <w:tcW w:w="803"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46.1 </w:t>
                  </w:r>
                  <w:r w:rsidRPr="00795119">
                    <w:rPr>
                      <w:b/>
                      <w:szCs w:val="18"/>
                    </w:rPr>
                    <w:br/>
                    <w:t>± 7.6</w:t>
                  </w:r>
                </w:p>
              </w:tc>
              <w:tc>
                <w:tcPr>
                  <w:tcW w:w="804"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64.0 </w:t>
                  </w:r>
                  <w:r w:rsidRPr="00795119">
                    <w:rPr>
                      <w:b/>
                      <w:szCs w:val="18"/>
                    </w:rPr>
                    <w:br/>
                    <w:t>± 7.5</w:t>
                  </w:r>
                </w:p>
              </w:tc>
              <w:tc>
                <w:tcPr>
                  <w:tcW w:w="803"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60.3 </w:t>
                  </w:r>
                  <w:r w:rsidRPr="00795119">
                    <w:rPr>
                      <w:b/>
                      <w:szCs w:val="18"/>
                    </w:rPr>
                    <w:br/>
                    <w:t>± 8.1</w:t>
                  </w:r>
                </w:p>
              </w:tc>
              <w:tc>
                <w:tcPr>
                  <w:tcW w:w="803"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60.5 </w:t>
                  </w:r>
                  <w:r w:rsidRPr="00795119">
                    <w:rPr>
                      <w:b/>
                      <w:szCs w:val="18"/>
                    </w:rPr>
                    <w:br/>
                    <w:t>± 8.1</w:t>
                  </w:r>
                </w:p>
              </w:tc>
              <w:tc>
                <w:tcPr>
                  <w:tcW w:w="804"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56.0 </w:t>
                  </w:r>
                  <w:r w:rsidRPr="00795119">
                    <w:rPr>
                      <w:b/>
                      <w:szCs w:val="18"/>
                    </w:rPr>
                    <w:br/>
                    <w:t>± 11.6</w:t>
                  </w:r>
                </w:p>
              </w:tc>
              <w:tc>
                <w:tcPr>
                  <w:tcW w:w="803"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50.0 </w:t>
                  </w:r>
                  <w:r w:rsidRPr="00795119">
                    <w:rPr>
                      <w:b/>
                      <w:szCs w:val="18"/>
                    </w:rPr>
                    <w:br/>
                    <w:t>± 12.1</w:t>
                  </w:r>
                </w:p>
              </w:tc>
              <w:tc>
                <w:tcPr>
                  <w:tcW w:w="803" w:type="dxa"/>
                  <w:shd w:val="clear" w:color="auto" w:fill="auto"/>
                  <w:vAlign w:val="center"/>
                </w:tcPr>
                <w:p w:rsidR="001D0C58" w:rsidRPr="00795119" w:rsidRDefault="001D0C58" w:rsidP="004A71CC">
                  <w:pPr>
                    <w:pStyle w:val="TableBodyText"/>
                    <w:spacing w:after="0"/>
                    <w:rPr>
                      <w:b/>
                      <w:szCs w:val="18"/>
                    </w:rPr>
                  </w:pPr>
                  <w:r w:rsidRPr="00795119">
                    <w:rPr>
                      <w:b/>
                      <w:szCs w:val="18"/>
                    </w:rPr>
                    <w:t xml:space="preserve">62.2 </w:t>
                  </w:r>
                  <w:r w:rsidRPr="00795119">
                    <w:rPr>
                      <w:b/>
                      <w:szCs w:val="18"/>
                    </w:rPr>
                    <w:br/>
                    <w:t>± 29.5</w:t>
                  </w:r>
                </w:p>
              </w:tc>
              <w:tc>
                <w:tcPr>
                  <w:tcW w:w="804" w:type="dxa"/>
                  <w:shd w:val="clear" w:color="auto" w:fill="auto"/>
                  <w:vAlign w:val="center"/>
                </w:tcPr>
                <w:p w:rsidR="001D0C58" w:rsidRPr="00795119" w:rsidRDefault="001D0C58" w:rsidP="000E7605">
                  <w:pPr>
                    <w:pStyle w:val="TableBodyText"/>
                    <w:spacing w:after="0"/>
                    <w:ind w:right="187"/>
                    <w:rPr>
                      <w:b/>
                      <w:szCs w:val="18"/>
                    </w:rPr>
                  </w:pPr>
                  <w:r w:rsidRPr="00795119">
                    <w:rPr>
                      <w:b/>
                      <w:szCs w:val="18"/>
                    </w:rPr>
                    <w:t xml:space="preserve">54.1 </w:t>
                  </w:r>
                  <w:r w:rsidRPr="00795119">
                    <w:rPr>
                      <w:b/>
                      <w:szCs w:val="18"/>
                    </w:rPr>
                    <w:br/>
                    <w:t>± 7.1</w:t>
                  </w:r>
                </w:p>
              </w:tc>
            </w:tr>
            <w:tr w:rsidR="001D0C58" w:rsidRPr="00795119" w:rsidTr="00CE2F8D">
              <w:tc>
                <w:tcPr>
                  <w:tcW w:w="1560" w:type="dxa"/>
                  <w:tcBorders>
                    <w:bottom w:val="single" w:sz="4" w:space="0" w:color="BFBFBF" w:themeColor="background2"/>
                  </w:tcBorders>
                  <w:shd w:val="clear" w:color="auto" w:fill="FFFFFF" w:themeFill="background1"/>
                </w:tcPr>
                <w:p w:rsidR="001D0C58" w:rsidRPr="00795119" w:rsidRDefault="001D0C58" w:rsidP="004A71CC">
                  <w:pPr>
                    <w:pStyle w:val="TableBodyText"/>
                    <w:jc w:val="left"/>
                    <w:rPr>
                      <w:b/>
                    </w:rPr>
                  </w:pPr>
                  <w:r w:rsidRPr="00795119">
                    <w:rPr>
                      <w:b/>
                    </w:rPr>
                    <w:t>Gain 2012-2014</w:t>
                  </w:r>
                </w:p>
              </w:tc>
              <w:tc>
                <w:tcPr>
                  <w:tcW w:w="803"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 xml:space="preserve">38.2 </w:t>
                  </w:r>
                  <w:r w:rsidRPr="00795119">
                    <w:rPr>
                      <w:b/>
                    </w:rPr>
                    <w:br/>
                    <w:t>± 6.6</w:t>
                  </w:r>
                </w:p>
              </w:tc>
              <w:tc>
                <w:tcPr>
                  <w:tcW w:w="803"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 xml:space="preserve">37.2 ± </w:t>
                  </w:r>
                  <w:r w:rsidRPr="00795119">
                    <w:rPr>
                      <w:b/>
                    </w:rPr>
                    <w:br/>
                    <w:t>6.4</w:t>
                  </w:r>
                </w:p>
              </w:tc>
              <w:tc>
                <w:tcPr>
                  <w:tcW w:w="804"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38.9</w:t>
                  </w:r>
                  <w:r w:rsidRPr="00795119">
                    <w:rPr>
                      <w:b/>
                    </w:rPr>
                    <w:br/>
                    <w:t xml:space="preserve"> ± 6.3</w:t>
                  </w:r>
                </w:p>
              </w:tc>
              <w:tc>
                <w:tcPr>
                  <w:tcW w:w="803"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46.6</w:t>
                  </w:r>
                  <w:r w:rsidRPr="00795119">
                    <w:rPr>
                      <w:b/>
                    </w:rPr>
                    <w:br/>
                    <w:t xml:space="preserve"> ± 7.6</w:t>
                  </w:r>
                </w:p>
              </w:tc>
              <w:tc>
                <w:tcPr>
                  <w:tcW w:w="803"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36.0</w:t>
                  </w:r>
                  <w:r w:rsidRPr="00795119">
                    <w:rPr>
                      <w:b/>
                    </w:rPr>
                    <w:br/>
                    <w:t xml:space="preserve"> ± 7.7</w:t>
                  </w:r>
                </w:p>
              </w:tc>
              <w:tc>
                <w:tcPr>
                  <w:tcW w:w="804"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32.8</w:t>
                  </w:r>
                  <w:r w:rsidRPr="00795119">
                    <w:rPr>
                      <w:b/>
                    </w:rPr>
                    <w:br/>
                    <w:t xml:space="preserve"> ± 11.7</w:t>
                  </w:r>
                </w:p>
              </w:tc>
              <w:tc>
                <w:tcPr>
                  <w:tcW w:w="803"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38.7</w:t>
                  </w:r>
                  <w:r w:rsidRPr="00795119">
                    <w:rPr>
                      <w:b/>
                    </w:rPr>
                    <w:br/>
                    <w:t xml:space="preserve"> ± 13.0</w:t>
                  </w:r>
                </w:p>
              </w:tc>
              <w:tc>
                <w:tcPr>
                  <w:tcW w:w="803" w:type="dxa"/>
                  <w:tcBorders>
                    <w:bottom w:val="single" w:sz="4" w:space="0" w:color="BFBFBF" w:themeColor="background2"/>
                  </w:tcBorders>
                  <w:shd w:val="clear" w:color="auto" w:fill="FFFFFF" w:themeFill="background1"/>
                  <w:vAlign w:val="center"/>
                </w:tcPr>
                <w:p w:rsidR="001D0C58" w:rsidRPr="00795119" w:rsidRDefault="001D0C58" w:rsidP="004A71CC">
                  <w:pPr>
                    <w:pStyle w:val="TableBodyText"/>
                    <w:rPr>
                      <w:b/>
                    </w:rPr>
                  </w:pPr>
                  <w:r w:rsidRPr="00795119">
                    <w:rPr>
                      <w:b/>
                    </w:rPr>
                    <w:t>47.4</w:t>
                  </w:r>
                  <w:r w:rsidRPr="00795119">
                    <w:rPr>
                      <w:b/>
                    </w:rPr>
                    <w:br/>
                    <w:t xml:space="preserve"> ± 31.8</w:t>
                  </w:r>
                </w:p>
              </w:tc>
              <w:tc>
                <w:tcPr>
                  <w:tcW w:w="804" w:type="dxa"/>
                  <w:tcBorders>
                    <w:bottom w:val="single" w:sz="4" w:space="0" w:color="BFBFBF" w:themeColor="background2"/>
                  </w:tcBorders>
                  <w:shd w:val="clear" w:color="auto" w:fill="FFFFFF" w:themeFill="background1"/>
                  <w:vAlign w:val="center"/>
                </w:tcPr>
                <w:p w:rsidR="001D0C58" w:rsidRPr="00795119" w:rsidRDefault="001D0C58" w:rsidP="000E7605">
                  <w:pPr>
                    <w:pStyle w:val="TableBodyText"/>
                    <w:ind w:right="187"/>
                    <w:rPr>
                      <w:b/>
                    </w:rPr>
                  </w:pPr>
                  <w:r w:rsidRPr="00795119">
                    <w:rPr>
                      <w:b/>
                    </w:rPr>
                    <w:t>38.9</w:t>
                  </w:r>
                  <w:r w:rsidRPr="00795119">
                    <w:rPr>
                      <w:b/>
                    </w:rPr>
                    <w:br/>
                    <w:t xml:space="preserve"> ± 5.5</w:t>
                  </w:r>
                </w:p>
              </w:tc>
            </w:tr>
          </w:tbl>
          <w:p w:rsidR="001D0C58" w:rsidRPr="00795119" w:rsidRDefault="001D0C58" w:rsidP="004A71CC">
            <w:pPr>
              <w:pStyle w:val="Box"/>
            </w:pPr>
          </w:p>
        </w:tc>
      </w:tr>
      <w:tr w:rsidR="001D0C58" w:rsidRPr="00795119" w:rsidTr="00CE2F8D">
        <w:trPr>
          <w:cantSplit/>
        </w:trPr>
        <w:tc>
          <w:tcPr>
            <w:tcW w:w="8767"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The mean scale scores for 2008, 2010, 2012 and 2014 reported in this table include 95 per cent confidence intervals (for example, a mean scale score of 400.0 ± 2.7, or a gain from 2010 to 2012 of </w:t>
            </w:r>
            <w:r w:rsidRPr="00795119">
              <w:br/>
              <w:t xml:space="preserve">80.1 ± 2.7). Confidence intervals for the gain provide an indication of the level of uncertainty of the gain over the two year period. </w:t>
            </w:r>
            <w:r w:rsidRPr="00795119">
              <w:rPr>
                <w:rStyle w:val="NoteLabel"/>
              </w:rPr>
              <w:t>b</w:t>
            </w:r>
            <w:r w:rsidRPr="00795119">
              <w:t xml:space="preserve"> The confidence interval provided is for the specific jurisdictional gain and should not be used for comparisons between jurisdictions or between subgroups.</w:t>
            </w:r>
          </w:p>
        </w:tc>
      </w:tr>
      <w:tr w:rsidR="00067797" w:rsidRPr="00795119" w:rsidTr="00067797">
        <w:trPr>
          <w:cantSplit/>
        </w:trPr>
        <w:tc>
          <w:tcPr>
            <w:tcW w:w="8767" w:type="dxa"/>
            <w:tcBorders>
              <w:top w:val="nil"/>
              <w:left w:val="nil"/>
              <w:bottom w:val="single" w:sz="6" w:space="0" w:color="78A22F"/>
              <w:right w:val="nil"/>
            </w:tcBorders>
            <w:shd w:val="clear" w:color="auto" w:fill="auto"/>
          </w:tcPr>
          <w:p w:rsidR="00067797" w:rsidRPr="00795119" w:rsidRDefault="00067797" w:rsidP="00067797">
            <w:pPr>
              <w:pStyle w:val="Source"/>
            </w:pPr>
            <w:r w:rsidRPr="00795119">
              <w:rPr>
                <w:i/>
              </w:rPr>
              <w:t>Source</w:t>
            </w:r>
            <w:r w:rsidRPr="00795119">
              <w:t xml:space="preserve">: </w:t>
            </w:r>
            <w:proofErr w:type="spellStart"/>
            <w:r w:rsidRPr="00795119">
              <w:t>ACARA</w:t>
            </w:r>
            <w:proofErr w:type="spellEnd"/>
            <w:r w:rsidRPr="00795119">
              <w:t xml:space="preserve"> (2014 and unpublished) </w:t>
            </w:r>
            <w:r w:rsidRPr="00795119">
              <w:rPr>
                <w:i/>
              </w:rPr>
              <w:t>2014 National Assessment Program — Literacy and Numeracy: Achievement in Numeracy, Writing, Language Conventions and Numeracy</w:t>
            </w:r>
            <w:r w:rsidRPr="00795119">
              <w:t xml:space="preserve">; table </w:t>
            </w:r>
            <w:proofErr w:type="spellStart"/>
            <w:r w:rsidRPr="00795119">
              <w:t>4A.53</w:t>
            </w:r>
            <w:proofErr w:type="spellEnd"/>
            <w:r w:rsidRPr="00795119">
              <w:t xml:space="preserve">; 2015 Report, </w:t>
            </w:r>
            <w:r w:rsidRPr="00795119">
              <w:br/>
              <w:t>table 4.12, p. 4.62.</w:t>
            </w:r>
          </w:p>
        </w:tc>
      </w:tr>
    </w:tbl>
    <w:p w:rsidR="001D0C58" w:rsidRPr="00795119" w:rsidRDefault="001D0C58" w:rsidP="001D0C58">
      <w:pPr>
        <w:pStyle w:val="Heading5"/>
      </w:pPr>
      <w:proofErr w:type="spellStart"/>
      <w:r w:rsidRPr="00795119">
        <w:lastRenderedPageBreak/>
        <w:t>NAPLAN</w:t>
      </w:r>
      <w:proofErr w:type="spellEnd"/>
      <w:r w:rsidRPr="00795119">
        <w:t xml:space="preserve"> Numeracy</w:t>
      </w:r>
    </w:p>
    <w:p w:rsidR="001D0C58" w:rsidRPr="00795119" w:rsidRDefault="001D0C58" w:rsidP="001D0C58">
      <w:pPr>
        <w:pStyle w:val="BodyText"/>
      </w:pPr>
      <w:r w:rsidRPr="00795119">
        <w:t xml:space="preserve">This section of the learning outcomes indicator provides key outcomes for </w:t>
      </w:r>
      <w:proofErr w:type="spellStart"/>
      <w:r w:rsidRPr="00795119">
        <w:t>NAPLAN</w:t>
      </w:r>
      <w:proofErr w:type="spellEnd"/>
      <w:r w:rsidRPr="00795119">
        <w:t xml:space="preserve"> testing (years 3, 5, 7 and 9) in the numeracy domain. Outcomes by Indigenous status are highlighted, but outcomes for a range of other equity groups, including male, female, </w:t>
      </w:r>
      <w:proofErr w:type="spellStart"/>
      <w:r w:rsidRPr="00795119">
        <w:t>LBOTE</w:t>
      </w:r>
      <w:proofErr w:type="spellEnd"/>
      <w:r w:rsidRPr="00795119">
        <w:t xml:space="preserve">, </w:t>
      </w:r>
      <w:proofErr w:type="spellStart"/>
      <w:r w:rsidRPr="00795119">
        <w:t>geolocation</w:t>
      </w:r>
      <w:proofErr w:type="spellEnd"/>
      <w:r w:rsidRPr="00795119">
        <w:t xml:space="preserve"> and </w:t>
      </w:r>
      <w:proofErr w:type="spellStart"/>
      <w:r w:rsidRPr="00795119">
        <w:t>socio-economic</w:t>
      </w:r>
      <w:proofErr w:type="spellEnd"/>
      <w:r w:rsidRPr="00795119">
        <w:t xml:space="preserve"> status (parental education and parental occupation) are included in </w:t>
      </w:r>
      <w:r w:rsidR="004C3EBA" w:rsidRPr="00795119">
        <w:t xml:space="preserve">tables </w:t>
      </w:r>
      <w:proofErr w:type="spellStart"/>
      <w:r w:rsidR="004C3EBA" w:rsidRPr="00795119">
        <w:t>4A.108</w:t>
      </w:r>
      <w:proofErr w:type="spellEnd"/>
      <w:r w:rsidR="004C3EBA" w:rsidRPr="00795119">
        <w:t xml:space="preserve">–109, </w:t>
      </w:r>
      <w:proofErr w:type="spellStart"/>
      <w:r w:rsidR="004C3EBA" w:rsidRPr="00795119">
        <w:t>4A.111</w:t>
      </w:r>
      <w:proofErr w:type="spellEnd"/>
      <w:r w:rsidR="004C3EBA" w:rsidRPr="00795119">
        <w:t xml:space="preserve">–112, </w:t>
      </w:r>
      <w:proofErr w:type="spellStart"/>
      <w:r w:rsidR="004C3EBA" w:rsidRPr="00795119">
        <w:t>4A.114</w:t>
      </w:r>
      <w:proofErr w:type="spellEnd"/>
      <w:r w:rsidR="004C3EBA" w:rsidRPr="00795119">
        <w:t xml:space="preserve">–125, </w:t>
      </w:r>
      <w:r w:rsidR="00E24484">
        <w:t>and 2015</w:t>
      </w:r>
      <w:r w:rsidR="00A60DF8">
        <w:t> </w:t>
      </w:r>
      <w:r w:rsidR="00E24484">
        <w:t>Report</w:t>
      </w:r>
      <w:r w:rsidR="004C3EBA" w:rsidRPr="00795119">
        <w:t xml:space="preserve"> tables </w:t>
      </w:r>
      <w:proofErr w:type="spellStart"/>
      <w:r w:rsidR="004C3EBA" w:rsidRPr="00795119">
        <w:t>4A.110</w:t>
      </w:r>
      <w:proofErr w:type="spellEnd"/>
      <w:r w:rsidR="004C3EBA" w:rsidRPr="00795119">
        <w:t xml:space="preserve"> and </w:t>
      </w:r>
      <w:proofErr w:type="spellStart"/>
      <w:r w:rsidR="004C3EBA" w:rsidRPr="00795119">
        <w:t>4A.113</w:t>
      </w:r>
      <w:proofErr w:type="spellEnd"/>
      <w:r w:rsidR="004C3EBA" w:rsidRPr="00795119">
        <w:t>.</w:t>
      </w:r>
    </w:p>
    <w:p w:rsidR="001D0C58" w:rsidRPr="00795119" w:rsidRDefault="001D0C58" w:rsidP="001D0C58">
      <w:pPr>
        <w:pStyle w:val="Heading6"/>
      </w:pPr>
      <w:r w:rsidRPr="00795119">
        <w:t>All students and Aboriginal and Torres Strait islander students</w:t>
      </w:r>
    </w:p>
    <w:p w:rsidR="001D0C58" w:rsidRPr="00795119" w:rsidRDefault="001D0C58" w:rsidP="00134A27">
      <w:pPr>
        <w:pStyle w:val="BodyText"/>
      </w:pPr>
      <w:r w:rsidRPr="00795119">
        <w:t xml:space="preserve">The proportion of year 3 students who achieved at or above the numeracy national minimum standard in 2014 was </w:t>
      </w:r>
      <w:r w:rsidRPr="00795119">
        <w:rPr>
          <w:shd w:val="clear" w:color="auto" w:fill="FFFFFF" w:themeFill="background1"/>
        </w:rPr>
        <w:t>94.4–94.8</w:t>
      </w:r>
      <w:r w:rsidRPr="00795119">
        <w:t xml:space="preserve"> per cent nationally. The proportion for Aboriginal and Torres strait Islander students (</w:t>
      </w:r>
      <w:r w:rsidRPr="00795119">
        <w:rPr>
          <w:shd w:val="clear" w:color="auto" w:fill="FFFFFF" w:themeFill="background1"/>
        </w:rPr>
        <w:t>76.8–79.6 per</w:t>
      </w:r>
      <w:r w:rsidRPr="00795119">
        <w:t xml:space="preserve"> cent) was significantly lower than for non</w:t>
      </w:r>
      <w:r w:rsidRPr="00795119">
        <w:noBreakHyphen/>
        <w:t xml:space="preserve">Indigenous students </w:t>
      </w:r>
      <w:r w:rsidRPr="00795119">
        <w:rPr>
          <w:shd w:val="clear" w:color="auto" w:fill="FFFFFF" w:themeFill="background1"/>
        </w:rPr>
        <w:t>(95.5–95.9</w:t>
      </w:r>
      <w:r w:rsidRPr="00795119">
        <w:t xml:space="preserve"> per cent) (figure 4.</w:t>
      </w:r>
      <w:r w:rsidR="001871D0" w:rsidRPr="00795119">
        <w:t>11</w:t>
      </w:r>
      <w:r w:rsidRPr="00795119">
        <w:t>). These proportions varied across jurisdictions.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1871D0">
            <w:pPr>
              <w:pStyle w:val="FigureTitle"/>
            </w:pPr>
            <w:r w:rsidRPr="00795119">
              <w:rPr>
                <w:b w:val="0"/>
              </w:rPr>
              <w:t>Figure 4.</w:t>
            </w:r>
            <w:r w:rsidR="001871D0" w:rsidRPr="00795119">
              <w:rPr>
                <w:b w:val="0"/>
              </w:rPr>
              <w:t>11</w:t>
            </w:r>
            <w:r w:rsidRPr="00795119">
              <w:tab/>
              <w:t>Proportion of year 3 students achieving at or above the numeracy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75DA811D" wp14:editId="5A982913">
                        <wp:extent cx="5391150" cy="2695575"/>
                        <wp:effectExtent l="0" t="0" r="0" b="9525"/>
                        <wp:docPr id="29" name="Picture 29" descr="Figure 4.29 Proportion of year 3 students achieving at or above the numeracy national minimum standard, 2014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rStyle w:val="NoteLabel"/>
              </w:rPr>
              <w:t>b</w:t>
            </w:r>
            <w:r w:rsidRPr="00795119">
              <w:t xml:space="preserve"> For further information and caveats see table </w:t>
            </w:r>
            <w:proofErr w:type="spellStart"/>
            <w:r w:rsidRPr="00795119">
              <w:t>4A.108</w:t>
            </w:r>
            <w:proofErr w:type="spellEnd"/>
            <w:r w:rsidRPr="00795119">
              <w:t>.</w:t>
            </w:r>
          </w:p>
        </w:tc>
      </w:tr>
      <w:tr w:rsidR="001D0C58" w:rsidRPr="00795119" w:rsidTr="00CE2F8D">
        <w:tc>
          <w:tcPr>
            <w:tcW w:w="8771" w:type="dxa"/>
            <w:tcBorders>
              <w:top w:val="nil"/>
              <w:left w:val="nil"/>
              <w:bottom w:val="nil"/>
              <w:right w:val="nil"/>
            </w:tcBorders>
            <w:shd w:val="clear" w:color="auto" w:fill="auto"/>
          </w:tcPr>
          <w:p w:rsidR="001D0C58" w:rsidRPr="00795119" w:rsidRDefault="001D0C58" w:rsidP="004C3EBA">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4C3EBA" w:rsidRPr="00795119">
              <w:t xml:space="preserve">; table </w:t>
            </w:r>
            <w:proofErr w:type="spellStart"/>
            <w:r w:rsidR="004C3EBA" w:rsidRPr="00795119">
              <w:t>4A.108</w:t>
            </w:r>
            <w:proofErr w:type="spellEnd"/>
            <w:r w:rsidR="004C3EBA" w:rsidRPr="00795119">
              <w:t>; 2015 Report, figure 4.29, p. 4.63.</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9A08C6" w:rsidRPr="00795119" w:rsidRDefault="009A08C6" w:rsidP="009A08C6">
      <w:pPr>
        <w:pStyle w:val="BodyText"/>
      </w:pPr>
      <w:r w:rsidRPr="00795119">
        <w:t xml:space="preserve">Statistical significance of differences across states and territories between proportions of year 3 students who achieved at or above the national minimum standard for numeracy in 2014 are provided in table </w:t>
      </w:r>
      <w:proofErr w:type="spellStart"/>
      <w:r w:rsidRPr="00795119">
        <w:t>4A.108</w:t>
      </w:r>
      <w:proofErr w:type="spellEnd"/>
      <w:r w:rsidRPr="00795119">
        <w:t>.</w:t>
      </w:r>
    </w:p>
    <w:p w:rsidR="009A08C6" w:rsidRPr="00795119" w:rsidRDefault="009A08C6" w:rsidP="00134A27">
      <w:pPr>
        <w:pStyle w:val="BodyText"/>
      </w:pPr>
      <w:r w:rsidRPr="00795119">
        <w:lastRenderedPageBreak/>
        <w:t xml:space="preserve">The mean scale score for year 3 numeracy in 2014 for all students was </w:t>
      </w:r>
      <w:r w:rsidRPr="00795119">
        <w:rPr>
          <w:shd w:val="clear" w:color="auto" w:fill="FFFFFF" w:themeFill="background1"/>
        </w:rPr>
        <w:t>400.8–402.8</w:t>
      </w:r>
      <w:r w:rsidRPr="00795119">
        <w:t xml:space="preserve"> nationally. The mean scale score for Aboriginal and Torres S</w:t>
      </w:r>
      <w:r w:rsidRPr="00795119">
        <w:rPr>
          <w:shd w:val="clear" w:color="auto" w:fill="FFFFFF" w:themeFill="background1"/>
        </w:rPr>
        <w:t>t</w:t>
      </w:r>
      <w:r w:rsidRPr="00795119">
        <w:t xml:space="preserve">rait Islander students </w:t>
      </w:r>
      <w:r w:rsidRPr="00795119">
        <w:br/>
        <w:t>(</w:t>
      </w:r>
      <w:r w:rsidRPr="00795119">
        <w:rPr>
          <w:shd w:val="clear" w:color="auto" w:fill="FFFFFF" w:themeFill="background1"/>
        </w:rPr>
        <w:t>328.6–334.4)</w:t>
      </w:r>
      <w:r w:rsidRPr="00795119">
        <w:t xml:space="preserve"> was significantly lower than for non-Indigenous students (</w:t>
      </w:r>
      <w:r w:rsidRPr="00795119">
        <w:rPr>
          <w:shd w:val="clear" w:color="auto" w:fill="FFFFFF" w:themeFill="background1"/>
        </w:rPr>
        <w:t>405.0–406.8).</w:t>
      </w:r>
      <w:r w:rsidRPr="00795119">
        <w:t xml:space="preserve"> Mean scale scores varied across jurisdictions (table </w:t>
      </w:r>
      <w:proofErr w:type="spellStart"/>
      <w:r w:rsidRPr="00795119">
        <w:t>4A.111</w:t>
      </w:r>
      <w:proofErr w:type="spellEnd"/>
      <w:r w:rsidRPr="00795119">
        <w:t>).</w:t>
      </w:r>
    </w:p>
    <w:p w:rsidR="001D0C58" w:rsidRPr="00795119" w:rsidRDefault="001D0C58" w:rsidP="00134A27">
      <w:pPr>
        <w:pStyle w:val="BodyText"/>
      </w:pPr>
      <w:r w:rsidRPr="00795119">
        <w:t xml:space="preserve">The proportion of year 5 students who achieved at or above the numeracy national minimum standard in 2014 was </w:t>
      </w:r>
      <w:r w:rsidRPr="00795119">
        <w:rPr>
          <w:shd w:val="clear" w:color="auto" w:fill="FFFFFF" w:themeFill="background1"/>
        </w:rPr>
        <w:t>93.3–93.7</w:t>
      </w:r>
      <w:r w:rsidRPr="00795119">
        <w:t xml:space="preserve"> per cent nationally. The proportion of Aboriginal and Torres Strait Islander students (</w:t>
      </w:r>
      <w:r w:rsidRPr="00795119">
        <w:rPr>
          <w:shd w:val="clear" w:color="auto" w:fill="FFFFFF" w:themeFill="background1"/>
        </w:rPr>
        <w:t>69.5–72.7</w:t>
      </w:r>
      <w:r w:rsidRPr="00795119">
        <w:t xml:space="preserve"> per cent) was significantly lower than for non</w:t>
      </w:r>
      <w:r w:rsidRPr="00795119">
        <w:noBreakHyphen/>
        <w:t>Indigenous students (</w:t>
      </w:r>
      <w:r w:rsidRPr="00795119">
        <w:rPr>
          <w:shd w:val="clear" w:color="auto" w:fill="FFFFFF" w:themeFill="background1"/>
        </w:rPr>
        <w:t>94.6–95.0</w:t>
      </w:r>
      <w:r w:rsidRPr="00795119">
        <w:t xml:space="preserve"> per cent) (figure 4.</w:t>
      </w:r>
      <w:r w:rsidR="001871D0" w:rsidRPr="00795119">
        <w:t>12</w:t>
      </w:r>
      <w:r w:rsidRPr="00795119">
        <w:t>). These proportions varied across jurisdictions.</w:t>
      </w:r>
    </w:p>
    <w:p w:rsidR="001D0C58" w:rsidRPr="00795119" w:rsidRDefault="001D0C58" w:rsidP="001D0C58">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1871D0">
            <w:pPr>
              <w:pStyle w:val="FigureTitle"/>
            </w:pPr>
            <w:r w:rsidRPr="00795119">
              <w:rPr>
                <w:b w:val="0"/>
              </w:rPr>
              <w:t>Figure 4.</w:t>
            </w:r>
            <w:r w:rsidR="001871D0" w:rsidRPr="00795119">
              <w:rPr>
                <w:b w:val="0"/>
              </w:rPr>
              <w:t>12</w:t>
            </w:r>
            <w:r w:rsidRPr="00795119">
              <w:tab/>
              <w:t>Proportion of year 5 students achieving at or above the numeracy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1A6C9B31" wp14:editId="538A5FBF">
                        <wp:extent cx="5391150" cy="2695575"/>
                        <wp:effectExtent l="0" t="0" r="0" b="9525"/>
                        <wp:docPr id="30" name="Picture 30" descr="Figure 4.30 Proportion of year 5 students achieving at or above the numeracy national minimum standard,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A05E78" w:rsidP="004A71CC">
            <w:pPr>
              <w:pStyle w:val="Note"/>
            </w:pPr>
            <w:proofErr w:type="spellStart"/>
            <w:r w:rsidRPr="00795119">
              <w:rPr>
                <w:rStyle w:val="NoteLabel"/>
              </w:rPr>
              <w:t>a</w:t>
            </w:r>
            <w:proofErr w:type="spellEnd"/>
            <w:r w:rsidRPr="00795119">
              <w:t xml:space="preserve"> </w:t>
            </w:r>
            <w:r w:rsidR="001D0C58" w:rsidRPr="00795119">
              <w:t xml:space="preserve">Error bars represent the 95 per cent confidence interval associated with each point estimate. </w:t>
            </w:r>
            <w:r w:rsidRPr="00795119">
              <w:rPr>
                <w:rStyle w:val="NoteLabel"/>
              </w:rPr>
              <w:t>b</w:t>
            </w:r>
            <w:r w:rsidRPr="00795119">
              <w:t xml:space="preserve"> </w:t>
            </w:r>
            <w:r w:rsidR="001D0C58" w:rsidRPr="00795119">
              <w:t xml:space="preserve">For further information and caveats see table </w:t>
            </w:r>
            <w:proofErr w:type="spellStart"/>
            <w:r w:rsidR="001D0C58" w:rsidRPr="00795119">
              <w:t>4A.108</w:t>
            </w:r>
            <w:proofErr w:type="spellEnd"/>
            <w:r w:rsidR="001D0C58"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0801A4">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0801A4" w:rsidRPr="00795119">
              <w:t xml:space="preserve">; table </w:t>
            </w:r>
            <w:proofErr w:type="spellStart"/>
            <w:r w:rsidR="000801A4" w:rsidRPr="00795119">
              <w:t>4A.108</w:t>
            </w:r>
            <w:proofErr w:type="spellEnd"/>
            <w:r w:rsidR="000801A4" w:rsidRPr="00795119">
              <w:t>; 2015 Report, figure 4.30, p. 4.65.</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0801A4" w:rsidP="001D0C58">
      <w:pPr>
        <w:pStyle w:val="BodyText"/>
      </w:pPr>
      <w:r w:rsidRPr="00795119">
        <w:t>Nationally, the</w:t>
      </w:r>
      <w:r w:rsidR="001D0C58" w:rsidRPr="00795119">
        <w:t xml:space="preserve"> mean scale score for year 5 numeracy in 2014 for all students was </w:t>
      </w:r>
      <w:r w:rsidR="00795119" w:rsidRPr="00795119">
        <w:br/>
      </w:r>
      <w:r w:rsidR="001D0C58" w:rsidRPr="00795119">
        <w:rPr>
          <w:shd w:val="clear" w:color="auto" w:fill="FFFFFF" w:themeFill="background1"/>
        </w:rPr>
        <w:t>486.6–488.6</w:t>
      </w:r>
      <w:r w:rsidR="001D0C58" w:rsidRPr="00795119">
        <w:t xml:space="preserve"> nationally. The mean scale score for Aboriginal and T</w:t>
      </w:r>
      <w:r w:rsidR="00795119" w:rsidRPr="00795119">
        <w:t xml:space="preserve">orres Strait Islander students </w:t>
      </w:r>
      <w:r w:rsidR="001D0C58" w:rsidRPr="00795119">
        <w:t>(</w:t>
      </w:r>
      <w:r w:rsidR="001D0C58" w:rsidRPr="00795119">
        <w:rPr>
          <w:shd w:val="clear" w:color="auto" w:fill="FFFFFF" w:themeFill="background1"/>
        </w:rPr>
        <w:t>415.3–420.5)</w:t>
      </w:r>
      <w:r w:rsidR="001D0C58" w:rsidRPr="00795119">
        <w:t xml:space="preserve"> was significantly lower than for non-Indigenous students (</w:t>
      </w:r>
      <w:r w:rsidR="00734E80">
        <w:rPr>
          <w:shd w:val="clear" w:color="auto" w:fill="FFFFFF" w:themeFill="background1"/>
        </w:rPr>
        <w:t>490.6</w:t>
      </w:r>
      <w:r w:rsidR="00734E80">
        <w:rPr>
          <w:shd w:val="clear" w:color="auto" w:fill="FFFFFF" w:themeFill="background1"/>
        </w:rPr>
        <w:noBreakHyphen/>
      </w:r>
      <w:r w:rsidR="001D0C58" w:rsidRPr="00795119">
        <w:rPr>
          <w:shd w:val="clear" w:color="auto" w:fill="FFFFFF" w:themeFill="background1"/>
        </w:rPr>
        <w:t>492.4</w:t>
      </w:r>
      <w:r w:rsidR="001D0C58" w:rsidRPr="00795119">
        <w:t xml:space="preserve">). Mean scale scores varied across jurisdictions (table </w:t>
      </w:r>
      <w:proofErr w:type="spellStart"/>
      <w:r w:rsidR="001D0C58" w:rsidRPr="00795119">
        <w:t>4A.111</w:t>
      </w:r>
      <w:proofErr w:type="spellEnd"/>
      <w:r w:rsidR="001D0C58" w:rsidRPr="00795119">
        <w:t>).</w:t>
      </w:r>
    </w:p>
    <w:p w:rsidR="001D0C58" w:rsidRPr="00795119" w:rsidRDefault="001D0C58" w:rsidP="00134A27">
      <w:pPr>
        <w:pStyle w:val="BodyText"/>
      </w:pPr>
      <w:r w:rsidRPr="00795119">
        <w:t xml:space="preserve">The proportion of year 7 students who achieved at or above the numeracy national minimum standard in 2014 was </w:t>
      </w:r>
      <w:r w:rsidRPr="00795119">
        <w:rPr>
          <w:shd w:val="clear" w:color="auto" w:fill="FFFFFF" w:themeFill="background1"/>
        </w:rPr>
        <w:t>94.9–95.3</w:t>
      </w:r>
      <w:r w:rsidRPr="00795119">
        <w:t xml:space="preserve"> per cent nationally. The proportion of Aboriginal and Torres Strait Islander students (</w:t>
      </w:r>
      <w:r w:rsidRPr="00795119">
        <w:rPr>
          <w:shd w:val="clear" w:color="auto" w:fill="FFFFFF" w:themeFill="background1"/>
        </w:rPr>
        <w:t>77.9–81.1</w:t>
      </w:r>
      <w:r w:rsidRPr="00795119">
        <w:t xml:space="preserve"> per cent) was significantly lower than for non</w:t>
      </w:r>
      <w:r w:rsidRPr="00795119">
        <w:noBreakHyphen/>
        <w:t>Indigenous students (</w:t>
      </w:r>
      <w:r w:rsidRPr="00795119">
        <w:rPr>
          <w:shd w:val="clear" w:color="auto" w:fill="FFFFFF" w:themeFill="background1"/>
        </w:rPr>
        <w:t>95.9–96.3</w:t>
      </w:r>
      <w:r w:rsidRPr="00795119">
        <w:t xml:space="preserve"> per cent) (figure 4.</w:t>
      </w:r>
      <w:r w:rsidR="001871D0" w:rsidRPr="00795119">
        <w:t>13</w:t>
      </w:r>
      <w:r w:rsidRPr="00795119">
        <w:t>). These proportions varied across jurisdictions.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1871D0">
            <w:pPr>
              <w:pStyle w:val="FigureTitle"/>
            </w:pPr>
            <w:r w:rsidRPr="00795119">
              <w:rPr>
                <w:b w:val="0"/>
              </w:rPr>
              <w:t>Figure 4.</w:t>
            </w:r>
            <w:r w:rsidR="001871D0" w:rsidRPr="00795119">
              <w:rPr>
                <w:b w:val="0"/>
              </w:rPr>
              <w:t>13</w:t>
            </w:r>
            <w:r w:rsidRPr="00795119">
              <w:tab/>
              <w:t>Proportion of year 7 students achieving at or above the numeracy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7E87FE05" wp14:editId="42290BA3">
                        <wp:extent cx="5391150" cy="2695575"/>
                        <wp:effectExtent l="0" t="0" r="0" b="9525"/>
                        <wp:docPr id="31" name="Picture 31" descr="Figure 4.31 Proportion of year 7 students achieving at or above the numeracy national minimum standard,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A05E78" w:rsidP="004A71CC">
            <w:pPr>
              <w:pStyle w:val="Note"/>
            </w:pPr>
            <w:proofErr w:type="spellStart"/>
            <w:r w:rsidRPr="00795119">
              <w:rPr>
                <w:rStyle w:val="NoteLabel"/>
              </w:rPr>
              <w:t>a</w:t>
            </w:r>
            <w:proofErr w:type="spellEnd"/>
            <w:r w:rsidRPr="00795119">
              <w:t xml:space="preserve"> </w:t>
            </w:r>
            <w:r w:rsidR="001D0C58" w:rsidRPr="00795119">
              <w:t xml:space="preserve">Error bars represent the 95 per cent confidence interval associated with each point estimate. </w:t>
            </w:r>
            <w:r w:rsidRPr="00795119">
              <w:rPr>
                <w:rStyle w:val="NoteLabel"/>
              </w:rPr>
              <w:t>b</w:t>
            </w:r>
            <w:r w:rsidRPr="00795119">
              <w:t xml:space="preserve"> </w:t>
            </w:r>
            <w:r w:rsidR="001D0C58" w:rsidRPr="00795119">
              <w:t xml:space="preserve">For further information and caveats see table </w:t>
            </w:r>
            <w:proofErr w:type="spellStart"/>
            <w:r w:rsidR="001D0C58" w:rsidRPr="00795119">
              <w:t>4A.108</w:t>
            </w:r>
            <w:proofErr w:type="spellEnd"/>
            <w:r w:rsidR="001D0C58"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0801A4">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0801A4" w:rsidRPr="00795119">
              <w:t xml:space="preserve">; table </w:t>
            </w:r>
            <w:proofErr w:type="spellStart"/>
            <w:r w:rsidR="000801A4" w:rsidRPr="00795119">
              <w:t>4A.108</w:t>
            </w:r>
            <w:proofErr w:type="spellEnd"/>
            <w:r w:rsidR="000801A4" w:rsidRPr="00795119">
              <w:t>; 2015 Report, figure 4.31, p. 4.67.</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04AE5" w:rsidP="00134A27">
      <w:pPr>
        <w:pStyle w:val="BodyText"/>
      </w:pPr>
      <w:r w:rsidRPr="00795119">
        <w:t>Nationally, the</w:t>
      </w:r>
      <w:r w:rsidR="001D0C58" w:rsidRPr="00795119">
        <w:t xml:space="preserve"> mean scale score for year 7 numeracy in 2014 for all students was </w:t>
      </w:r>
      <w:r w:rsidR="00734E80">
        <w:rPr>
          <w:shd w:val="clear" w:color="auto" w:fill="FFFFFF" w:themeFill="background1"/>
        </w:rPr>
        <w:t>544.2</w:t>
      </w:r>
      <w:r w:rsidR="00734E80">
        <w:rPr>
          <w:shd w:val="clear" w:color="auto" w:fill="FFFFFF" w:themeFill="background1"/>
        </w:rPr>
        <w:noBreakHyphen/>
      </w:r>
      <w:r w:rsidR="001D0C58" w:rsidRPr="00795119">
        <w:rPr>
          <w:shd w:val="clear" w:color="auto" w:fill="FFFFFF" w:themeFill="background1"/>
        </w:rPr>
        <w:t>547.6</w:t>
      </w:r>
      <w:r w:rsidR="001D0C58" w:rsidRPr="00795119">
        <w:t xml:space="preserve"> nationally. The mean scale score for Aboriginal and Torres Strait Islander students </w:t>
      </w:r>
      <w:r w:rsidR="001D0C58" w:rsidRPr="00795119">
        <w:br/>
        <w:t>(</w:t>
      </w:r>
      <w:r w:rsidR="001D0C58" w:rsidRPr="00795119">
        <w:rPr>
          <w:shd w:val="clear" w:color="auto" w:fill="FFFFFF" w:themeFill="background1"/>
        </w:rPr>
        <w:t>475.7–481.3)</w:t>
      </w:r>
      <w:r w:rsidR="001D0C58" w:rsidRPr="00795119">
        <w:t xml:space="preserve"> was significantly lower than for non-Indigenous students (</w:t>
      </w:r>
      <w:r w:rsidR="001D0C58" w:rsidRPr="00795119">
        <w:rPr>
          <w:shd w:val="clear" w:color="auto" w:fill="FFFFFF" w:themeFill="background1"/>
        </w:rPr>
        <w:t>548.0–551.4</w:t>
      </w:r>
      <w:r w:rsidR="001D0C58" w:rsidRPr="00795119">
        <w:t xml:space="preserve">). Mean scale scores varied across jurisdictions (table </w:t>
      </w:r>
      <w:proofErr w:type="spellStart"/>
      <w:r w:rsidR="001D0C58" w:rsidRPr="00795119">
        <w:t>4A.111</w:t>
      </w:r>
      <w:proofErr w:type="spellEnd"/>
      <w:r w:rsidR="001D0C58" w:rsidRPr="00795119">
        <w:t>).</w:t>
      </w:r>
    </w:p>
    <w:p w:rsidR="001D0C58" w:rsidRPr="00795119" w:rsidRDefault="001D0C58" w:rsidP="00134A27">
      <w:pPr>
        <w:pStyle w:val="BodyText"/>
      </w:pPr>
      <w:r w:rsidRPr="00795119">
        <w:t xml:space="preserve">The proportion of year 9 students who achieved at or above the numeracy national minimum standard in 2014 was </w:t>
      </w:r>
      <w:r w:rsidRPr="00795119">
        <w:rPr>
          <w:shd w:val="clear" w:color="auto" w:fill="FFFFFF" w:themeFill="background1"/>
        </w:rPr>
        <w:t>93.8–94.4</w:t>
      </w:r>
      <w:r w:rsidRPr="00795119">
        <w:t xml:space="preserve"> per cent nationally. The proportion of Aboriginal and Torres Strait Islander students (</w:t>
      </w:r>
      <w:r w:rsidRPr="00795119">
        <w:rPr>
          <w:shd w:val="clear" w:color="auto" w:fill="FFFFFF" w:themeFill="background1"/>
        </w:rPr>
        <w:t>74.7–77.7 per</w:t>
      </w:r>
      <w:r w:rsidRPr="00795119">
        <w:t xml:space="preserve"> cent) was significantly lower than for non</w:t>
      </w:r>
      <w:r w:rsidRPr="00795119">
        <w:noBreakHyphen/>
        <w:t>Indigenous students (</w:t>
      </w:r>
      <w:r w:rsidRPr="00795119">
        <w:rPr>
          <w:shd w:val="clear" w:color="auto" w:fill="FFFFFF" w:themeFill="background1"/>
        </w:rPr>
        <w:t>94.9–95.5</w:t>
      </w:r>
      <w:r w:rsidRPr="00795119">
        <w:t xml:space="preserve"> per cent) (figure 4.</w:t>
      </w:r>
      <w:r w:rsidR="001871D0" w:rsidRPr="00795119">
        <w:t>14</w:t>
      </w:r>
      <w:r w:rsidRPr="00795119">
        <w:t>). These proportions varied across jurisdictions.</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1871D0">
            <w:pPr>
              <w:pStyle w:val="FigureTitle"/>
            </w:pPr>
            <w:r w:rsidRPr="00795119">
              <w:rPr>
                <w:b w:val="0"/>
              </w:rPr>
              <w:t>Figure 4.</w:t>
            </w:r>
            <w:r w:rsidR="001871D0" w:rsidRPr="00795119">
              <w:rPr>
                <w:b w:val="0"/>
                <w:noProof/>
              </w:rPr>
              <w:t>14</w:t>
            </w:r>
            <w:r w:rsidRPr="00795119">
              <w:tab/>
              <w:t>Proportion of year 9 students achieving at or above the numeracy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3BB055CA" wp14:editId="76D7FD99">
                        <wp:extent cx="5391150" cy="2695575"/>
                        <wp:effectExtent l="0" t="0" r="0" b="9525"/>
                        <wp:docPr id="32" name="Picture 32" descr="Figure 4.32 Proportion of year 9 students achieving at or above the numeracy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rStyle w:val="NoteLabel"/>
              </w:rPr>
              <w:t>b</w:t>
            </w:r>
            <w:r w:rsidRPr="00795119">
              <w:t xml:space="preserve"> For further information and caveats see table </w:t>
            </w:r>
            <w:proofErr w:type="spellStart"/>
            <w:r w:rsidRPr="00795119">
              <w:t>4A.108</w:t>
            </w:r>
            <w:proofErr w:type="spellEnd"/>
            <w:r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104AE5">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104AE5" w:rsidRPr="00795119">
              <w:t xml:space="preserve">; table </w:t>
            </w:r>
            <w:proofErr w:type="spellStart"/>
            <w:r w:rsidR="00104AE5" w:rsidRPr="00795119">
              <w:t>4A.108</w:t>
            </w:r>
            <w:proofErr w:type="spellEnd"/>
            <w:r w:rsidR="00104AE5" w:rsidRPr="00795119">
              <w:t>; 2015 Report, figure 4.32, p. 4.69.</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04AE5" w:rsidP="001D0C58">
      <w:pPr>
        <w:pStyle w:val="BodyText"/>
      </w:pPr>
      <w:r w:rsidRPr="00795119">
        <w:t xml:space="preserve">Nationally, the </w:t>
      </w:r>
      <w:r w:rsidR="001D0C58" w:rsidRPr="00795119">
        <w:t xml:space="preserve">mean scale score for year 9 numeracy in 2014 for all students was </w:t>
      </w:r>
      <w:r w:rsidRPr="00795119">
        <w:br/>
      </w:r>
      <w:r w:rsidR="001D0C58" w:rsidRPr="00795119">
        <w:rPr>
          <w:shd w:val="clear" w:color="auto" w:fill="FFFFFF" w:themeFill="background1"/>
        </w:rPr>
        <w:t>585.9–589.7</w:t>
      </w:r>
      <w:r w:rsidR="001D0C58" w:rsidRPr="00795119">
        <w:t xml:space="preserve"> nationally. The mean scale score for Aboriginal and Torres Strait Islander stud</w:t>
      </w:r>
      <w:r w:rsidRPr="00795119">
        <w:t xml:space="preserve">ents </w:t>
      </w:r>
      <w:r w:rsidR="001D0C58" w:rsidRPr="00795119">
        <w:t>(</w:t>
      </w:r>
      <w:r w:rsidR="001D0C58" w:rsidRPr="00795119">
        <w:rPr>
          <w:shd w:val="clear" w:color="auto" w:fill="FFFFFF" w:themeFill="background1"/>
        </w:rPr>
        <w:t>520.3–525.3</w:t>
      </w:r>
      <w:r w:rsidR="001D0C58" w:rsidRPr="00795119">
        <w:t xml:space="preserve">) was significantly lower than for non-Indigenous students </w:t>
      </w:r>
      <w:r w:rsidR="004E4DE7" w:rsidRPr="00795119">
        <w:br/>
      </w:r>
      <w:r w:rsidR="001D0C58" w:rsidRPr="00795119">
        <w:t>(</w:t>
      </w:r>
      <w:r w:rsidR="001D0C58" w:rsidRPr="00795119">
        <w:rPr>
          <w:shd w:val="clear" w:color="auto" w:fill="FFFFFF" w:themeFill="background1"/>
        </w:rPr>
        <w:t>589.5–593.3</w:t>
      </w:r>
      <w:r w:rsidR="001D0C58" w:rsidRPr="00795119">
        <w:t xml:space="preserve">). Mean scale scores varied across jurisdictions (table </w:t>
      </w:r>
      <w:proofErr w:type="spellStart"/>
      <w:r w:rsidR="001D0C58" w:rsidRPr="00795119">
        <w:t>4A.111</w:t>
      </w:r>
      <w:proofErr w:type="spellEnd"/>
      <w:r w:rsidR="001D0C58" w:rsidRPr="00795119">
        <w:t>).</w:t>
      </w:r>
    </w:p>
    <w:p w:rsidR="001D0C58" w:rsidRPr="00795119" w:rsidRDefault="001D0C58" w:rsidP="001D0C58">
      <w:pPr>
        <w:pStyle w:val="Heading6"/>
      </w:pPr>
      <w:proofErr w:type="spellStart"/>
      <w:r w:rsidRPr="00795119">
        <w:t>Geolocation</w:t>
      </w:r>
      <w:proofErr w:type="spellEnd"/>
    </w:p>
    <w:p w:rsidR="001D0C58" w:rsidRPr="00795119" w:rsidRDefault="001D0C58" w:rsidP="001D0C58">
      <w:pPr>
        <w:pStyle w:val="BodyText"/>
      </w:pPr>
      <w:r w:rsidRPr="00795119">
        <w:t xml:space="preserve">Across all year levels, numeracy outcomes tended to decline with remoteness. For year 3, for example, </w:t>
      </w:r>
      <w:r w:rsidRPr="00795119">
        <w:rPr>
          <w:shd w:val="clear" w:color="auto" w:fill="FFFFFF" w:themeFill="background1"/>
        </w:rPr>
        <w:t>95.3–95.7</w:t>
      </w:r>
      <w:r w:rsidRPr="00795119">
        <w:t xml:space="preserve"> per cent of students in metropolitan areas achieved at or above the national minimum standard, higher than the proportion for provincial students </w:t>
      </w:r>
      <w:r w:rsidRPr="00795119">
        <w:br/>
        <w:t>(</w:t>
      </w:r>
      <w:r w:rsidRPr="00795119">
        <w:rPr>
          <w:shd w:val="clear" w:color="auto" w:fill="FFFFFF" w:themeFill="background1"/>
        </w:rPr>
        <w:t>93.5–94.3</w:t>
      </w:r>
      <w:r w:rsidRPr="00795119">
        <w:t xml:space="preserve"> per cent), remote students (</w:t>
      </w:r>
      <w:r w:rsidRPr="00795119">
        <w:rPr>
          <w:shd w:val="clear" w:color="auto" w:fill="FFFFFF" w:themeFill="background1"/>
        </w:rPr>
        <w:t>85.2–90.0</w:t>
      </w:r>
      <w:r w:rsidRPr="00795119">
        <w:t xml:space="preserve"> per cent) and very remote students </w:t>
      </w:r>
      <w:r w:rsidRPr="00795119">
        <w:br/>
        <w:t>(</w:t>
      </w:r>
      <w:r w:rsidRPr="00795119">
        <w:rPr>
          <w:shd w:val="clear" w:color="auto" w:fill="FFFFFF" w:themeFill="background1"/>
        </w:rPr>
        <w:t>55.9–67.5</w:t>
      </w:r>
      <w:r w:rsidRPr="00795119">
        <w:t xml:space="preserve"> per cent) (figure 4.</w:t>
      </w:r>
      <w:r w:rsidR="001871D0" w:rsidRPr="00795119">
        <w:t>15</w:t>
      </w:r>
      <w:r w:rsidRPr="00795119">
        <w:t>).</w:t>
      </w:r>
    </w:p>
    <w:p w:rsidR="001D0C58" w:rsidRPr="00795119" w:rsidRDefault="001D0C58" w:rsidP="001D0C58">
      <w:pPr>
        <w:pStyle w:val="BodyText"/>
      </w:pPr>
      <w:r w:rsidRPr="00795119">
        <w:t xml:space="preserve">For all </w:t>
      </w:r>
      <w:proofErr w:type="spellStart"/>
      <w:r w:rsidRPr="00795119">
        <w:t>geolocation</w:t>
      </w:r>
      <w:proofErr w:type="spellEnd"/>
      <w:r w:rsidRPr="00795119">
        <w:t xml:space="preserve"> categories across years 3, 5, 7 and 9, the numeracy outcomes nationally for Aboriginal and Torres Strait Islander students were lower than those for non</w:t>
      </w:r>
      <w:r w:rsidRPr="00795119">
        <w:noBreakHyphen/>
        <w:t xml:space="preserve">Indigenous students. Nationally, outcomes for </w:t>
      </w:r>
      <w:r w:rsidRPr="00795119">
        <w:rPr>
          <w:szCs w:val="26"/>
        </w:rPr>
        <w:t>Aboriginal and Torres Strait Islander</w:t>
      </w:r>
      <w:r w:rsidRPr="00795119">
        <w:t xml:space="preserve"> students generally declined as remoteness increased, and </w:t>
      </w:r>
      <w:r w:rsidRPr="00795119">
        <w:rPr>
          <w:szCs w:val="26"/>
        </w:rPr>
        <w:t xml:space="preserve">the gap in learning outcomes between </w:t>
      </w:r>
      <w:r w:rsidRPr="00795119">
        <w:t>Aboriginal and Torres Strait Islander</w:t>
      </w:r>
      <w:r w:rsidRPr="00795119">
        <w:rPr>
          <w:szCs w:val="26"/>
        </w:rPr>
        <w:t xml:space="preserve"> students and non-Indigenous students was generally greater in remote and very remote areas than in metropolitan and provincial areas.</w:t>
      </w:r>
    </w:p>
    <w:p w:rsidR="001D0C58" w:rsidRPr="00795119" w:rsidRDefault="001D0C58" w:rsidP="001D0C58">
      <w:pPr>
        <w:pStyle w:val="BodyText"/>
      </w:pPr>
      <w:r w:rsidRPr="00795119">
        <w:lastRenderedPageBreak/>
        <w:t xml:space="preserve">State and Territory results by Indigenous status and </w:t>
      </w:r>
      <w:proofErr w:type="spellStart"/>
      <w:r w:rsidRPr="00795119">
        <w:t>geolocation</w:t>
      </w:r>
      <w:proofErr w:type="spellEnd"/>
      <w:r w:rsidRPr="00795119">
        <w:t xml:space="preserve"> for years 3, 5, 7 and 9 numeracy literacy are in table </w:t>
      </w:r>
      <w:proofErr w:type="spellStart"/>
      <w:r w:rsidRPr="00795119">
        <w:t>4A.109</w:t>
      </w:r>
      <w:proofErr w:type="spellEnd"/>
      <w:r w:rsidRPr="00795119">
        <w:t xml:space="preserve">. The general pattern in jurisdictions appears similar to the national results. However, due to relatively large confidence intervals, caution should be exercised when making comparisons for some data. Mean scale score results by Indigenous status and </w:t>
      </w:r>
      <w:proofErr w:type="spellStart"/>
      <w:r w:rsidRPr="00795119">
        <w:t>geolocation</w:t>
      </w:r>
      <w:proofErr w:type="spellEnd"/>
      <w:r w:rsidRPr="00795119">
        <w:t xml:space="preserve"> are provided in table </w:t>
      </w:r>
      <w:proofErr w:type="spellStart"/>
      <w:r w:rsidRPr="00795119">
        <w:t>4A.112</w:t>
      </w:r>
      <w:proofErr w:type="spellEnd"/>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1871D0">
            <w:pPr>
              <w:pStyle w:val="FigureTitle"/>
            </w:pPr>
            <w:r w:rsidRPr="00795119">
              <w:rPr>
                <w:b w:val="0"/>
              </w:rPr>
              <w:t>Figure 4.</w:t>
            </w:r>
            <w:r w:rsidR="001871D0" w:rsidRPr="00795119">
              <w:rPr>
                <w:b w:val="0"/>
                <w:noProof/>
              </w:rPr>
              <w:t>15</w:t>
            </w:r>
            <w:r w:rsidRPr="00795119">
              <w:tab/>
              <w:t xml:space="preserve">National proportion of year 3 students achieving at or above the numeracy national minimum standard, by Indigenous status and </w:t>
            </w:r>
            <w:proofErr w:type="spellStart"/>
            <w:r w:rsidRPr="00795119">
              <w:t>geolocation</w:t>
            </w:r>
            <w:proofErr w:type="spellEnd"/>
            <w:r w:rsidRPr="00795119">
              <w:t>,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5728C0E7" wp14:editId="517D5487">
                        <wp:extent cx="5391150" cy="2695575"/>
                        <wp:effectExtent l="0" t="0" r="0" b="9525"/>
                        <wp:docPr id="33" name="Picture 33" descr="Figure 4.33 National proportion of year 3 students achieving at or above the numeracy national minimum standard, by Indigenous status and geoloc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rStyle w:val="NoteLabel"/>
              </w:rPr>
              <w:t>b</w:t>
            </w:r>
            <w:r w:rsidRPr="00795119">
              <w:t> Data for year 3 students are shown and may not be representative of students in years 5, 7 and 9 whic</w:t>
            </w:r>
            <w:r w:rsidR="00A05E78" w:rsidRPr="00795119">
              <w:t xml:space="preserve">h are detailed in table </w:t>
            </w:r>
            <w:proofErr w:type="spellStart"/>
            <w:r w:rsidR="00A05E78" w:rsidRPr="00795119">
              <w:t>4A.109</w:t>
            </w:r>
            <w:proofErr w:type="spellEnd"/>
            <w:r w:rsidR="00A05E78"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1871D0">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104AE5" w:rsidRPr="00795119">
              <w:t xml:space="preserve">; table </w:t>
            </w:r>
            <w:proofErr w:type="spellStart"/>
            <w:r w:rsidR="00104AE5" w:rsidRPr="00795119">
              <w:t>4A.109</w:t>
            </w:r>
            <w:proofErr w:type="spellEnd"/>
            <w:r w:rsidR="00104AE5" w:rsidRPr="00795119">
              <w:t>; 2015 Report, figure 4.33, p. 4.</w:t>
            </w:r>
            <w:r w:rsidR="001871D0" w:rsidRPr="00795119">
              <w:t>71</w:t>
            </w:r>
            <w:r w:rsidR="00104AE5" w:rsidRPr="00795119">
              <w:t>.</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Heading6"/>
      </w:pPr>
      <w:r w:rsidRPr="00795119">
        <w:t>Time series analys</w:t>
      </w:r>
      <w:r w:rsidR="00104AE5" w:rsidRPr="00795119">
        <w:t xml:space="preserve">is of </w:t>
      </w:r>
      <w:proofErr w:type="spellStart"/>
      <w:r w:rsidR="00104AE5" w:rsidRPr="00795119">
        <w:t>NAPLAN</w:t>
      </w:r>
      <w:proofErr w:type="spellEnd"/>
      <w:r w:rsidR="00104AE5" w:rsidRPr="00795119">
        <w:t xml:space="preserve"> numeracy outcomes — </w:t>
      </w:r>
      <w:r w:rsidRPr="00795119">
        <w:t>Statistical significance of differences between years</w:t>
      </w:r>
    </w:p>
    <w:p w:rsidR="001D0C58" w:rsidRPr="00795119" w:rsidRDefault="001D0C58" w:rsidP="001D0C58">
      <w:pPr>
        <w:pStyle w:val="BodyText"/>
      </w:pPr>
      <w:r w:rsidRPr="00795119">
        <w:t>Table 4.</w:t>
      </w:r>
      <w:r w:rsidR="001871D0" w:rsidRPr="00795119">
        <w:t xml:space="preserve">4 </w:t>
      </w:r>
      <w:r w:rsidRPr="00795119">
        <w:t xml:space="preserve">provides a summary of the nature of differences in achievement at year 5 for mean scale score and proportions at and above the national minimum standard for numeracy, by Indigenous status, on a national basis across various years. Data for states and territories are in </w:t>
      </w:r>
      <w:r w:rsidR="00EC01D3" w:rsidRPr="00795119">
        <w:rPr>
          <w:shd w:val="clear" w:color="auto" w:fill="FFFFFF" w:themeFill="background1"/>
        </w:rPr>
        <w:t xml:space="preserve">tables </w:t>
      </w:r>
      <w:proofErr w:type="spellStart"/>
      <w:r w:rsidRPr="00795119">
        <w:rPr>
          <w:shd w:val="clear" w:color="auto" w:fill="FFFFFF" w:themeFill="background1"/>
        </w:rPr>
        <w:t>4A.116</w:t>
      </w:r>
      <w:proofErr w:type="spellEnd"/>
      <w:r w:rsidRPr="00795119">
        <w:rPr>
          <w:shd w:val="clear" w:color="auto" w:fill="FFFFFF" w:themeFill="background1"/>
        </w:rPr>
        <w:t>–123</w:t>
      </w:r>
      <w:r w:rsidRPr="00795119">
        <w:t>. These data are not comparable across jurisdictions and can only be used for a comparison across time for a jurisdiction, or nationally.</w:t>
      </w:r>
    </w:p>
    <w:p w:rsidR="001D0C58" w:rsidRPr="00795119" w:rsidRDefault="001D0C58" w:rsidP="001D0C58">
      <w:pPr>
        <w:pStyle w:val="BodyText"/>
        <w:shd w:val="clear" w:color="auto" w:fill="FFFFFF" w:themeFill="background1"/>
      </w:pPr>
      <w:r w:rsidRPr="00795119">
        <w:t>Nationally, for year 5 numeracy:</w:t>
      </w:r>
    </w:p>
    <w:p w:rsidR="001D0C58" w:rsidRPr="00795119" w:rsidRDefault="001D0C58" w:rsidP="001D0C58">
      <w:pPr>
        <w:pStyle w:val="ListBullet"/>
        <w:shd w:val="clear" w:color="auto" w:fill="FFFFFF" w:themeFill="background1"/>
      </w:pPr>
      <w:r w:rsidRPr="00795119">
        <w:t>the percentage of students achieving at or above the national minimum standard in 2014, and the mean scale scores, were close to or not statistically significantly different from both 2008 and 2013</w:t>
      </w:r>
    </w:p>
    <w:p w:rsidR="001D0C58" w:rsidRPr="00795119" w:rsidRDefault="001D0C58" w:rsidP="001D0C58">
      <w:pPr>
        <w:pStyle w:val="ListBullet"/>
        <w:shd w:val="clear" w:color="auto" w:fill="FFFFFF" w:themeFill="background1"/>
      </w:pPr>
      <w:r w:rsidRPr="00795119">
        <w:lastRenderedPageBreak/>
        <w:t>the percentage of Aboriginal and Torres Strait Islander students achieving at or above the national minimum standard in 2014, and the mean scale scores, were close to or not statistically significantly different from both 2008 and 2013</w:t>
      </w:r>
    </w:p>
    <w:p w:rsidR="00360A2F" w:rsidRDefault="001D0C58" w:rsidP="001D0C58">
      <w:pPr>
        <w:pStyle w:val="ListBullet"/>
        <w:shd w:val="clear" w:color="auto" w:fill="FFFFFF" w:themeFill="background1"/>
      </w:pPr>
      <w:r w:rsidRPr="00795119">
        <w:t>the percentage of non-Indigenous students achieving at or above the national minimum standard in 2014, and the mean scale scores, were close to or not statistically significantly different from both 2008 and 2013 (table 4.</w:t>
      </w:r>
      <w:r w:rsidR="00104AE5" w:rsidRPr="00795119">
        <w:t>4</w:t>
      </w:r>
      <w:r w:rsidR="00360A2F" w:rsidRPr="00795119">
        <w:t>)</w:t>
      </w:r>
      <w:r w:rsidR="00F42123" w:rsidRPr="00795119">
        <w:t>.</w:t>
      </w:r>
    </w:p>
    <w:p w:rsidR="00FB2432" w:rsidRDefault="00FB2432" w:rsidP="00FB243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B2432" w:rsidTr="00FB2432">
        <w:tc>
          <w:tcPr>
            <w:tcW w:w="8771" w:type="dxa"/>
            <w:tcBorders>
              <w:top w:val="single" w:sz="6" w:space="0" w:color="78A22F"/>
              <w:left w:val="nil"/>
              <w:bottom w:val="nil"/>
              <w:right w:val="nil"/>
            </w:tcBorders>
            <w:shd w:val="clear" w:color="auto" w:fill="auto"/>
          </w:tcPr>
          <w:p w:rsidR="00FB2432" w:rsidRPr="00784A05" w:rsidRDefault="00FB2432" w:rsidP="00FB2432">
            <w:pPr>
              <w:pStyle w:val="TableTitle"/>
            </w:pPr>
            <w:r>
              <w:rPr>
                <w:b w:val="0"/>
              </w:rPr>
              <w:t>Table 4.4</w:t>
            </w:r>
            <w:r>
              <w:tab/>
            </w:r>
            <w:r w:rsidRPr="00795119">
              <w:t>Mean scale scores and proportion of students who achieved at or above the national minimum standard for year 5 numeracy</w:t>
            </w:r>
            <w:r w:rsidRPr="00795119">
              <w:rPr>
                <w:shd w:val="clear" w:color="auto" w:fill="FFFFFF" w:themeFill="background1"/>
              </w:rPr>
              <w:t>, 2008 and 2013 to 2014, and nature of the differences, Australia</w:t>
            </w:r>
            <w:r w:rsidRPr="00795119">
              <w:rPr>
                <w:rStyle w:val="NoteLabel"/>
                <w:b/>
                <w:shd w:val="clear" w:color="auto" w:fill="FFFFFF" w:themeFill="background1"/>
              </w:rPr>
              <w:t>a</w:t>
            </w:r>
            <w:r w:rsidRPr="00795119">
              <w:rPr>
                <w:rStyle w:val="NoteLabel"/>
                <w:b/>
              </w:rPr>
              <w:t>, b</w:t>
            </w:r>
          </w:p>
        </w:tc>
      </w:tr>
      <w:tr w:rsidR="00FB2432" w:rsidTr="00FB243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5"/>
              <w:gridCol w:w="429"/>
              <w:gridCol w:w="1132"/>
              <w:gridCol w:w="1132"/>
              <w:gridCol w:w="1134"/>
              <w:gridCol w:w="1275"/>
              <w:gridCol w:w="1280"/>
            </w:tblGrid>
            <w:tr w:rsidR="00FB2432" w:rsidTr="000E7605">
              <w:tc>
                <w:tcPr>
                  <w:tcW w:w="1493" w:type="pct"/>
                  <w:gridSpan w:val="2"/>
                  <w:tcBorders>
                    <w:top w:val="single" w:sz="4" w:space="0" w:color="BFBFBF"/>
                    <w:bottom w:val="single" w:sz="4" w:space="0" w:color="BFBFBF"/>
                  </w:tcBorders>
                  <w:shd w:val="clear" w:color="auto" w:fill="auto"/>
                  <w:tcMar>
                    <w:top w:w="28" w:type="dxa"/>
                  </w:tcMar>
                </w:tcPr>
                <w:p w:rsidR="00FB2432" w:rsidRDefault="00FB2432" w:rsidP="00FB2432">
                  <w:pPr>
                    <w:pStyle w:val="TableColumnHeading"/>
                    <w:jc w:val="left"/>
                  </w:pPr>
                </w:p>
              </w:tc>
              <w:tc>
                <w:tcPr>
                  <w:tcW w:w="3507" w:type="pct"/>
                  <w:gridSpan w:val="5"/>
                  <w:tcBorders>
                    <w:top w:val="single" w:sz="4" w:space="0" w:color="BFBFBF"/>
                    <w:bottom w:val="single" w:sz="4" w:space="0" w:color="BFBFBF"/>
                  </w:tcBorders>
                  <w:shd w:val="clear" w:color="auto" w:fill="auto"/>
                  <w:tcMar>
                    <w:top w:w="28" w:type="dxa"/>
                  </w:tcMar>
                </w:tcPr>
                <w:p w:rsidR="00FB2432" w:rsidRDefault="00EB4E47" w:rsidP="00EB4E47">
                  <w:pPr>
                    <w:pStyle w:val="TableColumnHeading"/>
                    <w:ind w:right="28"/>
                    <w:jc w:val="left"/>
                  </w:pPr>
                  <w:r>
                    <w:t xml:space="preserve">                                                                          </w:t>
                  </w:r>
                  <w:r w:rsidR="00FB2432">
                    <w:t xml:space="preserve"> Nature of the difference</w:t>
                  </w:r>
                </w:p>
              </w:tc>
            </w:tr>
            <w:tr w:rsidR="00FB2432" w:rsidTr="000E7605">
              <w:tc>
                <w:tcPr>
                  <w:tcW w:w="1493" w:type="pct"/>
                  <w:gridSpan w:val="2"/>
                  <w:tcBorders>
                    <w:top w:val="single" w:sz="4" w:space="0" w:color="BFBFBF"/>
                    <w:bottom w:val="single" w:sz="4" w:space="0" w:color="BFBFBF"/>
                  </w:tcBorders>
                  <w:shd w:val="clear" w:color="auto" w:fill="auto"/>
                  <w:tcMar>
                    <w:top w:w="28" w:type="dxa"/>
                  </w:tcMar>
                </w:tcPr>
                <w:p w:rsidR="00FB2432" w:rsidRDefault="00FB2432" w:rsidP="00FB2432">
                  <w:pPr>
                    <w:pStyle w:val="TableColumnHeading"/>
                    <w:jc w:val="left"/>
                  </w:pPr>
                </w:p>
              </w:tc>
              <w:tc>
                <w:tcPr>
                  <w:tcW w:w="667" w:type="pct"/>
                  <w:tcBorders>
                    <w:top w:val="single" w:sz="4" w:space="0" w:color="BFBFBF"/>
                    <w:bottom w:val="single" w:sz="4" w:space="0" w:color="BFBFBF"/>
                  </w:tcBorders>
                  <w:shd w:val="clear" w:color="auto" w:fill="auto"/>
                  <w:tcMar>
                    <w:top w:w="28" w:type="dxa"/>
                  </w:tcMar>
                </w:tcPr>
                <w:p w:rsidR="00FB2432" w:rsidRDefault="00FB2432" w:rsidP="00FB2432">
                  <w:pPr>
                    <w:pStyle w:val="TableColumnHeading"/>
                    <w:ind w:right="28"/>
                  </w:pPr>
                  <w:r>
                    <w:t>2008</w:t>
                  </w:r>
                </w:p>
              </w:tc>
              <w:tc>
                <w:tcPr>
                  <w:tcW w:w="667" w:type="pct"/>
                  <w:tcBorders>
                    <w:top w:val="single" w:sz="4" w:space="0" w:color="BFBFBF"/>
                    <w:bottom w:val="single" w:sz="4" w:space="0" w:color="BFBFBF"/>
                  </w:tcBorders>
                  <w:shd w:val="clear" w:color="auto" w:fill="auto"/>
                </w:tcPr>
                <w:p w:rsidR="00FB2432" w:rsidRDefault="00FB2432" w:rsidP="00FB2432">
                  <w:pPr>
                    <w:pStyle w:val="TableColumnHeading"/>
                    <w:ind w:right="28"/>
                  </w:pPr>
                  <w:r>
                    <w:t>2013</w:t>
                  </w:r>
                </w:p>
              </w:tc>
              <w:tc>
                <w:tcPr>
                  <w:tcW w:w="668" w:type="pct"/>
                  <w:tcBorders>
                    <w:top w:val="single" w:sz="4" w:space="0" w:color="BFBFBF"/>
                    <w:bottom w:val="single" w:sz="4" w:space="0" w:color="BFBFBF"/>
                  </w:tcBorders>
                  <w:shd w:val="clear" w:color="auto" w:fill="auto"/>
                </w:tcPr>
                <w:p w:rsidR="00FB2432" w:rsidRDefault="00FB2432" w:rsidP="00FB2432">
                  <w:pPr>
                    <w:pStyle w:val="TableColumnHeading"/>
                    <w:ind w:right="28"/>
                  </w:pPr>
                  <w:r>
                    <w:t>2014</w:t>
                  </w:r>
                </w:p>
              </w:tc>
              <w:tc>
                <w:tcPr>
                  <w:tcW w:w="751" w:type="pct"/>
                  <w:tcBorders>
                    <w:top w:val="single" w:sz="4" w:space="0" w:color="BFBFBF"/>
                    <w:bottom w:val="single" w:sz="4" w:space="0" w:color="BFBFBF"/>
                  </w:tcBorders>
                  <w:shd w:val="clear" w:color="auto" w:fill="auto"/>
                </w:tcPr>
                <w:p w:rsidR="00FB2432" w:rsidRDefault="00FB2432" w:rsidP="00FB2432">
                  <w:pPr>
                    <w:pStyle w:val="TableColumnHeading"/>
                    <w:ind w:right="28"/>
                  </w:pPr>
                  <w:r>
                    <w:t>2008 to 2014</w:t>
                  </w:r>
                </w:p>
              </w:tc>
              <w:tc>
                <w:tcPr>
                  <w:tcW w:w="754" w:type="pct"/>
                  <w:tcBorders>
                    <w:top w:val="single" w:sz="4" w:space="0" w:color="BFBFBF"/>
                    <w:bottom w:val="single" w:sz="4" w:space="0" w:color="BFBFBF"/>
                  </w:tcBorders>
                  <w:shd w:val="clear" w:color="auto" w:fill="auto"/>
                </w:tcPr>
                <w:p w:rsidR="00FB2432" w:rsidRDefault="00FB2432" w:rsidP="00FB2432">
                  <w:pPr>
                    <w:pStyle w:val="TableColumnHeading"/>
                    <w:ind w:right="28"/>
                  </w:pPr>
                  <w:r>
                    <w:t>2013 to 2014</w:t>
                  </w:r>
                </w:p>
              </w:tc>
            </w:tr>
            <w:tr w:rsidR="00FB2432" w:rsidRPr="00EB4E47" w:rsidTr="000E7605">
              <w:tc>
                <w:tcPr>
                  <w:tcW w:w="5000" w:type="pct"/>
                  <w:gridSpan w:val="7"/>
                  <w:tcBorders>
                    <w:top w:val="single" w:sz="4" w:space="0" w:color="BFBFBF"/>
                  </w:tcBorders>
                </w:tcPr>
                <w:p w:rsidR="00FB2432" w:rsidRPr="00EB4E47" w:rsidRDefault="00FB2432" w:rsidP="00FB2432">
                  <w:pPr>
                    <w:pStyle w:val="TableUnitsRow"/>
                    <w:ind w:right="28"/>
                    <w:jc w:val="left"/>
                    <w:rPr>
                      <w:b/>
                    </w:rPr>
                  </w:pPr>
                  <w:r w:rsidRPr="00EB4E47">
                    <w:rPr>
                      <w:b/>
                    </w:rPr>
                    <w:t>Aboriginal and Torres Strait Islander students</w:t>
                  </w:r>
                </w:p>
              </w:tc>
            </w:tr>
            <w:tr w:rsidR="00FB2432" w:rsidTr="00FB2432">
              <w:tc>
                <w:tcPr>
                  <w:tcW w:w="1240" w:type="pct"/>
                </w:tcPr>
                <w:p w:rsidR="00FB2432" w:rsidRDefault="00FB2432" w:rsidP="00FB2432">
                  <w:pPr>
                    <w:pStyle w:val="TableBodyText"/>
                    <w:jc w:val="left"/>
                  </w:pPr>
                  <w:r>
                    <w:t>Mean scale score</w:t>
                  </w:r>
                </w:p>
              </w:tc>
              <w:tc>
                <w:tcPr>
                  <w:tcW w:w="253" w:type="pct"/>
                </w:tcPr>
                <w:p w:rsidR="00FB2432" w:rsidRDefault="00FB2432" w:rsidP="00FB2432">
                  <w:pPr>
                    <w:pStyle w:val="TableBodyText"/>
                    <w:jc w:val="left"/>
                  </w:pPr>
                  <w:r>
                    <w:t>no.</w:t>
                  </w:r>
                </w:p>
              </w:tc>
              <w:tc>
                <w:tcPr>
                  <w:tcW w:w="667" w:type="pct"/>
                </w:tcPr>
                <w:p w:rsidR="00FB2432" w:rsidRPr="00EB4E47" w:rsidRDefault="00EB4E47" w:rsidP="00FB2432">
                  <w:pPr>
                    <w:pStyle w:val="TableBodyText"/>
                    <w:ind w:right="28"/>
                  </w:pPr>
                  <w:r>
                    <w:t xml:space="preserve">408.0 </w:t>
                  </w:r>
                  <w:r>
                    <w:rPr>
                      <w:rFonts w:cs="Arial"/>
                    </w:rPr>
                    <w:t xml:space="preserve">± </w:t>
                  </w:r>
                  <w:r>
                    <w:t>2.8</w:t>
                  </w:r>
                </w:p>
              </w:tc>
              <w:tc>
                <w:tcPr>
                  <w:tcW w:w="667" w:type="pct"/>
                </w:tcPr>
                <w:p w:rsidR="00FB2432" w:rsidRDefault="00EB4E47" w:rsidP="00FB2432">
                  <w:pPr>
                    <w:pStyle w:val="TableBodyText"/>
                    <w:ind w:right="28"/>
                  </w:pPr>
                  <w:r>
                    <w:t xml:space="preserve">417.4 </w:t>
                  </w:r>
                  <w:r>
                    <w:rPr>
                      <w:rFonts w:cs="Arial"/>
                    </w:rPr>
                    <w:t>± 2.9</w:t>
                  </w:r>
                </w:p>
              </w:tc>
              <w:tc>
                <w:tcPr>
                  <w:tcW w:w="668" w:type="pct"/>
                </w:tcPr>
                <w:p w:rsidR="00FB2432" w:rsidRDefault="00EB4E47" w:rsidP="00FB2432">
                  <w:pPr>
                    <w:pStyle w:val="TableBodyText"/>
                    <w:ind w:right="28"/>
                  </w:pPr>
                  <w:r>
                    <w:t xml:space="preserve">417.9 </w:t>
                  </w:r>
                  <w:r>
                    <w:rPr>
                      <w:rFonts w:cs="Arial"/>
                    </w:rPr>
                    <w:t>± 2.6</w:t>
                  </w:r>
                </w:p>
              </w:tc>
              <w:tc>
                <w:tcPr>
                  <w:tcW w:w="751" w:type="pct"/>
                </w:tcPr>
                <w:p w:rsidR="00FB2432" w:rsidRDefault="00EB4E47" w:rsidP="00EB4E47">
                  <w:pPr>
                    <w:pStyle w:val="TableBodyText"/>
                    <w:ind w:right="28"/>
                    <w:jc w:val="center"/>
                  </w:pPr>
                  <w:r>
                    <w:rPr>
                      <w:rFonts w:cs="Arial"/>
                    </w:rPr>
                    <w:t>■</w:t>
                  </w:r>
                </w:p>
              </w:tc>
              <w:tc>
                <w:tcPr>
                  <w:tcW w:w="754" w:type="pct"/>
                </w:tcPr>
                <w:p w:rsidR="00FB2432" w:rsidRDefault="00EB4E47" w:rsidP="00EB4E47">
                  <w:pPr>
                    <w:pStyle w:val="TableBodyText"/>
                    <w:ind w:right="28"/>
                    <w:jc w:val="center"/>
                  </w:pPr>
                  <w:r>
                    <w:rPr>
                      <w:rFonts w:cs="Arial"/>
                    </w:rPr>
                    <w:t>■</w:t>
                  </w:r>
                </w:p>
              </w:tc>
            </w:tr>
            <w:tr w:rsidR="00FB2432" w:rsidTr="00FB2432">
              <w:tc>
                <w:tcPr>
                  <w:tcW w:w="1240" w:type="pct"/>
                </w:tcPr>
                <w:p w:rsidR="00FB2432" w:rsidRDefault="00FB2432" w:rsidP="00FB2432">
                  <w:pPr>
                    <w:pStyle w:val="TableBodyText"/>
                    <w:jc w:val="left"/>
                  </w:pPr>
                  <w:r>
                    <w:t>At or above NMS</w:t>
                  </w:r>
                </w:p>
              </w:tc>
              <w:tc>
                <w:tcPr>
                  <w:tcW w:w="253" w:type="pct"/>
                </w:tcPr>
                <w:p w:rsidR="00FB2432" w:rsidRDefault="00FB2432" w:rsidP="00FB2432">
                  <w:pPr>
                    <w:pStyle w:val="TableBodyText"/>
                    <w:jc w:val="left"/>
                  </w:pPr>
                  <w:r>
                    <w:t>%</w:t>
                  </w:r>
                </w:p>
              </w:tc>
              <w:tc>
                <w:tcPr>
                  <w:tcW w:w="667" w:type="pct"/>
                </w:tcPr>
                <w:p w:rsidR="00FB2432" w:rsidRPr="00EB4E47" w:rsidRDefault="00EB4E47" w:rsidP="00FB2432">
                  <w:pPr>
                    <w:pStyle w:val="TableBodyText"/>
                    <w:ind w:right="28"/>
                  </w:pPr>
                  <w:r>
                    <w:t xml:space="preserve">69.2 </w:t>
                  </w:r>
                  <w:r>
                    <w:rPr>
                      <w:rFonts w:cs="Arial"/>
                    </w:rPr>
                    <w:t xml:space="preserve">± </w:t>
                  </w:r>
                  <w:r>
                    <w:t>1.7</w:t>
                  </w:r>
                </w:p>
              </w:tc>
              <w:tc>
                <w:tcPr>
                  <w:tcW w:w="667" w:type="pct"/>
                </w:tcPr>
                <w:p w:rsidR="00FB2432" w:rsidRDefault="00EB4E47" w:rsidP="00FB2432">
                  <w:pPr>
                    <w:pStyle w:val="TableBodyText"/>
                    <w:ind w:right="28"/>
                  </w:pPr>
                  <w:r>
                    <w:t xml:space="preserve">73.0 </w:t>
                  </w:r>
                  <w:r>
                    <w:rPr>
                      <w:rFonts w:cs="Arial"/>
                    </w:rPr>
                    <w:t>± 1.7</w:t>
                  </w:r>
                </w:p>
              </w:tc>
              <w:tc>
                <w:tcPr>
                  <w:tcW w:w="668" w:type="pct"/>
                </w:tcPr>
                <w:p w:rsidR="00FB2432" w:rsidRDefault="00EB4E47" w:rsidP="00FB2432">
                  <w:pPr>
                    <w:pStyle w:val="TableBodyText"/>
                    <w:ind w:right="28"/>
                  </w:pPr>
                  <w:r>
                    <w:t xml:space="preserve">71.1 </w:t>
                  </w:r>
                  <w:r>
                    <w:rPr>
                      <w:rFonts w:cs="Arial"/>
                    </w:rPr>
                    <w:t>± 1.6</w:t>
                  </w:r>
                </w:p>
              </w:tc>
              <w:tc>
                <w:tcPr>
                  <w:tcW w:w="751" w:type="pct"/>
                </w:tcPr>
                <w:p w:rsidR="00FB2432" w:rsidRDefault="00EB4E47" w:rsidP="00EB4E47">
                  <w:pPr>
                    <w:pStyle w:val="TableBodyText"/>
                    <w:ind w:right="28"/>
                    <w:jc w:val="center"/>
                  </w:pPr>
                  <w:r>
                    <w:rPr>
                      <w:rFonts w:cs="Arial"/>
                    </w:rPr>
                    <w:t>■</w:t>
                  </w:r>
                </w:p>
              </w:tc>
              <w:tc>
                <w:tcPr>
                  <w:tcW w:w="754" w:type="pct"/>
                </w:tcPr>
                <w:p w:rsidR="00FB2432" w:rsidRDefault="00EB4E47" w:rsidP="00EB4E47">
                  <w:pPr>
                    <w:pStyle w:val="TableBodyText"/>
                    <w:ind w:right="28"/>
                    <w:jc w:val="center"/>
                  </w:pPr>
                  <w:r>
                    <w:rPr>
                      <w:rFonts w:cs="Arial"/>
                    </w:rPr>
                    <w:t>■</w:t>
                  </w:r>
                </w:p>
              </w:tc>
            </w:tr>
            <w:tr w:rsidR="00EB4E47" w:rsidRPr="00EB4E47" w:rsidTr="00EB4E47">
              <w:tc>
                <w:tcPr>
                  <w:tcW w:w="5000" w:type="pct"/>
                  <w:gridSpan w:val="7"/>
                </w:tcPr>
                <w:p w:rsidR="00EB4E47" w:rsidRPr="00EB4E47" w:rsidRDefault="00EB4E47" w:rsidP="00EB4E47">
                  <w:pPr>
                    <w:pStyle w:val="TableBodyText"/>
                    <w:ind w:right="28"/>
                    <w:jc w:val="left"/>
                    <w:rPr>
                      <w:b/>
                    </w:rPr>
                  </w:pPr>
                  <w:r w:rsidRPr="00EB4E47">
                    <w:rPr>
                      <w:b/>
                    </w:rPr>
                    <w:t>Non-Indigenous students</w:t>
                  </w:r>
                </w:p>
              </w:tc>
            </w:tr>
            <w:tr w:rsidR="00FB2432" w:rsidTr="00FB2432">
              <w:tc>
                <w:tcPr>
                  <w:tcW w:w="1240" w:type="pct"/>
                </w:tcPr>
                <w:p w:rsidR="00FB2432" w:rsidRDefault="00EB4E47" w:rsidP="00FB2432">
                  <w:pPr>
                    <w:pStyle w:val="TableBodyText"/>
                    <w:jc w:val="left"/>
                  </w:pPr>
                  <w:r>
                    <w:t>Mean scale score</w:t>
                  </w:r>
                </w:p>
              </w:tc>
              <w:tc>
                <w:tcPr>
                  <w:tcW w:w="253" w:type="pct"/>
                </w:tcPr>
                <w:p w:rsidR="00FB2432" w:rsidRDefault="00EB4E47" w:rsidP="00FB2432">
                  <w:pPr>
                    <w:pStyle w:val="TableBodyText"/>
                    <w:jc w:val="left"/>
                  </w:pPr>
                  <w:r>
                    <w:t>no.</w:t>
                  </w:r>
                </w:p>
              </w:tc>
              <w:tc>
                <w:tcPr>
                  <w:tcW w:w="667" w:type="pct"/>
                </w:tcPr>
                <w:p w:rsidR="00FB2432" w:rsidRPr="00EB4E47" w:rsidRDefault="00EB4E47" w:rsidP="00FB2432">
                  <w:pPr>
                    <w:pStyle w:val="TableBodyText"/>
                    <w:ind w:right="28"/>
                  </w:pPr>
                  <w:r>
                    <w:t xml:space="preserve">479.5 </w:t>
                  </w:r>
                  <w:r>
                    <w:rPr>
                      <w:rFonts w:cs="Arial"/>
                    </w:rPr>
                    <w:t>±</w:t>
                  </w:r>
                  <w:r>
                    <w:t>1.0</w:t>
                  </w:r>
                </w:p>
              </w:tc>
              <w:tc>
                <w:tcPr>
                  <w:tcW w:w="667" w:type="pct"/>
                </w:tcPr>
                <w:p w:rsidR="00FB2432" w:rsidRDefault="00EB4E47" w:rsidP="00FB2432">
                  <w:pPr>
                    <w:pStyle w:val="TableBodyText"/>
                    <w:ind w:right="28"/>
                  </w:pPr>
                  <w:r>
                    <w:t xml:space="preserve">489.8 </w:t>
                  </w:r>
                  <w:r>
                    <w:rPr>
                      <w:rFonts w:cs="Arial"/>
                    </w:rPr>
                    <w:t>± 1.0</w:t>
                  </w:r>
                </w:p>
              </w:tc>
              <w:tc>
                <w:tcPr>
                  <w:tcW w:w="668" w:type="pct"/>
                </w:tcPr>
                <w:p w:rsidR="00FB2432" w:rsidRDefault="00EB4E47" w:rsidP="00FB2432">
                  <w:pPr>
                    <w:pStyle w:val="TableBodyText"/>
                    <w:ind w:right="28"/>
                  </w:pPr>
                  <w:r>
                    <w:t xml:space="preserve">491.5 </w:t>
                  </w:r>
                  <w:r>
                    <w:rPr>
                      <w:rFonts w:cs="Arial"/>
                    </w:rPr>
                    <w:t>± 0.9</w:t>
                  </w:r>
                </w:p>
              </w:tc>
              <w:tc>
                <w:tcPr>
                  <w:tcW w:w="751" w:type="pct"/>
                </w:tcPr>
                <w:p w:rsidR="00FB2432" w:rsidRDefault="00EB4E47" w:rsidP="00EB4E47">
                  <w:pPr>
                    <w:pStyle w:val="TableBodyText"/>
                    <w:ind w:right="28"/>
                    <w:jc w:val="center"/>
                  </w:pPr>
                  <w:r>
                    <w:rPr>
                      <w:rFonts w:cs="Arial"/>
                    </w:rPr>
                    <w:t>■</w:t>
                  </w:r>
                </w:p>
              </w:tc>
              <w:tc>
                <w:tcPr>
                  <w:tcW w:w="754" w:type="pct"/>
                </w:tcPr>
                <w:p w:rsidR="00FB2432" w:rsidRDefault="00EB4E47" w:rsidP="00EB4E47">
                  <w:pPr>
                    <w:pStyle w:val="TableBodyText"/>
                    <w:ind w:right="28"/>
                    <w:jc w:val="center"/>
                  </w:pPr>
                  <w:r>
                    <w:rPr>
                      <w:rFonts w:cs="Arial"/>
                    </w:rPr>
                    <w:t>■</w:t>
                  </w:r>
                </w:p>
              </w:tc>
            </w:tr>
            <w:tr w:rsidR="00FB2432" w:rsidTr="00FB2432">
              <w:tc>
                <w:tcPr>
                  <w:tcW w:w="1240" w:type="pct"/>
                </w:tcPr>
                <w:p w:rsidR="00FB2432" w:rsidRDefault="00EB4E47" w:rsidP="00FB2432">
                  <w:pPr>
                    <w:pStyle w:val="TableBodyText"/>
                    <w:jc w:val="left"/>
                  </w:pPr>
                  <w:r>
                    <w:t>At or above NMS</w:t>
                  </w:r>
                </w:p>
              </w:tc>
              <w:tc>
                <w:tcPr>
                  <w:tcW w:w="253" w:type="pct"/>
                </w:tcPr>
                <w:p w:rsidR="00FB2432" w:rsidRDefault="00EB4E47" w:rsidP="00FB2432">
                  <w:pPr>
                    <w:pStyle w:val="TableBodyText"/>
                    <w:jc w:val="left"/>
                  </w:pPr>
                  <w:r>
                    <w:t>%</w:t>
                  </w:r>
                </w:p>
              </w:tc>
              <w:tc>
                <w:tcPr>
                  <w:tcW w:w="667" w:type="pct"/>
                </w:tcPr>
                <w:p w:rsidR="00FB2432" w:rsidRPr="00EB4E47" w:rsidRDefault="00EB4E47" w:rsidP="00EB4E47">
                  <w:pPr>
                    <w:pStyle w:val="TableBodyText"/>
                    <w:ind w:right="28"/>
                  </w:pPr>
                  <w:r>
                    <w:t xml:space="preserve">94.0 </w:t>
                  </w:r>
                  <w:r>
                    <w:rPr>
                      <w:rFonts w:cs="Arial"/>
                    </w:rPr>
                    <w:t>±</w:t>
                  </w:r>
                  <w:r>
                    <w:t xml:space="preserve"> 0.2</w:t>
                  </w:r>
                </w:p>
              </w:tc>
              <w:tc>
                <w:tcPr>
                  <w:tcW w:w="667" w:type="pct"/>
                </w:tcPr>
                <w:p w:rsidR="00FB2432" w:rsidRDefault="00EB4E47" w:rsidP="00FB2432">
                  <w:pPr>
                    <w:pStyle w:val="TableBodyText"/>
                    <w:ind w:right="28"/>
                  </w:pPr>
                  <w:r>
                    <w:t xml:space="preserve">94.6 </w:t>
                  </w:r>
                  <w:r>
                    <w:rPr>
                      <w:rFonts w:cs="Arial"/>
                    </w:rPr>
                    <w:t>± 0.2</w:t>
                  </w:r>
                </w:p>
              </w:tc>
              <w:tc>
                <w:tcPr>
                  <w:tcW w:w="668" w:type="pct"/>
                </w:tcPr>
                <w:p w:rsidR="00FB2432" w:rsidRDefault="00EB4E47" w:rsidP="00FB2432">
                  <w:pPr>
                    <w:pStyle w:val="TableBodyText"/>
                    <w:ind w:right="28"/>
                  </w:pPr>
                  <w:r>
                    <w:t xml:space="preserve">94.8 </w:t>
                  </w:r>
                  <w:r>
                    <w:rPr>
                      <w:rFonts w:cs="Arial"/>
                    </w:rPr>
                    <w:t>± 0.2</w:t>
                  </w:r>
                </w:p>
              </w:tc>
              <w:tc>
                <w:tcPr>
                  <w:tcW w:w="751" w:type="pct"/>
                </w:tcPr>
                <w:p w:rsidR="00FB2432" w:rsidRDefault="00EB4E47" w:rsidP="00EB4E47">
                  <w:pPr>
                    <w:pStyle w:val="TableBodyText"/>
                    <w:ind w:right="28"/>
                    <w:jc w:val="center"/>
                  </w:pPr>
                  <w:r>
                    <w:rPr>
                      <w:rFonts w:cs="Arial"/>
                    </w:rPr>
                    <w:t>■</w:t>
                  </w:r>
                </w:p>
              </w:tc>
              <w:tc>
                <w:tcPr>
                  <w:tcW w:w="754" w:type="pct"/>
                </w:tcPr>
                <w:p w:rsidR="00FB2432" w:rsidRDefault="00EB4E47" w:rsidP="00EB4E47">
                  <w:pPr>
                    <w:pStyle w:val="TableBodyText"/>
                    <w:ind w:right="28"/>
                    <w:jc w:val="center"/>
                  </w:pPr>
                  <w:r>
                    <w:rPr>
                      <w:rFonts w:cs="Arial"/>
                    </w:rPr>
                    <w:t>■</w:t>
                  </w:r>
                </w:p>
              </w:tc>
            </w:tr>
            <w:tr w:rsidR="00EB4E47" w:rsidRPr="00EB4E47" w:rsidTr="00EB4E47">
              <w:tc>
                <w:tcPr>
                  <w:tcW w:w="5000" w:type="pct"/>
                  <w:gridSpan w:val="7"/>
                </w:tcPr>
                <w:p w:rsidR="00EB4E47" w:rsidRPr="00EB4E47" w:rsidRDefault="00EB4E47" w:rsidP="00EB4E47">
                  <w:pPr>
                    <w:pStyle w:val="TableBodyText"/>
                    <w:ind w:right="28"/>
                    <w:jc w:val="left"/>
                    <w:rPr>
                      <w:b/>
                    </w:rPr>
                  </w:pPr>
                  <w:r w:rsidRPr="00EB4E47">
                    <w:rPr>
                      <w:b/>
                    </w:rPr>
                    <w:t>All students</w:t>
                  </w:r>
                </w:p>
              </w:tc>
            </w:tr>
            <w:tr w:rsidR="00FB2432" w:rsidTr="000E7605">
              <w:tc>
                <w:tcPr>
                  <w:tcW w:w="1240" w:type="pct"/>
                </w:tcPr>
                <w:p w:rsidR="00FB2432" w:rsidRDefault="00EB4E47" w:rsidP="00FB2432">
                  <w:pPr>
                    <w:pStyle w:val="TableBodyText"/>
                    <w:jc w:val="left"/>
                  </w:pPr>
                  <w:r>
                    <w:t>Mean scale score</w:t>
                  </w:r>
                </w:p>
              </w:tc>
              <w:tc>
                <w:tcPr>
                  <w:tcW w:w="253" w:type="pct"/>
                </w:tcPr>
                <w:p w:rsidR="00FB2432" w:rsidRDefault="00EB4E47" w:rsidP="00FB2432">
                  <w:pPr>
                    <w:pStyle w:val="TableBodyText"/>
                    <w:jc w:val="left"/>
                  </w:pPr>
                  <w:r>
                    <w:t xml:space="preserve">no. </w:t>
                  </w:r>
                </w:p>
              </w:tc>
              <w:tc>
                <w:tcPr>
                  <w:tcW w:w="667" w:type="pct"/>
                </w:tcPr>
                <w:p w:rsidR="00FB2432" w:rsidRPr="00EB4E47" w:rsidRDefault="00EB4E47" w:rsidP="00EB4E47">
                  <w:pPr>
                    <w:pStyle w:val="TableBodyText"/>
                    <w:ind w:right="28"/>
                  </w:pPr>
                  <w:r>
                    <w:t xml:space="preserve">475.9 </w:t>
                  </w:r>
                  <w:r>
                    <w:rPr>
                      <w:rFonts w:cs="Arial"/>
                    </w:rPr>
                    <w:t xml:space="preserve">± </w:t>
                  </w:r>
                  <w:r>
                    <w:t>1.1</w:t>
                  </w:r>
                </w:p>
              </w:tc>
              <w:tc>
                <w:tcPr>
                  <w:tcW w:w="667" w:type="pct"/>
                </w:tcPr>
                <w:p w:rsidR="00FB2432" w:rsidRDefault="00EB4E47" w:rsidP="00FB2432">
                  <w:pPr>
                    <w:pStyle w:val="TableBodyText"/>
                    <w:ind w:right="28"/>
                  </w:pPr>
                  <w:r>
                    <w:t xml:space="preserve">485.8 </w:t>
                  </w:r>
                  <w:r>
                    <w:rPr>
                      <w:rFonts w:cs="Arial"/>
                    </w:rPr>
                    <w:t>± 1.1</w:t>
                  </w:r>
                </w:p>
              </w:tc>
              <w:tc>
                <w:tcPr>
                  <w:tcW w:w="668" w:type="pct"/>
                </w:tcPr>
                <w:p w:rsidR="00FB2432" w:rsidRDefault="00EB4E47" w:rsidP="00FB2432">
                  <w:pPr>
                    <w:pStyle w:val="TableBodyText"/>
                    <w:ind w:right="28"/>
                  </w:pPr>
                  <w:r>
                    <w:t xml:space="preserve">487.6 </w:t>
                  </w:r>
                  <w:r>
                    <w:rPr>
                      <w:rFonts w:cs="Arial"/>
                    </w:rPr>
                    <w:t>± 1.0</w:t>
                  </w:r>
                </w:p>
              </w:tc>
              <w:tc>
                <w:tcPr>
                  <w:tcW w:w="751" w:type="pct"/>
                </w:tcPr>
                <w:p w:rsidR="00FB2432" w:rsidRDefault="00EB4E47" w:rsidP="00EB4E47">
                  <w:pPr>
                    <w:pStyle w:val="TableBodyText"/>
                    <w:ind w:right="28"/>
                    <w:jc w:val="center"/>
                  </w:pPr>
                  <w:r>
                    <w:rPr>
                      <w:rFonts w:cs="Arial"/>
                    </w:rPr>
                    <w:t>■</w:t>
                  </w:r>
                </w:p>
              </w:tc>
              <w:tc>
                <w:tcPr>
                  <w:tcW w:w="754" w:type="pct"/>
                </w:tcPr>
                <w:p w:rsidR="00FB2432" w:rsidRDefault="00EB4E47" w:rsidP="00EB4E47">
                  <w:pPr>
                    <w:pStyle w:val="TableBodyText"/>
                    <w:ind w:right="28"/>
                    <w:jc w:val="center"/>
                  </w:pPr>
                  <w:r>
                    <w:rPr>
                      <w:rFonts w:cs="Arial"/>
                    </w:rPr>
                    <w:t>■</w:t>
                  </w:r>
                </w:p>
              </w:tc>
            </w:tr>
            <w:tr w:rsidR="00EB4E47" w:rsidTr="000E7605">
              <w:tc>
                <w:tcPr>
                  <w:tcW w:w="1240" w:type="pct"/>
                  <w:tcBorders>
                    <w:bottom w:val="single" w:sz="4" w:space="0" w:color="BFBFBF"/>
                  </w:tcBorders>
                  <w:shd w:val="clear" w:color="auto" w:fill="auto"/>
                </w:tcPr>
                <w:p w:rsidR="00EB4E47" w:rsidRDefault="00EB4E47" w:rsidP="00FB2432">
                  <w:pPr>
                    <w:pStyle w:val="TableBodyText"/>
                    <w:jc w:val="left"/>
                  </w:pPr>
                  <w:r>
                    <w:t>At or above NMS</w:t>
                  </w:r>
                </w:p>
              </w:tc>
              <w:tc>
                <w:tcPr>
                  <w:tcW w:w="253" w:type="pct"/>
                  <w:tcBorders>
                    <w:bottom w:val="single" w:sz="4" w:space="0" w:color="BFBFBF"/>
                  </w:tcBorders>
                  <w:shd w:val="clear" w:color="auto" w:fill="auto"/>
                </w:tcPr>
                <w:p w:rsidR="00EB4E47" w:rsidRDefault="00EB4E47" w:rsidP="00FB2432">
                  <w:pPr>
                    <w:pStyle w:val="TableBodyText"/>
                    <w:jc w:val="left"/>
                  </w:pPr>
                  <w:r>
                    <w:t>%</w:t>
                  </w:r>
                </w:p>
              </w:tc>
              <w:tc>
                <w:tcPr>
                  <w:tcW w:w="667" w:type="pct"/>
                  <w:tcBorders>
                    <w:bottom w:val="single" w:sz="4" w:space="0" w:color="BFBFBF"/>
                  </w:tcBorders>
                  <w:shd w:val="clear" w:color="auto" w:fill="auto"/>
                </w:tcPr>
                <w:p w:rsidR="00EB4E47" w:rsidRDefault="00EB4E47" w:rsidP="00FB2432">
                  <w:pPr>
                    <w:pStyle w:val="TableBodyText"/>
                    <w:ind w:right="28"/>
                  </w:pPr>
                  <w:r>
                    <w:t xml:space="preserve">92.7 </w:t>
                  </w:r>
                  <w:r>
                    <w:rPr>
                      <w:rFonts w:cs="Arial"/>
                    </w:rPr>
                    <w:t>±</w:t>
                  </w:r>
                  <w:r>
                    <w:t xml:space="preserve"> 0.2</w:t>
                  </w:r>
                </w:p>
              </w:tc>
              <w:tc>
                <w:tcPr>
                  <w:tcW w:w="667" w:type="pct"/>
                  <w:tcBorders>
                    <w:bottom w:val="single" w:sz="4" w:space="0" w:color="BFBFBF"/>
                  </w:tcBorders>
                  <w:shd w:val="clear" w:color="auto" w:fill="auto"/>
                </w:tcPr>
                <w:p w:rsidR="00EB4E47" w:rsidRDefault="00EB4E47" w:rsidP="00FB2432">
                  <w:pPr>
                    <w:pStyle w:val="TableBodyText"/>
                    <w:ind w:right="28"/>
                  </w:pPr>
                  <w:r>
                    <w:t xml:space="preserve">93.4 </w:t>
                  </w:r>
                  <w:r>
                    <w:rPr>
                      <w:rFonts w:cs="Arial"/>
                    </w:rPr>
                    <w:t>± 0.2</w:t>
                  </w:r>
                </w:p>
              </w:tc>
              <w:tc>
                <w:tcPr>
                  <w:tcW w:w="668" w:type="pct"/>
                  <w:tcBorders>
                    <w:bottom w:val="single" w:sz="4" w:space="0" w:color="BFBFBF"/>
                  </w:tcBorders>
                  <w:shd w:val="clear" w:color="auto" w:fill="auto"/>
                </w:tcPr>
                <w:p w:rsidR="00EB4E47" w:rsidRDefault="00EB4E47" w:rsidP="00FB2432">
                  <w:pPr>
                    <w:pStyle w:val="TableBodyText"/>
                    <w:ind w:right="28"/>
                  </w:pPr>
                  <w:r>
                    <w:t xml:space="preserve">93.5 </w:t>
                  </w:r>
                  <w:r>
                    <w:rPr>
                      <w:rFonts w:cs="Arial"/>
                    </w:rPr>
                    <w:t>± 0.2</w:t>
                  </w:r>
                </w:p>
              </w:tc>
              <w:tc>
                <w:tcPr>
                  <w:tcW w:w="751" w:type="pct"/>
                  <w:tcBorders>
                    <w:bottom w:val="single" w:sz="4" w:space="0" w:color="BFBFBF"/>
                  </w:tcBorders>
                  <w:shd w:val="clear" w:color="auto" w:fill="auto"/>
                </w:tcPr>
                <w:p w:rsidR="00EB4E47" w:rsidRDefault="00EB4E47" w:rsidP="00EB4E47">
                  <w:pPr>
                    <w:pStyle w:val="TableBodyText"/>
                    <w:ind w:right="28"/>
                    <w:jc w:val="center"/>
                  </w:pPr>
                  <w:r>
                    <w:rPr>
                      <w:rFonts w:cs="Arial"/>
                    </w:rPr>
                    <w:t>■</w:t>
                  </w:r>
                </w:p>
              </w:tc>
              <w:tc>
                <w:tcPr>
                  <w:tcW w:w="754" w:type="pct"/>
                  <w:tcBorders>
                    <w:bottom w:val="single" w:sz="4" w:space="0" w:color="BFBFBF"/>
                  </w:tcBorders>
                  <w:shd w:val="clear" w:color="auto" w:fill="auto"/>
                </w:tcPr>
                <w:p w:rsidR="00EB4E47" w:rsidRDefault="00EB4E47" w:rsidP="00EB4E47">
                  <w:pPr>
                    <w:pStyle w:val="TableBodyText"/>
                    <w:ind w:right="28"/>
                    <w:jc w:val="center"/>
                  </w:pPr>
                  <w:r>
                    <w:rPr>
                      <w:rFonts w:cs="Arial"/>
                    </w:rPr>
                    <w:t>■</w:t>
                  </w:r>
                </w:p>
              </w:tc>
            </w:tr>
          </w:tbl>
          <w:p w:rsidR="00FB2432" w:rsidRDefault="00FB2432" w:rsidP="00FB2432">
            <w:pPr>
              <w:pStyle w:val="Box"/>
            </w:pPr>
          </w:p>
        </w:tc>
      </w:tr>
      <w:tr w:rsidR="00FB2432" w:rsidTr="00FB2432">
        <w:trPr>
          <w:cantSplit/>
        </w:trPr>
        <w:tc>
          <w:tcPr>
            <w:tcW w:w="8771" w:type="dxa"/>
            <w:tcBorders>
              <w:top w:val="nil"/>
              <w:left w:val="nil"/>
              <w:bottom w:val="nil"/>
              <w:right w:val="nil"/>
            </w:tcBorders>
            <w:shd w:val="clear" w:color="auto" w:fill="auto"/>
          </w:tcPr>
          <w:p w:rsidR="00EB4E47" w:rsidRPr="00795119" w:rsidRDefault="00EB4E47" w:rsidP="00EB4E47">
            <w:pPr>
              <w:pStyle w:val="Note"/>
              <w:rPr>
                <w:shd w:val="clear" w:color="auto" w:fill="FFFF00"/>
              </w:rPr>
            </w:pPr>
            <w:r w:rsidRPr="00795119">
              <w:t>NMS = National Minimum Standard</w:t>
            </w:r>
            <w:r w:rsidRPr="00795119">
              <w:rPr>
                <w:shd w:val="clear" w:color="auto" w:fill="FFFFFF" w:themeFill="background1"/>
              </w:rPr>
              <w:t xml:space="preserve">. </w:t>
            </w:r>
          </w:p>
          <w:p w:rsidR="00EB4E47" w:rsidRPr="00795119" w:rsidRDefault="00EB4E47" w:rsidP="00EB4E47">
            <w:pPr>
              <w:pStyle w:val="Note"/>
              <w:shd w:val="clear" w:color="auto" w:fill="FFFFFF" w:themeFill="background1"/>
              <w:rPr>
                <w:shd w:val="clear" w:color="auto" w:fill="FFFF00"/>
              </w:rPr>
            </w:pPr>
            <w:r w:rsidRPr="00795119">
              <w:rPr>
                <w:shd w:val="clear" w:color="auto" w:fill="FFFFFF" w:themeFill="background1"/>
              </w:rPr>
              <w:t>For Comparison of mean scale scores: ■ Average achievement is close to or not statistically different from the base year (or previous year).</w:t>
            </w:r>
          </w:p>
          <w:p w:rsidR="00EB4E47" w:rsidRPr="00795119" w:rsidRDefault="00EB4E47" w:rsidP="00EB4E47">
            <w:pPr>
              <w:pStyle w:val="Note"/>
            </w:pPr>
            <w:r w:rsidRPr="00795119">
              <w:rPr>
                <w:shd w:val="clear" w:color="auto" w:fill="FFFFFF" w:themeFill="background1"/>
              </w:rPr>
              <w:t>For Comparison of percentage of students at or above national minimum standard: ■ Percentage of students at or above national minimum standard is close to or not statistically different from the base year (or previous year).</w:t>
            </w:r>
          </w:p>
          <w:p w:rsidR="00FB2432" w:rsidRDefault="00FB2432" w:rsidP="00FB2432">
            <w:pPr>
              <w:pStyle w:val="Note"/>
              <w:rPr>
                <w:i/>
              </w:rPr>
            </w:pPr>
            <w:proofErr w:type="spellStart"/>
            <w:r w:rsidRPr="008E77FE">
              <w:rPr>
                <w:rStyle w:val="NoteLabel"/>
              </w:rPr>
              <w:t>a</w:t>
            </w:r>
            <w:proofErr w:type="spellEnd"/>
            <w:r>
              <w:t xml:space="preserve"> </w:t>
            </w:r>
            <w:r w:rsidR="00EB4E47" w:rsidRPr="00795119">
              <w:t>The mean scale scores and proportions at or above national minimum standard reported in this table include 95 per cent confidence intervals (for example, a mean scale score of 400.0 ± 2.7). The confidence intervals in this table are for the specific year applicable and do not provide an indication of statistically significant differences between years. See section 2.5 of the statistical context chapter (chapter 2) for more information on confidence intervals.</w:t>
            </w:r>
            <w:r>
              <w:t xml:space="preserve"> </w:t>
            </w:r>
            <w:r>
              <w:rPr>
                <w:rStyle w:val="NoteLabel"/>
              </w:rPr>
              <w:t>b</w:t>
            </w:r>
            <w:r>
              <w:t xml:space="preserve"> </w:t>
            </w:r>
            <w:r w:rsidR="00EB4E47" w:rsidRPr="00795119">
              <w:t xml:space="preserve">For further information and caveats see table </w:t>
            </w:r>
            <w:proofErr w:type="spellStart"/>
            <w:r w:rsidR="00EB4E47" w:rsidRPr="00795119">
              <w:t>4A.124</w:t>
            </w:r>
            <w:proofErr w:type="spellEnd"/>
            <w:r w:rsidR="00EB4E47" w:rsidRPr="00795119">
              <w:t>.</w:t>
            </w:r>
          </w:p>
        </w:tc>
      </w:tr>
      <w:tr w:rsidR="00FB2432" w:rsidTr="00FB2432">
        <w:trPr>
          <w:cantSplit/>
        </w:trPr>
        <w:tc>
          <w:tcPr>
            <w:tcW w:w="8771" w:type="dxa"/>
            <w:tcBorders>
              <w:top w:val="nil"/>
              <w:left w:val="nil"/>
              <w:bottom w:val="nil"/>
              <w:right w:val="nil"/>
            </w:tcBorders>
            <w:shd w:val="clear" w:color="auto" w:fill="auto"/>
          </w:tcPr>
          <w:p w:rsidR="00FB2432" w:rsidRDefault="00FB2432" w:rsidP="00EB4E47">
            <w:pPr>
              <w:pStyle w:val="Source"/>
            </w:pPr>
            <w:r>
              <w:rPr>
                <w:i/>
              </w:rPr>
              <w:t>Sour</w:t>
            </w:r>
            <w:r w:rsidR="00EB4E47">
              <w:rPr>
                <w:i/>
              </w:rPr>
              <w:t>ce</w:t>
            </w:r>
            <w:r w:rsidRPr="00167F06">
              <w:t xml:space="preserve">: </w:t>
            </w:r>
            <w:proofErr w:type="spellStart"/>
            <w:r w:rsidR="00EB4E47" w:rsidRPr="00795119">
              <w:t>ACARA</w:t>
            </w:r>
            <w:proofErr w:type="spellEnd"/>
            <w:r w:rsidR="00EB4E47" w:rsidRPr="00795119">
              <w:t xml:space="preserve"> (2014 and unpublished) </w:t>
            </w:r>
            <w:proofErr w:type="spellStart"/>
            <w:r w:rsidR="00EB4E47" w:rsidRPr="00795119">
              <w:rPr>
                <w:i/>
              </w:rPr>
              <w:t>NAPLAN</w:t>
            </w:r>
            <w:proofErr w:type="spellEnd"/>
            <w:r w:rsidR="00EB4E47" w:rsidRPr="00795119">
              <w:rPr>
                <w:i/>
              </w:rPr>
              <w:t xml:space="preserve"> Achievement in Reading, Writing, Language Conventions and Numeracy: National Report for 2014</w:t>
            </w:r>
            <w:r w:rsidR="00EB4E47" w:rsidRPr="00795119">
              <w:t xml:space="preserve">, </w:t>
            </w:r>
            <w:proofErr w:type="spellStart"/>
            <w:r w:rsidR="00EB4E47" w:rsidRPr="00795119">
              <w:t>ACARA</w:t>
            </w:r>
            <w:proofErr w:type="spellEnd"/>
            <w:r w:rsidR="00EB4E47" w:rsidRPr="00795119">
              <w:t xml:space="preserve">, Sydney; table </w:t>
            </w:r>
            <w:proofErr w:type="spellStart"/>
            <w:r w:rsidR="00EB4E47" w:rsidRPr="00795119">
              <w:t>4A.124</w:t>
            </w:r>
            <w:proofErr w:type="spellEnd"/>
            <w:r w:rsidR="00EB4E47" w:rsidRPr="00795119">
              <w:t>; 2015 Report, table 4.17, p. 4.73.</w:t>
            </w:r>
          </w:p>
        </w:tc>
      </w:tr>
      <w:tr w:rsidR="00FB2432" w:rsidTr="00FB2432">
        <w:trPr>
          <w:cantSplit/>
        </w:trPr>
        <w:tc>
          <w:tcPr>
            <w:tcW w:w="8771" w:type="dxa"/>
            <w:tcBorders>
              <w:top w:val="nil"/>
              <w:left w:val="nil"/>
              <w:bottom w:val="single" w:sz="6" w:space="0" w:color="78A22F"/>
              <w:right w:val="nil"/>
            </w:tcBorders>
            <w:shd w:val="clear" w:color="auto" w:fill="auto"/>
          </w:tcPr>
          <w:p w:rsidR="00FB2432" w:rsidRDefault="00FB2432" w:rsidP="00FB2432">
            <w:pPr>
              <w:pStyle w:val="Box"/>
              <w:spacing w:before="0" w:line="120" w:lineRule="exact"/>
            </w:pPr>
          </w:p>
        </w:tc>
      </w:tr>
      <w:tr w:rsidR="00FB2432" w:rsidRPr="000863A5" w:rsidTr="00FB2432">
        <w:tc>
          <w:tcPr>
            <w:tcW w:w="8771" w:type="dxa"/>
            <w:tcBorders>
              <w:top w:val="single" w:sz="6" w:space="0" w:color="78A22F"/>
              <w:left w:val="nil"/>
              <w:bottom w:val="nil"/>
              <w:right w:val="nil"/>
            </w:tcBorders>
          </w:tcPr>
          <w:p w:rsidR="00FB2432" w:rsidRPr="00626D32" w:rsidRDefault="00FB2432" w:rsidP="00FB2432">
            <w:pPr>
              <w:pStyle w:val="BoxSpaceBelow"/>
            </w:pPr>
          </w:p>
        </w:tc>
      </w:tr>
    </w:tbl>
    <w:p w:rsidR="001D0C58" w:rsidRPr="00795119" w:rsidRDefault="001D0C58" w:rsidP="001D0C58">
      <w:pPr>
        <w:pStyle w:val="Heading6"/>
      </w:pPr>
      <w:r w:rsidRPr="00795119">
        <w:t>Cohort gain</w:t>
      </w:r>
    </w:p>
    <w:p w:rsidR="001D0C58" w:rsidRPr="00795119" w:rsidRDefault="001D0C58" w:rsidP="001D0C58">
      <w:pPr>
        <w:pStyle w:val="BodyText"/>
      </w:pPr>
      <w:r w:rsidRPr="00795119">
        <w:t xml:space="preserve">Analysis of </w:t>
      </w:r>
      <w:proofErr w:type="spellStart"/>
      <w:r w:rsidRPr="00795119">
        <w:t>NAPLAN</w:t>
      </w:r>
      <w:proofErr w:type="spellEnd"/>
      <w:r w:rsidRPr="00795119">
        <w:t xml:space="preserve"> mean scale score data for the years 2008 to 2010, 2010 to 2012 and 2012 to 2014 enables comparisons of outcomes for the same cohort of students over time (box 4.</w:t>
      </w:r>
      <w:r w:rsidR="001871D0" w:rsidRPr="00795119">
        <w:t>4</w:t>
      </w:r>
      <w:r w:rsidRPr="00795119">
        <w:t xml:space="preserve">). From year 3 in 2008 to year 5 in 2010, the gain in numeracy mean scale score (on the common national scale for years 3, 5, 7 and 9, ranging from 0 to 1000) was between 83.6 and 100.2 points nationally. For the same cohort, from year 5 in 2010 to year 7 in 2012, the mean scale score gain was between 43.3 and 55.3 points nationally, and </w:t>
      </w:r>
      <w:r w:rsidRPr="00795119">
        <w:lastRenderedPageBreak/>
        <w:t xml:space="preserve">from year 7 in 2012 to year 9 in 2014, the mean scale score gain was between </w:t>
      </w:r>
      <w:r w:rsidRPr="00795119">
        <w:rPr>
          <w:shd w:val="clear" w:color="auto" w:fill="FFFFFF" w:themeFill="background1"/>
        </w:rPr>
        <w:t xml:space="preserve">45.0 and 54.4 </w:t>
      </w:r>
      <w:r w:rsidRPr="00795119">
        <w:t>points nationally (table 4.</w:t>
      </w:r>
      <w:r w:rsidR="007F738D" w:rsidRPr="00795119">
        <w:t>5</w:t>
      </w:r>
      <w:r w:rsidRPr="00795119">
        <w:t>).</w:t>
      </w:r>
    </w:p>
    <w:p w:rsidR="001D0C58" w:rsidRPr="00795119" w:rsidRDefault="001D0C58" w:rsidP="001D0C58">
      <w:pPr>
        <w:pStyle w:val="BodyText"/>
      </w:pPr>
      <w:r w:rsidRPr="00795119">
        <w:t xml:space="preserve">For Aboriginal and Torres Strait Islander students, from year 3 in 2008 to year 5 in 2010 the mean scale score gain nationally was between 80.0 and 98.6 points, from year 5 in 2010 to year 7 in 2012 the mean scale score gain was between 45.4 and 59.6 points nationally and from year 7 in 2012 to year 9 in 2014, the mean scale score gain was between </w:t>
      </w:r>
      <w:r w:rsidRPr="00795119">
        <w:rPr>
          <w:shd w:val="clear" w:color="auto" w:fill="FFFFFF" w:themeFill="background1"/>
        </w:rPr>
        <w:t xml:space="preserve">48.0 and 58.8 </w:t>
      </w:r>
      <w:r w:rsidRPr="00795119">
        <w:t>points. For non</w:t>
      </w:r>
      <w:r w:rsidRPr="00795119">
        <w:noBreakHyphen/>
        <w:t>Indigenous students, from year 3 in 2008 to year 5 in 2010 the mean scale score gain nationally was between 8</w:t>
      </w:r>
      <w:r w:rsidR="007F738D" w:rsidRPr="00795119">
        <w:t xml:space="preserve">3.8 and 100.4 points, from </w:t>
      </w:r>
      <w:r w:rsidR="007F738D" w:rsidRPr="00795119">
        <w:br/>
        <w:t xml:space="preserve">year </w:t>
      </w:r>
      <w:r w:rsidRPr="00795119">
        <w:t xml:space="preserve">5 in 2010 to year 7 in 2012, the mean scale score was between 43.2 and 55.2 points nationally and from year 7 in 2012 to year 9 in 2014, the mean scale score gain was between </w:t>
      </w:r>
      <w:r w:rsidRPr="00795119">
        <w:rPr>
          <w:shd w:val="clear" w:color="auto" w:fill="FFFFFF" w:themeFill="background1"/>
        </w:rPr>
        <w:t>44.9 and 54.3</w:t>
      </w:r>
      <w:r w:rsidRPr="00795119">
        <w:t xml:space="preserve"> points (table 4.</w:t>
      </w:r>
      <w:r w:rsidR="007F738D" w:rsidRPr="00795119">
        <w:t>5).</w:t>
      </w:r>
    </w:p>
    <w:p w:rsidR="00471A27" w:rsidRPr="00795119" w:rsidRDefault="001D0C58" w:rsidP="00471A27">
      <w:pPr>
        <w:pStyle w:val="BodyText"/>
      </w:pPr>
      <w:r w:rsidRPr="00795119">
        <w:t>These mean scale score gains varied across jurisdictions (table 4.</w:t>
      </w:r>
      <w:r w:rsidR="007F738D" w:rsidRPr="00795119">
        <w:t>5</w:t>
      </w:r>
      <w:r w:rsidRPr="00795119">
        <w:t xml:space="preserve">). Data for other cohorts from 2008–2010, 2010–2012 and 2012–2014 are in table </w:t>
      </w:r>
      <w:proofErr w:type="spellStart"/>
      <w:r w:rsidRPr="00795119">
        <w:t>4A.</w:t>
      </w:r>
      <w:r w:rsidRPr="00795119">
        <w:rPr>
          <w:shd w:val="clear" w:color="auto" w:fill="FFFFFF" w:themeFill="background1"/>
        </w:rPr>
        <w:t>125</w:t>
      </w:r>
      <w:proofErr w:type="spellEnd"/>
      <w:r w:rsidRPr="00795119">
        <w:rPr>
          <w:shd w:val="clear" w:color="auto" w:fill="FFFFFF" w:themeFill="background1"/>
        </w:rPr>
        <w:t>.</w:t>
      </w:r>
      <w:r w:rsidRPr="00795119">
        <w:t xml:space="preserve"> Data for years </w:t>
      </w:r>
      <w:r w:rsidR="00795119" w:rsidRPr="00795119">
        <w:br/>
      </w:r>
      <w:r w:rsidRPr="00795119">
        <w:t>2009</w:t>
      </w:r>
      <w:r w:rsidR="00795119" w:rsidRPr="00795119">
        <w:t>–</w:t>
      </w:r>
      <w:r w:rsidRPr="00795119">
        <w:t xml:space="preserve">2011 and 2011–2013 are in table </w:t>
      </w:r>
      <w:proofErr w:type="spellStart"/>
      <w:r w:rsidRPr="00795119">
        <w:t>4A.143</w:t>
      </w:r>
      <w:proofErr w:type="spellEnd"/>
      <w:r w:rsidRPr="00795119">
        <w:t>.</w:t>
      </w:r>
    </w:p>
    <w:p w:rsidR="00471A27" w:rsidRPr="00795119" w:rsidRDefault="00471A27">
      <w:pPr>
        <w:rPr>
          <w:b/>
        </w:rPr>
      </w:pPr>
      <w:r w:rsidRPr="00795119">
        <w:rPr>
          <w:b/>
        </w:rPr>
        <w:br w:type="page"/>
      </w:r>
    </w:p>
    <w:p w:rsidR="009742DD" w:rsidRPr="00795119" w:rsidRDefault="009742DD" w:rsidP="001871D0">
      <w:pPr>
        <w:pStyle w:val="BoxSpaceAbove"/>
        <w:spacing w:before="0"/>
      </w:pPr>
    </w:p>
    <w:tbl>
      <w:tblPr>
        <w:tblW w:w="876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6E50A7" w:rsidRPr="00795119" w:rsidTr="00CE2F8D">
        <w:tc>
          <w:tcPr>
            <w:tcW w:w="8767" w:type="dxa"/>
            <w:tcBorders>
              <w:top w:val="single" w:sz="6" w:space="0" w:color="78A22F"/>
              <w:left w:val="nil"/>
              <w:bottom w:val="nil"/>
              <w:right w:val="nil"/>
            </w:tcBorders>
            <w:shd w:val="clear" w:color="auto" w:fill="auto"/>
          </w:tcPr>
          <w:p w:rsidR="006E50A7" w:rsidRPr="00795119" w:rsidRDefault="006E50A7" w:rsidP="001871D0">
            <w:pPr>
              <w:pStyle w:val="TableTitle"/>
            </w:pPr>
            <w:r w:rsidRPr="00795119">
              <w:rPr>
                <w:b w:val="0"/>
              </w:rPr>
              <w:t>Table 4.</w:t>
            </w:r>
            <w:r w:rsidRPr="00795119">
              <w:rPr>
                <w:b w:val="0"/>
                <w:noProof/>
              </w:rPr>
              <w:t>5</w:t>
            </w:r>
            <w:r w:rsidRPr="00795119">
              <w:tab/>
              <w:t>Gain in mean scale score for numeracy: year 3 (2008) to year 5 (2010) to year 7 (2012) to year 9 (2014)</w:t>
            </w:r>
            <w:r w:rsidRPr="00795119">
              <w:rPr>
                <w:rStyle w:val="NoteLabel"/>
                <w:b/>
              </w:rPr>
              <w:t>a, b</w:t>
            </w:r>
          </w:p>
        </w:tc>
      </w:tr>
      <w:tr w:rsidR="006E50A7" w:rsidRPr="00795119" w:rsidTr="000929C4">
        <w:trPr>
          <w:cantSplit/>
        </w:trPr>
        <w:tc>
          <w:tcPr>
            <w:tcW w:w="8767" w:type="dxa"/>
            <w:tcBorders>
              <w:top w:val="nil"/>
              <w:left w:val="nil"/>
              <w:bottom w:val="nil"/>
              <w:right w:val="nil"/>
            </w:tcBorders>
            <w:shd w:val="clear" w:color="auto" w:fill="auto"/>
          </w:tcPr>
          <w:tbl>
            <w:tblPr>
              <w:tblW w:w="8807" w:type="dxa"/>
              <w:tblLayout w:type="fixed"/>
              <w:tblCellMar>
                <w:left w:w="0" w:type="dxa"/>
                <w:right w:w="0" w:type="dxa"/>
              </w:tblCellMar>
              <w:tblLook w:val="0000" w:firstRow="0" w:lastRow="0" w:firstColumn="0" w:lastColumn="0" w:noHBand="0" w:noVBand="0"/>
            </w:tblPr>
            <w:tblGrid>
              <w:gridCol w:w="1558"/>
              <w:gridCol w:w="830"/>
              <w:gridCol w:w="709"/>
              <w:gridCol w:w="708"/>
              <w:gridCol w:w="709"/>
              <w:gridCol w:w="709"/>
              <w:gridCol w:w="850"/>
              <w:gridCol w:w="851"/>
              <w:gridCol w:w="850"/>
              <w:gridCol w:w="1033"/>
            </w:tblGrid>
            <w:tr w:rsidR="009576E7" w:rsidRPr="00795119" w:rsidTr="000E7605">
              <w:tc>
                <w:tcPr>
                  <w:tcW w:w="1558"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rPr>
                      <w:rFonts w:ascii="Arial" w:hAnsi="Arial"/>
                      <w:i/>
                      <w:sz w:val="20"/>
                      <w:szCs w:val="20"/>
                    </w:rPr>
                  </w:pPr>
                </w:p>
              </w:tc>
              <w:tc>
                <w:tcPr>
                  <w:tcW w:w="830"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NSW</w:t>
                  </w:r>
                </w:p>
              </w:tc>
              <w:tc>
                <w:tcPr>
                  <w:tcW w:w="709"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Vic</w:t>
                  </w:r>
                </w:p>
              </w:tc>
              <w:tc>
                <w:tcPr>
                  <w:tcW w:w="708"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Qld</w:t>
                  </w:r>
                </w:p>
              </w:tc>
              <w:tc>
                <w:tcPr>
                  <w:tcW w:w="709"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WA</w:t>
                  </w:r>
                </w:p>
              </w:tc>
              <w:tc>
                <w:tcPr>
                  <w:tcW w:w="709"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SA</w:t>
                  </w:r>
                </w:p>
              </w:tc>
              <w:tc>
                <w:tcPr>
                  <w:tcW w:w="850"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proofErr w:type="spellStart"/>
                  <w:r w:rsidRPr="00795119">
                    <w:rPr>
                      <w:rFonts w:ascii="Arial" w:hAnsi="Arial"/>
                      <w:i/>
                      <w:sz w:val="20"/>
                      <w:szCs w:val="20"/>
                    </w:rPr>
                    <w:t>Tas</w:t>
                  </w:r>
                  <w:proofErr w:type="spellEnd"/>
                </w:p>
              </w:tc>
              <w:tc>
                <w:tcPr>
                  <w:tcW w:w="851"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ACT</w:t>
                  </w:r>
                </w:p>
              </w:tc>
              <w:tc>
                <w:tcPr>
                  <w:tcW w:w="850" w:type="dxa"/>
                  <w:tcBorders>
                    <w:top w:val="single" w:sz="4" w:space="0" w:color="BFBFBF" w:themeColor="background2"/>
                    <w:bottom w:val="single" w:sz="4" w:space="0" w:color="BFBFBF" w:themeColor="background2"/>
                  </w:tcBorders>
                  <w:shd w:val="clear" w:color="auto" w:fill="auto"/>
                </w:tcPr>
                <w:p w:rsidR="006E50A7" w:rsidRPr="00795119" w:rsidRDefault="006E50A7" w:rsidP="00E8338A">
                  <w:pPr>
                    <w:keepNext/>
                    <w:keepLines/>
                    <w:spacing w:before="80" w:after="80" w:line="220" w:lineRule="atLeast"/>
                    <w:ind w:left="6" w:right="113"/>
                    <w:jc w:val="right"/>
                    <w:rPr>
                      <w:rFonts w:ascii="Arial" w:hAnsi="Arial"/>
                      <w:i/>
                      <w:sz w:val="20"/>
                      <w:szCs w:val="20"/>
                    </w:rPr>
                  </w:pPr>
                  <w:r w:rsidRPr="00795119">
                    <w:rPr>
                      <w:rFonts w:ascii="Arial" w:hAnsi="Arial"/>
                      <w:i/>
                      <w:sz w:val="20"/>
                      <w:szCs w:val="20"/>
                    </w:rPr>
                    <w:t>NT</w:t>
                  </w:r>
                </w:p>
              </w:tc>
              <w:tc>
                <w:tcPr>
                  <w:tcW w:w="1033" w:type="dxa"/>
                  <w:tcBorders>
                    <w:top w:val="single" w:sz="4" w:space="0" w:color="BFBFBF" w:themeColor="background2"/>
                    <w:bottom w:val="single" w:sz="4" w:space="0" w:color="BFBFBF" w:themeColor="background2"/>
                  </w:tcBorders>
                  <w:shd w:val="clear" w:color="auto" w:fill="auto"/>
                </w:tcPr>
                <w:p w:rsidR="006E50A7" w:rsidRPr="00795119" w:rsidRDefault="00ED32F7" w:rsidP="00ED32F7">
                  <w:pPr>
                    <w:keepNext/>
                    <w:keepLines/>
                    <w:spacing w:before="80" w:after="80" w:line="220" w:lineRule="atLeast"/>
                    <w:ind w:left="6" w:right="187"/>
                    <w:jc w:val="right"/>
                    <w:rPr>
                      <w:rFonts w:ascii="Arial" w:hAnsi="Arial"/>
                      <w:i/>
                      <w:sz w:val="20"/>
                      <w:szCs w:val="20"/>
                    </w:rPr>
                  </w:pPr>
                  <w:r>
                    <w:rPr>
                      <w:rFonts w:ascii="Arial" w:hAnsi="Arial"/>
                      <w:i/>
                      <w:sz w:val="20"/>
                      <w:szCs w:val="20"/>
                    </w:rPr>
                    <w:t xml:space="preserve">       </w:t>
                  </w:r>
                  <w:proofErr w:type="spellStart"/>
                  <w:r w:rsidR="006E50A7" w:rsidRPr="00795119">
                    <w:rPr>
                      <w:rFonts w:ascii="Arial" w:hAnsi="Arial"/>
                      <w:i/>
                      <w:sz w:val="20"/>
                      <w:szCs w:val="20"/>
                    </w:rPr>
                    <w:t>Aust</w:t>
                  </w:r>
                  <w:proofErr w:type="spellEnd"/>
                </w:p>
              </w:tc>
            </w:tr>
            <w:tr w:rsidR="006E50A7" w:rsidRPr="00795119" w:rsidTr="000E7605">
              <w:tc>
                <w:tcPr>
                  <w:tcW w:w="8807" w:type="dxa"/>
                  <w:gridSpan w:val="10"/>
                  <w:tcBorders>
                    <w:top w:val="single" w:sz="4" w:space="0" w:color="BFBFBF" w:themeColor="background2"/>
                  </w:tcBorders>
                </w:tcPr>
                <w:p w:rsidR="006E50A7" w:rsidRPr="00795119" w:rsidRDefault="006E50A7" w:rsidP="00CE2F8D">
                  <w:pPr>
                    <w:pStyle w:val="TableUnitsRow"/>
                    <w:spacing w:before="60"/>
                    <w:jc w:val="left"/>
                    <w:rPr>
                      <w:rFonts w:cs="Arial"/>
                      <w:b/>
                    </w:rPr>
                  </w:pPr>
                  <w:r w:rsidRPr="00795119">
                    <w:rPr>
                      <w:b/>
                    </w:rPr>
                    <w:t>Aboriginal and Torres Strait Islander students</w:t>
                  </w:r>
                </w:p>
              </w:tc>
            </w:tr>
            <w:tr w:rsidR="009576E7" w:rsidRPr="00795119" w:rsidTr="002B6BD6">
              <w:tc>
                <w:tcPr>
                  <w:tcW w:w="1558" w:type="dxa"/>
                </w:tcPr>
                <w:p w:rsidR="006E50A7" w:rsidRPr="00795119" w:rsidRDefault="006E50A7" w:rsidP="00E8338A">
                  <w:pPr>
                    <w:pStyle w:val="TableBodyText"/>
                    <w:jc w:val="left"/>
                  </w:pPr>
                  <w:r w:rsidRPr="00795119">
                    <w:t>2008 Year 3</w:t>
                  </w:r>
                </w:p>
              </w:tc>
              <w:tc>
                <w:tcPr>
                  <w:tcW w:w="830" w:type="dxa"/>
                  <w:vAlign w:val="center"/>
                </w:tcPr>
                <w:p w:rsidR="006E50A7" w:rsidRPr="00795119" w:rsidRDefault="006E50A7" w:rsidP="00E8338A">
                  <w:pPr>
                    <w:pStyle w:val="TableBodyText"/>
                    <w:rPr>
                      <w:szCs w:val="18"/>
                    </w:rPr>
                  </w:pPr>
                  <w:r w:rsidRPr="00795119">
                    <w:rPr>
                      <w:szCs w:val="18"/>
                    </w:rPr>
                    <w:t xml:space="preserve">350.3 </w:t>
                  </w:r>
                  <w:r w:rsidRPr="00795119">
                    <w:rPr>
                      <w:szCs w:val="18"/>
                    </w:rPr>
                    <w:br/>
                    <w:t>± 3.1</w:t>
                  </w:r>
                </w:p>
              </w:tc>
              <w:tc>
                <w:tcPr>
                  <w:tcW w:w="709" w:type="dxa"/>
                  <w:vAlign w:val="center"/>
                </w:tcPr>
                <w:p w:rsidR="006E50A7" w:rsidRPr="00795119" w:rsidRDefault="006E50A7" w:rsidP="00E8338A">
                  <w:pPr>
                    <w:pStyle w:val="TableBodyText"/>
                    <w:rPr>
                      <w:szCs w:val="18"/>
                    </w:rPr>
                  </w:pPr>
                  <w:r w:rsidRPr="00795119">
                    <w:rPr>
                      <w:szCs w:val="18"/>
                    </w:rPr>
                    <w:t xml:space="preserve">376.9 </w:t>
                  </w:r>
                  <w:r w:rsidRPr="00795119">
                    <w:rPr>
                      <w:szCs w:val="18"/>
                    </w:rPr>
                    <w:br/>
                    <w:t>± 5.5</w:t>
                  </w:r>
                </w:p>
              </w:tc>
              <w:tc>
                <w:tcPr>
                  <w:tcW w:w="708" w:type="dxa"/>
                  <w:vAlign w:val="center"/>
                </w:tcPr>
                <w:p w:rsidR="006E50A7" w:rsidRPr="00795119" w:rsidRDefault="006E50A7" w:rsidP="00E8338A">
                  <w:pPr>
                    <w:pStyle w:val="TableBodyText"/>
                    <w:rPr>
                      <w:szCs w:val="18"/>
                    </w:rPr>
                  </w:pPr>
                  <w:r w:rsidRPr="00795119">
                    <w:rPr>
                      <w:szCs w:val="18"/>
                    </w:rPr>
                    <w:t xml:space="preserve">316.2 </w:t>
                  </w:r>
                  <w:r w:rsidRPr="00795119">
                    <w:rPr>
                      <w:szCs w:val="18"/>
                    </w:rPr>
                    <w:br/>
                    <w:t>± 6.4</w:t>
                  </w:r>
                </w:p>
              </w:tc>
              <w:tc>
                <w:tcPr>
                  <w:tcW w:w="709" w:type="dxa"/>
                  <w:vAlign w:val="center"/>
                </w:tcPr>
                <w:p w:rsidR="006E50A7" w:rsidRPr="00795119" w:rsidRDefault="006E50A7" w:rsidP="00E8338A">
                  <w:pPr>
                    <w:pStyle w:val="TableBodyText"/>
                    <w:rPr>
                      <w:szCs w:val="18"/>
                    </w:rPr>
                  </w:pPr>
                  <w:r w:rsidRPr="00795119">
                    <w:rPr>
                      <w:szCs w:val="18"/>
                    </w:rPr>
                    <w:t xml:space="preserve">313.9 </w:t>
                  </w:r>
                  <w:r w:rsidRPr="00795119">
                    <w:rPr>
                      <w:szCs w:val="18"/>
                    </w:rPr>
                    <w:br/>
                    <w:t>± 5.1</w:t>
                  </w:r>
                </w:p>
              </w:tc>
              <w:tc>
                <w:tcPr>
                  <w:tcW w:w="709" w:type="dxa"/>
                  <w:vAlign w:val="center"/>
                </w:tcPr>
                <w:p w:rsidR="006E50A7" w:rsidRPr="00795119" w:rsidRDefault="006E50A7" w:rsidP="00E8338A">
                  <w:pPr>
                    <w:pStyle w:val="TableBodyText"/>
                    <w:rPr>
                      <w:szCs w:val="18"/>
                    </w:rPr>
                  </w:pPr>
                  <w:r w:rsidRPr="00795119">
                    <w:rPr>
                      <w:szCs w:val="18"/>
                    </w:rPr>
                    <w:t xml:space="preserve">330.7 </w:t>
                  </w:r>
                  <w:r w:rsidRPr="00795119">
                    <w:rPr>
                      <w:szCs w:val="18"/>
                    </w:rPr>
                    <w:br/>
                    <w:t>± 6.5</w:t>
                  </w:r>
                </w:p>
              </w:tc>
              <w:tc>
                <w:tcPr>
                  <w:tcW w:w="850" w:type="dxa"/>
                  <w:vAlign w:val="center"/>
                </w:tcPr>
                <w:p w:rsidR="006E50A7" w:rsidRPr="00795119" w:rsidRDefault="006E50A7" w:rsidP="00E8338A">
                  <w:pPr>
                    <w:pStyle w:val="TableBodyText"/>
                    <w:rPr>
                      <w:szCs w:val="18"/>
                    </w:rPr>
                  </w:pPr>
                  <w:r w:rsidRPr="00795119">
                    <w:rPr>
                      <w:szCs w:val="18"/>
                    </w:rPr>
                    <w:t xml:space="preserve">377.1 </w:t>
                  </w:r>
                  <w:r w:rsidRPr="00795119">
                    <w:rPr>
                      <w:szCs w:val="18"/>
                    </w:rPr>
                    <w:br/>
                    <w:t>± 8.2</w:t>
                  </w:r>
                </w:p>
              </w:tc>
              <w:tc>
                <w:tcPr>
                  <w:tcW w:w="851" w:type="dxa"/>
                  <w:vAlign w:val="center"/>
                </w:tcPr>
                <w:p w:rsidR="006E50A7" w:rsidRPr="00795119" w:rsidRDefault="006E50A7" w:rsidP="00E8338A">
                  <w:pPr>
                    <w:pStyle w:val="TableBodyText"/>
                    <w:rPr>
                      <w:szCs w:val="18"/>
                    </w:rPr>
                  </w:pPr>
                  <w:r w:rsidRPr="00795119">
                    <w:rPr>
                      <w:szCs w:val="18"/>
                    </w:rPr>
                    <w:t xml:space="preserve">355.1 </w:t>
                  </w:r>
                  <w:r w:rsidRPr="00795119">
                    <w:rPr>
                      <w:szCs w:val="18"/>
                    </w:rPr>
                    <w:br/>
                    <w:t>± 16.2</w:t>
                  </w:r>
                </w:p>
              </w:tc>
              <w:tc>
                <w:tcPr>
                  <w:tcW w:w="850" w:type="dxa"/>
                  <w:vAlign w:val="center"/>
                </w:tcPr>
                <w:p w:rsidR="006E50A7" w:rsidRPr="00795119" w:rsidRDefault="006E50A7" w:rsidP="00E8338A">
                  <w:pPr>
                    <w:pStyle w:val="TableBodyText"/>
                    <w:rPr>
                      <w:szCs w:val="18"/>
                    </w:rPr>
                  </w:pPr>
                  <w:r w:rsidRPr="00795119">
                    <w:rPr>
                      <w:szCs w:val="18"/>
                    </w:rPr>
                    <w:t xml:space="preserve">275.0 </w:t>
                  </w:r>
                  <w:r w:rsidRPr="00795119">
                    <w:rPr>
                      <w:szCs w:val="18"/>
                    </w:rPr>
                    <w:br/>
                    <w:t>± 11.0</w:t>
                  </w:r>
                </w:p>
              </w:tc>
              <w:tc>
                <w:tcPr>
                  <w:tcW w:w="1033" w:type="dxa"/>
                  <w:vAlign w:val="center"/>
                </w:tcPr>
                <w:p w:rsidR="006E50A7" w:rsidRPr="00795119" w:rsidRDefault="006E50A7" w:rsidP="00ED32F7">
                  <w:pPr>
                    <w:pStyle w:val="TableBodyText"/>
                    <w:ind w:right="187"/>
                    <w:rPr>
                      <w:szCs w:val="18"/>
                    </w:rPr>
                  </w:pPr>
                  <w:r w:rsidRPr="00795119">
                    <w:rPr>
                      <w:szCs w:val="18"/>
                    </w:rPr>
                    <w:t xml:space="preserve">327.6 </w:t>
                  </w:r>
                  <w:r w:rsidRPr="00795119">
                    <w:rPr>
                      <w:szCs w:val="18"/>
                    </w:rPr>
                    <w:br/>
                    <w:t>± 3.3</w:t>
                  </w:r>
                </w:p>
              </w:tc>
            </w:tr>
            <w:tr w:rsidR="009576E7" w:rsidRPr="00795119" w:rsidTr="002B6BD6">
              <w:tc>
                <w:tcPr>
                  <w:tcW w:w="1558" w:type="dxa"/>
                </w:tcPr>
                <w:p w:rsidR="006E50A7" w:rsidRPr="00795119" w:rsidRDefault="006E50A7" w:rsidP="00E8338A">
                  <w:pPr>
                    <w:pStyle w:val="TableBodyText"/>
                    <w:jc w:val="left"/>
                  </w:pPr>
                  <w:r w:rsidRPr="00795119">
                    <w:t>2010 Year 5</w:t>
                  </w:r>
                </w:p>
              </w:tc>
              <w:tc>
                <w:tcPr>
                  <w:tcW w:w="830" w:type="dxa"/>
                  <w:vAlign w:val="center"/>
                </w:tcPr>
                <w:p w:rsidR="006E50A7" w:rsidRPr="00795119" w:rsidRDefault="006E50A7" w:rsidP="00E8338A">
                  <w:pPr>
                    <w:pStyle w:val="TableBodyText"/>
                    <w:rPr>
                      <w:szCs w:val="18"/>
                    </w:rPr>
                  </w:pPr>
                  <w:r w:rsidRPr="00795119">
                    <w:rPr>
                      <w:szCs w:val="18"/>
                    </w:rPr>
                    <w:t xml:space="preserve">435.8 </w:t>
                  </w:r>
                  <w:r w:rsidRPr="00795119">
                    <w:rPr>
                      <w:szCs w:val="18"/>
                    </w:rPr>
                    <w:br/>
                    <w:t>± 3.0</w:t>
                  </w:r>
                </w:p>
              </w:tc>
              <w:tc>
                <w:tcPr>
                  <w:tcW w:w="709" w:type="dxa"/>
                  <w:vAlign w:val="center"/>
                </w:tcPr>
                <w:p w:rsidR="006E50A7" w:rsidRPr="00795119" w:rsidRDefault="006E50A7" w:rsidP="00E8338A">
                  <w:pPr>
                    <w:pStyle w:val="TableBodyText"/>
                    <w:rPr>
                      <w:szCs w:val="18"/>
                    </w:rPr>
                  </w:pPr>
                  <w:r w:rsidRPr="00795119">
                    <w:rPr>
                      <w:szCs w:val="18"/>
                    </w:rPr>
                    <w:t>457.0</w:t>
                  </w:r>
                  <w:r w:rsidRPr="00795119">
                    <w:rPr>
                      <w:szCs w:val="18"/>
                    </w:rPr>
                    <w:br/>
                    <w:t xml:space="preserve"> ± 5.8</w:t>
                  </w:r>
                </w:p>
              </w:tc>
              <w:tc>
                <w:tcPr>
                  <w:tcW w:w="708" w:type="dxa"/>
                  <w:vAlign w:val="center"/>
                </w:tcPr>
                <w:p w:rsidR="006E50A7" w:rsidRPr="00795119" w:rsidRDefault="006E50A7" w:rsidP="00E8338A">
                  <w:pPr>
                    <w:pStyle w:val="TableBodyText"/>
                    <w:rPr>
                      <w:szCs w:val="18"/>
                    </w:rPr>
                  </w:pPr>
                  <w:r w:rsidRPr="00795119">
                    <w:rPr>
                      <w:szCs w:val="18"/>
                    </w:rPr>
                    <w:t>419.5</w:t>
                  </w:r>
                  <w:r w:rsidRPr="00795119">
                    <w:rPr>
                      <w:szCs w:val="18"/>
                    </w:rPr>
                    <w:br/>
                    <w:t>± 4.5</w:t>
                  </w:r>
                </w:p>
              </w:tc>
              <w:tc>
                <w:tcPr>
                  <w:tcW w:w="709" w:type="dxa"/>
                  <w:vAlign w:val="center"/>
                </w:tcPr>
                <w:p w:rsidR="006E50A7" w:rsidRPr="00795119" w:rsidRDefault="006E50A7" w:rsidP="00E8338A">
                  <w:pPr>
                    <w:pStyle w:val="TableBodyText"/>
                    <w:rPr>
                      <w:szCs w:val="18"/>
                    </w:rPr>
                  </w:pPr>
                  <w:r w:rsidRPr="00795119">
                    <w:rPr>
                      <w:szCs w:val="18"/>
                    </w:rPr>
                    <w:t>398.0</w:t>
                  </w:r>
                  <w:r w:rsidRPr="00795119">
                    <w:rPr>
                      <w:szCs w:val="18"/>
                    </w:rPr>
                    <w:br/>
                    <w:t>± 6.0</w:t>
                  </w:r>
                </w:p>
              </w:tc>
              <w:tc>
                <w:tcPr>
                  <w:tcW w:w="709" w:type="dxa"/>
                  <w:vAlign w:val="center"/>
                </w:tcPr>
                <w:p w:rsidR="006E50A7" w:rsidRPr="00795119" w:rsidRDefault="006E50A7" w:rsidP="00E8338A">
                  <w:pPr>
                    <w:pStyle w:val="TableBodyText"/>
                    <w:rPr>
                      <w:szCs w:val="18"/>
                    </w:rPr>
                  </w:pPr>
                  <w:r w:rsidRPr="00795119">
                    <w:rPr>
                      <w:szCs w:val="18"/>
                    </w:rPr>
                    <w:t xml:space="preserve">406.9 </w:t>
                  </w:r>
                  <w:r w:rsidRPr="00795119">
                    <w:rPr>
                      <w:szCs w:val="18"/>
                    </w:rPr>
                    <w:br/>
                    <w:t>± 6.8</w:t>
                  </w:r>
                </w:p>
              </w:tc>
              <w:tc>
                <w:tcPr>
                  <w:tcW w:w="850" w:type="dxa"/>
                  <w:vAlign w:val="center"/>
                </w:tcPr>
                <w:p w:rsidR="006E50A7" w:rsidRPr="00795119" w:rsidRDefault="006E50A7" w:rsidP="00E8338A">
                  <w:pPr>
                    <w:pStyle w:val="TableBodyText"/>
                    <w:rPr>
                      <w:szCs w:val="18"/>
                    </w:rPr>
                  </w:pPr>
                  <w:r w:rsidRPr="00795119">
                    <w:rPr>
                      <w:szCs w:val="18"/>
                    </w:rPr>
                    <w:t xml:space="preserve">450.0 </w:t>
                  </w:r>
                  <w:r w:rsidRPr="00795119">
                    <w:rPr>
                      <w:szCs w:val="18"/>
                    </w:rPr>
                    <w:br/>
                    <w:t>± 8.0</w:t>
                  </w:r>
                </w:p>
              </w:tc>
              <w:tc>
                <w:tcPr>
                  <w:tcW w:w="851" w:type="dxa"/>
                  <w:vAlign w:val="center"/>
                </w:tcPr>
                <w:p w:rsidR="006E50A7" w:rsidRPr="00795119" w:rsidRDefault="006E50A7" w:rsidP="00E8338A">
                  <w:pPr>
                    <w:pStyle w:val="TableBodyText"/>
                    <w:rPr>
                      <w:szCs w:val="18"/>
                    </w:rPr>
                  </w:pPr>
                  <w:r w:rsidRPr="00795119">
                    <w:rPr>
                      <w:szCs w:val="18"/>
                    </w:rPr>
                    <w:t xml:space="preserve">434.7 </w:t>
                  </w:r>
                  <w:r w:rsidRPr="00795119">
                    <w:rPr>
                      <w:szCs w:val="18"/>
                    </w:rPr>
                    <w:br/>
                    <w:t>± 12.8</w:t>
                  </w:r>
                </w:p>
              </w:tc>
              <w:tc>
                <w:tcPr>
                  <w:tcW w:w="850" w:type="dxa"/>
                  <w:vAlign w:val="center"/>
                </w:tcPr>
                <w:p w:rsidR="006E50A7" w:rsidRPr="00795119" w:rsidRDefault="006E50A7" w:rsidP="00E8338A">
                  <w:pPr>
                    <w:pStyle w:val="TableBodyText"/>
                    <w:rPr>
                      <w:szCs w:val="18"/>
                    </w:rPr>
                  </w:pPr>
                  <w:r w:rsidRPr="00795119">
                    <w:rPr>
                      <w:szCs w:val="18"/>
                    </w:rPr>
                    <w:t xml:space="preserve">351.6 </w:t>
                  </w:r>
                  <w:r w:rsidRPr="00795119">
                    <w:rPr>
                      <w:szCs w:val="18"/>
                    </w:rPr>
                    <w:br/>
                    <w:t>± 13.0</w:t>
                  </w:r>
                </w:p>
              </w:tc>
              <w:tc>
                <w:tcPr>
                  <w:tcW w:w="1033" w:type="dxa"/>
                  <w:vAlign w:val="center"/>
                </w:tcPr>
                <w:p w:rsidR="006E50A7" w:rsidRPr="00795119" w:rsidRDefault="006E50A7" w:rsidP="00ED32F7">
                  <w:pPr>
                    <w:pStyle w:val="TableBodyText"/>
                    <w:ind w:right="187"/>
                    <w:rPr>
                      <w:szCs w:val="18"/>
                    </w:rPr>
                  </w:pPr>
                  <w:r w:rsidRPr="00795119">
                    <w:rPr>
                      <w:szCs w:val="18"/>
                    </w:rPr>
                    <w:t xml:space="preserve">416.9 </w:t>
                  </w:r>
                  <w:r w:rsidRPr="00795119">
                    <w:rPr>
                      <w:szCs w:val="18"/>
                    </w:rPr>
                    <w:br/>
                    <w:t>± 3.1</w:t>
                  </w:r>
                </w:p>
              </w:tc>
            </w:tr>
            <w:tr w:rsidR="009576E7" w:rsidRPr="00795119" w:rsidTr="002B6BD6">
              <w:tc>
                <w:tcPr>
                  <w:tcW w:w="1558" w:type="dxa"/>
                </w:tcPr>
                <w:p w:rsidR="006E50A7" w:rsidRPr="00795119" w:rsidRDefault="006E50A7" w:rsidP="00E8338A">
                  <w:pPr>
                    <w:pStyle w:val="TableBodyText"/>
                    <w:jc w:val="left"/>
                  </w:pPr>
                  <w:r w:rsidRPr="00795119">
                    <w:t>2012 Year 7</w:t>
                  </w:r>
                </w:p>
              </w:tc>
              <w:tc>
                <w:tcPr>
                  <w:tcW w:w="830" w:type="dxa"/>
                  <w:vAlign w:val="center"/>
                </w:tcPr>
                <w:p w:rsidR="006E50A7" w:rsidRPr="00795119" w:rsidRDefault="006E50A7" w:rsidP="00E8338A">
                  <w:pPr>
                    <w:pStyle w:val="TableBodyText"/>
                    <w:rPr>
                      <w:szCs w:val="18"/>
                    </w:rPr>
                  </w:pPr>
                  <w:r w:rsidRPr="00795119">
                    <w:rPr>
                      <w:szCs w:val="18"/>
                    </w:rPr>
                    <w:t xml:space="preserve">477.4 </w:t>
                  </w:r>
                  <w:r w:rsidRPr="00795119">
                    <w:rPr>
                      <w:szCs w:val="18"/>
                    </w:rPr>
                    <w:br/>
                    <w:t>± 3.2</w:t>
                  </w:r>
                </w:p>
              </w:tc>
              <w:tc>
                <w:tcPr>
                  <w:tcW w:w="709" w:type="dxa"/>
                  <w:vAlign w:val="center"/>
                </w:tcPr>
                <w:p w:rsidR="006E50A7" w:rsidRPr="00795119" w:rsidRDefault="006E50A7" w:rsidP="00E8338A">
                  <w:pPr>
                    <w:pStyle w:val="TableBodyText"/>
                    <w:rPr>
                      <w:szCs w:val="18"/>
                    </w:rPr>
                  </w:pPr>
                  <w:r w:rsidRPr="00795119">
                    <w:rPr>
                      <w:szCs w:val="18"/>
                    </w:rPr>
                    <w:t xml:space="preserve">494.6 </w:t>
                  </w:r>
                  <w:r w:rsidRPr="00795119">
                    <w:rPr>
                      <w:szCs w:val="18"/>
                    </w:rPr>
                    <w:br/>
                    <w:t>± 5.2</w:t>
                  </w:r>
                </w:p>
              </w:tc>
              <w:tc>
                <w:tcPr>
                  <w:tcW w:w="708" w:type="dxa"/>
                  <w:vAlign w:val="center"/>
                </w:tcPr>
                <w:p w:rsidR="006E50A7" w:rsidRPr="00795119" w:rsidRDefault="006E50A7" w:rsidP="00E8338A">
                  <w:pPr>
                    <w:pStyle w:val="TableBodyText"/>
                    <w:rPr>
                      <w:szCs w:val="18"/>
                    </w:rPr>
                  </w:pPr>
                  <w:r w:rsidRPr="00795119">
                    <w:rPr>
                      <w:szCs w:val="18"/>
                    </w:rPr>
                    <w:t xml:space="preserve">475.9 </w:t>
                  </w:r>
                  <w:r w:rsidRPr="00795119">
                    <w:rPr>
                      <w:szCs w:val="18"/>
                    </w:rPr>
                    <w:br/>
                    <w:t>± 3.7</w:t>
                  </w:r>
                </w:p>
              </w:tc>
              <w:tc>
                <w:tcPr>
                  <w:tcW w:w="709" w:type="dxa"/>
                  <w:vAlign w:val="center"/>
                </w:tcPr>
                <w:p w:rsidR="006E50A7" w:rsidRPr="00795119" w:rsidRDefault="006E50A7" w:rsidP="00E8338A">
                  <w:pPr>
                    <w:pStyle w:val="TableBodyText"/>
                    <w:rPr>
                      <w:szCs w:val="18"/>
                    </w:rPr>
                  </w:pPr>
                  <w:r w:rsidRPr="00795119">
                    <w:rPr>
                      <w:szCs w:val="18"/>
                    </w:rPr>
                    <w:t xml:space="preserve">461.0 </w:t>
                  </w:r>
                  <w:r w:rsidRPr="00795119">
                    <w:rPr>
                      <w:szCs w:val="18"/>
                    </w:rPr>
                    <w:br/>
                    <w:t>± 5.0</w:t>
                  </w:r>
                </w:p>
              </w:tc>
              <w:tc>
                <w:tcPr>
                  <w:tcW w:w="709" w:type="dxa"/>
                  <w:vAlign w:val="center"/>
                </w:tcPr>
                <w:p w:rsidR="006E50A7" w:rsidRPr="00795119" w:rsidRDefault="006E50A7" w:rsidP="00E8338A">
                  <w:pPr>
                    <w:pStyle w:val="TableBodyText"/>
                    <w:rPr>
                      <w:szCs w:val="18"/>
                    </w:rPr>
                  </w:pPr>
                  <w:r w:rsidRPr="00795119">
                    <w:rPr>
                      <w:szCs w:val="18"/>
                    </w:rPr>
                    <w:t xml:space="preserve">464.8 </w:t>
                  </w:r>
                  <w:r w:rsidRPr="00795119">
                    <w:rPr>
                      <w:szCs w:val="18"/>
                    </w:rPr>
                    <w:br/>
                    <w:t>± 6.3</w:t>
                  </w:r>
                </w:p>
              </w:tc>
              <w:tc>
                <w:tcPr>
                  <w:tcW w:w="850" w:type="dxa"/>
                  <w:vAlign w:val="center"/>
                </w:tcPr>
                <w:p w:rsidR="006E50A7" w:rsidRPr="00795119" w:rsidRDefault="006E50A7" w:rsidP="00E8338A">
                  <w:pPr>
                    <w:pStyle w:val="TableBodyText"/>
                    <w:rPr>
                      <w:szCs w:val="18"/>
                    </w:rPr>
                  </w:pPr>
                  <w:r w:rsidRPr="00795119">
                    <w:rPr>
                      <w:szCs w:val="18"/>
                    </w:rPr>
                    <w:t xml:space="preserve">491.0 </w:t>
                  </w:r>
                  <w:r w:rsidRPr="00795119">
                    <w:rPr>
                      <w:szCs w:val="18"/>
                    </w:rPr>
                    <w:br/>
                    <w:t>± 7.3</w:t>
                  </w:r>
                </w:p>
              </w:tc>
              <w:tc>
                <w:tcPr>
                  <w:tcW w:w="851" w:type="dxa"/>
                  <w:vAlign w:val="center"/>
                </w:tcPr>
                <w:p w:rsidR="006E50A7" w:rsidRPr="00795119" w:rsidRDefault="006E50A7" w:rsidP="00E8338A">
                  <w:pPr>
                    <w:pStyle w:val="TableBodyText"/>
                    <w:rPr>
                      <w:szCs w:val="18"/>
                    </w:rPr>
                  </w:pPr>
                  <w:r w:rsidRPr="00795119">
                    <w:rPr>
                      <w:szCs w:val="18"/>
                    </w:rPr>
                    <w:t xml:space="preserve">493.1 </w:t>
                  </w:r>
                  <w:r w:rsidRPr="00795119">
                    <w:rPr>
                      <w:szCs w:val="18"/>
                    </w:rPr>
                    <w:br/>
                    <w:t>± 12.2</w:t>
                  </w:r>
                </w:p>
              </w:tc>
              <w:tc>
                <w:tcPr>
                  <w:tcW w:w="850" w:type="dxa"/>
                  <w:vAlign w:val="center"/>
                </w:tcPr>
                <w:p w:rsidR="006E50A7" w:rsidRPr="00795119" w:rsidRDefault="006E50A7" w:rsidP="00E8338A">
                  <w:pPr>
                    <w:pStyle w:val="TableBodyText"/>
                    <w:rPr>
                      <w:szCs w:val="18"/>
                    </w:rPr>
                  </w:pPr>
                  <w:r w:rsidRPr="00795119">
                    <w:rPr>
                      <w:szCs w:val="18"/>
                    </w:rPr>
                    <w:t xml:space="preserve">410.1 </w:t>
                  </w:r>
                  <w:r w:rsidRPr="00795119">
                    <w:rPr>
                      <w:szCs w:val="18"/>
                    </w:rPr>
                    <w:br/>
                    <w:t>± 15.0</w:t>
                  </w:r>
                </w:p>
              </w:tc>
              <w:tc>
                <w:tcPr>
                  <w:tcW w:w="1033" w:type="dxa"/>
                  <w:vAlign w:val="center"/>
                </w:tcPr>
                <w:p w:rsidR="006E50A7" w:rsidRPr="00795119" w:rsidRDefault="006E50A7" w:rsidP="00ED32F7">
                  <w:pPr>
                    <w:pStyle w:val="TableBodyText"/>
                    <w:ind w:right="187"/>
                    <w:rPr>
                      <w:szCs w:val="18"/>
                    </w:rPr>
                  </w:pPr>
                  <w:r w:rsidRPr="00795119">
                    <w:rPr>
                      <w:szCs w:val="18"/>
                    </w:rPr>
                    <w:t>469.4</w:t>
                  </w:r>
                  <w:r w:rsidRPr="00795119">
                    <w:rPr>
                      <w:szCs w:val="18"/>
                    </w:rPr>
                    <w:br/>
                    <w:t xml:space="preserve"> ± 2.6</w:t>
                  </w:r>
                </w:p>
              </w:tc>
            </w:tr>
            <w:tr w:rsidR="009576E7" w:rsidRPr="00795119" w:rsidTr="002B6BD6">
              <w:tc>
                <w:tcPr>
                  <w:tcW w:w="1558" w:type="dxa"/>
                  <w:shd w:val="clear" w:color="auto" w:fill="FFFFFF" w:themeFill="background1"/>
                </w:tcPr>
                <w:p w:rsidR="006E50A7" w:rsidRPr="00795119" w:rsidRDefault="006E50A7" w:rsidP="00E8338A">
                  <w:pPr>
                    <w:pStyle w:val="TableBodyText"/>
                    <w:jc w:val="left"/>
                  </w:pPr>
                  <w:r w:rsidRPr="00795119">
                    <w:t>2014 Year 9</w:t>
                  </w:r>
                </w:p>
              </w:tc>
              <w:tc>
                <w:tcPr>
                  <w:tcW w:w="830" w:type="dxa"/>
                  <w:shd w:val="clear" w:color="auto" w:fill="FFFFFF" w:themeFill="background1"/>
                  <w:vAlign w:val="center"/>
                </w:tcPr>
                <w:p w:rsidR="006E50A7" w:rsidRPr="00795119" w:rsidRDefault="006E50A7" w:rsidP="00E8338A">
                  <w:pPr>
                    <w:pStyle w:val="TableBodyText"/>
                  </w:pPr>
                  <w:r w:rsidRPr="00795119">
                    <w:t xml:space="preserve">531.5 </w:t>
                  </w:r>
                  <w:r w:rsidRPr="00795119">
                    <w:br/>
                    <w:t>± 3.2</w:t>
                  </w:r>
                </w:p>
              </w:tc>
              <w:tc>
                <w:tcPr>
                  <w:tcW w:w="709" w:type="dxa"/>
                  <w:shd w:val="clear" w:color="auto" w:fill="FFFFFF" w:themeFill="background1"/>
                  <w:vAlign w:val="center"/>
                </w:tcPr>
                <w:p w:rsidR="006E50A7" w:rsidRPr="00795119" w:rsidRDefault="006E50A7" w:rsidP="00E8338A">
                  <w:pPr>
                    <w:pStyle w:val="TableBodyText"/>
                  </w:pPr>
                  <w:r w:rsidRPr="00795119">
                    <w:t xml:space="preserve">538.3 </w:t>
                  </w:r>
                  <w:r w:rsidRPr="00795119">
                    <w:br/>
                    <w:t>± 4.5</w:t>
                  </w:r>
                </w:p>
              </w:tc>
              <w:tc>
                <w:tcPr>
                  <w:tcW w:w="708" w:type="dxa"/>
                  <w:shd w:val="clear" w:color="auto" w:fill="FFFFFF" w:themeFill="background1"/>
                  <w:vAlign w:val="center"/>
                </w:tcPr>
                <w:p w:rsidR="006E50A7" w:rsidRPr="00795119" w:rsidRDefault="006E50A7" w:rsidP="00E8338A">
                  <w:pPr>
                    <w:pStyle w:val="TableBodyText"/>
                  </w:pPr>
                  <w:r w:rsidRPr="00795119">
                    <w:t xml:space="preserve">525.6 </w:t>
                  </w:r>
                  <w:r w:rsidRPr="00795119">
                    <w:br/>
                    <w:t>± 3.9</w:t>
                  </w:r>
                </w:p>
              </w:tc>
              <w:tc>
                <w:tcPr>
                  <w:tcW w:w="709" w:type="dxa"/>
                  <w:shd w:val="clear" w:color="auto" w:fill="FFFFFF" w:themeFill="background1"/>
                  <w:vAlign w:val="center"/>
                </w:tcPr>
                <w:p w:rsidR="006E50A7" w:rsidRPr="00795119" w:rsidRDefault="006E50A7" w:rsidP="00E8338A">
                  <w:pPr>
                    <w:pStyle w:val="TableBodyText"/>
                  </w:pPr>
                  <w:r w:rsidRPr="00795119">
                    <w:t xml:space="preserve">518.0 </w:t>
                  </w:r>
                  <w:r w:rsidRPr="00795119">
                    <w:br/>
                    <w:t>± 7.4</w:t>
                  </w:r>
                </w:p>
              </w:tc>
              <w:tc>
                <w:tcPr>
                  <w:tcW w:w="709" w:type="dxa"/>
                  <w:shd w:val="clear" w:color="auto" w:fill="FFFFFF" w:themeFill="background1"/>
                  <w:vAlign w:val="center"/>
                </w:tcPr>
                <w:p w:rsidR="006E50A7" w:rsidRPr="00795119" w:rsidRDefault="006E50A7" w:rsidP="00E8338A">
                  <w:pPr>
                    <w:pStyle w:val="TableBodyText"/>
                  </w:pPr>
                  <w:r w:rsidRPr="00795119">
                    <w:t xml:space="preserve">513.8 </w:t>
                  </w:r>
                  <w:r w:rsidRPr="00795119">
                    <w:br/>
                    <w:t>± 5.9</w:t>
                  </w:r>
                </w:p>
              </w:tc>
              <w:tc>
                <w:tcPr>
                  <w:tcW w:w="850" w:type="dxa"/>
                  <w:shd w:val="clear" w:color="auto" w:fill="FFFFFF" w:themeFill="background1"/>
                  <w:vAlign w:val="center"/>
                </w:tcPr>
                <w:p w:rsidR="006E50A7" w:rsidRPr="00795119" w:rsidRDefault="006E50A7" w:rsidP="00E8338A">
                  <w:pPr>
                    <w:pStyle w:val="TableBodyText"/>
                  </w:pPr>
                  <w:r w:rsidRPr="00795119">
                    <w:t>541.2</w:t>
                  </w:r>
                  <w:r w:rsidRPr="00795119">
                    <w:br/>
                    <w:t>± 7.1</w:t>
                  </w:r>
                </w:p>
              </w:tc>
              <w:tc>
                <w:tcPr>
                  <w:tcW w:w="851" w:type="dxa"/>
                  <w:shd w:val="clear" w:color="auto" w:fill="FFFFFF" w:themeFill="background1"/>
                  <w:vAlign w:val="center"/>
                </w:tcPr>
                <w:p w:rsidR="006E50A7" w:rsidRPr="00795119" w:rsidRDefault="006E50A7" w:rsidP="00E8338A">
                  <w:pPr>
                    <w:pStyle w:val="TableBodyText"/>
                  </w:pPr>
                  <w:r w:rsidRPr="00795119">
                    <w:t xml:space="preserve">535.6 </w:t>
                  </w:r>
                  <w:r w:rsidRPr="00795119">
                    <w:br/>
                    <w:t>± 12.4</w:t>
                  </w:r>
                </w:p>
              </w:tc>
              <w:tc>
                <w:tcPr>
                  <w:tcW w:w="850" w:type="dxa"/>
                  <w:shd w:val="clear" w:color="auto" w:fill="FFFFFF" w:themeFill="background1"/>
                  <w:vAlign w:val="center"/>
                </w:tcPr>
                <w:p w:rsidR="006E50A7" w:rsidRPr="00795119" w:rsidRDefault="006E50A7" w:rsidP="00E8338A">
                  <w:pPr>
                    <w:pStyle w:val="TableBodyText"/>
                  </w:pPr>
                  <w:r w:rsidRPr="00795119">
                    <w:t xml:space="preserve">467.6 </w:t>
                  </w:r>
                  <w:r w:rsidRPr="00795119">
                    <w:br/>
                    <w:t>± 13.8</w:t>
                  </w:r>
                </w:p>
              </w:tc>
              <w:tc>
                <w:tcPr>
                  <w:tcW w:w="1033" w:type="dxa"/>
                  <w:shd w:val="clear" w:color="auto" w:fill="FFFFFF" w:themeFill="background1"/>
                  <w:vAlign w:val="center"/>
                </w:tcPr>
                <w:p w:rsidR="006E50A7" w:rsidRPr="00795119" w:rsidRDefault="006E50A7" w:rsidP="00ED32F7">
                  <w:pPr>
                    <w:pStyle w:val="TableBodyText"/>
                    <w:ind w:right="187"/>
                  </w:pPr>
                  <w:r w:rsidRPr="00795119">
                    <w:t xml:space="preserve">522.8 </w:t>
                  </w:r>
                  <w:r w:rsidRPr="00795119">
                    <w:br/>
                    <w:t>± 2.5</w:t>
                  </w:r>
                </w:p>
              </w:tc>
            </w:tr>
            <w:tr w:rsidR="009576E7" w:rsidRPr="00795119" w:rsidTr="002B6BD6">
              <w:tc>
                <w:tcPr>
                  <w:tcW w:w="1558" w:type="dxa"/>
                </w:tcPr>
                <w:p w:rsidR="006E50A7" w:rsidRPr="00795119" w:rsidRDefault="006E50A7" w:rsidP="00E8338A">
                  <w:pPr>
                    <w:pStyle w:val="TableBodyText"/>
                    <w:jc w:val="left"/>
                    <w:rPr>
                      <w:b/>
                    </w:rPr>
                  </w:pPr>
                  <w:r w:rsidRPr="00795119">
                    <w:rPr>
                      <w:b/>
                    </w:rPr>
                    <w:t>Gain 2008-2010</w:t>
                  </w:r>
                </w:p>
              </w:tc>
              <w:tc>
                <w:tcPr>
                  <w:tcW w:w="830" w:type="dxa"/>
                  <w:vAlign w:val="center"/>
                </w:tcPr>
                <w:p w:rsidR="006E50A7" w:rsidRPr="00795119" w:rsidRDefault="006E50A7" w:rsidP="00E8338A">
                  <w:pPr>
                    <w:pStyle w:val="TableBodyText"/>
                    <w:rPr>
                      <w:b/>
                      <w:szCs w:val="18"/>
                    </w:rPr>
                  </w:pPr>
                  <w:r w:rsidRPr="00795119">
                    <w:rPr>
                      <w:b/>
                      <w:szCs w:val="18"/>
                    </w:rPr>
                    <w:t>85.5</w:t>
                  </w:r>
                  <w:r w:rsidRPr="00795119">
                    <w:rPr>
                      <w:b/>
                      <w:szCs w:val="18"/>
                    </w:rPr>
                    <w:br/>
                    <w:t xml:space="preserve"> ± 9.2</w:t>
                  </w:r>
                </w:p>
              </w:tc>
              <w:tc>
                <w:tcPr>
                  <w:tcW w:w="709" w:type="dxa"/>
                  <w:vAlign w:val="center"/>
                </w:tcPr>
                <w:p w:rsidR="006E50A7" w:rsidRPr="00795119" w:rsidRDefault="006E50A7" w:rsidP="00E8338A">
                  <w:pPr>
                    <w:pStyle w:val="TableBodyText"/>
                    <w:rPr>
                      <w:b/>
                      <w:szCs w:val="18"/>
                    </w:rPr>
                  </w:pPr>
                  <w:r w:rsidRPr="00795119">
                    <w:rPr>
                      <w:b/>
                      <w:szCs w:val="18"/>
                    </w:rPr>
                    <w:t xml:space="preserve">80.1 </w:t>
                  </w:r>
                  <w:r w:rsidRPr="00795119">
                    <w:rPr>
                      <w:b/>
                      <w:szCs w:val="18"/>
                    </w:rPr>
                    <w:br/>
                    <w:t>± 11.4</w:t>
                  </w:r>
                </w:p>
              </w:tc>
              <w:tc>
                <w:tcPr>
                  <w:tcW w:w="708" w:type="dxa"/>
                  <w:vAlign w:val="center"/>
                </w:tcPr>
                <w:p w:rsidR="006E50A7" w:rsidRPr="00795119" w:rsidRDefault="006E50A7" w:rsidP="00E8338A">
                  <w:pPr>
                    <w:pStyle w:val="TableBodyText"/>
                    <w:rPr>
                      <w:b/>
                      <w:szCs w:val="18"/>
                    </w:rPr>
                  </w:pPr>
                  <w:r w:rsidRPr="00795119">
                    <w:rPr>
                      <w:b/>
                      <w:szCs w:val="18"/>
                    </w:rPr>
                    <w:t xml:space="preserve">103.3 </w:t>
                  </w:r>
                  <w:r w:rsidRPr="00795119">
                    <w:rPr>
                      <w:b/>
                      <w:szCs w:val="18"/>
                    </w:rPr>
                    <w:br/>
                    <w:t>± 11.3</w:t>
                  </w:r>
                </w:p>
              </w:tc>
              <w:tc>
                <w:tcPr>
                  <w:tcW w:w="709" w:type="dxa"/>
                  <w:vAlign w:val="center"/>
                </w:tcPr>
                <w:p w:rsidR="006E50A7" w:rsidRPr="00795119" w:rsidRDefault="006E50A7" w:rsidP="00E8338A">
                  <w:pPr>
                    <w:pStyle w:val="TableBodyText"/>
                    <w:rPr>
                      <w:b/>
                      <w:szCs w:val="18"/>
                    </w:rPr>
                  </w:pPr>
                  <w:r w:rsidRPr="00795119">
                    <w:rPr>
                      <w:b/>
                      <w:szCs w:val="18"/>
                    </w:rPr>
                    <w:t xml:space="preserve">84.1 </w:t>
                  </w:r>
                  <w:r w:rsidRPr="00795119">
                    <w:rPr>
                      <w:b/>
                      <w:szCs w:val="18"/>
                    </w:rPr>
                    <w:br/>
                    <w:t>± 11.3</w:t>
                  </w:r>
                </w:p>
              </w:tc>
              <w:tc>
                <w:tcPr>
                  <w:tcW w:w="709" w:type="dxa"/>
                  <w:vAlign w:val="center"/>
                </w:tcPr>
                <w:p w:rsidR="006E50A7" w:rsidRPr="00795119" w:rsidRDefault="006E50A7" w:rsidP="00E8338A">
                  <w:pPr>
                    <w:pStyle w:val="TableBodyText"/>
                    <w:rPr>
                      <w:b/>
                      <w:szCs w:val="18"/>
                    </w:rPr>
                  </w:pPr>
                  <w:r w:rsidRPr="00795119">
                    <w:rPr>
                      <w:b/>
                      <w:szCs w:val="18"/>
                    </w:rPr>
                    <w:t xml:space="preserve">76.2 </w:t>
                  </w:r>
                  <w:r w:rsidRPr="00795119">
                    <w:rPr>
                      <w:b/>
                      <w:szCs w:val="18"/>
                    </w:rPr>
                    <w:br/>
                    <w:t>± 12.4</w:t>
                  </w:r>
                </w:p>
              </w:tc>
              <w:tc>
                <w:tcPr>
                  <w:tcW w:w="850" w:type="dxa"/>
                  <w:vAlign w:val="center"/>
                </w:tcPr>
                <w:p w:rsidR="006E50A7" w:rsidRPr="00795119" w:rsidRDefault="006E50A7" w:rsidP="00E8338A">
                  <w:pPr>
                    <w:pStyle w:val="TableBodyText"/>
                    <w:rPr>
                      <w:b/>
                      <w:szCs w:val="18"/>
                    </w:rPr>
                  </w:pPr>
                  <w:r w:rsidRPr="00795119">
                    <w:rPr>
                      <w:b/>
                      <w:szCs w:val="18"/>
                    </w:rPr>
                    <w:t>72.9</w:t>
                  </w:r>
                  <w:r w:rsidRPr="00795119">
                    <w:rPr>
                      <w:b/>
                      <w:szCs w:val="18"/>
                    </w:rPr>
                    <w:br/>
                    <w:t xml:space="preserve"> ± 14.1</w:t>
                  </w:r>
                </w:p>
              </w:tc>
              <w:tc>
                <w:tcPr>
                  <w:tcW w:w="851" w:type="dxa"/>
                  <w:vAlign w:val="center"/>
                </w:tcPr>
                <w:p w:rsidR="006E50A7" w:rsidRPr="00795119" w:rsidRDefault="006E50A7" w:rsidP="00E8338A">
                  <w:pPr>
                    <w:pStyle w:val="TableBodyText"/>
                    <w:rPr>
                      <w:b/>
                      <w:szCs w:val="18"/>
                    </w:rPr>
                  </w:pPr>
                  <w:r w:rsidRPr="00795119">
                    <w:rPr>
                      <w:b/>
                      <w:szCs w:val="18"/>
                    </w:rPr>
                    <w:t xml:space="preserve">79.6 </w:t>
                  </w:r>
                  <w:r w:rsidRPr="00795119">
                    <w:rPr>
                      <w:b/>
                      <w:szCs w:val="18"/>
                    </w:rPr>
                    <w:br/>
                    <w:t>± 22.1</w:t>
                  </w:r>
                </w:p>
              </w:tc>
              <w:tc>
                <w:tcPr>
                  <w:tcW w:w="850" w:type="dxa"/>
                  <w:vAlign w:val="center"/>
                </w:tcPr>
                <w:p w:rsidR="006E50A7" w:rsidRPr="00795119" w:rsidRDefault="006E50A7" w:rsidP="00E8338A">
                  <w:pPr>
                    <w:pStyle w:val="TableBodyText"/>
                    <w:rPr>
                      <w:b/>
                      <w:szCs w:val="18"/>
                    </w:rPr>
                  </w:pPr>
                  <w:r w:rsidRPr="00795119">
                    <w:rPr>
                      <w:b/>
                      <w:szCs w:val="18"/>
                    </w:rPr>
                    <w:t xml:space="preserve">76.6 </w:t>
                  </w:r>
                  <w:r w:rsidRPr="00795119">
                    <w:rPr>
                      <w:b/>
                      <w:szCs w:val="18"/>
                    </w:rPr>
                    <w:br/>
                    <w:t>± 18.9</w:t>
                  </w:r>
                </w:p>
              </w:tc>
              <w:tc>
                <w:tcPr>
                  <w:tcW w:w="1033" w:type="dxa"/>
                  <w:vAlign w:val="center"/>
                </w:tcPr>
                <w:p w:rsidR="006E50A7" w:rsidRPr="00795119" w:rsidRDefault="006E50A7" w:rsidP="00ED32F7">
                  <w:pPr>
                    <w:pStyle w:val="TableBodyText"/>
                    <w:ind w:right="187"/>
                    <w:rPr>
                      <w:b/>
                      <w:szCs w:val="18"/>
                    </w:rPr>
                  </w:pPr>
                  <w:r w:rsidRPr="00795119">
                    <w:rPr>
                      <w:b/>
                      <w:szCs w:val="18"/>
                    </w:rPr>
                    <w:t xml:space="preserve">89.3 </w:t>
                  </w:r>
                  <w:r w:rsidRPr="00795119">
                    <w:rPr>
                      <w:b/>
                      <w:szCs w:val="18"/>
                    </w:rPr>
                    <w:br/>
                    <w:t>± 9.3</w:t>
                  </w:r>
                </w:p>
              </w:tc>
            </w:tr>
            <w:tr w:rsidR="009576E7" w:rsidRPr="00795119" w:rsidTr="002B6BD6">
              <w:tc>
                <w:tcPr>
                  <w:tcW w:w="1558" w:type="dxa"/>
                </w:tcPr>
                <w:p w:rsidR="006E50A7" w:rsidRPr="00795119" w:rsidRDefault="006E50A7" w:rsidP="00E8338A">
                  <w:pPr>
                    <w:pStyle w:val="TableBodyText"/>
                    <w:jc w:val="left"/>
                    <w:rPr>
                      <w:b/>
                    </w:rPr>
                  </w:pPr>
                  <w:r w:rsidRPr="00795119">
                    <w:rPr>
                      <w:b/>
                    </w:rPr>
                    <w:t>Gain 2010-2012</w:t>
                  </w:r>
                </w:p>
              </w:tc>
              <w:tc>
                <w:tcPr>
                  <w:tcW w:w="830" w:type="dxa"/>
                  <w:vAlign w:val="center"/>
                </w:tcPr>
                <w:p w:rsidR="006E50A7" w:rsidRPr="00795119" w:rsidRDefault="006E50A7" w:rsidP="00E8338A">
                  <w:pPr>
                    <w:pStyle w:val="TableBodyText"/>
                    <w:rPr>
                      <w:b/>
                      <w:szCs w:val="18"/>
                    </w:rPr>
                  </w:pPr>
                  <w:r w:rsidRPr="00795119">
                    <w:rPr>
                      <w:b/>
                      <w:szCs w:val="18"/>
                    </w:rPr>
                    <w:t xml:space="preserve">41.6 </w:t>
                  </w:r>
                  <w:r w:rsidRPr="00795119">
                    <w:rPr>
                      <w:b/>
                      <w:szCs w:val="18"/>
                    </w:rPr>
                    <w:br/>
                    <w:t>± 7.2</w:t>
                  </w:r>
                </w:p>
              </w:tc>
              <w:tc>
                <w:tcPr>
                  <w:tcW w:w="709" w:type="dxa"/>
                  <w:vAlign w:val="center"/>
                </w:tcPr>
                <w:p w:rsidR="006E50A7" w:rsidRPr="00795119" w:rsidRDefault="006E50A7" w:rsidP="00E8338A">
                  <w:pPr>
                    <w:pStyle w:val="TableBodyText"/>
                    <w:rPr>
                      <w:b/>
                      <w:szCs w:val="18"/>
                    </w:rPr>
                  </w:pPr>
                  <w:r w:rsidRPr="00795119">
                    <w:rPr>
                      <w:b/>
                      <w:szCs w:val="18"/>
                    </w:rPr>
                    <w:t>37.6</w:t>
                  </w:r>
                  <w:r w:rsidRPr="00795119">
                    <w:rPr>
                      <w:b/>
                      <w:szCs w:val="18"/>
                    </w:rPr>
                    <w:br/>
                    <w:t xml:space="preserve"> ± 9.7</w:t>
                  </w:r>
                </w:p>
              </w:tc>
              <w:tc>
                <w:tcPr>
                  <w:tcW w:w="708" w:type="dxa"/>
                  <w:vAlign w:val="center"/>
                </w:tcPr>
                <w:p w:rsidR="006E50A7" w:rsidRPr="00795119" w:rsidRDefault="006E50A7" w:rsidP="00E8338A">
                  <w:pPr>
                    <w:pStyle w:val="TableBodyText"/>
                    <w:rPr>
                      <w:b/>
                      <w:szCs w:val="18"/>
                    </w:rPr>
                  </w:pPr>
                  <w:r w:rsidRPr="00795119">
                    <w:rPr>
                      <w:b/>
                      <w:szCs w:val="18"/>
                    </w:rPr>
                    <w:t xml:space="preserve">56.4 </w:t>
                  </w:r>
                  <w:r w:rsidRPr="00795119">
                    <w:rPr>
                      <w:b/>
                      <w:szCs w:val="18"/>
                    </w:rPr>
                    <w:br/>
                    <w:t>± 8.2</w:t>
                  </w:r>
                </w:p>
              </w:tc>
              <w:tc>
                <w:tcPr>
                  <w:tcW w:w="709" w:type="dxa"/>
                  <w:vAlign w:val="center"/>
                </w:tcPr>
                <w:p w:rsidR="006E50A7" w:rsidRPr="00795119" w:rsidRDefault="006E50A7" w:rsidP="00E8338A">
                  <w:pPr>
                    <w:pStyle w:val="TableBodyText"/>
                    <w:rPr>
                      <w:b/>
                      <w:szCs w:val="18"/>
                    </w:rPr>
                  </w:pPr>
                  <w:r w:rsidRPr="00795119">
                    <w:rPr>
                      <w:b/>
                      <w:szCs w:val="18"/>
                    </w:rPr>
                    <w:t xml:space="preserve">63.0 </w:t>
                  </w:r>
                  <w:r w:rsidRPr="00795119">
                    <w:rPr>
                      <w:b/>
                      <w:szCs w:val="18"/>
                    </w:rPr>
                    <w:br/>
                    <w:t>± 9.7</w:t>
                  </w:r>
                </w:p>
              </w:tc>
              <w:tc>
                <w:tcPr>
                  <w:tcW w:w="709" w:type="dxa"/>
                  <w:vAlign w:val="center"/>
                </w:tcPr>
                <w:p w:rsidR="006E50A7" w:rsidRPr="00795119" w:rsidRDefault="006E50A7" w:rsidP="00E8338A">
                  <w:pPr>
                    <w:pStyle w:val="TableBodyText"/>
                    <w:rPr>
                      <w:b/>
                      <w:szCs w:val="18"/>
                    </w:rPr>
                  </w:pPr>
                  <w:r w:rsidRPr="00795119">
                    <w:rPr>
                      <w:b/>
                      <w:szCs w:val="18"/>
                    </w:rPr>
                    <w:t>57.9</w:t>
                  </w:r>
                  <w:r w:rsidRPr="00795119">
                    <w:rPr>
                      <w:b/>
                      <w:szCs w:val="18"/>
                    </w:rPr>
                    <w:br/>
                    <w:t>± 10.9</w:t>
                  </w:r>
                </w:p>
              </w:tc>
              <w:tc>
                <w:tcPr>
                  <w:tcW w:w="850" w:type="dxa"/>
                  <w:vAlign w:val="center"/>
                </w:tcPr>
                <w:p w:rsidR="006E50A7" w:rsidRPr="00795119" w:rsidRDefault="006E50A7" w:rsidP="00E8338A">
                  <w:pPr>
                    <w:pStyle w:val="TableBodyText"/>
                    <w:rPr>
                      <w:b/>
                      <w:szCs w:val="18"/>
                    </w:rPr>
                  </w:pPr>
                  <w:r w:rsidRPr="00795119">
                    <w:rPr>
                      <w:b/>
                      <w:szCs w:val="18"/>
                    </w:rPr>
                    <w:t xml:space="preserve">41.0 </w:t>
                  </w:r>
                  <w:r w:rsidRPr="00795119">
                    <w:rPr>
                      <w:b/>
                      <w:szCs w:val="18"/>
                    </w:rPr>
                    <w:br/>
                    <w:t>± 12.3</w:t>
                  </w:r>
                </w:p>
              </w:tc>
              <w:tc>
                <w:tcPr>
                  <w:tcW w:w="851" w:type="dxa"/>
                  <w:vAlign w:val="center"/>
                </w:tcPr>
                <w:p w:rsidR="006E50A7" w:rsidRPr="00795119" w:rsidRDefault="006E50A7" w:rsidP="00E8338A">
                  <w:pPr>
                    <w:pStyle w:val="TableBodyText"/>
                    <w:rPr>
                      <w:b/>
                      <w:szCs w:val="18"/>
                    </w:rPr>
                  </w:pPr>
                  <w:r w:rsidRPr="00795119">
                    <w:rPr>
                      <w:b/>
                      <w:szCs w:val="18"/>
                    </w:rPr>
                    <w:t xml:space="preserve">58.4 </w:t>
                  </w:r>
                  <w:r w:rsidRPr="00795119">
                    <w:rPr>
                      <w:b/>
                      <w:szCs w:val="18"/>
                    </w:rPr>
                    <w:br/>
                    <w:t>± 18.6</w:t>
                  </w:r>
                </w:p>
              </w:tc>
              <w:tc>
                <w:tcPr>
                  <w:tcW w:w="850" w:type="dxa"/>
                  <w:vAlign w:val="center"/>
                </w:tcPr>
                <w:p w:rsidR="006E50A7" w:rsidRPr="00795119" w:rsidRDefault="006E50A7" w:rsidP="00E8338A">
                  <w:pPr>
                    <w:pStyle w:val="TableBodyText"/>
                    <w:rPr>
                      <w:b/>
                      <w:szCs w:val="18"/>
                    </w:rPr>
                  </w:pPr>
                  <w:r w:rsidRPr="00795119">
                    <w:rPr>
                      <w:b/>
                      <w:szCs w:val="18"/>
                    </w:rPr>
                    <w:t xml:space="preserve">58.5 </w:t>
                  </w:r>
                  <w:r w:rsidRPr="00795119">
                    <w:rPr>
                      <w:b/>
                      <w:szCs w:val="18"/>
                    </w:rPr>
                    <w:br/>
                    <w:t>± 20.6</w:t>
                  </w:r>
                </w:p>
              </w:tc>
              <w:tc>
                <w:tcPr>
                  <w:tcW w:w="1033" w:type="dxa"/>
                  <w:vAlign w:val="center"/>
                </w:tcPr>
                <w:p w:rsidR="006E50A7" w:rsidRPr="00795119" w:rsidRDefault="006E50A7" w:rsidP="00ED32F7">
                  <w:pPr>
                    <w:pStyle w:val="TableBodyText"/>
                    <w:ind w:right="187"/>
                    <w:rPr>
                      <w:b/>
                      <w:szCs w:val="18"/>
                    </w:rPr>
                  </w:pPr>
                  <w:r w:rsidRPr="00795119">
                    <w:rPr>
                      <w:b/>
                      <w:szCs w:val="18"/>
                    </w:rPr>
                    <w:t>52.5</w:t>
                  </w:r>
                  <w:r w:rsidRPr="00795119">
                    <w:rPr>
                      <w:b/>
                      <w:szCs w:val="18"/>
                    </w:rPr>
                    <w:br/>
                    <w:t xml:space="preserve"> ± 7.1</w:t>
                  </w:r>
                </w:p>
              </w:tc>
            </w:tr>
            <w:tr w:rsidR="009576E7" w:rsidRPr="00795119" w:rsidTr="002B6BD6">
              <w:tc>
                <w:tcPr>
                  <w:tcW w:w="1558" w:type="dxa"/>
                  <w:shd w:val="clear" w:color="auto" w:fill="FFFFFF" w:themeFill="background1"/>
                </w:tcPr>
                <w:p w:rsidR="006E50A7" w:rsidRPr="00795119" w:rsidRDefault="006E50A7" w:rsidP="00E8338A">
                  <w:pPr>
                    <w:pStyle w:val="TableBodyText"/>
                    <w:jc w:val="left"/>
                    <w:rPr>
                      <w:b/>
                    </w:rPr>
                  </w:pPr>
                  <w:r w:rsidRPr="00795119">
                    <w:rPr>
                      <w:b/>
                    </w:rPr>
                    <w:t>Gain 2012-2014</w:t>
                  </w:r>
                </w:p>
              </w:tc>
              <w:tc>
                <w:tcPr>
                  <w:tcW w:w="830" w:type="dxa"/>
                  <w:shd w:val="clear" w:color="auto" w:fill="FFFFFF" w:themeFill="background1"/>
                  <w:vAlign w:val="center"/>
                </w:tcPr>
                <w:p w:rsidR="006E50A7" w:rsidRPr="00795119" w:rsidRDefault="006E50A7" w:rsidP="00E8338A">
                  <w:pPr>
                    <w:pStyle w:val="TableBodyText"/>
                    <w:rPr>
                      <w:b/>
                    </w:rPr>
                  </w:pPr>
                  <w:r w:rsidRPr="00795119">
                    <w:rPr>
                      <w:b/>
                    </w:rPr>
                    <w:t xml:space="preserve">54.1 </w:t>
                  </w:r>
                  <w:r w:rsidRPr="00795119">
                    <w:rPr>
                      <w:b/>
                    </w:rPr>
                    <w:br/>
                    <w:t>± 6.0</w:t>
                  </w:r>
                </w:p>
              </w:tc>
              <w:tc>
                <w:tcPr>
                  <w:tcW w:w="709" w:type="dxa"/>
                  <w:shd w:val="clear" w:color="auto" w:fill="FFFFFF" w:themeFill="background1"/>
                  <w:vAlign w:val="center"/>
                </w:tcPr>
                <w:p w:rsidR="006E50A7" w:rsidRPr="00795119" w:rsidRDefault="006E50A7" w:rsidP="00E8338A">
                  <w:pPr>
                    <w:pStyle w:val="TableBodyText"/>
                    <w:rPr>
                      <w:b/>
                    </w:rPr>
                  </w:pPr>
                  <w:r w:rsidRPr="00795119">
                    <w:rPr>
                      <w:b/>
                    </w:rPr>
                    <w:t xml:space="preserve">43.7 </w:t>
                  </w:r>
                  <w:r w:rsidRPr="00795119">
                    <w:rPr>
                      <w:b/>
                    </w:rPr>
                    <w:br/>
                    <w:t>± 7.9</w:t>
                  </w:r>
                </w:p>
              </w:tc>
              <w:tc>
                <w:tcPr>
                  <w:tcW w:w="708" w:type="dxa"/>
                  <w:shd w:val="clear" w:color="auto" w:fill="FFFFFF" w:themeFill="background1"/>
                  <w:vAlign w:val="center"/>
                </w:tcPr>
                <w:p w:rsidR="006E50A7" w:rsidRPr="00795119" w:rsidRDefault="006E50A7" w:rsidP="00E8338A">
                  <w:pPr>
                    <w:pStyle w:val="TableBodyText"/>
                    <w:rPr>
                      <w:b/>
                    </w:rPr>
                  </w:pPr>
                  <w:r w:rsidRPr="00795119">
                    <w:rPr>
                      <w:b/>
                    </w:rPr>
                    <w:t xml:space="preserve">49.7 </w:t>
                  </w:r>
                  <w:r w:rsidRPr="00795119">
                    <w:rPr>
                      <w:b/>
                    </w:rPr>
                    <w:br/>
                    <w:t>± 6.7</w:t>
                  </w:r>
                </w:p>
              </w:tc>
              <w:tc>
                <w:tcPr>
                  <w:tcW w:w="709" w:type="dxa"/>
                  <w:shd w:val="clear" w:color="auto" w:fill="FFFFFF" w:themeFill="background1"/>
                  <w:vAlign w:val="center"/>
                </w:tcPr>
                <w:p w:rsidR="006E50A7" w:rsidRPr="00795119" w:rsidRDefault="006E50A7" w:rsidP="00E8338A">
                  <w:pPr>
                    <w:pStyle w:val="TableBodyText"/>
                    <w:rPr>
                      <w:b/>
                    </w:rPr>
                  </w:pPr>
                  <w:r w:rsidRPr="00795119">
                    <w:rPr>
                      <w:b/>
                    </w:rPr>
                    <w:t>57.0 ± 9.8</w:t>
                  </w:r>
                </w:p>
              </w:tc>
              <w:tc>
                <w:tcPr>
                  <w:tcW w:w="709" w:type="dxa"/>
                  <w:shd w:val="clear" w:color="auto" w:fill="FFFFFF" w:themeFill="background1"/>
                  <w:vAlign w:val="center"/>
                </w:tcPr>
                <w:p w:rsidR="006E50A7" w:rsidRPr="00795119" w:rsidRDefault="006E50A7" w:rsidP="00E8338A">
                  <w:pPr>
                    <w:pStyle w:val="TableBodyText"/>
                    <w:rPr>
                      <w:b/>
                    </w:rPr>
                  </w:pPr>
                  <w:r w:rsidRPr="00795119">
                    <w:rPr>
                      <w:b/>
                    </w:rPr>
                    <w:t>49.0</w:t>
                  </w:r>
                  <w:r w:rsidRPr="00795119">
                    <w:rPr>
                      <w:b/>
                    </w:rPr>
                    <w:br/>
                    <w:t>± 9.5</w:t>
                  </w:r>
                </w:p>
              </w:tc>
              <w:tc>
                <w:tcPr>
                  <w:tcW w:w="850" w:type="dxa"/>
                  <w:shd w:val="clear" w:color="auto" w:fill="FFFFFF" w:themeFill="background1"/>
                  <w:vAlign w:val="center"/>
                </w:tcPr>
                <w:p w:rsidR="006E50A7" w:rsidRPr="00795119" w:rsidRDefault="006E50A7" w:rsidP="00E8338A">
                  <w:pPr>
                    <w:pStyle w:val="TableBodyText"/>
                    <w:rPr>
                      <w:b/>
                    </w:rPr>
                  </w:pPr>
                  <w:r w:rsidRPr="00795119">
                    <w:rPr>
                      <w:b/>
                    </w:rPr>
                    <w:t>50.2</w:t>
                  </w:r>
                  <w:r w:rsidRPr="00795119">
                    <w:rPr>
                      <w:b/>
                    </w:rPr>
                    <w:br/>
                    <w:t xml:space="preserve"> ± 10.9</w:t>
                  </w:r>
                </w:p>
              </w:tc>
              <w:tc>
                <w:tcPr>
                  <w:tcW w:w="851" w:type="dxa"/>
                  <w:shd w:val="clear" w:color="auto" w:fill="FFFFFF" w:themeFill="background1"/>
                  <w:vAlign w:val="center"/>
                </w:tcPr>
                <w:p w:rsidR="006E50A7" w:rsidRPr="00795119" w:rsidRDefault="006E50A7" w:rsidP="00E8338A">
                  <w:pPr>
                    <w:pStyle w:val="TableBodyText"/>
                    <w:rPr>
                      <w:b/>
                    </w:rPr>
                  </w:pPr>
                  <w:r w:rsidRPr="00795119">
                    <w:rPr>
                      <w:b/>
                    </w:rPr>
                    <w:t xml:space="preserve">42.5 </w:t>
                  </w:r>
                  <w:r w:rsidRPr="00795119">
                    <w:rPr>
                      <w:b/>
                    </w:rPr>
                    <w:br/>
                    <w:t>± 17.8</w:t>
                  </w:r>
                </w:p>
              </w:tc>
              <w:tc>
                <w:tcPr>
                  <w:tcW w:w="850" w:type="dxa"/>
                  <w:shd w:val="clear" w:color="auto" w:fill="FFFFFF" w:themeFill="background1"/>
                  <w:vAlign w:val="center"/>
                </w:tcPr>
                <w:p w:rsidR="006E50A7" w:rsidRPr="00795119" w:rsidRDefault="006E50A7" w:rsidP="00E8338A">
                  <w:pPr>
                    <w:pStyle w:val="TableBodyText"/>
                    <w:rPr>
                      <w:b/>
                    </w:rPr>
                  </w:pPr>
                  <w:r w:rsidRPr="00795119">
                    <w:rPr>
                      <w:b/>
                    </w:rPr>
                    <w:t>57.5</w:t>
                  </w:r>
                  <w:r w:rsidRPr="00795119">
                    <w:rPr>
                      <w:b/>
                    </w:rPr>
                    <w:br/>
                    <w:t xml:space="preserve"> ± 20.8</w:t>
                  </w:r>
                </w:p>
              </w:tc>
              <w:tc>
                <w:tcPr>
                  <w:tcW w:w="1033" w:type="dxa"/>
                  <w:shd w:val="clear" w:color="auto" w:fill="FFFFFF" w:themeFill="background1"/>
                  <w:vAlign w:val="center"/>
                </w:tcPr>
                <w:p w:rsidR="006E50A7" w:rsidRPr="00795119" w:rsidRDefault="006E50A7" w:rsidP="00ED32F7">
                  <w:pPr>
                    <w:pStyle w:val="TableBodyText"/>
                    <w:ind w:right="187"/>
                    <w:rPr>
                      <w:b/>
                    </w:rPr>
                  </w:pPr>
                  <w:r w:rsidRPr="00795119">
                    <w:rPr>
                      <w:b/>
                    </w:rPr>
                    <w:t>53.4</w:t>
                  </w:r>
                  <w:r w:rsidRPr="00795119">
                    <w:rPr>
                      <w:b/>
                    </w:rPr>
                    <w:br/>
                    <w:t xml:space="preserve"> ± 5.4</w:t>
                  </w:r>
                </w:p>
              </w:tc>
            </w:tr>
            <w:tr w:rsidR="006E50A7" w:rsidRPr="00795119" w:rsidTr="009576E7">
              <w:tc>
                <w:tcPr>
                  <w:tcW w:w="8807" w:type="dxa"/>
                  <w:gridSpan w:val="10"/>
                </w:tcPr>
                <w:p w:rsidR="006E50A7" w:rsidRPr="00795119" w:rsidRDefault="006E50A7" w:rsidP="00E8338A">
                  <w:pPr>
                    <w:pStyle w:val="TableUnitsRow"/>
                    <w:spacing w:before="0"/>
                    <w:jc w:val="left"/>
                    <w:rPr>
                      <w:b/>
                      <w:szCs w:val="18"/>
                    </w:rPr>
                  </w:pPr>
                  <w:r w:rsidRPr="00795119">
                    <w:rPr>
                      <w:b/>
                      <w:szCs w:val="18"/>
                    </w:rPr>
                    <w:t>Non-Indigenous students</w:t>
                  </w:r>
                </w:p>
              </w:tc>
            </w:tr>
            <w:tr w:rsidR="009576E7" w:rsidRPr="00795119" w:rsidTr="002B6BD6">
              <w:tc>
                <w:tcPr>
                  <w:tcW w:w="1558" w:type="dxa"/>
                </w:tcPr>
                <w:p w:rsidR="006E50A7" w:rsidRPr="00795119" w:rsidRDefault="006E50A7" w:rsidP="00E8338A">
                  <w:pPr>
                    <w:pStyle w:val="TableBodyText"/>
                    <w:jc w:val="left"/>
                  </w:pPr>
                  <w:r w:rsidRPr="00795119">
                    <w:t>2008 Year 3</w:t>
                  </w:r>
                </w:p>
              </w:tc>
              <w:tc>
                <w:tcPr>
                  <w:tcW w:w="830" w:type="dxa"/>
                  <w:vAlign w:val="center"/>
                </w:tcPr>
                <w:p w:rsidR="006E50A7" w:rsidRPr="00795119" w:rsidRDefault="006E50A7" w:rsidP="00E8338A">
                  <w:pPr>
                    <w:pStyle w:val="TableBodyText"/>
                    <w:rPr>
                      <w:szCs w:val="18"/>
                    </w:rPr>
                  </w:pPr>
                  <w:r w:rsidRPr="00795119">
                    <w:rPr>
                      <w:szCs w:val="18"/>
                    </w:rPr>
                    <w:t xml:space="preserve">411.3 </w:t>
                  </w:r>
                  <w:r w:rsidRPr="00795119">
                    <w:rPr>
                      <w:szCs w:val="18"/>
                    </w:rPr>
                    <w:br/>
                    <w:t>± 1.6</w:t>
                  </w:r>
                </w:p>
              </w:tc>
              <w:tc>
                <w:tcPr>
                  <w:tcW w:w="709" w:type="dxa"/>
                  <w:vAlign w:val="center"/>
                </w:tcPr>
                <w:p w:rsidR="006E50A7" w:rsidRPr="00795119" w:rsidRDefault="006E50A7" w:rsidP="00E8338A">
                  <w:pPr>
                    <w:pStyle w:val="TableBodyText"/>
                    <w:rPr>
                      <w:szCs w:val="18"/>
                    </w:rPr>
                  </w:pPr>
                  <w:r w:rsidRPr="00795119">
                    <w:rPr>
                      <w:szCs w:val="18"/>
                    </w:rPr>
                    <w:t xml:space="preserve">417.5 </w:t>
                  </w:r>
                  <w:r w:rsidRPr="00795119">
                    <w:rPr>
                      <w:szCs w:val="18"/>
                    </w:rPr>
                    <w:br/>
                    <w:t>± 1.4</w:t>
                  </w:r>
                </w:p>
              </w:tc>
              <w:tc>
                <w:tcPr>
                  <w:tcW w:w="708" w:type="dxa"/>
                  <w:vAlign w:val="center"/>
                </w:tcPr>
                <w:p w:rsidR="006E50A7" w:rsidRPr="00795119" w:rsidRDefault="006E50A7" w:rsidP="00E8338A">
                  <w:pPr>
                    <w:pStyle w:val="TableBodyText"/>
                    <w:rPr>
                      <w:szCs w:val="18"/>
                    </w:rPr>
                  </w:pPr>
                  <w:r w:rsidRPr="00795119">
                    <w:rPr>
                      <w:szCs w:val="18"/>
                    </w:rPr>
                    <w:t xml:space="preserve">371.9 </w:t>
                  </w:r>
                  <w:r w:rsidRPr="00795119">
                    <w:rPr>
                      <w:szCs w:val="18"/>
                    </w:rPr>
                    <w:br/>
                    <w:t>± 2.1</w:t>
                  </w:r>
                </w:p>
              </w:tc>
              <w:tc>
                <w:tcPr>
                  <w:tcW w:w="709" w:type="dxa"/>
                  <w:vAlign w:val="center"/>
                </w:tcPr>
                <w:p w:rsidR="006E50A7" w:rsidRPr="00795119" w:rsidRDefault="006E50A7" w:rsidP="00E8338A">
                  <w:pPr>
                    <w:pStyle w:val="TableBodyText"/>
                    <w:rPr>
                      <w:szCs w:val="18"/>
                    </w:rPr>
                  </w:pPr>
                  <w:r w:rsidRPr="00795119">
                    <w:rPr>
                      <w:szCs w:val="18"/>
                    </w:rPr>
                    <w:t>387.4</w:t>
                  </w:r>
                  <w:r w:rsidRPr="00795119">
                    <w:rPr>
                      <w:szCs w:val="18"/>
                    </w:rPr>
                    <w:br/>
                    <w:t xml:space="preserve"> ± 2.2</w:t>
                  </w:r>
                </w:p>
              </w:tc>
              <w:tc>
                <w:tcPr>
                  <w:tcW w:w="709" w:type="dxa"/>
                  <w:vAlign w:val="center"/>
                </w:tcPr>
                <w:p w:rsidR="006E50A7" w:rsidRPr="00795119" w:rsidRDefault="006E50A7" w:rsidP="00E8338A">
                  <w:pPr>
                    <w:pStyle w:val="TableBodyText"/>
                    <w:rPr>
                      <w:szCs w:val="18"/>
                    </w:rPr>
                  </w:pPr>
                  <w:r w:rsidRPr="00795119">
                    <w:rPr>
                      <w:szCs w:val="18"/>
                    </w:rPr>
                    <w:t xml:space="preserve">391.7 </w:t>
                  </w:r>
                  <w:r w:rsidRPr="00795119">
                    <w:rPr>
                      <w:szCs w:val="18"/>
                    </w:rPr>
                    <w:br/>
                    <w:t>± 2.5</w:t>
                  </w:r>
                </w:p>
              </w:tc>
              <w:tc>
                <w:tcPr>
                  <w:tcW w:w="850" w:type="dxa"/>
                  <w:vAlign w:val="center"/>
                </w:tcPr>
                <w:p w:rsidR="006E50A7" w:rsidRPr="00795119" w:rsidRDefault="006E50A7" w:rsidP="00E8338A">
                  <w:pPr>
                    <w:pStyle w:val="TableBodyText"/>
                    <w:rPr>
                      <w:szCs w:val="18"/>
                    </w:rPr>
                  </w:pPr>
                  <w:r w:rsidRPr="00795119">
                    <w:rPr>
                      <w:szCs w:val="18"/>
                    </w:rPr>
                    <w:t xml:space="preserve">401.6 </w:t>
                  </w:r>
                  <w:r w:rsidRPr="00795119">
                    <w:rPr>
                      <w:szCs w:val="18"/>
                    </w:rPr>
                    <w:br/>
                    <w:t>± 4.5</w:t>
                  </w:r>
                </w:p>
              </w:tc>
              <w:tc>
                <w:tcPr>
                  <w:tcW w:w="851" w:type="dxa"/>
                  <w:vAlign w:val="center"/>
                </w:tcPr>
                <w:p w:rsidR="006E50A7" w:rsidRPr="00795119" w:rsidRDefault="006E50A7" w:rsidP="00E8338A">
                  <w:pPr>
                    <w:pStyle w:val="TableBodyText"/>
                    <w:rPr>
                      <w:szCs w:val="18"/>
                    </w:rPr>
                  </w:pPr>
                  <w:r w:rsidRPr="00795119">
                    <w:rPr>
                      <w:szCs w:val="18"/>
                    </w:rPr>
                    <w:t xml:space="preserve">413.1 </w:t>
                  </w:r>
                  <w:r w:rsidRPr="00795119">
                    <w:rPr>
                      <w:szCs w:val="18"/>
                    </w:rPr>
                    <w:br/>
                    <w:t>± 5.0</w:t>
                  </w:r>
                </w:p>
              </w:tc>
              <w:tc>
                <w:tcPr>
                  <w:tcW w:w="850" w:type="dxa"/>
                  <w:vAlign w:val="center"/>
                </w:tcPr>
                <w:p w:rsidR="006E50A7" w:rsidRPr="00795119" w:rsidRDefault="006E50A7" w:rsidP="00E8338A">
                  <w:pPr>
                    <w:pStyle w:val="TableBodyText"/>
                    <w:rPr>
                      <w:szCs w:val="18"/>
                    </w:rPr>
                  </w:pPr>
                  <w:r w:rsidRPr="00795119">
                    <w:rPr>
                      <w:szCs w:val="18"/>
                    </w:rPr>
                    <w:t xml:space="preserve">386.9 </w:t>
                  </w:r>
                  <w:r w:rsidRPr="00795119">
                    <w:rPr>
                      <w:szCs w:val="18"/>
                    </w:rPr>
                    <w:br/>
                    <w:t>± 5.9</w:t>
                  </w:r>
                </w:p>
              </w:tc>
              <w:tc>
                <w:tcPr>
                  <w:tcW w:w="1033" w:type="dxa"/>
                  <w:vAlign w:val="center"/>
                </w:tcPr>
                <w:p w:rsidR="006E50A7" w:rsidRPr="00795119" w:rsidRDefault="006E50A7" w:rsidP="00ED32F7">
                  <w:pPr>
                    <w:pStyle w:val="TableBodyText"/>
                    <w:ind w:right="187"/>
                    <w:rPr>
                      <w:szCs w:val="18"/>
                    </w:rPr>
                  </w:pPr>
                  <w:r w:rsidRPr="00795119">
                    <w:rPr>
                      <w:szCs w:val="18"/>
                    </w:rPr>
                    <w:t xml:space="preserve">400.5 </w:t>
                  </w:r>
                  <w:r w:rsidRPr="00795119">
                    <w:rPr>
                      <w:szCs w:val="18"/>
                    </w:rPr>
                    <w:br/>
                    <w:t>± 1.0</w:t>
                  </w:r>
                </w:p>
              </w:tc>
            </w:tr>
            <w:tr w:rsidR="009576E7" w:rsidRPr="00795119" w:rsidTr="002B6BD6">
              <w:tc>
                <w:tcPr>
                  <w:tcW w:w="1558" w:type="dxa"/>
                </w:tcPr>
                <w:p w:rsidR="006E50A7" w:rsidRPr="00795119" w:rsidRDefault="006E50A7" w:rsidP="00E8338A">
                  <w:pPr>
                    <w:pStyle w:val="TableBodyText"/>
                    <w:jc w:val="left"/>
                  </w:pPr>
                  <w:r w:rsidRPr="00795119">
                    <w:t>2010 Year 5</w:t>
                  </w:r>
                </w:p>
              </w:tc>
              <w:tc>
                <w:tcPr>
                  <w:tcW w:w="830" w:type="dxa"/>
                  <w:vAlign w:val="center"/>
                </w:tcPr>
                <w:p w:rsidR="006E50A7" w:rsidRPr="00795119" w:rsidRDefault="006E50A7" w:rsidP="00E8338A">
                  <w:pPr>
                    <w:pStyle w:val="TableBodyText"/>
                    <w:rPr>
                      <w:szCs w:val="18"/>
                    </w:rPr>
                  </w:pPr>
                  <w:r w:rsidRPr="00795119">
                    <w:rPr>
                      <w:szCs w:val="18"/>
                    </w:rPr>
                    <w:t xml:space="preserve">501.0 </w:t>
                  </w:r>
                  <w:r w:rsidRPr="00795119">
                    <w:rPr>
                      <w:szCs w:val="18"/>
                    </w:rPr>
                    <w:br/>
                    <w:t>± 1.9</w:t>
                  </w:r>
                </w:p>
              </w:tc>
              <w:tc>
                <w:tcPr>
                  <w:tcW w:w="709" w:type="dxa"/>
                  <w:vAlign w:val="center"/>
                </w:tcPr>
                <w:p w:rsidR="006E50A7" w:rsidRPr="00795119" w:rsidRDefault="006E50A7" w:rsidP="00E8338A">
                  <w:pPr>
                    <w:pStyle w:val="TableBodyText"/>
                    <w:rPr>
                      <w:szCs w:val="18"/>
                    </w:rPr>
                  </w:pPr>
                  <w:r w:rsidRPr="00795119">
                    <w:rPr>
                      <w:szCs w:val="18"/>
                    </w:rPr>
                    <w:t xml:space="preserve">503.2 </w:t>
                  </w:r>
                  <w:r w:rsidRPr="00795119">
                    <w:rPr>
                      <w:szCs w:val="18"/>
                    </w:rPr>
                    <w:br/>
                    <w:t>± 1.6</w:t>
                  </w:r>
                </w:p>
              </w:tc>
              <w:tc>
                <w:tcPr>
                  <w:tcW w:w="708" w:type="dxa"/>
                  <w:vAlign w:val="center"/>
                </w:tcPr>
                <w:p w:rsidR="006E50A7" w:rsidRPr="00795119" w:rsidRDefault="006E50A7" w:rsidP="00E8338A">
                  <w:pPr>
                    <w:pStyle w:val="TableBodyText"/>
                    <w:rPr>
                      <w:szCs w:val="18"/>
                    </w:rPr>
                  </w:pPr>
                  <w:r w:rsidRPr="00795119">
                    <w:rPr>
                      <w:szCs w:val="18"/>
                    </w:rPr>
                    <w:t xml:space="preserve">478.5 </w:t>
                  </w:r>
                  <w:r w:rsidRPr="00795119">
                    <w:rPr>
                      <w:szCs w:val="18"/>
                    </w:rPr>
                    <w:br/>
                    <w:t>± 1.8</w:t>
                  </w:r>
                </w:p>
              </w:tc>
              <w:tc>
                <w:tcPr>
                  <w:tcW w:w="709" w:type="dxa"/>
                  <w:vAlign w:val="center"/>
                </w:tcPr>
                <w:p w:rsidR="006E50A7" w:rsidRPr="00795119" w:rsidRDefault="006E50A7" w:rsidP="00E8338A">
                  <w:pPr>
                    <w:pStyle w:val="TableBodyText"/>
                    <w:rPr>
                      <w:szCs w:val="18"/>
                    </w:rPr>
                  </w:pPr>
                  <w:r w:rsidRPr="00795119">
                    <w:rPr>
                      <w:szCs w:val="18"/>
                    </w:rPr>
                    <w:t xml:space="preserve">483.0 </w:t>
                  </w:r>
                  <w:r w:rsidRPr="00795119">
                    <w:rPr>
                      <w:szCs w:val="18"/>
                    </w:rPr>
                    <w:br/>
                    <w:t>± 2.4</w:t>
                  </w:r>
                </w:p>
              </w:tc>
              <w:tc>
                <w:tcPr>
                  <w:tcW w:w="709" w:type="dxa"/>
                  <w:vAlign w:val="center"/>
                </w:tcPr>
                <w:p w:rsidR="006E50A7" w:rsidRPr="00795119" w:rsidRDefault="006E50A7" w:rsidP="00E8338A">
                  <w:pPr>
                    <w:pStyle w:val="TableBodyText"/>
                    <w:rPr>
                      <w:szCs w:val="18"/>
                    </w:rPr>
                  </w:pPr>
                  <w:r w:rsidRPr="00795119">
                    <w:rPr>
                      <w:szCs w:val="18"/>
                    </w:rPr>
                    <w:t xml:space="preserve">475.2 </w:t>
                  </w:r>
                  <w:r w:rsidRPr="00795119">
                    <w:rPr>
                      <w:szCs w:val="18"/>
                    </w:rPr>
                    <w:br/>
                    <w:t>± 2.7</w:t>
                  </w:r>
                </w:p>
              </w:tc>
              <w:tc>
                <w:tcPr>
                  <w:tcW w:w="850" w:type="dxa"/>
                  <w:vAlign w:val="center"/>
                </w:tcPr>
                <w:p w:rsidR="006E50A7" w:rsidRPr="00795119" w:rsidRDefault="006E50A7" w:rsidP="00E8338A">
                  <w:pPr>
                    <w:pStyle w:val="TableBodyText"/>
                    <w:rPr>
                      <w:szCs w:val="18"/>
                    </w:rPr>
                  </w:pPr>
                  <w:r w:rsidRPr="00795119">
                    <w:rPr>
                      <w:szCs w:val="18"/>
                    </w:rPr>
                    <w:t xml:space="preserve">482.8 </w:t>
                  </w:r>
                  <w:r w:rsidRPr="00795119">
                    <w:rPr>
                      <w:szCs w:val="18"/>
                    </w:rPr>
                    <w:br/>
                    <w:t>± 4.6</w:t>
                  </w:r>
                </w:p>
              </w:tc>
              <w:tc>
                <w:tcPr>
                  <w:tcW w:w="851" w:type="dxa"/>
                  <w:vAlign w:val="center"/>
                </w:tcPr>
                <w:p w:rsidR="006E50A7" w:rsidRPr="00795119" w:rsidRDefault="006E50A7" w:rsidP="00E8338A">
                  <w:pPr>
                    <w:pStyle w:val="TableBodyText"/>
                    <w:rPr>
                      <w:szCs w:val="18"/>
                    </w:rPr>
                  </w:pPr>
                  <w:r w:rsidRPr="00795119">
                    <w:rPr>
                      <w:szCs w:val="18"/>
                    </w:rPr>
                    <w:t xml:space="preserve">500.2 </w:t>
                  </w:r>
                  <w:r w:rsidRPr="00795119">
                    <w:rPr>
                      <w:szCs w:val="18"/>
                    </w:rPr>
                    <w:br/>
                    <w:t>± 5.0</w:t>
                  </w:r>
                </w:p>
              </w:tc>
              <w:tc>
                <w:tcPr>
                  <w:tcW w:w="850" w:type="dxa"/>
                  <w:vAlign w:val="center"/>
                </w:tcPr>
                <w:p w:rsidR="006E50A7" w:rsidRPr="00795119" w:rsidRDefault="006E50A7" w:rsidP="00E8338A">
                  <w:pPr>
                    <w:pStyle w:val="TableBodyText"/>
                    <w:rPr>
                      <w:szCs w:val="18"/>
                    </w:rPr>
                  </w:pPr>
                  <w:r w:rsidRPr="00795119">
                    <w:rPr>
                      <w:szCs w:val="18"/>
                    </w:rPr>
                    <w:t xml:space="preserve">472.7 </w:t>
                  </w:r>
                  <w:r w:rsidRPr="00795119">
                    <w:rPr>
                      <w:szCs w:val="18"/>
                    </w:rPr>
                    <w:br/>
                    <w:t>± 5.0</w:t>
                  </w:r>
                </w:p>
              </w:tc>
              <w:tc>
                <w:tcPr>
                  <w:tcW w:w="1033" w:type="dxa"/>
                  <w:vAlign w:val="center"/>
                </w:tcPr>
                <w:p w:rsidR="006E50A7" w:rsidRPr="00795119" w:rsidRDefault="006E50A7" w:rsidP="00ED32F7">
                  <w:pPr>
                    <w:pStyle w:val="TableBodyText"/>
                    <w:ind w:right="187"/>
                    <w:rPr>
                      <w:szCs w:val="18"/>
                    </w:rPr>
                  </w:pPr>
                  <w:r w:rsidRPr="00795119">
                    <w:rPr>
                      <w:szCs w:val="18"/>
                    </w:rPr>
                    <w:t xml:space="preserve">492.6 </w:t>
                  </w:r>
                  <w:r w:rsidRPr="00795119">
                    <w:rPr>
                      <w:szCs w:val="18"/>
                    </w:rPr>
                    <w:br/>
                    <w:t>± 1.0</w:t>
                  </w:r>
                </w:p>
              </w:tc>
            </w:tr>
            <w:tr w:rsidR="009576E7" w:rsidRPr="00795119" w:rsidTr="002B6BD6">
              <w:tc>
                <w:tcPr>
                  <w:tcW w:w="1558" w:type="dxa"/>
                </w:tcPr>
                <w:p w:rsidR="006E50A7" w:rsidRPr="00795119" w:rsidRDefault="006E50A7" w:rsidP="00E8338A">
                  <w:pPr>
                    <w:pStyle w:val="TableBodyText"/>
                    <w:jc w:val="left"/>
                  </w:pPr>
                  <w:r w:rsidRPr="00795119">
                    <w:t>2012 Year 7</w:t>
                  </w:r>
                </w:p>
              </w:tc>
              <w:tc>
                <w:tcPr>
                  <w:tcW w:w="830" w:type="dxa"/>
                  <w:vAlign w:val="center"/>
                </w:tcPr>
                <w:p w:rsidR="006E50A7" w:rsidRPr="00795119" w:rsidRDefault="006E50A7" w:rsidP="00E8338A">
                  <w:pPr>
                    <w:pStyle w:val="TableBodyText"/>
                    <w:rPr>
                      <w:szCs w:val="18"/>
                    </w:rPr>
                  </w:pPr>
                  <w:r w:rsidRPr="00795119">
                    <w:rPr>
                      <w:szCs w:val="18"/>
                    </w:rPr>
                    <w:t xml:space="preserve">546.6 </w:t>
                  </w:r>
                  <w:r w:rsidRPr="00795119">
                    <w:rPr>
                      <w:szCs w:val="18"/>
                    </w:rPr>
                    <w:br/>
                    <w:t>± 3.8</w:t>
                  </w:r>
                </w:p>
              </w:tc>
              <w:tc>
                <w:tcPr>
                  <w:tcW w:w="709" w:type="dxa"/>
                  <w:vAlign w:val="center"/>
                </w:tcPr>
                <w:p w:rsidR="006E50A7" w:rsidRPr="00795119" w:rsidRDefault="006E50A7" w:rsidP="00E8338A">
                  <w:pPr>
                    <w:pStyle w:val="TableBodyText"/>
                    <w:rPr>
                      <w:szCs w:val="18"/>
                    </w:rPr>
                  </w:pPr>
                  <w:r w:rsidRPr="00795119">
                    <w:rPr>
                      <w:szCs w:val="18"/>
                    </w:rPr>
                    <w:t xml:space="preserve">545.3 </w:t>
                  </w:r>
                  <w:r w:rsidRPr="00795119">
                    <w:rPr>
                      <w:szCs w:val="18"/>
                    </w:rPr>
                    <w:br/>
                    <w:t>± 3.1</w:t>
                  </w:r>
                </w:p>
              </w:tc>
              <w:tc>
                <w:tcPr>
                  <w:tcW w:w="708" w:type="dxa"/>
                  <w:vAlign w:val="center"/>
                </w:tcPr>
                <w:p w:rsidR="006E50A7" w:rsidRPr="00795119" w:rsidRDefault="006E50A7" w:rsidP="00E8338A">
                  <w:pPr>
                    <w:pStyle w:val="TableBodyText"/>
                    <w:rPr>
                      <w:szCs w:val="18"/>
                    </w:rPr>
                  </w:pPr>
                  <w:r w:rsidRPr="00795119">
                    <w:rPr>
                      <w:szCs w:val="18"/>
                    </w:rPr>
                    <w:t xml:space="preserve">536.1 </w:t>
                  </w:r>
                  <w:r w:rsidRPr="00795119">
                    <w:rPr>
                      <w:szCs w:val="18"/>
                    </w:rPr>
                    <w:br/>
                    <w:t>± 2.0</w:t>
                  </w:r>
                </w:p>
              </w:tc>
              <w:tc>
                <w:tcPr>
                  <w:tcW w:w="709" w:type="dxa"/>
                  <w:vAlign w:val="center"/>
                </w:tcPr>
                <w:p w:rsidR="006E50A7" w:rsidRPr="00795119" w:rsidRDefault="006E50A7" w:rsidP="00E8338A">
                  <w:pPr>
                    <w:pStyle w:val="TableBodyText"/>
                    <w:rPr>
                      <w:szCs w:val="18"/>
                    </w:rPr>
                  </w:pPr>
                  <w:r w:rsidRPr="00795119">
                    <w:rPr>
                      <w:szCs w:val="18"/>
                    </w:rPr>
                    <w:t xml:space="preserve">540.3 </w:t>
                  </w:r>
                  <w:r w:rsidRPr="00795119">
                    <w:rPr>
                      <w:szCs w:val="18"/>
                    </w:rPr>
                    <w:br/>
                    <w:t>± 3.2</w:t>
                  </w:r>
                </w:p>
              </w:tc>
              <w:tc>
                <w:tcPr>
                  <w:tcW w:w="709" w:type="dxa"/>
                  <w:vAlign w:val="center"/>
                </w:tcPr>
                <w:p w:rsidR="006E50A7" w:rsidRPr="00795119" w:rsidRDefault="006E50A7" w:rsidP="00E8338A">
                  <w:pPr>
                    <w:pStyle w:val="TableBodyText"/>
                    <w:rPr>
                      <w:szCs w:val="18"/>
                    </w:rPr>
                  </w:pPr>
                  <w:r w:rsidRPr="00795119">
                    <w:rPr>
                      <w:szCs w:val="18"/>
                    </w:rPr>
                    <w:t xml:space="preserve">531.8 </w:t>
                  </w:r>
                  <w:r w:rsidRPr="00795119">
                    <w:rPr>
                      <w:szCs w:val="18"/>
                    </w:rPr>
                    <w:br/>
                    <w:t>± 3.1</w:t>
                  </w:r>
                </w:p>
              </w:tc>
              <w:tc>
                <w:tcPr>
                  <w:tcW w:w="850" w:type="dxa"/>
                  <w:vAlign w:val="center"/>
                </w:tcPr>
                <w:p w:rsidR="006E50A7" w:rsidRPr="00795119" w:rsidRDefault="006E50A7" w:rsidP="00E8338A">
                  <w:pPr>
                    <w:pStyle w:val="TableBodyText"/>
                    <w:rPr>
                      <w:szCs w:val="18"/>
                    </w:rPr>
                  </w:pPr>
                  <w:r w:rsidRPr="00795119">
                    <w:rPr>
                      <w:szCs w:val="18"/>
                    </w:rPr>
                    <w:t xml:space="preserve">528.6 </w:t>
                  </w:r>
                  <w:r w:rsidRPr="00795119">
                    <w:rPr>
                      <w:szCs w:val="18"/>
                    </w:rPr>
                    <w:br/>
                    <w:t>± 6.6</w:t>
                  </w:r>
                </w:p>
              </w:tc>
              <w:tc>
                <w:tcPr>
                  <w:tcW w:w="851" w:type="dxa"/>
                  <w:vAlign w:val="center"/>
                </w:tcPr>
                <w:p w:rsidR="006E50A7" w:rsidRPr="00795119" w:rsidRDefault="006E50A7" w:rsidP="00E8338A">
                  <w:pPr>
                    <w:pStyle w:val="TableBodyText"/>
                    <w:rPr>
                      <w:szCs w:val="18"/>
                    </w:rPr>
                  </w:pPr>
                  <w:r w:rsidRPr="00795119">
                    <w:rPr>
                      <w:szCs w:val="18"/>
                    </w:rPr>
                    <w:t xml:space="preserve">547.2 </w:t>
                  </w:r>
                  <w:r w:rsidRPr="00795119">
                    <w:rPr>
                      <w:szCs w:val="18"/>
                    </w:rPr>
                    <w:br/>
                    <w:t>± 9.7</w:t>
                  </w:r>
                </w:p>
              </w:tc>
              <w:tc>
                <w:tcPr>
                  <w:tcW w:w="850" w:type="dxa"/>
                  <w:vAlign w:val="center"/>
                </w:tcPr>
                <w:p w:rsidR="006E50A7" w:rsidRPr="00795119" w:rsidRDefault="006E50A7" w:rsidP="00E8338A">
                  <w:pPr>
                    <w:pStyle w:val="TableBodyText"/>
                    <w:rPr>
                      <w:szCs w:val="18"/>
                    </w:rPr>
                  </w:pPr>
                  <w:r w:rsidRPr="00795119">
                    <w:rPr>
                      <w:szCs w:val="18"/>
                    </w:rPr>
                    <w:t xml:space="preserve">522.7 </w:t>
                  </w:r>
                  <w:r w:rsidRPr="00795119">
                    <w:rPr>
                      <w:szCs w:val="18"/>
                    </w:rPr>
                    <w:br/>
                    <w:t>± 13.2</w:t>
                  </w:r>
                </w:p>
              </w:tc>
              <w:tc>
                <w:tcPr>
                  <w:tcW w:w="1033" w:type="dxa"/>
                  <w:vAlign w:val="center"/>
                </w:tcPr>
                <w:p w:rsidR="006E50A7" w:rsidRPr="00795119" w:rsidRDefault="006E50A7" w:rsidP="00ED32F7">
                  <w:pPr>
                    <w:pStyle w:val="TableBodyText"/>
                    <w:ind w:right="187"/>
                    <w:rPr>
                      <w:szCs w:val="18"/>
                    </w:rPr>
                  </w:pPr>
                  <w:r w:rsidRPr="00795119">
                    <w:rPr>
                      <w:szCs w:val="18"/>
                    </w:rPr>
                    <w:t xml:space="preserve">541.8 </w:t>
                  </w:r>
                  <w:r w:rsidRPr="00795119">
                    <w:rPr>
                      <w:szCs w:val="18"/>
                    </w:rPr>
                    <w:br/>
                    <w:t>± 1.6</w:t>
                  </w:r>
                </w:p>
              </w:tc>
            </w:tr>
            <w:tr w:rsidR="009576E7" w:rsidRPr="00795119" w:rsidTr="002B6BD6">
              <w:tc>
                <w:tcPr>
                  <w:tcW w:w="1558" w:type="dxa"/>
                  <w:shd w:val="clear" w:color="auto" w:fill="FFFFFF" w:themeFill="background1"/>
                </w:tcPr>
                <w:p w:rsidR="006E50A7" w:rsidRPr="00795119" w:rsidRDefault="006E50A7" w:rsidP="00E8338A">
                  <w:pPr>
                    <w:pStyle w:val="TableBodyText"/>
                    <w:jc w:val="left"/>
                  </w:pPr>
                  <w:r w:rsidRPr="00795119">
                    <w:t>2014 Year 9</w:t>
                  </w:r>
                </w:p>
              </w:tc>
              <w:tc>
                <w:tcPr>
                  <w:tcW w:w="830" w:type="dxa"/>
                  <w:shd w:val="clear" w:color="auto" w:fill="FFFFFF" w:themeFill="background1"/>
                  <w:vAlign w:val="center"/>
                </w:tcPr>
                <w:p w:rsidR="006E50A7" w:rsidRPr="00795119" w:rsidRDefault="006E50A7" w:rsidP="00E8338A">
                  <w:pPr>
                    <w:pStyle w:val="TableBodyText"/>
                  </w:pPr>
                  <w:r w:rsidRPr="00795119">
                    <w:t xml:space="preserve">598.0 </w:t>
                  </w:r>
                  <w:r w:rsidRPr="00795119">
                    <w:br/>
                    <w:t>± 3.9</w:t>
                  </w:r>
                </w:p>
              </w:tc>
              <w:tc>
                <w:tcPr>
                  <w:tcW w:w="709" w:type="dxa"/>
                  <w:shd w:val="clear" w:color="auto" w:fill="FFFFFF" w:themeFill="background1"/>
                  <w:vAlign w:val="center"/>
                </w:tcPr>
                <w:p w:rsidR="006E50A7" w:rsidRPr="00795119" w:rsidRDefault="006E50A7" w:rsidP="00E8338A">
                  <w:pPr>
                    <w:pStyle w:val="TableBodyText"/>
                  </w:pPr>
                  <w:r w:rsidRPr="00795119">
                    <w:t>593.2</w:t>
                  </w:r>
                  <w:r w:rsidRPr="00795119">
                    <w:br/>
                    <w:t xml:space="preserve"> ± 3.8</w:t>
                  </w:r>
                </w:p>
              </w:tc>
              <w:tc>
                <w:tcPr>
                  <w:tcW w:w="708" w:type="dxa"/>
                  <w:shd w:val="clear" w:color="auto" w:fill="FFFFFF" w:themeFill="background1"/>
                  <w:vAlign w:val="center"/>
                </w:tcPr>
                <w:p w:rsidR="006E50A7" w:rsidRPr="00795119" w:rsidRDefault="006E50A7" w:rsidP="00E8338A">
                  <w:pPr>
                    <w:pStyle w:val="TableBodyText"/>
                  </w:pPr>
                  <w:r w:rsidRPr="00795119">
                    <w:t xml:space="preserve">583.7 </w:t>
                  </w:r>
                  <w:r w:rsidRPr="00795119">
                    <w:br/>
                    <w:t>± 3.3</w:t>
                  </w:r>
                </w:p>
              </w:tc>
              <w:tc>
                <w:tcPr>
                  <w:tcW w:w="709" w:type="dxa"/>
                  <w:shd w:val="clear" w:color="auto" w:fill="FFFFFF" w:themeFill="background1"/>
                  <w:vAlign w:val="center"/>
                </w:tcPr>
                <w:p w:rsidR="006E50A7" w:rsidRPr="00795119" w:rsidRDefault="006E50A7" w:rsidP="00E8338A">
                  <w:pPr>
                    <w:pStyle w:val="TableBodyText"/>
                  </w:pPr>
                  <w:r w:rsidRPr="00795119">
                    <w:t xml:space="preserve">596.5 </w:t>
                  </w:r>
                  <w:r w:rsidRPr="00795119">
                    <w:br/>
                    <w:t>± 5.4</w:t>
                  </w:r>
                </w:p>
              </w:tc>
              <w:tc>
                <w:tcPr>
                  <w:tcW w:w="709" w:type="dxa"/>
                  <w:shd w:val="clear" w:color="auto" w:fill="FFFFFF" w:themeFill="background1"/>
                  <w:vAlign w:val="center"/>
                </w:tcPr>
                <w:p w:rsidR="006E50A7" w:rsidRPr="00795119" w:rsidRDefault="006E50A7" w:rsidP="00E8338A">
                  <w:pPr>
                    <w:pStyle w:val="TableBodyText"/>
                  </w:pPr>
                  <w:r w:rsidRPr="00795119">
                    <w:t xml:space="preserve">576.3 </w:t>
                  </w:r>
                  <w:r w:rsidRPr="00795119">
                    <w:br/>
                    <w:t>± 5.0</w:t>
                  </w:r>
                </w:p>
              </w:tc>
              <w:tc>
                <w:tcPr>
                  <w:tcW w:w="850" w:type="dxa"/>
                  <w:shd w:val="clear" w:color="auto" w:fill="FFFFFF" w:themeFill="background1"/>
                  <w:vAlign w:val="center"/>
                </w:tcPr>
                <w:p w:rsidR="006E50A7" w:rsidRPr="00795119" w:rsidRDefault="006E50A7" w:rsidP="00E8338A">
                  <w:pPr>
                    <w:pStyle w:val="TableBodyText"/>
                  </w:pPr>
                  <w:r w:rsidRPr="00795119">
                    <w:t xml:space="preserve">575.0 </w:t>
                  </w:r>
                  <w:r w:rsidRPr="00795119">
                    <w:br/>
                    <w:t>± 6.8</w:t>
                  </w:r>
                </w:p>
              </w:tc>
              <w:tc>
                <w:tcPr>
                  <w:tcW w:w="851" w:type="dxa"/>
                  <w:shd w:val="clear" w:color="auto" w:fill="FFFFFF" w:themeFill="background1"/>
                  <w:vAlign w:val="center"/>
                </w:tcPr>
                <w:p w:rsidR="006E50A7" w:rsidRPr="00795119" w:rsidRDefault="006E50A7" w:rsidP="00E8338A">
                  <w:pPr>
                    <w:pStyle w:val="TableBodyText"/>
                  </w:pPr>
                  <w:r w:rsidRPr="00795119">
                    <w:t xml:space="preserve">596.2 </w:t>
                  </w:r>
                  <w:r w:rsidRPr="00795119">
                    <w:br/>
                    <w:t>± 9.6</w:t>
                  </w:r>
                </w:p>
              </w:tc>
              <w:tc>
                <w:tcPr>
                  <w:tcW w:w="850" w:type="dxa"/>
                  <w:shd w:val="clear" w:color="auto" w:fill="FFFFFF" w:themeFill="background1"/>
                  <w:vAlign w:val="center"/>
                </w:tcPr>
                <w:p w:rsidR="006E50A7" w:rsidRPr="00795119" w:rsidRDefault="006E50A7" w:rsidP="00E8338A">
                  <w:pPr>
                    <w:pStyle w:val="TableBodyText"/>
                  </w:pPr>
                  <w:r w:rsidRPr="00795119">
                    <w:t xml:space="preserve">569.2 </w:t>
                  </w:r>
                  <w:r w:rsidRPr="00795119">
                    <w:br/>
                    <w:t>± 11.5</w:t>
                  </w:r>
                </w:p>
              </w:tc>
              <w:tc>
                <w:tcPr>
                  <w:tcW w:w="1033" w:type="dxa"/>
                  <w:shd w:val="clear" w:color="auto" w:fill="FFFFFF" w:themeFill="background1"/>
                  <w:vAlign w:val="center"/>
                </w:tcPr>
                <w:p w:rsidR="006E50A7" w:rsidRPr="00795119" w:rsidRDefault="006E50A7" w:rsidP="00ED32F7">
                  <w:pPr>
                    <w:pStyle w:val="TableBodyText"/>
                    <w:ind w:right="187"/>
                  </w:pPr>
                  <w:r w:rsidRPr="00795119">
                    <w:t xml:space="preserve">591.4 </w:t>
                  </w:r>
                  <w:r w:rsidRPr="00795119">
                    <w:br/>
                    <w:t>± 1.9</w:t>
                  </w:r>
                </w:p>
              </w:tc>
            </w:tr>
            <w:tr w:rsidR="009576E7" w:rsidRPr="00795119" w:rsidTr="002B6BD6">
              <w:tc>
                <w:tcPr>
                  <w:tcW w:w="1558" w:type="dxa"/>
                </w:tcPr>
                <w:p w:rsidR="006E50A7" w:rsidRPr="00795119" w:rsidRDefault="006E50A7" w:rsidP="00E8338A">
                  <w:pPr>
                    <w:pStyle w:val="TableBodyText"/>
                    <w:jc w:val="left"/>
                    <w:rPr>
                      <w:b/>
                    </w:rPr>
                  </w:pPr>
                  <w:r w:rsidRPr="00795119">
                    <w:rPr>
                      <w:b/>
                    </w:rPr>
                    <w:t>Gain 2008-2010</w:t>
                  </w:r>
                </w:p>
              </w:tc>
              <w:tc>
                <w:tcPr>
                  <w:tcW w:w="830" w:type="dxa"/>
                  <w:vAlign w:val="center"/>
                </w:tcPr>
                <w:p w:rsidR="006E50A7" w:rsidRPr="00795119" w:rsidRDefault="006E50A7" w:rsidP="00E8338A">
                  <w:pPr>
                    <w:pStyle w:val="TableBodyText"/>
                    <w:rPr>
                      <w:b/>
                      <w:szCs w:val="18"/>
                    </w:rPr>
                  </w:pPr>
                  <w:r w:rsidRPr="00795119">
                    <w:rPr>
                      <w:b/>
                      <w:szCs w:val="18"/>
                    </w:rPr>
                    <w:t xml:space="preserve">89.7 </w:t>
                  </w:r>
                  <w:r w:rsidRPr="00795119">
                    <w:rPr>
                      <w:b/>
                      <w:szCs w:val="18"/>
                    </w:rPr>
                    <w:br/>
                    <w:t>± 8.5</w:t>
                  </w:r>
                </w:p>
              </w:tc>
              <w:tc>
                <w:tcPr>
                  <w:tcW w:w="709" w:type="dxa"/>
                  <w:vAlign w:val="center"/>
                </w:tcPr>
                <w:p w:rsidR="006E50A7" w:rsidRPr="00795119" w:rsidRDefault="006E50A7" w:rsidP="00E8338A">
                  <w:pPr>
                    <w:pStyle w:val="TableBodyText"/>
                    <w:rPr>
                      <w:b/>
                      <w:szCs w:val="18"/>
                    </w:rPr>
                  </w:pPr>
                  <w:r w:rsidRPr="00795119">
                    <w:rPr>
                      <w:b/>
                      <w:szCs w:val="18"/>
                    </w:rPr>
                    <w:t xml:space="preserve">85.7 </w:t>
                  </w:r>
                  <w:r w:rsidRPr="00795119">
                    <w:rPr>
                      <w:b/>
                      <w:szCs w:val="18"/>
                    </w:rPr>
                    <w:br/>
                    <w:t>± 8.4</w:t>
                  </w:r>
                </w:p>
              </w:tc>
              <w:tc>
                <w:tcPr>
                  <w:tcW w:w="708" w:type="dxa"/>
                  <w:vAlign w:val="center"/>
                </w:tcPr>
                <w:p w:rsidR="006E50A7" w:rsidRPr="00795119" w:rsidRDefault="006E50A7" w:rsidP="00E8338A">
                  <w:pPr>
                    <w:pStyle w:val="TableBodyText"/>
                    <w:rPr>
                      <w:b/>
                      <w:szCs w:val="18"/>
                    </w:rPr>
                  </w:pPr>
                  <w:r w:rsidRPr="00795119">
                    <w:rPr>
                      <w:b/>
                      <w:szCs w:val="18"/>
                    </w:rPr>
                    <w:t xml:space="preserve">106.6 </w:t>
                  </w:r>
                  <w:r w:rsidRPr="00795119">
                    <w:rPr>
                      <w:b/>
                      <w:szCs w:val="18"/>
                    </w:rPr>
                    <w:br/>
                    <w:t>± 8.6</w:t>
                  </w:r>
                </w:p>
              </w:tc>
              <w:tc>
                <w:tcPr>
                  <w:tcW w:w="709" w:type="dxa"/>
                  <w:vAlign w:val="center"/>
                </w:tcPr>
                <w:p w:rsidR="006E50A7" w:rsidRPr="00795119" w:rsidRDefault="006E50A7" w:rsidP="00E8338A">
                  <w:pPr>
                    <w:pStyle w:val="TableBodyText"/>
                    <w:rPr>
                      <w:b/>
                      <w:szCs w:val="18"/>
                    </w:rPr>
                  </w:pPr>
                  <w:r w:rsidRPr="00795119">
                    <w:rPr>
                      <w:b/>
                      <w:szCs w:val="18"/>
                    </w:rPr>
                    <w:t>95.6</w:t>
                  </w:r>
                  <w:r w:rsidRPr="00795119">
                    <w:rPr>
                      <w:b/>
                      <w:szCs w:val="18"/>
                    </w:rPr>
                    <w:br/>
                    <w:t>± 8.8</w:t>
                  </w:r>
                </w:p>
              </w:tc>
              <w:tc>
                <w:tcPr>
                  <w:tcW w:w="709" w:type="dxa"/>
                  <w:vAlign w:val="center"/>
                </w:tcPr>
                <w:p w:rsidR="006E50A7" w:rsidRPr="00795119" w:rsidRDefault="006E50A7" w:rsidP="00E8338A">
                  <w:pPr>
                    <w:pStyle w:val="TableBodyText"/>
                    <w:rPr>
                      <w:b/>
                      <w:szCs w:val="18"/>
                    </w:rPr>
                  </w:pPr>
                  <w:r w:rsidRPr="00795119">
                    <w:rPr>
                      <w:b/>
                      <w:szCs w:val="18"/>
                    </w:rPr>
                    <w:t xml:space="preserve">83.5 </w:t>
                  </w:r>
                  <w:r w:rsidRPr="00795119">
                    <w:rPr>
                      <w:b/>
                      <w:szCs w:val="18"/>
                    </w:rPr>
                    <w:br/>
                    <w:t>± 9.0</w:t>
                  </w:r>
                </w:p>
              </w:tc>
              <w:tc>
                <w:tcPr>
                  <w:tcW w:w="850" w:type="dxa"/>
                  <w:vAlign w:val="center"/>
                </w:tcPr>
                <w:p w:rsidR="006E50A7" w:rsidRPr="00795119" w:rsidRDefault="006E50A7" w:rsidP="00E8338A">
                  <w:pPr>
                    <w:pStyle w:val="TableBodyText"/>
                    <w:rPr>
                      <w:b/>
                      <w:szCs w:val="18"/>
                    </w:rPr>
                  </w:pPr>
                  <w:r w:rsidRPr="00795119">
                    <w:rPr>
                      <w:b/>
                      <w:szCs w:val="18"/>
                    </w:rPr>
                    <w:t xml:space="preserve">81.2 </w:t>
                  </w:r>
                  <w:r w:rsidRPr="00795119">
                    <w:rPr>
                      <w:b/>
                      <w:szCs w:val="18"/>
                    </w:rPr>
                    <w:br/>
                    <w:t>± 10.4</w:t>
                  </w:r>
                </w:p>
              </w:tc>
              <w:tc>
                <w:tcPr>
                  <w:tcW w:w="851" w:type="dxa"/>
                  <w:vAlign w:val="center"/>
                </w:tcPr>
                <w:p w:rsidR="006E50A7" w:rsidRPr="00795119" w:rsidRDefault="006E50A7" w:rsidP="00E8338A">
                  <w:pPr>
                    <w:pStyle w:val="TableBodyText"/>
                    <w:rPr>
                      <w:b/>
                      <w:szCs w:val="18"/>
                    </w:rPr>
                  </w:pPr>
                  <w:r w:rsidRPr="00795119">
                    <w:rPr>
                      <w:b/>
                      <w:szCs w:val="18"/>
                    </w:rPr>
                    <w:t xml:space="preserve">87.1 </w:t>
                  </w:r>
                  <w:r w:rsidRPr="00795119">
                    <w:rPr>
                      <w:b/>
                      <w:szCs w:val="18"/>
                    </w:rPr>
                    <w:br/>
                    <w:t>± 10.7</w:t>
                  </w:r>
                </w:p>
              </w:tc>
              <w:tc>
                <w:tcPr>
                  <w:tcW w:w="850" w:type="dxa"/>
                  <w:vAlign w:val="center"/>
                </w:tcPr>
                <w:p w:rsidR="006E50A7" w:rsidRPr="00795119" w:rsidRDefault="006E50A7" w:rsidP="00E8338A">
                  <w:pPr>
                    <w:pStyle w:val="TableBodyText"/>
                    <w:rPr>
                      <w:b/>
                      <w:szCs w:val="18"/>
                    </w:rPr>
                  </w:pPr>
                  <w:r w:rsidRPr="00795119">
                    <w:rPr>
                      <w:b/>
                      <w:szCs w:val="18"/>
                    </w:rPr>
                    <w:t xml:space="preserve">85.8 </w:t>
                  </w:r>
                  <w:r w:rsidRPr="00795119">
                    <w:rPr>
                      <w:b/>
                      <w:szCs w:val="18"/>
                    </w:rPr>
                    <w:br/>
                    <w:t>± 11.2</w:t>
                  </w:r>
                </w:p>
              </w:tc>
              <w:tc>
                <w:tcPr>
                  <w:tcW w:w="1033" w:type="dxa"/>
                  <w:vAlign w:val="center"/>
                </w:tcPr>
                <w:p w:rsidR="006E50A7" w:rsidRPr="00795119" w:rsidRDefault="006E50A7" w:rsidP="00ED32F7">
                  <w:pPr>
                    <w:pStyle w:val="TableBodyText"/>
                    <w:ind w:right="187"/>
                    <w:rPr>
                      <w:b/>
                      <w:szCs w:val="18"/>
                    </w:rPr>
                  </w:pPr>
                  <w:r w:rsidRPr="00795119">
                    <w:rPr>
                      <w:b/>
                      <w:szCs w:val="18"/>
                    </w:rPr>
                    <w:t xml:space="preserve">92.1 </w:t>
                  </w:r>
                  <w:r w:rsidRPr="00795119">
                    <w:rPr>
                      <w:b/>
                      <w:szCs w:val="18"/>
                    </w:rPr>
                    <w:br/>
                    <w:t>± 8.3</w:t>
                  </w:r>
                </w:p>
              </w:tc>
            </w:tr>
            <w:tr w:rsidR="009576E7" w:rsidRPr="00795119" w:rsidTr="002B6BD6">
              <w:tc>
                <w:tcPr>
                  <w:tcW w:w="1558" w:type="dxa"/>
                </w:tcPr>
                <w:p w:rsidR="006E50A7" w:rsidRPr="00795119" w:rsidRDefault="006E50A7" w:rsidP="00E8338A">
                  <w:pPr>
                    <w:pStyle w:val="TableBodyText"/>
                    <w:jc w:val="left"/>
                    <w:rPr>
                      <w:b/>
                    </w:rPr>
                  </w:pPr>
                  <w:r w:rsidRPr="00795119">
                    <w:rPr>
                      <w:b/>
                    </w:rPr>
                    <w:t>Gain 2010-2012</w:t>
                  </w:r>
                </w:p>
              </w:tc>
              <w:tc>
                <w:tcPr>
                  <w:tcW w:w="830" w:type="dxa"/>
                  <w:vAlign w:val="center"/>
                </w:tcPr>
                <w:p w:rsidR="006E50A7" w:rsidRPr="00795119" w:rsidRDefault="006E50A7" w:rsidP="00E8338A">
                  <w:pPr>
                    <w:pStyle w:val="TableBodyText"/>
                    <w:rPr>
                      <w:b/>
                      <w:szCs w:val="18"/>
                    </w:rPr>
                  </w:pPr>
                  <w:r w:rsidRPr="00795119">
                    <w:rPr>
                      <w:b/>
                      <w:szCs w:val="18"/>
                    </w:rPr>
                    <w:t xml:space="preserve">45.6 </w:t>
                  </w:r>
                  <w:r w:rsidRPr="00795119">
                    <w:rPr>
                      <w:b/>
                      <w:szCs w:val="18"/>
                    </w:rPr>
                    <w:br/>
                    <w:t>± 7.2</w:t>
                  </w:r>
                </w:p>
              </w:tc>
              <w:tc>
                <w:tcPr>
                  <w:tcW w:w="709" w:type="dxa"/>
                  <w:vAlign w:val="center"/>
                </w:tcPr>
                <w:p w:rsidR="006E50A7" w:rsidRPr="00795119" w:rsidRDefault="006E50A7" w:rsidP="00E8338A">
                  <w:pPr>
                    <w:pStyle w:val="TableBodyText"/>
                    <w:rPr>
                      <w:b/>
                      <w:szCs w:val="18"/>
                    </w:rPr>
                  </w:pPr>
                  <w:r w:rsidRPr="00795119">
                    <w:rPr>
                      <w:b/>
                      <w:szCs w:val="18"/>
                    </w:rPr>
                    <w:t>42.1</w:t>
                  </w:r>
                  <w:r w:rsidRPr="00795119">
                    <w:rPr>
                      <w:b/>
                      <w:szCs w:val="18"/>
                    </w:rPr>
                    <w:br/>
                    <w:t>± 6.7</w:t>
                  </w:r>
                </w:p>
              </w:tc>
              <w:tc>
                <w:tcPr>
                  <w:tcW w:w="708" w:type="dxa"/>
                  <w:vAlign w:val="center"/>
                </w:tcPr>
                <w:p w:rsidR="006E50A7" w:rsidRPr="00795119" w:rsidRDefault="006E50A7" w:rsidP="00E8338A">
                  <w:pPr>
                    <w:pStyle w:val="TableBodyText"/>
                    <w:rPr>
                      <w:b/>
                      <w:szCs w:val="18"/>
                    </w:rPr>
                  </w:pPr>
                  <w:r w:rsidRPr="00795119">
                    <w:rPr>
                      <w:b/>
                      <w:szCs w:val="18"/>
                    </w:rPr>
                    <w:t xml:space="preserve">57.6 </w:t>
                  </w:r>
                  <w:r w:rsidRPr="00795119">
                    <w:rPr>
                      <w:b/>
                      <w:szCs w:val="18"/>
                    </w:rPr>
                    <w:br/>
                    <w:t>± 6.3</w:t>
                  </w:r>
                </w:p>
              </w:tc>
              <w:tc>
                <w:tcPr>
                  <w:tcW w:w="709" w:type="dxa"/>
                  <w:vAlign w:val="center"/>
                </w:tcPr>
                <w:p w:rsidR="006E50A7" w:rsidRPr="00795119" w:rsidRDefault="006E50A7" w:rsidP="00E8338A">
                  <w:pPr>
                    <w:pStyle w:val="TableBodyText"/>
                    <w:rPr>
                      <w:b/>
                      <w:szCs w:val="18"/>
                    </w:rPr>
                  </w:pPr>
                  <w:r w:rsidRPr="00795119">
                    <w:rPr>
                      <w:b/>
                      <w:szCs w:val="18"/>
                    </w:rPr>
                    <w:t xml:space="preserve">57.3 </w:t>
                  </w:r>
                  <w:r w:rsidRPr="00795119">
                    <w:rPr>
                      <w:b/>
                      <w:szCs w:val="18"/>
                    </w:rPr>
                    <w:br/>
                    <w:t>± 7.0</w:t>
                  </w:r>
                </w:p>
              </w:tc>
              <w:tc>
                <w:tcPr>
                  <w:tcW w:w="709" w:type="dxa"/>
                  <w:vAlign w:val="center"/>
                </w:tcPr>
                <w:p w:rsidR="006E50A7" w:rsidRPr="00795119" w:rsidRDefault="006E50A7" w:rsidP="00E8338A">
                  <w:pPr>
                    <w:pStyle w:val="TableBodyText"/>
                    <w:rPr>
                      <w:b/>
                      <w:szCs w:val="18"/>
                    </w:rPr>
                  </w:pPr>
                  <w:r w:rsidRPr="00795119">
                    <w:rPr>
                      <w:b/>
                      <w:szCs w:val="18"/>
                    </w:rPr>
                    <w:t xml:space="preserve">56.6 </w:t>
                  </w:r>
                  <w:r w:rsidRPr="00795119">
                    <w:rPr>
                      <w:b/>
                      <w:szCs w:val="18"/>
                    </w:rPr>
                    <w:br/>
                    <w:t>± 7.1</w:t>
                  </w:r>
                </w:p>
              </w:tc>
              <w:tc>
                <w:tcPr>
                  <w:tcW w:w="850" w:type="dxa"/>
                  <w:vAlign w:val="center"/>
                </w:tcPr>
                <w:p w:rsidR="006E50A7" w:rsidRPr="00795119" w:rsidRDefault="006E50A7" w:rsidP="00E8338A">
                  <w:pPr>
                    <w:pStyle w:val="TableBodyText"/>
                    <w:rPr>
                      <w:b/>
                      <w:szCs w:val="18"/>
                    </w:rPr>
                  </w:pPr>
                  <w:r w:rsidRPr="00795119">
                    <w:rPr>
                      <w:b/>
                      <w:szCs w:val="18"/>
                    </w:rPr>
                    <w:t xml:space="preserve">45.8 </w:t>
                  </w:r>
                  <w:r w:rsidRPr="00795119">
                    <w:rPr>
                      <w:b/>
                      <w:szCs w:val="18"/>
                    </w:rPr>
                    <w:br/>
                    <w:t>± 9.9</w:t>
                  </w:r>
                </w:p>
              </w:tc>
              <w:tc>
                <w:tcPr>
                  <w:tcW w:w="851" w:type="dxa"/>
                  <w:vAlign w:val="center"/>
                </w:tcPr>
                <w:p w:rsidR="006E50A7" w:rsidRPr="00795119" w:rsidRDefault="006E50A7" w:rsidP="00E8338A">
                  <w:pPr>
                    <w:pStyle w:val="TableBodyText"/>
                    <w:rPr>
                      <w:b/>
                      <w:szCs w:val="18"/>
                    </w:rPr>
                  </w:pPr>
                  <w:r w:rsidRPr="00795119">
                    <w:rPr>
                      <w:b/>
                      <w:szCs w:val="18"/>
                    </w:rPr>
                    <w:t xml:space="preserve">47.0 </w:t>
                  </w:r>
                  <w:r w:rsidRPr="00795119">
                    <w:rPr>
                      <w:b/>
                      <w:szCs w:val="18"/>
                    </w:rPr>
                    <w:br/>
                    <w:t>± 12.3</w:t>
                  </w:r>
                </w:p>
              </w:tc>
              <w:tc>
                <w:tcPr>
                  <w:tcW w:w="850" w:type="dxa"/>
                  <w:vAlign w:val="center"/>
                </w:tcPr>
                <w:p w:rsidR="006E50A7" w:rsidRPr="00795119" w:rsidRDefault="006E50A7" w:rsidP="00E8338A">
                  <w:pPr>
                    <w:pStyle w:val="TableBodyText"/>
                    <w:rPr>
                      <w:b/>
                      <w:szCs w:val="18"/>
                    </w:rPr>
                  </w:pPr>
                  <w:r w:rsidRPr="00795119">
                    <w:rPr>
                      <w:b/>
                      <w:szCs w:val="18"/>
                    </w:rPr>
                    <w:t xml:space="preserve">50.0 </w:t>
                  </w:r>
                  <w:r w:rsidRPr="00795119">
                    <w:rPr>
                      <w:b/>
                      <w:szCs w:val="18"/>
                    </w:rPr>
                    <w:br/>
                    <w:t>± 15.2</w:t>
                  </w:r>
                </w:p>
              </w:tc>
              <w:tc>
                <w:tcPr>
                  <w:tcW w:w="1033" w:type="dxa"/>
                  <w:vAlign w:val="center"/>
                </w:tcPr>
                <w:p w:rsidR="006E50A7" w:rsidRPr="00795119" w:rsidRDefault="006E50A7" w:rsidP="00ED32F7">
                  <w:pPr>
                    <w:pStyle w:val="TableBodyText"/>
                    <w:ind w:right="187"/>
                    <w:rPr>
                      <w:b/>
                      <w:szCs w:val="18"/>
                    </w:rPr>
                  </w:pPr>
                  <w:r w:rsidRPr="00795119">
                    <w:rPr>
                      <w:b/>
                      <w:szCs w:val="18"/>
                    </w:rPr>
                    <w:t xml:space="preserve">49.2 </w:t>
                  </w:r>
                  <w:r w:rsidRPr="00795119">
                    <w:rPr>
                      <w:b/>
                      <w:szCs w:val="18"/>
                    </w:rPr>
                    <w:br/>
                    <w:t>± 6.0</w:t>
                  </w:r>
                </w:p>
              </w:tc>
            </w:tr>
            <w:tr w:rsidR="009576E7" w:rsidRPr="00795119" w:rsidTr="002B6BD6">
              <w:tc>
                <w:tcPr>
                  <w:tcW w:w="1558" w:type="dxa"/>
                  <w:shd w:val="clear" w:color="auto" w:fill="FFFFFF" w:themeFill="background1"/>
                </w:tcPr>
                <w:p w:rsidR="006E50A7" w:rsidRPr="00795119" w:rsidRDefault="006E50A7" w:rsidP="00E8338A">
                  <w:pPr>
                    <w:pStyle w:val="TableBodyText"/>
                    <w:jc w:val="left"/>
                    <w:rPr>
                      <w:b/>
                    </w:rPr>
                  </w:pPr>
                  <w:r w:rsidRPr="00795119">
                    <w:rPr>
                      <w:b/>
                    </w:rPr>
                    <w:t>Gain 2012-2014</w:t>
                  </w:r>
                </w:p>
              </w:tc>
              <w:tc>
                <w:tcPr>
                  <w:tcW w:w="830" w:type="dxa"/>
                  <w:shd w:val="clear" w:color="auto" w:fill="FFFFFF" w:themeFill="background1"/>
                  <w:vAlign w:val="center"/>
                </w:tcPr>
                <w:p w:rsidR="006E50A7" w:rsidRPr="00795119" w:rsidRDefault="006E50A7" w:rsidP="00E8338A">
                  <w:pPr>
                    <w:pStyle w:val="TableBodyText"/>
                    <w:rPr>
                      <w:b/>
                    </w:rPr>
                  </w:pPr>
                  <w:r w:rsidRPr="00795119">
                    <w:rPr>
                      <w:b/>
                    </w:rPr>
                    <w:t xml:space="preserve">51.4 </w:t>
                  </w:r>
                  <w:r w:rsidRPr="00795119">
                    <w:rPr>
                      <w:b/>
                    </w:rPr>
                    <w:br/>
                    <w:t>± 6.7</w:t>
                  </w:r>
                </w:p>
              </w:tc>
              <w:tc>
                <w:tcPr>
                  <w:tcW w:w="709" w:type="dxa"/>
                  <w:shd w:val="clear" w:color="auto" w:fill="FFFFFF" w:themeFill="background1"/>
                  <w:vAlign w:val="center"/>
                </w:tcPr>
                <w:p w:rsidR="006E50A7" w:rsidRPr="00795119" w:rsidRDefault="006E50A7" w:rsidP="00E8338A">
                  <w:pPr>
                    <w:pStyle w:val="TableBodyText"/>
                    <w:rPr>
                      <w:b/>
                    </w:rPr>
                  </w:pPr>
                  <w:r w:rsidRPr="00795119">
                    <w:rPr>
                      <w:b/>
                    </w:rPr>
                    <w:t xml:space="preserve">47.9 </w:t>
                  </w:r>
                  <w:r w:rsidRPr="00795119">
                    <w:rPr>
                      <w:b/>
                    </w:rPr>
                    <w:br/>
                    <w:t>± 6.3</w:t>
                  </w:r>
                </w:p>
              </w:tc>
              <w:tc>
                <w:tcPr>
                  <w:tcW w:w="708" w:type="dxa"/>
                  <w:shd w:val="clear" w:color="auto" w:fill="FFFFFF" w:themeFill="background1"/>
                  <w:vAlign w:val="center"/>
                </w:tcPr>
                <w:p w:rsidR="006E50A7" w:rsidRPr="00795119" w:rsidRDefault="006E50A7" w:rsidP="00E8338A">
                  <w:pPr>
                    <w:pStyle w:val="TableBodyText"/>
                    <w:rPr>
                      <w:b/>
                    </w:rPr>
                  </w:pPr>
                  <w:r w:rsidRPr="00795119">
                    <w:rPr>
                      <w:b/>
                    </w:rPr>
                    <w:t xml:space="preserve">47.6 </w:t>
                  </w:r>
                  <w:r w:rsidRPr="00795119">
                    <w:rPr>
                      <w:b/>
                    </w:rPr>
                    <w:br/>
                    <w:t>± 5.5</w:t>
                  </w:r>
                </w:p>
              </w:tc>
              <w:tc>
                <w:tcPr>
                  <w:tcW w:w="709" w:type="dxa"/>
                  <w:shd w:val="clear" w:color="auto" w:fill="FFFFFF" w:themeFill="background1"/>
                  <w:vAlign w:val="center"/>
                </w:tcPr>
                <w:p w:rsidR="006E50A7" w:rsidRPr="00795119" w:rsidRDefault="006E50A7" w:rsidP="00E8338A">
                  <w:pPr>
                    <w:pStyle w:val="TableBodyText"/>
                    <w:rPr>
                      <w:b/>
                    </w:rPr>
                  </w:pPr>
                  <w:r w:rsidRPr="00795119">
                    <w:rPr>
                      <w:b/>
                    </w:rPr>
                    <w:t xml:space="preserve">56.2 </w:t>
                  </w:r>
                  <w:r w:rsidRPr="00795119">
                    <w:rPr>
                      <w:b/>
                    </w:rPr>
                    <w:br/>
                    <w:t>± 7.4</w:t>
                  </w:r>
                </w:p>
              </w:tc>
              <w:tc>
                <w:tcPr>
                  <w:tcW w:w="709" w:type="dxa"/>
                  <w:shd w:val="clear" w:color="auto" w:fill="FFFFFF" w:themeFill="background1"/>
                  <w:vAlign w:val="center"/>
                </w:tcPr>
                <w:p w:rsidR="006E50A7" w:rsidRPr="00795119" w:rsidRDefault="006E50A7" w:rsidP="00E8338A">
                  <w:pPr>
                    <w:pStyle w:val="TableBodyText"/>
                    <w:rPr>
                      <w:b/>
                    </w:rPr>
                  </w:pPr>
                  <w:r w:rsidRPr="00795119">
                    <w:rPr>
                      <w:b/>
                    </w:rPr>
                    <w:t>44.5</w:t>
                  </w:r>
                  <w:r w:rsidRPr="00795119">
                    <w:rPr>
                      <w:b/>
                    </w:rPr>
                    <w:br/>
                    <w:t xml:space="preserve"> ± 7.1</w:t>
                  </w:r>
                </w:p>
              </w:tc>
              <w:tc>
                <w:tcPr>
                  <w:tcW w:w="850" w:type="dxa"/>
                  <w:shd w:val="clear" w:color="auto" w:fill="FFFFFF" w:themeFill="background1"/>
                  <w:vAlign w:val="center"/>
                </w:tcPr>
                <w:p w:rsidR="006E50A7" w:rsidRPr="00795119" w:rsidRDefault="006E50A7" w:rsidP="00E8338A">
                  <w:pPr>
                    <w:pStyle w:val="TableBodyText"/>
                    <w:rPr>
                      <w:b/>
                    </w:rPr>
                  </w:pPr>
                  <w:r w:rsidRPr="00795119">
                    <w:rPr>
                      <w:b/>
                    </w:rPr>
                    <w:t xml:space="preserve">46.4 </w:t>
                  </w:r>
                  <w:r w:rsidRPr="00795119">
                    <w:rPr>
                      <w:b/>
                    </w:rPr>
                    <w:br/>
                    <w:t>± 10.3</w:t>
                  </w:r>
                </w:p>
              </w:tc>
              <w:tc>
                <w:tcPr>
                  <w:tcW w:w="851" w:type="dxa"/>
                  <w:shd w:val="clear" w:color="auto" w:fill="FFFFFF" w:themeFill="background1"/>
                  <w:vAlign w:val="center"/>
                </w:tcPr>
                <w:p w:rsidR="006E50A7" w:rsidRPr="00795119" w:rsidRDefault="006E50A7" w:rsidP="00E8338A">
                  <w:pPr>
                    <w:pStyle w:val="TableBodyText"/>
                    <w:rPr>
                      <w:b/>
                    </w:rPr>
                  </w:pPr>
                  <w:r w:rsidRPr="00795119">
                    <w:rPr>
                      <w:b/>
                    </w:rPr>
                    <w:t xml:space="preserve">49.0 </w:t>
                  </w:r>
                  <w:r w:rsidRPr="00795119">
                    <w:rPr>
                      <w:b/>
                    </w:rPr>
                    <w:br/>
                    <w:t>± 14.2</w:t>
                  </w:r>
                </w:p>
              </w:tc>
              <w:tc>
                <w:tcPr>
                  <w:tcW w:w="850" w:type="dxa"/>
                  <w:shd w:val="clear" w:color="auto" w:fill="FFFFFF" w:themeFill="background1"/>
                  <w:vAlign w:val="center"/>
                </w:tcPr>
                <w:p w:rsidR="006E50A7" w:rsidRPr="00795119" w:rsidRDefault="006E50A7" w:rsidP="00E8338A">
                  <w:pPr>
                    <w:pStyle w:val="TableBodyText"/>
                    <w:rPr>
                      <w:b/>
                    </w:rPr>
                  </w:pPr>
                  <w:r w:rsidRPr="00795119">
                    <w:rPr>
                      <w:b/>
                    </w:rPr>
                    <w:t>46.5</w:t>
                  </w:r>
                  <w:r w:rsidRPr="00795119">
                    <w:rPr>
                      <w:b/>
                    </w:rPr>
                    <w:br/>
                    <w:t xml:space="preserve"> ± 17.9</w:t>
                  </w:r>
                </w:p>
              </w:tc>
              <w:tc>
                <w:tcPr>
                  <w:tcW w:w="1033" w:type="dxa"/>
                  <w:shd w:val="clear" w:color="auto" w:fill="FFFFFF" w:themeFill="background1"/>
                  <w:vAlign w:val="center"/>
                </w:tcPr>
                <w:p w:rsidR="006E50A7" w:rsidRPr="00795119" w:rsidRDefault="006E50A7" w:rsidP="00ED32F7">
                  <w:pPr>
                    <w:pStyle w:val="TableBodyText"/>
                    <w:ind w:right="187"/>
                    <w:rPr>
                      <w:b/>
                    </w:rPr>
                  </w:pPr>
                  <w:r w:rsidRPr="00795119">
                    <w:rPr>
                      <w:b/>
                    </w:rPr>
                    <w:t xml:space="preserve">49.6 </w:t>
                  </w:r>
                  <w:r w:rsidRPr="00795119">
                    <w:rPr>
                      <w:b/>
                    </w:rPr>
                    <w:br/>
                    <w:t>± 4.7</w:t>
                  </w:r>
                </w:p>
              </w:tc>
            </w:tr>
            <w:tr w:rsidR="006E50A7" w:rsidRPr="00795119" w:rsidTr="009576E7">
              <w:tc>
                <w:tcPr>
                  <w:tcW w:w="8807" w:type="dxa"/>
                  <w:gridSpan w:val="10"/>
                </w:tcPr>
                <w:p w:rsidR="006E50A7" w:rsidRPr="00795119" w:rsidRDefault="006E50A7" w:rsidP="00E8338A">
                  <w:pPr>
                    <w:pStyle w:val="TableUnitsRow"/>
                    <w:spacing w:before="0"/>
                    <w:jc w:val="left"/>
                    <w:rPr>
                      <w:b/>
                      <w:szCs w:val="18"/>
                    </w:rPr>
                  </w:pPr>
                  <w:r w:rsidRPr="00795119">
                    <w:rPr>
                      <w:b/>
                      <w:szCs w:val="18"/>
                    </w:rPr>
                    <w:t>All students</w:t>
                  </w:r>
                </w:p>
              </w:tc>
            </w:tr>
            <w:tr w:rsidR="009576E7" w:rsidRPr="00795119" w:rsidTr="002B6BD6">
              <w:tc>
                <w:tcPr>
                  <w:tcW w:w="1558" w:type="dxa"/>
                </w:tcPr>
                <w:p w:rsidR="006E50A7" w:rsidRPr="00795119" w:rsidRDefault="006E50A7" w:rsidP="00E8338A">
                  <w:pPr>
                    <w:pStyle w:val="TableBodyText"/>
                    <w:jc w:val="left"/>
                  </w:pPr>
                  <w:r w:rsidRPr="00795119">
                    <w:t>2008 Year 3</w:t>
                  </w:r>
                </w:p>
              </w:tc>
              <w:tc>
                <w:tcPr>
                  <w:tcW w:w="830" w:type="dxa"/>
                  <w:vAlign w:val="center"/>
                </w:tcPr>
                <w:p w:rsidR="006E50A7" w:rsidRPr="00795119" w:rsidRDefault="006E50A7" w:rsidP="00E8338A">
                  <w:pPr>
                    <w:pStyle w:val="TableBodyText"/>
                    <w:rPr>
                      <w:szCs w:val="18"/>
                    </w:rPr>
                  </w:pPr>
                  <w:r w:rsidRPr="00795119">
                    <w:rPr>
                      <w:szCs w:val="18"/>
                    </w:rPr>
                    <w:t xml:space="preserve">408.9 </w:t>
                  </w:r>
                  <w:r w:rsidRPr="00795119">
                    <w:rPr>
                      <w:szCs w:val="18"/>
                    </w:rPr>
                    <w:br/>
                    <w:t>± 1.6</w:t>
                  </w:r>
                </w:p>
              </w:tc>
              <w:tc>
                <w:tcPr>
                  <w:tcW w:w="709" w:type="dxa"/>
                  <w:vAlign w:val="center"/>
                </w:tcPr>
                <w:p w:rsidR="006E50A7" w:rsidRPr="00795119" w:rsidRDefault="006E50A7" w:rsidP="00E8338A">
                  <w:pPr>
                    <w:pStyle w:val="TableBodyText"/>
                    <w:rPr>
                      <w:szCs w:val="18"/>
                    </w:rPr>
                  </w:pPr>
                  <w:r w:rsidRPr="00795119">
                    <w:rPr>
                      <w:szCs w:val="18"/>
                    </w:rPr>
                    <w:t xml:space="preserve">416.9 </w:t>
                  </w:r>
                  <w:r w:rsidRPr="00795119">
                    <w:rPr>
                      <w:szCs w:val="18"/>
                    </w:rPr>
                    <w:br/>
                    <w:t>± 1.4</w:t>
                  </w:r>
                </w:p>
              </w:tc>
              <w:tc>
                <w:tcPr>
                  <w:tcW w:w="708" w:type="dxa"/>
                  <w:vAlign w:val="center"/>
                </w:tcPr>
                <w:p w:rsidR="006E50A7" w:rsidRPr="00795119" w:rsidRDefault="006E50A7" w:rsidP="00E8338A">
                  <w:pPr>
                    <w:pStyle w:val="TableBodyText"/>
                    <w:rPr>
                      <w:szCs w:val="18"/>
                    </w:rPr>
                  </w:pPr>
                  <w:r w:rsidRPr="00795119">
                    <w:rPr>
                      <w:szCs w:val="18"/>
                    </w:rPr>
                    <w:t xml:space="preserve">367.9 </w:t>
                  </w:r>
                  <w:r w:rsidRPr="00795119">
                    <w:rPr>
                      <w:szCs w:val="18"/>
                    </w:rPr>
                    <w:br/>
                    <w:t>± 2.2</w:t>
                  </w:r>
                </w:p>
              </w:tc>
              <w:tc>
                <w:tcPr>
                  <w:tcW w:w="709" w:type="dxa"/>
                  <w:vAlign w:val="center"/>
                </w:tcPr>
                <w:p w:rsidR="006E50A7" w:rsidRPr="00795119" w:rsidRDefault="006E50A7" w:rsidP="00E8338A">
                  <w:pPr>
                    <w:pStyle w:val="TableBodyText"/>
                    <w:rPr>
                      <w:szCs w:val="18"/>
                    </w:rPr>
                  </w:pPr>
                  <w:r w:rsidRPr="00795119">
                    <w:rPr>
                      <w:szCs w:val="18"/>
                    </w:rPr>
                    <w:t xml:space="preserve">381.9 </w:t>
                  </w:r>
                  <w:r w:rsidRPr="00795119">
                    <w:rPr>
                      <w:szCs w:val="18"/>
                    </w:rPr>
                    <w:br/>
                    <w:t>± 2.4</w:t>
                  </w:r>
                </w:p>
              </w:tc>
              <w:tc>
                <w:tcPr>
                  <w:tcW w:w="709" w:type="dxa"/>
                  <w:vAlign w:val="center"/>
                </w:tcPr>
                <w:p w:rsidR="006E50A7" w:rsidRPr="00795119" w:rsidRDefault="006E50A7" w:rsidP="00E8338A">
                  <w:pPr>
                    <w:pStyle w:val="TableBodyText"/>
                    <w:rPr>
                      <w:szCs w:val="18"/>
                    </w:rPr>
                  </w:pPr>
                  <w:r w:rsidRPr="00795119">
                    <w:rPr>
                      <w:szCs w:val="18"/>
                    </w:rPr>
                    <w:t xml:space="preserve">388.8 </w:t>
                  </w:r>
                  <w:r w:rsidRPr="00795119">
                    <w:rPr>
                      <w:szCs w:val="18"/>
                    </w:rPr>
                    <w:br/>
                    <w:t>± 2.7</w:t>
                  </w:r>
                </w:p>
              </w:tc>
              <w:tc>
                <w:tcPr>
                  <w:tcW w:w="850" w:type="dxa"/>
                  <w:vAlign w:val="center"/>
                </w:tcPr>
                <w:p w:rsidR="006E50A7" w:rsidRPr="00795119" w:rsidRDefault="006E50A7" w:rsidP="00E8338A">
                  <w:pPr>
                    <w:pStyle w:val="TableBodyText"/>
                    <w:rPr>
                      <w:szCs w:val="18"/>
                    </w:rPr>
                  </w:pPr>
                  <w:r w:rsidRPr="00795119">
                    <w:rPr>
                      <w:szCs w:val="18"/>
                    </w:rPr>
                    <w:t xml:space="preserve">399.9 </w:t>
                  </w:r>
                  <w:r w:rsidRPr="00795119">
                    <w:rPr>
                      <w:szCs w:val="18"/>
                    </w:rPr>
                    <w:br/>
                    <w:t>± 4.2</w:t>
                  </w:r>
                </w:p>
              </w:tc>
              <w:tc>
                <w:tcPr>
                  <w:tcW w:w="851" w:type="dxa"/>
                  <w:vAlign w:val="center"/>
                </w:tcPr>
                <w:p w:rsidR="006E50A7" w:rsidRPr="00795119" w:rsidRDefault="006E50A7" w:rsidP="00E8338A">
                  <w:pPr>
                    <w:pStyle w:val="TableBodyText"/>
                    <w:rPr>
                      <w:szCs w:val="18"/>
                    </w:rPr>
                  </w:pPr>
                  <w:r w:rsidRPr="00795119">
                    <w:rPr>
                      <w:szCs w:val="18"/>
                    </w:rPr>
                    <w:t xml:space="preserve">411.5 </w:t>
                  </w:r>
                  <w:r w:rsidRPr="00795119">
                    <w:rPr>
                      <w:szCs w:val="18"/>
                    </w:rPr>
                    <w:br/>
                    <w:t>± 5.1</w:t>
                  </w:r>
                </w:p>
              </w:tc>
              <w:tc>
                <w:tcPr>
                  <w:tcW w:w="850" w:type="dxa"/>
                  <w:vAlign w:val="center"/>
                </w:tcPr>
                <w:p w:rsidR="006E50A7" w:rsidRPr="00795119" w:rsidRDefault="006E50A7" w:rsidP="00E8338A">
                  <w:pPr>
                    <w:pStyle w:val="TableBodyText"/>
                    <w:rPr>
                      <w:szCs w:val="18"/>
                    </w:rPr>
                  </w:pPr>
                  <w:r w:rsidRPr="00795119">
                    <w:rPr>
                      <w:szCs w:val="18"/>
                    </w:rPr>
                    <w:t xml:space="preserve">338.4 </w:t>
                  </w:r>
                  <w:r w:rsidRPr="00795119">
                    <w:rPr>
                      <w:szCs w:val="18"/>
                    </w:rPr>
                    <w:br/>
                    <w:t>± 12.4</w:t>
                  </w:r>
                </w:p>
              </w:tc>
              <w:tc>
                <w:tcPr>
                  <w:tcW w:w="1033" w:type="dxa"/>
                  <w:vAlign w:val="center"/>
                </w:tcPr>
                <w:p w:rsidR="006E50A7" w:rsidRPr="00795119" w:rsidRDefault="006E50A7" w:rsidP="00ED32F7">
                  <w:pPr>
                    <w:pStyle w:val="TableBodyText"/>
                    <w:ind w:right="187"/>
                    <w:rPr>
                      <w:szCs w:val="18"/>
                    </w:rPr>
                  </w:pPr>
                  <w:r w:rsidRPr="00795119">
                    <w:rPr>
                      <w:szCs w:val="18"/>
                    </w:rPr>
                    <w:t xml:space="preserve">396.9 </w:t>
                  </w:r>
                  <w:r w:rsidRPr="00795119">
                    <w:rPr>
                      <w:szCs w:val="18"/>
                    </w:rPr>
                    <w:br/>
                    <w:t>± 1.0</w:t>
                  </w:r>
                </w:p>
              </w:tc>
            </w:tr>
            <w:tr w:rsidR="009576E7" w:rsidRPr="00795119" w:rsidTr="002B6BD6">
              <w:tc>
                <w:tcPr>
                  <w:tcW w:w="1558" w:type="dxa"/>
                  <w:shd w:val="clear" w:color="auto" w:fill="auto"/>
                </w:tcPr>
                <w:p w:rsidR="006E50A7" w:rsidRPr="00795119" w:rsidRDefault="006E50A7" w:rsidP="00E8338A">
                  <w:pPr>
                    <w:pStyle w:val="TableBodyText"/>
                    <w:jc w:val="left"/>
                  </w:pPr>
                  <w:r w:rsidRPr="00795119">
                    <w:t>2010 Year 5</w:t>
                  </w:r>
                </w:p>
              </w:tc>
              <w:tc>
                <w:tcPr>
                  <w:tcW w:w="830" w:type="dxa"/>
                  <w:shd w:val="clear" w:color="auto" w:fill="auto"/>
                  <w:vAlign w:val="center"/>
                </w:tcPr>
                <w:p w:rsidR="006E50A7" w:rsidRPr="00795119" w:rsidRDefault="006E50A7" w:rsidP="00E8338A">
                  <w:pPr>
                    <w:pStyle w:val="TableBodyText"/>
                    <w:rPr>
                      <w:szCs w:val="18"/>
                    </w:rPr>
                  </w:pPr>
                  <w:r w:rsidRPr="00795119">
                    <w:rPr>
                      <w:szCs w:val="18"/>
                    </w:rPr>
                    <w:t xml:space="preserve">498.4 </w:t>
                  </w:r>
                  <w:r w:rsidRPr="00795119">
                    <w:rPr>
                      <w:szCs w:val="18"/>
                    </w:rPr>
                    <w:br/>
                    <w:t>± 2.0</w:t>
                  </w:r>
                </w:p>
              </w:tc>
              <w:tc>
                <w:tcPr>
                  <w:tcW w:w="709" w:type="dxa"/>
                  <w:shd w:val="clear" w:color="auto" w:fill="auto"/>
                  <w:vAlign w:val="center"/>
                </w:tcPr>
                <w:p w:rsidR="006E50A7" w:rsidRPr="00795119" w:rsidRDefault="006E50A7" w:rsidP="00E8338A">
                  <w:pPr>
                    <w:pStyle w:val="TableBodyText"/>
                    <w:rPr>
                      <w:szCs w:val="18"/>
                    </w:rPr>
                  </w:pPr>
                  <w:r w:rsidRPr="00795119">
                    <w:rPr>
                      <w:szCs w:val="18"/>
                    </w:rPr>
                    <w:t xml:space="preserve">502.7 </w:t>
                  </w:r>
                  <w:r w:rsidRPr="00795119">
                    <w:rPr>
                      <w:szCs w:val="18"/>
                    </w:rPr>
                    <w:br/>
                    <w:t>± 1.6</w:t>
                  </w:r>
                </w:p>
              </w:tc>
              <w:tc>
                <w:tcPr>
                  <w:tcW w:w="708" w:type="dxa"/>
                  <w:shd w:val="clear" w:color="auto" w:fill="auto"/>
                  <w:vAlign w:val="center"/>
                </w:tcPr>
                <w:p w:rsidR="006E50A7" w:rsidRPr="00795119" w:rsidRDefault="006E50A7" w:rsidP="00E8338A">
                  <w:pPr>
                    <w:pStyle w:val="TableBodyText"/>
                    <w:rPr>
                      <w:szCs w:val="18"/>
                    </w:rPr>
                  </w:pPr>
                  <w:r w:rsidRPr="00795119">
                    <w:rPr>
                      <w:szCs w:val="18"/>
                    </w:rPr>
                    <w:t xml:space="preserve">474.1 </w:t>
                  </w:r>
                  <w:r w:rsidRPr="00795119">
                    <w:rPr>
                      <w:szCs w:val="18"/>
                    </w:rPr>
                    <w:br/>
                    <w:t>± 1.9</w:t>
                  </w:r>
                </w:p>
              </w:tc>
              <w:tc>
                <w:tcPr>
                  <w:tcW w:w="709" w:type="dxa"/>
                  <w:shd w:val="clear" w:color="auto" w:fill="auto"/>
                  <w:vAlign w:val="center"/>
                </w:tcPr>
                <w:p w:rsidR="006E50A7" w:rsidRPr="00795119" w:rsidRDefault="006E50A7" w:rsidP="00E8338A">
                  <w:pPr>
                    <w:pStyle w:val="TableBodyText"/>
                    <w:rPr>
                      <w:szCs w:val="18"/>
                    </w:rPr>
                  </w:pPr>
                  <w:r w:rsidRPr="00795119">
                    <w:rPr>
                      <w:szCs w:val="18"/>
                    </w:rPr>
                    <w:t xml:space="preserve">476.8 </w:t>
                  </w:r>
                  <w:r w:rsidRPr="00795119">
                    <w:rPr>
                      <w:szCs w:val="18"/>
                    </w:rPr>
                    <w:br/>
                    <w:t>± 2.6</w:t>
                  </w:r>
                </w:p>
              </w:tc>
              <w:tc>
                <w:tcPr>
                  <w:tcW w:w="709" w:type="dxa"/>
                  <w:shd w:val="clear" w:color="auto" w:fill="auto"/>
                  <w:vAlign w:val="center"/>
                </w:tcPr>
                <w:p w:rsidR="006E50A7" w:rsidRPr="00795119" w:rsidRDefault="006E50A7" w:rsidP="00E8338A">
                  <w:pPr>
                    <w:pStyle w:val="TableBodyText"/>
                    <w:rPr>
                      <w:szCs w:val="18"/>
                    </w:rPr>
                  </w:pPr>
                  <w:r w:rsidRPr="00795119">
                    <w:rPr>
                      <w:szCs w:val="18"/>
                    </w:rPr>
                    <w:t xml:space="preserve">472.6 </w:t>
                  </w:r>
                  <w:r w:rsidRPr="00795119">
                    <w:rPr>
                      <w:szCs w:val="18"/>
                    </w:rPr>
                    <w:br/>
                    <w:t>± 2.8</w:t>
                  </w:r>
                </w:p>
              </w:tc>
              <w:tc>
                <w:tcPr>
                  <w:tcW w:w="850" w:type="dxa"/>
                  <w:shd w:val="clear" w:color="auto" w:fill="auto"/>
                  <w:vAlign w:val="center"/>
                </w:tcPr>
                <w:p w:rsidR="006E50A7" w:rsidRPr="00795119" w:rsidRDefault="006E50A7" w:rsidP="00E8338A">
                  <w:pPr>
                    <w:pStyle w:val="TableBodyText"/>
                    <w:rPr>
                      <w:szCs w:val="18"/>
                    </w:rPr>
                  </w:pPr>
                  <w:r w:rsidRPr="00795119">
                    <w:rPr>
                      <w:szCs w:val="18"/>
                    </w:rPr>
                    <w:t>479.4</w:t>
                  </w:r>
                  <w:r w:rsidRPr="00795119">
                    <w:rPr>
                      <w:szCs w:val="18"/>
                    </w:rPr>
                    <w:br/>
                    <w:t xml:space="preserve"> ± 4.8</w:t>
                  </w:r>
                </w:p>
              </w:tc>
              <w:tc>
                <w:tcPr>
                  <w:tcW w:w="851" w:type="dxa"/>
                  <w:shd w:val="clear" w:color="auto" w:fill="auto"/>
                  <w:vAlign w:val="center"/>
                </w:tcPr>
                <w:p w:rsidR="006E50A7" w:rsidRPr="00795119" w:rsidRDefault="006E50A7" w:rsidP="00E8338A">
                  <w:pPr>
                    <w:pStyle w:val="TableBodyText"/>
                    <w:rPr>
                      <w:szCs w:val="18"/>
                    </w:rPr>
                  </w:pPr>
                  <w:r w:rsidRPr="00795119">
                    <w:rPr>
                      <w:szCs w:val="18"/>
                    </w:rPr>
                    <w:t xml:space="preserve">498.7 </w:t>
                  </w:r>
                  <w:r w:rsidRPr="00795119">
                    <w:rPr>
                      <w:szCs w:val="18"/>
                    </w:rPr>
                    <w:br/>
                    <w:t>± 5.1</w:t>
                  </w:r>
                </w:p>
              </w:tc>
              <w:tc>
                <w:tcPr>
                  <w:tcW w:w="850" w:type="dxa"/>
                  <w:shd w:val="clear" w:color="auto" w:fill="auto"/>
                  <w:vAlign w:val="center"/>
                </w:tcPr>
                <w:p w:rsidR="006E50A7" w:rsidRPr="00795119" w:rsidRDefault="006E50A7" w:rsidP="00E8338A">
                  <w:pPr>
                    <w:pStyle w:val="TableBodyText"/>
                    <w:rPr>
                      <w:szCs w:val="18"/>
                    </w:rPr>
                  </w:pPr>
                  <w:r w:rsidRPr="00795119">
                    <w:rPr>
                      <w:szCs w:val="18"/>
                    </w:rPr>
                    <w:t xml:space="preserve">421.5 </w:t>
                  </w:r>
                  <w:r w:rsidRPr="00795119">
                    <w:rPr>
                      <w:szCs w:val="18"/>
                    </w:rPr>
                    <w:br/>
                    <w:t>± 14.4</w:t>
                  </w:r>
                </w:p>
              </w:tc>
              <w:tc>
                <w:tcPr>
                  <w:tcW w:w="1033" w:type="dxa"/>
                  <w:shd w:val="clear" w:color="auto" w:fill="auto"/>
                  <w:vAlign w:val="center"/>
                </w:tcPr>
                <w:p w:rsidR="006E50A7" w:rsidRPr="00795119" w:rsidRDefault="006E50A7" w:rsidP="00ED32F7">
                  <w:pPr>
                    <w:pStyle w:val="TableBodyText"/>
                    <w:ind w:right="187"/>
                    <w:rPr>
                      <w:szCs w:val="18"/>
                    </w:rPr>
                  </w:pPr>
                  <w:r w:rsidRPr="00795119">
                    <w:rPr>
                      <w:szCs w:val="18"/>
                    </w:rPr>
                    <w:t xml:space="preserve">488.8 </w:t>
                  </w:r>
                  <w:r w:rsidRPr="00795119">
                    <w:rPr>
                      <w:szCs w:val="18"/>
                    </w:rPr>
                    <w:br/>
                    <w:t>± 1.0</w:t>
                  </w:r>
                </w:p>
              </w:tc>
            </w:tr>
            <w:tr w:rsidR="009576E7" w:rsidRPr="00795119" w:rsidTr="002B6BD6">
              <w:tc>
                <w:tcPr>
                  <w:tcW w:w="1558" w:type="dxa"/>
                  <w:shd w:val="clear" w:color="auto" w:fill="auto"/>
                </w:tcPr>
                <w:p w:rsidR="006E50A7" w:rsidRPr="00795119" w:rsidRDefault="006E50A7" w:rsidP="00E8338A">
                  <w:pPr>
                    <w:pStyle w:val="TableBodyText"/>
                    <w:jc w:val="left"/>
                  </w:pPr>
                  <w:r w:rsidRPr="00795119">
                    <w:t>2012 Year 7</w:t>
                  </w:r>
                </w:p>
              </w:tc>
              <w:tc>
                <w:tcPr>
                  <w:tcW w:w="830" w:type="dxa"/>
                  <w:shd w:val="clear" w:color="auto" w:fill="auto"/>
                  <w:vAlign w:val="center"/>
                </w:tcPr>
                <w:p w:rsidR="006E50A7" w:rsidRPr="00795119" w:rsidRDefault="006E50A7" w:rsidP="00E8338A">
                  <w:pPr>
                    <w:pStyle w:val="TableBodyText"/>
                    <w:rPr>
                      <w:szCs w:val="18"/>
                    </w:rPr>
                  </w:pPr>
                  <w:r w:rsidRPr="00795119">
                    <w:rPr>
                      <w:szCs w:val="18"/>
                    </w:rPr>
                    <w:t xml:space="preserve">543.4 </w:t>
                  </w:r>
                  <w:r w:rsidRPr="00795119">
                    <w:rPr>
                      <w:szCs w:val="18"/>
                    </w:rPr>
                    <w:br/>
                    <w:t>± 3.8</w:t>
                  </w:r>
                </w:p>
              </w:tc>
              <w:tc>
                <w:tcPr>
                  <w:tcW w:w="709" w:type="dxa"/>
                  <w:shd w:val="clear" w:color="auto" w:fill="auto"/>
                  <w:vAlign w:val="center"/>
                </w:tcPr>
                <w:p w:rsidR="006E50A7" w:rsidRPr="00795119" w:rsidRDefault="006E50A7" w:rsidP="00E8338A">
                  <w:pPr>
                    <w:pStyle w:val="TableBodyText"/>
                    <w:rPr>
                      <w:szCs w:val="18"/>
                    </w:rPr>
                  </w:pPr>
                  <w:r w:rsidRPr="00795119">
                    <w:rPr>
                      <w:szCs w:val="18"/>
                    </w:rPr>
                    <w:t xml:space="preserve">544.3 </w:t>
                  </w:r>
                  <w:r w:rsidRPr="00795119">
                    <w:rPr>
                      <w:szCs w:val="18"/>
                    </w:rPr>
                    <w:br/>
                    <w:t>± 3.1</w:t>
                  </w:r>
                </w:p>
              </w:tc>
              <w:tc>
                <w:tcPr>
                  <w:tcW w:w="708" w:type="dxa"/>
                  <w:shd w:val="clear" w:color="auto" w:fill="auto"/>
                  <w:vAlign w:val="center"/>
                </w:tcPr>
                <w:p w:rsidR="006E50A7" w:rsidRPr="00795119" w:rsidRDefault="006E50A7" w:rsidP="00E8338A">
                  <w:pPr>
                    <w:pStyle w:val="TableBodyText"/>
                    <w:rPr>
                      <w:szCs w:val="18"/>
                    </w:rPr>
                  </w:pPr>
                  <w:r w:rsidRPr="00795119">
                    <w:rPr>
                      <w:szCs w:val="18"/>
                    </w:rPr>
                    <w:t>532.0</w:t>
                  </w:r>
                  <w:r w:rsidRPr="00795119">
                    <w:rPr>
                      <w:szCs w:val="18"/>
                    </w:rPr>
                    <w:br/>
                    <w:t xml:space="preserve"> ± 2.1</w:t>
                  </w:r>
                </w:p>
              </w:tc>
              <w:tc>
                <w:tcPr>
                  <w:tcW w:w="709" w:type="dxa"/>
                  <w:shd w:val="clear" w:color="auto" w:fill="auto"/>
                  <w:vAlign w:val="center"/>
                </w:tcPr>
                <w:p w:rsidR="006E50A7" w:rsidRPr="00795119" w:rsidRDefault="006E50A7" w:rsidP="00E8338A">
                  <w:pPr>
                    <w:pStyle w:val="TableBodyText"/>
                    <w:rPr>
                      <w:szCs w:val="18"/>
                    </w:rPr>
                  </w:pPr>
                  <w:r w:rsidRPr="00795119">
                    <w:rPr>
                      <w:szCs w:val="18"/>
                    </w:rPr>
                    <w:t xml:space="preserve">534.9 </w:t>
                  </w:r>
                  <w:r w:rsidRPr="00795119">
                    <w:rPr>
                      <w:szCs w:val="18"/>
                    </w:rPr>
                    <w:br/>
                    <w:t>± 3.3</w:t>
                  </w:r>
                </w:p>
              </w:tc>
              <w:tc>
                <w:tcPr>
                  <w:tcW w:w="709" w:type="dxa"/>
                  <w:shd w:val="clear" w:color="auto" w:fill="auto"/>
                  <w:vAlign w:val="center"/>
                </w:tcPr>
                <w:p w:rsidR="006E50A7" w:rsidRPr="00795119" w:rsidRDefault="006E50A7" w:rsidP="00E8338A">
                  <w:pPr>
                    <w:pStyle w:val="TableBodyText"/>
                    <w:rPr>
                      <w:szCs w:val="18"/>
                    </w:rPr>
                  </w:pPr>
                  <w:r w:rsidRPr="00795119">
                    <w:rPr>
                      <w:szCs w:val="18"/>
                    </w:rPr>
                    <w:t xml:space="preserve">529.1 </w:t>
                  </w:r>
                  <w:r w:rsidRPr="00795119">
                    <w:rPr>
                      <w:szCs w:val="18"/>
                    </w:rPr>
                    <w:br/>
                    <w:t>± 3.1</w:t>
                  </w:r>
                </w:p>
              </w:tc>
              <w:tc>
                <w:tcPr>
                  <w:tcW w:w="850" w:type="dxa"/>
                  <w:shd w:val="clear" w:color="auto" w:fill="auto"/>
                  <w:vAlign w:val="center"/>
                </w:tcPr>
                <w:p w:rsidR="006E50A7" w:rsidRPr="00795119" w:rsidRDefault="006E50A7" w:rsidP="00E8338A">
                  <w:pPr>
                    <w:pStyle w:val="TableBodyText"/>
                    <w:rPr>
                      <w:szCs w:val="18"/>
                    </w:rPr>
                  </w:pPr>
                  <w:r w:rsidRPr="00795119">
                    <w:rPr>
                      <w:szCs w:val="18"/>
                    </w:rPr>
                    <w:t xml:space="preserve">526.0 </w:t>
                  </w:r>
                  <w:r w:rsidRPr="00795119">
                    <w:rPr>
                      <w:szCs w:val="18"/>
                    </w:rPr>
                    <w:br/>
                    <w:t>± 7.1</w:t>
                  </w:r>
                </w:p>
              </w:tc>
              <w:tc>
                <w:tcPr>
                  <w:tcW w:w="851" w:type="dxa"/>
                  <w:shd w:val="clear" w:color="auto" w:fill="auto"/>
                  <w:vAlign w:val="center"/>
                </w:tcPr>
                <w:p w:rsidR="006E50A7" w:rsidRPr="00795119" w:rsidRDefault="006E50A7" w:rsidP="00E8338A">
                  <w:pPr>
                    <w:pStyle w:val="TableBodyText"/>
                    <w:rPr>
                      <w:szCs w:val="18"/>
                    </w:rPr>
                  </w:pPr>
                  <w:r w:rsidRPr="00795119">
                    <w:rPr>
                      <w:szCs w:val="18"/>
                    </w:rPr>
                    <w:t xml:space="preserve">545.9 </w:t>
                  </w:r>
                  <w:r w:rsidRPr="00795119">
                    <w:rPr>
                      <w:szCs w:val="18"/>
                    </w:rPr>
                    <w:br/>
                    <w:t>± 9.7</w:t>
                  </w:r>
                </w:p>
              </w:tc>
              <w:tc>
                <w:tcPr>
                  <w:tcW w:w="850" w:type="dxa"/>
                  <w:shd w:val="clear" w:color="auto" w:fill="auto"/>
                  <w:vAlign w:val="center"/>
                </w:tcPr>
                <w:p w:rsidR="006E50A7" w:rsidRPr="00795119" w:rsidRDefault="006E50A7" w:rsidP="00E8338A">
                  <w:pPr>
                    <w:pStyle w:val="TableBodyText"/>
                    <w:rPr>
                      <w:szCs w:val="18"/>
                    </w:rPr>
                  </w:pPr>
                  <w:r w:rsidRPr="00795119">
                    <w:rPr>
                      <w:szCs w:val="18"/>
                    </w:rPr>
                    <w:t xml:space="preserve">474.7 </w:t>
                  </w:r>
                  <w:r w:rsidRPr="00795119">
                    <w:rPr>
                      <w:szCs w:val="18"/>
                    </w:rPr>
                    <w:br/>
                    <w:t>± 18.4</w:t>
                  </w:r>
                </w:p>
              </w:tc>
              <w:tc>
                <w:tcPr>
                  <w:tcW w:w="1033" w:type="dxa"/>
                  <w:shd w:val="clear" w:color="auto" w:fill="auto"/>
                  <w:vAlign w:val="center"/>
                </w:tcPr>
                <w:p w:rsidR="006E50A7" w:rsidRPr="00795119" w:rsidRDefault="006E50A7" w:rsidP="00ED32F7">
                  <w:pPr>
                    <w:pStyle w:val="TableBodyText"/>
                    <w:ind w:right="187"/>
                    <w:rPr>
                      <w:szCs w:val="18"/>
                    </w:rPr>
                  </w:pPr>
                  <w:r w:rsidRPr="00795119">
                    <w:rPr>
                      <w:szCs w:val="18"/>
                    </w:rPr>
                    <w:t xml:space="preserve">538.1 </w:t>
                  </w:r>
                  <w:r w:rsidRPr="00795119">
                    <w:rPr>
                      <w:szCs w:val="18"/>
                    </w:rPr>
                    <w:br/>
                    <w:t>± 1.6</w:t>
                  </w:r>
                </w:p>
              </w:tc>
            </w:tr>
            <w:tr w:rsidR="009576E7" w:rsidRPr="00795119" w:rsidTr="002B6BD6">
              <w:tc>
                <w:tcPr>
                  <w:tcW w:w="1558" w:type="dxa"/>
                  <w:shd w:val="clear" w:color="auto" w:fill="FFFFFF" w:themeFill="background1"/>
                </w:tcPr>
                <w:p w:rsidR="006E50A7" w:rsidRPr="00795119" w:rsidRDefault="006E50A7" w:rsidP="00E8338A">
                  <w:pPr>
                    <w:pStyle w:val="TableBodyText"/>
                    <w:jc w:val="left"/>
                  </w:pPr>
                  <w:r w:rsidRPr="00795119">
                    <w:t>2014 Year 9</w:t>
                  </w:r>
                </w:p>
              </w:tc>
              <w:tc>
                <w:tcPr>
                  <w:tcW w:w="830" w:type="dxa"/>
                  <w:shd w:val="clear" w:color="auto" w:fill="FFFFFF" w:themeFill="background1"/>
                  <w:vAlign w:val="center"/>
                </w:tcPr>
                <w:p w:rsidR="006E50A7" w:rsidRPr="00795119" w:rsidRDefault="006E50A7" w:rsidP="00E8338A">
                  <w:pPr>
                    <w:pStyle w:val="TableBodyText"/>
                    <w:rPr>
                      <w:rFonts w:cs="Arial"/>
                    </w:rPr>
                  </w:pPr>
                  <w:r w:rsidRPr="00795119">
                    <w:rPr>
                      <w:rFonts w:cs="Arial"/>
                    </w:rPr>
                    <w:t xml:space="preserve">594.3 </w:t>
                  </w:r>
                  <w:r w:rsidRPr="00795119">
                    <w:rPr>
                      <w:rFonts w:cs="Arial"/>
                    </w:rPr>
                    <w:br/>
                    <w:t>± 3.8</w:t>
                  </w:r>
                </w:p>
              </w:tc>
              <w:tc>
                <w:tcPr>
                  <w:tcW w:w="709" w:type="dxa"/>
                  <w:shd w:val="clear" w:color="auto" w:fill="FFFFFF" w:themeFill="background1"/>
                  <w:vAlign w:val="center"/>
                </w:tcPr>
                <w:p w:rsidR="006E50A7" w:rsidRPr="00795119" w:rsidRDefault="006E50A7" w:rsidP="00E8338A">
                  <w:pPr>
                    <w:pStyle w:val="TableBodyText"/>
                    <w:rPr>
                      <w:rFonts w:cs="Arial"/>
                    </w:rPr>
                  </w:pPr>
                  <w:r w:rsidRPr="00795119">
                    <w:rPr>
                      <w:rFonts w:cs="Arial"/>
                    </w:rPr>
                    <w:t xml:space="preserve">592.3 </w:t>
                  </w:r>
                  <w:r w:rsidRPr="00795119">
                    <w:rPr>
                      <w:rFonts w:cs="Arial"/>
                    </w:rPr>
                    <w:br/>
                    <w:t>± 3.8</w:t>
                  </w:r>
                </w:p>
              </w:tc>
              <w:tc>
                <w:tcPr>
                  <w:tcW w:w="708" w:type="dxa"/>
                  <w:shd w:val="clear" w:color="auto" w:fill="FFFFFF" w:themeFill="background1"/>
                  <w:vAlign w:val="center"/>
                </w:tcPr>
                <w:p w:rsidR="006E50A7" w:rsidRPr="00795119" w:rsidRDefault="006E50A7" w:rsidP="00E8338A">
                  <w:pPr>
                    <w:pStyle w:val="TableBodyText"/>
                    <w:rPr>
                      <w:rFonts w:cs="Arial"/>
                    </w:rPr>
                  </w:pPr>
                  <w:r w:rsidRPr="00795119">
                    <w:rPr>
                      <w:rFonts w:cs="Arial"/>
                    </w:rPr>
                    <w:t xml:space="preserve">579.8 </w:t>
                  </w:r>
                  <w:r w:rsidRPr="00795119">
                    <w:rPr>
                      <w:rFonts w:cs="Arial"/>
                    </w:rPr>
                    <w:br/>
                    <w:t>± 3.4</w:t>
                  </w:r>
                </w:p>
              </w:tc>
              <w:tc>
                <w:tcPr>
                  <w:tcW w:w="709" w:type="dxa"/>
                  <w:shd w:val="clear" w:color="auto" w:fill="FFFFFF" w:themeFill="background1"/>
                  <w:vAlign w:val="center"/>
                </w:tcPr>
                <w:p w:rsidR="006E50A7" w:rsidRPr="00795119" w:rsidRDefault="006E50A7" w:rsidP="00E8338A">
                  <w:pPr>
                    <w:pStyle w:val="TableBodyText"/>
                    <w:rPr>
                      <w:rFonts w:cs="Arial"/>
                    </w:rPr>
                  </w:pPr>
                  <w:r w:rsidRPr="00795119">
                    <w:rPr>
                      <w:rFonts w:cs="Arial"/>
                    </w:rPr>
                    <w:t xml:space="preserve">591.1 </w:t>
                  </w:r>
                  <w:r w:rsidRPr="00795119">
                    <w:rPr>
                      <w:rFonts w:cs="Arial"/>
                    </w:rPr>
                    <w:br/>
                    <w:t>± 5.5</w:t>
                  </w:r>
                </w:p>
              </w:tc>
              <w:tc>
                <w:tcPr>
                  <w:tcW w:w="709" w:type="dxa"/>
                  <w:shd w:val="clear" w:color="auto" w:fill="FFFFFF" w:themeFill="background1"/>
                  <w:vAlign w:val="center"/>
                </w:tcPr>
                <w:p w:rsidR="006E50A7" w:rsidRPr="00795119" w:rsidRDefault="006E50A7" w:rsidP="00E8338A">
                  <w:pPr>
                    <w:pStyle w:val="TableBodyText"/>
                    <w:rPr>
                      <w:rFonts w:cs="Arial"/>
                    </w:rPr>
                  </w:pPr>
                  <w:r w:rsidRPr="00795119">
                    <w:rPr>
                      <w:rFonts w:cs="Arial"/>
                    </w:rPr>
                    <w:t>573.6</w:t>
                  </w:r>
                  <w:r w:rsidRPr="00795119">
                    <w:rPr>
                      <w:rFonts w:cs="Arial"/>
                    </w:rPr>
                    <w:br/>
                    <w:t xml:space="preserve"> ± 5.3</w:t>
                  </w:r>
                </w:p>
              </w:tc>
              <w:tc>
                <w:tcPr>
                  <w:tcW w:w="850" w:type="dxa"/>
                  <w:shd w:val="clear" w:color="auto" w:fill="FFFFFF" w:themeFill="background1"/>
                  <w:vAlign w:val="center"/>
                </w:tcPr>
                <w:p w:rsidR="006E50A7" w:rsidRPr="00795119" w:rsidRDefault="006E50A7" w:rsidP="00E8338A">
                  <w:pPr>
                    <w:pStyle w:val="TableBodyText"/>
                    <w:rPr>
                      <w:rFonts w:cs="Arial"/>
                    </w:rPr>
                  </w:pPr>
                  <w:r w:rsidRPr="00795119">
                    <w:rPr>
                      <w:rFonts w:cs="Arial"/>
                    </w:rPr>
                    <w:t xml:space="preserve">572.8 </w:t>
                  </w:r>
                  <w:r w:rsidRPr="00795119">
                    <w:rPr>
                      <w:rFonts w:cs="Arial"/>
                    </w:rPr>
                    <w:br/>
                    <w:t>± 7.0</w:t>
                  </w:r>
                </w:p>
              </w:tc>
              <w:tc>
                <w:tcPr>
                  <w:tcW w:w="851" w:type="dxa"/>
                  <w:shd w:val="clear" w:color="auto" w:fill="FFFFFF" w:themeFill="background1"/>
                  <w:vAlign w:val="center"/>
                </w:tcPr>
                <w:p w:rsidR="006E50A7" w:rsidRPr="00795119" w:rsidRDefault="006E50A7" w:rsidP="00E8338A">
                  <w:pPr>
                    <w:pStyle w:val="TableBodyText"/>
                    <w:rPr>
                      <w:rFonts w:cs="Arial"/>
                    </w:rPr>
                  </w:pPr>
                  <w:r w:rsidRPr="00795119">
                    <w:rPr>
                      <w:rFonts w:cs="Arial"/>
                    </w:rPr>
                    <w:t xml:space="preserve">594.4 </w:t>
                  </w:r>
                  <w:r w:rsidRPr="00795119">
                    <w:rPr>
                      <w:rFonts w:cs="Arial"/>
                    </w:rPr>
                    <w:br/>
                    <w:t>± 9.7</w:t>
                  </w:r>
                </w:p>
              </w:tc>
              <w:tc>
                <w:tcPr>
                  <w:tcW w:w="850" w:type="dxa"/>
                  <w:shd w:val="clear" w:color="auto" w:fill="FFFFFF" w:themeFill="background1"/>
                  <w:vAlign w:val="center"/>
                </w:tcPr>
                <w:p w:rsidR="006E50A7" w:rsidRPr="00795119" w:rsidRDefault="006E50A7" w:rsidP="00E8338A">
                  <w:pPr>
                    <w:pStyle w:val="TableBodyText"/>
                    <w:rPr>
                      <w:rFonts w:cs="Arial"/>
                    </w:rPr>
                  </w:pPr>
                  <w:r w:rsidRPr="00795119">
                    <w:rPr>
                      <w:rFonts w:cs="Arial"/>
                    </w:rPr>
                    <w:t xml:space="preserve">532.0 </w:t>
                  </w:r>
                  <w:r w:rsidRPr="00795119">
                    <w:rPr>
                      <w:rFonts w:cs="Arial"/>
                    </w:rPr>
                    <w:br/>
                    <w:t>± 17.2</w:t>
                  </w:r>
                </w:p>
              </w:tc>
              <w:tc>
                <w:tcPr>
                  <w:tcW w:w="1033" w:type="dxa"/>
                  <w:shd w:val="clear" w:color="auto" w:fill="FFFFFF" w:themeFill="background1"/>
                  <w:vAlign w:val="center"/>
                </w:tcPr>
                <w:p w:rsidR="006E50A7" w:rsidRPr="00795119" w:rsidRDefault="006E50A7" w:rsidP="00ED32F7">
                  <w:pPr>
                    <w:pStyle w:val="TableBodyText"/>
                    <w:ind w:right="187"/>
                    <w:rPr>
                      <w:rFonts w:cs="Arial"/>
                    </w:rPr>
                  </w:pPr>
                  <w:r w:rsidRPr="00795119">
                    <w:rPr>
                      <w:rFonts w:cs="Arial"/>
                    </w:rPr>
                    <w:t xml:space="preserve">587.8 </w:t>
                  </w:r>
                  <w:r w:rsidRPr="00795119">
                    <w:rPr>
                      <w:rFonts w:cs="Arial"/>
                    </w:rPr>
                    <w:br/>
                    <w:t>± 1.9</w:t>
                  </w:r>
                </w:p>
              </w:tc>
            </w:tr>
            <w:tr w:rsidR="009576E7" w:rsidRPr="00795119" w:rsidTr="002B6BD6">
              <w:tc>
                <w:tcPr>
                  <w:tcW w:w="1558" w:type="dxa"/>
                  <w:shd w:val="clear" w:color="auto" w:fill="auto"/>
                </w:tcPr>
                <w:p w:rsidR="006E50A7" w:rsidRPr="00795119" w:rsidRDefault="006E50A7" w:rsidP="00E8338A">
                  <w:pPr>
                    <w:pStyle w:val="TableBodyText"/>
                    <w:jc w:val="left"/>
                    <w:rPr>
                      <w:b/>
                    </w:rPr>
                  </w:pPr>
                  <w:r w:rsidRPr="00795119">
                    <w:rPr>
                      <w:b/>
                    </w:rPr>
                    <w:t>Gain 2008-2010</w:t>
                  </w:r>
                </w:p>
              </w:tc>
              <w:tc>
                <w:tcPr>
                  <w:tcW w:w="830" w:type="dxa"/>
                  <w:shd w:val="clear" w:color="auto" w:fill="auto"/>
                  <w:vAlign w:val="center"/>
                </w:tcPr>
                <w:p w:rsidR="006E50A7" w:rsidRPr="00795119" w:rsidRDefault="006E50A7" w:rsidP="00E8338A">
                  <w:pPr>
                    <w:pStyle w:val="TableBodyText"/>
                    <w:rPr>
                      <w:b/>
                      <w:szCs w:val="18"/>
                    </w:rPr>
                  </w:pPr>
                  <w:r w:rsidRPr="00795119">
                    <w:rPr>
                      <w:b/>
                      <w:szCs w:val="18"/>
                    </w:rPr>
                    <w:t>89.5</w:t>
                  </w:r>
                  <w:r w:rsidRPr="00795119">
                    <w:rPr>
                      <w:b/>
                      <w:szCs w:val="18"/>
                    </w:rPr>
                    <w:br/>
                    <w:t xml:space="preserve"> ± 8.5</w:t>
                  </w:r>
                </w:p>
              </w:tc>
              <w:tc>
                <w:tcPr>
                  <w:tcW w:w="709" w:type="dxa"/>
                  <w:shd w:val="clear" w:color="auto" w:fill="auto"/>
                  <w:vAlign w:val="center"/>
                </w:tcPr>
                <w:p w:rsidR="006E50A7" w:rsidRPr="00795119" w:rsidRDefault="006E50A7" w:rsidP="00E8338A">
                  <w:pPr>
                    <w:pStyle w:val="TableBodyText"/>
                    <w:rPr>
                      <w:b/>
                      <w:szCs w:val="18"/>
                    </w:rPr>
                  </w:pPr>
                  <w:r w:rsidRPr="00795119">
                    <w:rPr>
                      <w:b/>
                      <w:szCs w:val="18"/>
                    </w:rPr>
                    <w:t xml:space="preserve">85.8 </w:t>
                  </w:r>
                  <w:r w:rsidRPr="00795119">
                    <w:rPr>
                      <w:b/>
                      <w:szCs w:val="18"/>
                    </w:rPr>
                    <w:br/>
                    <w:t>± 8.4</w:t>
                  </w:r>
                </w:p>
              </w:tc>
              <w:tc>
                <w:tcPr>
                  <w:tcW w:w="708" w:type="dxa"/>
                  <w:shd w:val="clear" w:color="auto" w:fill="auto"/>
                  <w:vAlign w:val="center"/>
                </w:tcPr>
                <w:p w:rsidR="006E50A7" w:rsidRPr="00795119" w:rsidRDefault="006E50A7" w:rsidP="00E8338A">
                  <w:pPr>
                    <w:pStyle w:val="TableBodyText"/>
                    <w:rPr>
                      <w:b/>
                      <w:szCs w:val="18"/>
                    </w:rPr>
                  </w:pPr>
                  <w:r w:rsidRPr="00795119">
                    <w:rPr>
                      <w:b/>
                      <w:szCs w:val="18"/>
                    </w:rPr>
                    <w:t xml:space="preserve">106.2 </w:t>
                  </w:r>
                  <w:r w:rsidRPr="00795119">
                    <w:rPr>
                      <w:b/>
                      <w:szCs w:val="18"/>
                    </w:rPr>
                    <w:br/>
                    <w:t>± 8.6</w:t>
                  </w:r>
                </w:p>
              </w:tc>
              <w:tc>
                <w:tcPr>
                  <w:tcW w:w="709" w:type="dxa"/>
                  <w:shd w:val="clear" w:color="auto" w:fill="auto"/>
                  <w:vAlign w:val="center"/>
                </w:tcPr>
                <w:p w:rsidR="006E50A7" w:rsidRPr="00795119" w:rsidRDefault="006E50A7" w:rsidP="00E8338A">
                  <w:pPr>
                    <w:pStyle w:val="TableBodyText"/>
                    <w:rPr>
                      <w:b/>
                      <w:szCs w:val="18"/>
                    </w:rPr>
                  </w:pPr>
                  <w:r w:rsidRPr="00795119">
                    <w:rPr>
                      <w:b/>
                      <w:szCs w:val="18"/>
                    </w:rPr>
                    <w:t xml:space="preserve">94.9 </w:t>
                  </w:r>
                  <w:r w:rsidRPr="00795119">
                    <w:rPr>
                      <w:b/>
                      <w:szCs w:val="18"/>
                    </w:rPr>
                    <w:br/>
                    <w:t>± 8.9</w:t>
                  </w:r>
                </w:p>
              </w:tc>
              <w:tc>
                <w:tcPr>
                  <w:tcW w:w="709" w:type="dxa"/>
                  <w:shd w:val="clear" w:color="auto" w:fill="auto"/>
                  <w:vAlign w:val="center"/>
                </w:tcPr>
                <w:p w:rsidR="006E50A7" w:rsidRPr="00795119" w:rsidRDefault="006E50A7" w:rsidP="00E8338A">
                  <w:pPr>
                    <w:pStyle w:val="TableBodyText"/>
                    <w:rPr>
                      <w:b/>
                      <w:szCs w:val="18"/>
                    </w:rPr>
                  </w:pPr>
                  <w:r w:rsidRPr="00795119">
                    <w:rPr>
                      <w:b/>
                      <w:szCs w:val="18"/>
                    </w:rPr>
                    <w:t xml:space="preserve">83.8 </w:t>
                  </w:r>
                  <w:r w:rsidRPr="00795119">
                    <w:rPr>
                      <w:b/>
                      <w:szCs w:val="18"/>
                    </w:rPr>
                    <w:br/>
                    <w:t>± 9.0</w:t>
                  </w:r>
                </w:p>
              </w:tc>
              <w:tc>
                <w:tcPr>
                  <w:tcW w:w="850" w:type="dxa"/>
                  <w:shd w:val="clear" w:color="auto" w:fill="auto"/>
                  <w:vAlign w:val="center"/>
                </w:tcPr>
                <w:p w:rsidR="006E50A7" w:rsidRPr="00795119" w:rsidRDefault="006E50A7" w:rsidP="00E8338A">
                  <w:pPr>
                    <w:pStyle w:val="TableBodyText"/>
                    <w:rPr>
                      <w:b/>
                      <w:szCs w:val="18"/>
                    </w:rPr>
                  </w:pPr>
                  <w:r w:rsidRPr="00795119">
                    <w:rPr>
                      <w:b/>
                      <w:szCs w:val="18"/>
                    </w:rPr>
                    <w:t xml:space="preserve">79.5 </w:t>
                  </w:r>
                  <w:r w:rsidRPr="00795119">
                    <w:rPr>
                      <w:b/>
                      <w:szCs w:val="18"/>
                    </w:rPr>
                    <w:br/>
                    <w:t>± 10.3</w:t>
                  </w:r>
                </w:p>
              </w:tc>
              <w:tc>
                <w:tcPr>
                  <w:tcW w:w="851" w:type="dxa"/>
                  <w:shd w:val="clear" w:color="auto" w:fill="auto"/>
                  <w:vAlign w:val="center"/>
                </w:tcPr>
                <w:p w:rsidR="006E50A7" w:rsidRPr="00795119" w:rsidRDefault="006E50A7" w:rsidP="00E8338A">
                  <w:pPr>
                    <w:pStyle w:val="TableBodyText"/>
                    <w:rPr>
                      <w:b/>
                      <w:szCs w:val="18"/>
                    </w:rPr>
                  </w:pPr>
                  <w:r w:rsidRPr="00795119">
                    <w:rPr>
                      <w:b/>
                      <w:szCs w:val="18"/>
                    </w:rPr>
                    <w:t xml:space="preserve">87.2 </w:t>
                  </w:r>
                  <w:r w:rsidRPr="00795119">
                    <w:rPr>
                      <w:b/>
                      <w:szCs w:val="18"/>
                    </w:rPr>
                    <w:br/>
                    <w:t>± 10.8</w:t>
                  </w:r>
                </w:p>
              </w:tc>
              <w:tc>
                <w:tcPr>
                  <w:tcW w:w="850" w:type="dxa"/>
                  <w:shd w:val="clear" w:color="auto" w:fill="auto"/>
                  <w:vAlign w:val="center"/>
                </w:tcPr>
                <w:p w:rsidR="006E50A7" w:rsidRPr="00795119" w:rsidRDefault="006E50A7" w:rsidP="00E8338A">
                  <w:pPr>
                    <w:pStyle w:val="TableBodyText"/>
                    <w:rPr>
                      <w:b/>
                      <w:szCs w:val="18"/>
                    </w:rPr>
                  </w:pPr>
                  <w:r w:rsidRPr="00795119">
                    <w:rPr>
                      <w:b/>
                      <w:szCs w:val="18"/>
                    </w:rPr>
                    <w:t xml:space="preserve">83.1 </w:t>
                  </w:r>
                  <w:r w:rsidRPr="00795119">
                    <w:rPr>
                      <w:b/>
                      <w:szCs w:val="18"/>
                    </w:rPr>
                    <w:br/>
                    <w:t>± 20.5</w:t>
                  </w:r>
                </w:p>
              </w:tc>
              <w:tc>
                <w:tcPr>
                  <w:tcW w:w="1033" w:type="dxa"/>
                  <w:shd w:val="clear" w:color="auto" w:fill="auto"/>
                  <w:vAlign w:val="center"/>
                </w:tcPr>
                <w:p w:rsidR="006E50A7" w:rsidRPr="00795119" w:rsidRDefault="006E50A7" w:rsidP="00ED32F7">
                  <w:pPr>
                    <w:pStyle w:val="TableBodyText"/>
                    <w:ind w:right="187"/>
                    <w:rPr>
                      <w:b/>
                      <w:szCs w:val="18"/>
                    </w:rPr>
                  </w:pPr>
                  <w:r w:rsidRPr="00795119">
                    <w:rPr>
                      <w:b/>
                      <w:szCs w:val="18"/>
                    </w:rPr>
                    <w:t xml:space="preserve">91.9 </w:t>
                  </w:r>
                  <w:r w:rsidRPr="00795119">
                    <w:rPr>
                      <w:b/>
                      <w:szCs w:val="18"/>
                    </w:rPr>
                    <w:br/>
                    <w:t>± 8.3</w:t>
                  </w:r>
                </w:p>
              </w:tc>
            </w:tr>
            <w:tr w:rsidR="009576E7" w:rsidRPr="00795119" w:rsidTr="00CE2F8D">
              <w:tc>
                <w:tcPr>
                  <w:tcW w:w="1558" w:type="dxa"/>
                  <w:shd w:val="clear" w:color="auto" w:fill="auto"/>
                </w:tcPr>
                <w:p w:rsidR="006E50A7" w:rsidRPr="00795119" w:rsidRDefault="006E50A7" w:rsidP="00E8338A">
                  <w:pPr>
                    <w:pStyle w:val="TableBodyText"/>
                    <w:jc w:val="left"/>
                    <w:rPr>
                      <w:b/>
                    </w:rPr>
                  </w:pPr>
                  <w:r w:rsidRPr="00795119">
                    <w:rPr>
                      <w:b/>
                    </w:rPr>
                    <w:t>Gain 2010-2012</w:t>
                  </w:r>
                </w:p>
              </w:tc>
              <w:tc>
                <w:tcPr>
                  <w:tcW w:w="830" w:type="dxa"/>
                  <w:shd w:val="clear" w:color="auto" w:fill="auto"/>
                  <w:vAlign w:val="center"/>
                </w:tcPr>
                <w:p w:rsidR="006E50A7" w:rsidRPr="00795119" w:rsidRDefault="006E50A7" w:rsidP="00E8338A">
                  <w:pPr>
                    <w:pStyle w:val="TableBodyText"/>
                    <w:rPr>
                      <w:b/>
                      <w:szCs w:val="18"/>
                    </w:rPr>
                  </w:pPr>
                  <w:r w:rsidRPr="00795119">
                    <w:rPr>
                      <w:b/>
                      <w:szCs w:val="18"/>
                    </w:rPr>
                    <w:t xml:space="preserve">45.0 </w:t>
                  </w:r>
                  <w:r w:rsidRPr="00795119">
                    <w:rPr>
                      <w:b/>
                      <w:szCs w:val="18"/>
                    </w:rPr>
                    <w:br/>
                    <w:t>± 7.2</w:t>
                  </w:r>
                </w:p>
              </w:tc>
              <w:tc>
                <w:tcPr>
                  <w:tcW w:w="709" w:type="dxa"/>
                  <w:shd w:val="clear" w:color="auto" w:fill="auto"/>
                  <w:vAlign w:val="center"/>
                </w:tcPr>
                <w:p w:rsidR="006E50A7" w:rsidRPr="00795119" w:rsidRDefault="006E50A7" w:rsidP="00E8338A">
                  <w:pPr>
                    <w:pStyle w:val="TableBodyText"/>
                    <w:rPr>
                      <w:b/>
                      <w:szCs w:val="18"/>
                    </w:rPr>
                  </w:pPr>
                  <w:r w:rsidRPr="00795119">
                    <w:rPr>
                      <w:b/>
                      <w:szCs w:val="18"/>
                    </w:rPr>
                    <w:t xml:space="preserve">41.6 </w:t>
                  </w:r>
                  <w:r w:rsidRPr="00795119">
                    <w:rPr>
                      <w:b/>
                      <w:szCs w:val="18"/>
                    </w:rPr>
                    <w:br/>
                    <w:t>± 6.7</w:t>
                  </w:r>
                </w:p>
              </w:tc>
              <w:tc>
                <w:tcPr>
                  <w:tcW w:w="708" w:type="dxa"/>
                  <w:shd w:val="clear" w:color="auto" w:fill="auto"/>
                  <w:vAlign w:val="center"/>
                </w:tcPr>
                <w:p w:rsidR="006E50A7" w:rsidRPr="00795119" w:rsidRDefault="006E50A7" w:rsidP="00E8338A">
                  <w:pPr>
                    <w:pStyle w:val="TableBodyText"/>
                    <w:rPr>
                      <w:b/>
                      <w:szCs w:val="18"/>
                    </w:rPr>
                  </w:pPr>
                  <w:r w:rsidRPr="00795119">
                    <w:rPr>
                      <w:b/>
                      <w:szCs w:val="18"/>
                    </w:rPr>
                    <w:t xml:space="preserve">57.9 </w:t>
                  </w:r>
                  <w:r w:rsidRPr="00795119">
                    <w:rPr>
                      <w:b/>
                      <w:szCs w:val="18"/>
                    </w:rPr>
                    <w:br/>
                    <w:t>± 6.4</w:t>
                  </w:r>
                </w:p>
              </w:tc>
              <w:tc>
                <w:tcPr>
                  <w:tcW w:w="709" w:type="dxa"/>
                  <w:shd w:val="clear" w:color="auto" w:fill="auto"/>
                  <w:vAlign w:val="center"/>
                </w:tcPr>
                <w:p w:rsidR="006E50A7" w:rsidRPr="00795119" w:rsidRDefault="006E50A7" w:rsidP="00E8338A">
                  <w:pPr>
                    <w:pStyle w:val="TableBodyText"/>
                    <w:rPr>
                      <w:b/>
                      <w:szCs w:val="18"/>
                    </w:rPr>
                  </w:pPr>
                  <w:r w:rsidRPr="00795119">
                    <w:rPr>
                      <w:b/>
                      <w:szCs w:val="18"/>
                    </w:rPr>
                    <w:t xml:space="preserve">58.1 </w:t>
                  </w:r>
                  <w:r w:rsidRPr="00795119">
                    <w:rPr>
                      <w:b/>
                      <w:szCs w:val="18"/>
                    </w:rPr>
                    <w:br/>
                    <w:t>± 7.1</w:t>
                  </w:r>
                </w:p>
              </w:tc>
              <w:tc>
                <w:tcPr>
                  <w:tcW w:w="709" w:type="dxa"/>
                  <w:shd w:val="clear" w:color="auto" w:fill="auto"/>
                  <w:vAlign w:val="center"/>
                </w:tcPr>
                <w:p w:rsidR="006E50A7" w:rsidRPr="00795119" w:rsidRDefault="006E50A7" w:rsidP="00E8338A">
                  <w:pPr>
                    <w:pStyle w:val="TableBodyText"/>
                    <w:rPr>
                      <w:b/>
                      <w:szCs w:val="18"/>
                    </w:rPr>
                  </w:pPr>
                  <w:r w:rsidRPr="00795119">
                    <w:rPr>
                      <w:b/>
                      <w:szCs w:val="18"/>
                    </w:rPr>
                    <w:t xml:space="preserve">56.5 </w:t>
                  </w:r>
                  <w:r w:rsidRPr="00795119">
                    <w:rPr>
                      <w:b/>
                      <w:szCs w:val="18"/>
                    </w:rPr>
                    <w:br/>
                    <w:t>± 7.1</w:t>
                  </w:r>
                </w:p>
              </w:tc>
              <w:tc>
                <w:tcPr>
                  <w:tcW w:w="850" w:type="dxa"/>
                  <w:shd w:val="clear" w:color="auto" w:fill="auto"/>
                  <w:vAlign w:val="center"/>
                </w:tcPr>
                <w:p w:rsidR="006E50A7" w:rsidRPr="00795119" w:rsidRDefault="006E50A7" w:rsidP="00E8338A">
                  <w:pPr>
                    <w:pStyle w:val="TableBodyText"/>
                    <w:rPr>
                      <w:b/>
                      <w:szCs w:val="18"/>
                    </w:rPr>
                  </w:pPr>
                  <w:r w:rsidRPr="00795119">
                    <w:rPr>
                      <w:b/>
                      <w:szCs w:val="18"/>
                    </w:rPr>
                    <w:t xml:space="preserve">46.6 </w:t>
                  </w:r>
                  <w:r w:rsidRPr="00795119">
                    <w:rPr>
                      <w:b/>
                      <w:szCs w:val="18"/>
                    </w:rPr>
                    <w:br/>
                    <w:t>± 10.3</w:t>
                  </w:r>
                </w:p>
              </w:tc>
              <w:tc>
                <w:tcPr>
                  <w:tcW w:w="851" w:type="dxa"/>
                  <w:shd w:val="clear" w:color="auto" w:fill="auto"/>
                  <w:vAlign w:val="center"/>
                </w:tcPr>
                <w:p w:rsidR="006E50A7" w:rsidRPr="00795119" w:rsidRDefault="006E50A7" w:rsidP="00E8338A">
                  <w:pPr>
                    <w:pStyle w:val="TableBodyText"/>
                    <w:rPr>
                      <w:b/>
                      <w:szCs w:val="18"/>
                    </w:rPr>
                  </w:pPr>
                  <w:r w:rsidRPr="00795119">
                    <w:rPr>
                      <w:b/>
                      <w:szCs w:val="18"/>
                    </w:rPr>
                    <w:t xml:space="preserve">47.2 </w:t>
                  </w:r>
                  <w:r w:rsidRPr="00795119">
                    <w:rPr>
                      <w:b/>
                      <w:szCs w:val="18"/>
                    </w:rPr>
                    <w:br/>
                    <w:t>± 12.4</w:t>
                  </w:r>
                </w:p>
              </w:tc>
              <w:tc>
                <w:tcPr>
                  <w:tcW w:w="850" w:type="dxa"/>
                  <w:shd w:val="clear" w:color="auto" w:fill="auto"/>
                  <w:vAlign w:val="center"/>
                </w:tcPr>
                <w:p w:rsidR="006E50A7" w:rsidRPr="00795119" w:rsidRDefault="006E50A7" w:rsidP="00E8338A">
                  <w:pPr>
                    <w:pStyle w:val="TableBodyText"/>
                    <w:rPr>
                      <w:b/>
                      <w:szCs w:val="18"/>
                    </w:rPr>
                  </w:pPr>
                  <w:r w:rsidRPr="00795119">
                    <w:rPr>
                      <w:b/>
                      <w:szCs w:val="18"/>
                    </w:rPr>
                    <w:t xml:space="preserve">53.2 </w:t>
                  </w:r>
                  <w:r w:rsidRPr="00795119">
                    <w:rPr>
                      <w:b/>
                      <w:szCs w:val="18"/>
                    </w:rPr>
                    <w:br/>
                    <w:t>± 24.1</w:t>
                  </w:r>
                </w:p>
              </w:tc>
              <w:tc>
                <w:tcPr>
                  <w:tcW w:w="1033" w:type="dxa"/>
                  <w:shd w:val="clear" w:color="auto" w:fill="auto"/>
                  <w:vAlign w:val="center"/>
                </w:tcPr>
                <w:p w:rsidR="006E50A7" w:rsidRPr="00795119" w:rsidRDefault="006E50A7" w:rsidP="00ED32F7">
                  <w:pPr>
                    <w:pStyle w:val="TableBodyText"/>
                    <w:ind w:right="187"/>
                    <w:rPr>
                      <w:b/>
                      <w:szCs w:val="18"/>
                    </w:rPr>
                  </w:pPr>
                  <w:r w:rsidRPr="00795119">
                    <w:rPr>
                      <w:b/>
                      <w:szCs w:val="18"/>
                    </w:rPr>
                    <w:t xml:space="preserve">49.3 </w:t>
                  </w:r>
                  <w:r w:rsidRPr="00795119">
                    <w:rPr>
                      <w:b/>
                      <w:szCs w:val="18"/>
                    </w:rPr>
                    <w:br/>
                    <w:t>± 6.0</w:t>
                  </w:r>
                </w:p>
              </w:tc>
            </w:tr>
            <w:tr w:rsidR="009576E7" w:rsidRPr="00795119" w:rsidTr="000E7605">
              <w:tc>
                <w:tcPr>
                  <w:tcW w:w="1558" w:type="dxa"/>
                  <w:tcBorders>
                    <w:bottom w:val="single" w:sz="4" w:space="0" w:color="BFBFBF" w:themeColor="background2"/>
                  </w:tcBorders>
                  <w:shd w:val="clear" w:color="auto" w:fill="FFFFFF" w:themeFill="background1"/>
                </w:tcPr>
                <w:p w:rsidR="006E50A7" w:rsidRPr="00795119" w:rsidRDefault="006E50A7" w:rsidP="00E8338A">
                  <w:pPr>
                    <w:pStyle w:val="TableBodyText"/>
                    <w:jc w:val="left"/>
                    <w:rPr>
                      <w:b/>
                    </w:rPr>
                  </w:pPr>
                  <w:r w:rsidRPr="00795119">
                    <w:rPr>
                      <w:b/>
                    </w:rPr>
                    <w:t>Gain 2012-2014</w:t>
                  </w:r>
                </w:p>
              </w:tc>
              <w:tc>
                <w:tcPr>
                  <w:tcW w:w="830"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50.9 </w:t>
                  </w:r>
                  <w:r w:rsidRPr="00795119">
                    <w:rPr>
                      <w:b/>
                    </w:rPr>
                    <w:br/>
                    <w:t>± 6.7</w:t>
                  </w:r>
                </w:p>
              </w:tc>
              <w:tc>
                <w:tcPr>
                  <w:tcW w:w="709"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48.0 </w:t>
                  </w:r>
                  <w:r w:rsidRPr="00795119">
                    <w:rPr>
                      <w:b/>
                    </w:rPr>
                    <w:br/>
                    <w:t>± 6.3</w:t>
                  </w:r>
                </w:p>
              </w:tc>
              <w:tc>
                <w:tcPr>
                  <w:tcW w:w="708"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47.8 </w:t>
                  </w:r>
                  <w:r w:rsidRPr="00795119">
                    <w:rPr>
                      <w:b/>
                    </w:rPr>
                    <w:br/>
                    <w:t>± 5.6</w:t>
                  </w:r>
                </w:p>
              </w:tc>
              <w:tc>
                <w:tcPr>
                  <w:tcW w:w="709"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56.2 </w:t>
                  </w:r>
                  <w:r w:rsidRPr="00795119">
                    <w:rPr>
                      <w:b/>
                    </w:rPr>
                    <w:br/>
                    <w:t>± 7.6</w:t>
                  </w:r>
                </w:p>
              </w:tc>
              <w:tc>
                <w:tcPr>
                  <w:tcW w:w="709"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44.5 </w:t>
                  </w:r>
                  <w:r w:rsidRPr="00795119">
                    <w:rPr>
                      <w:b/>
                    </w:rPr>
                    <w:br/>
                    <w:t>± 7.3</w:t>
                  </w:r>
                </w:p>
              </w:tc>
              <w:tc>
                <w:tcPr>
                  <w:tcW w:w="850"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46.8 </w:t>
                  </w:r>
                  <w:r w:rsidRPr="00795119">
                    <w:rPr>
                      <w:b/>
                    </w:rPr>
                    <w:br/>
                    <w:t>± 10.8</w:t>
                  </w:r>
                </w:p>
              </w:tc>
              <w:tc>
                <w:tcPr>
                  <w:tcW w:w="851"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48.5 </w:t>
                  </w:r>
                  <w:r w:rsidRPr="00795119">
                    <w:rPr>
                      <w:b/>
                    </w:rPr>
                    <w:br/>
                    <w:t>± 14.3</w:t>
                  </w:r>
                </w:p>
              </w:tc>
              <w:tc>
                <w:tcPr>
                  <w:tcW w:w="850" w:type="dxa"/>
                  <w:tcBorders>
                    <w:bottom w:val="single" w:sz="4" w:space="0" w:color="BFBFBF" w:themeColor="background2"/>
                  </w:tcBorders>
                  <w:shd w:val="clear" w:color="auto" w:fill="FFFFFF" w:themeFill="background1"/>
                  <w:vAlign w:val="center"/>
                </w:tcPr>
                <w:p w:rsidR="006E50A7" w:rsidRPr="00795119" w:rsidRDefault="006E50A7" w:rsidP="00E8338A">
                  <w:pPr>
                    <w:pStyle w:val="TableBodyText"/>
                    <w:rPr>
                      <w:b/>
                    </w:rPr>
                  </w:pPr>
                  <w:r w:rsidRPr="00795119">
                    <w:rPr>
                      <w:b/>
                    </w:rPr>
                    <w:t xml:space="preserve">57.3 </w:t>
                  </w:r>
                  <w:r w:rsidRPr="00795119">
                    <w:rPr>
                      <w:b/>
                    </w:rPr>
                    <w:br/>
                    <w:t>± 25.5</w:t>
                  </w:r>
                </w:p>
              </w:tc>
              <w:tc>
                <w:tcPr>
                  <w:tcW w:w="1033" w:type="dxa"/>
                  <w:tcBorders>
                    <w:bottom w:val="single" w:sz="4" w:space="0" w:color="BFBFBF" w:themeColor="background2"/>
                  </w:tcBorders>
                  <w:shd w:val="clear" w:color="auto" w:fill="FFFFFF" w:themeFill="background1"/>
                  <w:vAlign w:val="center"/>
                </w:tcPr>
                <w:p w:rsidR="006E50A7" w:rsidRPr="00795119" w:rsidRDefault="006E50A7" w:rsidP="00ED32F7">
                  <w:pPr>
                    <w:pStyle w:val="TableBodyText"/>
                    <w:ind w:right="187"/>
                    <w:rPr>
                      <w:b/>
                    </w:rPr>
                  </w:pPr>
                  <w:r w:rsidRPr="00795119">
                    <w:rPr>
                      <w:b/>
                    </w:rPr>
                    <w:t xml:space="preserve">49.7 </w:t>
                  </w:r>
                  <w:r w:rsidRPr="00795119">
                    <w:rPr>
                      <w:b/>
                    </w:rPr>
                    <w:br/>
                    <w:t>± 4.7</w:t>
                  </w:r>
                </w:p>
              </w:tc>
            </w:tr>
          </w:tbl>
          <w:p w:rsidR="006E50A7" w:rsidRPr="00795119" w:rsidRDefault="006E50A7" w:rsidP="00E8338A">
            <w:pPr>
              <w:pStyle w:val="Box"/>
            </w:pPr>
          </w:p>
        </w:tc>
        <w:bookmarkStart w:id="42" w:name="_GoBack"/>
        <w:bookmarkEnd w:id="42"/>
      </w:tr>
      <w:tr w:rsidR="00F42123" w:rsidRPr="00795119" w:rsidTr="000929C4">
        <w:trPr>
          <w:cantSplit/>
        </w:trPr>
        <w:tc>
          <w:tcPr>
            <w:tcW w:w="8767" w:type="dxa"/>
            <w:tcBorders>
              <w:top w:val="nil"/>
              <w:left w:val="nil"/>
              <w:bottom w:val="nil"/>
              <w:right w:val="nil"/>
            </w:tcBorders>
            <w:shd w:val="clear" w:color="auto" w:fill="auto"/>
          </w:tcPr>
          <w:p w:rsidR="00F42123" w:rsidRPr="00795119" w:rsidRDefault="00F42123" w:rsidP="00FB2432">
            <w:pPr>
              <w:pStyle w:val="Note"/>
            </w:pPr>
            <w:proofErr w:type="spellStart"/>
            <w:r w:rsidRPr="00795119">
              <w:rPr>
                <w:rStyle w:val="NoteLabel"/>
              </w:rPr>
              <w:t>a</w:t>
            </w:r>
            <w:proofErr w:type="spellEnd"/>
            <w:r w:rsidRPr="00795119">
              <w:t xml:space="preserve"> The mean scale scores for 2008, 2010, 2012 and 2014 reported in this table include 95 per cent confidence intervals (for example, a mean scale score of 400.0 ± 2.7, or a gain from 2010 to 2012 of </w:t>
            </w:r>
            <w:r w:rsidRPr="00795119">
              <w:br/>
              <w:t xml:space="preserve">80.1 ± 2.7). Confidence intervals for the gain provide an indication of the level of uncertainty of the gain over the two year period. </w:t>
            </w:r>
            <w:r w:rsidRPr="00795119">
              <w:rPr>
                <w:rStyle w:val="NoteLabel"/>
              </w:rPr>
              <w:t>b</w:t>
            </w:r>
            <w:r w:rsidRPr="00795119">
              <w:t xml:space="preserve"> The confidence interval provided is for the specific jurisdictional gain and should not be used for comparisons between jurisdictions or between subgroups.</w:t>
            </w:r>
          </w:p>
        </w:tc>
      </w:tr>
      <w:tr w:rsidR="000929C4" w:rsidRPr="00795119" w:rsidTr="000929C4">
        <w:trPr>
          <w:cantSplit/>
        </w:trPr>
        <w:tc>
          <w:tcPr>
            <w:tcW w:w="8767" w:type="dxa"/>
            <w:tcBorders>
              <w:top w:val="nil"/>
              <w:left w:val="nil"/>
              <w:bottom w:val="single" w:sz="6" w:space="0" w:color="78A22F"/>
              <w:right w:val="nil"/>
            </w:tcBorders>
            <w:shd w:val="clear" w:color="auto" w:fill="auto"/>
          </w:tcPr>
          <w:p w:rsidR="000929C4" w:rsidRPr="00795119" w:rsidRDefault="000929C4" w:rsidP="000929C4">
            <w:pPr>
              <w:pStyle w:val="Source"/>
              <w:spacing w:before="40"/>
            </w:pPr>
            <w:r w:rsidRPr="00795119">
              <w:rPr>
                <w:i/>
              </w:rPr>
              <w:t>Source</w:t>
            </w:r>
            <w:r w:rsidRPr="00795119">
              <w:t xml:space="preserve">: </w:t>
            </w:r>
            <w:proofErr w:type="spellStart"/>
            <w:r w:rsidRPr="00795119">
              <w:t>ACARA</w:t>
            </w:r>
            <w:proofErr w:type="spellEnd"/>
            <w:r w:rsidRPr="00795119">
              <w:t xml:space="preserve"> (2014 and unpublished) </w:t>
            </w:r>
            <w:r w:rsidRPr="00795119">
              <w:rPr>
                <w:i/>
              </w:rPr>
              <w:t>2014 National Assessment Program — Literacy and Numeracy: Achievement in Numeracy, Writing, Language Conventions and Numeracy</w:t>
            </w:r>
            <w:r w:rsidRPr="00795119">
              <w:t xml:space="preserve">; table </w:t>
            </w:r>
            <w:proofErr w:type="spellStart"/>
            <w:r w:rsidRPr="00795119">
              <w:t>4A.125</w:t>
            </w:r>
            <w:proofErr w:type="spellEnd"/>
            <w:r w:rsidRPr="00795119">
              <w:t>; 2015 Report, table 4.18, p. 4.75.</w:t>
            </w:r>
          </w:p>
        </w:tc>
      </w:tr>
    </w:tbl>
    <w:p w:rsidR="001D0C58" w:rsidRPr="00795119" w:rsidRDefault="001D0C58" w:rsidP="001D0C58">
      <w:pPr>
        <w:pStyle w:val="Heading5"/>
      </w:pPr>
      <w:proofErr w:type="spellStart"/>
      <w:r w:rsidRPr="00795119">
        <w:lastRenderedPageBreak/>
        <w:t>NAPLAN</w:t>
      </w:r>
      <w:proofErr w:type="spellEnd"/>
      <w:r w:rsidRPr="00795119">
        <w:t xml:space="preserve"> Persuasive Writing</w:t>
      </w:r>
    </w:p>
    <w:p w:rsidR="001D0C58" w:rsidRPr="00795119" w:rsidRDefault="001D0C58" w:rsidP="001D0C58">
      <w:pPr>
        <w:pStyle w:val="BodyText"/>
      </w:pPr>
      <w:r w:rsidRPr="00795119">
        <w:t xml:space="preserve">This section of the learning outcomes indicator provides key outcomes for </w:t>
      </w:r>
      <w:proofErr w:type="spellStart"/>
      <w:r w:rsidRPr="00795119">
        <w:t>NAPLAN</w:t>
      </w:r>
      <w:proofErr w:type="spellEnd"/>
      <w:r w:rsidRPr="00795119">
        <w:t xml:space="preserve"> testing (years 3, 5, 7 and 9) in the persuasive writing domain. Outcomes by Indigenous status are highlighted, but outcomes for a range of other equity groups including male, female, </w:t>
      </w:r>
      <w:proofErr w:type="spellStart"/>
      <w:r w:rsidRPr="00795119">
        <w:t>LBOTE</w:t>
      </w:r>
      <w:proofErr w:type="spellEnd"/>
      <w:r w:rsidRPr="00795119">
        <w:t xml:space="preserve">, </w:t>
      </w:r>
      <w:proofErr w:type="spellStart"/>
      <w:r w:rsidRPr="00795119">
        <w:t>geolocation</w:t>
      </w:r>
      <w:proofErr w:type="spellEnd"/>
      <w:r w:rsidRPr="00795119">
        <w:t xml:space="preserve"> and </w:t>
      </w:r>
      <w:proofErr w:type="spellStart"/>
      <w:r w:rsidRPr="00795119">
        <w:t>socio-economic</w:t>
      </w:r>
      <w:proofErr w:type="spellEnd"/>
      <w:r w:rsidRPr="00795119">
        <w:t xml:space="preserve"> status (parental education and parental occupation) for 2014 are included in tables </w:t>
      </w:r>
      <w:proofErr w:type="spellStart"/>
      <w:r w:rsidR="00471A27" w:rsidRPr="00795119">
        <w:t>4A.72</w:t>
      </w:r>
      <w:proofErr w:type="spellEnd"/>
      <w:r w:rsidR="00471A27" w:rsidRPr="00795119">
        <w:t xml:space="preserve">–73, </w:t>
      </w:r>
      <w:proofErr w:type="spellStart"/>
      <w:r w:rsidR="00471A27" w:rsidRPr="00795119">
        <w:t>4A.75</w:t>
      </w:r>
      <w:proofErr w:type="spellEnd"/>
      <w:r w:rsidR="00471A27" w:rsidRPr="00795119">
        <w:t xml:space="preserve">–76 and </w:t>
      </w:r>
      <w:proofErr w:type="spellStart"/>
      <w:r w:rsidR="00471A27" w:rsidRPr="00795119">
        <w:t>4A.78</w:t>
      </w:r>
      <w:proofErr w:type="spellEnd"/>
      <w:r w:rsidR="00471A27" w:rsidRPr="00795119">
        <w:t xml:space="preserve">–89, </w:t>
      </w:r>
      <w:r w:rsidR="00471A27" w:rsidRPr="00795119">
        <w:br/>
        <w:t xml:space="preserve">2015 Report, tables </w:t>
      </w:r>
      <w:proofErr w:type="spellStart"/>
      <w:r w:rsidR="00471A27" w:rsidRPr="00795119">
        <w:t>4A.74</w:t>
      </w:r>
      <w:proofErr w:type="spellEnd"/>
      <w:r w:rsidR="00471A27" w:rsidRPr="00795119">
        <w:t xml:space="preserve"> and </w:t>
      </w:r>
      <w:proofErr w:type="spellStart"/>
      <w:r w:rsidR="00471A27" w:rsidRPr="00795119">
        <w:t>4A.77</w:t>
      </w:r>
      <w:proofErr w:type="spellEnd"/>
      <w:r w:rsidRPr="00795119">
        <w:t>.</w:t>
      </w:r>
    </w:p>
    <w:p w:rsidR="00471A27" w:rsidRPr="00795119" w:rsidRDefault="001D0C58" w:rsidP="00471A27">
      <w:pPr>
        <w:pStyle w:val="BodyText"/>
      </w:pPr>
      <w:r w:rsidRPr="00795119">
        <w:t xml:space="preserve">This chapter reports on 2014 </w:t>
      </w:r>
      <w:proofErr w:type="spellStart"/>
      <w:r w:rsidRPr="00795119">
        <w:t>NAPLAN</w:t>
      </w:r>
      <w:proofErr w:type="spellEnd"/>
      <w:r w:rsidRPr="00795119">
        <w:t xml:space="preserve"> outcomes. </w:t>
      </w:r>
      <w:proofErr w:type="spellStart"/>
      <w:r w:rsidRPr="00795119">
        <w:t>NAPLAN</w:t>
      </w:r>
      <w:proofErr w:type="spellEnd"/>
      <w:r w:rsidRPr="00795119">
        <w:t xml:space="preserve"> persuasive writing outcomes for 2013 (not included in earlier reports) are in attachment </w:t>
      </w:r>
      <w:r w:rsidR="00471A27" w:rsidRPr="00795119">
        <w:t xml:space="preserve">tables </w:t>
      </w:r>
      <w:proofErr w:type="spellStart"/>
      <w:r w:rsidR="00471A27" w:rsidRPr="00795119">
        <w:t>4A.90</w:t>
      </w:r>
      <w:proofErr w:type="spellEnd"/>
      <w:r w:rsidR="00471A27" w:rsidRPr="00795119">
        <w:t xml:space="preserve">–91, </w:t>
      </w:r>
      <w:proofErr w:type="spellStart"/>
      <w:r w:rsidR="00471A27" w:rsidRPr="00795119">
        <w:t>4A.93</w:t>
      </w:r>
      <w:proofErr w:type="spellEnd"/>
      <w:r w:rsidR="00471A27" w:rsidRPr="00795119">
        <w:t xml:space="preserve">–94, </w:t>
      </w:r>
      <w:proofErr w:type="spellStart"/>
      <w:r w:rsidR="00471A27" w:rsidRPr="00795119">
        <w:t>4A.96</w:t>
      </w:r>
      <w:proofErr w:type="spellEnd"/>
      <w:r w:rsidR="000337A8" w:rsidRPr="00795119">
        <w:t>–107</w:t>
      </w:r>
      <w:r w:rsidR="00471A27" w:rsidRPr="00795119">
        <w:t xml:space="preserve">, 2015 Report, tables </w:t>
      </w:r>
      <w:proofErr w:type="spellStart"/>
      <w:r w:rsidR="00471A27" w:rsidRPr="00795119">
        <w:t>4A.92</w:t>
      </w:r>
      <w:proofErr w:type="spellEnd"/>
      <w:r w:rsidR="00471A27" w:rsidRPr="00795119">
        <w:t xml:space="preserve">, </w:t>
      </w:r>
      <w:proofErr w:type="spellStart"/>
      <w:r w:rsidR="00471A27" w:rsidRPr="00795119">
        <w:t>4A.95</w:t>
      </w:r>
      <w:proofErr w:type="spellEnd"/>
      <w:r w:rsidR="00471A27" w:rsidRPr="00795119">
        <w:t>.</w:t>
      </w:r>
    </w:p>
    <w:p w:rsidR="001D0C58" w:rsidRPr="00795119" w:rsidRDefault="001D0C58" w:rsidP="001D0C58">
      <w:pPr>
        <w:pStyle w:val="BodyText"/>
      </w:pPr>
      <w:r w:rsidRPr="00795119">
        <w:t xml:space="preserve">The proportion of year 5 students who achieved at or above the persuasive writing national minimum standard in 2014 was </w:t>
      </w:r>
      <w:r w:rsidRPr="00795119">
        <w:rPr>
          <w:shd w:val="clear" w:color="auto" w:fill="FFFFFF" w:themeFill="background1"/>
        </w:rPr>
        <w:t>89.9–90.5</w:t>
      </w:r>
      <w:r w:rsidRPr="00795119">
        <w:t xml:space="preserve"> per cent nationally. The proportion of Aboriginal and Torres Strait Islander students (</w:t>
      </w:r>
      <w:r w:rsidRPr="00795119">
        <w:rPr>
          <w:shd w:val="clear" w:color="auto" w:fill="FFFFFF" w:themeFill="background1"/>
        </w:rPr>
        <w:t>61.7–64.9</w:t>
      </w:r>
      <w:r w:rsidRPr="00795119">
        <w:t xml:space="preserve"> per cent) was significantly lower than for non</w:t>
      </w:r>
      <w:r w:rsidRPr="00795119">
        <w:noBreakHyphen/>
        <w:t>Indigenous students (</w:t>
      </w:r>
      <w:r w:rsidRPr="00795119">
        <w:rPr>
          <w:shd w:val="clear" w:color="auto" w:fill="FFFFFF" w:themeFill="background1"/>
        </w:rPr>
        <w:t>91.6–92.3</w:t>
      </w:r>
      <w:r w:rsidRPr="00795119">
        <w:t xml:space="preserve"> per cent). These proportions varied across jurisdictions (figure 4.</w:t>
      </w:r>
      <w:r w:rsidR="001871D0" w:rsidRPr="00795119">
        <w:t>16</w:t>
      </w:r>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1871D0">
            <w:pPr>
              <w:pStyle w:val="FigureTitle"/>
            </w:pPr>
            <w:r w:rsidRPr="00795119">
              <w:rPr>
                <w:b w:val="0"/>
              </w:rPr>
              <w:t>Figure 4.</w:t>
            </w:r>
            <w:r w:rsidR="001871D0" w:rsidRPr="00795119">
              <w:rPr>
                <w:b w:val="0"/>
                <w:noProof/>
              </w:rPr>
              <w:t>16</w:t>
            </w:r>
            <w:r w:rsidRPr="00795119">
              <w:tab/>
              <w:t>Proportion of year 5 students achieving at or above the persuasive writing national minimum standard,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5020AD7D" wp14:editId="10AC6436">
                        <wp:extent cx="5391150" cy="2695575"/>
                        <wp:effectExtent l="0" t="0" r="0" b="9525"/>
                        <wp:docPr id="34" name="Picture 34" descr="Figure 4.34 Proportion of year 5 students achieving at or above the persuasive writ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pStyle w:val="Note"/>
            </w:pPr>
            <w:proofErr w:type="spellStart"/>
            <w:r w:rsidRPr="00795119">
              <w:rPr>
                <w:rStyle w:val="NoteLabel"/>
              </w:rPr>
              <w:t>a</w:t>
            </w:r>
            <w:proofErr w:type="spellEnd"/>
            <w:r w:rsidRPr="00795119">
              <w:t xml:space="preserve"> Error bars represent the 95 per cent confidence interval associated with each point estimate. </w:t>
            </w:r>
            <w:r w:rsidRPr="00795119">
              <w:rPr>
                <w:rStyle w:val="NoteLabel"/>
              </w:rPr>
              <w:t>b</w:t>
            </w:r>
            <w:r w:rsidRPr="00795119">
              <w:t xml:space="preserve"> For further information and caveats see table </w:t>
            </w:r>
            <w:proofErr w:type="spellStart"/>
            <w:r w:rsidRPr="00795119">
              <w:t>4A.72</w:t>
            </w:r>
            <w:proofErr w:type="spellEnd"/>
            <w:r w:rsidRPr="00795119">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272BB2">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272BB2" w:rsidRPr="00795119">
              <w:t xml:space="preserve">; table </w:t>
            </w:r>
            <w:proofErr w:type="spellStart"/>
            <w:r w:rsidR="00272BB2" w:rsidRPr="00795119">
              <w:t>4A.72</w:t>
            </w:r>
            <w:proofErr w:type="spellEnd"/>
            <w:r w:rsidR="00272BB2" w:rsidRPr="00795119">
              <w:t>; 2015 Report, figure 4.34, p. 4.76.</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 xml:space="preserve">Statistical significance of differences across states and territories between proportions of year 5 students who achieved at or above the national minimum standard for persuasive writing in 2014 are provided in table </w:t>
      </w:r>
      <w:proofErr w:type="spellStart"/>
      <w:r w:rsidRPr="00795119">
        <w:t>4A.72</w:t>
      </w:r>
      <w:proofErr w:type="spellEnd"/>
      <w:r w:rsidRPr="00795119">
        <w:t>.</w:t>
      </w:r>
    </w:p>
    <w:p w:rsidR="001D0C58" w:rsidRPr="00795119" w:rsidRDefault="001D0C58" w:rsidP="001D0C58">
      <w:pPr>
        <w:pStyle w:val="BodyText"/>
      </w:pPr>
      <w:r w:rsidRPr="00795119">
        <w:lastRenderedPageBreak/>
        <w:t xml:space="preserve">The mean scale score for year 5 persuasive writing in 2014 for all students was </w:t>
      </w:r>
      <w:r w:rsidRPr="00795119">
        <w:br/>
      </w:r>
      <w:r w:rsidRPr="00795119">
        <w:rPr>
          <w:shd w:val="clear" w:color="auto" w:fill="FFFFFF" w:themeFill="background1"/>
        </w:rPr>
        <w:t>467.4–469.2</w:t>
      </w:r>
      <w:r w:rsidRPr="00795119">
        <w:t xml:space="preserve"> nationally. The mean scale score for Aboriginal and Torres Strait Islander students (</w:t>
      </w:r>
      <w:r w:rsidRPr="00795119">
        <w:rPr>
          <w:shd w:val="clear" w:color="auto" w:fill="FFFFFF" w:themeFill="background1"/>
        </w:rPr>
        <w:t>387.5–396.1</w:t>
      </w:r>
      <w:r w:rsidRPr="00795119">
        <w:t xml:space="preserve">) was significantly lower than for non-Indigenous students </w:t>
      </w:r>
      <w:r w:rsidRPr="00795119">
        <w:br/>
        <w:t>(</w:t>
      </w:r>
      <w:r w:rsidRPr="00795119">
        <w:rPr>
          <w:shd w:val="clear" w:color="auto" w:fill="FFFFFF" w:themeFill="background1"/>
        </w:rPr>
        <w:t>471.9–473.5).</w:t>
      </w:r>
      <w:r w:rsidRPr="00795119">
        <w:t xml:space="preserve"> Mean scale scores varied across jurisdictions (table </w:t>
      </w:r>
      <w:proofErr w:type="spellStart"/>
      <w:r w:rsidRPr="00795119">
        <w:t>4A.75</w:t>
      </w:r>
      <w:proofErr w:type="spellEnd"/>
      <w:r w:rsidRPr="00795119">
        <w:t>).</w:t>
      </w:r>
    </w:p>
    <w:p w:rsidR="001D0C58" w:rsidRPr="00795119" w:rsidRDefault="001D0C58" w:rsidP="001D0C58">
      <w:pPr>
        <w:pStyle w:val="Heading6"/>
      </w:pPr>
      <w:proofErr w:type="spellStart"/>
      <w:r w:rsidRPr="00795119">
        <w:t>Geolocation</w:t>
      </w:r>
      <w:proofErr w:type="spellEnd"/>
    </w:p>
    <w:p w:rsidR="001D0C58" w:rsidRPr="00795119" w:rsidRDefault="001D0C58" w:rsidP="001D0C58">
      <w:pPr>
        <w:pStyle w:val="BodyText"/>
      </w:pPr>
      <w:r w:rsidRPr="00795119">
        <w:t xml:space="preserve">Across all year levels, persuasive writing outcomes tended to decline with remoteness. For year 5, for example, </w:t>
      </w:r>
      <w:r w:rsidRPr="00795119">
        <w:rPr>
          <w:shd w:val="clear" w:color="auto" w:fill="FFFFFF" w:themeFill="background1"/>
        </w:rPr>
        <w:t>91.8–92.4</w:t>
      </w:r>
      <w:r w:rsidRPr="00795119">
        <w:t xml:space="preserve"> per cent of students in metropolitan areas achieved at or above the national minimum standard, higher than the proportion for provincial students (</w:t>
      </w:r>
      <w:r w:rsidRPr="00795119">
        <w:rPr>
          <w:shd w:val="clear" w:color="auto" w:fill="FFFFFF" w:themeFill="background1"/>
        </w:rPr>
        <w:t>86.9–87.9</w:t>
      </w:r>
      <w:r w:rsidRPr="00795119">
        <w:t xml:space="preserve"> per cent), remote students (</w:t>
      </w:r>
      <w:r w:rsidRPr="00795119">
        <w:rPr>
          <w:shd w:val="clear" w:color="auto" w:fill="FFFFFF" w:themeFill="background1"/>
        </w:rPr>
        <w:t>74.3–80.9</w:t>
      </w:r>
      <w:r w:rsidR="004E4DE7" w:rsidRPr="00795119">
        <w:t xml:space="preserve"> </w:t>
      </w:r>
      <w:r w:rsidRPr="00795119">
        <w:t xml:space="preserve">per cent) and very remote students </w:t>
      </w:r>
      <w:r w:rsidRPr="00795119">
        <w:br/>
        <w:t>(</w:t>
      </w:r>
      <w:r w:rsidRPr="00795119">
        <w:rPr>
          <w:shd w:val="clear" w:color="auto" w:fill="FFFFFF" w:themeFill="background1"/>
        </w:rPr>
        <w:t>39.4–52.2</w:t>
      </w:r>
      <w:r w:rsidRPr="00795119">
        <w:t xml:space="preserve"> per cent) (figure 4.</w:t>
      </w:r>
      <w:r w:rsidR="001871D0" w:rsidRPr="00795119">
        <w:t>17</w:t>
      </w:r>
      <w:r w:rsidRPr="00795119">
        <w:t>).</w:t>
      </w:r>
    </w:p>
    <w:p w:rsidR="001D0C58" w:rsidRPr="00795119" w:rsidRDefault="001D0C58" w:rsidP="001D0C58">
      <w:pPr>
        <w:pStyle w:val="BodyText"/>
      </w:pPr>
      <w:r w:rsidRPr="00795119">
        <w:t xml:space="preserve">For all </w:t>
      </w:r>
      <w:proofErr w:type="spellStart"/>
      <w:r w:rsidRPr="00795119">
        <w:t>geolocation</w:t>
      </w:r>
      <w:proofErr w:type="spellEnd"/>
      <w:r w:rsidRPr="00795119">
        <w:t xml:space="preserve"> categories across years 3, 5, 7 and 9, the persuasive writing outcomes nationally for Aboriginal and Torres Strait Islander students were lower than those for non</w:t>
      </w:r>
      <w:r w:rsidRPr="00795119">
        <w:noBreakHyphen/>
        <w:t xml:space="preserve">Indigenous students. Nationally, outcomes for </w:t>
      </w:r>
      <w:r w:rsidRPr="00795119">
        <w:rPr>
          <w:szCs w:val="26"/>
        </w:rPr>
        <w:t>Aboriginal and Torres Strait Islander</w:t>
      </w:r>
      <w:r w:rsidRPr="00795119">
        <w:t xml:space="preserve"> students generally declined as remoteness increased, and </w:t>
      </w:r>
      <w:r w:rsidRPr="00795119">
        <w:rPr>
          <w:szCs w:val="26"/>
        </w:rPr>
        <w:t>the gap in learning outcomes between Aboriginal and Torres Strait Islander students and non-Indigenous students was generally greater in remote and very remote areas than in metropolitan and provincial areas.</w:t>
      </w:r>
    </w:p>
    <w:p w:rsidR="001D0C58" w:rsidRPr="00795119" w:rsidRDefault="001D0C58" w:rsidP="001D0C58">
      <w:pPr>
        <w:pStyle w:val="BodyText"/>
      </w:pPr>
      <w:r w:rsidRPr="00795119">
        <w:t xml:space="preserve">State and Territory results by Indigenous status and </w:t>
      </w:r>
      <w:proofErr w:type="spellStart"/>
      <w:r w:rsidRPr="00795119">
        <w:t>geolocation</w:t>
      </w:r>
      <w:proofErr w:type="spellEnd"/>
      <w:r w:rsidRPr="00795119">
        <w:t xml:space="preserve"> for years 3, 5, 7 </w:t>
      </w:r>
      <w:r w:rsidRPr="00795119">
        <w:br/>
        <w:t xml:space="preserve">and 9 numeracy literacy are in table </w:t>
      </w:r>
      <w:proofErr w:type="spellStart"/>
      <w:r w:rsidRPr="00795119">
        <w:t>4A.73</w:t>
      </w:r>
      <w:proofErr w:type="spellEnd"/>
      <w:r w:rsidRPr="00795119">
        <w:t xml:space="preserve">. The general pattern in jurisdictions appears similar to the national results. However, due to relatively large confidence intervals, caution should be exercised when making comparisons for some data. Mean scale score results by Indigenous status and </w:t>
      </w:r>
      <w:proofErr w:type="spellStart"/>
      <w:r w:rsidRPr="00795119">
        <w:t>geolocation</w:t>
      </w:r>
      <w:proofErr w:type="spellEnd"/>
      <w:r w:rsidRPr="00795119">
        <w:t xml:space="preserve"> are provided in table</w:t>
      </w:r>
      <w:r w:rsidR="00614543" w:rsidRPr="00795119">
        <w:t xml:space="preserve"> </w:t>
      </w:r>
      <w:proofErr w:type="spellStart"/>
      <w:r w:rsidRPr="00795119">
        <w:t>4A.76</w:t>
      </w:r>
      <w:proofErr w:type="spellEnd"/>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auto"/>
          </w:tcPr>
          <w:p w:rsidR="001D0C58" w:rsidRPr="00795119" w:rsidRDefault="001D0C58" w:rsidP="001871D0">
            <w:pPr>
              <w:pStyle w:val="FigureTitle"/>
            </w:pPr>
            <w:r w:rsidRPr="00795119">
              <w:rPr>
                <w:b w:val="0"/>
              </w:rPr>
              <w:t>Figure 4.</w:t>
            </w:r>
            <w:r w:rsidR="001871D0" w:rsidRPr="00795119">
              <w:rPr>
                <w:b w:val="0"/>
                <w:noProof/>
              </w:rPr>
              <w:t>17</w:t>
            </w:r>
            <w:r w:rsidRPr="00795119">
              <w:tab/>
              <w:t>National proportion of year 5 students achieving at or above the persuasive writing national minimum standard, by Indigenou</w:t>
            </w:r>
            <w:r w:rsidR="0004304E" w:rsidRPr="00795119">
              <w:t xml:space="preserve">s status and </w:t>
            </w:r>
            <w:proofErr w:type="spellStart"/>
            <w:r w:rsidR="0004304E" w:rsidRPr="00795119">
              <w:t>geolocation</w:t>
            </w:r>
            <w:proofErr w:type="spellEnd"/>
            <w:r w:rsidR="0004304E" w:rsidRPr="00795119">
              <w:t>, 2014</w:t>
            </w:r>
            <w:r w:rsidRPr="00795119">
              <w:rPr>
                <w:rStyle w:val="NoteLabel"/>
                <w:b/>
              </w:rPr>
              <w:t>a, b</w:t>
            </w:r>
          </w:p>
        </w:tc>
      </w:tr>
      <w:tr w:rsidR="001D0C58" w:rsidRPr="00795119" w:rsidTr="004A71C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0C58" w:rsidRPr="00795119" w:rsidTr="004A71CC">
              <w:trPr>
                <w:jc w:val="center"/>
              </w:trPr>
              <w:tc>
                <w:tcPr>
                  <w:tcW w:w="5000" w:type="pct"/>
                  <w:tcBorders>
                    <w:top w:val="nil"/>
                    <w:bottom w:val="nil"/>
                  </w:tcBorders>
                </w:tcPr>
                <w:p w:rsidR="001D0C58" w:rsidRPr="00795119" w:rsidRDefault="001D0C58" w:rsidP="004A71CC">
                  <w:pPr>
                    <w:pStyle w:val="Figure"/>
                    <w:spacing w:before="60" w:after="60"/>
                  </w:pPr>
                  <w:r w:rsidRPr="00795119">
                    <w:rPr>
                      <w:noProof/>
                    </w:rPr>
                    <w:drawing>
                      <wp:inline distT="0" distB="0" distL="0" distR="0" wp14:anchorId="408D3040" wp14:editId="0380EFC7">
                        <wp:extent cx="5391150" cy="2695575"/>
                        <wp:effectExtent l="0" t="0" r="0" b="9525"/>
                        <wp:docPr id="35" name="Picture 35" descr="Figure 4.35 National proportion of year 5 students achieving at or above the persuasive writing national minimum standard, by Indigenous status and geoloc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0C58" w:rsidRPr="00795119" w:rsidRDefault="001D0C58" w:rsidP="004A71CC">
            <w:pPr>
              <w:pStyle w:val="Figure"/>
            </w:pP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4A71CC">
            <w:pPr>
              <w:keepLines/>
              <w:shd w:val="clear" w:color="auto" w:fill="FFFFFF" w:themeFill="background1"/>
              <w:spacing w:before="80" w:line="220" w:lineRule="exact"/>
              <w:jc w:val="both"/>
              <w:rPr>
                <w:rFonts w:ascii="Arial" w:hAnsi="Arial"/>
                <w:sz w:val="18"/>
                <w:szCs w:val="20"/>
              </w:rPr>
            </w:pPr>
            <w:proofErr w:type="spellStart"/>
            <w:r w:rsidRPr="00795119">
              <w:rPr>
                <w:rStyle w:val="NoteLabel"/>
              </w:rPr>
              <w:t>a</w:t>
            </w:r>
            <w:proofErr w:type="spellEnd"/>
            <w:r w:rsidRPr="00795119">
              <w:rPr>
                <w:rFonts w:ascii="Arial" w:hAnsi="Arial"/>
                <w:sz w:val="18"/>
                <w:szCs w:val="20"/>
              </w:rPr>
              <w:sym w:font="Symbol" w:char="F020"/>
            </w:r>
            <w:r w:rsidRPr="00795119">
              <w:rPr>
                <w:rFonts w:ascii="Arial" w:hAnsi="Arial"/>
                <w:sz w:val="18"/>
                <w:szCs w:val="20"/>
              </w:rPr>
              <w:t xml:space="preserve">Error bars represent the 95 per cent confidence interval associated with each point estimate. </w:t>
            </w:r>
            <w:r w:rsidRPr="00795119">
              <w:rPr>
                <w:rFonts w:ascii="Arial" w:hAnsi="Arial"/>
                <w:b/>
                <w:position w:val="6"/>
                <w:sz w:val="18"/>
                <w:szCs w:val="20"/>
              </w:rPr>
              <w:t>b</w:t>
            </w:r>
            <w:r w:rsidRPr="00795119">
              <w:rPr>
                <w:rFonts w:ascii="Arial" w:hAnsi="Arial"/>
                <w:sz w:val="18"/>
                <w:szCs w:val="20"/>
              </w:rPr>
              <w:t xml:space="preserve"> Data for year 3 students are shown and may not be representative of students in years 3, 7 and 9 which are detailed </w:t>
            </w:r>
            <w:r w:rsidR="00A05E78" w:rsidRPr="00795119">
              <w:rPr>
                <w:rFonts w:ascii="Arial" w:hAnsi="Arial"/>
                <w:sz w:val="18"/>
                <w:szCs w:val="20"/>
              </w:rPr>
              <w:t xml:space="preserve">in table </w:t>
            </w:r>
            <w:proofErr w:type="spellStart"/>
            <w:r w:rsidR="00A05E78" w:rsidRPr="00795119">
              <w:rPr>
                <w:rFonts w:ascii="Arial" w:hAnsi="Arial"/>
                <w:sz w:val="18"/>
                <w:szCs w:val="20"/>
              </w:rPr>
              <w:t>4A.73</w:t>
            </w:r>
            <w:proofErr w:type="spellEnd"/>
            <w:r w:rsidR="00A05E78" w:rsidRPr="00795119">
              <w:rPr>
                <w:rFonts w:ascii="Arial" w:hAnsi="Arial"/>
                <w:sz w:val="18"/>
                <w:szCs w:val="20"/>
              </w:rPr>
              <w:t>.</w:t>
            </w:r>
          </w:p>
        </w:tc>
      </w:tr>
      <w:tr w:rsidR="001D0C58" w:rsidRPr="00795119" w:rsidTr="004A71CC">
        <w:tc>
          <w:tcPr>
            <w:tcW w:w="8771" w:type="dxa"/>
            <w:tcBorders>
              <w:top w:val="nil"/>
              <w:left w:val="nil"/>
              <w:bottom w:val="nil"/>
              <w:right w:val="nil"/>
            </w:tcBorders>
            <w:shd w:val="clear" w:color="auto" w:fill="auto"/>
          </w:tcPr>
          <w:p w:rsidR="001D0C58" w:rsidRPr="00795119" w:rsidRDefault="001D0C58" w:rsidP="00614543">
            <w:pPr>
              <w:pStyle w:val="Source"/>
            </w:pPr>
            <w:r w:rsidRPr="00795119">
              <w:rPr>
                <w:i/>
              </w:rPr>
              <w:t>Source</w:t>
            </w:r>
            <w:r w:rsidRPr="00795119">
              <w:t xml:space="preserve">: </w:t>
            </w:r>
            <w:proofErr w:type="spellStart"/>
            <w:r w:rsidRPr="00795119">
              <w:t>ACARA</w:t>
            </w:r>
            <w:proofErr w:type="spellEnd"/>
            <w:r w:rsidRPr="00795119">
              <w:t xml:space="preserve"> (2014 and unpublished) </w:t>
            </w:r>
            <w:proofErr w:type="spellStart"/>
            <w:r w:rsidRPr="00795119">
              <w:rPr>
                <w:i/>
              </w:rPr>
              <w:t>NAPLAN</w:t>
            </w:r>
            <w:proofErr w:type="spellEnd"/>
            <w:r w:rsidRPr="00795119">
              <w:rPr>
                <w:i/>
              </w:rPr>
              <w:t xml:space="preserve"> Achievement in Reading, Writing, Language Conventions and Numeracy: National Report for 2014</w:t>
            </w:r>
            <w:r w:rsidR="00614543" w:rsidRPr="00795119">
              <w:t xml:space="preserve">; table </w:t>
            </w:r>
            <w:proofErr w:type="spellStart"/>
            <w:r w:rsidR="00614543" w:rsidRPr="00795119">
              <w:t>4A.73</w:t>
            </w:r>
            <w:proofErr w:type="spellEnd"/>
            <w:r w:rsidR="00614543" w:rsidRPr="00795119">
              <w:t>; 2015 Report, figure 4.35, p. 4.78.</w:t>
            </w:r>
          </w:p>
        </w:tc>
      </w:tr>
      <w:tr w:rsidR="001D0C58" w:rsidRPr="00795119" w:rsidTr="004A71CC">
        <w:tc>
          <w:tcPr>
            <w:tcW w:w="8771" w:type="dxa"/>
            <w:tcBorders>
              <w:top w:val="nil"/>
              <w:left w:val="nil"/>
              <w:bottom w:val="single" w:sz="6" w:space="0" w:color="78A22F"/>
              <w:right w:val="nil"/>
            </w:tcBorders>
            <w:shd w:val="clear" w:color="auto" w:fill="auto"/>
          </w:tcPr>
          <w:p w:rsidR="001D0C58" w:rsidRPr="00795119" w:rsidRDefault="001D0C58" w:rsidP="004A71CC">
            <w:pPr>
              <w:pStyle w:val="Figurespace"/>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pPr>
      <w:r w:rsidRPr="00795119">
        <w:t xml:space="preserve">Data for years 3, 7 and 9, and outcomes by equity group, parental education and parental occupation for 2014 are in tables </w:t>
      </w:r>
      <w:proofErr w:type="spellStart"/>
      <w:r w:rsidRPr="00795119">
        <w:t>4A.72</w:t>
      </w:r>
      <w:proofErr w:type="spellEnd"/>
      <w:r w:rsidRPr="00795119">
        <w:t>–79.</w:t>
      </w:r>
    </w:p>
    <w:p w:rsidR="001D0C58" w:rsidRPr="00795119" w:rsidRDefault="001D0C58" w:rsidP="001D0C58">
      <w:pPr>
        <w:pStyle w:val="BodyText"/>
        <w:rPr>
          <w:shd w:val="clear" w:color="auto" w:fill="FFFFFF" w:themeFill="background1"/>
        </w:rPr>
      </w:pPr>
      <w:r w:rsidRPr="00795119">
        <w:t xml:space="preserve">Statistical significance of differences for persuasive writing between 2011, 2013 and 2014 for years 3, 5, 7 and 9 for mean scale scores and proportions at and above national minimum standard are included separately for each state and </w:t>
      </w:r>
      <w:r w:rsidRPr="00795119">
        <w:rPr>
          <w:shd w:val="clear" w:color="auto" w:fill="FFFFFF" w:themeFill="background1"/>
        </w:rPr>
        <w:t>territory and nationally in tables</w:t>
      </w:r>
      <w:r w:rsidRPr="00795119">
        <w:t xml:space="preserve"> </w:t>
      </w:r>
      <w:proofErr w:type="spellStart"/>
      <w:r w:rsidRPr="00795119">
        <w:t>4A.80</w:t>
      </w:r>
      <w:proofErr w:type="spellEnd"/>
      <w:r w:rsidRPr="00795119">
        <w:t xml:space="preserve">–88. These tables also include proportions at or above national minimum standard for </w:t>
      </w:r>
      <w:proofErr w:type="spellStart"/>
      <w:r w:rsidRPr="00795119">
        <w:t>LBOTE</w:t>
      </w:r>
      <w:proofErr w:type="spellEnd"/>
      <w:r w:rsidRPr="00795119">
        <w:t xml:space="preserve"> students and by sex</w:t>
      </w:r>
      <w:r w:rsidR="0004304E" w:rsidRPr="00795119">
        <w:rPr>
          <w:shd w:val="clear" w:color="auto" w:fill="FFFFFF" w:themeFill="background1"/>
        </w:rPr>
        <w:t>.</w:t>
      </w:r>
    </w:p>
    <w:p w:rsidR="001D0C58" w:rsidRPr="00795119" w:rsidRDefault="001D0C58" w:rsidP="001D0C58">
      <w:pPr>
        <w:pStyle w:val="Heading5"/>
        <w:rPr>
          <w:b/>
          <w:u w:val="dotted"/>
        </w:rPr>
      </w:pPr>
      <w:r w:rsidRPr="00795119">
        <w:t>National Assessment Program — Civics and citizenship performance</w:t>
      </w:r>
    </w:p>
    <w:p w:rsidR="001D0C58" w:rsidRPr="00795119" w:rsidRDefault="001D0C58" w:rsidP="001D0C58">
      <w:pPr>
        <w:pStyle w:val="BodyText"/>
      </w:pPr>
      <w:r w:rsidRPr="00795119">
        <w:t xml:space="preserve">The National Years 6 and 10 Civics </w:t>
      </w:r>
      <w:r w:rsidRPr="00795119">
        <w:rPr>
          <w:shd w:val="clear" w:color="auto" w:fill="FFFFFF" w:themeFill="background1"/>
        </w:rPr>
        <w:t>and citizenship assessment was conducted for the first time in 2004 and is repeated triennially. In 2013</w:t>
      </w:r>
      <w:r w:rsidR="00EC01D3" w:rsidRPr="00795119">
        <w:rPr>
          <w:shd w:val="clear" w:color="auto" w:fill="FFFFFF" w:themeFill="background1"/>
        </w:rPr>
        <w:t xml:space="preserve">, 5777 year 6 students from </w:t>
      </w:r>
      <w:r w:rsidR="00EC01D3" w:rsidRPr="00795119">
        <w:rPr>
          <w:shd w:val="clear" w:color="auto" w:fill="FFFFFF" w:themeFill="background1"/>
        </w:rPr>
        <w:br/>
        <w:t xml:space="preserve">342 </w:t>
      </w:r>
      <w:r w:rsidRPr="00795119">
        <w:rPr>
          <w:shd w:val="clear" w:color="auto" w:fill="FFFFFF" w:themeFill="background1"/>
        </w:rPr>
        <w:t>government and non-government schools and 5478 year 10</w:t>
      </w:r>
      <w:r w:rsidRPr="00795119">
        <w:t xml:space="preserve"> students from </w:t>
      </w:r>
      <w:r w:rsidR="00795119" w:rsidRPr="00795119">
        <w:br/>
      </w:r>
      <w:r w:rsidRPr="00795119">
        <w:rPr>
          <w:shd w:val="clear" w:color="auto" w:fill="FFFFFF" w:themeFill="background1"/>
        </w:rPr>
        <w:t>329</w:t>
      </w:r>
      <w:r w:rsidRPr="00795119">
        <w:t xml:space="preserve"> government and non</w:t>
      </w:r>
      <w:r w:rsidRPr="00795119">
        <w:noBreakHyphen/>
        <w:t>government schools from all states and territories participated i</w:t>
      </w:r>
      <w:r w:rsidR="004E4DE7" w:rsidRPr="00795119">
        <w:t>n the assessment (</w:t>
      </w:r>
      <w:proofErr w:type="spellStart"/>
      <w:r w:rsidR="004E4DE7" w:rsidRPr="00795119">
        <w:t>ACARA</w:t>
      </w:r>
      <w:proofErr w:type="spellEnd"/>
      <w:r w:rsidR="004E4DE7" w:rsidRPr="00795119">
        <w:t xml:space="preserve"> </w:t>
      </w:r>
      <w:proofErr w:type="spellStart"/>
      <w:r w:rsidR="004E4DE7" w:rsidRPr="00795119">
        <w:t>2014b</w:t>
      </w:r>
      <w:proofErr w:type="spellEnd"/>
      <w:r w:rsidR="004E4DE7" w:rsidRPr="00795119">
        <w:t>).</w:t>
      </w:r>
    </w:p>
    <w:p w:rsidR="001D0C58" w:rsidRPr="00795119" w:rsidRDefault="001D0C58" w:rsidP="00134A27">
      <w:pPr>
        <w:pStyle w:val="BodyText"/>
      </w:pPr>
      <w:r w:rsidRPr="00795119">
        <w:t xml:space="preserve">Nationally in 2013, </w:t>
      </w:r>
      <w:r w:rsidRPr="00795119">
        <w:rPr>
          <w:shd w:val="clear" w:color="auto" w:fill="FFFFFF" w:themeFill="background1"/>
        </w:rPr>
        <w:t>13.9–30.1</w:t>
      </w:r>
      <w:r w:rsidRPr="00795119">
        <w:t xml:space="preserve"> per cent of Aboriginal and Torres Strait Islander year 6 students achieved at the proficient standard or above in civics and citizenship, significantly lower than the proportion for non</w:t>
      </w:r>
      <w:r w:rsidRPr="00795119">
        <w:noBreakHyphen/>
        <w:t xml:space="preserve">Indigenous students (48.4–53.6 per cent) (table </w:t>
      </w:r>
      <w:proofErr w:type="spellStart"/>
      <w:r w:rsidRPr="00795119">
        <w:t>4A.151</w:t>
      </w:r>
      <w:proofErr w:type="spellEnd"/>
      <w:r w:rsidRPr="00795119">
        <w:t>).</w:t>
      </w:r>
    </w:p>
    <w:p w:rsidR="001D0C58" w:rsidRPr="00795119" w:rsidRDefault="001D0C58" w:rsidP="00134A27">
      <w:pPr>
        <w:pStyle w:val="BodyText"/>
      </w:pPr>
      <w:r w:rsidRPr="00795119">
        <w:lastRenderedPageBreak/>
        <w:t xml:space="preserve">Nationally in 2013, the proportion of participating year 10 students </w:t>
      </w:r>
      <w:r w:rsidRPr="00795119">
        <w:rPr>
          <w:shd w:val="clear" w:color="auto" w:fill="FFFFFF" w:themeFill="background1"/>
        </w:rPr>
        <w:t>who achieved at or above the proficient standard in civics and citize</w:t>
      </w:r>
      <w:r w:rsidR="00614543" w:rsidRPr="00795119">
        <w:rPr>
          <w:shd w:val="clear" w:color="auto" w:fill="FFFFFF" w:themeFill="background1"/>
        </w:rPr>
        <w:t xml:space="preserve">nship performance was 41.4–46.6 per </w:t>
      </w:r>
      <w:r w:rsidRPr="00795119">
        <w:rPr>
          <w:shd w:val="clear" w:color="auto" w:fill="FFFFFF" w:themeFill="background1"/>
        </w:rPr>
        <w:t>cent, not significantly different from 2004, 2007 or 2010. These proportions</w:t>
      </w:r>
      <w:r w:rsidRPr="00795119">
        <w:t xml:space="preserve"> varied across jurisdictions (</w:t>
      </w:r>
      <w:r w:rsidR="00614543" w:rsidRPr="00795119">
        <w:t>2015 Report, figure 4.37).</w:t>
      </w:r>
    </w:p>
    <w:p w:rsidR="001D0C58" w:rsidRPr="00795119" w:rsidRDefault="001D0C58" w:rsidP="001D0C58">
      <w:pPr>
        <w:pStyle w:val="BodyText"/>
      </w:pPr>
      <w:r w:rsidRPr="00795119">
        <w:t>Nationally in 2013, 6.6–27.4 per cent of Aboriginal and Torres Strait Islander year 10 students achieved at the proficient standard or above in civics and citizenship, significantly lower than the proportion for non</w:t>
      </w:r>
      <w:r w:rsidRPr="00795119">
        <w:noBreakHyphen/>
        <w:t xml:space="preserve">Indigenous students (41.9–48.1 per cent) (table </w:t>
      </w:r>
      <w:proofErr w:type="spellStart"/>
      <w:r w:rsidRPr="00795119">
        <w:t>4A.151</w:t>
      </w:r>
      <w:proofErr w:type="spellEnd"/>
      <w:r w:rsidRPr="00795119">
        <w:t>).</w:t>
      </w:r>
    </w:p>
    <w:p w:rsidR="001D0C58" w:rsidRPr="00795119" w:rsidRDefault="001D0C58" w:rsidP="001D0C58">
      <w:pPr>
        <w:pStyle w:val="Heading5"/>
      </w:pPr>
      <w:proofErr w:type="spellStart"/>
      <w:r w:rsidRPr="00795119">
        <w:t>ICILS</w:t>
      </w:r>
      <w:proofErr w:type="spellEnd"/>
      <w:r w:rsidRPr="00795119">
        <w:t xml:space="preserve"> assessment</w:t>
      </w:r>
    </w:p>
    <w:p w:rsidR="001D0C58" w:rsidRPr="00795119" w:rsidRDefault="001D0C58" w:rsidP="001D0C58">
      <w:pPr>
        <w:pStyle w:val="BodyText"/>
      </w:pPr>
      <w:r w:rsidRPr="00795119">
        <w:t xml:space="preserve">The </w:t>
      </w:r>
      <w:proofErr w:type="spellStart"/>
      <w:r w:rsidRPr="00795119">
        <w:t>IEA</w:t>
      </w:r>
      <w:proofErr w:type="spellEnd"/>
      <w:r w:rsidRPr="00795119">
        <w:t xml:space="preserve"> International Computer and Information Literacy Study (</w:t>
      </w:r>
      <w:proofErr w:type="spellStart"/>
      <w:r w:rsidRPr="00795119">
        <w:t>ICILS</w:t>
      </w:r>
      <w:proofErr w:type="spellEnd"/>
      <w:r w:rsidRPr="00795119">
        <w:t>) was conducted at year 8 level for the first time in 2013 (box 4.</w:t>
      </w:r>
      <w:r w:rsidR="001875FC" w:rsidRPr="00795119">
        <w:t>5</w:t>
      </w:r>
      <w:r w:rsidRPr="00795119">
        <w:t>).</w:t>
      </w:r>
    </w:p>
    <w:p w:rsidR="001D0C58" w:rsidRPr="00795119" w:rsidRDefault="001D0C58" w:rsidP="001D0C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C58" w:rsidRPr="00795119" w:rsidTr="004A71CC">
        <w:tc>
          <w:tcPr>
            <w:tcW w:w="8771" w:type="dxa"/>
            <w:tcBorders>
              <w:top w:val="single" w:sz="6" w:space="0" w:color="78A22F"/>
              <w:left w:val="nil"/>
              <w:bottom w:val="nil"/>
              <w:right w:val="nil"/>
            </w:tcBorders>
            <w:shd w:val="clear" w:color="auto" w:fill="F2F2F2"/>
          </w:tcPr>
          <w:p w:rsidR="001D0C58" w:rsidRPr="00795119" w:rsidRDefault="001D0C58" w:rsidP="001875FC">
            <w:pPr>
              <w:pStyle w:val="BoxTitle"/>
            </w:pPr>
            <w:r w:rsidRPr="00795119">
              <w:rPr>
                <w:b w:val="0"/>
              </w:rPr>
              <w:t>Box 4</w:t>
            </w:r>
            <w:r w:rsidR="001875FC" w:rsidRPr="00795119">
              <w:rPr>
                <w:b w:val="0"/>
              </w:rPr>
              <w:t>.5</w:t>
            </w:r>
            <w:r w:rsidRPr="00795119">
              <w:tab/>
            </w:r>
            <w:proofErr w:type="spellStart"/>
            <w:r w:rsidRPr="00795119">
              <w:t>IEA</w:t>
            </w:r>
            <w:proofErr w:type="spellEnd"/>
            <w:r w:rsidRPr="00795119">
              <w:t xml:space="preserve"> International Computer and Information</w:t>
            </w:r>
            <w:r w:rsidR="001875FC" w:rsidRPr="00795119">
              <w:t xml:space="preserve"> Literacy Study (</w:t>
            </w:r>
            <w:proofErr w:type="spellStart"/>
            <w:r w:rsidR="001875FC" w:rsidRPr="00795119">
              <w:t>ICILS</w:t>
            </w:r>
            <w:proofErr w:type="spellEnd"/>
            <w:r w:rsidR="001875FC" w:rsidRPr="00795119">
              <w:t>)</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4A71CC">
            <w:pPr>
              <w:pStyle w:val="Box"/>
            </w:pPr>
            <w:proofErr w:type="spellStart"/>
            <w:r w:rsidRPr="00795119">
              <w:t>ICILS</w:t>
            </w:r>
            <w:proofErr w:type="spellEnd"/>
            <w:r w:rsidRPr="00795119">
              <w:t xml:space="preserve"> is a sample assessment that examines students’ acquisition of computer and information literacy: ‘the ability to use computers to investigate, create and communicate in order to participate effectively at home, at school, in the workplace and in society’. The assessment was developed by ACER and is organised by the International Association for the Evaluation of Educational Achievement (</w:t>
            </w:r>
            <w:proofErr w:type="spellStart"/>
            <w:r w:rsidRPr="00795119">
              <w:t>IEA</w:t>
            </w:r>
            <w:proofErr w:type="spellEnd"/>
            <w:r w:rsidRPr="00795119">
              <w:t xml:space="preserve">). The </w:t>
            </w:r>
            <w:r w:rsidRPr="00795119">
              <w:rPr>
                <w:lang w:val="en"/>
              </w:rPr>
              <w:t xml:space="preserve">main purpose of </w:t>
            </w:r>
            <w:proofErr w:type="spellStart"/>
            <w:r w:rsidRPr="00795119">
              <w:rPr>
                <w:lang w:val="en"/>
              </w:rPr>
              <w:t>ICILS</w:t>
            </w:r>
            <w:proofErr w:type="spellEnd"/>
            <w:r w:rsidRPr="00795119">
              <w:rPr>
                <w:lang w:val="en"/>
              </w:rPr>
              <w:t xml:space="preserve"> is to determine how well students are prepared for study, work and life in the information age, and how their performance compares with students in other participating countries. In total, 21 education systems participated in the 2013 cycle of </w:t>
            </w:r>
            <w:proofErr w:type="spellStart"/>
            <w:r w:rsidRPr="00795119">
              <w:rPr>
                <w:lang w:val="en"/>
              </w:rPr>
              <w:t>ICILS</w:t>
            </w:r>
            <w:proofErr w:type="spellEnd"/>
            <w:r w:rsidRPr="00795119">
              <w:rPr>
                <w:lang w:val="en"/>
              </w:rPr>
              <w:t>.</w:t>
            </w:r>
          </w:p>
          <w:p w:rsidR="001D0C58" w:rsidRPr="00795119" w:rsidRDefault="001D0C58" w:rsidP="004A71CC">
            <w:pPr>
              <w:pStyle w:val="Box"/>
            </w:pPr>
            <w:r w:rsidRPr="00795119">
              <w:rPr>
                <w:lang w:val="en"/>
              </w:rPr>
              <w:t>The modules tested included authentic computer based information literacy, management and communication tasks.</w:t>
            </w:r>
          </w:p>
          <w:p w:rsidR="001D0C58" w:rsidRPr="00795119" w:rsidRDefault="001D0C58" w:rsidP="004A71CC">
            <w:pPr>
              <w:pStyle w:val="Box"/>
              <w:rPr>
                <w:lang w:val="en"/>
              </w:rPr>
            </w:pPr>
            <w:r w:rsidRPr="00795119">
              <w:rPr>
                <w:lang w:val="en"/>
              </w:rPr>
              <w:t>In Australia, 5326 students from 320 government and non-government schools pa</w:t>
            </w:r>
            <w:r w:rsidR="0004304E" w:rsidRPr="00795119">
              <w:rPr>
                <w:lang w:val="en"/>
              </w:rPr>
              <w:t>rticipated in the test in 2013.</w:t>
            </w:r>
          </w:p>
          <w:p w:rsidR="001D0C58" w:rsidRPr="00795119" w:rsidRDefault="001D0C58" w:rsidP="004A71CC">
            <w:pPr>
              <w:pStyle w:val="Box"/>
            </w:pPr>
            <w:r w:rsidRPr="00795119">
              <w:rPr>
                <w:lang w:val="en"/>
              </w:rPr>
              <w:t xml:space="preserve">Unlike other international and national tests, including the </w:t>
            </w:r>
            <w:r w:rsidRPr="00795119">
              <w:t xml:space="preserve">National Assessment Program — ICT performance assessment of years 6 and 10 (reported elsewhere in this chapter), </w:t>
            </w:r>
            <w:r w:rsidRPr="00795119">
              <w:rPr>
                <w:lang w:val="en"/>
              </w:rPr>
              <w:t xml:space="preserve">there is no national proficiency level set for </w:t>
            </w:r>
            <w:proofErr w:type="spellStart"/>
            <w:r w:rsidRPr="00795119">
              <w:rPr>
                <w:lang w:val="en"/>
              </w:rPr>
              <w:t>ICILS</w:t>
            </w:r>
            <w:proofErr w:type="spellEnd"/>
            <w:r w:rsidRPr="00795119">
              <w:rPr>
                <w:lang w:val="en"/>
              </w:rPr>
              <w:t xml:space="preserve"> testing at this time.</w:t>
            </w:r>
          </w:p>
        </w:tc>
      </w:tr>
      <w:tr w:rsidR="001D0C58" w:rsidRPr="00795119" w:rsidTr="004A71CC">
        <w:trPr>
          <w:cantSplit/>
        </w:trPr>
        <w:tc>
          <w:tcPr>
            <w:tcW w:w="8771" w:type="dxa"/>
            <w:tcBorders>
              <w:top w:val="nil"/>
              <w:left w:val="nil"/>
              <w:bottom w:val="nil"/>
              <w:right w:val="nil"/>
            </w:tcBorders>
            <w:shd w:val="clear" w:color="auto" w:fill="F2F2F2"/>
          </w:tcPr>
          <w:p w:rsidR="001D0C58" w:rsidRPr="00795119" w:rsidRDefault="001D0C58" w:rsidP="004A71CC">
            <w:pPr>
              <w:pStyle w:val="BoxSource"/>
            </w:pPr>
            <w:r w:rsidRPr="00795119">
              <w:rPr>
                <w:i/>
              </w:rPr>
              <w:t>Source</w:t>
            </w:r>
            <w:r w:rsidR="004E4DE7" w:rsidRPr="00795119">
              <w:t>: ACER (2014</w:t>
            </w:r>
            <w:r w:rsidRPr="00795119">
              <w:t>).</w:t>
            </w:r>
          </w:p>
        </w:tc>
      </w:tr>
      <w:tr w:rsidR="001D0C58" w:rsidRPr="00795119" w:rsidTr="004A71CC">
        <w:trPr>
          <w:cantSplit/>
        </w:trPr>
        <w:tc>
          <w:tcPr>
            <w:tcW w:w="8771" w:type="dxa"/>
            <w:tcBorders>
              <w:top w:val="nil"/>
              <w:left w:val="nil"/>
              <w:bottom w:val="single" w:sz="6" w:space="0" w:color="78A22F"/>
              <w:right w:val="nil"/>
            </w:tcBorders>
            <w:shd w:val="clear" w:color="auto" w:fill="F2F2F2"/>
          </w:tcPr>
          <w:p w:rsidR="001D0C58" w:rsidRPr="00795119" w:rsidRDefault="001D0C58" w:rsidP="004A71CC">
            <w:pPr>
              <w:pStyle w:val="Box"/>
              <w:spacing w:before="0" w:line="120" w:lineRule="exact"/>
            </w:pPr>
          </w:p>
        </w:tc>
      </w:tr>
      <w:tr w:rsidR="009742DD" w:rsidRPr="00795119" w:rsidTr="004A71CC">
        <w:tc>
          <w:tcPr>
            <w:tcW w:w="8771" w:type="dxa"/>
            <w:tcBorders>
              <w:top w:val="single" w:sz="6" w:space="0" w:color="78A22F"/>
              <w:left w:val="nil"/>
              <w:bottom w:val="nil"/>
              <w:right w:val="nil"/>
            </w:tcBorders>
          </w:tcPr>
          <w:p w:rsidR="009742DD" w:rsidRPr="00795119" w:rsidRDefault="009742DD" w:rsidP="00C3256C">
            <w:pPr>
              <w:pStyle w:val="BoxSpaceBelow"/>
            </w:pPr>
          </w:p>
        </w:tc>
      </w:tr>
    </w:tbl>
    <w:p w:rsidR="001D0C58" w:rsidRPr="00795119" w:rsidRDefault="001D0C58" w:rsidP="001D0C58">
      <w:pPr>
        <w:pStyle w:val="BodyText"/>
        <w:shd w:val="clear" w:color="auto" w:fill="FFFFFF" w:themeFill="background1"/>
      </w:pPr>
      <w:r w:rsidRPr="00795119">
        <w:t xml:space="preserve">Nationally, the mean score for </w:t>
      </w:r>
      <w:proofErr w:type="spellStart"/>
      <w:r w:rsidRPr="00795119">
        <w:t>ICILS</w:t>
      </w:r>
      <w:proofErr w:type="spellEnd"/>
      <w:r w:rsidRPr="00795119">
        <w:t xml:space="preserve"> in 2013 was </w:t>
      </w:r>
      <w:r w:rsidRPr="00795119">
        <w:rPr>
          <w:shd w:val="clear" w:color="auto" w:fill="FFFFFF" w:themeFill="background1"/>
        </w:rPr>
        <w:t xml:space="preserve">541.6 </w:t>
      </w:r>
      <w:r w:rsidRPr="00795119">
        <w:t xml:space="preserve">score points. This was significantly </w:t>
      </w:r>
      <w:r w:rsidRPr="00795119">
        <w:rPr>
          <w:shd w:val="clear" w:color="auto" w:fill="FFFFFF" w:themeFill="background1"/>
        </w:rPr>
        <w:t>above t</w:t>
      </w:r>
      <w:r w:rsidRPr="00795119">
        <w:t>he average of all participating counties who met the required sampling rates. Mean scores varies across jurisdictions (</w:t>
      </w:r>
      <w:r w:rsidR="001875FC" w:rsidRPr="00795119">
        <w:t xml:space="preserve">2015 Report, </w:t>
      </w:r>
      <w:r w:rsidRPr="00795119">
        <w:t>figure 4.39).</w:t>
      </w:r>
    </w:p>
    <w:p w:rsidR="001D0C58" w:rsidRPr="00795119" w:rsidRDefault="001D0C58" w:rsidP="001875FC">
      <w:pPr>
        <w:pStyle w:val="BodyText"/>
      </w:pPr>
      <w:r w:rsidRPr="00795119">
        <w:t>Nationally</w:t>
      </w:r>
      <w:r w:rsidR="001875FC" w:rsidRPr="00795119">
        <w:t xml:space="preserve">, in 2013, the mean scores for </w:t>
      </w:r>
      <w:r w:rsidRPr="00795119">
        <w:t>Aboriginal and Torres Strait Islander students (478.9 points) were significantly below that of non-Indigenous students (545.9 points)</w:t>
      </w:r>
    </w:p>
    <w:p w:rsidR="001D0C58" w:rsidRPr="00795119" w:rsidRDefault="001D0C58" w:rsidP="00322C8A">
      <w:pPr>
        <w:pStyle w:val="Heading3"/>
      </w:pPr>
      <w:bookmarkStart w:id="43" w:name="_Toc405974310"/>
      <w:bookmarkStart w:id="44" w:name="_Toc415144184"/>
      <w:r w:rsidRPr="00795119">
        <w:lastRenderedPageBreak/>
        <w:t>Definitions of key terms</w:t>
      </w:r>
      <w:bookmarkEnd w:id="43"/>
      <w:bookmarkEnd w:id="44"/>
    </w:p>
    <w:tbl>
      <w:tblPr>
        <w:tblW w:w="0" w:type="auto"/>
        <w:tblLayout w:type="fixed"/>
        <w:tblCellMar>
          <w:left w:w="0" w:type="dxa"/>
          <w:right w:w="0" w:type="dxa"/>
        </w:tblCellMar>
        <w:tblLook w:val="0000" w:firstRow="0" w:lastRow="0" w:firstColumn="0" w:lastColumn="0" w:noHBand="0" w:noVBand="0"/>
      </w:tblPr>
      <w:tblGrid>
        <w:gridCol w:w="2410"/>
        <w:gridCol w:w="6379"/>
      </w:tblGrid>
      <w:tr w:rsidR="001D0C58" w:rsidRPr="00795119" w:rsidTr="004A71CC">
        <w:tc>
          <w:tcPr>
            <w:tcW w:w="2410" w:type="dxa"/>
          </w:tcPr>
          <w:p w:rsidR="001D0C58" w:rsidRPr="00795119" w:rsidRDefault="001D0C58" w:rsidP="00134A27">
            <w:pPr>
              <w:pStyle w:val="TableBodyText"/>
              <w:jc w:val="left"/>
              <w:rPr>
                <w:b/>
              </w:rPr>
            </w:pPr>
            <w:r w:rsidRPr="00795119">
              <w:rPr>
                <w:b/>
              </w:rPr>
              <w:t>Apparent retention rates</w:t>
            </w:r>
          </w:p>
        </w:tc>
        <w:tc>
          <w:tcPr>
            <w:tcW w:w="6379" w:type="dxa"/>
          </w:tcPr>
          <w:p w:rsidR="001D0C58" w:rsidRPr="00795119" w:rsidRDefault="001D0C58" w:rsidP="001E586B">
            <w:pPr>
              <w:pStyle w:val="TableBodyText"/>
              <w:jc w:val="left"/>
            </w:pPr>
            <w:r w:rsidRPr="00795119">
              <w:t>The number of full time students in a designated year of schooling, expressed as a percentage of their respective cohort group at an earlier base year. For example, the year 10-12 retention rate is calculated by dividing the total number of full time students in year 12 in the target year by the total number of full time students in year 10 two years before the target year.</w:t>
            </w:r>
          </w:p>
        </w:tc>
      </w:tr>
      <w:tr w:rsidR="001E586B" w:rsidRPr="00795119" w:rsidTr="004A71CC">
        <w:tc>
          <w:tcPr>
            <w:tcW w:w="2410" w:type="dxa"/>
          </w:tcPr>
          <w:p w:rsidR="001E586B" w:rsidRPr="00795119" w:rsidRDefault="001E586B" w:rsidP="00134A27">
            <w:pPr>
              <w:pStyle w:val="TableBodyText"/>
              <w:jc w:val="left"/>
              <w:rPr>
                <w:b/>
              </w:rPr>
            </w:pPr>
            <w:r>
              <w:rPr>
                <w:b/>
              </w:rPr>
              <w:t>Comparability</w:t>
            </w:r>
          </w:p>
        </w:tc>
        <w:tc>
          <w:tcPr>
            <w:tcW w:w="6379" w:type="dxa"/>
          </w:tcPr>
          <w:p w:rsidR="001E586B" w:rsidRPr="00795119" w:rsidRDefault="001E586B" w:rsidP="001E586B">
            <w:pPr>
              <w:pStyle w:val="TableBodyText"/>
              <w:jc w:val="left"/>
            </w:pPr>
            <w:r>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1D0C58" w:rsidRPr="00795119" w:rsidTr="004A71CC">
        <w:tc>
          <w:tcPr>
            <w:tcW w:w="2410" w:type="dxa"/>
          </w:tcPr>
          <w:p w:rsidR="001D0C58" w:rsidRPr="00795119" w:rsidRDefault="001D0C58" w:rsidP="00134A27">
            <w:pPr>
              <w:pStyle w:val="TableBodyText"/>
              <w:jc w:val="left"/>
              <w:rPr>
                <w:b/>
              </w:rPr>
            </w:pPr>
            <w:r w:rsidRPr="00795119">
              <w:rPr>
                <w:b/>
              </w:rPr>
              <w:t>Full time student</w:t>
            </w:r>
          </w:p>
        </w:tc>
        <w:tc>
          <w:tcPr>
            <w:tcW w:w="6379" w:type="dxa"/>
          </w:tcPr>
          <w:p w:rsidR="001D0C58" w:rsidRPr="00795119" w:rsidRDefault="001D0C58" w:rsidP="00134A27">
            <w:pPr>
              <w:pStyle w:val="TableBodyText"/>
              <w:jc w:val="left"/>
            </w:pPr>
            <w:r w:rsidRPr="00795119">
              <w:t>A person who satisfies the definition of a student and undertakes a workload equivalent to, or greater than, that usually undertaken by a student of that year level. The definition of full time student varies across jurisdictions.</w:t>
            </w:r>
          </w:p>
        </w:tc>
      </w:tr>
      <w:tr w:rsidR="001D0C58" w:rsidRPr="00795119" w:rsidTr="004A71CC">
        <w:tc>
          <w:tcPr>
            <w:tcW w:w="2410" w:type="dxa"/>
          </w:tcPr>
          <w:p w:rsidR="001D0C58" w:rsidRPr="00795119" w:rsidRDefault="001D0C58" w:rsidP="00134A27">
            <w:pPr>
              <w:pStyle w:val="TableBodyText"/>
              <w:jc w:val="left"/>
              <w:rPr>
                <w:b/>
              </w:rPr>
            </w:pPr>
            <w:r w:rsidRPr="00795119">
              <w:rPr>
                <w:b/>
              </w:rPr>
              <w:t>Aboriginal and Torres Strait Islander students</w:t>
            </w:r>
          </w:p>
        </w:tc>
        <w:tc>
          <w:tcPr>
            <w:tcW w:w="6379" w:type="dxa"/>
          </w:tcPr>
          <w:p w:rsidR="001D0C58" w:rsidRPr="00795119" w:rsidRDefault="001D0C58" w:rsidP="00134A27">
            <w:pPr>
              <w:pStyle w:val="TableBodyText"/>
              <w:jc w:val="left"/>
            </w:pPr>
            <w:r w:rsidRPr="00795119">
              <w:t xml:space="preserve">Students of Aboriginal or Torres Strait Islander origin who identify as being an Aboriginal or Torres Strait Islander or from an Aboriginal and Torres Strait Islander background. Administrative processes for determining Indigenous status vary across jurisdictions. For </w:t>
            </w:r>
            <w:proofErr w:type="spellStart"/>
            <w:r w:rsidRPr="00795119">
              <w:t>NAPLAN</w:t>
            </w:r>
            <w:proofErr w:type="spellEnd"/>
            <w:r w:rsidRPr="00795119">
              <w:t xml:space="preserve"> data, a student is considered to be 'Indigenous' if he or she identifies as being of Aboriginal and/or Torres Strait Islander origin.</w:t>
            </w:r>
          </w:p>
        </w:tc>
      </w:tr>
      <w:tr w:rsidR="001D0C58" w:rsidRPr="00795119" w:rsidTr="004A71CC">
        <w:tc>
          <w:tcPr>
            <w:tcW w:w="2410" w:type="dxa"/>
          </w:tcPr>
          <w:p w:rsidR="001D0C58" w:rsidRPr="00795119" w:rsidRDefault="001D0C58" w:rsidP="00134A27">
            <w:pPr>
              <w:pStyle w:val="TableBodyText"/>
              <w:jc w:val="left"/>
              <w:rPr>
                <w:b/>
              </w:rPr>
            </w:pPr>
            <w:r w:rsidRPr="00795119">
              <w:rPr>
                <w:b/>
              </w:rPr>
              <w:t>Language background other than English (</w:t>
            </w:r>
            <w:proofErr w:type="spellStart"/>
            <w:r w:rsidRPr="00795119">
              <w:rPr>
                <w:b/>
              </w:rPr>
              <w:t>LBOTE</w:t>
            </w:r>
            <w:proofErr w:type="spellEnd"/>
            <w:r w:rsidRPr="00795119">
              <w:rPr>
                <w:b/>
              </w:rPr>
              <w:t>) student</w:t>
            </w:r>
          </w:p>
        </w:tc>
        <w:tc>
          <w:tcPr>
            <w:tcW w:w="6379" w:type="dxa"/>
          </w:tcPr>
          <w:p w:rsidR="001D0C58" w:rsidRPr="00795119" w:rsidRDefault="001D0C58" w:rsidP="00134A27">
            <w:pPr>
              <w:pStyle w:val="TableBodyText"/>
              <w:jc w:val="left"/>
            </w:pPr>
            <w:r w:rsidRPr="00795119">
              <w:t xml:space="preserve">A status that is determined by administrative processes that vary across jurisdictions. For </w:t>
            </w:r>
            <w:proofErr w:type="spellStart"/>
            <w:r w:rsidRPr="00795119">
              <w:t>NAPLAN</w:t>
            </w:r>
            <w:proofErr w:type="spellEnd"/>
            <w:r w:rsidRPr="00795119">
              <w:t xml:space="preserve"> data, a student is considered to be '</w:t>
            </w:r>
            <w:proofErr w:type="spellStart"/>
            <w:r w:rsidRPr="00795119">
              <w:t>LBOTE</w:t>
            </w:r>
            <w:proofErr w:type="spellEnd"/>
            <w:r w:rsidRPr="00795119">
              <w:t>' if either the student or parents/guardians speak a language other than English at home. Separately, data are also sourced from the 2011 Census of Population and Housing.</w:t>
            </w:r>
          </w:p>
        </w:tc>
      </w:tr>
      <w:tr w:rsidR="001D0C58" w:rsidRPr="00795119" w:rsidTr="004A71CC">
        <w:tc>
          <w:tcPr>
            <w:tcW w:w="2410" w:type="dxa"/>
          </w:tcPr>
          <w:p w:rsidR="001D0C58" w:rsidRPr="00795119" w:rsidRDefault="001D0C58" w:rsidP="00134A27">
            <w:pPr>
              <w:pStyle w:val="TableBodyText"/>
              <w:jc w:val="left"/>
              <w:rPr>
                <w:b/>
              </w:rPr>
            </w:pPr>
            <w:r w:rsidRPr="00795119">
              <w:rPr>
                <w:b/>
              </w:rPr>
              <w:t>Part time student</w:t>
            </w:r>
          </w:p>
        </w:tc>
        <w:tc>
          <w:tcPr>
            <w:tcW w:w="6379" w:type="dxa"/>
          </w:tcPr>
          <w:p w:rsidR="001D0C58" w:rsidRPr="00795119" w:rsidRDefault="001D0C58" w:rsidP="00134A27">
            <w:pPr>
              <w:pStyle w:val="TableBodyText"/>
              <w:jc w:val="left"/>
            </w:pPr>
            <w:r w:rsidRPr="00795119">
              <w:t>A student undertaking a workload that is less than that specified as being full time in the jurisdiction.</w:t>
            </w:r>
          </w:p>
        </w:tc>
      </w:tr>
      <w:tr w:rsidR="001D0C58" w:rsidRPr="00795119" w:rsidTr="004A71CC">
        <w:tc>
          <w:tcPr>
            <w:tcW w:w="2410" w:type="dxa"/>
          </w:tcPr>
          <w:p w:rsidR="001D0C58" w:rsidRPr="00795119" w:rsidRDefault="001D0C58" w:rsidP="00134A27">
            <w:pPr>
              <w:pStyle w:val="TableBodyText"/>
              <w:jc w:val="left"/>
              <w:rPr>
                <w:b/>
              </w:rPr>
            </w:pPr>
            <w:r w:rsidRPr="00795119">
              <w:rPr>
                <w:b/>
              </w:rPr>
              <w:t>Participation rate</w:t>
            </w:r>
          </w:p>
        </w:tc>
        <w:tc>
          <w:tcPr>
            <w:tcW w:w="6379" w:type="dxa"/>
          </w:tcPr>
          <w:p w:rsidR="001D0C58" w:rsidRPr="00795119" w:rsidRDefault="001D0C58" w:rsidP="00134A27">
            <w:pPr>
              <w:pStyle w:val="TableBodyText"/>
              <w:jc w:val="left"/>
            </w:pPr>
            <w:r w:rsidRPr="00795119">
              <w:t>The number of full time and part time school students of a particular age (as at 1 July), expressed as a proportion of the estimated resident population of the same age (as at 30 June).</w:t>
            </w:r>
          </w:p>
        </w:tc>
      </w:tr>
      <w:tr w:rsidR="001D0C58" w:rsidRPr="00795119" w:rsidTr="004A71CC">
        <w:tc>
          <w:tcPr>
            <w:tcW w:w="2410" w:type="dxa"/>
          </w:tcPr>
          <w:p w:rsidR="001D0C58" w:rsidRPr="00795119" w:rsidRDefault="001D0C58" w:rsidP="00134A27">
            <w:pPr>
              <w:pStyle w:val="TableBodyText"/>
              <w:jc w:val="left"/>
              <w:rPr>
                <w:b/>
              </w:rPr>
            </w:pPr>
            <w:r w:rsidRPr="00795119">
              <w:rPr>
                <w:b/>
              </w:rPr>
              <w:t>Science literacy</w:t>
            </w:r>
          </w:p>
        </w:tc>
        <w:tc>
          <w:tcPr>
            <w:tcW w:w="6379" w:type="dxa"/>
          </w:tcPr>
          <w:p w:rsidR="001D0C58" w:rsidRPr="00795119" w:rsidRDefault="001D0C58" w:rsidP="00134A27">
            <w:pPr>
              <w:pStyle w:val="TableBodyText"/>
              <w:jc w:val="left"/>
            </w:pPr>
            <w:r w:rsidRPr="00795119">
              <w:t>Science literacy and scientific literacy: the application of broad conceptual understandings of science to make sense of the world, understand natural phenomena, and interpret media reports about scientific issues. It also includes asking investigable questions, conducting investigations, collecting and interpreting data and making decisions.</w:t>
            </w:r>
          </w:p>
        </w:tc>
      </w:tr>
      <w:tr w:rsidR="001D0C58" w:rsidRPr="00795119" w:rsidTr="004A71CC">
        <w:tc>
          <w:tcPr>
            <w:tcW w:w="2410" w:type="dxa"/>
          </w:tcPr>
          <w:p w:rsidR="001D0C58" w:rsidRPr="00795119" w:rsidRDefault="001D0C58" w:rsidP="00134A27">
            <w:pPr>
              <w:pStyle w:val="TableBodyText"/>
              <w:jc w:val="left"/>
              <w:rPr>
                <w:b/>
              </w:rPr>
            </w:pPr>
            <w:r w:rsidRPr="00795119">
              <w:rPr>
                <w:b/>
              </w:rPr>
              <w:t>Socio-economic status</w:t>
            </w:r>
          </w:p>
        </w:tc>
        <w:tc>
          <w:tcPr>
            <w:tcW w:w="6379" w:type="dxa"/>
          </w:tcPr>
          <w:p w:rsidR="001D0C58" w:rsidRPr="00795119" w:rsidRDefault="001D0C58" w:rsidP="00134A27">
            <w:pPr>
              <w:pStyle w:val="TableBodyText"/>
              <w:jc w:val="left"/>
            </w:pPr>
            <w:r w:rsidRPr="00795119">
              <w:t>As identified in footnotes to specific tables.</w:t>
            </w:r>
          </w:p>
        </w:tc>
      </w:tr>
      <w:tr w:rsidR="001D0C58" w:rsidRPr="00795119" w:rsidTr="004A71CC">
        <w:tc>
          <w:tcPr>
            <w:tcW w:w="2410" w:type="dxa"/>
          </w:tcPr>
          <w:p w:rsidR="001D0C58" w:rsidRPr="00795119" w:rsidRDefault="001D0C58" w:rsidP="00134A27">
            <w:pPr>
              <w:pStyle w:val="TableBodyText"/>
              <w:jc w:val="left"/>
              <w:rPr>
                <w:b/>
              </w:rPr>
            </w:pPr>
            <w:r w:rsidRPr="00795119">
              <w:rPr>
                <w:b/>
              </w:rPr>
              <w:t>Student-to-staff ratios</w:t>
            </w:r>
          </w:p>
        </w:tc>
        <w:tc>
          <w:tcPr>
            <w:tcW w:w="6379" w:type="dxa"/>
          </w:tcPr>
          <w:p w:rsidR="001D0C58" w:rsidRPr="00795119" w:rsidRDefault="001D0C58" w:rsidP="00134A27">
            <w:pPr>
              <w:pStyle w:val="TableBodyText"/>
              <w:jc w:val="left"/>
            </w:pPr>
            <w:r w:rsidRPr="00795119">
              <w:t>The number of FTE students per FTE teaching staff. Students at special schools are allocated to primary and secondary (see below). The FTE of staff includes those who are generally active in schools and ancillary education establishments.</w:t>
            </w:r>
          </w:p>
        </w:tc>
      </w:tr>
      <w:tr w:rsidR="001D0C58" w:rsidRPr="00795119" w:rsidTr="004A71CC">
        <w:tc>
          <w:tcPr>
            <w:tcW w:w="2410" w:type="dxa"/>
          </w:tcPr>
          <w:p w:rsidR="001D0C58" w:rsidRPr="00795119" w:rsidRDefault="001D0C58" w:rsidP="00134A27">
            <w:pPr>
              <w:pStyle w:val="TableBodyText"/>
              <w:jc w:val="left"/>
              <w:rPr>
                <w:b/>
              </w:rPr>
            </w:pPr>
            <w:r w:rsidRPr="00795119">
              <w:rPr>
                <w:b/>
              </w:rPr>
              <w:t>Student</w:t>
            </w:r>
          </w:p>
        </w:tc>
        <w:tc>
          <w:tcPr>
            <w:tcW w:w="6379" w:type="dxa"/>
          </w:tcPr>
          <w:p w:rsidR="001D0C58" w:rsidRPr="00795119" w:rsidRDefault="001D0C58" w:rsidP="00134A27">
            <w:pPr>
              <w:pStyle w:val="TableBodyText"/>
              <w:jc w:val="left"/>
            </w:pPr>
            <w:r w:rsidRPr="00795119">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tc>
      </w:tr>
      <w:tr w:rsidR="001D0C58" w:rsidRPr="00795119" w:rsidTr="004A71CC">
        <w:tc>
          <w:tcPr>
            <w:tcW w:w="2410" w:type="dxa"/>
          </w:tcPr>
          <w:p w:rsidR="001D0C58" w:rsidRPr="00795119" w:rsidRDefault="001D0C58" w:rsidP="00134A27">
            <w:pPr>
              <w:pStyle w:val="TableBodyText"/>
              <w:jc w:val="left"/>
              <w:rPr>
                <w:b/>
              </w:rPr>
            </w:pPr>
            <w:r w:rsidRPr="00795119">
              <w:rPr>
                <w:b/>
              </w:rPr>
              <w:t>Students with disability</w:t>
            </w:r>
          </w:p>
        </w:tc>
        <w:tc>
          <w:tcPr>
            <w:tcW w:w="6379" w:type="dxa"/>
          </w:tcPr>
          <w:p w:rsidR="001D0C58" w:rsidRPr="00795119" w:rsidRDefault="001D0C58" w:rsidP="00134A27">
            <w:pPr>
              <w:pStyle w:val="TableBodyText"/>
              <w:jc w:val="left"/>
            </w:pPr>
            <w:r w:rsidRPr="00795119">
              <w:t xml:space="preserve">Students included in the annual system reports to the Department of Education. The definitions of students with disabilities are based on individual State and Territory criteria, so data are not comparable across jurisdictions. </w:t>
            </w:r>
          </w:p>
        </w:tc>
      </w:tr>
      <w:tr w:rsidR="001D0C58" w:rsidRPr="00795119" w:rsidTr="004A71CC">
        <w:tc>
          <w:tcPr>
            <w:tcW w:w="2410" w:type="dxa"/>
            <w:shd w:val="clear" w:color="auto" w:fill="auto"/>
          </w:tcPr>
          <w:p w:rsidR="001D0C58" w:rsidRPr="00795119" w:rsidRDefault="001D0C58" w:rsidP="00134A27">
            <w:pPr>
              <w:pStyle w:val="TableBodyText"/>
              <w:jc w:val="left"/>
              <w:rPr>
                <w:b/>
              </w:rPr>
            </w:pPr>
            <w:r w:rsidRPr="00795119">
              <w:rPr>
                <w:b/>
              </w:rPr>
              <w:t>Ungraded student</w:t>
            </w:r>
          </w:p>
        </w:tc>
        <w:tc>
          <w:tcPr>
            <w:tcW w:w="6379" w:type="dxa"/>
            <w:shd w:val="clear" w:color="auto" w:fill="auto"/>
          </w:tcPr>
          <w:p w:rsidR="001D0C58" w:rsidRPr="00795119" w:rsidRDefault="001D0C58" w:rsidP="00134A27">
            <w:pPr>
              <w:pStyle w:val="TableBodyText"/>
              <w:jc w:val="left"/>
            </w:pPr>
            <w:r w:rsidRPr="00795119">
              <w:t xml:space="preserve">A student in ungraded classes who cannot readily be allocated to a year of education. These students are included as either ungraded primary or ungraded secondary, according to the typical </w:t>
            </w:r>
            <w:r w:rsidR="00322C8A" w:rsidRPr="00795119">
              <w:t>age level in each jurisdiction.</w:t>
            </w:r>
          </w:p>
        </w:tc>
      </w:tr>
    </w:tbl>
    <w:p w:rsidR="00134A27" w:rsidRPr="00795119" w:rsidRDefault="00134A27" w:rsidP="00134A27">
      <w:pPr>
        <w:pStyle w:val="BodyText"/>
        <w:rPr>
          <w:rFonts w:ascii="Arial" w:hAnsi="Arial"/>
          <w:sz w:val="26"/>
        </w:rPr>
      </w:pPr>
      <w:bookmarkStart w:id="45" w:name="_Toc347391017"/>
      <w:bookmarkStart w:id="46" w:name="_Toc379459346"/>
      <w:bookmarkStart w:id="47" w:name="_Toc379459456"/>
      <w:bookmarkStart w:id="48" w:name="_Toc382471411"/>
      <w:bookmarkStart w:id="49" w:name="_Toc383520573"/>
      <w:bookmarkStart w:id="50" w:name="_Toc405974311"/>
      <w:r w:rsidRPr="00795119">
        <w:br w:type="page"/>
      </w:r>
    </w:p>
    <w:p w:rsidR="00322C8A" w:rsidRPr="00795119" w:rsidRDefault="00322C8A" w:rsidP="00322C8A">
      <w:pPr>
        <w:pStyle w:val="Heading3"/>
      </w:pPr>
      <w:bookmarkStart w:id="51" w:name="_Toc415144185"/>
      <w:r w:rsidRPr="00795119">
        <w:lastRenderedPageBreak/>
        <w:t>List of attachment tables</w:t>
      </w:r>
      <w:bookmarkEnd w:id="45"/>
      <w:bookmarkEnd w:id="46"/>
      <w:bookmarkEnd w:id="47"/>
      <w:bookmarkEnd w:id="48"/>
      <w:bookmarkEnd w:id="49"/>
      <w:bookmarkEnd w:id="51"/>
    </w:p>
    <w:p w:rsidR="00322C8A" w:rsidRPr="00795119" w:rsidRDefault="00322C8A" w:rsidP="00134A27">
      <w:pPr>
        <w:pStyle w:val="BodyText"/>
      </w:pPr>
      <w:r w:rsidRPr="00795119">
        <w:t>Attachment tables for data within this chapter are contained in the attachment to the Compendium. These tables are identified in references throughout this chapter by a ‘</w:t>
      </w:r>
      <w:proofErr w:type="spellStart"/>
      <w:r w:rsidRPr="00795119">
        <w:t>4A</w:t>
      </w:r>
      <w:proofErr w:type="spellEnd"/>
      <w:r w:rsidRPr="00795119">
        <w:t xml:space="preserve">’ prefix (for example, table </w:t>
      </w:r>
      <w:proofErr w:type="spellStart"/>
      <w:r w:rsidRPr="00795119">
        <w:t>4A.1</w:t>
      </w:r>
      <w:proofErr w:type="spellEnd"/>
      <w:r w:rsidRPr="00795119">
        <w:t xml:space="preserve"> is table 1 in the School education attachment). Attachment tables are on the Review website (</w:t>
      </w:r>
      <w:r w:rsidR="00795119" w:rsidRPr="00795119">
        <w:t>www.pc.gov.au/research/recurring/report-on-government-services</w:t>
      </w:r>
      <w:r w:rsidRPr="00795119">
        <w:t>).</w:t>
      </w:r>
    </w:p>
    <w:p w:rsidR="00322C8A" w:rsidRPr="00795119" w:rsidRDefault="00322C8A" w:rsidP="00322C8A">
      <w:pPr>
        <w:spacing w:before="240" w:line="320" w:lineRule="atLeast"/>
        <w:jc w:val="both"/>
        <w:rPr>
          <w:szCs w:val="20"/>
        </w:rPr>
      </w:pPr>
    </w:p>
    <w:tbl>
      <w:tblPr>
        <w:tblW w:w="8804" w:type="dxa"/>
        <w:tblInd w:w="93" w:type="dxa"/>
        <w:tblLook w:val="04A0" w:firstRow="1" w:lastRow="0" w:firstColumn="1" w:lastColumn="0" w:noHBand="0" w:noVBand="1"/>
      </w:tblPr>
      <w:tblGrid>
        <w:gridCol w:w="1440"/>
        <w:gridCol w:w="7364"/>
      </w:tblGrid>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4A.29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Aboriginal and Torres Strait Islander full time students, 2013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4A.32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Student body mix, government schools (per cent)</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4A.33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Student body mix, non-government schools (per cent)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4A.34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Student body mix, all schools (per cent)</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4A.36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students who achieved at or above the national minimum standard for reading,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4A.37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3, 5, 7 and 9 students who achieved at or above the national minimum standard for reading,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4A.39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for reading, years 3, 5, 7 and 9 students, by Indigenous status, 2014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proofErr w:type="spellStart"/>
            <w:r w:rsidRPr="00795119">
              <w:rPr>
                <w:rFonts w:ascii="Arial" w:hAnsi="Arial" w:cs="Arial"/>
                <w:sz w:val="20"/>
                <w:szCs w:val="20"/>
              </w:rPr>
              <w:t>NAPLAN</w:t>
            </w:r>
            <w:proofErr w:type="spellEnd"/>
            <w:r w:rsidRPr="00795119">
              <w:rPr>
                <w:rFonts w:ascii="Arial" w:hAnsi="Arial" w:cs="Arial"/>
                <w:sz w:val="20"/>
                <w:szCs w:val="20"/>
              </w:rPr>
              <w:t xml:space="preserve"> Mean scale scores for reading,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2014 (score points)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Participation rate in reading assessment, 2014, by Indigenous status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Exempt, absent and withdrawn, and assessed students in reading assessment, by Indigenous status,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NSW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Victoria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Queensland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Western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South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4A.49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Tasmania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4A.50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Australian Capital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lastRenderedPageBreak/>
              <w:t xml:space="preserve">Table </w:t>
            </w:r>
            <w:proofErr w:type="spellStart"/>
            <w:r w:rsidRPr="00795119">
              <w:rPr>
                <w:rFonts w:ascii="Arial" w:hAnsi="Arial" w:cs="Arial"/>
                <w:b/>
                <w:bCs/>
                <w:color w:val="0000FF"/>
                <w:sz w:val="20"/>
                <w:szCs w:val="20"/>
              </w:rPr>
              <w:t>4A.51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Northern Territory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4A.52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2013 to 2014, Australia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4A.53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 gain for reading, years 3-5, 5-7 and 7-9, 2008-2010-2012-2014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4A.54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Proportion of students who achieved at or above the national minimum standard for reading, 2013 (per cent)</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4A.55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3, 5, 7 and 9 students who achieved at or above the national minimum standard for reading,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2013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4A.57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for reading, years 3, 5, 7 and 9 students, by Indigenous status, 2013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4A.58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proofErr w:type="spellStart"/>
            <w:r w:rsidRPr="00795119">
              <w:rPr>
                <w:rFonts w:ascii="Arial" w:hAnsi="Arial" w:cs="Arial"/>
                <w:sz w:val="20"/>
                <w:szCs w:val="20"/>
              </w:rPr>
              <w:t>NAPLAN</w:t>
            </w:r>
            <w:proofErr w:type="spellEnd"/>
            <w:r w:rsidRPr="00795119">
              <w:rPr>
                <w:rFonts w:ascii="Arial" w:hAnsi="Arial" w:cs="Arial"/>
                <w:sz w:val="20"/>
                <w:szCs w:val="20"/>
              </w:rPr>
              <w:t xml:space="preserve"> Mean scale scores for reading,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2013 (score points)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Participation rate in reading assessment, 2013, by Indigenous status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Exempt, absent and withdrawn, and assessed students in reading assessment, by Indigenous status, 2013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NSW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Victoria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Queensland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Western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South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Tasmania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Australian Capital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4A.69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Northern Territory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4A.70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reading, and nature of differences, 2008 and 2012 to 2013, Australia  </w:t>
            </w:r>
          </w:p>
        </w:tc>
      </w:tr>
      <w:tr w:rsidR="00322C8A" w:rsidRPr="00795119" w:rsidTr="00EC01D3">
        <w:trPr>
          <w:trHeight w:val="345"/>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4A.71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 gain for reading, years 3-5, 5-7 and 7-9, 2009-2011-2013 </w:t>
            </w:r>
            <w:r w:rsidRPr="00795119">
              <w:rPr>
                <w:rFonts w:ascii="Arial" w:hAnsi="Arial" w:cs="Arial"/>
                <w:sz w:val="20"/>
                <w:szCs w:val="20"/>
              </w:rPr>
              <w:lastRenderedPageBreak/>
              <w:t xml:space="preserve">(score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lastRenderedPageBreak/>
              <w:t xml:space="preserve">Table </w:t>
            </w:r>
            <w:proofErr w:type="spellStart"/>
            <w:r w:rsidRPr="00795119">
              <w:rPr>
                <w:rFonts w:ascii="Arial" w:hAnsi="Arial" w:cs="Arial"/>
                <w:b/>
                <w:bCs/>
                <w:color w:val="0000FF"/>
                <w:sz w:val="20"/>
                <w:szCs w:val="20"/>
              </w:rPr>
              <w:t>4A.72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students who achieved at or above the national minimum standard for persuasive writing,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4A.73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3, 5, 7 and 9 students who achieved at or above the national minimum standard for persuasive writing,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4A.75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for persuasive writing, years 3, 5, 7 and 9 students, by Indigenous status, 2014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4A.76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proofErr w:type="spellStart"/>
            <w:r w:rsidRPr="00795119">
              <w:rPr>
                <w:rFonts w:ascii="Arial" w:hAnsi="Arial" w:cs="Arial"/>
                <w:sz w:val="20"/>
                <w:szCs w:val="20"/>
              </w:rPr>
              <w:t>NAPLAN</w:t>
            </w:r>
            <w:proofErr w:type="spellEnd"/>
            <w:r w:rsidRPr="00795119">
              <w:rPr>
                <w:rFonts w:ascii="Arial" w:hAnsi="Arial" w:cs="Arial"/>
                <w:sz w:val="20"/>
                <w:szCs w:val="20"/>
              </w:rPr>
              <w:t xml:space="preserve"> Mean scale scores for persuasive writing,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2014 (score points)      </w:t>
            </w:r>
          </w:p>
        </w:tc>
      </w:tr>
      <w:tr w:rsidR="00322C8A" w:rsidRPr="00795119" w:rsidTr="00EC01D3">
        <w:trPr>
          <w:trHeight w:val="345"/>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4A.78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Participation rate in persuasive writing assessment, 2014, by Indigenous status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4A.79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Exempt, absent and withdrawn, and assessed students in persuasive writing assessment, by Indigenous status, 2014 (per cent)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NSW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Victoria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Queensland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Western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South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Tasmania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Mean scale scores and proportion of students who achieved at or above the national minimum standard</w:t>
            </w:r>
            <w:r w:rsidR="00343581" w:rsidRPr="00795119">
              <w:rPr>
                <w:rFonts w:ascii="Arial" w:hAnsi="Arial" w:cs="Arial"/>
                <w:sz w:val="20"/>
                <w:szCs w:val="20"/>
              </w:rPr>
              <w:t xml:space="preserve"> for persuasive writing, and </w:t>
            </w:r>
            <w:r w:rsidRPr="00795119">
              <w:rPr>
                <w:rFonts w:ascii="Arial" w:hAnsi="Arial" w:cs="Arial"/>
                <w:sz w:val="20"/>
                <w:szCs w:val="20"/>
              </w:rPr>
              <w:t xml:space="preserve"> nature of differences, 2011 and 2013 to 2014, Australian Capital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Northern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2011 and 2013 to 2014, Australia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4A.89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 gain for persuasive writing, years 3-5, 5-7 and 7-9, 2012-2014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4A.90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students who achieved at or above the national minimum standard for persuasive writing, 2013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lastRenderedPageBreak/>
              <w:t xml:space="preserve">Table </w:t>
            </w:r>
            <w:proofErr w:type="spellStart"/>
            <w:r w:rsidRPr="00795119">
              <w:rPr>
                <w:rFonts w:ascii="Arial" w:hAnsi="Arial" w:cs="Arial"/>
                <w:b/>
                <w:bCs/>
                <w:color w:val="0000FF"/>
                <w:sz w:val="20"/>
                <w:szCs w:val="20"/>
              </w:rPr>
              <w:t>4A.91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3, 5, 7 and 9 students who achieved at or above the national minimum standard for persuasive writing,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2013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4A.93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for persuasive writing, years 3, 5, 7 and 9 students, by Indigenous status, 2013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4A.94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proofErr w:type="spellStart"/>
            <w:r w:rsidRPr="00795119">
              <w:rPr>
                <w:rFonts w:ascii="Arial" w:hAnsi="Arial" w:cs="Arial"/>
                <w:sz w:val="20"/>
                <w:szCs w:val="20"/>
              </w:rPr>
              <w:t>NAPLAN</w:t>
            </w:r>
            <w:proofErr w:type="spellEnd"/>
            <w:r w:rsidRPr="00795119">
              <w:rPr>
                <w:rFonts w:ascii="Arial" w:hAnsi="Arial" w:cs="Arial"/>
                <w:sz w:val="20"/>
                <w:szCs w:val="20"/>
              </w:rPr>
              <w:t xml:space="preserve"> Mean scale scores for persuasive writing,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2013 (score points)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4A.96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Participation rate in persuasive writing assessment, 2013, by Indigenous status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4A.97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Exempt, absent and withdrawn, and assessed students in persuasive writing assessment, by Indigenous status, 2013 (per cent)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4A.98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NSW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4A.99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Victoria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Queensland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Western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South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statistical significance of differences 2011, 2012 and 2013, Tasmania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Australian Capital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Northern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persuasive writing, and nature of differences, 2008 and 2012 to 2013, Australia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 gain for persuasive writing, years 3-5, 5-7 and 7-9, 2011-2013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students who achieved at or above the national minimum standard for numeracy,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4A.109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3, 5, 7 and 9 students who achieved at or above the national minimum standard for numeracy,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4A.111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for numeracy, years 3, 5, 7 and 9 students, by Indigenous status, 2014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lastRenderedPageBreak/>
              <w:t xml:space="preserve">Table </w:t>
            </w:r>
            <w:proofErr w:type="spellStart"/>
            <w:r w:rsidRPr="00795119">
              <w:rPr>
                <w:rFonts w:ascii="Arial" w:hAnsi="Arial" w:cs="Arial"/>
                <w:b/>
                <w:bCs/>
                <w:color w:val="0000FF"/>
                <w:sz w:val="20"/>
                <w:szCs w:val="20"/>
              </w:rPr>
              <w:t>4A.112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proofErr w:type="spellStart"/>
            <w:r w:rsidRPr="00795119">
              <w:rPr>
                <w:rFonts w:ascii="Arial" w:hAnsi="Arial" w:cs="Arial"/>
                <w:sz w:val="20"/>
                <w:szCs w:val="20"/>
              </w:rPr>
              <w:t>NAPLAN</w:t>
            </w:r>
            <w:proofErr w:type="spellEnd"/>
            <w:r w:rsidRPr="00795119">
              <w:rPr>
                <w:rFonts w:ascii="Arial" w:hAnsi="Arial" w:cs="Arial"/>
                <w:sz w:val="20"/>
                <w:szCs w:val="20"/>
              </w:rPr>
              <w:t xml:space="preserve"> Mean scale scores for numeracy,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2014 (score points)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4A.114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Participation rate in numeracy assessment, 2014, by Indigenous status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4A.115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Exempt, absent and withdrawn, and assessed students in numeracy assessment, by Indigenous status, 2014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4A.116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NSW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4A.117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Victoria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4A.118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Queensland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4A.119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Western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South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Tasmania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Australian Capital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Northern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2013 to 2014, Australia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 gain for numeracy, years 3-5, 5-7 and 7-9, 2008-2010-2012-2014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students who achieved at or above the national minimum standard for numeracy, 2013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3, 5, 7 and 9 students who achieved at or above the national minimum standard for numeracy,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2013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4A.129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for numeracy, years 3, 5, 7 and 9 students, by Indigenous status, 2013 (score points)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proofErr w:type="spellStart"/>
            <w:r w:rsidRPr="00795119">
              <w:rPr>
                <w:rFonts w:ascii="Arial" w:hAnsi="Arial" w:cs="Arial"/>
                <w:sz w:val="20"/>
                <w:szCs w:val="20"/>
              </w:rPr>
              <w:t>NAPLAN</w:t>
            </w:r>
            <w:proofErr w:type="spellEnd"/>
            <w:r w:rsidRPr="00795119">
              <w:rPr>
                <w:rFonts w:ascii="Arial" w:hAnsi="Arial" w:cs="Arial"/>
                <w:sz w:val="20"/>
                <w:szCs w:val="20"/>
              </w:rPr>
              <w:t xml:space="preserve"> Mean scale scores for numeracy, by Indigenous status and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2013 (score points)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Participation rate in numeracy assessment, 2013, by Indigenous status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Exempt, absent and withdrawn, and assessed students in numeracy assessment, by Indigenous status, 2013 (per cent)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lastRenderedPageBreak/>
              <w:t xml:space="preserve">Table </w:t>
            </w:r>
            <w:proofErr w:type="spellStart"/>
            <w:r w:rsidRPr="00795119">
              <w:rPr>
                <w:rFonts w:ascii="Arial" w:hAnsi="Arial" w:cs="Arial"/>
                <w:b/>
                <w:bCs/>
                <w:color w:val="0000FF"/>
                <w:sz w:val="20"/>
                <w:szCs w:val="20"/>
              </w:rPr>
              <w:t>4A.134</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NSW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Victoria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Queensland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4A.137</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Western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South Australia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4A.139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Tasmania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4A.140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Australian Capital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4A.141</w:t>
            </w:r>
            <w:proofErr w:type="spellEnd"/>
          </w:p>
        </w:tc>
        <w:tc>
          <w:tcPr>
            <w:tcW w:w="7364" w:type="dxa"/>
            <w:tcBorders>
              <w:top w:val="nil"/>
              <w:left w:val="nil"/>
              <w:bottom w:val="nil"/>
              <w:right w:val="nil"/>
            </w:tcBorders>
            <w:shd w:val="clear" w:color="auto" w:fill="auto"/>
            <w:hideMark/>
          </w:tcPr>
          <w:p w:rsidR="00322C8A" w:rsidRPr="00795119" w:rsidRDefault="00343581"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Northern Territory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4A.142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scores and proportion of students who achieved at or above the national minimum standard for numeracy, and nature of differences, 2008 and 2012 to 2013, Australia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4A.143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scale score gain for numeracy, years 3-5, 5-7 and 7-9, 2009-2011-2013 (score points)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4A.146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Proportion of year 6 students achieving at or above the proficient standard in science literacy  performance in the National Assessment Program, by equity group, Australia (per cent)</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4A.151</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years 6 and 10 students achieving at or above the proficient standard in civics and citizenship performance in the National Assessment Program, by equity group, Australia (per cent)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4A.155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years 6 and 10 students achieving at or above the proficient standard in information and communication technologies performance in the National Assessment Program, by </w:t>
            </w:r>
            <w:proofErr w:type="spellStart"/>
            <w:r w:rsidRPr="00795119">
              <w:rPr>
                <w:rFonts w:ascii="Arial" w:hAnsi="Arial" w:cs="Arial"/>
                <w:sz w:val="20"/>
                <w:szCs w:val="20"/>
              </w:rPr>
              <w:t>geolocation</w:t>
            </w:r>
            <w:proofErr w:type="spellEnd"/>
            <w:r w:rsidRPr="00795119">
              <w:rPr>
                <w:rFonts w:ascii="Arial" w:hAnsi="Arial" w:cs="Arial"/>
                <w:sz w:val="20"/>
                <w:szCs w:val="20"/>
              </w:rPr>
              <w:t xml:space="preserve">, Australia (per cent)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4A.156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years 6 and 10 students achieving at or above the proficient standard in information and communication technologies  performance in the National Assessment Program, by equity group, Australia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4A.160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15 year old students achieving level 3 or above in the overall reading literacy scale in PISA assessments, by equity group,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4A.165</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15 year old students achieving level 3 or above in the overall mathematical literacy scale in PISA assessments, by equity group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lastRenderedPageBreak/>
              <w:t xml:space="preserve">Table </w:t>
            </w:r>
            <w:proofErr w:type="spellStart"/>
            <w:r w:rsidRPr="00795119">
              <w:rPr>
                <w:rFonts w:ascii="Arial" w:hAnsi="Arial" w:cs="Arial"/>
                <w:b/>
                <w:bCs/>
                <w:color w:val="0000FF"/>
                <w:sz w:val="20"/>
                <w:szCs w:val="20"/>
              </w:rPr>
              <w:t>4A.170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15 year old students achieving level 3 or above in the overall scientific literacy scale in PISA assessments, by equity group (per cent)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4A.178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4 and year 8 students achieving at or above the intermediate international benchmark (per cent); and mean scores in mathematics achievement and science achievement in </w:t>
            </w:r>
            <w:proofErr w:type="spellStart"/>
            <w:r w:rsidRPr="00795119">
              <w:rPr>
                <w:rFonts w:ascii="Arial" w:hAnsi="Arial" w:cs="Arial"/>
                <w:sz w:val="20"/>
                <w:szCs w:val="20"/>
              </w:rPr>
              <w:t>TIMSS</w:t>
            </w:r>
            <w:proofErr w:type="spellEnd"/>
            <w:r w:rsidRPr="00795119">
              <w:rPr>
                <w:rFonts w:ascii="Arial" w:hAnsi="Arial" w:cs="Arial"/>
                <w:sz w:val="20"/>
                <w:szCs w:val="20"/>
              </w:rPr>
              <w:t xml:space="preserve"> 2011 assessments by equity group, Australia (per cent)   </w:t>
            </w:r>
          </w:p>
        </w:tc>
      </w:tr>
      <w:tr w:rsidR="00322C8A" w:rsidRPr="00795119" w:rsidTr="00EC01D3">
        <w:trPr>
          <w:trHeight w:val="86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4A.180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year 4 students achieving at or above the intermediate international benchmark (per cent) and mean scores for 2011 </w:t>
            </w:r>
            <w:proofErr w:type="spellStart"/>
            <w:r w:rsidRPr="00795119">
              <w:rPr>
                <w:rFonts w:ascii="Arial" w:hAnsi="Arial" w:cs="Arial"/>
                <w:sz w:val="20"/>
                <w:szCs w:val="20"/>
              </w:rPr>
              <w:t>PIRLS</w:t>
            </w:r>
            <w:proofErr w:type="spellEnd"/>
            <w:r w:rsidRPr="00795119">
              <w:rPr>
                <w:rFonts w:ascii="Arial" w:hAnsi="Arial" w:cs="Arial"/>
                <w:sz w:val="20"/>
                <w:szCs w:val="20"/>
              </w:rPr>
              <w:t xml:space="preserve"> reading assessments by equity group, Australia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4A.182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Mean scores of year 8 students for 2013 </w:t>
            </w:r>
            <w:proofErr w:type="spellStart"/>
            <w:r w:rsidRPr="00795119">
              <w:rPr>
                <w:rFonts w:ascii="Arial" w:hAnsi="Arial" w:cs="Arial"/>
                <w:sz w:val="20"/>
                <w:szCs w:val="20"/>
              </w:rPr>
              <w:t>IEA</w:t>
            </w:r>
            <w:proofErr w:type="spellEnd"/>
            <w:r w:rsidRPr="00795119">
              <w:rPr>
                <w:rFonts w:ascii="Arial" w:hAnsi="Arial" w:cs="Arial"/>
                <w:sz w:val="20"/>
                <w:szCs w:val="20"/>
              </w:rPr>
              <w:t xml:space="preserve"> International Computer and Information Literacy Study assessment, by equity group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4A.183</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Proportion of children aged 6–15 years enrolled in school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4A.186</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Apparent retention rates of full time secondary students from year 7/8 to years 10, 11 and 12, 2013 (per cent)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4A.188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Apparent retention rates of full time secondary students, all schools (per cent)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4A.189</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Apparent retention rates of full time secondary students, government schools (per cent)   </w:t>
            </w:r>
          </w:p>
        </w:tc>
      </w:tr>
      <w:tr w:rsidR="00322C8A" w:rsidRPr="00795119" w:rsidTr="00EC01D3">
        <w:trPr>
          <w:trHeight w:val="612"/>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4A.190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Apparent retention rates of full time secondary students, non-government schools (per cent)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4A.198</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Student attendance rates, government schools, by Indigenous status, 2013 (per cent)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4A.200</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Student attendance rates, independent schools, by Indigenous status, 2013 (per cent) </w:t>
            </w:r>
          </w:p>
        </w:tc>
      </w:tr>
      <w:tr w:rsidR="00322C8A" w:rsidRPr="00795119" w:rsidTr="00EC01D3">
        <w:trPr>
          <w:trHeight w:val="357"/>
        </w:trPr>
        <w:tc>
          <w:tcPr>
            <w:tcW w:w="1440" w:type="dxa"/>
            <w:tcBorders>
              <w:top w:val="nil"/>
              <w:left w:val="nil"/>
              <w:bottom w:val="nil"/>
              <w:right w:val="nil"/>
            </w:tcBorders>
            <w:shd w:val="clear" w:color="auto" w:fill="auto"/>
            <w:noWrap/>
            <w:hideMark/>
          </w:tcPr>
          <w:p w:rsidR="00322C8A" w:rsidRPr="00795119" w:rsidRDefault="00322C8A" w:rsidP="00322C8A">
            <w:pPr>
              <w:rPr>
                <w:rFonts w:ascii="Arial" w:hAnsi="Arial" w:cs="Arial"/>
                <w:b/>
                <w:bCs/>
                <w:color w:val="0000FF"/>
                <w:sz w:val="20"/>
                <w:szCs w:val="20"/>
              </w:rPr>
            </w:pPr>
            <w:r w:rsidRPr="00795119">
              <w:rPr>
                <w:rFonts w:ascii="Arial" w:hAnsi="Arial" w:cs="Arial"/>
                <w:b/>
                <w:bCs/>
                <w:color w:val="0000FF"/>
                <w:sz w:val="20"/>
                <w:szCs w:val="20"/>
              </w:rPr>
              <w:t xml:space="preserve">Table </w:t>
            </w:r>
            <w:proofErr w:type="spellStart"/>
            <w:r w:rsidRPr="00795119">
              <w:rPr>
                <w:rFonts w:ascii="Arial" w:hAnsi="Arial" w:cs="Arial"/>
                <w:b/>
                <w:bCs/>
                <w:color w:val="0000FF"/>
                <w:sz w:val="20"/>
                <w:szCs w:val="20"/>
              </w:rPr>
              <w:t>4A.202</w:t>
            </w:r>
            <w:proofErr w:type="spellEnd"/>
          </w:p>
        </w:tc>
        <w:tc>
          <w:tcPr>
            <w:tcW w:w="7364" w:type="dxa"/>
            <w:tcBorders>
              <w:top w:val="nil"/>
              <w:left w:val="nil"/>
              <w:bottom w:val="nil"/>
              <w:right w:val="nil"/>
            </w:tcBorders>
            <w:shd w:val="clear" w:color="auto" w:fill="auto"/>
            <w:hideMark/>
          </w:tcPr>
          <w:p w:rsidR="00322C8A" w:rsidRPr="00795119" w:rsidRDefault="00322C8A" w:rsidP="00322C8A">
            <w:pPr>
              <w:jc w:val="both"/>
              <w:rPr>
                <w:rFonts w:ascii="Arial" w:hAnsi="Arial" w:cs="Arial"/>
                <w:sz w:val="20"/>
                <w:szCs w:val="20"/>
              </w:rPr>
            </w:pPr>
            <w:r w:rsidRPr="00795119">
              <w:rPr>
                <w:rFonts w:ascii="Arial" w:hAnsi="Arial" w:cs="Arial"/>
                <w:sz w:val="20"/>
                <w:szCs w:val="20"/>
              </w:rPr>
              <w:t xml:space="preserve">Student attendance rates, Catholic schools, by Indigenous status, 2013 (per cent) </w:t>
            </w:r>
          </w:p>
        </w:tc>
      </w:tr>
    </w:tbl>
    <w:p w:rsidR="001D0C58" w:rsidRPr="00795119" w:rsidRDefault="001D0C58" w:rsidP="00322C8A">
      <w:pPr>
        <w:pStyle w:val="Heading3"/>
      </w:pPr>
      <w:bookmarkStart w:id="52" w:name="_Toc405974312"/>
      <w:bookmarkStart w:id="53" w:name="_Toc415144186"/>
      <w:bookmarkEnd w:id="50"/>
      <w:r w:rsidRPr="00795119">
        <w:t>References</w:t>
      </w:r>
      <w:bookmarkEnd w:id="52"/>
      <w:bookmarkEnd w:id="53"/>
    </w:p>
    <w:p w:rsidR="001D0C58" w:rsidRPr="00795119" w:rsidRDefault="001D0C58" w:rsidP="00134A27">
      <w:pPr>
        <w:pStyle w:val="Reference"/>
      </w:pPr>
      <w:proofErr w:type="spellStart"/>
      <w:r w:rsidRPr="00795119">
        <w:t>ACARA</w:t>
      </w:r>
      <w:proofErr w:type="spellEnd"/>
      <w:r w:rsidRPr="00795119">
        <w:t xml:space="preserve"> </w:t>
      </w:r>
      <w:proofErr w:type="spellStart"/>
      <w:r w:rsidRPr="00795119">
        <w:t>2014a</w:t>
      </w:r>
      <w:proofErr w:type="spellEnd"/>
      <w:r w:rsidRPr="00795119">
        <w:t>, National Assessment Program — Literacy and Numeracy Achievement in Reading, Writing, Language Conventions and Numeracy: National Report for 2014, Sydney.</w:t>
      </w:r>
    </w:p>
    <w:p w:rsidR="001D0C58" w:rsidRPr="00795119" w:rsidRDefault="001D0C58" w:rsidP="00134A27">
      <w:pPr>
        <w:pStyle w:val="Reference"/>
      </w:pPr>
      <w:r w:rsidRPr="00795119">
        <w:t xml:space="preserve">—— </w:t>
      </w:r>
      <w:proofErr w:type="spellStart"/>
      <w:r w:rsidRPr="00795119">
        <w:t>2014b</w:t>
      </w:r>
      <w:proofErr w:type="spellEnd"/>
      <w:r w:rsidRPr="00795119">
        <w:t xml:space="preserve"> National Assessment Program — Civics and citizenship Year 6 and 10 Report 2013, Sydney.</w:t>
      </w:r>
    </w:p>
    <w:p w:rsidR="001D0C58" w:rsidRPr="00E44EC1" w:rsidRDefault="001D0C58" w:rsidP="00134A27">
      <w:pPr>
        <w:pStyle w:val="Reference"/>
      </w:pPr>
      <w:r w:rsidRPr="00795119">
        <w:t xml:space="preserve">ACER (Australian Council for Educational Research), </w:t>
      </w:r>
      <w:r w:rsidRPr="00795119">
        <w:rPr>
          <w:shd w:val="clear" w:color="auto" w:fill="FFFFFF" w:themeFill="background1"/>
        </w:rPr>
        <w:t xml:space="preserve">2014, </w:t>
      </w:r>
      <w:proofErr w:type="spellStart"/>
      <w:r w:rsidRPr="00795119">
        <w:rPr>
          <w:shd w:val="clear" w:color="auto" w:fill="FFFFFF" w:themeFill="background1"/>
        </w:rPr>
        <w:t>ICILS</w:t>
      </w:r>
      <w:proofErr w:type="spellEnd"/>
      <w:r w:rsidRPr="00795119">
        <w:rPr>
          <w:shd w:val="clear" w:color="auto" w:fill="FFFFFF" w:themeFill="background1"/>
        </w:rPr>
        <w:t xml:space="preserve"> 2013: Australian students’ readiness for study, work and life in the digital age, Melbourne.</w:t>
      </w:r>
    </w:p>
    <w:sectPr w:rsidR="001D0C58" w:rsidRPr="00E44EC1" w:rsidSect="0021241A">
      <w:headerReference w:type="even" r:id="rId26"/>
      <w:headerReference w:type="default" r:id="rId27"/>
      <w:footerReference w:type="even" r:id="rId28"/>
      <w:footerReference w:type="default" r:id="rId29"/>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432" w:rsidRDefault="00FB2432">
      <w:r>
        <w:separator/>
      </w:r>
    </w:p>
  </w:endnote>
  <w:endnote w:type="continuationSeparator" w:id="0">
    <w:p w:rsidR="00FB2432" w:rsidRDefault="00FB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B2432" w:rsidTr="001E414C">
      <w:trPr>
        <w:trHeight w:hRule="exact" w:val="567"/>
      </w:trPr>
      <w:tc>
        <w:tcPr>
          <w:tcW w:w="510" w:type="dxa"/>
        </w:tcPr>
        <w:p w:rsidR="00FB2432" w:rsidRPr="00A24443" w:rsidRDefault="00FB2432"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0E7605">
            <w:rPr>
              <w:rStyle w:val="PageNumber"/>
            </w:rPr>
            <w:t>4.</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CE2F8D">
            <w:rPr>
              <w:rStyle w:val="PageNumber"/>
              <w:noProof/>
            </w:rPr>
            <w:t>2</w:t>
          </w:r>
          <w:r>
            <w:rPr>
              <w:rStyle w:val="PageNumber"/>
            </w:rPr>
            <w:fldChar w:fldCharType="end"/>
          </w:r>
        </w:p>
      </w:tc>
      <w:tc>
        <w:tcPr>
          <w:tcW w:w="7767" w:type="dxa"/>
        </w:tcPr>
        <w:p w:rsidR="00FB2432" w:rsidRPr="0013739A" w:rsidRDefault="00FB2432" w:rsidP="001E414C">
          <w:pPr>
            <w:pStyle w:val="Footer"/>
            <w:rPr>
              <w:rFonts w:cs="Arial"/>
            </w:rPr>
          </w:pPr>
          <w:r>
            <w:rPr>
              <w:rFonts w:cs="Arial"/>
            </w:rPr>
            <w:t>Report on Government Services 2015</w:t>
          </w:r>
          <w:bookmarkStart w:id="54" w:name="DraftReportEven"/>
          <w:bookmarkEnd w:id="54"/>
        </w:p>
      </w:tc>
      <w:tc>
        <w:tcPr>
          <w:tcW w:w="510" w:type="dxa"/>
        </w:tcPr>
        <w:p w:rsidR="00FB2432" w:rsidRDefault="00FB2432" w:rsidP="0019293B">
          <w:pPr>
            <w:pStyle w:val="Footer"/>
          </w:pPr>
        </w:p>
      </w:tc>
    </w:tr>
  </w:tbl>
  <w:p w:rsidR="00FB2432" w:rsidRDefault="00FB2432" w:rsidP="0019293B">
    <w:pPr>
      <w:pStyle w:val="FooterEnd"/>
    </w:pPr>
  </w:p>
  <w:p w:rsidR="00FB2432" w:rsidRDefault="00FB243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B2432" w:rsidTr="001E414C">
      <w:trPr>
        <w:trHeight w:hRule="exact" w:val="567"/>
      </w:trPr>
      <w:tc>
        <w:tcPr>
          <w:tcW w:w="510" w:type="dxa"/>
        </w:tcPr>
        <w:p w:rsidR="00FB2432" w:rsidRDefault="00FB2432">
          <w:pPr>
            <w:pStyle w:val="Footer"/>
            <w:ind w:right="360" w:firstLine="360"/>
          </w:pPr>
        </w:p>
      </w:tc>
      <w:tc>
        <w:tcPr>
          <w:tcW w:w="7767" w:type="dxa"/>
        </w:tcPr>
        <w:p w:rsidR="00FB2432" w:rsidRPr="00BA5B14" w:rsidRDefault="00FB2432" w:rsidP="001E414C">
          <w:pPr>
            <w:pStyle w:val="Footer"/>
            <w:jc w:val="right"/>
            <w:rPr>
              <w:rFonts w:cs="Arial"/>
            </w:rPr>
          </w:pPr>
          <w:r>
            <w:rPr>
              <w:rFonts w:cs="Arial"/>
            </w:rPr>
            <w:t>Indigenous Compendium 2015</w:t>
          </w:r>
        </w:p>
      </w:tc>
      <w:tc>
        <w:tcPr>
          <w:tcW w:w="510" w:type="dxa"/>
        </w:tcPr>
        <w:p w:rsidR="00FB2432" w:rsidRPr="00A24443" w:rsidRDefault="00FB2432">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0E7605">
            <w:rPr>
              <w:rStyle w:val="PageNumber"/>
            </w:rPr>
            <w:t>4.</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CE2F8D">
            <w:rPr>
              <w:rStyle w:val="PageNumber"/>
              <w:noProof/>
            </w:rPr>
            <w:t>1</w:t>
          </w:r>
          <w:r>
            <w:rPr>
              <w:rStyle w:val="PageNumber"/>
            </w:rPr>
            <w:fldChar w:fldCharType="end"/>
          </w:r>
        </w:p>
      </w:tc>
    </w:tr>
  </w:tbl>
  <w:p w:rsidR="00FB2432" w:rsidRDefault="00FB2432">
    <w:pPr>
      <w:pStyle w:val="FooterEnd"/>
    </w:pPr>
  </w:p>
  <w:p w:rsidR="00FB2432" w:rsidRDefault="00FB243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432" w:rsidRDefault="00FB2432">
      <w:r>
        <w:separator/>
      </w:r>
    </w:p>
  </w:footnote>
  <w:footnote w:type="continuationSeparator" w:id="0">
    <w:p w:rsidR="00FB2432" w:rsidRDefault="00FB2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B2432">
      <w:tc>
        <w:tcPr>
          <w:tcW w:w="2155" w:type="dxa"/>
          <w:tcBorders>
            <w:top w:val="single" w:sz="24" w:space="0" w:color="auto"/>
          </w:tcBorders>
        </w:tcPr>
        <w:p w:rsidR="00FB2432" w:rsidRDefault="00FB2432" w:rsidP="0019293B">
          <w:pPr>
            <w:pStyle w:val="HeaderEven"/>
          </w:pPr>
        </w:p>
      </w:tc>
      <w:tc>
        <w:tcPr>
          <w:tcW w:w="6634" w:type="dxa"/>
          <w:tcBorders>
            <w:top w:val="single" w:sz="6" w:space="0" w:color="auto"/>
          </w:tcBorders>
        </w:tcPr>
        <w:p w:rsidR="00FB2432" w:rsidRDefault="00FB2432" w:rsidP="00DC492D">
          <w:pPr>
            <w:pStyle w:val="HeaderEven"/>
            <w:jc w:val="right"/>
          </w:pPr>
        </w:p>
      </w:tc>
    </w:tr>
  </w:tbl>
  <w:p w:rsidR="00FB2432" w:rsidRDefault="00FB243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B2432">
      <w:tc>
        <w:tcPr>
          <w:tcW w:w="6634" w:type="dxa"/>
          <w:tcBorders>
            <w:top w:val="single" w:sz="6" w:space="0" w:color="auto"/>
          </w:tcBorders>
        </w:tcPr>
        <w:p w:rsidR="00FB2432" w:rsidRDefault="00FB2432" w:rsidP="00E669E2">
          <w:pPr>
            <w:pStyle w:val="HeaderOdd"/>
          </w:pPr>
        </w:p>
      </w:tc>
      <w:tc>
        <w:tcPr>
          <w:tcW w:w="2155" w:type="dxa"/>
          <w:tcBorders>
            <w:top w:val="single" w:sz="24" w:space="0" w:color="auto"/>
          </w:tcBorders>
        </w:tcPr>
        <w:p w:rsidR="00FB2432" w:rsidRDefault="00FB2432" w:rsidP="00E669E2">
          <w:pPr>
            <w:pStyle w:val="HeaderOdd"/>
          </w:pPr>
        </w:p>
      </w:tc>
    </w:tr>
  </w:tbl>
  <w:p w:rsidR="00FB2432" w:rsidRDefault="00FB243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9C1DEA"/>
    <w:multiLevelType w:val="singleLevel"/>
    <w:tmpl w:val="BFF252C2"/>
    <w:lvl w:ilvl="0">
      <w:start w:val="1"/>
      <w:numFmt w:val="decimal"/>
      <w:lvlText w:val="%1."/>
      <w:legacy w:legacy="1" w:legacySpace="0" w:legacyIndent="340"/>
      <w:lvlJc w:val="left"/>
      <w:pPr>
        <w:ind w:left="340" w:hanging="340"/>
      </w:pPr>
    </w:lvl>
  </w:abstractNum>
  <w:abstractNum w:abstractNumId="13">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1">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9"/>
  </w:num>
  <w:num w:numId="4">
    <w:abstractNumId w:val="3"/>
  </w:num>
  <w:num w:numId="5">
    <w:abstractNumId w:val="22"/>
  </w:num>
  <w:num w:numId="6">
    <w:abstractNumId w:val="4"/>
  </w:num>
  <w:num w:numId="7">
    <w:abstractNumId w:val="28"/>
  </w:num>
  <w:num w:numId="8">
    <w:abstractNumId w:val="24"/>
  </w:num>
  <w:num w:numId="9">
    <w:abstractNumId w:val="30"/>
  </w:num>
  <w:num w:numId="10">
    <w:abstractNumId w:val="11"/>
  </w:num>
  <w:num w:numId="11">
    <w:abstractNumId w:val="9"/>
  </w:num>
  <w:num w:numId="12">
    <w:abstractNumId w:val="23"/>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4"/>
  </w:num>
  <w:num w:numId="17">
    <w:abstractNumId w:val="19"/>
  </w:num>
  <w:num w:numId="18">
    <w:abstractNumId w:val="25"/>
  </w:num>
  <w:num w:numId="19">
    <w:abstractNumId w:val="12"/>
  </w:num>
  <w:num w:numId="20">
    <w:abstractNumId w:val="27"/>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3"/>
  </w:num>
  <w:num w:numId="26">
    <w:abstractNumId w:val="7"/>
  </w:num>
  <w:num w:numId="27">
    <w:abstractNumId w:val="15"/>
  </w:num>
  <w:num w:numId="28">
    <w:abstractNumId w:val="21"/>
  </w:num>
  <w:num w:numId="29">
    <w:abstractNumId w:val="26"/>
  </w:num>
  <w:num w:numId="30">
    <w:abstractNumId w:val="20"/>
  </w:num>
  <w:num w:numId="31">
    <w:abstractNumId w:val="31"/>
  </w:num>
  <w:num w:numId="32">
    <w:abstractNumId w:val="17"/>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7A8"/>
    <w:rsid w:val="0003664B"/>
    <w:rsid w:val="00036FB1"/>
    <w:rsid w:val="00037649"/>
    <w:rsid w:val="0004111F"/>
    <w:rsid w:val="00042EB0"/>
    <w:rsid w:val="0004304E"/>
    <w:rsid w:val="00043CAB"/>
    <w:rsid w:val="0005037C"/>
    <w:rsid w:val="00050D19"/>
    <w:rsid w:val="00055F0F"/>
    <w:rsid w:val="000565B3"/>
    <w:rsid w:val="00056E65"/>
    <w:rsid w:val="0006615C"/>
    <w:rsid w:val="00067797"/>
    <w:rsid w:val="0007150B"/>
    <w:rsid w:val="00071F24"/>
    <w:rsid w:val="00073FFB"/>
    <w:rsid w:val="00074B96"/>
    <w:rsid w:val="000801A4"/>
    <w:rsid w:val="000847C4"/>
    <w:rsid w:val="00087DEB"/>
    <w:rsid w:val="000929C4"/>
    <w:rsid w:val="00092C45"/>
    <w:rsid w:val="000938F5"/>
    <w:rsid w:val="00094D77"/>
    <w:rsid w:val="00095E57"/>
    <w:rsid w:val="00096B70"/>
    <w:rsid w:val="00096D07"/>
    <w:rsid w:val="00096E55"/>
    <w:rsid w:val="00097DB9"/>
    <w:rsid w:val="000A0927"/>
    <w:rsid w:val="000A488F"/>
    <w:rsid w:val="000A5121"/>
    <w:rsid w:val="000B2363"/>
    <w:rsid w:val="000B4499"/>
    <w:rsid w:val="000B601B"/>
    <w:rsid w:val="000B7811"/>
    <w:rsid w:val="000C1914"/>
    <w:rsid w:val="000C207E"/>
    <w:rsid w:val="000C2537"/>
    <w:rsid w:val="000D3AB2"/>
    <w:rsid w:val="000D5C0D"/>
    <w:rsid w:val="000D6F89"/>
    <w:rsid w:val="000E14F8"/>
    <w:rsid w:val="000E7605"/>
    <w:rsid w:val="000F0035"/>
    <w:rsid w:val="000F420B"/>
    <w:rsid w:val="000F7074"/>
    <w:rsid w:val="000F7408"/>
    <w:rsid w:val="00100AE9"/>
    <w:rsid w:val="00100B08"/>
    <w:rsid w:val="00104AE5"/>
    <w:rsid w:val="0010578D"/>
    <w:rsid w:val="00110116"/>
    <w:rsid w:val="001105CD"/>
    <w:rsid w:val="00113F09"/>
    <w:rsid w:val="001179F5"/>
    <w:rsid w:val="00120072"/>
    <w:rsid w:val="00121091"/>
    <w:rsid w:val="00121DD7"/>
    <w:rsid w:val="00122D0E"/>
    <w:rsid w:val="00126EB8"/>
    <w:rsid w:val="00127257"/>
    <w:rsid w:val="001274D4"/>
    <w:rsid w:val="00130114"/>
    <w:rsid w:val="0013242F"/>
    <w:rsid w:val="00134980"/>
    <w:rsid w:val="00134A27"/>
    <w:rsid w:val="00136039"/>
    <w:rsid w:val="001363AA"/>
    <w:rsid w:val="0014191A"/>
    <w:rsid w:val="0014285A"/>
    <w:rsid w:val="00143317"/>
    <w:rsid w:val="00144283"/>
    <w:rsid w:val="00144950"/>
    <w:rsid w:val="00150569"/>
    <w:rsid w:val="0015350C"/>
    <w:rsid w:val="00153A43"/>
    <w:rsid w:val="00155D7C"/>
    <w:rsid w:val="00156DEB"/>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1D0"/>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0C58"/>
    <w:rsid w:val="001E1EB1"/>
    <w:rsid w:val="001E291B"/>
    <w:rsid w:val="001E414C"/>
    <w:rsid w:val="001E586B"/>
    <w:rsid w:val="001E7BE8"/>
    <w:rsid w:val="001F0248"/>
    <w:rsid w:val="001F3B16"/>
    <w:rsid w:val="001F3EB3"/>
    <w:rsid w:val="001F4F86"/>
    <w:rsid w:val="001F5F43"/>
    <w:rsid w:val="002021B5"/>
    <w:rsid w:val="00202C2C"/>
    <w:rsid w:val="00203630"/>
    <w:rsid w:val="00203934"/>
    <w:rsid w:val="002043FE"/>
    <w:rsid w:val="00205E1A"/>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34DC"/>
    <w:rsid w:val="00271323"/>
    <w:rsid w:val="00272BB2"/>
    <w:rsid w:val="00274820"/>
    <w:rsid w:val="002823BB"/>
    <w:rsid w:val="00285D78"/>
    <w:rsid w:val="00287153"/>
    <w:rsid w:val="00291B40"/>
    <w:rsid w:val="00293C0B"/>
    <w:rsid w:val="00296E34"/>
    <w:rsid w:val="002974CB"/>
    <w:rsid w:val="002A596D"/>
    <w:rsid w:val="002A718A"/>
    <w:rsid w:val="002B0B58"/>
    <w:rsid w:val="002B1242"/>
    <w:rsid w:val="002B4008"/>
    <w:rsid w:val="002B414C"/>
    <w:rsid w:val="002B6BD6"/>
    <w:rsid w:val="002C2133"/>
    <w:rsid w:val="002D0E8E"/>
    <w:rsid w:val="002D17C2"/>
    <w:rsid w:val="002D614F"/>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42690"/>
    <w:rsid w:val="003434B1"/>
    <w:rsid w:val="00343581"/>
    <w:rsid w:val="00346CF1"/>
    <w:rsid w:val="003518AA"/>
    <w:rsid w:val="00352165"/>
    <w:rsid w:val="0035238F"/>
    <w:rsid w:val="00353182"/>
    <w:rsid w:val="0035472D"/>
    <w:rsid w:val="00355323"/>
    <w:rsid w:val="003565D9"/>
    <w:rsid w:val="00357BC8"/>
    <w:rsid w:val="003602E1"/>
    <w:rsid w:val="00360A2F"/>
    <w:rsid w:val="0036188A"/>
    <w:rsid w:val="00362BC3"/>
    <w:rsid w:val="00363F39"/>
    <w:rsid w:val="00366538"/>
    <w:rsid w:val="0037026F"/>
    <w:rsid w:val="00371240"/>
    <w:rsid w:val="00372961"/>
    <w:rsid w:val="00374731"/>
    <w:rsid w:val="00376E59"/>
    <w:rsid w:val="003859AA"/>
    <w:rsid w:val="00386B15"/>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2A46"/>
    <w:rsid w:val="003F37B1"/>
    <w:rsid w:val="00401882"/>
    <w:rsid w:val="00405282"/>
    <w:rsid w:val="004100C8"/>
    <w:rsid w:val="004109B9"/>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46E5"/>
    <w:rsid w:val="0044605A"/>
    <w:rsid w:val="00450810"/>
    <w:rsid w:val="00454488"/>
    <w:rsid w:val="004636E9"/>
    <w:rsid w:val="00467A54"/>
    <w:rsid w:val="00471A27"/>
    <w:rsid w:val="0047368E"/>
    <w:rsid w:val="00477144"/>
    <w:rsid w:val="00482F36"/>
    <w:rsid w:val="00486C7F"/>
    <w:rsid w:val="00491380"/>
    <w:rsid w:val="00492849"/>
    <w:rsid w:val="00492D9A"/>
    <w:rsid w:val="00492E82"/>
    <w:rsid w:val="00493A5A"/>
    <w:rsid w:val="0049459F"/>
    <w:rsid w:val="0049603D"/>
    <w:rsid w:val="00497141"/>
    <w:rsid w:val="004A166D"/>
    <w:rsid w:val="004A26A8"/>
    <w:rsid w:val="004A38DD"/>
    <w:rsid w:val="004A71CC"/>
    <w:rsid w:val="004B43AE"/>
    <w:rsid w:val="004B73EE"/>
    <w:rsid w:val="004B7EB2"/>
    <w:rsid w:val="004C1916"/>
    <w:rsid w:val="004C30ED"/>
    <w:rsid w:val="004C3EBA"/>
    <w:rsid w:val="004D3BE7"/>
    <w:rsid w:val="004D5675"/>
    <w:rsid w:val="004D5D4F"/>
    <w:rsid w:val="004E1A99"/>
    <w:rsid w:val="004E4DE7"/>
    <w:rsid w:val="004E622C"/>
    <w:rsid w:val="004F17F0"/>
    <w:rsid w:val="004F31EB"/>
    <w:rsid w:val="004F4739"/>
    <w:rsid w:val="004F485E"/>
    <w:rsid w:val="004F5196"/>
    <w:rsid w:val="004F6BE7"/>
    <w:rsid w:val="00503055"/>
    <w:rsid w:val="00504ED9"/>
    <w:rsid w:val="00512F9B"/>
    <w:rsid w:val="00512F9F"/>
    <w:rsid w:val="00514610"/>
    <w:rsid w:val="00517EF2"/>
    <w:rsid w:val="005204F1"/>
    <w:rsid w:val="005212AE"/>
    <w:rsid w:val="00523639"/>
    <w:rsid w:val="00523956"/>
    <w:rsid w:val="0052457D"/>
    <w:rsid w:val="00530214"/>
    <w:rsid w:val="00531FE5"/>
    <w:rsid w:val="005402FA"/>
    <w:rsid w:val="005418AD"/>
    <w:rsid w:val="00543106"/>
    <w:rsid w:val="00546E22"/>
    <w:rsid w:val="00552C5F"/>
    <w:rsid w:val="00552F4D"/>
    <w:rsid w:val="00560052"/>
    <w:rsid w:val="005604C0"/>
    <w:rsid w:val="005652D0"/>
    <w:rsid w:val="00566F46"/>
    <w:rsid w:val="0057368E"/>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3237"/>
    <w:rsid w:val="005F6D42"/>
    <w:rsid w:val="00602D8E"/>
    <w:rsid w:val="0060463A"/>
    <w:rsid w:val="0060474D"/>
    <w:rsid w:val="00606AD0"/>
    <w:rsid w:val="00607BF1"/>
    <w:rsid w:val="00607E05"/>
    <w:rsid w:val="0061080A"/>
    <w:rsid w:val="00610EC3"/>
    <w:rsid w:val="00612B6E"/>
    <w:rsid w:val="00614543"/>
    <w:rsid w:val="00620A6E"/>
    <w:rsid w:val="00630D4D"/>
    <w:rsid w:val="00632A74"/>
    <w:rsid w:val="0063416B"/>
    <w:rsid w:val="0064435E"/>
    <w:rsid w:val="00644C69"/>
    <w:rsid w:val="006527F2"/>
    <w:rsid w:val="00654E5F"/>
    <w:rsid w:val="006562B1"/>
    <w:rsid w:val="00664657"/>
    <w:rsid w:val="00667801"/>
    <w:rsid w:val="00675B32"/>
    <w:rsid w:val="00684EDD"/>
    <w:rsid w:val="00684FC9"/>
    <w:rsid w:val="00694FB0"/>
    <w:rsid w:val="00695CED"/>
    <w:rsid w:val="0069673D"/>
    <w:rsid w:val="006A0617"/>
    <w:rsid w:val="006A1F39"/>
    <w:rsid w:val="006A2922"/>
    <w:rsid w:val="006A39A4"/>
    <w:rsid w:val="006A4655"/>
    <w:rsid w:val="006B2B3C"/>
    <w:rsid w:val="006B41A9"/>
    <w:rsid w:val="006C1D81"/>
    <w:rsid w:val="006C6034"/>
    <w:rsid w:val="006C7038"/>
    <w:rsid w:val="006D50AD"/>
    <w:rsid w:val="006D5FD8"/>
    <w:rsid w:val="006E2E8A"/>
    <w:rsid w:val="006E412C"/>
    <w:rsid w:val="006E50A7"/>
    <w:rsid w:val="006E68FE"/>
    <w:rsid w:val="006E73EF"/>
    <w:rsid w:val="006F70D2"/>
    <w:rsid w:val="007050C3"/>
    <w:rsid w:val="00705996"/>
    <w:rsid w:val="007119F9"/>
    <w:rsid w:val="007126B5"/>
    <w:rsid w:val="00714D4D"/>
    <w:rsid w:val="00715343"/>
    <w:rsid w:val="007164D6"/>
    <w:rsid w:val="007165E7"/>
    <w:rsid w:val="00726E22"/>
    <w:rsid w:val="00730BAF"/>
    <w:rsid w:val="00731308"/>
    <w:rsid w:val="00731518"/>
    <w:rsid w:val="00731EFE"/>
    <w:rsid w:val="00734E80"/>
    <w:rsid w:val="00735482"/>
    <w:rsid w:val="00742CEE"/>
    <w:rsid w:val="007512E2"/>
    <w:rsid w:val="00756587"/>
    <w:rsid w:val="0075718A"/>
    <w:rsid w:val="007604BB"/>
    <w:rsid w:val="00766872"/>
    <w:rsid w:val="00774B4C"/>
    <w:rsid w:val="00775C01"/>
    <w:rsid w:val="00775C7E"/>
    <w:rsid w:val="00776543"/>
    <w:rsid w:val="00782CC9"/>
    <w:rsid w:val="007834F2"/>
    <w:rsid w:val="00785232"/>
    <w:rsid w:val="00787241"/>
    <w:rsid w:val="00790681"/>
    <w:rsid w:val="007908DF"/>
    <w:rsid w:val="00792AAD"/>
    <w:rsid w:val="00793CAA"/>
    <w:rsid w:val="00795119"/>
    <w:rsid w:val="007A0846"/>
    <w:rsid w:val="007A21EB"/>
    <w:rsid w:val="007A38A6"/>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33C8"/>
    <w:rsid w:val="007E4C14"/>
    <w:rsid w:val="007F18BF"/>
    <w:rsid w:val="007F5A73"/>
    <w:rsid w:val="007F7107"/>
    <w:rsid w:val="007F733F"/>
    <w:rsid w:val="007F738D"/>
    <w:rsid w:val="00800D4C"/>
    <w:rsid w:val="008039DB"/>
    <w:rsid w:val="008041EC"/>
    <w:rsid w:val="00806AEC"/>
    <w:rsid w:val="0081030F"/>
    <w:rsid w:val="008107B6"/>
    <w:rsid w:val="00812252"/>
    <w:rsid w:val="008143C3"/>
    <w:rsid w:val="00816555"/>
    <w:rsid w:val="0082087D"/>
    <w:rsid w:val="0082141A"/>
    <w:rsid w:val="00831865"/>
    <w:rsid w:val="00835771"/>
    <w:rsid w:val="008361D1"/>
    <w:rsid w:val="00842277"/>
    <w:rsid w:val="00842933"/>
    <w:rsid w:val="00845BA1"/>
    <w:rsid w:val="00847D86"/>
    <w:rsid w:val="00851036"/>
    <w:rsid w:val="00856145"/>
    <w:rsid w:val="00856E61"/>
    <w:rsid w:val="0086082C"/>
    <w:rsid w:val="00861D89"/>
    <w:rsid w:val="0086262E"/>
    <w:rsid w:val="00864ADC"/>
    <w:rsid w:val="00865A60"/>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C7935"/>
    <w:rsid w:val="008D365C"/>
    <w:rsid w:val="008D48D3"/>
    <w:rsid w:val="008D6C8C"/>
    <w:rsid w:val="008E0CCC"/>
    <w:rsid w:val="008E3D21"/>
    <w:rsid w:val="008E5B61"/>
    <w:rsid w:val="008F04C1"/>
    <w:rsid w:val="008F22AC"/>
    <w:rsid w:val="008F4E96"/>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576E7"/>
    <w:rsid w:val="00962156"/>
    <w:rsid w:val="00962489"/>
    <w:rsid w:val="00963BE6"/>
    <w:rsid w:val="009742DD"/>
    <w:rsid w:val="00975552"/>
    <w:rsid w:val="00976CE5"/>
    <w:rsid w:val="009774EF"/>
    <w:rsid w:val="0098048E"/>
    <w:rsid w:val="009806FE"/>
    <w:rsid w:val="00981798"/>
    <w:rsid w:val="009842B2"/>
    <w:rsid w:val="00985409"/>
    <w:rsid w:val="009907C3"/>
    <w:rsid w:val="00990C2C"/>
    <w:rsid w:val="00993337"/>
    <w:rsid w:val="009A08C6"/>
    <w:rsid w:val="009A3348"/>
    <w:rsid w:val="009A6F85"/>
    <w:rsid w:val="009B3A39"/>
    <w:rsid w:val="009B5BBD"/>
    <w:rsid w:val="009C616D"/>
    <w:rsid w:val="009E1844"/>
    <w:rsid w:val="009E3759"/>
    <w:rsid w:val="009F0D1B"/>
    <w:rsid w:val="009F1762"/>
    <w:rsid w:val="009F1AD3"/>
    <w:rsid w:val="009F20AC"/>
    <w:rsid w:val="009F2860"/>
    <w:rsid w:val="009F696D"/>
    <w:rsid w:val="009F6BC6"/>
    <w:rsid w:val="00A0077B"/>
    <w:rsid w:val="00A00BF9"/>
    <w:rsid w:val="00A017CA"/>
    <w:rsid w:val="00A05E78"/>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0DF8"/>
    <w:rsid w:val="00A6568E"/>
    <w:rsid w:val="00A711B4"/>
    <w:rsid w:val="00A74E01"/>
    <w:rsid w:val="00A75016"/>
    <w:rsid w:val="00A759D5"/>
    <w:rsid w:val="00A77034"/>
    <w:rsid w:val="00A82731"/>
    <w:rsid w:val="00A90076"/>
    <w:rsid w:val="00A92B53"/>
    <w:rsid w:val="00A94FA6"/>
    <w:rsid w:val="00A97D49"/>
    <w:rsid w:val="00AA0BC8"/>
    <w:rsid w:val="00AA1294"/>
    <w:rsid w:val="00AA2904"/>
    <w:rsid w:val="00AA2A0B"/>
    <w:rsid w:val="00AA3A62"/>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10E90"/>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957ED"/>
    <w:rsid w:val="00BA0F27"/>
    <w:rsid w:val="00BA39A3"/>
    <w:rsid w:val="00BA7166"/>
    <w:rsid w:val="00BA73B6"/>
    <w:rsid w:val="00BA7E27"/>
    <w:rsid w:val="00BB2603"/>
    <w:rsid w:val="00BB4B7B"/>
    <w:rsid w:val="00BB4FCD"/>
    <w:rsid w:val="00BC04E9"/>
    <w:rsid w:val="00BC2EFE"/>
    <w:rsid w:val="00BC381B"/>
    <w:rsid w:val="00BD13EA"/>
    <w:rsid w:val="00BD6160"/>
    <w:rsid w:val="00BE153A"/>
    <w:rsid w:val="00BE1BA8"/>
    <w:rsid w:val="00BE3808"/>
    <w:rsid w:val="00BE4663"/>
    <w:rsid w:val="00BE5B48"/>
    <w:rsid w:val="00BE7F41"/>
    <w:rsid w:val="00BF2097"/>
    <w:rsid w:val="00BF3B2F"/>
    <w:rsid w:val="00BF4CB4"/>
    <w:rsid w:val="00BF5AA4"/>
    <w:rsid w:val="00BF5AEF"/>
    <w:rsid w:val="00C03516"/>
    <w:rsid w:val="00C04F3D"/>
    <w:rsid w:val="00C062E9"/>
    <w:rsid w:val="00C07B64"/>
    <w:rsid w:val="00C11D74"/>
    <w:rsid w:val="00C13721"/>
    <w:rsid w:val="00C13C82"/>
    <w:rsid w:val="00C14FE4"/>
    <w:rsid w:val="00C15C2C"/>
    <w:rsid w:val="00C25B16"/>
    <w:rsid w:val="00C3066D"/>
    <w:rsid w:val="00C3256C"/>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62C"/>
    <w:rsid w:val="00C8784E"/>
    <w:rsid w:val="00C90CB6"/>
    <w:rsid w:val="00CA00F9"/>
    <w:rsid w:val="00CA17D4"/>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2F8D"/>
    <w:rsid w:val="00CE592B"/>
    <w:rsid w:val="00CE74B9"/>
    <w:rsid w:val="00CF455C"/>
    <w:rsid w:val="00CF7AA0"/>
    <w:rsid w:val="00D01C12"/>
    <w:rsid w:val="00D15695"/>
    <w:rsid w:val="00D15AC3"/>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744"/>
    <w:rsid w:val="00D5568A"/>
    <w:rsid w:val="00D56978"/>
    <w:rsid w:val="00D637B9"/>
    <w:rsid w:val="00D63D73"/>
    <w:rsid w:val="00D64452"/>
    <w:rsid w:val="00D66E1E"/>
    <w:rsid w:val="00D7003C"/>
    <w:rsid w:val="00D72A50"/>
    <w:rsid w:val="00D75722"/>
    <w:rsid w:val="00D759E3"/>
    <w:rsid w:val="00D76276"/>
    <w:rsid w:val="00D80CF5"/>
    <w:rsid w:val="00D8405E"/>
    <w:rsid w:val="00D95DC2"/>
    <w:rsid w:val="00DA4D0D"/>
    <w:rsid w:val="00DA5BBA"/>
    <w:rsid w:val="00DB26D2"/>
    <w:rsid w:val="00DB2EB3"/>
    <w:rsid w:val="00DB3FCB"/>
    <w:rsid w:val="00DB4396"/>
    <w:rsid w:val="00DB494F"/>
    <w:rsid w:val="00DB67C9"/>
    <w:rsid w:val="00DC0C95"/>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484"/>
    <w:rsid w:val="00E248D1"/>
    <w:rsid w:val="00E25767"/>
    <w:rsid w:val="00E2590C"/>
    <w:rsid w:val="00E359F8"/>
    <w:rsid w:val="00E361CF"/>
    <w:rsid w:val="00E36487"/>
    <w:rsid w:val="00E431A9"/>
    <w:rsid w:val="00E44EC1"/>
    <w:rsid w:val="00E45592"/>
    <w:rsid w:val="00E45A42"/>
    <w:rsid w:val="00E46FC3"/>
    <w:rsid w:val="00E477E8"/>
    <w:rsid w:val="00E47A31"/>
    <w:rsid w:val="00E51F94"/>
    <w:rsid w:val="00E520B7"/>
    <w:rsid w:val="00E52768"/>
    <w:rsid w:val="00E53751"/>
    <w:rsid w:val="00E54A85"/>
    <w:rsid w:val="00E57816"/>
    <w:rsid w:val="00E6138A"/>
    <w:rsid w:val="00E65057"/>
    <w:rsid w:val="00E65103"/>
    <w:rsid w:val="00E669E2"/>
    <w:rsid w:val="00E66AE7"/>
    <w:rsid w:val="00E70F0A"/>
    <w:rsid w:val="00E728D7"/>
    <w:rsid w:val="00E76135"/>
    <w:rsid w:val="00E77997"/>
    <w:rsid w:val="00E82F4F"/>
    <w:rsid w:val="00E8338A"/>
    <w:rsid w:val="00E8355A"/>
    <w:rsid w:val="00E83843"/>
    <w:rsid w:val="00E873B8"/>
    <w:rsid w:val="00E87690"/>
    <w:rsid w:val="00E918A4"/>
    <w:rsid w:val="00E93A65"/>
    <w:rsid w:val="00EA00E2"/>
    <w:rsid w:val="00EA0428"/>
    <w:rsid w:val="00EA1862"/>
    <w:rsid w:val="00EA4198"/>
    <w:rsid w:val="00EB4E47"/>
    <w:rsid w:val="00EB56BA"/>
    <w:rsid w:val="00EC01D3"/>
    <w:rsid w:val="00EC2844"/>
    <w:rsid w:val="00EC297C"/>
    <w:rsid w:val="00EC5500"/>
    <w:rsid w:val="00ED18F8"/>
    <w:rsid w:val="00ED2ECE"/>
    <w:rsid w:val="00ED32F7"/>
    <w:rsid w:val="00ED7951"/>
    <w:rsid w:val="00ED7C85"/>
    <w:rsid w:val="00EE1477"/>
    <w:rsid w:val="00EF0AC2"/>
    <w:rsid w:val="00EF6C6C"/>
    <w:rsid w:val="00F01A99"/>
    <w:rsid w:val="00F053C1"/>
    <w:rsid w:val="00F056FC"/>
    <w:rsid w:val="00F10476"/>
    <w:rsid w:val="00F113CE"/>
    <w:rsid w:val="00F135D8"/>
    <w:rsid w:val="00F2288A"/>
    <w:rsid w:val="00F23A3A"/>
    <w:rsid w:val="00F25CC5"/>
    <w:rsid w:val="00F31299"/>
    <w:rsid w:val="00F330F3"/>
    <w:rsid w:val="00F3534A"/>
    <w:rsid w:val="00F37CB7"/>
    <w:rsid w:val="00F41499"/>
    <w:rsid w:val="00F42123"/>
    <w:rsid w:val="00F42141"/>
    <w:rsid w:val="00F458A1"/>
    <w:rsid w:val="00F46C05"/>
    <w:rsid w:val="00F47C9B"/>
    <w:rsid w:val="00F51609"/>
    <w:rsid w:val="00F526BC"/>
    <w:rsid w:val="00F57186"/>
    <w:rsid w:val="00F636EA"/>
    <w:rsid w:val="00F66371"/>
    <w:rsid w:val="00F67E43"/>
    <w:rsid w:val="00F73BBC"/>
    <w:rsid w:val="00F74641"/>
    <w:rsid w:val="00F7765E"/>
    <w:rsid w:val="00F81006"/>
    <w:rsid w:val="00F81826"/>
    <w:rsid w:val="00F8321F"/>
    <w:rsid w:val="00F83A37"/>
    <w:rsid w:val="00F84209"/>
    <w:rsid w:val="00F8438F"/>
    <w:rsid w:val="00F84CB9"/>
    <w:rsid w:val="00F85325"/>
    <w:rsid w:val="00F869DC"/>
    <w:rsid w:val="00F87264"/>
    <w:rsid w:val="00F90C7B"/>
    <w:rsid w:val="00F957C1"/>
    <w:rsid w:val="00FA026C"/>
    <w:rsid w:val="00FA0BE2"/>
    <w:rsid w:val="00FA36E7"/>
    <w:rsid w:val="00FB2432"/>
    <w:rsid w:val="00FB5F5A"/>
    <w:rsid w:val="00FB75C5"/>
    <w:rsid w:val="00FC02DB"/>
    <w:rsid w:val="00FC4A0D"/>
    <w:rsid w:val="00FC4CE3"/>
    <w:rsid w:val="00FC7889"/>
    <w:rsid w:val="00FC7F2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F4739"/>
    <w:rPr>
      <w:sz w:val="24"/>
      <w:szCs w:val="24"/>
    </w:rPr>
  </w:style>
  <w:style w:type="paragraph" w:styleId="Heading1">
    <w:name w:val="heading 1"/>
    <w:basedOn w:val="BodyText"/>
    <w:next w:val="BodyText"/>
    <w:link w:val="Heading1Char"/>
    <w:rsid w:val="004F473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F473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F4739"/>
    <w:pPr>
      <w:spacing w:before="560" w:line="320" w:lineRule="exact"/>
      <w:ind w:left="0" w:firstLine="0"/>
      <w:outlineLvl w:val="2"/>
    </w:pPr>
    <w:rPr>
      <w:sz w:val="26"/>
    </w:rPr>
  </w:style>
  <w:style w:type="paragraph" w:styleId="Heading4">
    <w:name w:val="heading 4"/>
    <w:basedOn w:val="Heading3"/>
    <w:next w:val="BodyText"/>
    <w:link w:val="Heading4Char"/>
    <w:qFormat/>
    <w:rsid w:val="004F4739"/>
    <w:pPr>
      <w:spacing w:before="480"/>
      <w:outlineLvl w:val="3"/>
    </w:pPr>
    <w:rPr>
      <w:b w:val="0"/>
      <w:sz w:val="24"/>
    </w:rPr>
  </w:style>
  <w:style w:type="paragraph" w:styleId="Heading5">
    <w:name w:val="heading 5"/>
    <w:basedOn w:val="Heading4"/>
    <w:next w:val="BodyText"/>
    <w:link w:val="Heading5Char"/>
    <w:qFormat/>
    <w:rsid w:val="004F4739"/>
    <w:pPr>
      <w:outlineLvl w:val="4"/>
    </w:pPr>
    <w:rPr>
      <w:i/>
      <w:sz w:val="22"/>
    </w:rPr>
  </w:style>
  <w:style w:type="paragraph" w:styleId="Heading6">
    <w:name w:val="heading 6"/>
    <w:basedOn w:val="BodyText"/>
    <w:next w:val="BodyText"/>
    <w:link w:val="Heading6Char"/>
    <w:rsid w:val="004F4739"/>
    <w:pPr>
      <w:spacing w:after="60"/>
      <w:jc w:val="left"/>
      <w:outlineLvl w:val="5"/>
    </w:pPr>
    <w:rPr>
      <w:i/>
      <w:sz w:val="22"/>
    </w:rPr>
  </w:style>
  <w:style w:type="paragraph" w:styleId="Heading7">
    <w:name w:val="heading 7"/>
    <w:basedOn w:val="BodyText"/>
    <w:next w:val="BodyText"/>
    <w:link w:val="Heading7Char"/>
    <w:rsid w:val="004F4739"/>
    <w:pPr>
      <w:spacing w:after="60" w:line="240" w:lineRule="auto"/>
      <w:jc w:val="left"/>
      <w:outlineLvl w:val="6"/>
    </w:pPr>
    <w:rPr>
      <w:rFonts w:ascii="Arial" w:hAnsi="Arial"/>
      <w:sz w:val="20"/>
    </w:rPr>
  </w:style>
  <w:style w:type="paragraph" w:styleId="Heading8">
    <w:name w:val="heading 8"/>
    <w:basedOn w:val="BodyText"/>
    <w:next w:val="BodyText"/>
    <w:link w:val="Heading8Char"/>
    <w:rsid w:val="004F473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4F473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F47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739"/>
  </w:style>
  <w:style w:type="paragraph" w:styleId="BodyText">
    <w:name w:val="Body Text"/>
    <w:link w:val="BodyTextChar"/>
    <w:qFormat/>
    <w:rsid w:val="004F4739"/>
    <w:pPr>
      <w:spacing w:before="240" w:line="300" w:lineRule="atLeast"/>
      <w:jc w:val="both"/>
    </w:pPr>
    <w:rPr>
      <w:sz w:val="24"/>
    </w:rPr>
  </w:style>
  <w:style w:type="paragraph" w:styleId="Footer">
    <w:name w:val="footer"/>
    <w:basedOn w:val="BodyText"/>
    <w:link w:val="FooterChar"/>
    <w:rsid w:val="004F4739"/>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4F4739"/>
    <w:pPr>
      <w:spacing w:before="0" w:line="20" w:lineRule="exact"/>
    </w:pPr>
  </w:style>
  <w:style w:type="paragraph" w:styleId="Header">
    <w:name w:val="header"/>
    <w:basedOn w:val="BodyText"/>
    <w:link w:val="HeaderChar"/>
    <w:rsid w:val="004F473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F4739"/>
    <w:pPr>
      <w:spacing w:line="20" w:lineRule="exact"/>
    </w:pPr>
    <w:rPr>
      <w:sz w:val="16"/>
    </w:rPr>
  </w:style>
  <w:style w:type="paragraph" w:customStyle="1" w:styleId="HeaderEven">
    <w:name w:val="Header Even"/>
    <w:basedOn w:val="Header"/>
    <w:semiHidden/>
    <w:rsid w:val="004F4739"/>
  </w:style>
  <w:style w:type="paragraph" w:customStyle="1" w:styleId="HeaderOdd">
    <w:name w:val="Header Odd"/>
    <w:basedOn w:val="Header"/>
    <w:semiHidden/>
    <w:rsid w:val="004F4739"/>
  </w:style>
  <w:style w:type="character" w:styleId="PageNumber">
    <w:name w:val="page number"/>
    <w:basedOn w:val="DefaultParagraphFont"/>
    <w:rsid w:val="004F4739"/>
    <w:rPr>
      <w:rFonts w:ascii="Arial" w:hAnsi="Arial"/>
      <w:b/>
      <w:sz w:val="16"/>
    </w:rPr>
  </w:style>
  <w:style w:type="paragraph" w:customStyle="1" w:styleId="Abbreviation">
    <w:name w:val="Abbreviation"/>
    <w:basedOn w:val="BodyText"/>
    <w:rsid w:val="004F4739"/>
    <w:pPr>
      <w:spacing w:before="120"/>
      <w:ind w:left="2381" w:hanging="2381"/>
      <w:jc w:val="left"/>
    </w:pPr>
  </w:style>
  <w:style w:type="paragraph" w:customStyle="1" w:styleId="Box">
    <w:name w:val="Box"/>
    <w:basedOn w:val="BodyText"/>
    <w:link w:val="BoxChar"/>
    <w:qFormat/>
    <w:rsid w:val="004F473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4F473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4F4739"/>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4F4739"/>
    <w:rPr>
      <w:b w:val="0"/>
      <w:i/>
    </w:rPr>
  </w:style>
  <w:style w:type="paragraph" w:customStyle="1" w:styleId="BoxListBullet">
    <w:name w:val="Box List Bullet"/>
    <w:basedOn w:val="BodyText"/>
    <w:link w:val="BoxListBulletChar"/>
    <w:rsid w:val="004F473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F4739"/>
    <w:pPr>
      <w:numPr>
        <w:numId w:val="2"/>
      </w:numPr>
      <w:ind w:left="568" w:hanging="284"/>
    </w:pPr>
  </w:style>
  <w:style w:type="paragraph" w:customStyle="1" w:styleId="BoxListNumber">
    <w:name w:val="Box List Number"/>
    <w:basedOn w:val="BodyText"/>
    <w:link w:val="BoxListNumberChar"/>
    <w:rsid w:val="004F4739"/>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4F4739"/>
    <w:pPr>
      <w:numPr>
        <w:ilvl w:val="1"/>
      </w:numPr>
      <w:ind w:left="681" w:hanging="397"/>
    </w:pPr>
  </w:style>
  <w:style w:type="paragraph" w:customStyle="1" w:styleId="BoxQuote">
    <w:name w:val="Box Quote"/>
    <w:basedOn w:val="BodyText"/>
    <w:next w:val="Box"/>
    <w:link w:val="BoxQuoteChar"/>
    <w:qFormat/>
    <w:rsid w:val="004F4739"/>
    <w:pPr>
      <w:keepNext/>
      <w:spacing w:before="60" w:line="240" w:lineRule="exact"/>
      <w:ind w:left="284"/>
    </w:pPr>
    <w:rPr>
      <w:rFonts w:ascii="Arial" w:hAnsi="Arial"/>
      <w:sz w:val="18"/>
    </w:rPr>
  </w:style>
  <w:style w:type="paragraph" w:customStyle="1" w:styleId="Note">
    <w:name w:val="Note"/>
    <w:basedOn w:val="BodyText"/>
    <w:next w:val="BodyText"/>
    <w:link w:val="NoteChar"/>
    <w:rsid w:val="004F4739"/>
    <w:pPr>
      <w:keepLines/>
      <w:spacing w:before="80" w:line="220" w:lineRule="exact"/>
    </w:pPr>
    <w:rPr>
      <w:rFonts w:ascii="Arial" w:hAnsi="Arial"/>
      <w:sz w:val="18"/>
    </w:rPr>
  </w:style>
  <w:style w:type="paragraph" w:customStyle="1" w:styleId="Source">
    <w:name w:val="Source"/>
    <w:basedOn w:val="Normal"/>
    <w:next w:val="BodyText"/>
    <w:link w:val="SourceChar"/>
    <w:rsid w:val="004F4739"/>
    <w:pPr>
      <w:keepLines/>
      <w:spacing w:before="80" w:line="220" w:lineRule="exact"/>
      <w:jc w:val="both"/>
    </w:pPr>
    <w:rPr>
      <w:rFonts w:ascii="Arial" w:hAnsi="Arial"/>
      <w:sz w:val="18"/>
      <w:szCs w:val="20"/>
    </w:rPr>
  </w:style>
  <w:style w:type="paragraph" w:customStyle="1" w:styleId="BoxSource">
    <w:name w:val="Box Source"/>
    <w:basedOn w:val="Source"/>
    <w:next w:val="BodyText"/>
    <w:rsid w:val="004F4739"/>
    <w:pPr>
      <w:spacing w:before="120"/>
    </w:pPr>
  </w:style>
  <w:style w:type="paragraph" w:customStyle="1" w:styleId="BoxSpaceAbove">
    <w:name w:val="Box Space Above"/>
    <w:basedOn w:val="BodyText"/>
    <w:rsid w:val="004F4739"/>
    <w:pPr>
      <w:keepNext/>
      <w:spacing w:before="360" w:line="80" w:lineRule="exact"/>
      <w:jc w:val="left"/>
    </w:pPr>
  </w:style>
  <w:style w:type="paragraph" w:styleId="Caption">
    <w:name w:val="caption"/>
    <w:basedOn w:val="Normal"/>
    <w:next w:val="BodyText"/>
    <w:rsid w:val="004F473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4F4739"/>
    <w:pPr>
      <w:spacing w:before="120" w:after="0"/>
    </w:pPr>
  </w:style>
  <w:style w:type="paragraph" w:customStyle="1" w:styleId="BoxSubtitle">
    <w:name w:val="Box Subtitle"/>
    <w:basedOn w:val="BoxTitle"/>
    <w:next w:val="Normal"/>
    <w:rsid w:val="004F4739"/>
    <w:pPr>
      <w:spacing w:after="80" w:line="200" w:lineRule="exact"/>
      <w:ind w:firstLine="0"/>
    </w:pPr>
    <w:rPr>
      <w:b w:val="0"/>
      <w:sz w:val="20"/>
    </w:rPr>
  </w:style>
  <w:style w:type="paragraph" w:customStyle="1" w:styleId="Chapter">
    <w:name w:val="Chapter"/>
    <w:basedOn w:val="Heading1"/>
    <w:next w:val="BodyText"/>
    <w:link w:val="ChapterChar"/>
    <w:semiHidden/>
    <w:rsid w:val="004F4739"/>
    <w:pPr>
      <w:ind w:left="0" w:firstLine="0"/>
      <w:outlineLvl w:val="9"/>
    </w:pPr>
  </w:style>
  <w:style w:type="paragraph" w:customStyle="1" w:styleId="ChapterSummary">
    <w:name w:val="Chapter Summary"/>
    <w:basedOn w:val="BodyText"/>
    <w:rsid w:val="004F4739"/>
    <w:pPr>
      <w:spacing w:line="280" w:lineRule="atLeast"/>
      <w:ind w:left="907"/>
    </w:pPr>
    <w:rPr>
      <w:rFonts w:ascii="Arial" w:hAnsi="Arial"/>
      <w:b/>
      <w:sz w:val="20"/>
    </w:rPr>
  </w:style>
  <w:style w:type="character" w:styleId="CommentReference">
    <w:name w:val="annotation reference"/>
    <w:basedOn w:val="DefaultParagraphFont"/>
    <w:semiHidden/>
    <w:rsid w:val="004F4739"/>
    <w:rPr>
      <w:b/>
      <w:vanish/>
      <w:color w:val="FF00FF"/>
      <w:sz w:val="20"/>
    </w:rPr>
  </w:style>
  <w:style w:type="paragraph" w:styleId="CommentText">
    <w:name w:val="annotation text"/>
    <w:basedOn w:val="Normal"/>
    <w:link w:val="CommentTextChar1"/>
    <w:semiHidden/>
    <w:rsid w:val="004F4739"/>
    <w:pPr>
      <w:spacing w:before="120" w:line="240" w:lineRule="atLeast"/>
      <w:ind w:left="567" w:hanging="567"/>
    </w:pPr>
    <w:rPr>
      <w:sz w:val="20"/>
    </w:rPr>
  </w:style>
  <w:style w:type="paragraph" w:customStyle="1" w:styleId="Continued">
    <w:name w:val="Continued"/>
    <w:basedOn w:val="BoxContinued"/>
    <w:next w:val="BodyText"/>
    <w:rsid w:val="004F4739"/>
  </w:style>
  <w:style w:type="character" w:customStyle="1" w:styleId="DocumentInfo">
    <w:name w:val="Document Info"/>
    <w:basedOn w:val="DefaultParagraphFont"/>
    <w:semiHidden/>
    <w:rsid w:val="004F4739"/>
    <w:rPr>
      <w:rFonts w:ascii="Arial" w:hAnsi="Arial"/>
      <w:sz w:val="14"/>
    </w:rPr>
  </w:style>
  <w:style w:type="character" w:customStyle="1" w:styleId="DraftingNote">
    <w:name w:val="Drafting Note"/>
    <w:basedOn w:val="DefaultParagraphFont"/>
    <w:rsid w:val="004F4739"/>
    <w:rPr>
      <w:b/>
      <w:color w:val="FF0000"/>
      <w:sz w:val="24"/>
      <w:u w:val="dotted"/>
    </w:rPr>
  </w:style>
  <w:style w:type="paragraph" w:customStyle="1" w:styleId="Figure">
    <w:name w:val="Figure"/>
    <w:basedOn w:val="BodyText"/>
    <w:rsid w:val="004F4739"/>
    <w:pPr>
      <w:keepNext/>
      <w:spacing w:before="120" w:after="120" w:line="240" w:lineRule="atLeast"/>
      <w:jc w:val="center"/>
    </w:pPr>
  </w:style>
  <w:style w:type="paragraph" w:customStyle="1" w:styleId="FigureTitle">
    <w:name w:val="Figure Title"/>
    <w:basedOn w:val="Caption"/>
    <w:next w:val="Subtitle"/>
    <w:rsid w:val="004F4739"/>
    <w:pPr>
      <w:spacing w:before="120"/>
    </w:pPr>
  </w:style>
  <w:style w:type="paragraph" w:styleId="Subtitle">
    <w:name w:val="Subtitle"/>
    <w:basedOn w:val="Caption"/>
    <w:link w:val="SubtitleChar"/>
    <w:qFormat/>
    <w:rsid w:val="004F4739"/>
    <w:pPr>
      <w:spacing w:before="0" w:line="200" w:lineRule="exact"/>
      <w:ind w:firstLine="0"/>
    </w:pPr>
    <w:rPr>
      <w:b w:val="0"/>
      <w:sz w:val="20"/>
    </w:rPr>
  </w:style>
  <w:style w:type="paragraph" w:customStyle="1" w:styleId="Finding">
    <w:name w:val="Finding"/>
    <w:basedOn w:val="BodyText"/>
    <w:rsid w:val="004F4739"/>
    <w:pPr>
      <w:keepLines/>
      <w:spacing w:before="120" w:line="280" w:lineRule="atLeast"/>
    </w:pPr>
    <w:rPr>
      <w:rFonts w:ascii="Arial" w:hAnsi="Arial"/>
      <w:sz w:val="22"/>
    </w:rPr>
  </w:style>
  <w:style w:type="paragraph" w:customStyle="1" w:styleId="FindingBullet">
    <w:name w:val="Finding Bullet"/>
    <w:basedOn w:val="Finding"/>
    <w:rsid w:val="004F4739"/>
    <w:pPr>
      <w:numPr>
        <w:numId w:val="3"/>
      </w:numPr>
      <w:spacing w:before="80"/>
    </w:pPr>
  </w:style>
  <w:style w:type="paragraph" w:customStyle="1" w:styleId="FindingNoTitle">
    <w:name w:val="Finding NoTitle"/>
    <w:basedOn w:val="Finding"/>
    <w:rsid w:val="004F4739"/>
    <w:pPr>
      <w:spacing w:before="240"/>
    </w:pPr>
  </w:style>
  <w:style w:type="paragraph" w:customStyle="1" w:styleId="RecTitle">
    <w:name w:val="Rec Title"/>
    <w:basedOn w:val="BodyText"/>
    <w:next w:val="Rec"/>
    <w:qFormat/>
    <w:rsid w:val="004F4739"/>
    <w:pPr>
      <w:keepNext/>
      <w:keepLines/>
      <w:spacing w:line="280" w:lineRule="atLeast"/>
    </w:pPr>
    <w:rPr>
      <w:rFonts w:ascii="Arial" w:hAnsi="Arial"/>
      <w:caps/>
      <w:sz w:val="18"/>
    </w:rPr>
  </w:style>
  <w:style w:type="paragraph" w:customStyle="1" w:styleId="FindingTitle">
    <w:name w:val="Finding Title"/>
    <w:basedOn w:val="RecTitle"/>
    <w:next w:val="Finding"/>
    <w:rsid w:val="004F4739"/>
  </w:style>
  <w:style w:type="character" w:styleId="FootnoteReference">
    <w:name w:val="footnote reference"/>
    <w:basedOn w:val="DefaultParagraphFont"/>
    <w:semiHidden/>
    <w:rsid w:val="004F4739"/>
    <w:rPr>
      <w:rFonts w:ascii="Times New Roman" w:hAnsi="Times New Roman"/>
      <w:position w:val="6"/>
      <w:sz w:val="20"/>
      <w:vertAlign w:val="baseline"/>
    </w:rPr>
  </w:style>
  <w:style w:type="paragraph" w:styleId="FootnoteText">
    <w:name w:val="footnote text"/>
    <w:basedOn w:val="BodyText"/>
    <w:link w:val="FootnoteTextChar"/>
    <w:rsid w:val="004F473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F4739"/>
    <w:rPr>
      <w:i/>
    </w:rPr>
  </w:style>
  <w:style w:type="paragraph" w:customStyle="1" w:styleId="Jurisdictioncommentsbodytext">
    <w:name w:val="Jurisdiction comments body text"/>
    <w:rsid w:val="004F4739"/>
    <w:pPr>
      <w:spacing w:after="140"/>
      <w:jc w:val="both"/>
    </w:pPr>
    <w:rPr>
      <w:rFonts w:ascii="Arial" w:hAnsi="Arial"/>
      <w:sz w:val="24"/>
      <w:lang w:eastAsia="en-US"/>
    </w:rPr>
  </w:style>
  <w:style w:type="paragraph" w:customStyle="1" w:styleId="Jurisdictioncommentsheading">
    <w:name w:val="Jurisdiction comments heading"/>
    <w:rsid w:val="004F473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F4739"/>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4F4739"/>
    <w:pPr>
      <w:numPr>
        <w:numId w:val="5"/>
      </w:numPr>
      <w:spacing w:before="120"/>
    </w:pPr>
  </w:style>
  <w:style w:type="paragraph" w:styleId="ListBullet2">
    <w:name w:val="List Bullet 2"/>
    <w:basedOn w:val="BodyText"/>
    <w:link w:val="ListBullet2Char"/>
    <w:rsid w:val="004F4739"/>
    <w:pPr>
      <w:numPr>
        <w:numId w:val="6"/>
      </w:numPr>
      <w:spacing w:before="120"/>
    </w:pPr>
  </w:style>
  <w:style w:type="paragraph" w:styleId="ListBullet3">
    <w:name w:val="List Bullet 3"/>
    <w:basedOn w:val="BodyText"/>
    <w:rsid w:val="004F4739"/>
    <w:pPr>
      <w:numPr>
        <w:numId w:val="7"/>
      </w:numPr>
      <w:spacing w:before="120"/>
      <w:ind w:left="1020" w:hanging="340"/>
    </w:pPr>
  </w:style>
  <w:style w:type="paragraph" w:styleId="ListNumber">
    <w:name w:val="List Number"/>
    <w:basedOn w:val="BodyText"/>
    <w:rsid w:val="004F4739"/>
    <w:pPr>
      <w:numPr>
        <w:numId w:val="13"/>
      </w:numPr>
      <w:spacing w:before="120"/>
    </w:pPr>
  </w:style>
  <w:style w:type="paragraph" w:styleId="ListNumber2">
    <w:name w:val="List Number 2"/>
    <w:basedOn w:val="ListNumber"/>
    <w:rsid w:val="004F4739"/>
    <w:pPr>
      <w:numPr>
        <w:ilvl w:val="1"/>
      </w:numPr>
    </w:pPr>
  </w:style>
  <w:style w:type="paragraph" w:styleId="ListNumber3">
    <w:name w:val="List Number 3"/>
    <w:basedOn w:val="ListNumber2"/>
    <w:rsid w:val="004F4739"/>
    <w:pPr>
      <w:numPr>
        <w:ilvl w:val="2"/>
      </w:numPr>
    </w:pPr>
  </w:style>
  <w:style w:type="character" w:customStyle="1" w:styleId="NoteLabel">
    <w:name w:val="Note Label"/>
    <w:basedOn w:val="DefaultParagraphFont"/>
    <w:rsid w:val="004F4739"/>
    <w:rPr>
      <w:rFonts w:ascii="Arial" w:hAnsi="Arial"/>
      <w:b/>
      <w:position w:val="6"/>
      <w:sz w:val="18"/>
    </w:rPr>
  </w:style>
  <w:style w:type="paragraph" w:customStyle="1" w:styleId="PartDivider">
    <w:name w:val="Part Divider"/>
    <w:basedOn w:val="BodyText"/>
    <w:next w:val="BodyText"/>
    <w:semiHidden/>
    <w:rsid w:val="004F4739"/>
    <w:pPr>
      <w:spacing w:before="0" w:line="40" w:lineRule="exact"/>
      <w:jc w:val="right"/>
    </w:pPr>
    <w:rPr>
      <w:smallCaps/>
      <w:sz w:val="16"/>
    </w:rPr>
  </w:style>
  <w:style w:type="paragraph" w:customStyle="1" w:styleId="PartNumber">
    <w:name w:val="Part Number"/>
    <w:basedOn w:val="BodyText"/>
    <w:next w:val="BodyText"/>
    <w:semiHidden/>
    <w:rsid w:val="004F4739"/>
    <w:pPr>
      <w:spacing w:before="4000" w:line="320" w:lineRule="exact"/>
      <w:ind w:left="6634"/>
      <w:jc w:val="right"/>
    </w:pPr>
    <w:rPr>
      <w:smallCaps/>
      <w:spacing w:val="60"/>
      <w:sz w:val="32"/>
    </w:rPr>
  </w:style>
  <w:style w:type="paragraph" w:customStyle="1" w:styleId="PartTitle">
    <w:name w:val="Part Title"/>
    <w:basedOn w:val="BodyText"/>
    <w:semiHidden/>
    <w:rsid w:val="004F4739"/>
    <w:pPr>
      <w:spacing w:before="160" w:after="1360" w:line="520" w:lineRule="exact"/>
      <w:ind w:right="2381"/>
      <w:jc w:val="right"/>
    </w:pPr>
    <w:rPr>
      <w:smallCaps/>
      <w:sz w:val="52"/>
    </w:rPr>
  </w:style>
  <w:style w:type="paragraph" w:styleId="Quote">
    <w:name w:val="Quote"/>
    <w:basedOn w:val="BodyText"/>
    <w:next w:val="BodyText"/>
    <w:link w:val="QuoteChar"/>
    <w:qFormat/>
    <w:rsid w:val="004F4739"/>
    <w:pPr>
      <w:spacing w:before="120" w:line="280" w:lineRule="exact"/>
      <w:ind w:left="340"/>
    </w:pPr>
    <w:rPr>
      <w:sz w:val="22"/>
    </w:rPr>
  </w:style>
  <w:style w:type="paragraph" w:customStyle="1" w:styleId="QuoteBullet">
    <w:name w:val="Quote Bullet"/>
    <w:basedOn w:val="Quote"/>
    <w:rsid w:val="004F4739"/>
    <w:pPr>
      <w:numPr>
        <w:numId w:val="8"/>
      </w:numPr>
    </w:pPr>
  </w:style>
  <w:style w:type="paragraph" w:customStyle="1" w:styleId="Rec">
    <w:name w:val="Rec"/>
    <w:basedOn w:val="BodyText"/>
    <w:qFormat/>
    <w:rsid w:val="004F4739"/>
    <w:pPr>
      <w:keepLines/>
      <w:spacing w:before="120" w:line="280" w:lineRule="atLeast"/>
    </w:pPr>
    <w:rPr>
      <w:rFonts w:ascii="Arial" w:hAnsi="Arial"/>
      <w:sz w:val="22"/>
    </w:rPr>
  </w:style>
  <w:style w:type="paragraph" w:customStyle="1" w:styleId="RecBullet">
    <w:name w:val="Rec Bullet"/>
    <w:basedOn w:val="Rec"/>
    <w:rsid w:val="004F4739"/>
    <w:pPr>
      <w:numPr>
        <w:numId w:val="9"/>
      </w:numPr>
      <w:spacing w:before="80"/>
    </w:pPr>
  </w:style>
  <w:style w:type="paragraph" w:customStyle="1" w:styleId="RecB">
    <w:name w:val="RecB"/>
    <w:basedOn w:val="Normal"/>
    <w:rsid w:val="004F473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F4739"/>
    <w:pPr>
      <w:numPr>
        <w:numId w:val="10"/>
      </w:numPr>
      <w:spacing w:before="80"/>
    </w:pPr>
  </w:style>
  <w:style w:type="paragraph" w:customStyle="1" w:styleId="RecBNoTitle">
    <w:name w:val="RecB NoTitle"/>
    <w:basedOn w:val="RecB"/>
    <w:rsid w:val="004F4739"/>
    <w:pPr>
      <w:spacing w:before="240"/>
    </w:pPr>
  </w:style>
  <w:style w:type="paragraph" w:customStyle="1" w:styleId="Reference">
    <w:name w:val="Reference"/>
    <w:basedOn w:val="BodyText"/>
    <w:link w:val="ReferenceChar"/>
    <w:rsid w:val="004F4739"/>
    <w:pPr>
      <w:spacing w:before="120"/>
      <w:ind w:left="340" w:hanging="340"/>
    </w:pPr>
  </w:style>
  <w:style w:type="paragraph" w:customStyle="1" w:styleId="SequenceInfo">
    <w:name w:val="Sequence Info"/>
    <w:basedOn w:val="BodyText"/>
    <w:semiHidden/>
    <w:rsid w:val="004F4739"/>
    <w:rPr>
      <w:vanish/>
      <w:sz w:val="16"/>
    </w:rPr>
  </w:style>
  <w:style w:type="paragraph" w:customStyle="1" w:styleId="SideNote">
    <w:name w:val="Side Note"/>
    <w:basedOn w:val="BodyText"/>
    <w:next w:val="BodyText"/>
    <w:semiHidden/>
    <w:rsid w:val="004F473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F4739"/>
    <w:pPr>
      <w:framePr w:wrap="around"/>
      <w:numPr>
        <w:numId w:val="11"/>
      </w:numPr>
      <w:tabs>
        <w:tab w:val="left" w:pos="227"/>
      </w:tabs>
    </w:pPr>
  </w:style>
  <w:style w:type="paragraph" w:customStyle="1" w:styleId="SideNoteGraphic">
    <w:name w:val="Side Note Graphic"/>
    <w:basedOn w:val="SideNote"/>
    <w:next w:val="BodyText"/>
    <w:semiHidden/>
    <w:rsid w:val="004F4739"/>
    <w:pPr>
      <w:framePr w:wrap="around"/>
    </w:pPr>
  </w:style>
  <w:style w:type="paragraph" w:customStyle="1" w:styleId="TableBodyText">
    <w:name w:val="Table Body Text"/>
    <w:basedOn w:val="BodyText"/>
    <w:link w:val="TableBodyTextChar"/>
    <w:rsid w:val="004F473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F4739"/>
    <w:pPr>
      <w:numPr>
        <w:numId w:val="12"/>
      </w:numPr>
      <w:jc w:val="left"/>
    </w:pPr>
  </w:style>
  <w:style w:type="paragraph" w:customStyle="1" w:styleId="TableColumnHeading">
    <w:name w:val="Table Column Heading"/>
    <w:basedOn w:val="TableBodyText"/>
    <w:rsid w:val="004F4739"/>
    <w:pPr>
      <w:spacing w:before="80" w:after="80"/>
    </w:pPr>
    <w:rPr>
      <w:i/>
    </w:rPr>
  </w:style>
  <w:style w:type="paragraph" w:styleId="TOC2">
    <w:name w:val="toc 2"/>
    <w:basedOn w:val="TOC1"/>
    <w:rsid w:val="004F4739"/>
    <w:pPr>
      <w:ind w:left="1134" w:hanging="624"/>
    </w:pPr>
    <w:rPr>
      <w:b w:val="0"/>
    </w:rPr>
  </w:style>
  <w:style w:type="paragraph" w:styleId="TOC3">
    <w:name w:val="toc 3"/>
    <w:basedOn w:val="TOC2"/>
    <w:rsid w:val="004F4739"/>
    <w:pPr>
      <w:spacing w:before="60"/>
      <w:ind w:left="1190" w:hanging="680"/>
    </w:pPr>
  </w:style>
  <w:style w:type="paragraph" w:styleId="TableofFigures">
    <w:name w:val="table of figures"/>
    <w:basedOn w:val="TOC3"/>
    <w:next w:val="BodyText"/>
    <w:semiHidden/>
    <w:rsid w:val="004F4739"/>
    <w:pPr>
      <w:ind w:left="737" w:hanging="737"/>
    </w:pPr>
  </w:style>
  <w:style w:type="paragraph" w:customStyle="1" w:styleId="TableTitle">
    <w:name w:val="Table Title"/>
    <w:basedOn w:val="Caption"/>
    <w:next w:val="Subtitle"/>
    <w:link w:val="TableTitleChar"/>
    <w:qFormat/>
    <w:rsid w:val="004F4739"/>
    <w:pPr>
      <w:spacing w:before="120"/>
    </w:pPr>
  </w:style>
  <w:style w:type="paragraph" w:customStyle="1" w:styleId="TableUnitsRow">
    <w:name w:val="Table Units Row"/>
    <w:basedOn w:val="TableBodyText"/>
    <w:rsid w:val="004F4739"/>
    <w:pPr>
      <w:spacing w:before="40"/>
    </w:pPr>
  </w:style>
  <w:style w:type="paragraph" w:styleId="TOC1">
    <w:name w:val="toc 1"/>
    <w:basedOn w:val="Normal"/>
    <w:next w:val="TOC2"/>
    <w:link w:val="TOC1Char"/>
    <w:rsid w:val="004F473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F4739"/>
    <w:pPr>
      <w:ind w:left="1191" w:firstLine="0"/>
    </w:pPr>
  </w:style>
  <w:style w:type="paragraph" w:customStyle="1" w:styleId="RecBBullet2">
    <w:name w:val="RecB Bullet 2"/>
    <w:basedOn w:val="ListBullet2"/>
    <w:rsid w:val="004F4739"/>
    <w:pPr>
      <w:pBdr>
        <w:left w:val="single" w:sz="24" w:space="29" w:color="C0C0C0"/>
      </w:pBdr>
    </w:pPr>
    <w:rPr>
      <w:b/>
      <w:i/>
    </w:rPr>
  </w:style>
  <w:style w:type="paragraph" w:styleId="BalloonText">
    <w:name w:val="Balloon Text"/>
    <w:basedOn w:val="Normal"/>
    <w:link w:val="BalloonTextChar"/>
    <w:rsid w:val="004F4739"/>
    <w:rPr>
      <w:rFonts w:ascii="Tahoma" w:hAnsi="Tahoma" w:cs="Tahoma"/>
      <w:sz w:val="16"/>
      <w:szCs w:val="16"/>
    </w:rPr>
  </w:style>
  <w:style w:type="character" w:customStyle="1" w:styleId="BalloonTextChar">
    <w:name w:val="Balloon Text Char"/>
    <w:basedOn w:val="DefaultParagraphFont"/>
    <w:link w:val="BalloonText"/>
    <w:rsid w:val="004F4739"/>
    <w:rPr>
      <w:rFonts w:ascii="Tahoma" w:hAnsi="Tahoma" w:cs="Tahoma"/>
      <w:sz w:val="16"/>
      <w:szCs w:val="16"/>
    </w:rPr>
  </w:style>
  <w:style w:type="character" w:customStyle="1" w:styleId="SubtitleChar">
    <w:name w:val="Subtitle Char"/>
    <w:basedOn w:val="DefaultParagraphFont"/>
    <w:link w:val="Subtitle"/>
    <w:rsid w:val="004F4739"/>
    <w:rPr>
      <w:rFonts w:ascii="Arial" w:hAnsi="Arial"/>
      <w:szCs w:val="24"/>
    </w:rPr>
  </w:style>
  <w:style w:type="paragraph" w:customStyle="1" w:styleId="BoxListBullet3">
    <w:name w:val="Box List Bullet 3"/>
    <w:basedOn w:val="ListBullet3"/>
    <w:rsid w:val="004F4739"/>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F4739"/>
    <w:rPr>
      <w:i/>
      <w:iCs/>
    </w:rPr>
  </w:style>
  <w:style w:type="paragraph" w:customStyle="1" w:styleId="BoxQuoteBullet">
    <w:name w:val="Box Quote Bullet"/>
    <w:basedOn w:val="BoxQuote"/>
    <w:next w:val="Box"/>
    <w:rsid w:val="004F4739"/>
    <w:pPr>
      <w:numPr>
        <w:numId w:val="16"/>
      </w:numPr>
      <w:ind w:left="568" w:hanging="284"/>
    </w:pPr>
  </w:style>
  <w:style w:type="paragraph" w:customStyle="1" w:styleId="InformationRequestBullet">
    <w:name w:val="Information Request Bullet"/>
    <w:basedOn w:val="ListBullet"/>
    <w:next w:val="BodyText"/>
    <w:rsid w:val="004F4739"/>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4F4739"/>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4F4739"/>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4F4739"/>
    <w:rPr>
      <w:sz w:val="24"/>
    </w:rPr>
  </w:style>
  <w:style w:type="character" w:customStyle="1" w:styleId="FooterChar">
    <w:name w:val="Footer Char"/>
    <w:basedOn w:val="BodyTextChar"/>
    <w:link w:val="Footer"/>
    <w:rsid w:val="004F4739"/>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4F47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4F4739"/>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F4739"/>
    <w:pPr>
      <w:numPr>
        <w:numId w:val="21"/>
      </w:numPr>
      <w:ind w:left="568" w:hanging="284"/>
    </w:pPr>
  </w:style>
  <w:style w:type="paragraph" w:customStyle="1" w:styleId="InformationRequestTitle">
    <w:name w:val="Information Request Title"/>
    <w:basedOn w:val="FindingTitle"/>
    <w:next w:val="InformationRequest"/>
    <w:rsid w:val="004F4739"/>
    <w:rPr>
      <w:i/>
    </w:rPr>
  </w:style>
  <w:style w:type="paragraph" w:customStyle="1" w:styleId="Space">
    <w:name w:val="Space"/>
    <w:basedOn w:val="Normal"/>
    <w:rsid w:val="004F4739"/>
    <w:pPr>
      <w:keepNext/>
      <w:spacing w:line="120" w:lineRule="exact"/>
      <w:jc w:val="both"/>
    </w:pPr>
    <w:rPr>
      <w:rFonts w:ascii="Arial" w:hAnsi="Arial"/>
      <w:sz w:val="20"/>
      <w:szCs w:val="20"/>
    </w:rPr>
  </w:style>
  <w:style w:type="paragraph" w:customStyle="1" w:styleId="Heading1nochapterno">
    <w:name w:val="Heading 1 (no chapter no.)"/>
    <w:basedOn w:val="Heading1"/>
    <w:rsid w:val="004F4739"/>
    <w:pPr>
      <w:spacing w:before="0"/>
      <w:ind w:left="0" w:firstLine="0"/>
    </w:pPr>
  </w:style>
  <w:style w:type="paragraph" w:customStyle="1" w:styleId="Heading2nosectionno">
    <w:name w:val="Heading 2 (no section no.)"/>
    <w:basedOn w:val="Heading2"/>
    <w:rsid w:val="004F4739"/>
    <w:pPr>
      <w:ind w:left="0" w:firstLine="0"/>
    </w:pPr>
  </w:style>
  <w:style w:type="paragraph" w:customStyle="1" w:styleId="Figurespace">
    <w:name w:val="Figure space"/>
    <w:basedOn w:val="Box"/>
    <w:rsid w:val="004F4739"/>
    <w:pPr>
      <w:spacing w:before="0" w:line="120" w:lineRule="exact"/>
    </w:pPr>
  </w:style>
  <w:style w:type="paragraph" w:customStyle="1" w:styleId="FooterDraftReport">
    <w:name w:val="FooterDraftReport"/>
    <w:basedOn w:val="Footer"/>
    <w:link w:val="FooterDraftReportChar"/>
    <w:rsid w:val="004F473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4F473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F4739"/>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F4739"/>
    <w:rPr>
      <w:sz w:val="24"/>
      <w:szCs w:val="24"/>
    </w:rPr>
  </w:style>
  <w:style w:type="paragraph" w:styleId="Heading1">
    <w:name w:val="heading 1"/>
    <w:basedOn w:val="BodyText"/>
    <w:next w:val="BodyText"/>
    <w:link w:val="Heading1Char"/>
    <w:rsid w:val="004F473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F473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F4739"/>
    <w:pPr>
      <w:spacing w:before="560" w:line="320" w:lineRule="exact"/>
      <w:ind w:left="0" w:firstLine="0"/>
      <w:outlineLvl w:val="2"/>
    </w:pPr>
    <w:rPr>
      <w:sz w:val="26"/>
    </w:rPr>
  </w:style>
  <w:style w:type="paragraph" w:styleId="Heading4">
    <w:name w:val="heading 4"/>
    <w:basedOn w:val="Heading3"/>
    <w:next w:val="BodyText"/>
    <w:link w:val="Heading4Char"/>
    <w:qFormat/>
    <w:rsid w:val="004F4739"/>
    <w:pPr>
      <w:spacing w:before="480"/>
      <w:outlineLvl w:val="3"/>
    </w:pPr>
    <w:rPr>
      <w:b w:val="0"/>
      <w:sz w:val="24"/>
    </w:rPr>
  </w:style>
  <w:style w:type="paragraph" w:styleId="Heading5">
    <w:name w:val="heading 5"/>
    <w:basedOn w:val="Heading4"/>
    <w:next w:val="BodyText"/>
    <w:link w:val="Heading5Char"/>
    <w:qFormat/>
    <w:rsid w:val="004F4739"/>
    <w:pPr>
      <w:outlineLvl w:val="4"/>
    </w:pPr>
    <w:rPr>
      <w:i/>
      <w:sz w:val="22"/>
    </w:rPr>
  </w:style>
  <w:style w:type="paragraph" w:styleId="Heading6">
    <w:name w:val="heading 6"/>
    <w:basedOn w:val="BodyText"/>
    <w:next w:val="BodyText"/>
    <w:link w:val="Heading6Char"/>
    <w:rsid w:val="004F4739"/>
    <w:pPr>
      <w:spacing w:after="60"/>
      <w:jc w:val="left"/>
      <w:outlineLvl w:val="5"/>
    </w:pPr>
    <w:rPr>
      <w:i/>
      <w:sz w:val="22"/>
    </w:rPr>
  </w:style>
  <w:style w:type="paragraph" w:styleId="Heading7">
    <w:name w:val="heading 7"/>
    <w:basedOn w:val="BodyText"/>
    <w:next w:val="BodyText"/>
    <w:link w:val="Heading7Char"/>
    <w:rsid w:val="004F4739"/>
    <w:pPr>
      <w:spacing w:after="60" w:line="240" w:lineRule="auto"/>
      <w:jc w:val="left"/>
      <w:outlineLvl w:val="6"/>
    </w:pPr>
    <w:rPr>
      <w:rFonts w:ascii="Arial" w:hAnsi="Arial"/>
      <w:sz w:val="20"/>
    </w:rPr>
  </w:style>
  <w:style w:type="paragraph" w:styleId="Heading8">
    <w:name w:val="heading 8"/>
    <w:basedOn w:val="BodyText"/>
    <w:next w:val="BodyText"/>
    <w:link w:val="Heading8Char"/>
    <w:rsid w:val="004F473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4F473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F47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739"/>
  </w:style>
  <w:style w:type="paragraph" w:styleId="BodyText">
    <w:name w:val="Body Text"/>
    <w:link w:val="BodyTextChar"/>
    <w:qFormat/>
    <w:rsid w:val="004F4739"/>
    <w:pPr>
      <w:spacing w:before="240" w:line="300" w:lineRule="atLeast"/>
      <w:jc w:val="both"/>
    </w:pPr>
    <w:rPr>
      <w:sz w:val="24"/>
    </w:rPr>
  </w:style>
  <w:style w:type="paragraph" w:styleId="Footer">
    <w:name w:val="footer"/>
    <w:basedOn w:val="BodyText"/>
    <w:link w:val="FooterChar"/>
    <w:rsid w:val="004F4739"/>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4F4739"/>
    <w:pPr>
      <w:spacing w:before="0" w:line="20" w:lineRule="exact"/>
    </w:pPr>
  </w:style>
  <w:style w:type="paragraph" w:styleId="Header">
    <w:name w:val="header"/>
    <w:basedOn w:val="BodyText"/>
    <w:link w:val="HeaderChar"/>
    <w:rsid w:val="004F473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F4739"/>
    <w:pPr>
      <w:spacing w:line="20" w:lineRule="exact"/>
    </w:pPr>
    <w:rPr>
      <w:sz w:val="16"/>
    </w:rPr>
  </w:style>
  <w:style w:type="paragraph" w:customStyle="1" w:styleId="HeaderEven">
    <w:name w:val="Header Even"/>
    <w:basedOn w:val="Header"/>
    <w:semiHidden/>
    <w:rsid w:val="004F4739"/>
  </w:style>
  <w:style w:type="paragraph" w:customStyle="1" w:styleId="HeaderOdd">
    <w:name w:val="Header Odd"/>
    <w:basedOn w:val="Header"/>
    <w:semiHidden/>
    <w:rsid w:val="004F4739"/>
  </w:style>
  <w:style w:type="character" w:styleId="PageNumber">
    <w:name w:val="page number"/>
    <w:basedOn w:val="DefaultParagraphFont"/>
    <w:rsid w:val="004F4739"/>
    <w:rPr>
      <w:rFonts w:ascii="Arial" w:hAnsi="Arial"/>
      <w:b/>
      <w:sz w:val="16"/>
    </w:rPr>
  </w:style>
  <w:style w:type="paragraph" w:customStyle="1" w:styleId="Abbreviation">
    <w:name w:val="Abbreviation"/>
    <w:basedOn w:val="BodyText"/>
    <w:rsid w:val="004F4739"/>
    <w:pPr>
      <w:spacing w:before="120"/>
      <w:ind w:left="2381" w:hanging="2381"/>
      <w:jc w:val="left"/>
    </w:pPr>
  </w:style>
  <w:style w:type="paragraph" w:customStyle="1" w:styleId="Box">
    <w:name w:val="Box"/>
    <w:basedOn w:val="BodyText"/>
    <w:link w:val="BoxChar"/>
    <w:qFormat/>
    <w:rsid w:val="004F473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4F473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4F4739"/>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4F4739"/>
    <w:rPr>
      <w:b w:val="0"/>
      <w:i/>
    </w:rPr>
  </w:style>
  <w:style w:type="paragraph" w:customStyle="1" w:styleId="BoxListBullet">
    <w:name w:val="Box List Bullet"/>
    <w:basedOn w:val="BodyText"/>
    <w:link w:val="BoxListBulletChar"/>
    <w:rsid w:val="004F473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F4739"/>
    <w:pPr>
      <w:numPr>
        <w:numId w:val="2"/>
      </w:numPr>
      <w:ind w:left="568" w:hanging="284"/>
    </w:pPr>
  </w:style>
  <w:style w:type="paragraph" w:customStyle="1" w:styleId="BoxListNumber">
    <w:name w:val="Box List Number"/>
    <w:basedOn w:val="BodyText"/>
    <w:link w:val="BoxListNumberChar"/>
    <w:rsid w:val="004F4739"/>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4F4739"/>
    <w:pPr>
      <w:numPr>
        <w:ilvl w:val="1"/>
      </w:numPr>
      <w:ind w:left="681" w:hanging="397"/>
    </w:pPr>
  </w:style>
  <w:style w:type="paragraph" w:customStyle="1" w:styleId="BoxQuote">
    <w:name w:val="Box Quote"/>
    <w:basedOn w:val="BodyText"/>
    <w:next w:val="Box"/>
    <w:link w:val="BoxQuoteChar"/>
    <w:qFormat/>
    <w:rsid w:val="004F4739"/>
    <w:pPr>
      <w:keepNext/>
      <w:spacing w:before="60" w:line="240" w:lineRule="exact"/>
      <w:ind w:left="284"/>
    </w:pPr>
    <w:rPr>
      <w:rFonts w:ascii="Arial" w:hAnsi="Arial"/>
      <w:sz w:val="18"/>
    </w:rPr>
  </w:style>
  <w:style w:type="paragraph" w:customStyle="1" w:styleId="Note">
    <w:name w:val="Note"/>
    <w:basedOn w:val="BodyText"/>
    <w:next w:val="BodyText"/>
    <w:link w:val="NoteChar"/>
    <w:rsid w:val="004F4739"/>
    <w:pPr>
      <w:keepLines/>
      <w:spacing w:before="80" w:line="220" w:lineRule="exact"/>
    </w:pPr>
    <w:rPr>
      <w:rFonts w:ascii="Arial" w:hAnsi="Arial"/>
      <w:sz w:val="18"/>
    </w:rPr>
  </w:style>
  <w:style w:type="paragraph" w:customStyle="1" w:styleId="Source">
    <w:name w:val="Source"/>
    <w:basedOn w:val="Normal"/>
    <w:next w:val="BodyText"/>
    <w:link w:val="SourceChar"/>
    <w:rsid w:val="004F4739"/>
    <w:pPr>
      <w:keepLines/>
      <w:spacing w:before="80" w:line="220" w:lineRule="exact"/>
      <w:jc w:val="both"/>
    </w:pPr>
    <w:rPr>
      <w:rFonts w:ascii="Arial" w:hAnsi="Arial"/>
      <w:sz w:val="18"/>
      <w:szCs w:val="20"/>
    </w:rPr>
  </w:style>
  <w:style w:type="paragraph" w:customStyle="1" w:styleId="BoxSource">
    <w:name w:val="Box Source"/>
    <w:basedOn w:val="Source"/>
    <w:next w:val="BodyText"/>
    <w:rsid w:val="004F4739"/>
    <w:pPr>
      <w:spacing w:before="120"/>
    </w:pPr>
  </w:style>
  <w:style w:type="paragraph" w:customStyle="1" w:styleId="BoxSpaceAbove">
    <w:name w:val="Box Space Above"/>
    <w:basedOn w:val="BodyText"/>
    <w:rsid w:val="004F4739"/>
    <w:pPr>
      <w:keepNext/>
      <w:spacing w:before="360" w:line="80" w:lineRule="exact"/>
      <w:jc w:val="left"/>
    </w:pPr>
  </w:style>
  <w:style w:type="paragraph" w:styleId="Caption">
    <w:name w:val="caption"/>
    <w:basedOn w:val="Normal"/>
    <w:next w:val="BodyText"/>
    <w:rsid w:val="004F473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4F4739"/>
    <w:pPr>
      <w:spacing w:before="120" w:after="0"/>
    </w:pPr>
  </w:style>
  <w:style w:type="paragraph" w:customStyle="1" w:styleId="BoxSubtitle">
    <w:name w:val="Box Subtitle"/>
    <w:basedOn w:val="BoxTitle"/>
    <w:next w:val="Normal"/>
    <w:rsid w:val="004F4739"/>
    <w:pPr>
      <w:spacing w:after="80" w:line="200" w:lineRule="exact"/>
      <w:ind w:firstLine="0"/>
    </w:pPr>
    <w:rPr>
      <w:b w:val="0"/>
      <w:sz w:val="20"/>
    </w:rPr>
  </w:style>
  <w:style w:type="paragraph" w:customStyle="1" w:styleId="Chapter">
    <w:name w:val="Chapter"/>
    <w:basedOn w:val="Heading1"/>
    <w:next w:val="BodyText"/>
    <w:link w:val="ChapterChar"/>
    <w:semiHidden/>
    <w:rsid w:val="004F4739"/>
    <w:pPr>
      <w:ind w:left="0" w:firstLine="0"/>
      <w:outlineLvl w:val="9"/>
    </w:pPr>
  </w:style>
  <w:style w:type="paragraph" w:customStyle="1" w:styleId="ChapterSummary">
    <w:name w:val="Chapter Summary"/>
    <w:basedOn w:val="BodyText"/>
    <w:rsid w:val="004F4739"/>
    <w:pPr>
      <w:spacing w:line="280" w:lineRule="atLeast"/>
      <w:ind w:left="907"/>
    </w:pPr>
    <w:rPr>
      <w:rFonts w:ascii="Arial" w:hAnsi="Arial"/>
      <w:b/>
      <w:sz w:val="20"/>
    </w:rPr>
  </w:style>
  <w:style w:type="character" w:styleId="CommentReference">
    <w:name w:val="annotation reference"/>
    <w:basedOn w:val="DefaultParagraphFont"/>
    <w:semiHidden/>
    <w:rsid w:val="004F4739"/>
    <w:rPr>
      <w:b/>
      <w:vanish/>
      <w:color w:val="FF00FF"/>
      <w:sz w:val="20"/>
    </w:rPr>
  </w:style>
  <w:style w:type="paragraph" w:styleId="CommentText">
    <w:name w:val="annotation text"/>
    <w:basedOn w:val="Normal"/>
    <w:link w:val="CommentTextChar1"/>
    <w:semiHidden/>
    <w:rsid w:val="004F4739"/>
    <w:pPr>
      <w:spacing w:before="120" w:line="240" w:lineRule="atLeast"/>
      <w:ind w:left="567" w:hanging="567"/>
    </w:pPr>
    <w:rPr>
      <w:sz w:val="20"/>
    </w:rPr>
  </w:style>
  <w:style w:type="paragraph" w:customStyle="1" w:styleId="Continued">
    <w:name w:val="Continued"/>
    <w:basedOn w:val="BoxContinued"/>
    <w:next w:val="BodyText"/>
    <w:rsid w:val="004F4739"/>
  </w:style>
  <w:style w:type="character" w:customStyle="1" w:styleId="DocumentInfo">
    <w:name w:val="Document Info"/>
    <w:basedOn w:val="DefaultParagraphFont"/>
    <w:semiHidden/>
    <w:rsid w:val="004F4739"/>
    <w:rPr>
      <w:rFonts w:ascii="Arial" w:hAnsi="Arial"/>
      <w:sz w:val="14"/>
    </w:rPr>
  </w:style>
  <w:style w:type="character" w:customStyle="1" w:styleId="DraftingNote">
    <w:name w:val="Drafting Note"/>
    <w:basedOn w:val="DefaultParagraphFont"/>
    <w:rsid w:val="004F4739"/>
    <w:rPr>
      <w:b/>
      <w:color w:val="FF0000"/>
      <w:sz w:val="24"/>
      <w:u w:val="dotted"/>
    </w:rPr>
  </w:style>
  <w:style w:type="paragraph" w:customStyle="1" w:styleId="Figure">
    <w:name w:val="Figure"/>
    <w:basedOn w:val="BodyText"/>
    <w:rsid w:val="004F4739"/>
    <w:pPr>
      <w:keepNext/>
      <w:spacing w:before="120" w:after="120" w:line="240" w:lineRule="atLeast"/>
      <w:jc w:val="center"/>
    </w:pPr>
  </w:style>
  <w:style w:type="paragraph" w:customStyle="1" w:styleId="FigureTitle">
    <w:name w:val="Figure Title"/>
    <w:basedOn w:val="Caption"/>
    <w:next w:val="Subtitle"/>
    <w:rsid w:val="004F4739"/>
    <w:pPr>
      <w:spacing w:before="120"/>
    </w:pPr>
  </w:style>
  <w:style w:type="paragraph" w:styleId="Subtitle">
    <w:name w:val="Subtitle"/>
    <w:basedOn w:val="Caption"/>
    <w:link w:val="SubtitleChar"/>
    <w:qFormat/>
    <w:rsid w:val="004F4739"/>
    <w:pPr>
      <w:spacing w:before="0" w:line="200" w:lineRule="exact"/>
      <w:ind w:firstLine="0"/>
    </w:pPr>
    <w:rPr>
      <w:b w:val="0"/>
      <w:sz w:val="20"/>
    </w:rPr>
  </w:style>
  <w:style w:type="paragraph" w:customStyle="1" w:styleId="Finding">
    <w:name w:val="Finding"/>
    <w:basedOn w:val="BodyText"/>
    <w:rsid w:val="004F4739"/>
    <w:pPr>
      <w:keepLines/>
      <w:spacing w:before="120" w:line="280" w:lineRule="atLeast"/>
    </w:pPr>
    <w:rPr>
      <w:rFonts w:ascii="Arial" w:hAnsi="Arial"/>
      <w:sz w:val="22"/>
    </w:rPr>
  </w:style>
  <w:style w:type="paragraph" w:customStyle="1" w:styleId="FindingBullet">
    <w:name w:val="Finding Bullet"/>
    <w:basedOn w:val="Finding"/>
    <w:rsid w:val="004F4739"/>
    <w:pPr>
      <w:numPr>
        <w:numId w:val="3"/>
      </w:numPr>
      <w:spacing w:before="80"/>
    </w:pPr>
  </w:style>
  <w:style w:type="paragraph" w:customStyle="1" w:styleId="FindingNoTitle">
    <w:name w:val="Finding NoTitle"/>
    <w:basedOn w:val="Finding"/>
    <w:rsid w:val="004F4739"/>
    <w:pPr>
      <w:spacing w:before="240"/>
    </w:pPr>
  </w:style>
  <w:style w:type="paragraph" w:customStyle="1" w:styleId="RecTitle">
    <w:name w:val="Rec Title"/>
    <w:basedOn w:val="BodyText"/>
    <w:next w:val="Rec"/>
    <w:qFormat/>
    <w:rsid w:val="004F4739"/>
    <w:pPr>
      <w:keepNext/>
      <w:keepLines/>
      <w:spacing w:line="280" w:lineRule="atLeast"/>
    </w:pPr>
    <w:rPr>
      <w:rFonts w:ascii="Arial" w:hAnsi="Arial"/>
      <w:caps/>
      <w:sz w:val="18"/>
    </w:rPr>
  </w:style>
  <w:style w:type="paragraph" w:customStyle="1" w:styleId="FindingTitle">
    <w:name w:val="Finding Title"/>
    <w:basedOn w:val="RecTitle"/>
    <w:next w:val="Finding"/>
    <w:rsid w:val="004F4739"/>
  </w:style>
  <w:style w:type="character" w:styleId="FootnoteReference">
    <w:name w:val="footnote reference"/>
    <w:basedOn w:val="DefaultParagraphFont"/>
    <w:semiHidden/>
    <w:rsid w:val="004F4739"/>
    <w:rPr>
      <w:rFonts w:ascii="Times New Roman" w:hAnsi="Times New Roman"/>
      <w:position w:val="6"/>
      <w:sz w:val="20"/>
      <w:vertAlign w:val="baseline"/>
    </w:rPr>
  </w:style>
  <w:style w:type="paragraph" w:styleId="FootnoteText">
    <w:name w:val="footnote text"/>
    <w:basedOn w:val="BodyText"/>
    <w:link w:val="FootnoteTextChar"/>
    <w:rsid w:val="004F473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F4739"/>
    <w:rPr>
      <w:i/>
    </w:rPr>
  </w:style>
  <w:style w:type="paragraph" w:customStyle="1" w:styleId="Jurisdictioncommentsbodytext">
    <w:name w:val="Jurisdiction comments body text"/>
    <w:rsid w:val="004F4739"/>
    <w:pPr>
      <w:spacing w:after="140"/>
      <w:jc w:val="both"/>
    </w:pPr>
    <w:rPr>
      <w:rFonts w:ascii="Arial" w:hAnsi="Arial"/>
      <w:sz w:val="24"/>
      <w:lang w:eastAsia="en-US"/>
    </w:rPr>
  </w:style>
  <w:style w:type="paragraph" w:customStyle="1" w:styleId="Jurisdictioncommentsheading">
    <w:name w:val="Jurisdiction comments heading"/>
    <w:rsid w:val="004F473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F4739"/>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4F4739"/>
    <w:pPr>
      <w:numPr>
        <w:numId w:val="5"/>
      </w:numPr>
      <w:spacing w:before="120"/>
    </w:pPr>
  </w:style>
  <w:style w:type="paragraph" w:styleId="ListBullet2">
    <w:name w:val="List Bullet 2"/>
    <w:basedOn w:val="BodyText"/>
    <w:link w:val="ListBullet2Char"/>
    <w:rsid w:val="004F4739"/>
    <w:pPr>
      <w:numPr>
        <w:numId w:val="6"/>
      </w:numPr>
      <w:spacing w:before="120"/>
    </w:pPr>
  </w:style>
  <w:style w:type="paragraph" w:styleId="ListBullet3">
    <w:name w:val="List Bullet 3"/>
    <w:basedOn w:val="BodyText"/>
    <w:rsid w:val="004F4739"/>
    <w:pPr>
      <w:numPr>
        <w:numId w:val="7"/>
      </w:numPr>
      <w:spacing w:before="120"/>
      <w:ind w:left="1020" w:hanging="340"/>
    </w:pPr>
  </w:style>
  <w:style w:type="paragraph" w:styleId="ListNumber">
    <w:name w:val="List Number"/>
    <w:basedOn w:val="BodyText"/>
    <w:rsid w:val="004F4739"/>
    <w:pPr>
      <w:numPr>
        <w:numId w:val="13"/>
      </w:numPr>
      <w:spacing w:before="120"/>
    </w:pPr>
  </w:style>
  <w:style w:type="paragraph" w:styleId="ListNumber2">
    <w:name w:val="List Number 2"/>
    <w:basedOn w:val="ListNumber"/>
    <w:rsid w:val="004F4739"/>
    <w:pPr>
      <w:numPr>
        <w:ilvl w:val="1"/>
      </w:numPr>
    </w:pPr>
  </w:style>
  <w:style w:type="paragraph" w:styleId="ListNumber3">
    <w:name w:val="List Number 3"/>
    <w:basedOn w:val="ListNumber2"/>
    <w:rsid w:val="004F4739"/>
    <w:pPr>
      <w:numPr>
        <w:ilvl w:val="2"/>
      </w:numPr>
    </w:pPr>
  </w:style>
  <w:style w:type="character" w:customStyle="1" w:styleId="NoteLabel">
    <w:name w:val="Note Label"/>
    <w:basedOn w:val="DefaultParagraphFont"/>
    <w:rsid w:val="004F4739"/>
    <w:rPr>
      <w:rFonts w:ascii="Arial" w:hAnsi="Arial"/>
      <w:b/>
      <w:position w:val="6"/>
      <w:sz w:val="18"/>
    </w:rPr>
  </w:style>
  <w:style w:type="paragraph" w:customStyle="1" w:styleId="PartDivider">
    <w:name w:val="Part Divider"/>
    <w:basedOn w:val="BodyText"/>
    <w:next w:val="BodyText"/>
    <w:semiHidden/>
    <w:rsid w:val="004F4739"/>
    <w:pPr>
      <w:spacing w:before="0" w:line="40" w:lineRule="exact"/>
      <w:jc w:val="right"/>
    </w:pPr>
    <w:rPr>
      <w:smallCaps/>
      <w:sz w:val="16"/>
    </w:rPr>
  </w:style>
  <w:style w:type="paragraph" w:customStyle="1" w:styleId="PartNumber">
    <w:name w:val="Part Number"/>
    <w:basedOn w:val="BodyText"/>
    <w:next w:val="BodyText"/>
    <w:semiHidden/>
    <w:rsid w:val="004F4739"/>
    <w:pPr>
      <w:spacing w:before="4000" w:line="320" w:lineRule="exact"/>
      <w:ind w:left="6634"/>
      <w:jc w:val="right"/>
    </w:pPr>
    <w:rPr>
      <w:smallCaps/>
      <w:spacing w:val="60"/>
      <w:sz w:val="32"/>
    </w:rPr>
  </w:style>
  <w:style w:type="paragraph" w:customStyle="1" w:styleId="PartTitle">
    <w:name w:val="Part Title"/>
    <w:basedOn w:val="BodyText"/>
    <w:semiHidden/>
    <w:rsid w:val="004F4739"/>
    <w:pPr>
      <w:spacing w:before="160" w:after="1360" w:line="520" w:lineRule="exact"/>
      <w:ind w:right="2381"/>
      <w:jc w:val="right"/>
    </w:pPr>
    <w:rPr>
      <w:smallCaps/>
      <w:sz w:val="52"/>
    </w:rPr>
  </w:style>
  <w:style w:type="paragraph" w:styleId="Quote">
    <w:name w:val="Quote"/>
    <w:basedOn w:val="BodyText"/>
    <w:next w:val="BodyText"/>
    <w:link w:val="QuoteChar"/>
    <w:qFormat/>
    <w:rsid w:val="004F4739"/>
    <w:pPr>
      <w:spacing w:before="120" w:line="280" w:lineRule="exact"/>
      <w:ind w:left="340"/>
    </w:pPr>
    <w:rPr>
      <w:sz w:val="22"/>
    </w:rPr>
  </w:style>
  <w:style w:type="paragraph" w:customStyle="1" w:styleId="QuoteBullet">
    <w:name w:val="Quote Bullet"/>
    <w:basedOn w:val="Quote"/>
    <w:rsid w:val="004F4739"/>
    <w:pPr>
      <w:numPr>
        <w:numId w:val="8"/>
      </w:numPr>
    </w:pPr>
  </w:style>
  <w:style w:type="paragraph" w:customStyle="1" w:styleId="Rec">
    <w:name w:val="Rec"/>
    <w:basedOn w:val="BodyText"/>
    <w:qFormat/>
    <w:rsid w:val="004F4739"/>
    <w:pPr>
      <w:keepLines/>
      <w:spacing w:before="120" w:line="280" w:lineRule="atLeast"/>
    </w:pPr>
    <w:rPr>
      <w:rFonts w:ascii="Arial" w:hAnsi="Arial"/>
      <w:sz w:val="22"/>
    </w:rPr>
  </w:style>
  <w:style w:type="paragraph" w:customStyle="1" w:styleId="RecBullet">
    <w:name w:val="Rec Bullet"/>
    <w:basedOn w:val="Rec"/>
    <w:rsid w:val="004F4739"/>
    <w:pPr>
      <w:numPr>
        <w:numId w:val="9"/>
      </w:numPr>
      <w:spacing w:before="80"/>
    </w:pPr>
  </w:style>
  <w:style w:type="paragraph" w:customStyle="1" w:styleId="RecB">
    <w:name w:val="RecB"/>
    <w:basedOn w:val="Normal"/>
    <w:rsid w:val="004F473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F4739"/>
    <w:pPr>
      <w:numPr>
        <w:numId w:val="10"/>
      </w:numPr>
      <w:spacing w:before="80"/>
    </w:pPr>
  </w:style>
  <w:style w:type="paragraph" w:customStyle="1" w:styleId="RecBNoTitle">
    <w:name w:val="RecB NoTitle"/>
    <w:basedOn w:val="RecB"/>
    <w:rsid w:val="004F4739"/>
    <w:pPr>
      <w:spacing w:before="240"/>
    </w:pPr>
  </w:style>
  <w:style w:type="paragraph" w:customStyle="1" w:styleId="Reference">
    <w:name w:val="Reference"/>
    <w:basedOn w:val="BodyText"/>
    <w:link w:val="ReferenceChar"/>
    <w:rsid w:val="004F4739"/>
    <w:pPr>
      <w:spacing w:before="120"/>
      <w:ind w:left="340" w:hanging="340"/>
    </w:pPr>
  </w:style>
  <w:style w:type="paragraph" w:customStyle="1" w:styleId="SequenceInfo">
    <w:name w:val="Sequence Info"/>
    <w:basedOn w:val="BodyText"/>
    <w:semiHidden/>
    <w:rsid w:val="004F4739"/>
    <w:rPr>
      <w:vanish/>
      <w:sz w:val="16"/>
    </w:rPr>
  </w:style>
  <w:style w:type="paragraph" w:customStyle="1" w:styleId="SideNote">
    <w:name w:val="Side Note"/>
    <w:basedOn w:val="BodyText"/>
    <w:next w:val="BodyText"/>
    <w:semiHidden/>
    <w:rsid w:val="004F473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F4739"/>
    <w:pPr>
      <w:framePr w:wrap="around"/>
      <w:numPr>
        <w:numId w:val="11"/>
      </w:numPr>
      <w:tabs>
        <w:tab w:val="left" w:pos="227"/>
      </w:tabs>
    </w:pPr>
  </w:style>
  <w:style w:type="paragraph" w:customStyle="1" w:styleId="SideNoteGraphic">
    <w:name w:val="Side Note Graphic"/>
    <w:basedOn w:val="SideNote"/>
    <w:next w:val="BodyText"/>
    <w:semiHidden/>
    <w:rsid w:val="004F4739"/>
    <w:pPr>
      <w:framePr w:wrap="around"/>
    </w:pPr>
  </w:style>
  <w:style w:type="paragraph" w:customStyle="1" w:styleId="TableBodyText">
    <w:name w:val="Table Body Text"/>
    <w:basedOn w:val="BodyText"/>
    <w:link w:val="TableBodyTextChar"/>
    <w:rsid w:val="004F473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F4739"/>
    <w:pPr>
      <w:numPr>
        <w:numId w:val="12"/>
      </w:numPr>
      <w:jc w:val="left"/>
    </w:pPr>
  </w:style>
  <w:style w:type="paragraph" w:customStyle="1" w:styleId="TableColumnHeading">
    <w:name w:val="Table Column Heading"/>
    <w:basedOn w:val="TableBodyText"/>
    <w:rsid w:val="004F4739"/>
    <w:pPr>
      <w:spacing w:before="80" w:after="80"/>
    </w:pPr>
    <w:rPr>
      <w:i/>
    </w:rPr>
  </w:style>
  <w:style w:type="paragraph" w:styleId="TOC2">
    <w:name w:val="toc 2"/>
    <w:basedOn w:val="TOC1"/>
    <w:rsid w:val="004F4739"/>
    <w:pPr>
      <w:ind w:left="1134" w:hanging="624"/>
    </w:pPr>
    <w:rPr>
      <w:b w:val="0"/>
    </w:rPr>
  </w:style>
  <w:style w:type="paragraph" w:styleId="TOC3">
    <w:name w:val="toc 3"/>
    <w:basedOn w:val="TOC2"/>
    <w:rsid w:val="004F4739"/>
    <w:pPr>
      <w:spacing w:before="60"/>
      <w:ind w:left="1190" w:hanging="680"/>
    </w:pPr>
  </w:style>
  <w:style w:type="paragraph" w:styleId="TableofFigures">
    <w:name w:val="table of figures"/>
    <w:basedOn w:val="TOC3"/>
    <w:next w:val="BodyText"/>
    <w:semiHidden/>
    <w:rsid w:val="004F4739"/>
    <w:pPr>
      <w:ind w:left="737" w:hanging="737"/>
    </w:pPr>
  </w:style>
  <w:style w:type="paragraph" w:customStyle="1" w:styleId="TableTitle">
    <w:name w:val="Table Title"/>
    <w:basedOn w:val="Caption"/>
    <w:next w:val="Subtitle"/>
    <w:link w:val="TableTitleChar"/>
    <w:qFormat/>
    <w:rsid w:val="004F4739"/>
    <w:pPr>
      <w:spacing w:before="120"/>
    </w:pPr>
  </w:style>
  <w:style w:type="paragraph" w:customStyle="1" w:styleId="TableUnitsRow">
    <w:name w:val="Table Units Row"/>
    <w:basedOn w:val="TableBodyText"/>
    <w:rsid w:val="004F4739"/>
    <w:pPr>
      <w:spacing w:before="40"/>
    </w:pPr>
  </w:style>
  <w:style w:type="paragraph" w:styleId="TOC1">
    <w:name w:val="toc 1"/>
    <w:basedOn w:val="Normal"/>
    <w:next w:val="TOC2"/>
    <w:link w:val="TOC1Char"/>
    <w:rsid w:val="004F473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F4739"/>
    <w:pPr>
      <w:ind w:left="1191" w:firstLine="0"/>
    </w:pPr>
  </w:style>
  <w:style w:type="paragraph" w:customStyle="1" w:styleId="RecBBullet2">
    <w:name w:val="RecB Bullet 2"/>
    <w:basedOn w:val="ListBullet2"/>
    <w:rsid w:val="004F4739"/>
    <w:pPr>
      <w:pBdr>
        <w:left w:val="single" w:sz="24" w:space="29" w:color="C0C0C0"/>
      </w:pBdr>
    </w:pPr>
    <w:rPr>
      <w:b/>
      <w:i/>
    </w:rPr>
  </w:style>
  <w:style w:type="paragraph" w:styleId="BalloonText">
    <w:name w:val="Balloon Text"/>
    <w:basedOn w:val="Normal"/>
    <w:link w:val="BalloonTextChar"/>
    <w:rsid w:val="004F4739"/>
    <w:rPr>
      <w:rFonts w:ascii="Tahoma" w:hAnsi="Tahoma" w:cs="Tahoma"/>
      <w:sz w:val="16"/>
      <w:szCs w:val="16"/>
    </w:rPr>
  </w:style>
  <w:style w:type="character" w:customStyle="1" w:styleId="BalloonTextChar">
    <w:name w:val="Balloon Text Char"/>
    <w:basedOn w:val="DefaultParagraphFont"/>
    <w:link w:val="BalloonText"/>
    <w:rsid w:val="004F4739"/>
    <w:rPr>
      <w:rFonts w:ascii="Tahoma" w:hAnsi="Tahoma" w:cs="Tahoma"/>
      <w:sz w:val="16"/>
      <w:szCs w:val="16"/>
    </w:rPr>
  </w:style>
  <w:style w:type="character" w:customStyle="1" w:styleId="SubtitleChar">
    <w:name w:val="Subtitle Char"/>
    <w:basedOn w:val="DefaultParagraphFont"/>
    <w:link w:val="Subtitle"/>
    <w:rsid w:val="004F4739"/>
    <w:rPr>
      <w:rFonts w:ascii="Arial" w:hAnsi="Arial"/>
      <w:szCs w:val="24"/>
    </w:rPr>
  </w:style>
  <w:style w:type="paragraph" w:customStyle="1" w:styleId="BoxListBullet3">
    <w:name w:val="Box List Bullet 3"/>
    <w:basedOn w:val="ListBullet3"/>
    <w:rsid w:val="004F4739"/>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F4739"/>
    <w:rPr>
      <w:i/>
      <w:iCs/>
    </w:rPr>
  </w:style>
  <w:style w:type="paragraph" w:customStyle="1" w:styleId="BoxQuoteBullet">
    <w:name w:val="Box Quote Bullet"/>
    <w:basedOn w:val="BoxQuote"/>
    <w:next w:val="Box"/>
    <w:rsid w:val="004F4739"/>
    <w:pPr>
      <w:numPr>
        <w:numId w:val="16"/>
      </w:numPr>
      <w:ind w:left="568" w:hanging="284"/>
    </w:pPr>
  </w:style>
  <w:style w:type="paragraph" w:customStyle="1" w:styleId="InformationRequestBullet">
    <w:name w:val="Information Request Bullet"/>
    <w:basedOn w:val="ListBullet"/>
    <w:next w:val="BodyText"/>
    <w:rsid w:val="004F4739"/>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4F4739"/>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4F4739"/>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4F4739"/>
    <w:rPr>
      <w:sz w:val="24"/>
    </w:rPr>
  </w:style>
  <w:style w:type="character" w:customStyle="1" w:styleId="FooterChar">
    <w:name w:val="Footer Char"/>
    <w:basedOn w:val="BodyTextChar"/>
    <w:link w:val="Footer"/>
    <w:rsid w:val="004F4739"/>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4F47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4F4739"/>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F4739"/>
    <w:pPr>
      <w:numPr>
        <w:numId w:val="21"/>
      </w:numPr>
      <w:ind w:left="568" w:hanging="284"/>
    </w:pPr>
  </w:style>
  <w:style w:type="paragraph" w:customStyle="1" w:styleId="InformationRequestTitle">
    <w:name w:val="Information Request Title"/>
    <w:basedOn w:val="FindingTitle"/>
    <w:next w:val="InformationRequest"/>
    <w:rsid w:val="004F4739"/>
    <w:rPr>
      <w:i/>
    </w:rPr>
  </w:style>
  <w:style w:type="paragraph" w:customStyle="1" w:styleId="Space">
    <w:name w:val="Space"/>
    <w:basedOn w:val="Normal"/>
    <w:rsid w:val="004F4739"/>
    <w:pPr>
      <w:keepNext/>
      <w:spacing w:line="120" w:lineRule="exact"/>
      <w:jc w:val="both"/>
    </w:pPr>
    <w:rPr>
      <w:rFonts w:ascii="Arial" w:hAnsi="Arial"/>
      <w:sz w:val="20"/>
      <w:szCs w:val="20"/>
    </w:rPr>
  </w:style>
  <w:style w:type="paragraph" w:customStyle="1" w:styleId="Heading1nochapterno">
    <w:name w:val="Heading 1 (no chapter no.)"/>
    <w:basedOn w:val="Heading1"/>
    <w:rsid w:val="004F4739"/>
    <w:pPr>
      <w:spacing w:before="0"/>
      <w:ind w:left="0" w:firstLine="0"/>
    </w:pPr>
  </w:style>
  <w:style w:type="paragraph" w:customStyle="1" w:styleId="Heading2nosectionno">
    <w:name w:val="Heading 2 (no section no.)"/>
    <w:basedOn w:val="Heading2"/>
    <w:rsid w:val="004F4739"/>
    <w:pPr>
      <w:ind w:left="0" w:firstLine="0"/>
    </w:pPr>
  </w:style>
  <w:style w:type="paragraph" w:customStyle="1" w:styleId="Figurespace">
    <w:name w:val="Figure space"/>
    <w:basedOn w:val="Box"/>
    <w:rsid w:val="004F4739"/>
    <w:pPr>
      <w:spacing w:before="0" w:line="120" w:lineRule="exact"/>
    </w:pPr>
  </w:style>
  <w:style w:type="paragraph" w:customStyle="1" w:styleId="FooterDraftReport">
    <w:name w:val="FooterDraftReport"/>
    <w:basedOn w:val="Footer"/>
    <w:link w:val="FooterDraftReportChar"/>
    <w:rsid w:val="004F473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4F473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F4739"/>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uiPriority w:val="99"/>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83528">
      <w:bodyDiv w:val="1"/>
      <w:marLeft w:val="0"/>
      <w:marRight w:val="0"/>
      <w:marTop w:val="0"/>
      <w:marBottom w:val="0"/>
      <w:divBdr>
        <w:top w:val="none" w:sz="0" w:space="0" w:color="auto"/>
        <w:left w:val="none" w:sz="0" w:space="0" w:color="auto"/>
        <w:bottom w:val="none" w:sz="0" w:space="0" w:color="auto"/>
        <w:right w:val="none" w:sz="0" w:space="0" w:color="auto"/>
      </w:divBdr>
    </w:div>
    <w:div w:id="47384644">
      <w:bodyDiv w:val="1"/>
      <w:marLeft w:val="0"/>
      <w:marRight w:val="0"/>
      <w:marTop w:val="0"/>
      <w:marBottom w:val="0"/>
      <w:divBdr>
        <w:top w:val="none" w:sz="0" w:space="0" w:color="auto"/>
        <w:left w:val="none" w:sz="0" w:space="0" w:color="auto"/>
        <w:bottom w:val="none" w:sz="0" w:space="0" w:color="auto"/>
        <w:right w:val="none" w:sz="0" w:space="0" w:color="auto"/>
      </w:divBdr>
    </w:div>
    <w:div w:id="115222076">
      <w:bodyDiv w:val="1"/>
      <w:marLeft w:val="0"/>
      <w:marRight w:val="0"/>
      <w:marTop w:val="0"/>
      <w:marBottom w:val="0"/>
      <w:divBdr>
        <w:top w:val="none" w:sz="0" w:space="0" w:color="auto"/>
        <w:left w:val="none" w:sz="0" w:space="0" w:color="auto"/>
        <w:bottom w:val="none" w:sz="0" w:space="0" w:color="auto"/>
        <w:right w:val="none" w:sz="0" w:space="0" w:color="auto"/>
      </w:divBdr>
    </w:div>
    <w:div w:id="193815370">
      <w:bodyDiv w:val="1"/>
      <w:marLeft w:val="0"/>
      <w:marRight w:val="0"/>
      <w:marTop w:val="0"/>
      <w:marBottom w:val="0"/>
      <w:divBdr>
        <w:top w:val="none" w:sz="0" w:space="0" w:color="auto"/>
        <w:left w:val="none" w:sz="0" w:space="0" w:color="auto"/>
        <w:bottom w:val="none" w:sz="0" w:space="0" w:color="auto"/>
        <w:right w:val="none" w:sz="0" w:space="0" w:color="auto"/>
      </w:divBdr>
    </w:div>
    <w:div w:id="613291528">
      <w:bodyDiv w:val="1"/>
      <w:marLeft w:val="0"/>
      <w:marRight w:val="0"/>
      <w:marTop w:val="0"/>
      <w:marBottom w:val="0"/>
      <w:divBdr>
        <w:top w:val="none" w:sz="0" w:space="0" w:color="auto"/>
        <w:left w:val="none" w:sz="0" w:space="0" w:color="auto"/>
        <w:bottom w:val="none" w:sz="0" w:space="0" w:color="auto"/>
        <w:right w:val="none" w:sz="0" w:space="0" w:color="auto"/>
      </w:divBdr>
    </w:div>
    <w:div w:id="694624376">
      <w:bodyDiv w:val="1"/>
      <w:marLeft w:val="0"/>
      <w:marRight w:val="0"/>
      <w:marTop w:val="0"/>
      <w:marBottom w:val="0"/>
      <w:divBdr>
        <w:top w:val="none" w:sz="0" w:space="0" w:color="auto"/>
        <w:left w:val="none" w:sz="0" w:space="0" w:color="auto"/>
        <w:bottom w:val="none" w:sz="0" w:space="0" w:color="auto"/>
        <w:right w:val="none" w:sz="0" w:space="0" w:color="auto"/>
      </w:divBdr>
    </w:div>
    <w:div w:id="707339042">
      <w:bodyDiv w:val="1"/>
      <w:marLeft w:val="0"/>
      <w:marRight w:val="0"/>
      <w:marTop w:val="0"/>
      <w:marBottom w:val="0"/>
      <w:divBdr>
        <w:top w:val="none" w:sz="0" w:space="0" w:color="auto"/>
        <w:left w:val="none" w:sz="0" w:space="0" w:color="auto"/>
        <w:bottom w:val="none" w:sz="0" w:space="0" w:color="auto"/>
        <w:right w:val="none" w:sz="0" w:space="0" w:color="auto"/>
      </w:divBdr>
    </w:div>
    <w:div w:id="797534519">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847719449">
      <w:bodyDiv w:val="1"/>
      <w:marLeft w:val="0"/>
      <w:marRight w:val="0"/>
      <w:marTop w:val="0"/>
      <w:marBottom w:val="0"/>
      <w:divBdr>
        <w:top w:val="none" w:sz="0" w:space="0" w:color="auto"/>
        <w:left w:val="none" w:sz="0" w:space="0" w:color="auto"/>
        <w:bottom w:val="none" w:sz="0" w:space="0" w:color="auto"/>
        <w:right w:val="none" w:sz="0" w:space="0" w:color="auto"/>
      </w:divBdr>
    </w:div>
    <w:div w:id="917177665">
      <w:bodyDiv w:val="1"/>
      <w:marLeft w:val="0"/>
      <w:marRight w:val="0"/>
      <w:marTop w:val="0"/>
      <w:marBottom w:val="0"/>
      <w:divBdr>
        <w:top w:val="none" w:sz="0" w:space="0" w:color="auto"/>
        <w:left w:val="none" w:sz="0" w:space="0" w:color="auto"/>
        <w:bottom w:val="none" w:sz="0" w:space="0" w:color="auto"/>
        <w:right w:val="none" w:sz="0" w:space="0" w:color="auto"/>
      </w:divBdr>
    </w:div>
    <w:div w:id="979843410">
      <w:bodyDiv w:val="1"/>
      <w:marLeft w:val="0"/>
      <w:marRight w:val="0"/>
      <w:marTop w:val="0"/>
      <w:marBottom w:val="0"/>
      <w:divBdr>
        <w:top w:val="none" w:sz="0" w:space="0" w:color="auto"/>
        <w:left w:val="none" w:sz="0" w:space="0" w:color="auto"/>
        <w:bottom w:val="none" w:sz="0" w:space="0" w:color="auto"/>
        <w:right w:val="none" w:sz="0" w:space="0" w:color="auto"/>
      </w:divBdr>
    </w:div>
    <w:div w:id="1108547235">
      <w:bodyDiv w:val="1"/>
      <w:marLeft w:val="0"/>
      <w:marRight w:val="0"/>
      <w:marTop w:val="0"/>
      <w:marBottom w:val="0"/>
      <w:divBdr>
        <w:top w:val="none" w:sz="0" w:space="0" w:color="auto"/>
        <w:left w:val="none" w:sz="0" w:space="0" w:color="auto"/>
        <w:bottom w:val="none" w:sz="0" w:space="0" w:color="auto"/>
        <w:right w:val="none" w:sz="0" w:space="0" w:color="auto"/>
      </w:divBdr>
    </w:div>
    <w:div w:id="1149977456">
      <w:bodyDiv w:val="1"/>
      <w:marLeft w:val="0"/>
      <w:marRight w:val="0"/>
      <w:marTop w:val="0"/>
      <w:marBottom w:val="0"/>
      <w:divBdr>
        <w:top w:val="none" w:sz="0" w:space="0" w:color="auto"/>
        <w:left w:val="none" w:sz="0" w:space="0" w:color="auto"/>
        <w:bottom w:val="none" w:sz="0" w:space="0" w:color="auto"/>
        <w:right w:val="none" w:sz="0" w:space="0" w:color="auto"/>
      </w:divBdr>
    </w:div>
    <w:div w:id="1273854556">
      <w:bodyDiv w:val="1"/>
      <w:marLeft w:val="0"/>
      <w:marRight w:val="0"/>
      <w:marTop w:val="0"/>
      <w:marBottom w:val="0"/>
      <w:divBdr>
        <w:top w:val="none" w:sz="0" w:space="0" w:color="auto"/>
        <w:left w:val="none" w:sz="0" w:space="0" w:color="auto"/>
        <w:bottom w:val="none" w:sz="0" w:space="0" w:color="auto"/>
        <w:right w:val="none" w:sz="0" w:space="0" w:color="auto"/>
      </w:divBdr>
    </w:div>
    <w:div w:id="1341275114">
      <w:bodyDiv w:val="1"/>
      <w:marLeft w:val="0"/>
      <w:marRight w:val="0"/>
      <w:marTop w:val="0"/>
      <w:marBottom w:val="0"/>
      <w:divBdr>
        <w:top w:val="none" w:sz="0" w:space="0" w:color="auto"/>
        <w:left w:val="none" w:sz="0" w:space="0" w:color="auto"/>
        <w:bottom w:val="none" w:sz="0" w:space="0" w:color="auto"/>
        <w:right w:val="none" w:sz="0" w:space="0" w:color="auto"/>
      </w:divBdr>
    </w:div>
    <w:div w:id="1356073100">
      <w:bodyDiv w:val="1"/>
      <w:marLeft w:val="0"/>
      <w:marRight w:val="0"/>
      <w:marTop w:val="0"/>
      <w:marBottom w:val="0"/>
      <w:divBdr>
        <w:top w:val="none" w:sz="0" w:space="0" w:color="auto"/>
        <w:left w:val="none" w:sz="0" w:space="0" w:color="auto"/>
        <w:bottom w:val="none" w:sz="0" w:space="0" w:color="auto"/>
        <w:right w:val="none" w:sz="0" w:space="0" w:color="auto"/>
      </w:divBdr>
    </w:div>
    <w:div w:id="1378243540">
      <w:bodyDiv w:val="1"/>
      <w:marLeft w:val="0"/>
      <w:marRight w:val="0"/>
      <w:marTop w:val="0"/>
      <w:marBottom w:val="0"/>
      <w:divBdr>
        <w:top w:val="none" w:sz="0" w:space="0" w:color="auto"/>
        <w:left w:val="none" w:sz="0" w:space="0" w:color="auto"/>
        <w:bottom w:val="none" w:sz="0" w:space="0" w:color="auto"/>
        <w:right w:val="none" w:sz="0" w:space="0" w:color="auto"/>
      </w:divBdr>
    </w:div>
    <w:div w:id="1378815670">
      <w:bodyDiv w:val="1"/>
      <w:marLeft w:val="0"/>
      <w:marRight w:val="0"/>
      <w:marTop w:val="0"/>
      <w:marBottom w:val="0"/>
      <w:divBdr>
        <w:top w:val="none" w:sz="0" w:space="0" w:color="auto"/>
        <w:left w:val="none" w:sz="0" w:space="0" w:color="auto"/>
        <w:bottom w:val="none" w:sz="0" w:space="0" w:color="auto"/>
        <w:right w:val="none" w:sz="0" w:space="0" w:color="auto"/>
      </w:divBdr>
    </w:div>
    <w:div w:id="1381323911">
      <w:bodyDiv w:val="1"/>
      <w:marLeft w:val="0"/>
      <w:marRight w:val="0"/>
      <w:marTop w:val="0"/>
      <w:marBottom w:val="0"/>
      <w:divBdr>
        <w:top w:val="none" w:sz="0" w:space="0" w:color="auto"/>
        <w:left w:val="none" w:sz="0" w:space="0" w:color="auto"/>
        <w:bottom w:val="none" w:sz="0" w:space="0" w:color="auto"/>
        <w:right w:val="none" w:sz="0" w:space="0" w:color="auto"/>
      </w:divBdr>
    </w:div>
    <w:div w:id="1504931842">
      <w:bodyDiv w:val="1"/>
      <w:marLeft w:val="0"/>
      <w:marRight w:val="0"/>
      <w:marTop w:val="0"/>
      <w:marBottom w:val="0"/>
      <w:divBdr>
        <w:top w:val="none" w:sz="0" w:space="0" w:color="auto"/>
        <w:left w:val="none" w:sz="0" w:space="0" w:color="auto"/>
        <w:bottom w:val="none" w:sz="0" w:space="0" w:color="auto"/>
        <w:right w:val="none" w:sz="0" w:space="0" w:color="auto"/>
      </w:divBdr>
    </w:div>
    <w:div w:id="1593926873">
      <w:bodyDiv w:val="1"/>
      <w:marLeft w:val="0"/>
      <w:marRight w:val="0"/>
      <w:marTop w:val="0"/>
      <w:marBottom w:val="0"/>
      <w:divBdr>
        <w:top w:val="none" w:sz="0" w:space="0" w:color="auto"/>
        <w:left w:val="none" w:sz="0" w:space="0" w:color="auto"/>
        <w:bottom w:val="none" w:sz="0" w:space="0" w:color="auto"/>
        <w:right w:val="none" w:sz="0" w:space="0" w:color="auto"/>
      </w:divBdr>
    </w:div>
    <w:div w:id="1727337358">
      <w:bodyDiv w:val="1"/>
      <w:marLeft w:val="0"/>
      <w:marRight w:val="0"/>
      <w:marTop w:val="0"/>
      <w:marBottom w:val="0"/>
      <w:divBdr>
        <w:top w:val="none" w:sz="0" w:space="0" w:color="auto"/>
        <w:left w:val="none" w:sz="0" w:space="0" w:color="auto"/>
        <w:bottom w:val="none" w:sz="0" w:space="0" w:color="auto"/>
        <w:right w:val="none" w:sz="0" w:space="0" w:color="auto"/>
      </w:divBdr>
    </w:div>
    <w:div w:id="180161035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02714731">
      <w:bodyDiv w:val="1"/>
      <w:marLeft w:val="0"/>
      <w:marRight w:val="0"/>
      <w:marTop w:val="0"/>
      <w:marBottom w:val="0"/>
      <w:divBdr>
        <w:top w:val="none" w:sz="0" w:space="0" w:color="auto"/>
        <w:left w:val="none" w:sz="0" w:space="0" w:color="auto"/>
        <w:bottom w:val="none" w:sz="0" w:space="0" w:color="auto"/>
        <w:right w:val="none" w:sz="0" w:space="0" w:color="auto"/>
      </w:divBdr>
    </w:div>
    <w:div w:id="1910073580">
      <w:bodyDiv w:val="1"/>
      <w:marLeft w:val="0"/>
      <w:marRight w:val="0"/>
      <w:marTop w:val="0"/>
      <w:marBottom w:val="0"/>
      <w:divBdr>
        <w:top w:val="none" w:sz="0" w:space="0" w:color="auto"/>
        <w:left w:val="none" w:sz="0" w:space="0" w:color="auto"/>
        <w:bottom w:val="none" w:sz="0" w:space="0" w:color="auto"/>
        <w:right w:val="none" w:sz="0" w:space="0" w:color="auto"/>
      </w:divBdr>
    </w:div>
    <w:div w:id="2017076587">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 w:id="214350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70008-1FD7-456B-857E-F70B660EA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78</TotalTime>
  <Pages>45</Pages>
  <Words>15960</Words>
  <Characters>85256</Characters>
  <Application>Microsoft Office Word</Application>
  <DocSecurity>0</DocSecurity>
  <Lines>710</Lines>
  <Paragraphs>202</Paragraphs>
  <ScaleCrop>false</ScaleCrop>
  <HeadingPairs>
    <vt:vector size="2" baseType="variant">
      <vt:variant>
        <vt:lpstr>Title</vt:lpstr>
      </vt:variant>
      <vt:variant>
        <vt:i4>1</vt:i4>
      </vt:variant>
    </vt:vector>
  </HeadingPairs>
  <TitlesOfParts>
    <vt:vector size="1" baseType="lpstr">
      <vt:lpstr>Chapter 4 School education - Indigenous Compendium 2015</vt:lpstr>
    </vt:vector>
  </TitlesOfParts>
  <Company>Productivity Commission</Company>
  <LinksUpToDate>false</LinksUpToDate>
  <CharactersWithSpaces>101014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School education - Indigenous Compendium 2015</dc:title>
  <dc:subject/>
  <dc:creator>Steering Committee for the Review of Government Service Provision</dc:creator>
  <dc:description>4.</dc:description>
  <cp:lastModifiedBy>Frech, Tanya</cp:lastModifiedBy>
  <cp:revision>31</cp:revision>
  <cp:lastPrinted>2014-09-30T06:40:00Z</cp:lastPrinted>
  <dcterms:created xsi:type="dcterms:W3CDTF">2015-03-26T03:46:00Z</dcterms:created>
  <dcterms:modified xsi:type="dcterms:W3CDTF">2015-04-07T04:31:00Z</dcterms:modified>
</cp:coreProperties>
</file>