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drawings/drawing1.xml" ContentType="application/vnd.openxmlformats-officedocument.drawingml.chartshapes+xml"/>
  <Override PartName="/word/charts/chart5.xml" ContentType="application/vnd.openxmlformats-officedocument.drawingml.chart+xml"/>
  <Override PartName="/word/drawings/drawing2.xml" ContentType="application/vnd.openxmlformats-officedocument.drawingml.chartshapes+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charts/chart6.xml" ContentType="application/vnd.openxmlformats-officedocument.drawingml.chart+xml"/>
  <Override PartName="/word/theme/themeOverride4.xml" ContentType="application/vnd.openxmlformats-officedocument.themeOverride+xml"/>
  <Override PartName="/word/charts/chart7.xml" ContentType="application/vnd.openxmlformats-officedocument.drawingml.chart+xml"/>
  <Override PartName="/word/theme/themeOverride5.xml" ContentType="application/vnd.openxmlformats-officedocument.themeOverride+xml"/>
  <Override PartName="/word/charts/chart8.xml" ContentType="application/vnd.openxmlformats-officedocument.drawingml.chart+xml"/>
  <Override PartName="/word/theme/themeOverride6.xml" ContentType="application/vnd.openxmlformats-officedocument.themeOverride+xml"/>
  <Override PartName="/word/charts/chart9.xml" ContentType="application/vnd.openxmlformats-officedocument.drawingml.chart+xml"/>
  <Override PartName="/word/theme/themeOverride7.xml" ContentType="application/vnd.openxmlformats-officedocument.themeOverride+xml"/>
  <Override PartName="/word/charts/chart10.xml" ContentType="application/vnd.openxmlformats-officedocument.drawingml.chart+xml"/>
  <Override PartName="/word/theme/themeOverride8.xml" ContentType="application/vnd.openxmlformats-officedocument.themeOverride+xml"/>
  <Override PartName="/word/charts/chart11.xml" ContentType="application/vnd.openxmlformats-officedocument.drawingml.chart+xml"/>
  <Override PartName="/word/theme/themeOverride9.xml" ContentType="application/vnd.openxmlformats-officedocument.themeOverride+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charts/chart12.xml" ContentType="application/vnd.openxmlformats-officedocument.drawingml.chart+xml"/>
  <Override PartName="/word/theme/themeOverride10.xml" ContentType="application/vnd.openxmlformats-officedocument.themeOverride+xml"/>
  <Override PartName="/word/drawings/drawing3.xml" ContentType="application/vnd.openxmlformats-officedocument.drawingml.chartshapes+xml"/>
  <Override PartName="/word/charts/chart13.xml" ContentType="application/vnd.openxmlformats-officedocument.drawingml.chart+xml"/>
  <Override PartName="/word/theme/themeOverride11.xml" ContentType="application/vnd.openxmlformats-officedocument.themeOverride+xml"/>
  <Override PartName="/word/charts/chart14.xml" ContentType="application/vnd.openxmlformats-officedocument.drawingml.chart+xml"/>
  <Override PartName="/word/theme/themeOverride12.xml" ContentType="application/vnd.openxmlformats-officedocument.themeOverride+xml"/>
  <Override PartName="/word/drawings/drawing4.xml" ContentType="application/vnd.openxmlformats-officedocument.drawingml.chartshapes+xml"/>
  <Override PartName="/word/charts/chart15.xml" ContentType="application/vnd.openxmlformats-officedocument.drawingml.chart+xml"/>
  <Override PartName="/word/theme/themeOverride13.xml" ContentType="application/vnd.openxmlformats-officedocument.themeOverride+xml"/>
  <Override PartName="/word/drawings/drawing5.xml" ContentType="application/vnd.openxmlformats-officedocument.drawingml.chartshapes+xml"/>
  <Override PartName="/word/charts/chart16.xml" ContentType="application/vnd.openxmlformats-officedocument.drawingml.chart+xml"/>
  <Override PartName="/word/theme/themeOverride14.xml" ContentType="application/vnd.openxmlformats-officedocument.themeOverride+xml"/>
  <Override PartName="/word/charts/chart17.xml" ContentType="application/vnd.openxmlformats-officedocument.drawingml.chart+xml"/>
  <Override PartName="/word/theme/themeOverride15.xml" ContentType="application/vnd.openxmlformats-officedocument.themeOverride+xml"/>
  <Override PartName="/word/charts/chart18.xml" ContentType="application/vnd.openxmlformats-officedocument.drawingml.chart+xml"/>
  <Override PartName="/word/theme/themeOverride16.xml" ContentType="application/vnd.openxmlformats-officedocument.themeOverride+xml"/>
  <Override PartName="/word/drawings/drawing6.xml" ContentType="application/vnd.openxmlformats-officedocument.drawingml.chartshapes+xml"/>
  <Override PartName="/word/charts/chart19.xml" ContentType="application/vnd.openxmlformats-officedocument.drawingml.chart+xml"/>
  <Override PartName="/word/theme/themeOverride17.xml" ContentType="application/vnd.openxmlformats-officedocument.themeOverride+xml"/>
  <Override PartName="/word/drawings/drawing7.xml" ContentType="application/vnd.openxmlformats-officedocument.drawingml.chartshapes+xml"/>
  <Override PartName="/word/charts/chart20.xml" ContentType="application/vnd.openxmlformats-officedocument.drawingml.chart+xml"/>
  <Override PartName="/word/theme/themeOverride18.xml" ContentType="application/vnd.openxmlformats-officedocument.themeOverride+xml"/>
  <Override PartName="/word/charts/chart21.xml" ContentType="application/vnd.openxmlformats-officedocument.drawingml.chart+xml"/>
  <Override PartName="/word/theme/themeOverride19.xml" ContentType="application/vnd.openxmlformats-officedocument.themeOverride+xml"/>
  <Override PartName="/word/charts/chart22.xml" ContentType="application/vnd.openxmlformats-officedocument.drawingml.chart+xml"/>
  <Override PartName="/word/theme/themeOverride20.xml" ContentType="application/vnd.openxmlformats-officedocument.themeOverride+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charts/chart23.xml" ContentType="application/vnd.openxmlformats-officedocument.drawingml.chart+xml"/>
  <Override PartName="/word/theme/themeOverride21.xml" ContentType="application/vnd.openxmlformats-officedocument.themeOverride+xml"/>
  <Override PartName="/word/charts/chart24.xml" ContentType="application/vnd.openxmlformats-officedocument.drawingml.chart+xml"/>
  <Override PartName="/word/theme/themeOverride22.xml" ContentType="application/vnd.openxmlformats-officedocument.themeOverride+xml"/>
  <Override PartName="/word/drawings/drawing8.xml" ContentType="application/vnd.openxmlformats-officedocument.drawingml.chartshapes+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9A8" w:rsidRPr="00172319" w:rsidRDefault="003C59A8" w:rsidP="003C59A8">
      <w:pPr>
        <w:pStyle w:val="Heading1"/>
        <w:spacing w:before="0"/>
      </w:pPr>
      <w:bookmarkStart w:id="0" w:name="ChapterNumber"/>
      <w:r w:rsidRPr="00172319">
        <w:t>1</w:t>
      </w:r>
      <w:bookmarkEnd w:id="0"/>
      <w:r w:rsidRPr="00172319">
        <w:tab/>
      </w:r>
      <w:bookmarkStart w:id="1" w:name="ChapterTitle"/>
      <w:r w:rsidRPr="00172319">
        <w:t>What is this report about?</w:t>
      </w:r>
      <w:bookmarkEnd w:id="1"/>
    </w:p>
    <w:p w:rsidR="003C59A8" w:rsidRPr="00172319" w:rsidRDefault="003C59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RPr="00172319" w:rsidTr="003C59A8">
        <w:tc>
          <w:tcPr>
            <w:tcW w:w="8771" w:type="dxa"/>
            <w:tcBorders>
              <w:top w:val="single" w:sz="6" w:space="0" w:color="78A22F"/>
              <w:left w:val="nil"/>
              <w:bottom w:val="nil"/>
              <w:right w:val="nil"/>
            </w:tcBorders>
            <w:shd w:val="clear" w:color="auto" w:fill="F2F2F2"/>
          </w:tcPr>
          <w:p w:rsidR="003C59A8" w:rsidRPr="00100868" w:rsidRDefault="003C59A8">
            <w:pPr>
              <w:pStyle w:val="BoxTitle"/>
            </w:pPr>
            <w:r w:rsidRPr="00100868">
              <w:t>Key points</w:t>
            </w:r>
          </w:p>
        </w:tc>
      </w:tr>
      <w:tr w:rsidR="003C59A8" w:rsidRPr="00172319" w:rsidTr="003C59A8">
        <w:trPr>
          <w:cantSplit/>
        </w:trPr>
        <w:tc>
          <w:tcPr>
            <w:tcW w:w="8771" w:type="dxa"/>
            <w:tcBorders>
              <w:top w:val="nil"/>
              <w:left w:val="nil"/>
              <w:bottom w:val="nil"/>
              <w:right w:val="nil"/>
            </w:tcBorders>
            <w:shd w:val="clear" w:color="auto" w:fill="F2F2F2"/>
          </w:tcPr>
          <w:p w:rsidR="003C59A8" w:rsidRPr="00172319" w:rsidRDefault="003C59A8" w:rsidP="003C59A8">
            <w:pPr>
              <w:pStyle w:val="BoxListBullet"/>
            </w:pPr>
            <w:r w:rsidRPr="00172319">
              <w:t>This project examines the links between housing assistance — social housing and Commonwealth Rent Assistance — and employment.</w:t>
            </w:r>
          </w:p>
          <w:p w:rsidR="003C59A8" w:rsidRPr="00172319" w:rsidRDefault="003C59A8" w:rsidP="003C59A8">
            <w:pPr>
              <w:pStyle w:val="BoxListBullet"/>
            </w:pPr>
            <w:r w:rsidRPr="00172319">
              <w:t>Access to novel, very large administrative datasets is a feature of the project:</w:t>
            </w:r>
          </w:p>
          <w:p w:rsidR="003C59A8" w:rsidRPr="00172319" w:rsidRDefault="003C59A8" w:rsidP="003C59A8">
            <w:pPr>
              <w:pStyle w:val="BoxListBullet2"/>
              <w:spacing w:before="60" w:line="280" w:lineRule="atLeast"/>
              <w:ind w:left="567" w:hanging="283"/>
            </w:pPr>
            <w:r w:rsidRPr="00172319">
              <w:t>Centrelink payments data include over 2.5 million Australian working-age income support recipients at 30 June 2013, including 255 000 public housing tenants and 940 000 recipients of Commonwealth Rent Assistance.</w:t>
            </w:r>
          </w:p>
          <w:p w:rsidR="003C59A8" w:rsidRPr="00172319" w:rsidRDefault="003C59A8" w:rsidP="003C59A8">
            <w:pPr>
              <w:pStyle w:val="BoxListBullet2"/>
              <w:spacing w:before="60" w:line="280" w:lineRule="atLeast"/>
              <w:ind w:left="567" w:hanging="283"/>
            </w:pPr>
            <w:r w:rsidRPr="00172319">
              <w:t>Data on all public housing applicants and tenants in South Australia and Western Australia cover over 50 000 households in each state in 2013.</w:t>
            </w:r>
          </w:p>
        </w:tc>
      </w:tr>
      <w:tr w:rsidR="003C59A8" w:rsidRPr="00172319" w:rsidTr="003C59A8">
        <w:trPr>
          <w:cantSplit/>
        </w:trPr>
        <w:tc>
          <w:tcPr>
            <w:tcW w:w="8771" w:type="dxa"/>
            <w:tcBorders>
              <w:top w:val="nil"/>
              <w:left w:val="nil"/>
              <w:bottom w:val="single" w:sz="6" w:space="0" w:color="78A22F"/>
              <w:right w:val="nil"/>
            </w:tcBorders>
            <w:shd w:val="clear" w:color="auto" w:fill="F2F2F2"/>
          </w:tcPr>
          <w:p w:rsidR="003C59A8" w:rsidRPr="00172319" w:rsidRDefault="003C59A8">
            <w:pPr>
              <w:pStyle w:val="Box"/>
              <w:spacing w:before="0" w:line="120" w:lineRule="exact"/>
            </w:pPr>
          </w:p>
        </w:tc>
      </w:tr>
      <w:tr w:rsidR="003C59A8" w:rsidRPr="00172319" w:rsidTr="003C59A8">
        <w:tc>
          <w:tcPr>
            <w:tcW w:w="8771" w:type="dxa"/>
            <w:tcBorders>
              <w:top w:val="single" w:sz="6" w:space="0" w:color="78A22F"/>
              <w:left w:val="nil"/>
              <w:bottom w:val="nil"/>
              <w:right w:val="nil"/>
            </w:tcBorders>
          </w:tcPr>
          <w:p w:rsidR="003C59A8" w:rsidRPr="00172319" w:rsidRDefault="003C59A8" w:rsidP="003C59A8">
            <w:pPr>
              <w:pStyle w:val="BoxSpaceBelow"/>
            </w:pPr>
          </w:p>
        </w:tc>
      </w:tr>
    </w:tbl>
    <w:p w:rsidR="003C59A8" w:rsidRPr="00172319" w:rsidRDefault="00F2785D" w:rsidP="003C59A8">
      <w:pPr>
        <w:pStyle w:val="Heading2"/>
      </w:pPr>
      <w:r>
        <w:fldChar w:fldCharType="begin" w:fldLock="1"/>
      </w:r>
      <w:r>
        <w:instrText xml:space="preserve"> COMMENTS  \* MERGEFORMAT </w:instrText>
      </w:r>
      <w:r>
        <w:fldChar w:fldCharType="separate"/>
      </w:r>
      <w:r w:rsidR="003C59A8" w:rsidRPr="00172319">
        <w:t>1.</w:t>
      </w:r>
      <w:r>
        <w:fldChar w:fldCharType="end"/>
      </w:r>
      <w:r w:rsidR="00FB0E2F">
        <w:fldChar w:fldCharType="begin" w:fldLock="1"/>
      </w:r>
      <w:r w:rsidR="00FB0E2F">
        <w:instrText xml:space="preserve"> SEQ Heading2 </w:instrText>
      </w:r>
      <w:r w:rsidR="00FB0E2F">
        <w:fldChar w:fldCharType="separate"/>
      </w:r>
      <w:r w:rsidR="003C59A8" w:rsidRPr="00172319">
        <w:rPr>
          <w:noProof/>
        </w:rPr>
        <w:t>1</w:t>
      </w:r>
      <w:r w:rsidR="00FB0E2F">
        <w:rPr>
          <w:noProof/>
        </w:rPr>
        <w:fldChar w:fldCharType="end"/>
      </w:r>
      <w:r w:rsidR="003C59A8" w:rsidRPr="00172319">
        <w:tab/>
        <w:t>The main focus of the report</w:t>
      </w:r>
      <w:r w:rsidR="003C59A8" w:rsidRPr="001242E5">
        <w:rPr>
          <w:rStyle w:val="EndnoteReference"/>
          <w:position w:val="6"/>
          <w:sz w:val="24"/>
          <w:szCs w:val="24"/>
        </w:rPr>
        <w:footnoteReference w:id="1"/>
      </w:r>
    </w:p>
    <w:p w:rsidR="003C59A8" w:rsidRPr="00172319" w:rsidRDefault="003C59A8" w:rsidP="003C59A8">
      <w:pPr>
        <w:pStyle w:val="BodyText"/>
      </w:pPr>
      <w:r w:rsidRPr="00172319">
        <w:t>Employment is critically important to an individual’s wellbeing — it significantly contributes to their living standards and quality of life, through the effect on their development of skills and knowledge (human capital), income, sense of purpose and social engagement.</w:t>
      </w:r>
    </w:p>
    <w:p w:rsidR="003C59A8" w:rsidRPr="00172319" w:rsidRDefault="003C59A8" w:rsidP="003C59A8">
      <w:pPr>
        <w:pStyle w:val="BodyText"/>
        <w:rPr>
          <w:spacing w:val="-2"/>
        </w:rPr>
      </w:pPr>
      <w:r w:rsidRPr="00172319">
        <w:rPr>
          <w:spacing w:val="-2"/>
        </w:rPr>
        <w:t xml:space="preserve">Adequate housing is also central to wellbeing </w:t>
      </w:r>
      <w:r w:rsidRPr="00172319">
        <w:rPr>
          <w:spacing w:val="-2"/>
          <w:szCs w:val="24"/>
        </w:rPr>
        <w:t>(</w:t>
      </w:r>
      <w:proofErr w:type="spellStart"/>
      <w:r w:rsidRPr="00172319">
        <w:rPr>
          <w:spacing w:val="-2"/>
          <w:szCs w:val="24"/>
        </w:rPr>
        <w:t>ASIB</w:t>
      </w:r>
      <w:proofErr w:type="spellEnd"/>
      <w:r w:rsidRPr="00172319">
        <w:rPr>
          <w:spacing w:val="-2"/>
          <w:szCs w:val="24"/>
        </w:rPr>
        <w:t> 2012)</w:t>
      </w:r>
      <w:r w:rsidRPr="00172319">
        <w:rPr>
          <w:spacing w:val="-2"/>
        </w:rPr>
        <w:t xml:space="preserve">. But, for a wide range of reasons, some Australian households struggle to afford adequate housing </w:t>
      </w:r>
      <w:r w:rsidRPr="00172319">
        <w:rPr>
          <w:spacing w:val="-2"/>
          <w:szCs w:val="24"/>
        </w:rPr>
        <w:t>(</w:t>
      </w:r>
      <w:proofErr w:type="spellStart"/>
      <w:r w:rsidRPr="00172319">
        <w:rPr>
          <w:spacing w:val="-2"/>
          <w:szCs w:val="24"/>
        </w:rPr>
        <w:t>AIHW</w:t>
      </w:r>
      <w:proofErr w:type="spellEnd"/>
      <w:r w:rsidRPr="00172319">
        <w:rPr>
          <w:spacing w:val="-2"/>
          <w:szCs w:val="24"/>
        </w:rPr>
        <w:t xml:space="preserve"> 2014; PC 2004; Wood, Ong and </w:t>
      </w:r>
      <w:proofErr w:type="spellStart"/>
      <w:r w:rsidRPr="00172319">
        <w:rPr>
          <w:spacing w:val="-2"/>
          <w:szCs w:val="24"/>
        </w:rPr>
        <w:t>Cigdem</w:t>
      </w:r>
      <w:proofErr w:type="spellEnd"/>
      <w:r w:rsidRPr="00172319">
        <w:rPr>
          <w:spacing w:val="-2"/>
          <w:szCs w:val="24"/>
        </w:rPr>
        <w:t> 2014)</w:t>
      </w:r>
      <w:r w:rsidRPr="00172319">
        <w:rPr>
          <w:spacing w:val="-2"/>
        </w:rPr>
        <w:t>. In response, governments have implemented housing assistance policies.</w:t>
      </w:r>
    </w:p>
    <w:p w:rsidR="003C59A8" w:rsidRPr="00172319" w:rsidRDefault="003C59A8" w:rsidP="003C59A8">
      <w:pPr>
        <w:pStyle w:val="BodyText"/>
      </w:pPr>
      <w:r w:rsidRPr="00172319">
        <w:t xml:space="preserve">Many have argued that some of these policies create disincentives to employment </w:t>
      </w:r>
      <w:r w:rsidRPr="00172319">
        <w:rPr>
          <w:szCs w:val="24"/>
        </w:rPr>
        <w:t xml:space="preserve">(for example, IC 1993; </w:t>
      </w:r>
      <w:proofErr w:type="spellStart"/>
      <w:r w:rsidRPr="00172319">
        <w:rPr>
          <w:szCs w:val="24"/>
        </w:rPr>
        <w:t>NCOA</w:t>
      </w:r>
      <w:proofErr w:type="spellEnd"/>
      <w:r w:rsidRPr="00172319">
        <w:rPr>
          <w:szCs w:val="24"/>
        </w:rPr>
        <w:t> 2014; Treasury </w:t>
      </w:r>
      <w:proofErr w:type="spellStart"/>
      <w:r w:rsidRPr="00172319">
        <w:rPr>
          <w:szCs w:val="24"/>
        </w:rPr>
        <w:t>2010a</w:t>
      </w:r>
      <w:proofErr w:type="spellEnd"/>
      <w:r w:rsidRPr="00172319">
        <w:rPr>
          <w:szCs w:val="24"/>
        </w:rPr>
        <w:t>)</w:t>
      </w:r>
      <w:r w:rsidRPr="00172319">
        <w:t xml:space="preserve">. Conversely, it has also been argued that the stability provided by adequate housing enhances an individual’s employment prospects (for example, </w:t>
      </w:r>
      <w:proofErr w:type="spellStart"/>
      <w:r w:rsidRPr="00172319">
        <w:t>AIHW</w:t>
      </w:r>
      <w:proofErr w:type="spellEnd"/>
      <w:r w:rsidRPr="00172319">
        <w:t xml:space="preserve"> 2014; Commonwealth of Australia 2015).</w:t>
      </w:r>
    </w:p>
    <w:p w:rsidR="003C59A8" w:rsidRPr="00172319" w:rsidRDefault="003C59A8" w:rsidP="003C59A8">
      <w:pPr>
        <w:pStyle w:val="BodyText"/>
        <w:rPr>
          <w:spacing w:val="-2"/>
        </w:rPr>
      </w:pPr>
      <w:r w:rsidRPr="00172319">
        <w:rPr>
          <w:spacing w:val="-2"/>
        </w:rPr>
        <w:t>This study focuses on the links between the two key forms of housing assistance provided to lower income renting households — social housing and Commonwealth Rent Assistance (</w:t>
      </w:r>
      <w:proofErr w:type="spellStart"/>
      <w:r w:rsidRPr="00172319">
        <w:rPr>
          <w:spacing w:val="-2"/>
        </w:rPr>
        <w:t>CRA</w:t>
      </w:r>
      <w:proofErr w:type="spellEnd"/>
      <w:r w:rsidRPr="00172319">
        <w:rPr>
          <w:spacing w:val="-2"/>
        </w:rPr>
        <w:t>) (box 1.1) — and participation in employment.</w:t>
      </w:r>
    </w:p>
    <w:p w:rsidR="003C59A8" w:rsidRPr="00172319" w:rsidRDefault="003C59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RPr="00172319" w:rsidTr="003C59A8">
        <w:tc>
          <w:tcPr>
            <w:tcW w:w="8771" w:type="dxa"/>
            <w:tcBorders>
              <w:top w:val="single" w:sz="6" w:space="0" w:color="78A22F"/>
              <w:left w:val="nil"/>
              <w:bottom w:val="nil"/>
              <w:right w:val="nil"/>
            </w:tcBorders>
            <w:shd w:val="clear" w:color="auto" w:fill="F2F2F2"/>
          </w:tcPr>
          <w:p w:rsidR="003C59A8" w:rsidRPr="00172319" w:rsidRDefault="003C59A8">
            <w:pPr>
              <w:pStyle w:val="BoxTitle"/>
            </w:pPr>
            <w:r w:rsidRPr="00172319">
              <w:rPr>
                <w:b w:val="0"/>
              </w:rPr>
              <w:t xml:space="preserve">Box </w:t>
            </w:r>
            <w:r w:rsidRPr="00172319">
              <w:rPr>
                <w:b w:val="0"/>
              </w:rPr>
              <w:fldChar w:fldCharType="begin" w:fldLock="1"/>
            </w:r>
            <w:r w:rsidRPr="00172319">
              <w:rPr>
                <w:b w:val="0"/>
              </w:rPr>
              <w:instrText xml:space="preserve"> COMMENTS  \* MERGEFORMAT </w:instrText>
            </w:r>
            <w:r w:rsidRPr="00172319">
              <w:rPr>
                <w:b w:val="0"/>
              </w:rPr>
              <w:fldChar w:fldCharType="separate"/>
            </w:r>
            <w:r w:rsidRPr="00172319">
              <w:rPr>
                <w:b w:val="0"/>
              </w:rPr>
              <w:t>1.</w:t>
            </w:r>
            <w:r w:rsidRPr="00172319">
              <w:rPr>
                <w:b w:val="0"/>
              </w:rPr>
              <w:fldChar w:fldCharType="end"/>
            </w:r>
            <w:r w:rsidRPr="00172319">
              <w:rPr>
                <w:b w:val="0"/>
              </w:rPr>
              <w:fldChar w:fldCharType="begin" w:fldLock="1"/>
            </w:r>
            <w:r w:rsidRPr="00172319">
              <w:rPr>
                <w:b w:val="0"/>
              </w:rPr>
              <w:instrText xml:space="preserve"> SEQ Box \* ARABIC </w:instrText>
            </w:r>
            <w:r w:rsidRPr="00172319">
              <w:rPr>
                <w:b w:val="0"/>
              </w:rPr>
              <w:fldChar w:fldCharType="separate"/>
            </w:r>
            <w:r w:rsidRPr="00172319">
              <w:rPr>
                <w:b w:val="0"/>
                <w:noProof/>
              </w:rPr>
              <w:t>1</w:t>
            </w:r>
            <w:r w:rsidRPr="00172319">
              <w:rPr>
                <w:b w:val="0"/>
              </w:rPr>
              <w:fldChar w:fldCharType="end"/>
            </w:r>
            <w:r w:rsidRPr="00172319">
              <w:tab/>
              <w:t>Major forms of housing assistance for renters</w:t>
            </w:r>
          </w:p>
        </w:tc>
      </w:tr>
      <w:tr w:rsidR="003C59A8" w:rsidRPr="00172319" w:rsidTr="003C59A8">
        <w:trPr>
          <w:cantSplit/>
        </w:trPr>
        <w:tc>
          <w:tcPr>
            <w:tcW w:w="8771" w:type="dxa"/>
            <w:tcBorders>
              <w:top w:val="nil"/>
              <w:left w:val="nil"/>
              <w:bottom w:val="nil"/>
              <w:right w:val="nil"/>
            </w:tcBorders>
            <w:shd w:val="clear" w:color="auto" w:fill="F2F2F2"/>
          </w:tcPr>
          <w:p w:rsidR="003C59A8" w:rsidRPr="00172319" w:rsidRDefault="003C59A8" w:rsidP="003C59A8">
            <w:pPr>
              <w:pStyle w:val="Box"/>
            </w:pPr>
            <w:r w:rsidRPr="00172319">
              <w:rPr>
                <w:b/>
              </w:rPr>
              <w:t>Social housing</w:t>
            </w:r>
            <w:r w:rsidRPr="00172319">
              <w:t xml:space="preserve"> is provided by not</w:t>
            </w:r>
            <w:r w:rsidRPr="00172319">
              <w:noBreakHyphen/>
              <w:t>for</w:t>
            </w:r>
            <w:r w:rsidRPr="00172319">
              <w:noBreakHyphen/>
              <w:t>profit, non</w:t>
            </w:r>
            <w:r w:rsidRPr="00172319">
              <w:noBreakHyphen/>
              <w:t>government or government organisations. Forms of social housing include:</w:t>
            </w:r>
          </w:p>
          <w:p w:rsidR="003C59A8" w:rsidRPr="00172319" w:rsidRDefault="003C59A8" w:rsidP="003C59A8">
            <w:pPr>
              <w:pStyle w:val="BoxListBullet"/>
              <w:rPr>
                <w:spacing w:val="-2"/>
              </w:rPr>
            </w:pPr>
            <w:r w:rsidRPr="00172319">
              <w:rPr>
                <w:i/>
                <w:spacing w:val="-2"/>
              </w:rPr>
              <w:t>public housing</w:t>
            </w:r>
            <w:r w:rsidRPr="00172319">
              <w:rPr>
                <w:spacing w:val="-2"/>
              </w:rPr>
              <w:t>: owned (or leased) and managed by state and territory government housing authorities</w:t>
            </w:r>
          </w:p>
          <w:p w:rsidR="003C59A8" w:rsidRPr="00172319" w:rsidRDefault="003C59A8" w:rsidP="003C59A8">
            <w:pPr>
              <w:pStyle w:val="BoxListBullet"/>
            </w:pPr>
            <w:r w:rsidRPr="00172319">
              <w:rPr>
                <w:i/>
              </w:rPr>
              <w:t>state</w:t>
            </w:r>
            <w:r w:rsidRPr="00172319">
              <w:rPr>
                <w:i/>
              </w:rPr>
              <w:noBreakHyphen/>
              <w:t>owned and managed Indigenous housing</w:t>
            </w:r>
            <w:r w:rsidRPr="00172319">
              <w:t>: like public housing but allocated only to Indigenous Australians</w:t>
            </w:r>
          </w:p>
          <w:p w:rsidR="003C59A8" w:rsidRPr="00172319" w:rsidRDefault="003C59A8" w:rsidP="003C59A8">
            <w:pPr>
              <w:pStyle w:val="BoxListBullet"/>
            </w:pPr>
            <w:r w:rsidRPr="00172319">
              <w:rPr>
                <w:i/>
              </w:rPr>
              <w:t>community housing</w:t>
            </w:r>
            <w:r w:rsidRPr="00172319">
              <w:t>: owned (or leased) and managed (often under contract with state governments) by community</w:t>
            </w:r>
            <w:r w:rsidRPr="00172319">
              <w:noBreakHyphen/>
              <w:t>based organisations</w:t>
            </w:r>
          </w:p>
          <w:p w:rsidR="003C59A8" w:rsidRPr="00172319" w:rsidRDefault="003C59A8" w:rsidP="003C59A8">
            <w:pPr>
              <w:pStyle w:val="BoxListBullet"/>
            </w:pPr>
            <w:r w:rsidRPr="00172319">
              <w:rPr>
                <w:i/>
              </w:rPr>
              <w:t>Indigenous community housing</w:t>
            </w:r>
            <w:r w:rsidRPr="00172319">
              <w:t>:</w:t>
            </w:r>
            <w:r w:rsidRPr="00172319">
              <w:rPr>
                <w:i/>
              </w:rPr>
              <w:t xml:space="preserve"> </w:t>
            </w:r>
            <w:r w:rsidRPr="00172319">
              <w:t>owned (or leased) and managed by Indigenous community housing organisations and community councils.</w:t>
            </w:r>
          </w:p>
          <w:p w:rsidR="003C59A8" w:rsidRPr="00172319" w:rsidRDefault="003C59A8" w:rsidP="003C59A8">
            <w:pPr>
              <w:pStyle w:val="BoxSpaceAbove"/>
            </w:pPr>
          </w:p>
          <w:tbl>
            <w:tblPr>
              <w:tblW w:w="8277"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277"/>
            </w:tblGrid>
            <w:tr w:rsidR="003C59A8" w:rsidRPr="00172319" w:rsidTr="003C59A8">
              <w:tc>
                <w:tcPr>
                  <w:tcW w:w="8277" w:type="dxa"/>
                  <w:tcBorders>
                    <w:top w:val="single" w:sz="6" w:space="0" w:color="78A22F"/>
                    <w:left w:val="nil"/>
                    <w:bottom w:val="nil"/>
                    <w:right w:val="nil"/>
                  </w:tcBorders>
                  <w:shd w:val="clear" w:color="auto" w:fill="auto"/>
                </w:tcPr>
                <w:p w:rsidR="003C59A8" w:rsidRPr="00172319" w:rsidRDefault="003C59A8" w:rsidP="003C59A8">
                  <w:pPr>
                    <w:pStyle w:val="FigureTitle"/>
                    <w:rPr>
                      <w:sz w:val="22"/>
                    </w:rPr>
                  </w:pPr>
                  <w:r w:rsidRPr="00172319">
                    <w:rPr>
                      <w:sz w:val="22"/>
                    </w:rPr>
                    <w:t>Numbers of social housing dwellings, 2004 to 2014</w:t>
                  </w:r>
                  <w:proofErr w:type="spellStart"/>
                  <w:r w:rsidRPr="00172319">
                    <w:rPr>
                      <w:rStyle w:val="NoteLabel"/>
                      <w:b/>
                      <w:sz w:val="22"/>
                    </w:rPr>
                    <w:t>a,b</w:t>
                  </w:r>
                  <w:proofErr w:type="spellEnd"/>
                </w:p>
              </w:tc>
            </w:tr>
            <w:tr w:rsidR="003C59A8" w:rsidRPr="00172319" w:rsidTr="003C59A8">
              <w:tc>
                <w:tcPr>
                  <w:tcW w:w="8277"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3C59A8" w:rsidRPr="00172319" w:rsidTr="003C59A8">
                    <w:trPr>
                      <w:jc w:val="center"/>
                    </w:trPr>
                    <w:tc>
                      <w:tcPr>
                        <w:tcW w:w="8504" w:type="dxa"/>
                        <w:tcBorders>
                          <w:top w:val="nil"/>
                          <w:bottom w:val="nil"/>
                        </w:tcBorders>
                      </w:tcPr>
                      <w:p w:rsidR="003C59A8" w:rsidRPr="00172319" w:rsidRDefault="003C59A8" w:rsidP="003C59A8">
                        <w:pPr>
                          <w:pStyle w:val="Figure"/>
                          <w:spacing w:before="60" w:after="60"/>
                        </w:pPr>
                        <w:r w:rsidRPr="00172319">
                          <w:rPr>
                            <w:noProof/>
                          </w:rPr>
                          <w:drawing>
                            <wp:inline distT="0" distB="0" distL="0" distR="0" wp14:anchorId="244A7FF5" wp14:editId="591BAE26">
                              <wp:extent cx="5257800" cy="2800350"/>
                              <wp:effectExtent l="0" t="0" r="0" b="0"/>
                              <wp:docPr id="6" name="Chart 6" descr="This chart shows the number of social housing dwellings, from 2004 to 2014. This includes:&#10;- public housing&#10;- community housing&#10;- state-owned and managed Indigenous housing &#10;- Indigenous community housing." title="Numbers of social housing dwellings, 2004 to 201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3C59A8" w:rsidRPr="00172319" w:rsidRDefault="003C59A8" w:rsidP="003C59A8">
                  <w:pPr>
                    <w:pStyle w:val="Figure"/>
                  </w:pPr>
                </w:p>
              </w:tc>
            </w:tr>
            <w:tr w:rsidR="003C59A8" w:rsidRPr="00172319" w:rsidTr="003C59A8">
              <w:tc>
                <w:tcPr>
                  <w:tcW w:w="8277" w:type="dxa"/>
                  <w:tcBorders>
                    <w:top w:val="nil"/>
                    <w:left w:val="nil"/>
                    <w:bottom w:val="nil"/>
                    <w:right w:val="nil"/>
                  </w:tcBorders>
                  <w:shd w:val="clear" w:color="auto" w:fill="auto"/>
                </w:tcPr>
                <w:p w:rsidR="003C59A8" w:rsidRPr="00172319" w:rsidRDefault="003C59A8" w:rsidP="003C59A8">
                  <w:pPr>
                    <w:pStyle w:val="FigureTitle"/>
                    <w:spacing w:before="80" w:after="0" w:line="220" w:lineRule="exact"/>
                    <w:ind w:left="0" w:firstLine="0"/>
                    <w:jc w:val="both"/>
                    <w:rPr>
                      <w:b w:val="0"/>
                      <w:sz w:val="18"/>
                      <w:szCs w:val="18"/>
                    </w:rPr>
                  </w:pPr>
                  <w:r w:rsidRPr="00172319">
                    <w:rPr>
                      <w:rStyle w:val="NoteLabel"/>
                      <w:b/>
                      <w:szCs w:val="18"/>
                    </w:rPr>
                    <w:t>a</w:t>
                  </w:r>
                  <w:r w:rsidRPr="00172319">
                    <w:rPr>
                      <w:b w:val="0"/>
                      <w:sz w:val="18"/>
                      <w:szCs w:val="18"/>
                    </w:rPr>
                    <w:t xml:space="preserve"> Numbers of Indigenous community housing dwellings were estimated for 2005 and 2014 taking into account the data for other years. </w:t>
                  </w:r>
                  <w:r w:rsidRPr="00172319">
                    <w:rPr>
                      <w:rStyle w:val="NoteLabel"/>
                      <w:b/>
                      <w:szCs w:val="18"/>
                    </w:rPr>
                    <w:t>b</w:t>
                  </w:r>
                  <w:r w:rsidRPr="00172319">
                    <w:rPr>
                      <w:b w:val="0"/>
                      <w:sz w:val="18"/>
                      <w:szCs w:val="18"/>
                    </w:rPr>
                    <w:t xml:space="preserve"> Some affordable housing built under the National Rental Affordability Scheme is included in the community housing numbers.</w:t>
                  </w:r>
                </w:p>
              </w:tc>
            </w:tr>
            <w:tr w:rsidR="003C59A8" w:rsidRPr="00172319" w:rsidTr="003C59A8">
              <w:tc>
                <w:tcPr>
                  <w:tcW w:w="8277" w:type="dxa"/>
                  <w:tcBorders>
                    <w:top w:val="nil"/>
                    <w:left w:val="nil"/>
                    <w:bottom w:val="single" w:sz="6" w:space="0" w:color="78A22F"/>
                    <w:right w:val="nil"/>
                  </w:tcBorders>
                  <w:shd w:val="clear" w:color="auto" w:fill="auto"/>
                </w:tcPr>
                <w:p w:rsidR="003C59A8" w:rsidRPr="00172319" w:rsidRDefault="003C59A8" w:rsidP="003C59A8">
                  <w:pPr>
                    <w:pStyle w:val="Figurespace"/>
                  </w:pPr>
                </w:p>
              </w:tc>
            </w:tr>
            <w:tr w:rsidR="003C59A8" w:rsidRPr="00172319" w:rsidTr="003C59A8">
              <w:tc>
                <w:tcPr>
                  <w:tcW w:w="8277" w:type="dxa"/>
                  <w:tcBorders>
                    <w:top w:val="single" w:sz="6" w:space="0" w:color="78A22F"/>
                    <w:left w:val="nil"/>
                    <w:bottom w:val="nil"/>
                    <w:right w:val="nil"/>
                  </w:tcBorders>
                </w:tcPr>
                <w:p w:rsidR="003C59A8" w:rsidRPr="00172319" w:rsidRDefault="003C59A8" w:rsidP="003C59A8">
                  <w:pPr>
                    <w:pStyle w:val="BoxSpaceBelow"/>
                  </w:pPr>
                </w:p>
              </w:tc>
            </w:tr>
          </w:tbl>
          <w:p w:rsidR="003C59A8" w:rsidRPr="00172319" w:rsidRDefault="003C59A8" w:rsidP="003C59A8">
            <w:pPr>
              <w:pStyle w:val="Box"/>
            </w:pPr>
            <w:r w:rsidRPr="00172319">
              <w:rPr>
                <w:b/>
                <w:color w:val="000000" w:themeColor="text1"/>
                <w:spacing w:val="-2"/>
              </w:rPr>
              <w:t>Commonwealth Rent Assistance</w:t>
            </w:r>
            <w:r w:rsidRPr="00172319">
              <w:rPr>
                <w:color w:val="000000" w:themeColor="text1"/>
                <w:spacing w:val="-2"/>
              </w:rPr>
              <w:t xml:space="preserve"> (</w:t>
            </w:r>
            <w:proofErr w:type="spellStart"/>
            <w:r w:rsidRPr="00172319">
              <w:rPr>
                <w:color w:val="000000" w:themeColor="text1"/>
                <w:spacing w:val="-2"/>
              </w:rPr>
              <w:t>CRA</w:t>
            </w:r>
            <w:proofErr w:type="spellEnd"/>
            <w:r w:rsidRPr="00172319">
              <w:rPr>
                <w:color w:val="000000" w:themeColor="text1"/>
                <w:spacing w:val="-2"/>
              </w:rPr>
              <w:t>) is a non</w:t>
            </w:r>
            <w:r w:rsidRPr="00172319">
              <w:rPr>
                <w:color w:val="000000" w:themeColor="text1"/>
                <w:spacing w:val="-2"/>
              </w:rPr>
              <w:noBreakHyphen/>
              <w:t xml:space="preserve">taxable income support supplement payable to people who: rent in the private market or community housing; receive an income support payment or more than the base rate of Family Tax Benefit part A; and pay rent above a minimum </w:t>
            </w:r>
            <w:r w:rsidRPr="00C45A82">
              <w:t xml:space="preserve">threshold. For community housing tenants, </w:t>
            </w:r>
            <w:proofErr w:type="spellStart"/>
            <w:r w:rsidRPr="00C45A82">
              <w:t>CRA</w:t>
            </w:r>
            <w:proofErr w:type="spellEnd"/>
            <w:r w:rsidRPr="00C45A82">
              <w:t xml:space="preserve"> is often paid by Centrelink directly to landlords.</w:t>
            </w:r>
          </w:p>
        </w:tc>
      </w:tr>
      <w:tr w:rsidR="003C59A8" w:rsidRPr="00172319" w:rsidTr="003C59A8">
        <w:trPr>
          <w:cantSplit/>
        </w:trPr>
        <w:tc>
          <w:tcPr>
            <w:tcW w:w="8771" w:type="dxa"/>
            <w:tcBorders>
              <w:top w:val="nil"/>
              <w:left w:val="nil"/>
              <w:bottom w:val="nil"/>
              <w:right w:val="nil"/>
            </w:tcBorders>
            <w:shd w:val="clear" w:color="auto" w:fill="F2F2F2"/>
          </w:tcPr>
          <w:p w:rsidR="003C59A8" w:rsidRPr="00172319" w:rsidRDefault="003C59A8" w:rsidP="003C59A8">
            <w:pPr>
              <w:pStyle w:val="BoxSource"/>
            </w:pPr>
            <w:r w:rsidRPr="00172319">
              <w:rPr>
                <w:i/>
              </w:rPr>
              <w:t>Sources</w:t>
            </w:r>
            <w:r w:rsidRPr="00172319">
              <w:t xml:space="preserve">: </w:t>
            </w:r>
            <w:proofErr w:type="spellStart"/>
            <w:r w:rsidRPr="00172319">
              <w:t>SCRGSP</w:t>
            </w:r>
            <w:proofErr w:type="spellEnd"/>
            <w:r w:rsidRPr="00172319">
              <w:t xml:space="preserve"> (</w:t>
            </w:r>
            <w:r w:rsidRPr="00172319">
              <w:rPr>
                <w:rFonts w:cs="Arial"/>
              </w:rPr>
              <w:t>2015</w:t>
            </w:r>
            <w:r w:rsidRPr="00172319">
              <w:t>), BP 1.</w:t>
            </w:r>
          </w:p>
        </w:tc>
      </w:tr>
      <w:tr w:rsidR="003C59A8" w:rsidRPr="00172319" w:rsidTr="003C59A8">
        <w:trPr>
          <w:cantSplit/>
        </w:trPr>
        <w:tc>
          <w:tcPr>
            <w:tcW w:w="8771" w:type="dxa"/>
            <w:tcBorders>
              <w:top w:val="nil"/>
              <w:left w:val="nil"/>
              <w:bottom w:val="single" w:sz="6" w:space="0" w:color="78A22F"/>
              <w:right w:val="nil"/>
            </w:tcBorders>
            <w:shd w:val="clear" w:color="auto" w:fill="F2F2F2"/>
          </w:tcPr>
          <w:p w:rsidR="003C59A8" w:rsidRPr="00172319" w:rsidRDefault="003C59A8">
            <w:pPr>
              <w:pStyle w:val="Box"/>
              <w:spacing w:before="0" w:line="120" w:lineRule="exact"/>
            </w:pPr>
          </w:p>
        </w:tc>
      </w:tr>
      <w:tr w:rsidR="003C59A8" w:rsidRPr="00172319" w:rsidTr="003C59A8">
        <w:tc>
          <w:tcPr>
            <w:tcW w:w="8771" w:type="dxa"/>
            <w:tcBorders>
              <w:top w:val="single" w:sz="6" w:space="0" w:color="78A22F"/>
              <w:left w:val="nil"/>
              <w:bottom w:val="nil"/>
              <w:right w:val="nil"/>
            </w:tcBorders>
          </w:tcPr>
          <w:p w:rsidR="003C59A8" w:rsidRPr="00172319" w:rsidRDefault="003C59A8" w:rsidP="003C59A8">
            <w:pPr>
              <w:pStyle w:val="BoxSpaceBelow"/>
            </w:pPr>
          </w:p>
        </w:tc>
      </w:tr>
    </w:tbl>
    <w:p w:rsidR="003C59A8" w:rsidRPr="00172319" w:rsidRDefault="003C59A8" w:rsidP="003C59A8">
      <w:pPr>
        <w:pStyle w:val="BodyText"/>
      </w:pPr>
      <w:r w:rsidRPr="00172319">
        <w:br w:type="page"/>
      </w:r>
    </w:p>
    <w:p w:rsidR="003C59A8" w:rsidRPr="00172319" w:rsidRDefault="003C59A8" w:rsidP="003C59A8">
      <w:pPr>
        <w:pStyle w:val="BodyText"/>
      </w:pPr>
      <w:r w:rsidRPr="00172319">
        <w:lastRenderedPageBreak/>
        <w:t>Other policies that may affect housing are not dealt with because:</w:t>
      </w:r>
    </w:p>
    <w:p w:rsidR="003C59A8" w:rsidRPr="00172319" w:rsidRDefault="003C59A8" w:rsidP="003C59A8">
      <w:pPr>
        <w:pStyle w:val="ListBullet"/>
      </w:pPr>
      <w:r w:rsidRPr="00172319">
        <w:t>their potential links to employment are less clear — for example, first home owner grants</w:t>
      </w:r>
    </w:p>
    <w:p w:rsidR="003C59A8" w:rsidRPr="00172319" w:rsidRDefault="003C59A8" w:rsidP="003C59A8">
      <w:pPr>
        <w:pStyle w:val="ListBullet"/>
      </w:pPr>
      <w:r w:rsidRPr="00172319">
        <w:t>they are relatively small scale — for example, bond guarantees provided to low income households by state and territory governments</w:t>
      </w:r>
    </w:p>
    <w:p w:rsidR="003C59A8" w:rsidRPr="00172319" w:rsidRDefault="003C59A8" w:rsidP="003C59A8">
      <w:pPr>
        <w:pStyle w:val="ListBullet"/>
      </w:pPr>
      <w:r w:rsidRPr="00172319">
        <w:t xml:space="preserve">the data that would support an analysis of any links with employment </w:t>
      </w:r>
      <w:r w:rsidRPr="00E013F7">
        <w:t>outcomes</w:t>
      </w:r>
      <w:r w:rsidRPr="00172319">
        <w:t xml:space="preserve"> are not readily available — for example, initiatives to improve the supply of lower cost housing, like the previous National Rental Affordability Scheme (</w:t>
      </w:r>
      <w:proofErr w:type="spellStart"/>
      <w:r w:rsidRPr="00172319">
        <w:t>NRAS</w:t>
      </w:r>
      <w:proofErr w:type="spellEnd"/>
      <w:r w:rsidRPr="00172319">
        <w:t>).</w:t>
      </w:r>
    </w:p>
    <w:p w:rsidR="003C59A8" w:rsidRPr="00172319" w:rsidRDefault="003C59A8" w:rsidP="003C59A8">
      <w:pPr>
        <w:pStyle w:val="BodyText"/>
        <w:rPr>
          <w:spacing w:val="-2"/>
        </w:rPr>
      </w:pPr>
      <w:r w:rsidRPr="00172319">
        <w:rPr>
          <w:spacing w:val="-2"/>
        </w:rPr>
        <w:t>This report also does not investigate the long term decline in the relative size of the public housing stock, the growth of community housing or housing affordability.</w:t>
      </w:r>
    </w:p>
    <w:p w:rsidR="003C59A8" w:rsidRPr="00172319" w:rsidRDefault="00F2785D" w:rsidP="003C59A8">
      <w:pPr>
        <w:pStyle w:val="Heading2"/>
      </w:pPr>
      <w:r>
        <w:fldChar w:fldCharType="begin" w:fldLock="1"/>
      </w:r>
      <w:r>
        <w:instrText xml:space="preserve"> COMMENTS  \* MERGEFORMAT </w:instrText>
      </w:r>
      <w:r>
        <w:fldChar w:fldCharType="separate"/>
      </w:r>
      <w:r w:rsidR="003C59A8" w:rsidRPr="00172319">
        <w:t>1.</w:t>
      </w:r>
      <w:r>
        <w:fldChar w:fldCharType="end"/>
      </w:r>
      <w:r w:rsidR="00FB0E2F">
        <w:fldChar w:fldCharType="begin" w:fldLock="1"/>
      </w:r>
      <w:r w:rsidR="00FB0E2F">
        <w:instrText xml:space="preserve"> SEQ Heading2 </w:instrText>
      </w:r>
      <w:r w:rsidR="00FB0E2F">
        <w:fldChar w:fldCharType="separate"/>
      </w:r>
      <w:r w:rsidR="003C59A8" w:rsidRPr="00172319">
        <w:rPr>
          <w:noProof/>
        </w:rPr>
        <w:t>2</w:t>
      </w:r>
      <w:r w:rsidR="00FB0E2F">
        <w:rPr>
          <w:noProof/>
        </w:rPr>
        <w:fldChar w:fldCharType="end"/>
      </w:r>
      <w:r w:rsidR="003C59A8" w:rsidRPr="00172319">
        <w:tab/>
        <w:t>Why look at housing assistance and employment?</w:t>
      </w:r>
    </w:p>
    <w:p w:rsidR="003C59A8" w:rsidRPr="00172319" w:rsidRDefault="003C59A8" w:rsidP="003C59A8">
      <w:pPr>
        <w:pStyle w:val="BodyText"/>
      </w:pPr>
      <w:r w:rsidRPr="00172319">
        <w:t xml:space="preserve">Housing assistance has a broad reach. Close to one in seven Australians either lives in social housing or rents privately and receives some </w:t>
      </w:r>
      <w:proofErr w:type="spellStart"/>
      <w:r w:rsidRPr="00172319">
        <w:t>CRA</w:t>
      </w:r>
      <w:proofErr w:type="spellEnd"/>
      <w:r w:rsidRPr="00172319">
        <w:t xml:space="preserve"> (figure 1.1).</w:t>
      </w:r>
      <w:r w:rsidRPr="00172319">
        <w:rPr>
          <w:rStyle w:val="FootnoteReference"/>
        </w:rPr>
        <w:footnoteReference w:id="2"/>
      </w:r>
    </w:p>
    <w:p w:rsidR="003C59A8" w:rsidRPr="00172319" w:rsidRDefault="003C59A8" w:rsidP="003C59A8">
      <w:pPr>
        <w:pStyle w:val="BodyText"/>
      </w:pPr>
      <w:r w:rsidRPr="00172319">
        <w:t xml:space="preserve">While social housing is becoming a less common form of tenure, over the past six years the share of the population receiving </w:t>
      </w:r>
      <w:proofErr w:type="spellStart"/>
      <w:r w:rsidRPr="00172319">
        <w:t>CRA</w:t>
      </w:r>
      <w:proofErr w:type="spellEnd"/>
      <w:r w:rsidRPr="00172319">
        <w:t xml:space="preserve"> has increased.</w:t>
      </w:r>
    </w:p>
    <w:p w:rsidR="003C59A8" w:rsidRPr="00172319" w:rsidRDefault="003C59A8" w:rsidP="003C59A8">
      <w:pPr>
        <w:pStyle w:val="BodyText"/>
      </w:pPr>
      <w:r w:rsidRPr="00172319">
        <w:t>Housing assistance is a significant outlay for taxpayers. In 2012</w:t>
      </w:r>
      <w:r w:rsidRPr="00172319">
        <w:noBreakHyphen/>
        <w:t>13, the Australian Government provided $1.3 billion in funding to state and territory governments for social housing, and spent $3.6 </w:t>
      </w:r>
      <w:r w:rsidRPr="00FC6E56">
        <w:t xml:space="preserve">billion on </w:t>
      </w:r>
      <w:proofErr w:type="spellStart"/>
      <w:r w:rsidRPr="00FC6E56">
        <w:t>CRA</w:t>
      </w:r>
      <w:proofErr w:type="spellEnd"/>
      <w:r w:rsidRPr="00FC6E56">
        <w:t>. State and territory governments spent a further $3.9 billion on social housing (</w:t>
      </w:r>
      <w:proofErr w:type="spellStart"/>
      <w:r w:rsidRPr="00FC6E56">
        <w:t>DPMC</w:t>
      </w:r>
      <w:proofErr w:type="spellEnd"/>
      <w:r w:rsidRPr="00FC6E56">
        <w:t> 2014), with some of this offset</w:t>
      </w:r>
      <w:r w:rsidRPr="00172319">
        <w:t xml:space="preserve"> by tenant rents.</w:t>
      </w:r>
    </w:p>
    <w:p w:rsidR="003C59A8" w:rsidRPr="00172319" w:rsidRDefault="003C59A8" w:rsidP="003C59A8">
      <w:pPr>
        <w:pStyle w:val="BodyText"/>
      </w:pPr>
      <w:r w:rsidRPr="00172319">
        <w:t xml:space="preserve">Social housing waiting lists are large </w:t>
      </w:r>
      <w:r w:rsidRPr="00172319">
        <w:rPr>
          <w:szCs w:val="24"/>
        </w:rPr>
        <w:t>(</w:t>
      </w:r>
      <w:proofErr w:type="spellStart"/>
      <w:r w:rsidRPr="00172319">
        <w:rPr>
          <w:szCs w:val="24"/>
        </w:rPr>
        <w:t>SCRGSP</w:t>
      </w:r>
      <w:proofErr w:type="spellEnd"/>
      <w:r w:rsidRPr="00172319">
        <w:rPr>
          <w:szCs w:val="24"/>
        </w:rPr>
        <w:t> 2015)</w:t>
      </w:r>
      <w:r w:rsidRPr="00172319">
        <w:t xml:space="preserve"> and, as discussed below, being on a waiting list could affect incentives to work. Currently, at least two in five households would need to move out of social housing to make way for waiting families, but the rate of exits from social housing is much lower than that, and has been falling. People can spend many years on waiting lists (BP 1).</w:t>
      </w:r>
    </w:p>
    <w:p w:rsidR="003C59A8" w:rsidRPr="00172319" w:rsidRDefault="003C59A8" w:rsidP="003C59A8">
      <w:pPr>
        <w:pStyle w:val="BodyText"/>
      </w:pPr>
      <w:r w:rsidRPr="00172319">
        <w:t>With such a large demand for social housing, providers have increasingly given priority to more highly disadvantaged people — especially those who are homeless or at risk of homelessness (BP 1).</w:t>
      </w:r>
    </w:p>
    <w:p w:rsidR="003C59A8" w:rsidRPr="00172319" w:rsidRDefault="003C59A8" w:rsidP="003C59A8">
      <w:pPr>
        <w:pStyle w:val="BodyText"/>
      </w:pPr>
    </w:p>
    <w:p w:rsidR="003C59A8" w:rsidRPr="00172319" w:rsidRDefault="003C59A8" w:rsidP="003C59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RPr="00172319" w:rsidTr="003C59A8">
        <w:tc>
          <w:tcPr>
            <w:tcW w:w="8771" w:type="dxa"/>
            <w:tcBorders>
              <w:top w:val="single" w:sz="6" w:space="0" w:color="78A22F"/>
              <w:left w:val="nil"/>
              <w:bottom w:val="nil"/>
              <w:right w:val="nil"/>
            </w:tcBorders>
            <w:shd w:val="clear" w:color="auto" w:fill="auto"/>
          </w:tcPr>
          <w:p w:rsidR="003C59A8" w:rsidRPr="00172319" w:rsidRDefault="003C59A8" w:rsidP="003C59A8">
            <w:pPr>
              <w:pStyle w:val="FigureTitle"/>
            </w:pPr>
            <w:r w:rsidRPr="00172319">
              <w:rPr>
                <w:b w:val="0"/>
              </w:rPr>
              <w:t xml:space="preserve">Figure </w:t>
            </w:r>
            <w:r w:rsidRPr="00172319">
              <w:rPr>
                <w:b w:val="0"/>
              </w:rPr>
              <w:fldChar w:fldCharType="begin" w:fldLock="1"/>
            </w:r>
            <w:r w:rsidRPr="00172319">
              <w:rPr>
                <w:b w:val="0"/>
              </w:rPr>
              <w:instrText xml:space="preserve"> COMMENTS  \* MERGEFORMAT </w:instrText>
            </w:r>
            <w:r w:rsidRPr="00172319">
              <w:rPr>
                <w:b w:val="0"/>
              </w:rPr>
              <w:fldChar w:fldCharType="separate"/>
            </w:r>
            <w:r w:rsidRPr="00172319">
              <w:rPr>
                <w:b w:val="0"/>
              </w:rPr>
              <w:t>1.</w:t>
            </w:r>
            <w:r w:rsidRPr="00172319">
              <w:rPr>
                <w:b w:val="0"/>
              </w:rPr>
              <w:fldChar w:fldCharType="end"/>
            </w:r>
            <w:r w:rsidRPr="00172319">
              <w:rPr>
                <w:b w:val="0"/>
              </w:rPr>
              <w:fldChar w:fldCharType="begin" w:fldLock="1"/>
            </w:r>
            <w:r w:rsidRPr="00172319">
              <w:rPr>
                <w:b w:val="0"/>
              </w:rPr>
              <w:instrText xml:space="preserve"> SEQ Figure \* ARABIC </w:instrText>
            </w:r>
            <w:r w:rsidRPr="00172319">
              <w:rPr>
                <w:b w:val="0"/>
              </w:rPr>
              <w:fldChar w:fldCharType="separate"/>
            </w:r>
            <w:r w:rsidRPr="00172319">
              <w:rPr>
                <w:b w:val="0"/>
                <w:noProof/>
              </w:rPr>
              <w:t>1</w:t>
            </w:r>
            <w:r w:rsidRPr="00172319">
              <w:rPr>
                <w:b w:val="0"/>
              </w:rPr>
              <w:fldChar w:fldCharType="end"/>
            </w:r>
            <w:r w:rsidRPr="00172319">
              <w:tab/>
              <w:t>A growing share of Australians receive housing assistance</w:t>
            </w:r>
            <w:proofErr w:type="spellStart"/>
            <w:r w:rsidRPr="0051068C">
              <w:rPr>
                <w:rStyle w:val="NoteLabel"/>
                <w:b/>
              </w:rPr>
              <w:t>a,b</w:t>
            </w:r>
            <w:proofErr w:type="spellEnd"/>
          </w:p>
          <w:p w:rsidR="003C59A8" w:rsidRPr="00172319" w:rsidRDefault="003C59A8" w:rsidP="003C59A8">
            <w:pPr>
              <w:pStyle w:val="Subtitle"/>
            </w:pPr>
            <w:r w:rsidRPr="00172319">
              <w:t>Per cent of the population</w:t>
            </w:r>
          </w:p>
        </w:tc>
      </w:tr>
      <w:tr w:rsidR="003C59A8" w:rsidRPr="00172319" w:rsidTr="003C59A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3C59A8" w:rsidRPr="00172319" w:rsidTr="003C59A8">
              <w:trPr>
                <w:jc w:val="center"/>
              </w:trPr>
              <w:tc>
                <w:tcPr>
                  <w:tcW w:w="8504" w:type="dxa"/>
                  <w:tcBorders>
                    <w:top w:val="nil"/>
                    <w:bottom w:val="nil"/>
                  </w:tcBorders>
                </w:tcPr>
                <w:p w:rsidR="003C59A8" w:rsidRPr="00172319" w:rsidRDefault="003C59A8" w:rsidP="003C59A8">
                  <w:pPr>
                    <w:pStyle w:val="Figure"/>
                    <w:spacing w:before="60" w:after="60"/>
                  </w:pPr>
                  <w:r w:rsidRPr="00172319">
                    <w:rPr>
                      <w:noProof/>
                    </w:rPr>
                    <w:drawing>
                      <wp:inline distT="0" distB="0" distL="0" distR="0" wp14:anchorId="15F4C0F9" wp14:editId="699BC9C6">
                        <wp:extent cx="5353050" cy="2876550"/>
                        <wp:effectExtent l="0" t="0" r="0" b="0"/>
                        <wp:docPr id="1" name="Chart 1" descr="This chart shows the proprotion of the population receiving Commonwealth Rent Assistance or residing in social housing." title="A growing share of Australians receive housing assistance"/>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tc>
            </w:tr>
          </w:tbl>
          <w:p w:rsidR="003C59A8" w:rsidRPr="00172319" w:rsidRDefault="003C59A8" w:rsidP="003C59A8">
            <w:pPr>
              <w:pStyle w:val="Figure"/>
            </w:pPr>
          </w:p>
        </w:tc>
      </w:tr>
      <w:tr w:rsidR="003C59A8" w:rsidRPr="00172319" w:rsidTr="003C59A8">
        <w:tc>
          <w:tcPr>
            <w:tcW w:w="8771" w:type="dxa"/>
            <w:tcBorders>
              <w:top w:val="nil"/>
              <w:left w:val="nil"/>
              <w:bottom w:val="nil"/>
              <w:right w:val="nil"/>
            </w:tcBorders>
            <w:shd w:val="clear" w:color="auto" w:fill="auto"/>
          </w:tcPr>
          <w:p w:rsidR="003C59A8" w:rsidRPr="00172319" w:rsidRDefault="003C59A8" w:rsidP="003C59A8">
            <w:pPr>
              <w:pStyle w:val="FigureTitle"/>
              <w:keepNext w:val="0"/>
              <w:spacing w:before="80" w:after="0" w:line="220" w:lineRule="exact"/>
              <w:ind w:left="0" w:firstLine="0"/>
              <w:jc w:val="both"/>
              <w:rPr>
                <w:b w:val="0"/>
                <w:sz w:val="18"/>
                <w:szCs w:val="18"/>
              </w:rPr>
            </w:pPr>
            <w:proofErr w:type="spellStart"/>
            <w:r w:rsidRPr="00172319">
              <w:rPr>
                <w:rStyle w:val="NoteLabel"/>
                <w:b/>
              </w:rPr>
              <w:t>a</w:t>
            </w:r>
            <w:proofErr w:type="spellEnd"/>
            <w:r w:rsidRPr="00172319">
              <w:rPr>
                <w:szCs w:val="18"/>
              </w:rPr>
              <w:t xml:space="preserve"> </w:t>
            </w:r>
            <w:r w:rsidRPr="00172319">
              <w:rPr>
                <w:b w:val="0"/>
                <w:sz w:val="18"/>
                <w:szCs w:val="18"/>
              </w:rPr>
              <w:t xml:space="preserve">There is some overlap between the two forms of assistance because community housing tenants typically receive </w:t>
            </w:r>
            <w:proofErr w:type="spellStart"/>
            <w:r w:rsidRPr="00172319">
              <w:rPr>
                <w:b w:val="0"/>
                <w:sz w:val="18"/>
                <w:szCs w:val="18"/>
              </w:rPr>
              <w:t>CRA</w:t>
            </w:r>
            <w:proofErr w:type="spellEnd"/>
            <w:r w:rsidRPr="00172319">
              <w:rPr>
                <w:b w:val="0"/>
                <w:sz w:val="18"/>
                <w:szCs w:val="18"/>
              </w:rPr>
              <w:t xml:space="preserve">. </w:t>
            </w:r>
            <w:r w:rsidRPr="00172319">
              <w:rPr>
                <w:rStyle w:val="NoteLabel"/>
                <w:b/>
              </w:rPr>
              <w:t>b</w:t>
            </w:r>
            <w:r w:rsidRPr="00172319">
              <w:rPr>
                <w:b w:val="0"/>
                <w:sz w:val="18"/>
                <w:szCs w:val="18"/>
              </w:rPr>
              <w:t xml:space="preserve"> Population estimates are derived by applying estimates of the average size of public housing households from the Survey of Income and Housing </w:t>
            </w:r>
            <w:r w:rsidRPr="00172319">
              <w:rPr>
                <w:rFonts w:cs="Arial"/>
                <w:b w:val="0"/>
                <w:sz w:val="18"/>
              </w:rPr>
              <w:t>(ABS 2013)</w:t>
            </w:r>
            <w:r w:rsidRPr="00172319">
              <w:rPr>
                <w:sz w:val="18"/>
                <w:szCs w:val="18"/>
              </w:rPr>
              <w:t>,</w:t>
            </w:r>
            <w:r w:rsidRPr="00172319">
              <w:rPr>
                <w:b w:val="0"/>
                <w:sz w:val="18"/>
                <w:szCs w:val="18"/>
              </w:rPr>
              <w:t xml:space="preserve"> and income units receiving </w:t>
            </w:r>
            <w:proofErr w:type="spellStart"/>
            <w:r w:rsidRPr="00172319">
              <w:rPr>
                <w:b w:val="0"/>
                <w:sz w:val="18"/>
                <w:szCs w:val="18"/>
              </w:rPr>
              <w:t>CRA</w:t>
            </w:r>
            <w:proofErr w:type="spellEnd"/>
            <w:r w:rsidRPr="00172319">
              <w:rPr>
                <w:b w:val="0"/>
                <w:sz w:val="18"/>
                <w:szCs w:val="18"/>
              </w:rPr>
              <w:t xml:space="preserve"> from the Report on Government Services </w:t>
            </w:r>
            <w:r w:rsidRPr="00172319">
              <w:rPr>
                <w:rFonts w:cs="Arial"/>
                <w:b w:val="0"/>
                <w:sz w:val="18"/>
              </w:rPr>
              <w:t>(</w:t>
            </w:r>
            <w:proofErr w:type="spellStart"/>
            <w:r w:rsidRPr="00172319">
              <w:rPr>
                <w:rFonts w:cs="Arial"/>
                <w:b w:val="0"/>
                <w:sz w:val="18"/>
              </w:rPr>
              <w:t>SCRGSP</w:t>
            </w:r>
            <w:proofErr w:type="spellEnd"/>
            <w:r w:rsidRPr="00172319">
              <w:rPr>
                <w:rFonts w:cs="Arial"/>
                <w:b w:val="0"/>
                <w:sz w:val="18"/>
              </w:rPr>
              <w:t> 2015)</w:t>
            </w:r>
            <w:r w:rsidRPr="00172319">
              <w:rPr>
                <w:b w:val="0"/>
                <w:sz w:val="18"/>
                <w:szCs w:val="18"/>
              </w:rPr>
              <w:t xml:space="preserve">, to data on the number of households living in social housing and income units receiving </w:t>
            </w:r>
            <w:proofErr w:type="spellStart"/>
            <w:r w:rsidRPr="00172319">
              <w:rPr>
                <w:b w:val="0"/>
                <w:sz w:val="18"/>
                <w:szCs w:val="18"/>
              </w:rPr>
              <w:t>CRA</w:t>
            </w:r>
            <w:proofErr w:type="spellEnd"/>
            <w:r w:rsidRPr="00172319">
              <w:rPr>
                <w:b w:val="0"/>
                <w:sz w:val="18"/>
                <w:szCs w:val="18"/>
              </w:rPr>
              <w:t xml:space="preserve"> from </w:t>
            </w:r>
            <w:proofErr w:type="spellStart"/>
            <w:r w:rsidRPr="00172319">
              <w:rPr>
                <w:b w:val="0"/>
                <w:sz w:val="18"/>
                <w:szCs w:val="18"/>
              </w:rPr>
              <w:t>SCRGSP</w:t>
            </w:r>
            <w:proofErr w:type="spellEnd"/>
            <w:r w:rsidRPr="00172319">
              <w:rPr>
                <w:b w:val="0"/>
                <w:sz w:val="18"/>
                <w:szCs w:val="18"/>
              </w:rPr>
              <w:t xml:space="preserve"> (2015).</w:t>
            </w:r>
          </w:p>
        </w:tc>
      </w:tr>
      <w:tr w:rsidR="003C59A8" w:rsidRPr="00172319" w:rsidTr="003C59A8">
        <w:tc>
          <w:tcPr>
            <w:tcW w:w="8771" w:type="dxa"/>
            <w:tcBorders>
              <w:top w:val="nil"/>
              <w:left w:val="nil"/>
              <w:bottom w:val="nil"/>
              <w:right w:val="nil"/>
            </w:tcBorders>
            <w:shd w:val="clear" w:color="auto" w:fill="auto"/>
          </w:tcPr>
          <w:p w:rsidR="003C59A8" w:rsidRPr="00172319" w:rsidRDefault="003C59A8" w:rsidP="003C59A8">
            <w:pPr>
              <w:pStyle w:val="Source"/>
            </w:pPr>
            <w:r w:rsidRPr="00172319">
              <w:rPr>
                <w:i/>
              </w:rPr>
              <w:t>Sources</w:t>
            </w:r>
            <w:r w:rsidRPr="00172319">
              <w:t>: </w:t>
            </w:r>
            <w:r w:rsidRPr="00172319">
              <w:rPr>
                <w:rFonts w:cs="Arial"/>
                <w:szCs w:val="24"/>
              </w:rPr>
              <w:t>ABS (</w:t>
            </w:r>
            <w:proofErr w:type="spellStart"/>
            <w:r w:rsidRPr="00172319">
              <w:rPr>
                <w:rFonts w:cs="Arial"/>
                <w:szCs w:val="24"/>
              </w:rPr>
              <w:t>2013b</w:t>
            </w:r>
            <w:proofErr w:type="spellEnd"/>
            <w:r w:rsidRPr="00172319">
              <w:rPr>
                <w:rFonts w:cs="Arial"/>
                <w:szCs w:val="24"/>
              </w:rPr>
              <w:t>), (2014</w:t>
            </w:r>
            <w:r w:rsidRPr="00172319">
              <w:t xml:space="preserve">); </w:t>
            </w:r>
            <w:proofErr w:type="spellStart"/>
            <w:r w:rsidRPr="00172319">
              <w:t>SCRGSP</w:t>
            </w:r>
            <w:proofErr w:type="spellEnd"/>
            <w:r w:rsidRPr="00172319">
              <w:t xml:space="preserve"> (</w:t>
            </w:r>
            <w:r w:rsidRPr="00172319">
              <w:rPr>
                <w:rFonts w:cs="Arial"/>
              </w:rPr>
              <w:t>2015</w:t>
            </w:r>
            <w:r w:rsidRPr="00172319">
              <w:t>).</w:t>
            </w:r>
          </w:p>
        </w:tc>
      </w:tr>
      <w:tr w:rsidR="003C59A8" w:rsidRPr="00172319" w:rsidTr="003C59A8">
        <w:tc>
          <w:tcPr>
            <w:tcW w:w="8771" w:type="dxa"/>
            <w:tcBorders>
              <w:top w:val="nil"/>
              <w:left w:val="nil"/>
              <w:bottom w:val="single" w:sz="6" w:space="0" w:color="78A22F"/>
              <w:right w:val="nil"/>
            </w:tcBorders>
            <w:shd w:val="clear" w:color="auto" w:fill="auto"/>
          </w:tcPr>
          <w:p w:rsidR="003C59A8" w:rsidRPr="00172319" w:rsidRDefault="003C59A8" w:rsidP="003C59A8">
            <w:pPr>
              <w:pStyle w:val="Figurespace"/>
            </w:pPr>
          </w:p>
        </w:tc>
      </w:tr>
      <w:tr w:rsidR="003C59A8" w:rsidRPr="00172319" w:rsidTr="003C59A8">
        <w:tc>
          <w:tcPr>
            <w:tcW w:w="8771" w:type="dxa"/>
            <w:tcBorders>
              <w:top w:val="single" w:sz="6" w:space="0" w:color="78A22F"/>
              <w:left w:val="nil"/>
              <w:bottom w:val="nil"/>
              <w:right w:val="nil"/>
            </w:tcBorders>
          </w:tcPr>
          <w:p w:rsidR="003C59A8" w:rsidRPr="00172319" w:rsidRDefault="003C59A8" w:rsidP="003C59A8">
            <w:pPr>
              <w:pStyle w:val="BoxSpaceBelow"/>
            </w:pPr>
          </w:p>
        </w:tc>
      </w:tr>
    </w:tbl>
    <w:p w:rsidR="003C59A8" w:rsidRPr="00172319" w:rsidRDefault="003C59A8" w:rsidP="003C59A8">
      <w:pPr>
        <w:pStyle w:val="BodyText"/>
      </w:pPr>
      <w:r w:rsidRPr="00172319">
        <w:t xml:space="preserve">Past research examining the late </w:t>
      </w:r>
      <w:proofErr w:type="spellStart"/>
      <w:r w:rsidRPr="00172319">
        <w:t>1990s</w:t>
      </w:r>
      <w:proofErr w:type="spellEnd"/>
      <w:r w:rsidRPr="00172319">
        <w:t xml:space="preserve"> to early </w:t>
      </w:r>
      <w:proofErr w:type="spellStart"/>
      <w:r w:rsidRPr="00172319">
        <w:t>2000s</w:t>
      </w:r>
      <w:proofErr w:type="spellEnd"/>
      <w:r w:rsidRPr="00172319">
        <w:t xml:space="preserve"> </w:t>
      </w:r>
      <w:r w:rsidRPr="00172319">
        <w:rPr>
          <w:szCs w:val="24"/>
        </w:rPr>
        <w:t>(Dockery et al. </w:t>
      </w:r>
      <w:proofErr w:type="spellStart"/>
      <w:r w:rsidRPr="00172319">
        <w:rPr>
          <w:szCs w:val="24"/>
        </w:rPr>
        <w:t>2008a</w:t>
      </w:r>
      <w:proofErr w:type="spellEnd"/>
      <w:r w:rsidRPr="00172319">
        <w:rPr>
          <w:szCs w:val="24"/>
        </w:rPr>
        <w:t xml:space="preserve">, </w:t>
      </w:r>
      <w:proofErr w:type="spellStart"/>
      <w:r w:rsidRPr="00172319">
        <w:rPr>
          <w:szCs w:val="24"/>
        </w:rPr>
        <w:t>2008b</w:t>
      </w:r>
      <w:proofErr w:type="spellEnd"/>
      <w:r w:rsidRPr="00172319">
        <w:rPr>
          <w:szCs w:val="24"/>
        </w:rPr>
        <w:t>; Whelan and Ong 2008; Whelan 2004)</w:t>
      </w:r>
      <w:r w:rsidRPr="00172319">
        <w:t xml:space="preserve"> found that housing assistance probably affected participation in employment (chapter 3, chapter 4, BP 5 and BP 6).</w:t>
      </w:r>
    </w:p>
    <w:p w:rsidR="003C59A8" w:rsidRPr="00172319" w:rsidRDefault="003C59A8" w:rsidP="003C59A8">
      <w:pPr>
        <w:pStyle w:val="BodyText"/>
      </w:pPr>
      <w:r w:rsidRPr="00172319">
        <w:t xml:space="preserve">This report builds on that research using novel datasets (built from administrative records) to provide a more recent and detailed understanding of the relationship between housing assistance and employment. Through a collaboration with the Commonwealth Department of Human Services, the Commission has been able to study the characteristics of all working-age income support payment recipients over the decade to 2013 — including receipt of housing assistance and participation in employment (BP 3). The data provide annual snapshots of this population. At 30 June 2013, for example, they include </w:t>
      </w:r>
      <w:r w:rsidRPr="00172319">
        <w:rPr>
          <w:spacing w:val="-2"/>
        </w:rPr>
        <w:t xml:space="preserve">over 2.5 million Australian working age income support recipients, including 255 000 public housing tenants and 940 000 </w:t>
      </w:r>
      <w:proofErr w:type="spellStart"/>
      <w:r w:rsidRPr="00172319">
        <w:rPr>
          <w:spacing w:val="-2"/>
        </w:rPr>
        <w:t>CRA</w:t>
      </w:r>
      <w:proofErr w:type="spellEnd"/>
      <w:r w:rsidRPr="00172319">
        <w:rPr>
          <w:spacing w:val="-2"/>
        </w:rPr>
        <w:t xml:space="preserve"> recipients.</w:t>
      </w:r>
    </w:p>
    <w:p w:rsidR="003C59A8" w:rsidRPr="00172319" w:rsidRDefault="003C59A8" w:rsidP="003C59A8">
      <w:pPr>
        <w:pStyle w:val="BodyText"/>
      </w:pPr>
      <w:r w:rsidRPr="00172319">
        <w:t>Similar information, but with fortnightly detail, has been accessed from a database created by the Commonwealth Department of Employment (the Research and Evaluation Database). Two states, South Australia and Western Australia, also generously provided de</w:t>
      </w:r>
      <w:r w:rsidRPr="00172319">
        <w:noBreakHyphen/>
        <w:t xml:space="preserve">identified administrative records for public housing applicants and tenants (BP 4). (The records include information about the characteristics of applicants and tenants, but not their </w:t>
      </w:r>
      <w:r w:rsidRPr="00172319">
        <w:lastRenderedPageBreak/>
        <w:t>identity.) Approaches to access data were also made to some other jurisdictions, but they either declined to be involved in the study, or were unable to provide records within the study timeframe.</w:t>
      </w:r>
    </w:p>
    <w:p w:rsidR="003C59A8" w:rsidRPr="00172319" w:rsidRDefault="00F2785D" w:rsidP="003C59A8">
      <w:pPr>
        <w:pStyle w:val="Heading2"/>
      </w:pPr>
      <w:r>
        <w:fldChar w:fldCharType="begin" w:fldLock="1"/>
      </w:r>
      <w:r>
        <w:instrText xml:space="preserve"> COMMENTS  \* MERGEFORMAT </w:instrText>
      </w:r>
      <w:r>
        <w:fldChar w:fldCharType="separate"/>
      </w:r>
      <w:r w:rsidR="003C59A8" w:rsidRPr="00172319">
        <w:t>1.</w:t>
      </w:r>
      <w:r>
        <w:fldChar w:fldCharType="end"/>
      </w:r>
      <w:r w:rsidR="00FB0E2F">
        <w:fldChar w:fldCharType="begin" w:fldLock="1"/>
      </w:r>
      <w:r w:rsidR="00FB0E2F">
        <w:instrText xml:space="preserve"> SEQ Heading2 </w:instrText>
      </w:r>
      <w:r w:rsidR="00FB0E2F">
        <w:fldChar w:fldCharType="separate"/>
      </w:r>
      <w:r w:rsidR="003C59A8" w:rsidRPr="00172319">
        <w:rPr>
          <w:noProof/>
        </w:rPr>
        <w:t>3</w:t>
      </w:r>
      <w:r w:rsidR="00FB0E2F">
        <w:rPr>
          <w:noProof/>
        </w:rPr>
        <w:fldChar w:fldCharType="end"/>
      </w:r>
      <w:r w:rsidR="003C59A8" w:rsidRPr="00172319">
        <w:tab/>
        <w:t>Why might housing assistance affect employment?</w:t>
      </w:r>
    </w:p>
    <w:p w:rsidR="003C59A8" w:rsidRPr="00172319" w:rsidRDefault="003C59A8" w:rsidP="003C59A8">
      <w:pPr>
        <w:pStyle w:val="BodyText"/>
      </w:pPr>
      <w:r w:rsidRPr="00172319">
        <w:t>Social housing might affect incentives (and also opportunities) to work in a number of ways:</w:t>
      </w:r>
    </w:p>
    <w:p w:rsidR="003C59A8" w:rsidRPr="00172319" w:rsidRDefault="003C59A8" w:rsidP="003C59A8">
      <w:pPr>
        <w:pStyle w:val="ListBullet"/>
        <w:rPr>
          <w:i/>
          <w:spacing w:val="-2"/>
        </w:rPr>
      </w:pPr>
      <w:r w:rsidRPr="00172319">
        <w:rPr>
          <w:i/>
          <w:spacing w:val="-2"/>
        </w:rPr>
        <w:t xml:space="preserve">Rent setting models: </w:t>
      </w:r>
      <w:r w:rsidRPr="00172319">
        <w:rPr>
          <w:spacing w:val="-2"/>
        </w:rPr>
        <w:t>For most tenants, rent is set at about a quarter of their income (chapter 2, BP 1, BP 2). The linking of rent to a change in income has two potential effects (discussed in more detail in BP 2):</w:t>
      </w:r>
    </w:p>
    <w:p w:rsidR="003C59A8" w:rsidRPr="00172319" w:rsidRDefault="003C59A8" w:rsidP="003C59A8">
      <w:pPr>
        <w:pStyle w:val="ListBullet2"/>
        <w:rPr>
          <w:i/>
        </w:rPr>
      </w:pPr>
      <w:r w:rsidRPr="00172319">
        <w:t>A ‘price effect’ — as a tenant earns more, their rent increases. They might also receive less in welfare payments. The combination of lower welfare payments and higher rents reduces the financial rewards from working. In other words, tenants face high effective marginal tax rates (</w:t>
      </w:r>
      <w:proofErr w:type="spellStart"/>
      <w:r w:rsidRPr="00172319">
        <w:t>EMTRs</w:t>
      </w:r>
      <w:proofErr w:type="spellEnd"/>
      <w:r w:rsidRPr="00172319">
        <w:t>).</w:t>
      </w:r>
    </w:p>
    <w:p w:rsidR="003C59A8" w:rsidRPr="00172319" w:rsidRDefault="003C59A8" w:rsidP="003C59A8">
      <w:pPr>
        <w:pStyle w:val="ListBullet2"/>
        <w:rPr>
          <w:i/>
        </w:rPr>
      </w:pPr>
      <w:r w:rsidRPr="00172319">
        <w:t>An ‘income effect’ — with rent set at 25 per cent of income, a tenant might consider they have enough income left after paying for housing to get by, and choose to spend their time on activities other than paid work, for example, caring for a child.</w:t>
      </w:r>
    </w:p>
    <w:p w:rsidR="003C59A8" w:rsidRPr="00172319" w:rsidRDefault="003C59A8" w:rsidP="003C59A8">
      <w:pPr>
        <w:pStyle w:val="ListBullet2"/>
        <w:rPr>
          <w:i/>
        </w:rPr>
      </w:pPr>
      <w:r w:rsidRPr="00172319">
        <w:t>Work incentives for young people might be particularly affected by rent setting approaches in social housing because rents are based on household income. If so, the whole</w:t>
      </w:r>
      <w:r w:rsidRPr="00172319">
        <w:noBreakHyphen/>
        <w:t>of</w:t>
      </w:r>
      <w:r w:rsidRPr="00172319">
        <w:noBreakHyphen/>
        <w:t>life impact of such incentives can be expected to have society</w:t>
      </w:r>
      <w:r w:rsidRPr="00172319">
        <w:noBreakHyphen/>
        <w:t>wide costs as well as costs to the individual.</w:t>
      </w:r>
    </w:p>
    <w:p w:rsidR="003C59A8" w:rsidRPr="00172319" w:rsidRDefault="003C59A8" w:rsidP="003C59A8">
      <w:pPr>
        <w:pStyle w:val="ListBullet"/>
        <w:rPr>
          <w:i/>
        </w:rPr>
      </w:pPr>
      <w:r w:rsidRPr="00172319">
        <w:rPr>
          <w:i/>
        </w:rPr>
        <w:t xml:space="preserve">Stability effects: </w:t>
      </w:r>
      <w:r w:rsidRPr="00172319">
        <w:t>Lease terms in social housing typically favour longer tenures than in the private market, where tenure can be more uncertain (chapter 4, BP 1). The stability provided by ongoing tenure in social housing might mean that a person is better able to work (and study) than would be the case in other housing tenures. The stress and uncertainty associated with a lack of stable housing are likely to negatively affect a person’s search for work.</w:t>
      </w:r>
    </w:p>
    <w:p w:rsidR="003C59A8" w:rsidRPr="003C59A8" w:rsidRDefault="003C59A8" w:rsidP="003C59A8">
      <w:pPr>
        <w:pStyle w:val="ListBullet"/>
        <w:rPr>
          <w:i/>
        </w:rPr>
      </w:pPr>
      <w:r w:rsidRPr="003C59A8">
        <w:rPr>
          <w:i/>
        </w:rPr>
        <w:t>Mobility constraints:</w:t>
      </w:r>
      <w:r w:rsidRPr="00172319">
        <w:t xml:space="preserve"> The relatively small number of social housing properties, and high demand for them, mean that transferring between social housing properties can be difficult, both within and between states </w:t>
      </w:r>
      <w:r w:rsidRPr="003C59A8">
        <w:rPr>
          <w:szCs w:val="24"/>
        </w:rPr>
        <w:t>(PC 2014)</w:t>
      </w:r>
      <w:r w:rsidRPr="00172319">
        <w:t>. A person thinking about moving to take up a job might find it difficult to access social housing close to that job. A move into the private rental market might mean higher rent and less security of tenure. The difficulty of transferring creates a disincentive to move for employment, especially if the job is temporary or the likely number of hours of work (and, therefore, income) is unclear.</w:t>
      </w:r>
    </w:p>
    <w:p w:rsidR="003C59A8" w:rsidRPr="003C59A8" w:rsidRDefault="003C59A8" w:rsidP="0053074D">
      <w:pPr>
        <w:pStyle w:val="ListBullet"/>
        <w:keepNext/>
        <w:keepLines/>
        <w:rPr>
          <w:i/>
        </w:rPr>
      </w:pPr>
      <w:r w:rsidRPr="003C59A8">
        <w:rPr>
          <w:i/>
        </w:rPr>
        <w:lastRenderedPageBreak/>
        <w:t>Location effects:</w:t>
      </w:r>
    </w:p>
    <w:p w:rsidR="003C59A8" w:rsidRPr="00172319" w:rsidRDefault="003C59A8" w:rsidP="0053074D">
      <w:pPr>
        <w:pStyle w:val="ListBullet2"/>
        <w:keepNext/>
        <w:keepLines/>
      </w:pPr>
      <w:r w:rsidRPr="00172319">
        <w:t>Some social housing might be located in areas with poor access to transport or jobs (chapter 3, BP 3). Getting to a job might take so long and cost so much that a person decides it isn’t worth it.</w:t>
      </w:r>
    </w:p>
    <w:p w:rsidR="003C59A8" w:rsidRPr="00172319" w:rsidRDefault="003C59A8" w:rsidP="003C59A8">
      <w:pPr>
        <w:pStyle w:val="ListBullet2"/>
        <w:rPr>
          <w:spacing w:val="-2"/>
        </w:rPr>
      </w:pPr>
      <w:r w:rsidRPr="00172319">
        <w:rPr>
          <w:spacing w:val="-2"/>
        </w:rPr>
        <w:t xml:space="preserve">A concentration of social housing can lead to a concentration of disadvantaged people (chapter 3, BP 3). </w:t>
      </w:r>
      <w:r w:rsidRPr="00E013F7">
        <w:rPr>
          <w:spacing w:val="-2"/>
        </w:rPr>
        <w:t>Employment outcomes</w:t>
      </w:r>
      <w:r w:rsidRPr="00172319">
        <w:rPr>
          <w:spacing w:val="-2"/>
        </w:rPr>
        <w:t xml:space="preserve"> might be affected, for example, if high rates of social exclusion in a neighbourhood mean that residents don’t have strong family and social networks to support them in accessing employment opportunities. </w:t>
      </w:r>
    </w:p>
    <w:p w:rsidR="003C59A8" w:rsidRPr="00172319" w:rsidRDefault="003C59A8" w:rsidP="003C59A8">
      <w:pPr>
        <w:pStyle w:val="ListBullet"/>
        <w:rPr>
          <w:spacing w:val="-2"/>
        </w:rPr>
      </w:pPr>
      <w:r w:rsidRPr="00172319">
        <w:rPr>
          <w:i/>
          <w:spacing w:val="-2"/>
        </w:rPr>
        <w:t>Welfare locks:</w:t>
      </w:r>
    </w:p>
    <w:p w:rsidR="003C59A8" w:rsidRPr="00172319" w:rsidRDefault="003C59A8" w:rsidP="003C59A8">
      <w:pPr>
        <w:pStyle w:val="ListBullet2"/>
      </w:pPr>
      <w:r w:rsidRPr="00172319">
        <w:t>Rules about entry to social housing could affect the work activity of people on waiting lists (chapter 4, BP 4, BP 6). People can only enter social housing if their income is low. People on a waiting list may choose not to work so that their income remains low enough for them to qualify for a property. This is known as a ‘welfare lock’.</w:t>
      </w:r>
    </w:p>
    <w:p w:rsidR="003C59A8" w:rsidRPr="00172319" w:rsidRDefault="003C59A8" w:rsidP="003C59A8">
      <w:pPr>
        <w:pStyle w:val="ListBullet2"/>
      </w:pPr>
      <w:r w:rsidRPr="00172319">
        <w:t>Welfare locks might also affect tenants. In some states, people whose earnings are above a certain level can be asked to leave social housing (BP 1). Rather than move, they might decide not to work, or to reduce hours, to continue to qualify. This is more likely if alternative housing is not readily available, waiting lists are long (so re-entry probabilities are low), and if the security of jobs on offer is low.</w:t>
      </w:r>
    </w:p>
    <w:p w:rsidR="003C59A8" w:rsidRPr="00172319" w:rsidRDefault="003C59A8" w:rsidP="003C59A8">
      <w:pPr>
        <w:pStyle w:val="BodyText"/>
      </w:pPr>
      <w:r w:rsidRPr="00172319">
        <w:t xml:space="preserve">Some of these effects could also apply in the private rental housing market when </w:t>
      </w:r>
      <w:proofErr w:type="spellStart"/>
      <w:r w:rsidRPr="00172319">
        <w:t>CRA</w:t>
      </w:r>
      <w:proofErr w:type="spellEnd"/>
      <w:r w:rsidRPr="00172319">
        <w:t xml:space="preserve"> recipients consider employment:</w:t>
      </w:r>
    </w:p>
    <w:p w:rsidR="003C59A8" w:rsidRPr="00172319" w:rsidRDefault="003C59A8" w:rsidP="003C59A8">
      <w:pPr>
        <w:pStyle w:val="ListBullet"/>
      </w:pPr>
      <w:r w:rsidRPr="00172319">
        <w:rPr>
          <w:i/>
        </w:rPr>
        <w:t>Rent levels:</w:t>
      </w:r>
      <w:r w:rsidRPr="00172319">
        <w:t xml:space="preserve"> In contrast with social housing tenants, </w:t>
      </w:r>
      <w:proofErr w:type="spellStart"/>
      <w:r w:rsidRPr="00172319">
        <w:t>CRA</w:t>
      </w:r>
      <w:proofErr w:type="spellEnd"/>
      <w:r w:rsidRPr="00172319">
        <w:t xml:space="preserve"> recipients pay market rents (not rents set as a percentage of their income), and </w:t>
      </w:r>
      <w:proofErr w:type="spellStart"/>
      <w:r w:rsidRPr="00172319">
        <w:t>CRA</w:t>
      </w:r>
      <w:proofErr w:type="spellEnd"/>
      <w:r w:rsidRPr="00172319">
        <w:t xml:space="preserve"> isn’t withdrawn until a recipient is earning a relatively high income (chapter 2, BP 2). Their financial incentives to work are, therefore, different from those of social housing tenants. </w:t>
      </w:r>
      <w:proofErr w:type="spellStart"/>
      <w:r w:rsidRPr="00172319">
        <w:t>CRA</w:t>
      </w:r>
      <w:proofErr w:type="spellEnd"/>
      <w:r w:rsidRPr="00172319">
        <w:t xml:space="preserve"> has a different price effect. It doesn’t increase </w:t>
      </w:r>
      <w:proofErr w:type="spellStart"/>
      <w:r w:rsidRPr="00172319">
        <w:t>EMTRs</w:t>
      </w:r>
      <w:proofErr w:type="spellEnd"/>
      <w:r w:rsidRPr="00172319">
        <w:t xml:space="preserve"> in the way that social housing rent setting models do, but recipients face </w:t>
      </w:r>
      <w:proofErr w:type="spellStart"/>
      <w:r w:rsidRPr="00172319">
        <w:t>EMTRs</w:t>
      </w:r>
      <w:proofErr w:type="spellEnd"/>
      <w:r w:rsidRPr="00172319">
        <w:t xml:space="preserve"> over a wider income range than non</w:t>
      </w:r>
      <w:r w:rsidRPr="00172319">
        <w:noBreakHyphen/>
        <w:t xml:space="preserve">recipients do (chapter 2, BP 2). </w:t>
      </w:r>
      <w:proofErr w:type="spellStart"/>
      <w:r w:rsidRPr="00172319">
        <w:t>CRA</w:t>
      </w:r>
      <w:proofErr w:type="spellEnd"/>
      <w:r w:rsidRPr="00172319">
        <w:t xml:space="preserve"> increases a recipient’s real income, so it might influence work decisions via an income effect. The evidence suggests, however, that income after paying housing costs is higher for many social housing tenants than it is for </w:t>
      </w:r>
      <w:proofErr w:type="spellStart"/>
      <w:r w:rsidRPr="00172319">
        <w:t>CRA</w:t>
      </w:r>
      <w:proofErr w:type="spellEnd"/>
      <w:r w:rsidRPr="00172319">
        <w:t xml:space="preserve"> recipients. To the extent that income effects matter, they are likely to matter more for social housing tenants.</w:t>
      </w:r>
    </w:p>
    <w:p w:rsidR="003C59A8" w:rsidRPr="00172319" w:rsidRDefault="003C59A8" w:rsidP="003C59A8">
      <w:pPr>
        <w:pStyle w:val="ListBullet"/>
        <w:rPr>
          <w:i/>
        </w:rPr>
      </w:pPr>
      <w:r w:rsidRPr="00172319">
        <w:rPr>
          <w:i/>
        </w:rPr>
        <w:t>Mobility constraints:</w:t>
      </w:r>
      <w:r w:rsidRPr="00172319">
        <w:t xml:space="preserve"> As private renters, </w:t>
      </w:r>
      <w:proofErr w:type="spellStart"/>
      <w:r w:rsidRPr="00172319">
        <w:t>CRA</w:t>
      </w:r>
      <w:proofErr w:type="spellEnd"/>
      <w:r w:rsidRPr="00172319">
        <w:t xml:space="preserve"> recipients don’t face the same disincentives to moving as social housing residents do. It is relatively easy to move between private rental properties, although a person might be less willing to move to take up a job if low cost accommodation is not readily available or landlords are unwilling to provide housing to people with a high probability of being </w:t>
      </w:r>
      <w:proofErr w:type="spellStart"/>
      <w:r w:rsidRPr="00172319">
        <w:t>CRA</w:t>
      </w:r>
      <w:proofErr w:type="spellEnd"/>
      <w:r w:rsidRPr="00172319">
        <w:t xml:space="preserve"> recipients </w:t>
      </w:r>
      <w:r w:rsidRPr="00172319">
        <w:rPr>
          <w:szCs w:val="24"/>
        </w:rPr>
        <w:t>(PC 2014)</w:t>
      </w:r>
      <w:r w:rsidRPr="00172319">
        <w:t xml:space="preserve">. In this case, it is not receipt of </w:t>
      </w:r>
      <w:proofErr w:type="spellStart"/>
      <w:r w:rsidRPr="00172319">
        <w:t>CRA</w:t>
      </w:r>
      <w:proofErr w:type="spellEnd"/>
      <w:r w:rsidRPr="00172319">
        <w:t xml:space="preserve"> (or the way that it is withdrawn) that creates the disincentive to move, but the supply of low cost rental housing.</w:t>
      </w:r>
    </w:p>
    <w:p w:rsidR="003C59A8" w:rsidRPr="00172319" w:rsidRDefault="003C59A8" w:rsidP="003C59A8">
      <w:pPr>
        <w:pStyle w:val="ListBullet"/>
        <w:rPr>
          <w:i/>
        </w:rPr>
      </w:pPr>
      <w:r w:rsidRPr="00172319">
        <w:rPr>
          <w:i/>
        </w:rPr>
        <w:t>Location effects:</w:t>
      </w:r>
      <w:r w:rsidRPr="00172319">
        <w:t xml:space="preserve"> Rents are typically lower in locations with poor transport infrastructure, that are more distant from strong labour markets and that concentrate </w:t>
      </w:r>
      <w:r w:rsidRPr="00172319">
        <w:lastRenderedPageBreak/>
        <w:t>disadvantage. These factors can have</w:t>
      </w:r>
      <w:r w:rsidRPr="00172319" w:rsidDel="00D95A27">
        <w:t xml:space="preserve"> </w:t>
      </w:r>
      <w:r w:rsidRPr="00172319">
        <w:t>potentially adverse effects on the likelihood of employment (chapter 3, BP 3).</w:t>
      </w:r>
    </w:p>
    <w:p w:rsidR="003C59A8" w:rsidRPr="00172319" w:rsidRDefault="003C59A8" w:rsidP="003C59A8">
      <w:pPr>
        <w:pStyle w:val="BodyText"/>
      </w:pPr>
      <w:bookmarkStart w:id="2" w:name="begin"/>
      <w:bookmarkEnd w:id="2"/>
      <w:r w:rsidRPr="00172319">
        <w:t xml:space="preserve">Although both types of housing assistance could affect work incentives, social housing and issues relating to waiting lists have a greater potential to affect participation in employment than receipt of </w:t>
      </w:r>
      <w:proofErr w:type="spellStart"/>
      <w:r w:rsidRPr="00172319">
        <w:t>CRA</w:t>
      </w:r>
      <w:proofErr w:type="spellEnd"/>
      <w:r w:rsidRPr="00172319">
        <w:t>.</w:t>
      </w:r>
    </w:p>
    <w:p w:rsidR="003C59A8" w:rsidRPr="00172319" w:rsidRDefault="00F2785D" w:rsidP="003C59A8">
      <w:pPr>
        <w:pStyle w:val="Heading2"/>
      </w:pPr>
      <w:r>
        <w:fldChar w:fldCharType="begin" w:fldLock="1"/>
      </w:r>
      <w:r>
        <w:instrText xml:space="preserve"> COMMENTS  \* MERGEFORMAT </w:instrText>
      </w:r>
      <w:r>
        <w:fldChar w:fldCharType="separate"/>
      </w:r>
      <w:r w:rsidR="003C59A8" w:rsidRPr="00172319">
        <w:t>1.</w:t>
      </w:r>
      <w:r>
        <w:fldChar w:fldCharType="end"/>
      </w:r>
      <w:r w:rsidR="00FB0E2F">
        <w:fldChar w:fldCharType="begin" w:fldLock="1"/>
      </w:r>
      <w:r w:rsidR="00FB0E2F">
        <w:instrText xml:space="preserve"> SEQ Heading2 </w:instrText>
      </w:r>
      <w:r w:rsidR="00FB0E2F">
        <w:fldChar w:fldCharType="separate"/>
      </w:r>
      <w:r w:rsidR="003C59A8" w:rsidRPr="00172319">
        <w:rPr>
          <w:noProof/>
        </w:rPr>
        <w:t>4</w:t>
      </w:r>
      <w:r w:rsidR="00FB0E2F">
        <w:rPr>
          <w:noProof/>
        </w:rPr>
        <w:fldChar w:fldCharType="end"/>
      </w:r>
      <w:r w:rsidR="003C59A8" w:rsidRPr="00172319">
        <w:tab/>
        <w:t>Research questions considered in the report</w:t>
      </w:r>
    </w:p>
    <w:p w:rsidR="003C59A8" w:rsidRPr="00172319" w:rsidRDefault="003C59A8" w:rsidP="003C59A8">
      <w:pPr>
        <w:pStyle w:val="BodyText"/>
      </w:pPr>
      <w:r w:rsidRPr="00172319">
        <w:t>The primary question considered is:</w:t>
      </w:r>
    </w:p>
    <w:p w:rsidR="003C59A8" w:rsidRPr="00172319" w:rsidRDefault="003C59A8" w:rsidP="003C59A8">
      <w:pPr>
        <w:pStyle w:val="ListBullet"/>
      </w:pPr>
      <w:r w:rsidRPr="00172319">
        <w:t>Does housing assistance affect recipients’ participation in employment?</w:t>
      </w:r>
    </w:p>
    <w:p w:rsidR="003C59A8" w:rsidRPr="00172319" w:rsidRDefault="003C59A8" w:rsidP="003C59A8">
      <w:pPr>
        <w:pStyle w:val="BodyText"/>
      </w:pPr>
      <w:r w:rsidRPr="00172319">
        <w:t>In answering this, a number of related questions are considered. They cover some, but not all, of the issues and potential influences raised in the previous section. The questions considered are:</w:t>
      </w:r>
    </w:p>
    <w:p w:rsidR="003C59A8" w:rsidRPr="00172319" w:rsidRDefault="003C59A8" w:rsidP="003C59A8">
      <w:pPr>
        <w:pStyle w:val="ListBullet"/>
      </w:pPr>
      <w:r w:rsidRPr="00172319">
        <w:t xml:space="preserve">What sort of price and income effects do social housing tenants and </w:t>
      </w:r>
      <w:proofErr w:type="spellStart"/>
      <w:r w:rsidRPr="00172319">
        <w:t>CRA</w:t>
      </w:r>
      <w:proofErr w:type="spellEnd"/>
      <w:r w:rsidRPr="00172319">
        <w:t xml:space="preserve"> recipients face? (Discussed in chapter 2 and BP 2)</w:t>
      </w:r>
    </w:p>
    <w:p w:rsidR="003C59A8" w:rsidRPr="00172319" w:rsidRDefault="003C59A8" w:rsidP="003C59A8">
      <w:pPr>
        <w:pStyle w:val="ListBullet"/>
      </w:pPr>
      <w:r w:rsidRPr="00172319">
        <w:t xml:space="preserve">How do the employment rates of social housing tenants, </w:t>
      </w:r>
      <w:proofErr w:type="spellStart"/>
      <w:r w:rsidRPr="00172319">
        <w:t>CRA</w:t>
      </w:r>
      <w:proofErr w:type="spellEnd"/>
      <w:r w:rsidRPr="00172319">
        <w:t xml:space="preserve"> recipients, and income support recipients living in other tenures compare? (chapter 3, BP 3 and BP 5)</w:t>
      </w:r>
    </w:p>
    <w:p w:rsidR="003C59A8" w:rsidRPr="00172319" w:rsidRDefault="003C59A8" w:rsidP="003C59A8">
      <w:pPr>
        <w:pStyle w:val="ListBullet"/>
      </w:pPr>
      <w:r w:rsidRPr="00172319">
        <w:t>Are younger residents of social housing less likely to work than their counterparts in other housing tenures? (chapter 3 and BP 5)</w:t>
      </w:r>
    </w:p>
    <w:p w:rsidR="003C59A8" w:rsidRPr="00172319" w:rsidRDefault="003C59A8" w:rsidP="003C59A8">
      <w:pPr>
        <w:pStyle w:val="ListBullet"/>
      </w:pPr>
      <w:r w:rsidRPr="00172319">
        <w:t>Are social housing and lower cost rental properties typically located in areas with limited job opportunities? (chapter 3, BP 3 and BP 5)</w:t>
      </w:r>
    </w:p>
    <w:p w:rsidR="003C59A8" w:rsidRPr="00172319" w:rsidRDefault="003C59A8" w:rsidP="003C59A8">
      <w:pPr>
        <w:pStyle w:val="ListBullet"/>
      </w:pPr>
      <w:r w:rsidRPr="00172319">
        <w:t>Is housing stability related to employment? (chapter 4 and BP 5)</w:t>
      </w:r>
    </w:p>
    <w:p w:rsidR="003C59A8" w:rsidRPr="00172319" w:rsidRDefault="003C59A8" w:rsidP="003C59A8">
      <w:pPr>
        <w:pStyle w:val="ListBullet"/>
      </w:pPr>
      <w:r w:rsidRPr="00172319">
        <w:t>Does social housing have a stability effect on employment? (chapter 4, BP 4 and BP 6)</w:t>
      </w:r>
      <w:r w:rsidRPr="00172319" w:rsidDel="00AB751F">
        <w:t xml:space="preserve"> </w:t>
      </w:r>
    </w:p>
    <w:p w:rsidR="003C59A8" w:rsidRPr="00172319" w:rsidRDefault="003C59A8" w:rsidP="003C59A8">
      <w:pPr>
        <w:pStyle w:val="ListBullet"/>
      </w:pPr>
      <w:r w:rsidRPr="00172319">
        <w:t>Do social housing waiting lists reduce work incentives? That is, do welfare locks exist for applicants to social housing? (chapter 4, BP 4 and BP 6)</w:t>
      </w:r>
    </w:p>
    <w:p w:rsidR="003C59A8" w:rsidRPr="00172319" w:rsidRDefault="00F2785D" w:rsidP="003C59A8">
      <w:pPr>
        <w:pStyle w:val="Heading2"/>
      </w:pPr>
      <w:r>
        <w:fldChar w:fldCharType="begin" w:fldLock="1"/>
      </w:r>
      <w:r>
        <w:instrText xml:space="preserve"> COMMENTS  \* MERGEFORMAT </w:instrText>
      </w:r>
      <w:r>
        <w:fldChar w:fldCharType="separate"/>
      </w:r>
      <w:r w:rsidR="003C59A8" w:rsidRPr="00172319">
        <w:t>1.</w:t>
      </w:r>
      <w:r>
        <w:fldChar w:fldCharType="end"/>
      </w:r>
      <w:r w:rsidR="00FB0E2F">
        <w:fldChar w:fldCharType="begin" w:fldLock="1"/>
      </w:r>
      <w:r w:rsidR="00FB0E2F">
        <w:instrText xml:space="preserve"> SEQ Heading2 </w:instrText>
      </w:r>
      <w:r w:rsidR="00FB0E2F">
        <w:fldChar w:fldCharType="separate"/>
      </w:r>
      <w:r w:rsidR="003C59A8" w:rsidRPr="00172319">
        <w:rPr>
          <w:noProof/>
        </w:rPr>
        <w:t>5</w:t>
      </w:r>
      <w:r w:rsidR="00FB0E2F">
        <w:rPr>
          <w:noProof/>
        </w:rPr>
        <w:fldChar w:fldCharType="end"/>
      </w:r>
      <w:r w:rsidR="003C59A8" w:rsidRPr="00172319">
        <w:tab/>
        <w:t>Structure of the report</w:t>
      </w:r>
    </w:p>
    <w:p w:rsidR="003C59A8" w:rsidRPr="00172319" w:rsidRDefault="003C59A8" w:rsidP="00120072">
      <w:pPr>
        <w:pStyle w:val="BodyText"/>
        <w:rPr>
          <w:spacing w:val="-2"/>
        </w:rPr>
      </w:pPr>
      <w:r w:rsidRPr="00172319">
        <w:rPr>
          <w:spacing w:val="-2"/>
        </w:rPr>
        <w:t xml:space="preserve">In chapter 2, we look at how housing assistance works — especially, who receives it and how much assistance people receive. We also explore the price and income effects of assistance, that is, how it affects </w:t>
      </w:r>
      <w:proofErr w:type="spellStart"/>
      <w:r w:rsidRPr="00172319">
        <w:rPr>
          <w:spacing w:val="-2"/>
        </w:rPr>
        <w:t>EMTRs</w:t>
      </w:r>
      <w:proofErr w:type="spellEnd"/>
      <w:r w:rsidRPr="00172319">
        <w:rPr>
          <w:spacing w:val="-2"/>
        </w:rPr>
        <w:t xml:space="preserve"> and recipients’ income after housing costs.</w:t>
      </w:r>
    </w:p>
    <w:p w:rsidR="003C59A8" w:rsidRPr="00172319" w:rsidRDefault="003C59A8" w:rsidP="00120072">
      <w:pPr>
        <w:pStyle w:val="BodyText"/>
      </w:pPr>
      <w:r w:rsidRPr="00172319">
        <w:t>Chapter 3 uses data from the Department of Employment’s Research and Evaluation Database for the 10 years to 2013. It relates housing assistance to the characteristics of people receiving it, for example, their gender and age, whether they work and the areas they live in. Those characteristics are then used in a multivariate analysis to estimate the possible influences of housing assistance on employment.</w:t>
      </w:r>
    </w:p>
    <w:p w:rsidR="003C59A8" w:rsidRPr="00172319" w:rsidRDefault="003C59A8" w:rsidP="003C59A8">
      <w:pPr>
        <w:pStyle w:val="BodyText"/>
        <w:rPr>
          <w:spacing w:val="-2"/>
        </w:rPr>
      </w:pPr>
      <w:r w:rsidRPr="00172319">
        <w:rPr>
          <w:spacing w:val="-2"/>
        </w:rPr>
        <w:lastRenderedPageBreak/>
        <w:t>Chapter 4 contains analysis of data for public housing applicants and tenants in South Australia and Western Australia spanning the 10 years to 2013. It considers whether stability effects and welfare locks exist.</w:t>
      </w:r>
    </w:p>
    <w:p w:rsidR="003C59A8" w:rsidRDefault="003C59A8" w:rsidP="003C59A8">
      <w:pPr>
        <w:pStyle w:val="BodyText"/>
      </w:pPr>
      <w:r w:rsidRPr="00172319">
        <w:t>Chapter 5 presents conclusions and implications for housing assistance policy.</w:t>
      </w:r>
    </w:p>
    <w:p w:rsidR="003C59A8" w:rsidRDefault="003C59A8" w:rsidP="003C59A8">
      <w:pPr>
        <w:sectPr w:rsidR="003C59A8" w:rsidSect="003C59A8">
          <w:headerReference w:type="even" r:id="rId11"/>
          <w:headerReference w:type="default" r:id="rId12"/>
          <w:footerReference w:type="even" r:id="rId13"/>
          <w:footerReference w:type="default" r:id="rId14"/>
          <w:pgSz w:w="11907" w:h="16840" w:code="9"/>
          <w:pgMar w:top="1985" w:right="1304" w:bottom="1247" w:left="1814" w:header="1701" w:footer="397" w:gutter="0"/>
          <w:pgNumType w:chapSep="period"/>
          <w:cols w:space="720"/>
          <w:docGrid w:linePitch="326"/>
        </w:sectPr>
      </w:pPr>
    </w:p>
    <w:p w:rsidR="003C59A8" w:rsidRDefault="003C59A8" w:rsidP="003C59A8">
      <w:pPr>
        <w:pStyle w:val="Heading1"/>
        <w:spacing w:before="0"/>
      </w:pPr>
      <w:r>
        <w:lastRenderedPageBreak/>
        <w:t>2</w:t>
      </w:r>
      <w:r>
        <w:tab/>
        <w:t>How does housing assistance work?</w:t>
      </w:r>
    </w:p>
    <w:p w:rsidR="003C59A8" w:rsidRDefault="003C59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Tr="003C59A8">
        <w:tc>
          <w:tcPr>
            <w:tcW w:w="8771" w:type="dxa"/>
            <w:tcBorders>
              <w:top w:val="single" w:sz="6" w:space="0" w:color="78A22F"/>
              <w:left w:val="nil"/>
              <w:bottom w:val="nil"/>
              <w:right w:val="nil"/>
            </w:tcBorders>
            <w:shd w:val="clear" w:color="auto" w:fill="F2F2F2"/>
          </w:tcPr>
          <w:p w:rsidR="003C59A8" w:rsidRPr="00100868" w:rsidRDefault="003C59A8">
            <w:pPr>
              <w:pStyle w:val="BoxTitle"/>
            </w:pPr>
            <w:r w:rsidRPr="00100868">
              <w:t>Key points</w:t>
            </w:r>
          </w:p>
        </w:tc>
      </w:tr>
      <w:tr w:rsidR="003C59A8" w:rsidTr="003C59A8">
        <w:trPr>
          <w:cantSplit/>
        </w:trPr>
        <w:tc>
          <w:tcPr>
            <w:tcW w:w="8771" w:type="dxa"/>
            <w:tcBorders>
              <w:top w:val="nil"/>
              <w:left w:val="nil"/>
              <w:bottom w:val="nil"/>
              <w:right w:val="nil"/>
            </w:tcBorders>
            <w:shd w:val="clear" w:color="auto" w:fill="F2F2F2"/>
          </w:tcPr>
          <w:p w:rsidR="003C59A8" w:rsidRDefault="003C59A8" w:rsidP="003C59A8">
            <w:pPr>
              <w:pStyle w:val="BoxListBullet"/>
            </w:pPr>
            <w:r>
              <w:t>The two main forms of housing assistance for low income renters — social housing and Commonwealth Rent Assistance (</w:t>
            </w:r>
            <w:proofErr w:type="spellStart"/>
            <w:r>
              <w:t>CRA</w:t>
            </w:r>
            <w:proofErr w:type="spellEnd"/>
            <w:r>
              <w:t>) — work in quite different ways.</w:t>
            </w:r>
          </w:p>
          <w:p w:rsidR="003C59A8" w:rsidRDefault="003C59A8" w:rsidP="003C59A8">
            <w:pPr>
              <w:pStyle w:val="BoxListBullet2"/>
            </w:pPr>
            <w:r>
              <w:t xml:space="preserve">Social housing rents are typically set at 25 per cent of a tenant’s assessable income. </w:t>
            </w:r>
            <w:proofErr w:type="spellStart"/>
            <w:r>
              <w:t>CRA</w:t>
            </w:r>
            <w:proofErr w:type="spellEnd"/>
            <w:r>
              <w:t xml:space="preserve"> recipients face market rents.</w:t>
            </w:r>
          </w:p>
          <w:p w:rsidR="003C59A8" w:rsidRDefault="003C59A8" w:rsidP="003C59A8">
            <w:pPr>
              <w:pStyle w:val="BoxListBullet2"/>
            </w:pPr>
            <w:r>
              <w:t xml:space="preserve">Social housing tenants receive an implicit subsidy — the difference between market rent and the rent paid by a tenant. </w:t>
            </w:r>
            <w:proofErr w:type="spellStart"/>
            <w:r>
              <w:t>CRA</w:t>
            </w:r>
            <w:proofErr w:type="spellEnd"/>
            <w:r>
              <w:t xml:space="preserve"> is an explicit subsidy — tenants receive a transfer payment to offset their rent.</w:t>
            </w:r>
          </w:p>
          <w:p w:rsidR="003C59A8" w:rsidRDefault="003C59A8" w:rsidP="003C59A8">
            <w:pPr>
              <w:pStyle w:val="BoxListBullet2"/>
            </w:pPr>
            <w:r>
              <w:t xml:space="preserve">A social housing tenant typically pays more in rent as their assessable income increases. </w:t>
            </w:r>
            <w:proofErr w:type="spellStart"/>
            <w:r>
              <w:t>CRA</w:t>
            </w:r>
            <w:proofErr w:type="spellEnd"/>
            <w:r>
              <w:t xml:space="preserve"> recipients pay market rent, irrespective of their income, although </w:t>
            </w:r>
            <w:proofErr w:type="spellStart"/>
            <w:r>
              <w:t>CRA</w:t>
            </w:r>
            <w:proofErr w:type="spellEnd"/>
            <w:r>
              <w:t xml:space="preserve"> declines with increases in assessable income above the level at which a recipient’s income support payment has been withdrawn.</w:t>
            </w:r>
          </w:p>
          <w:p w:rsidR="003C59A8" w:rsidRDefault="003C59A8" w:rsidP="003C59A8">
            <w:pPr>
              <w:pStyle w:val="BoxListBullet"/>
            </w:pPr>
            <w:r>
              <w:t>Differences in the ways that the two types of subsidy are withdrawn mean that they have different effects on recipients’ financial incentives to work.</w:t>
            </w:r>
          </w:p>
          <w:p w:rsidR="003C59A8" w:rsidRDefault="003C59A8" w:rsidP="003C59A8">
            <w:pPr>
              <w:pStyle w:val="BoxListBullet2"/>
            </w:pPr>
            <w:r>
              <w:t>Rent increases mean that social housing subsidies increase tenants’ effective marginal tax rates (</w:t>
            </w:r>
            <w:proofErr w:type="spellStart"/>
            <w:r>
              <w:t>EMTRs</w:t>
            </w:r>
            <w:proofErr w:type="spellEnd"/>
            <w:r>
              <w:t xml:space="preserve">) from the first dollar earned. </w:t>
            </w:r>
            <w:proofErr w:type="spellStart"/>
            <w:r>
              <w:t>CRA</w:t>
            </w:r>
            <w:proofErr w:type="spellEnd"/>
            <w:r>
              <w:t xml:space="preserve"> doesn’t affect </w:t>
            </w:r>
            <w:proofErr w:type="spellStart"/>
            <w:r>
              <w:t>EMTRs</w:t>
            </w:r>
            <w:proofErr w:type="spellEnd"/>
            <w:r>
              <w:t xml:space="preserve"> until recipients are earning a relatively high level of income.</w:t>
            </w:r>
          </w:p>
          <w:p w:rsidR="003C59A8" w:rsidRDefault="003C59A8" w:rsidP="003C59A8">
            <w:pPr>
              <w:pStyle w:val="BoxListBullet"/>
            </w:pPr>
            <w:r>
              <w:t xml:space="preserve">Many recipients of housing assistance face high </w:t>
            </w:r>
            <w:proofErr w:type="spellStart"/>
            <w:r>
              <w:t>EMTRs</w:t>
            </w:r>
            <w:proofErr w:type="spellEnd"/>
            <w:r>
              <w:t xml:space="preserve">. Although housing assistance contributes to </w:t>
            </w:r>
            <w:proofErr w:type="spellStart"/>
            <w:r>
              <w:t>EMTRs</w:t>
            </w:r>
            <w:proofErr w:type="spellEnd"/>
            <w:r>
              <w:t xml:space="preserve">, withdrawal of income support payments is the primary driver of particularly high </w:t>
            </w:r>
            <w:proofErr w:type="spellStart"/>
            <w:r>
              <w:t>EMTRs</w:t>
            </w:r>
            <w:proofErr w:type="spellEnd"/>
            <w:r>
              <w:t>.</w:t>
            </w:r>
          </w:p>
        </w:tc>
      </w:tr>
      <w:tr w:rsidR="003C59A8" w:rsidTr="003C59A8">
        <w:trPr>
          <w:cantSplit/>
        </w:trPr>
        <w:tc>
          <w:tcPr>
            <w:tcW w:w="8771" w:type="dxa"/>
            <w:tcBorders>
              <w:top w:val="nil"/>
              <w:left w:val="nil"/>
              <w:bottom w:val="single" w:sz="6" w:space="0" w:color="78A22F"/>
              <w:right w:val="nil"/>
            </w:tcBorders>
            <w:shd w:val="clear" w:color="auto" w:fill="F2F2F2"/>
          </w:tcPr>
          <w:p w:rsidR="003C59A8" w:rsidRDefault="003C59A8">
            <w:pPr>
              <w:pStyle w:val="Box"/>
              <w:spacing w:before="0" w:line="120" w:lineRule="exact"/>
            </w:pPr>
          </w:p>
        </w:tc>
      </w:tr>
      <w:tr w:rsidR="003C59A8" w:rsidRPr="000863A5"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p w:rsidR="003C59A8" w:rsidRPr="00082F9F" w:rsidRDefault="003C59A8" w:rsidP="003C59A8">
      <w:pPr>
        <w:pStyle w:val="BodyText"/>
        <w:rPr>
          <w:spacing w:val="-4"/>
        </w:rPr>
      </w:pPr>
      <w:r w:rsidRPr="00082F9F">
        <w:rPr>
          <w:spacing w:val="-4"/>
        </w:rPr>
        <w:t>This chapter examines how the two main forms of housing assistance — social housing (public and community) and Commonwealth Rent Assistance (</w:t>
      </w:r>
      <w:proofErr w:type="spellStart"/>
      <w:r w:rsidRPr="00082F9F">
        <w:rPr>
          <w:spacing w:val="-4"/>
        </w:rPr>
        <w:t>CRA</w:t>
      </w:r>
      <w:proofErr w:type="spellEnd"/>
      <w:r w:rsidRPr="00082F9F">
        <w:rPr>
          <w:spacing w:val="-4"/>
        </w:rPr>
        <w:t>) — work. It describes who is eligible for each type of assistance, how assistance is provided and its value to recipients, and how assistance changes as household income changes. It shows that the two types of assistance work in very different ways. More detail is presented in BP 1, BP 2 and BP 4.</w:t>
      </w:r>
    </w:p>
    <w:p w:rsidR="003C59A8" w:rsidRDefault="00F2785D" w:rsidP="003C59A8">
      <w:pPr>
        <w:pStyle w:val="Heading2"/>
      </w:pPr>
      <w:r>
        <w:fldChar w:fldCharType="begin" w:fldLock="1"/>
      </w:r>
      <w:r>
        <w:instrText xml:space="preserve"> COMMENTS  \* MERGEFORMAT </w:instrText>
      </w:r>
      <w:r>
        <w:fldChar w:fldCharType="separate"/>
      </w:r>
      <w:r w:rsidR="003C59A8">
        <w:t>2.</w:t>
      </w:r>
      <w:r>
        <w:fldChar w:fldCharType="end"/>
      </w:r>
      <w:r w:rsidR="00FB0E2F">
        <w:fldChar w:fldCharType="begin" w:fldLock="1"/>
      </w:r>
      <w:r w:rsidR="00FB0E2F">
        <w:instrText xml:space="preserve"> SEQ Heading2 </w:instrText>
      </w:r>
      <w:r w:rsidR="00FB0E2F">
        <w:fldChar w:fldCharType="separate"/>
      </w:r>
      <w:r w:rsidR="003C59A8">
        <w:rPr>
          <w:noProof/>
        </w:rPr>
        <w:t>1</w:t>
      </w:r>
      <w:r w:rsidR="00FB0E2F">
        <w:rPr>
          <w:noProof/>
        </w:rPr>
        <w:fldChar w:fldCharType="end"/>
      </w:r>
      <w:r w:rsidR="003C59A8">
        <w:tab/>
        <w:t>Who is eligible for housing assistance?</w:t>
      </w:r>
    </w:p>
    <w:p w:rsidR="003C59A8" w:rsidRDefault="003C59A8" w:rsidP="003C59A8">
      <w:pPr>
        <w:pStyle w:val="BodyText"/>
        <w:rPr>
          <w:spacing w:val="-2"/>
        </w:rPr>
      </w:pPr>
      <w:r>
        <w:rPr>
          <w:spacing w:val="-2"/>
        </w:rPr>
        <w:t xml:space="preserve">In the </w:t>
      </w:r>
      <w:r w:rsidRPr="007B3680">
        <w:rPr>
          <w:spacing w:val="-2"/>
        </w:rPr>
        <w:t>mai</w:t>
      </w:r>
      <w:r>
        <w:rPr>
          <w:spacing w:val="-2"/>
        </w:rPr>
        <w:t>n, o</w:t>
      </w:r>
      <w:r w:rsidRPr="00B8713B">
        <w:rPr>
          <w:spacing w:val="-2"/>
        </w:rPr>
        <w:t>nly people with low income</w:t>
      </w:r>
      <w:r>
        <w:rPr>
          <w:spacing w:val="-2"/>
        </w:rPr>
        <w:t>s</w:t>
      </w:r>
      <w:r w:rsidRPr="00B8713B">
        <w:rPr>
          <w:spacing w:val="-2"/>
        </w:rPr>
        <w:t xml:space="preserve"> and </w:t>
      </w:r>
      <w:r>
        <w:rPr>
          <w:spacing w:val="-2"/>
        </w:rPr>
        <w:t xml:space="preserve">few </w:t>
      </w:r>
      <w:r w:rsidRPr="00B8713B">
        <w:rPr>
          <w:spacing w:val="-2"/>
        </w:rPr>
        <w:t xml:space="preserve">assets can apply for public housing. </w:t>
      </w:r>
      <w:r>
        <w:rPr>
          <w:spacing w:val="-2"/>
        </w:rPr>
        <w:t>Different jurisdictions have different limits but, i</w:t>
      </w:r>
      <w:r w:rsidRPr="00B8713B">
        <w:rPr>
          <w:spacing w:val="-2"/>
        </w:rPr>
        <w:t xml:space="preserve">n most </w:t>
      </w:r>
      <w:r>
        <w:rPr>
          <w:spacing w:val="-2"/>
        </w:rPr>
        <w:t>jurisdictions</w:t>
      </w:r>
      <w:r w:rsidRPr="00B8713B">
        <w:rPr>
          <w:spacing w:val="-2"/>
        </w:rPr>
        <w:t>, a person working full</w:t>
      </w:r>
      <w:r>
        <w:rPr>
          <w:spacing w:val="-2"/>
        </w:rPr>
        <w:noBreakHyphen/>
      </w:r>
      <w:r w:rsidRPr="00B8713B">
        <w:rPr>
          <w:spacing w:val="-2"/>
        </w:rPr>
        <w:t xml:space="preserve">time at the minimum wage would not </w:t>
      </w:r>
      <w:r>
        <w:rPr>
          <w:spacing w:val="-2"/>
        </w:rPr>
        <w:t>be eligible for</w:t>
      </w:r>
      <w:r w:rsidRPr="00B8713B">
        <w:rPr>
          <w:spacing w:val="-2"/>
        </w:rPr>
        <w:t xml:space="preserve"> </w:t>
      </w:r>
      <w:r>
        <w:rPr>
          <w:spacing w:val="-2"/>
        </w:rPr>
        <w:t xml:space="preserve">entry into </w:t>
      </w:r>
      <w:r w:rsidRPr="00B8713B">
        <w:rPr>
          <w:spacing w:val="-2"/>
        </w:rPr>
        <w:t>public housing (figure </w:t>
      </w:r>
      <w:r>
        <w:rPr>
          <w:spacing w:val="-2"/>
        </w:rPr>
        <w:t>2.</w:t>
      </w:r>
      <w:r w:rsidRPr="00B8713B">
        <w:rPr>
          <w:spacing w:val="-2"/>
        </w:rPr>
        <w:t>1). Most people who apply for public housing rely on income support.</w:t>
      </w:r>
      <w:r>
        <w:rPr>
          <w:spacing w:val="-2"/>
        </w:rPr>
        <w:t xml:space="preserve"> </w:t>
      </w:r>
      <w:r w:rsidRPr="0040552C">
        <w:rPr>
          <w:spacing w:val="-2"/>
        </w:rPr>
        <w:t>Applicants must meet requirements relating to Australian and State residency and minimum age, and not own any property that could be used to resolve their housing need</w:t>
      </w:r>
      <w:r>
        <w:rPr>
          <w:spacing w:val="-2"/>
        </w:rPr>
        <w:t>s</w:t>
      </w:r>
      <w:r w:rsidRPr="0040552C">
        <w:rPr>
          <w:spacing w:val="-2"/>
        </w:rPr>
        <w:t>, although exceptions apply in special circumstances such as in cases of domestic violence</w:t>
      </w:r>
      <w:r>
        <w:rPr>
          <w:spacing w:val="-2"/>
        </w:rPr>
        <w:t xml:space="preserve"> (BP 1)</w:t>
      </w:r>
      <w:r w:rsidRPr="0040552C">
        <w:rPr>
          <w:spacing w:val="-2"/>
        </w:rPr>
        <w:t>.</w:t>
      </w:r>
    </w:p>
    <w:p w:rsidR="003C59A8" w:rsidRDefault="003C59A8" w:rsidP="003C59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Tr="003C59A8">
        <w:tc>
          <w:tcPr>
            <w:tcW w:w="8771" w:type="dxa"/>
            <w:tcBorders>
              <w:top w:val="single" w:sz="6" w:space="0" w:color="78A22F"/>
              <w:left w:val="nil"/>
              <w:bottom w:val="nil"/>
              <w:right w:val="nil"/>
            </w:tcBorders>
            <w:shd w:val="clear" w:color="auto" w:fill="auto"/>
          </w:tcPr>
          <w:p w:rsidR="003C59A8" w:rsidRDefault="003C59A8" w:rsidP="003C59A8">
            <w:pPr>
              <w:pStyle w:val="FigureTitle"/>
            </w:pPr>
            <w:r w:rsidRPr="00784A05">
              <w:rPr>
                <w:b w:val="0"/>
              </w:rPr>
              <w:t xml:space="preserve">Figure </w:t>
            </w:r>
            <w:r w:rsidRPr="00784A05">
              <w:rPr>
                <w:b w:val="0"/>
              </w:rPr>
              <w:fldChar w:fldCharType="begin" w:fldLock="1"/>
            </w:r>
            <w:r w:rsidRPr="00784A05">
              <w:rPr>
                <w:b w:val="0"/>
              </w:rPr>
              <w:instrText xml:space="preserve"> COMMENTS  \* MERGEFORMAT </w:instrText>
            </w:r>
            <w:r w:rsidRPr="00784A05">
              <w:rPr>
                <w:b w:val="0"/>
              </w:rPr>
              <w:fldChar w:fldCharType="separate"/>
            </w:r>
            <w:r>
              <w:rPr>
                <w:b w:val="0"/>
              </w:rPr>
              <w:t>2.</w:t>
            </w:r>
            <w:r w:rsidRPr="00784A05">
              <w:rPr>
                <w:b w:val="0"/>
              </w:rPr>
              <w:fldChar w:fldCharType="end"/>
            </w:r>
            <w:r w:rsidRPr="00784A05">
              <w:rPr>
                <w:b w:val="0"/>
              </w:rPr>
              <w:fldChar w:fldCharType="begin" w:fldLock="1"/>
            </w:r>
            <w:r w:rsidRPr="00784A05">
              <w:rPr>
                <w:b w:val="0"/>
              </w:rPr>
              <w:instrText xml:space="preserve"> SEQ Figure \* ARABIC </w:instrText>
            </w:r>
            <w:r w:rsidRPr="00784A05">
              <w:rPr>
                <w:b w:val="0"/>
              </w:rPr>
              <w:fldChar w:fldCharType="separate"/>
            </w:r>
            <w:r>
              <w:rPr>
                <w:b w:val="0"/>
                <w:noProof/>
              </w:rPr>
              <w:t>1</w:t>
            </w:r>
            <w:r w:rsidRPr="00784A05">
              <w:rPr>
                <w:b w:val="0"/>
              </w:rPr>
              <w:fldChar w:fldCharType="end"/>
            </w:r>
            <w:r>
              <w:tab/>
              <w:t>Income limits for public housing entry vary by state</w:t>
            </w:r>
            <w:proofErr w:type="spellStart"/>
            <w:r w:rsidRPr="00B8713B">
              <w:rPr>
                <w:rStyle w:val="NoteLabel"/>
                <w:b/>
              </w:rPr>
              <w:t>a,b</w:t>
            </w:r>
            <w:proofErr w:type="spellEnd"/>
          </w:p>
          <w:p w:rsidR="003C59A8" w:rsidRPr="0064618F" w:rsidRDefault="003C59A8" w:rsidP="003C59A8">
            <w:pPr>
              <w:pStyle w:val="Subtitle"/>
            </w:pPr>
            <w:r w:rsidRPr="0064618F">
              <w:t>Limits for single, childless applicants</w:t>
            </w:r>
          </w:p>
        </w:tc>
      </w:tr>
      <w:tr w:rsidR="003C59A8" w:rsidTr="003C59A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3C59A8" w:rsidTr="003C59A8">
              <w:trPr>
                <w:jc w:val="center"/>
              </w:trPr>
              <w:tc>
                <w:tcPr>
                  <w:tcW w:w="8504" w:type="dxa"/>
                  <w:tcBorders>
                    <w:top w:val="nil"/>
                    <w:bottom w:val="nil"/>
                  </w:tcBorders>
                </w:tcPr>
                <w:p w:rsidR="003C59A8" w:rsidRDefault="003C59A8" w:rsidP="003C59A8">
                  <w:pPr>
                    <w:pStyle w:val="Figure"/>
                    <w:spacing w:before="60" w:after="60"/>
                  </w:pPr>
                  <w:r>
                    <w:rPr>
                      <w:noProof/>
                    </w:rPr>
                    <w:drawing>
                      <wp:inline distT="0" distB="0" distL="0" distR="0" wp14:anchorId="1898AF69" wp14:editId="348E1A00">
                        <wp:extent cx="5372100" cy="2828925"/>
                        <wp:effectExtent l="0" t="0" r="0" b="0"/>
                        <wp:docPr id="2" name="Chart 2" descr="This chart shows the income eligibility limits for single, childless applicants for public housing in different states. " title="Income limits for public housing entry vary by state"/>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rsidR="003C59A8" w:rsidRDefault="003C59A8" w:rsidP="003C59A8">
            <w:pPr>
              <w:pStyle w:val="Figure"/>
            </w:pPr>
          </w:p>
        </w:tc>
      </w:tr>
      <w:tr w:rsidR="003C59A8" w:rsidRPr="00176D3F" w:rsidTr="003C59A8">
        <w:tc>
          <w:tcPr>
            <w:tcW w:w="8771" w:type="dxa"/>
            <w:tcBorders>
              <w:top w:val="nil"/>
              <w:left w:val="nil"/>
              <w:bottom w:val="nil"/>
              <w:right w:val="nil"/>
            </w:tcBorders>
            <w:shd w:val="clear" w:color="auto" w:fill="auto"/>
          </w:tcPr>
          <w:p w:rsidR="003C59A8" w:rsidRPr="00176D3F" w:rsidRDefault="003C59A8" w:rsidP="003C59A8">
            <w:pPr>
              <w:pStyle w:val="Note"/>
            </w:pPr>
            <w:proofErr w:type="spellStart"/>
            <w:r>
              <w:rPr>
                <w:rStyle w:val="NoteLabel"/>
              </w:rPr>
              <w:t>a</w:t>
            </w:r>
            <w:proofErr w:type="spellEnd"/>
            <w:r>
              <w:t xml:space="preserve"> The WA limit is for people with</w:t>
            </w:r>
            <w:r w:rsidRPr="004B1C34">
              <w:t xml:space="preserve"> disability</w:t>
            </w:r>
            <w:r>
              <w:t xml:space="preserve"> in m</w:t>
            </w:r>
            <w:r w:rsidRPr="004B1C34">
              <w:t>etro</w:t>
            </w:r>
            <w:r>
              <w:t>politan</w:t>
            </w:r>
            <w:r w:rsidRPr="004B1C34">
              <w:t xml:space="preserve"> and </w:t>
            </w:r>
            <w:r>
              <w:t xml:space="preserve">some </w:t>
            </w:r>
            <w:r w:rsidRPr="004B1C34">
              <w:t>country areas. For people with</w:t>
            </w:r>
            <w:r>
              <w:t>out</w:t>
            </w:r>
            <w:r w:rsidRPr="004B1C34">
              <w:t xml:space="preserve"> disability, the limit in metro</w:t>
            </w:r>
            <w:r>
              <w:t>politan</w:t>
            </w:r>
            <w:r w:rsidRPr="004B1C34">
              <w:t xml:space="preserve"> and </w:t>
            </w:r>
            <w:r>
              <w:t xml:space="preserve">some </w:t>
            </w:r>
            <w:r w:rsidRPr="004B1C34">
              <w:t>country areas is $</w:t>
            </w:r>
            <w:r>
              <w:t>430</w:t>
            </w:r>
            <w:r w:rsidRPr="004B1C34">
              <w:t xml:space="preserve">. </w:t>
            </w:r>
            <w:r>
              <w:t>Higher limits apply</w:t>
            </w:r>
            <w:r w:rsidRPr="004B1C34">
              <w:t xml:space="preserve"> in </w:t>
            </w:r>
            <w:r>
              <w:t>north</w:t>
            </w:r>
            <w:r>
              <w:noBreakHyphen/>
              <w:t>west and remote</w:t>
            </w:r>
            <w:r w:rsidRPr="004B1C34">
              <w:t xml:space="preserve"> areas.</w:t>
            </w:r>
            <w:r>
              <w:t xml:space="preserve"> </w:t>
            </w:r>
            <w:r>
              <w:rPr>
                <w:rStyle w:val="NoteLabel"/>
              </w:rPr>
              <w:t>b </w:t>
            </w:r>
            <w:r>
              <w:t>The minimum wage income is calculated for someone working 38 hours a week.</w:t>
            </w:r>
          </w:p>
        </w:tc>
      </w:tr>
      <w:tr w:rsidR="003C59A8" w:rsidRPr="00176D3F" w:rsidTr="003C59A8">
        <w:tc>
          <w:tcPr>
            <w:tcW w:w="8771" w:type="dxa"/>
            <w:tcBorders>
              <w:top w:val="nil"/>
              <w:left w:val="nil"/>
              <w:bottom w:val="nil"/>
              <w:right w:val="nil"/>
            </w:tcBorders>
            <w:shd w:val="clear" w:color="auto" w:fill="auto"/>
          </w:tcPr>
          <w:p w:rsidR="003C59A8" w:rsidRPr="00176D3F" w:rsidRDefault="003C59A8" w:rsidP="003C59A8">
            <w:pPr>
              <w:pStyle w:val="Source"/>
            </w:pPr>
            <w:r>
              <w:rPr>
                <w:i/>
              </w:rPr>
              <w:t>S</w:t>
            </w:r>
            <w:r w:rsidRPr="00784A05">
              <w:rPr>
                <w:i/>
              </w:rPr>
              <w:t>ource</w:t>
            </w:r>
            <w:r>
              <w:rPr>
                <w:i/>
              </w:rPr>
              <w:t>s</w:t>
            </w:r>
            <w:r>
              <w:t xml:space="preserve">: </w:t>
            </w:r>
            <w:proofErr w:type="spellStart"/>
            <w:r w:rsidRPr="00C621C0">
              <w:rPr>
                <w:rFonts w:cs="Arial"/>
                <w:szCs w:val="24"/>
              </w:rPr>
              <w:t>DHS</w:t>
            </w:r>
            <w:proofErr w:type="spellEnd"/>
            <w:r w:rsidRPr="00C621C0">
              <w:rPr>
                <w:rFonts w:cs="Arial"/>
                <w:szCs w:val="24"/>
              </w:rPr>
              <w:t> </w:t>
            </w:r>
            <w:r>
              <w:rPr>
                <w:rFonts w:cs="Arial"/>
                <w:szCs w:val="24"/>
              </w:rPr>
              <w:t>(</w:t>
            </w:r>
            <w:proofErr w:type="spellStart"/>
            <w:r w:rsidRPr="00C621C0">
              <w:rPr>
                <w:rFonts w:cs="Arial"/>
                <w:szCs w:val="24"/>
              </w:rPr>
              <w:t>2014</w:t>
            </w:r>
            <w:r>
              <w:rPr>
                <w:rFonts w:cs="Arial"/>
                <w:szCs w:val="24"/>
              </w:rPr>
              <w:t>b</w:t>
            </w:r>
            <w:proofErr w:type="spellEnd"/>
            <w:r>
              <w:rPr>
                <w:rFonts w:cs="Arial"/>
                <w:szCs w:val="24"/>
              </w:rPr>
              <w:t>)</w:t>
            </w:r>
            <w:r w:rsidRPr="00C621C0">
              <w:rPr>
                <w:rFonts w:cs="Arial"/>
                <w:szCs w:val="24"/>
              </w:rPr>
              <w:t>; Fair Work Commission </w:t>
            </w:r>
            <w:r>
              <w:rPr>
                <w:rFonts w:cs="Arial"/>
                <w:szCs w:val="24"/>
              </w:rPr>
              <w:t>(</w:t>
            </w:r>
            <w:r w:rsidRPr="00C621C0">
              <w:rPr>
                <w:rFonts w:cs="Arial"/>
                <w:szCs w:val="24"/>
              </w:rPr>
              <w:t>2014</w:t>
            </w:r>
            <w:r>
              <w:rPr>
                <w:rFonts w:cs="Arial"/>
                <w:szCs w:val="24"/>
              </w:rPr>
              <w:t>);</w:t>
            </w:r>
            <w:r w:rsidRPr="00C621C0">
              <w:rPr>
                <w:rFonts w:cs="Arial"/>
                <w:szCs w:val="24"/>
              </w:rPr>
              <w:t xml:space="preserve"> State Housing Authority websites.</w:t>
            </w:r>
          </w:p>
        </w:tc>
      </w:tr>
      <w:tr w:rsidR="003C59A8" w:rsidTr="003C59A8">
        <w:tc>
          <w:tcPr>
            <w:tcW w:w="8771" w:type="dxa"/>
            <w:tcBorders>
              <w:top w:val="nil"/>
              <w:left w:val="nil"/>
              <w:bottom w:val="single" w:sz="6" w:space="0" w:color="78A22F"/>
              <w:right w:val="nil"/>
            </w:tcBorders>
            <w:shd w:val="clear" w:color="auto" w:fill="auto"/>
          </w:tcPr>
          <w:p w:rsidR="003C59A8" w:rsidRDefault="003C59A8" w:rsidP="003C59A8">
            <w:pPr>
              <w:pStyle w:val="Figurespace"/>
            </w:pPr>
          </w:p>
        </w:tc>
      </w:tr>
      <w:tr w:rsidR="003C59A8" w:rsidRPr="000863A5"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p w:rsidR="003C59A8" w:rsidRDefault="003C59A8" w:rsidP="003C59A8">
      <w:pPr>
        <w:pStyle w:val="BodyText"/>
      </w:pPr>
      <w:r>
        <w:t>Eligibility criteria for community housing are largely the same as for public housing. Community housing organisations that cater for a particular disadvantaged group, such as people with disability, use additional criteria.</w:t>
      </w:r>
    </w:p>
    <w:p w:rsidR="003C59A8" w:rsidRDefault="003C59A8" w:rsidP="003C59A8">
      <w:pPr>
        <w:pStyle w:val="BodyText"/>
      </w:pPr>
      <w:r>
        <w:t>However, having low income and few assets does not guarantee entry to social housing. As noted in chapter 1, demand exceeds supply, so state housing authorities give priority to people with urgent housing needs, for example, homeless people, people at risk of homelessness, victims of domestic violence, and people with severe disabilities who are living in housing that is not appropriate for their needs. Waiting times for the highest priority applicants are typically less than a year. It is common for non</w:t>
      </w:r>
      <w:r>
        <w:noBreakHyphen/>
        <w:t>priority applicants to wait for several years.</w:t>
      </w:r>
    </w:p>
    <w:p w:rsidR="003C59A8" w:rsidRDefault="003C59A8" w:rsidP="003C59A8">
      <w:pPr>
        <w:pStyle w:val="BodyText"/>
        <w:rPr>
          <w:spacing w:val="-2"/>
        </w:rPr>
      </w:pPr>
      <w:r w:rsidRPr="00627B12">
        <w:rPr>
          <w:spacing w:val="-2"/>
        </w:rPr>
        <w:t xml:space="preserve">In the past, lease terms in public housing were ongoing with no </w:t>
      </w:r>
      <w:r>
        <w:rPr>
          <w:spacing w:val="-2"/>
        </w:rPr>
        <w:t>fixed</w:t>
      </w:r>
      <w:r w:rsidRPr="00627B12">
        <w:rPr>
          <w:spacing w:val="-2"/>
        </w:rPr>
        <w:t xml:space="preserve"> end date. </w:t>
      </w:r>
      <w:r>
        <w:rPr>
          <w:spacing w:val="-2"/>
        </w:rPr>
        <w:t>In recent years, most jurisdictions</w:t>
      </w:r>
      <w:r w:rsidRPr="00627B12">
        <w:rPr>
          <w:spacing w:val="-2"/>
        </w:rPr>
        <w:t xml:space="preserve"> </w:t>
      </w:r>
      <w:r>
        <w:rPr>
          <w:spacing w:val="-2"/>
        </w:rPr>
        <w:t xml:space="preserve">have begun to </w:t>
      </w:r>
      <w:r w:rsidRPr="00627B12">
        <w:rPr>
          <w:spacing w:val="-2"/>
        </w:rPr>
        <w:t xml:space="preserve">offer new tenants fixed </w:t>
      </w:r>
      <w:r>
        <w:rPr>
          <w:spacing w:val="-2"/>
        </w:rPr>
        <w:t>term leases, but</w:t>
      </w:r>
      <w:r w:rsidRPr="00627B12">
        <w:rPr>
          <w:spacing w:val="-2"/>
        </w:rPr>
        <w:t xml:space="preserve"> </w:t>
      </w:r>
      <w:r>
        <w:rPr>
          <w:spacing w:val="-2"/>
        </w:rPr>
        <w:t>t</w:t>
      </w:r>
      <w:r>
        <w:t xml:space="preserve">enants who were living in public housing when the rules changed remain on ongoing leases. </w:t>
      </w:r>
      <w:r w:rsidRPr="00627B12">
        <w:rPr>
          <w:spacing w:val="-2"/>
        </w:rPr>
        <w:t>The length of fixed term leases var</w:t>
      </w:r>
      <w:r>
        <w:rPr>
          <w:spacing w:val="-2"/>
        </w:rPr>
        <w:t>ies</w:t>
      </w:r>
      <w:r w:rsidRPr="00627B12">
        <w:rPr>
          <w:spacing w:val="-2"/>
        </w:rPr>
        <w:t xml:space="preserve"> across </w:t>
      </w:r>
      <w:r>
        <w:rPr>
          <w:spacing w:val="-2"/>
        </w:rPr>
        <w:t>jurisdictions</w:t>
      </w:r>
      <w:r w:rsidRPr="00627B12">
        <w:rPr>
          <w:spacing w:val="-2"/>
        </w:rPr>
        <w:t>.</w:t>
      </w:r>
    </w:p>
    <w:p w:rsidR="003C59A8" w:rsidRDefault="003C59A8" w:rsidP="003C59A8">
      <w:pPr>
        <w:pStyle w:val="BodyText"/>
      </w:pPr>
      <w:r>
        <w:t>The reasons jurisdictions moved to fixed term leases differ. In New South Wales, for example, lease terms reflect a view that public housing is for those in high need and only while they are in need.</w:t>
      </w:r>
      <w:r w:rsidRPr="00585E81">
        <w:t xml:space="preserve"> </w:t>
      </w:r>
      <w:r>
        <w:t>In South Australia, fixed term leases are a means of managing tenants; those who do not meet lease conditions might not have their lease renewed (BP 1).</w:t>
      </w:r>
    </w:p>
    <w:p w:rsidR="003C59A8" w:rsidRDefault="003C59A8" w:rsidP="003C59A8">
      <w:pPr>
        <w:pStyle w:val="BodyText"/>
      </w:pPr>
      <w:r>
        <w:lastRenderedPageBreak/>
        <w:t>In most cases</w:t>
      </w:r>
      <w:r w:rsidRPr="009F2DEF">
        <w:t xml:space="preserve">, </w:t>
      </w:r>
      <w:r>
        <w:t>leases in community housing</w:t>
      </w:r>
      <w:r w:rsidRPr="009F2DEF">
        <w:t xml:space="preserve"> </w:t>
      </w:r>
      <w:r>
        <w:t>are ongoing</w:t>
      </w:r>
      <w:r w:rsidRPr="009F2DEF">
        <w:t>.</w:t>
      </w:r>
    </w:p>
    <w:p w:rsidR="003C59A8" w:rsidRPr="001B6154" w:rsidRDefault="003C59A8" w:rsidP="003C59A8">
      <w:pPr>
        <w:pStyle w:val="BodyText"/>
        <w:rPr>
          <w:spacing w:val="-2"/>
        </w:rPr>
      </w:pPr>
      <w:r w:rsidRPr="001B6154">
        <w:rPr>
          <w:spacing w:val="-2"/>
        </w:rPr>
        <w:t xml:space="preserve">Because fixed term leases are relatively new in social housing, and not used by all providers, the majority of tenants </w:t>
      </w:r>
      <w:r>
        <w:rPr>
          <w:spacing w:val="-2"/>
        </w:rPr>
        <w:t xml:space="preserve">still </w:t>
      </w:r>
      <w:r w:rsidRPr="001B6154">
        <w:rPr>
          <w:spacing w:val="-2"/>
        </w:rPr>
        <w:t xml:space="preserve">have lifetime tenure. Many continue to live in social housing even if their circumstances would make them ineligible if they applied for </w:t>
      </w:r>
      <w:r>
        <w:rPr>
          <w:spacing w:val="-2"/>
        </w:rPr>
        <w:t>housing</w:t>
      </w:r>
      <w:r w:rsidRPr="001B6154">
        <w:rPr>
          <w:spacing w:val="-2"/>
        </w:rPr>
        <w:t xml:space="preserve"> today.</w:t>
      </w:r>
    </w:p>
    <w:p w:rsidR="003C59A8" w:rsidRPr="00936322" w:rsidRDefault="003C59A8" w:rsidP="003C59A8">
      <w:pPr>
        <w:pStyle w:val="BodyText"/>
        <w:rPr>
          <w:spacing w:val="-2"/>
        </w:rPr>
      </w:pPr>
      <w:proofErr w:type="spellStart"/>
      <w:r>
        <w:rPr>
          <w:spacing w:val="-2"/>
        </w:rPr>
        <w:t>CRA</w:t>
      </w:r>
      <w:proofErr w:type="spellEnd"/>
      <w:r>
        <w:rPr>
          <w:spacing w:val="-2"/>
        </w:rPr>
        <w:t xml:space="preserve"> </w:t>
      </w:r>
      <w:r w:rsidRPr="00F677B6">
        <w:rPr>
          <w:spacing w:val="-2"/>
        </w:rPr>
        <w:t xml:space="preserve">is </w:t>
      </w:r>
      <w:r>
        <w:rPr>
          <w:spacing w:val="-2"/>
        </w:rPr>
        <w:t>paid</w:t>
      </w:r>
      <w:r w:rsidRPr="00F677B6">
        <w:rPr>
          <w:spacing w:val="-2"/>
        </w:rPr>
        <w:t xml:space="preserve"> to all who meet the eligibility criteria — </w:t>
      </w:r>
      <w:r>
        <w:rPr>
          <w:spacing w:val="-2"/>
        </w:rPr>
        <w:t xml:space="preserve">that is, they </w:t>
      </w:r>
      <w:r w:rsidRPr="00F677B6">
        <w:rPr>
          <w:spacing w:val="-2"/>
        </w:rPr>
        <w:t>rent in the private market or community housing</w:t>
      </w:r>
      <w:r>
        <w:rPr>
          <w:spacing w:val="-2"/>
        </w:rPr>
        <w:t>,</w:t>
      </w:r>
      <w:r w:rsidRPr="00F677B6">
        <w:rPr>
          <w:spacing w:val="-2"/>
        </w:rPr>
        <w:t xml:space="preserve"> and </w:t>
      </w:r>
      <w:r>
        <w:rPr>
          <w:spacing w:val="-2"/>
        </w:rPr>
        <w:t>receive</w:t>
      </w:r>
      <w:r w:rsidRPr="00F677B6">
        <w:rPr>
          <w:spacing w:val="-2"/>
        </w:rPr>
        <w:t xml:space="preserve"> an income support payment</w:t>
      </w:r>
      <w:r>
        <w:rPr>
          <w:spacing w:val="-2"/>
        </w:rPr>
        <w:t xml:space="preserve"> (ISP)</w:t>
      </w:r>
      <w:r w:rsidRPr="007B3680">
        <w:rPr>
          <w:rStyle w:val="FootnoteReference"/>
        </w:rPr>
        <w:footnoteReference w:id="3"/>
      </w:r>
      <w:r w:rsidRPr="00F677B6">
        <w:rPr>
          <w:spacing w:val="-2"/>
        </w:rPr>
        <w:t xml:space="preserve"> or at least the base rate of Family Tax Benefit Part A</w:t>
      </w:r>
      <w:r>
        <w:rPr>
          <w:spacing w:val="-2"/>
        </w:rPr>
        <w:t xml:space="preserve"> (</w:t>
      </w:r>
      <w:proofErr w:type="spellStart"/>
      <w:r>
        <w:rPr>
          <w:spacing w:val="-2"/>
        </w:rPr>
        <w:t>FTB</w:t>
      </w:r>
      <w:proofErr w:type="spellEnd"/>
      <w:r>
        <w:rPr>
          <w:spacing w:val="-2"/>
        </w:rPr>
        <w:t xml:space="preserve"> A)</w:t>
      </w:r>
      <w:r w:rsidRPr="00F677B6">
        <w:rPr>
          <w:spacing w:val="-2"/>
        </w:rPr>
        <w:t xml:space="preserve">. (Public housing tenants are not eligible for </w:t>
      </w:r>
      <w:proofErr w:type="spellStart"/>
      <w:r w:rsidRPr="00F677B6">
        <w:rPr>
          <w:spacing w:val="-2"/>
        </w:rPr>
        <w:t>CRA</w:t>
      </w:r>
      <w:proofErr w:type="spellEnd"/>
      <w:r w:rsidRPr="00F677B6">
        <w:rPr>
          <w:spacing w:val="-2"/>
        </w:rPr>
        <w:t>.)</w:t>
      </w:r>
    </w:p>
    <w:p w:rsidR="003C59A8" w:rsidRDefault="00F2785D" w:rsidP="003C59A8">
      <w:pPr>
        <w:pStyle w:val="Heading2"/>
      </w:pPr>
      <w:r>
        <w:fldChar w:fldCharType="begin" w:fldLock="1"/>
      </w:r>
      <w:r>
        <w:instrText xml:space="preserve"> COMMENTS  \* MERGEFORMAT </w:instrText>
      </w:r>
      <w:r>
        <w:fldChar w:fldCharType="separate"/>
      </w:r>
      <w:r w:rsidR="003C59A8">
        <w:t>2.</w:t>
      </w:r>
      <w:r>
        <w:fldChar w:fldCharType="end"/>
      </w:r>
      <w:r w:rsidR="00FB0E2F">
        <w:fldChar w:fldCharType="begin" w:fldLock="1"/>
      </w:r>
      <w:r w:rsidR="00FB0E2F">
        <w:instrText xml:space="preserve"> SEQ Heading2 </w:instrText>
      </w:r>
      <w:r w:rsidR="00FB0E2F">
        <w:fldChar w:fldCharType="separate"/>
      </w:r>
      <w:r w:rsidR="003C59A8">
        <w:rPr>
          <w:noProof/>
        </w:rPr>
        <w:t>2</w:t>
      </w:r>
      <w:r w:rsidR="00FB0E2F">
        <w:rPr>
          <w:noProof/>
        </w:rPr>
        <w:fldChar w:fldCharType="end"/>
      </w:r>
      <w:r w:rsidR="003C59A8" w:rsidRPr="00F677B6">
        <w:tab/>
      </w:r>
      <w:r w:rsidR="003C59A8">
        <w:t>How is assistance provided and how large is it?</w:t>
      </w:r>
    </w:p>
    <w:p w:rsidR="003C59A8" w:rsidRDefault="003C59A8" w:rsidP="003C59A8">
      <w:pPr>
        <w:pStyle w:val="Heading3"/>
        <w:spacing w:before="280"/>
      </w:pPr>
      <w:r>
        <w:t>Social housing</w:t>
      </w:r>
    </w:p>
    <w:p w:rsidR="003C59A8" w:rsidRDefault="003C59A8" w:rsidP="003C59A8">
      <w:pPr>
        <w:pStyle w:val="BodyText"/>
        <w:rPr>
          <w:spacing w:val="-2"/>
        </w:rPr>
      </w:pPr>
      <w:r w:rsidRPr="00F53B63">
        <w:rPr>
          <w:spacing w:val="-2"/>
        </w:rPr>
        <w:t xml:space="preserve">Social housing providers assist tenants by charging less rent than tenants would pay in a private rental setting. For most social housing tenants, rent is set at 25 per cent of their </w:t>
      </w:r>
      <w:r w:rsidRPr="00F53B63">
        <w:rPr>
          <w:i/>
          <w:spacing w:val="-2"/>
        </w:rPr>
        <w:t>assessable</w:t>
      </w:r>
      <w:r w:rsidRPr="00F53B63">
        <w:rPr>
          <w:spacing w:val="-2"/>
        </w:rPr>
        <w:t xml:space="preserve"> income.</w:t>
      </w:r>
      <w:r w:rsidRPr="0058654F">
        <w:rPr>
          <w:rStyle w:val="FootnoteReference"/>
        </w:rPr>
        <w:footnoteReference w:id="4"/>
      </w:r>
      <w:r w:rsidRPr="00F53B63">
        <w:rPr>
          <w:spacing w:val="-2"/>
        </w:rPr>
        <w:t xml:space="preserve"> This is usually well below the market rent for an equivalent home. In Western Australia, for example, the average single public housing tenant without children pays about $82 a week in rent to the state housing authority. The equivalent property would cost about $325 a week to rent from a private landlord (chapter 4, BP 4). Where the market rent for a property is less than 25 per cent of a tenant’s income, they pay the market rent.</w:t>
      </w:r>
    </w:p>
    <w:p w:rsidR="003C59A8" w:rsidRDefault="003C59A8" w:rsidP="003C59A8">
      <w:pPr>
        <w:pStyle w:val="BodyText"/>
      </w:pPr>
      <w:r>
        <w:t>Some social housing providers also offer services and programs to support tenants and encourage community participation. The extent and form of services offered vary between states (BP 1).</w:t>
      </w:r>
    </w:p>
    <w:p w:rsidR="003C59A8" w:rsidRDefault="003C59A8" w:rsidP="003C59A8">
      <w:pPr>
        <w:pStyle w:val="Heading3"/>
      </w:pPr>
      <w:proofErr w:type="spellStart"/>
      <w:r>
        <w:t>CRA</w:t>
      </w:r>
      <w:proofErr w:type="spellEnd"/>
    </w:p>
    <w:p w:rsidR="003C59A8" w:rsidRDefault="003C59A8" w:rsidP="003C59A8">
      <w:pPr>
        <w:pStyle w:val="BodyText"/>
        <w:rPr>
          <w:spacing w:val="-2"/>
        </w:rPr>
      </w:pPr>
      <w:proofErr w:type="spellStart"/>
      <w:r w:rsidRPr="006C5CCC">
        <w:rPr>
          <w:spacing w:val="-2"/>
        </w:rPr>
        <w:t>CRA</w:t>
      </w:r>
      <w:proofErr w:type="spellEnd"/>
      <w:r w:rsidRPr="006C5CCC">
        <w:rPr>
          <w:spacing w:val="-2"/>
        </w:rPr>
        <w:t xml:space="preserve"> recipients pay market rents but receive rent assistance from the Australian Government to help meet their housing costs.</w:t>
      </w:r>
      <w:r w:rsidRPr="0058654F">
        <w:rPr>
          <w:rStyle w:val="FootnoteReference"/>
        </w:rPr>
        <w:footnoteReference w:id="5"/>
      </w:r>
      <w:r w:rsidRPr="006C5CCC">
        <w:rPr>
          <w:spacing w:val="-2"/>
        </w:rPr>
        <w:t xml:space="preserve"> The level of assistance depends on how much rent a person pays and their family situation. </w:t>
      </w:r>
      <w:proofErr w:type="spellStart"/>
      <w:r w:rsidRPr="006C5CCC">
        <w:rPr>
          <w:spacing w:val="-2"/>
        </w:rPr>
        <w:t>CRA</w:t>
      </w:r>
      <w:proofErr w:type="spellEnd"/>
      <w:r w:rsidRPr="006C5CCC">
        <w:rPr>
          <w:spacing w:val="-2"/>
        </w:rPr>
        <w:t xml:space="preserve"> is not paid at very low levels of rent. Above the low rent thresholds (which vary with a person’s family situation), </w:t>
      </w:r>
      <w:proofErr w:type="spellStart"/>
      <w:r w:rsidRPr="006C5CCC">
        <w:rPr>
          <w:spacing w:val="-2"/>
        </w:rPr>
        <w:t>CRA</w:t>
      </w:r>
      <w:proofErr w:type="spellEnd"/>
      <w:r w:rsidRPr="006C5CCC">
        <w:rPr>
          <w:spacing w:val="-2"/>
        </w:rPr>
        <w:t xml:space="preserve"> rises by 75 cents for every dollar increase in rent </w:t>
      </w:r>
      <w:r>
        <w:rPr>
          <w:spacing w:val="-2"/>
        </w:rPr>
        <w:t>up to</w:t>
      </w:r>
      <w:r w:rsidRPr="006C5CCC">
        <w:rPr>
          <w:spacing w:val="-2"/>
        </w:rPr>
        <w:t xml:space="preserve"> a maximum amount (which also varies with a person’s </w:t>
      </w:r>
      <w:r w:rsidRPr="006C5CCC">
        <w:rPr>
          <w:spacing w:val="-2"/>
        </w:rPr>
        <w:lastRenderedPageBreak/>
        <w:t xml:space="preserve">family situation). Once the maximum amount is reached, </w:t>
      </w:r>
      <w:proofErr w:type="spellStart"/>
      <w:r w:rsidRPr="006C5CCC">
        <w:rPr>
          <w:spacing w:val="-2"/>
        </w:rPr>
        <w:t>CRA</w:t>
      </w:r>
      <w:proofErr w:type="spellEnd"/>
      <w:r w:rsidRPr="006C5CCC">
        <w:rPr>
          <w:spacing w:val="-2"/>
        </w:rPr>
        <w:t xml:space="preserve"> does</w:t>
      </w:r>
      <w:r>
        <w:rPr>
          <w:spacing w:val="-2"/>
        </w:rPr>
        <w:t>n’t</w:t>
      </w:r>
      <w:r w:rsidRPr="006C5CCC">
        <w:rPr>
          <w:spacing w:val="-2"/>
        </w:rPr>
        <w:t xml:space="preserve"> change if rent increases. In Western Australia, for example, the average single </w:t>
      </w:r>
      <w:proofErr w:type="spellStart"/>
      <w:r w:rsidRPr="006C5CCC">
        <w:rPr>
          <w:spacing w:val="-2"/>
        </w:rPr>
        <w:t>CRA</w:t>
      </w:r>
      <w:proofErr w:type="spellEnd"/>
      <w:r w:rsidRPr="006C5CCC">
        <w:rPr>
          <w:spacing w:val="-2"/>
        </w:rPr>
        <w:t xml:space="preserve"> recipient without children pays </w:t>
      </w:r>
      <w:r>
        <w:rPr>
          <w:spacing w:val="-2"/>
        </w:rPr>
        <w:t xml:space="preserve">market rent of </w:t>
      </w:r>
      <w:r w:rsidRPr="006C5CCC">
        <w:rPr>
          <w:spacing w:val="-2"/>
        </w:rPr>
        <w:t>$18</w:t>
      </w:r>
      <w:r>
        <w:rPr>
          <w:spacing w:val="-2"/>
        </w:rPr>
        <w:t>2</w:t>
      </w:r>
      <w:r w:rsidRPr="006C5CCC">
        <w:rPr>
          <w:spacing w:val="-2"/>
        </w:rPr>
        <w:t xml:space="preserve"> </w:t>
      </w:r>
      <w:r>
        <w:rPr>
          <w:spacing w:val="-2"/>
        </w:rPr>
        <w:t>per</w:t>
      </w:r>
      <w:r w:rsidRPr="006C5CCC">
        <w:rPr>
          <w:spacing w:val="-2"/>
        </w:rPr>
        <w:t xml:space="preserve"> week, and receives </w:t>
      </w:r>
      <w:proofErr w:type="spellStart"/>
      <w:r w:rsidRPr="006C5CCC">
        <w:rPr>
          <w:spacing w:val="-2"/>
        </w:rPr>
        <w:t>CRA</w:t>
      </w:r>
      <w:proofErr w:type="spellEnd"/>
      <w:r w:rsidRPr="006C5CCC">
        <w:rPr>
          <w:spacing w:val="-2"/>
        </w:rPr>
        <w:t xml:space="preserve"> of $62 </w:t>
      </w:r>
      <w:r>
        <w:rPr>
          <w:spacing w:val="-2"/>
        </w:rPr>
        <w:t>per</w:t>
      </w:r>
      <w:r w:rsidRPr="006C5CCC">
        <w:rPr>
          <w:spacing w:val="-2"/>
        </w:rPr>
        <w:t xml:space="preserve"> week</w:t>
      </w:r>
      <w:r>
        <w:rPr>
          <w:spacing w:val="-2"/>
        </w:rPr>
        <w:t xml:space="preserve"> leaving an effective payment of $120 per week after the subsidy</w:t>
      </w:r>
      <w:r w:rsidRPr="006C5CCC">
        <w:rPr>
          <w:spacing w:val="-2"/>
        </w:rPr>
        <w:t>.</w:t>
      </w:r>
    </w:p>
    <w:p w:rsidR="003C59A8" w:rsidRDefault="003C59A8" w:rsidP="003C59A8">
      <w:pPr>
        <w:pStyle w:val="Heading3"/>
      </w:pPr>
      <w:r>
        <w:t>Factors that drive differences between the two types of subsidy</w:t>
      </w:r>
    </w:p>
    <w:p w:rsidR="003C59A8" w:rsidRDefault="003C59A8" w:rsidP="003C59A8">
      <w:pPr>
        <w:pStyle w:val="BodyText"/>
      </w:pPr>
      <w:r>
        <w:t xml:space="preserve">The subsidy received by public housing tenants is often larger than that received by </w:t>
      </w:r>
      <w:proofErr w:type="spellStart"/>
      <w:r>
        <w:t>CRA</w:t>
      </w:r>
      <w:proofErr w:type="spellEnd"/>
      <w:r>
        <w:t xml:space="preserve"> recipients.</w:t>
      </w:r>
      <w:r w:rsidRPr="007B3680">
        <w:rPr>
          <w:rStyle w:val="FootnoteReference"/>
        </w:rPr>
        <w:footnoteReference w:id="6"/>
      </w:r>
      <w:r>
        <w:t xml:space="preserve"> This reflects:</w:t>
      </w:r>
    </w:p>
    <w:p w:rsidR="003C59A8" w:rsidRDefault="003C59A8" w:rsidP="003C59A8">
      <w:pPr>
        <w:pStyle w:val="ListBullet"/>
      </w:pPr>
      <w:r>
        <w:t xml:space="preserve">differences in the locations of the two types of tenant: in some jurisdictions, public housing tends to be located in suburbs closer to the city centre (and with higher implied rents), reflecting the availability of residential land at the time that much of the public housing stock was built. </w:t>
      </w:r>
      <w:proofErr w:type="spellStart"/>
      <w:r>
        <w:t>CRA</w:t>
      </w:r>
      <w:proofErr w:type="spellEnd"/>
      <w:r>
        <w:t xml:space="preserve"> recipients tend to be more broadly spread throughout cities (BP 3)</w:t>
      </w:r>
    </w:p>
    <w:p w:rsidR="003C59A8" w:rsidRDefault="003C59A8" w:rsidP="003C59A8">
      <w:pPr>
        <w:pStyle w:val="ListBullet"/>
      </w:pPr>
      <w:r>
        <w:t xml:space="preserve">historically higher subsidies in social housing, amplified by faster growth in rents than in </w:t>
      </w:r>
      <w:proofErr w:type="spellStart"/>
      <w:r>
        <w:t>CRA</w:t>
      </w:r>
      <w:proofErr w:type="spellEnd"/>
      <w:r>
        <w:t>.</w:t>
      </w:r>
      <w:r w:rsidRPr="00455C4E">
        <w:t xml:space="preserve"> Over the past decade, rents have risen faster than the general level of prices (ABS </w:t>
      </w:r>
      <w:proofErr w:type="spellStart"/>
      <w:r w:rsidRPr="00455C4E">
        <w:t>2014</w:t>
      </w:r>
      <w:r>
        <w:t>b</w:t>
      </w:r>
      <w:proofErr w:type="spellEnd"/>
      <w:r w:rsidRPr="00455C4E">
        <w:t xml:space="preserve">). As rents have risen, so too has the </w:t>
      </w:r>
      <w:r>
        <w:t>implicit</w:t>
      </w:r>
      <w:r w:rsidRPr="00455C4E">
        <w:t xml:space="preserve"> subsidy </w:t>
      </w:r>
      <w:r>
        <w:t>received by</w:t>
      </w:r>
      <w:r w:rsidRPr="00455C4E">
        <w:t xml:space="preserve"> social housing</w:t>
      </w:r>
      <w:r>
        <w:t xml:space="preserve"> tenants </w:t>
      </w:r>
      <w:r w:rsidRPr="00FC4EE1">
        <w:rPr>
          <w:szCs w:val="24"/>
        </w:rPr>
        <w:t>(</w:t>
      </w:r>
      <w:proofErr w:type="spellStart"/>
      <w:r w:rsidRPr="00FC4EE1">
        <w:rPr>
          <w:szCs w:val="24"/>
        </w:rPr>
        <w:t>SCRGSP</w:t>
      </w:r>
      <w:proofErr w:type="spellEnd"/>
      <w:r w:rsidRPr="00FC4EE1">
        <w:rPr>
          <w:szCs w:val="24"/>
        </w:rPr>
        <w:t> 2015)</w:t>
      </w:r>
      <w:r w:rsidRPr="00455C4E">
        <w:t xml:space="preserve">. In contrast, </w:t>
      </w:r>
      <w:proofErr w:type="spellStart"/>
      <w:r w:rsidRPr="00455C4E">
        <w:t>CRA</w:t>
      </w:r>
      <w:proofErr w:type="spellEnd"/>
      <w:r w:rsidRPr="00455C4E">
        <w:t xml:space="preserve"> has grown at the same rate as prices in general (because it is indexed to the consumer price index)</w:t>
      </w:r>
    </w:p>
    <w:p w:rsidR="003C59A8" w:rsidRPr="00794958" w:rsidRDefault="003C59A8" w:rsidP="003C59A8">
      <w:pPr>
        <w:pStyle w:val="ListBullet"/>
        <w:rPr>
          <w:spacing w:val="-2"/>
        </w:rPr>
      </w:pPr>
      <w:r>
        <w:rPr>
          <w:spacing w:val="-2"/>
        </w:rPr>
        <w:t>differences</w:t>
      </w:r>
      <w:r w:rsidRPr="003239ED">
        <w:rPr>
          <w:spacing w:val="-2"/>
        </w:rPr>
        <w:t xml:space="preserve"> between</w:t>
      </w:r>
      <w:r>
        <w:rPr>
          <w:spacing w:val="-2"/>
        </w:rPr>
        <w:t xml:space="preserve"> the</w:t>
      </w:r>
      <w:r w:rsidRPr="003239ED">
        <w:rPr>
          <w:spacing w:val="-2"/>
        </w:rPr>
        <w:t xml:space="preserve"> </w:t>
      </w:r>
      <w:r>
        <w:rPr>
          <w:spacing w:val="-2"/>
        </w:rPr>
        <w:t xml:space="preserve">profile of </w:t>
      </w:r>
      <w:r w:rsidRPr="003239ED">
        <w:rPr>
          <w:spacing w:val="-2"/>
        </w:rPr>
        <w:t xml:space="preserve">the public housing stock and the size of tenant households — many properties were built for families, but many </w:t>
      </w:r>
      <w:r>
        <w:rPr>
          <w:spacing w:val="-2"/>
        </w:rPr>
        <w:t xml:space="preserve">new </w:t>
      </w:r>
      <w:r w:rsidRPr="003239ED">
        <w:rPr>
          <w:spacing w:val="-2"/>
        </w:rPr>
        <w:t>tenants are single. In Western Australia, for example, more than half of all single tenants (without children) live in homes with more than one bedroom</w:t>
      </w:r>
      <w:r w:rsidRPr="009057DD">
        <w:rPr>
          <w:spacing w:val="-2"/>
        </w:rPr>
        <w:t xml:space="preserve"> (</w:t>
      </w:r>
      <w:r>
        <w:rPr>
          <w:spacing w:val="-2"/>
        </w:rPr>
        <w:t xml:space="preserve">chapter 4, </w:t>
      </w:r>
      <w:r w:rsidRPr="009057DD">
        <w:rPr>
          <w:spacing w:val="-2"/>
        </w:rPr>
        <w:t>BP 4)</w:t>
      </w:r>
      <w:r>
        <w:rPr>
          <w:spacing w:val="-2"/>
        </w:rPr>
        <w:t xml:space="preserve">. To the extent that single public housing tenants live in larger (higher rent) properties than single </w:t>
      </w:r>
      <w:proofErr w:type="spellStart"/>
      <w:r>
        <w:rPr>
          <w:spacing w:val="-2"/>
        </w:rPr>
        <w:t>CRA</w:t>
      </w:r>
      <w:proofErr w:type="spellEnd"/>
      <w:r>
        <w:rPr>
          <w:spacing w:val="-2"/>
        </w:rPr>
        <w:t xml:space="preserve"> recipients, subsidies to public housing tenants will be higher.</w:t>
      </w:r>
    </w:p>
    <w:p w:rsidR="003C59A8" w:rsidRDefault="00F2785D" w:rsidP="003C59A8">
      <w:pPr>
        <w:pStyle w:val="Heading2"/>
      </w:pPr>
      <w:r>
        <w:fldChar w:fldCharType="begin" w:fldLock="1"/>
      </w:r>
      <w:r>
        <w:instrText xml:space="preserve"> COMMENTS  \* MERGEFORMAT </w:instrText>
      </w:r>
      <w:r>
        <w:fldChar w:fldCharType="separate"/>
      </w:r>
      <w:r w:rsidR="003C59A8">
        <w:t>2.</w:t>
      </w:r>
      <w:r>
        <w:fldChar w:fldCharType="end"/>
      </w:r>
      <w:r w:rsidR="00FB0E2F">
        <w:fldChar w:fldCharType="begin" w:fldLock="1"/>
      </w:r>
      <w:r w:rsidR="00FB0E2F">
        <w:instrText xml:space="preserve"> SEQ Heading2 </w:instrText>
      </w:r>
      <w:r w:rsidR="00FB0E2F">
        <w:fldChar w:fldCharType="separate"/>
      </w:r>
      <w:r w:rsidR="003C59A8">
        <w:rPr>
          <w:noProof/>
        </w:rPr>
        <w:t>3</w:t>
      </w:r>
      <w:r w:rsidR="00FB0E2F">
        <w:rPr>
          <w:noProof/>
        </w:rPr>
        <w:fldChar w:fldCharType="end"/>
      </w:r>
      <w:r w:rsidR="003C59A8">
        <w:tab/>
        <w:t>What happens to assistance as income rises?</w:t>
      </w:r>
    </w:p>
    <w:p w:rsidR="003C59A8" w:rsidRDefault="003C59A8" w:rsidP="003C59A8">
      <w:pPr>
        <w:pStyle w:val="BodyText"/>
      </w:pPr>
      <w:r>
        <w:t xml:space="preserve">When a social housing tenant’s income increases, their rent goes up (unless they are already paying market rent for their home). This means that the size of the implicit subsidy falls. </w:t>
      </w:r>
    </w:p>
    <w:p w:rsidR="003C59A8" w:rsidRDefault="003C59A8" w:rsidP="003C59A8">
      <w:pPr>
        <w:pStyle w:val="BodyText"/>
      </w:pPr>
      <w:r>
        <w:t xml:space="preserve">Rent increases by 25 per cent of each extra dollar of </w:t>
      </w:r>
      <w:r w:rsidRPr="00CD7DC5">
        <w:rPr>
          <w:i/>
        </w:rPr>
        <w:t>assessable</w:t>
      </w:r>
      <w:r>
        <w:t xml:space="preserve"> income. This doesn’t necessarily mean that rent increases by 25 cents of each extra dollar of </w:t>
      </w:r>
      <w:r>
        <w:rPr>
          <w:i/>
        </w:rPr>
        <w:t xml:space="preserve">earned </w:t>
      </w:r>
      <w:r w:rsidRPr="009E2BB3">
        <w:t>income</w:t>
      </w:r>
      <w:r>
        <w:t xml:space="preserve"> (in contrast to the message from some reports, for example, </w:t>
      </w:r>
      <w:proofErr w:type="spellStart"/>
      <w:r>
        <w:t>Hulse</w:t>
      </w:r>
      <w:proofErr w:type="spellEnd"/>
      <w:r>
        <w:t xml:space="preserve"> and </w:t>
      </w:r>
      <w:proofErr w:type="spellStart"/>
      <w:r>
        <w:t>Saugeres</w:t>
      </w:r>
      <w:proofErr w:type="spellEnd"/>
      <w:r>
        <w:t xml:space="preserve"> </w:t>
      </w:r>
      <w:r w:rsidRPr="00107393">
        <w:t>(2008)</w:t>
      </w:r>
      <w:r>
        <w:t xml:space="preserve">, Whelan and Ong </w:t>
      </w:r>
      <w:r w:rsidRPr="00107393">
        <w:t>(2008)</w:t>
      </w:r>
      <w:r>
        <w:t xml:space="preserve"> and Treasury </w:t>
      </w:r>
      <w:r w:rsidRPr="00107393">
        <w:t>(</w:t>
      </w:r>
      <w:proofErr w:type="spellStart"/>
      <w:r w:rsidRPr="00107393">
        <w:t>2010</w:t>
      </w:r>
      <w:r>
        <w:t>b</w:t>
      </w:r>
      <w:proofErr w:type="spellEnd"/>
      <w:r w:rsidRPr="00107393">
        <w:t>)</w:t>
      </w:r>
      <w:r>
        <w:t xml:space="preserve">). This is because, beyond a minimum threshold, as a tenant’s earnings increase, their income support decreases, and this is taken into account when determining assessable income. For example, if a person’s ISP </w:t>
      </w:r>
      <w:r>
        <w:lastRenderedPageBreak/>
        <w:t>decreases by 50 cents when they earn an extra dollar, their assessable income only increases by 50 cents. Their rent goes up by 25 per cent of this amount, or 12.5 cents.</w:t>
      </w:r>
    </w:p>
    <w:p w:rsidR="003C59A8" w:rsidRPr="000767A0" w:rsidRDefault="003C59A8" w:rsidP="003C59A8">
      <w:pPr>
        <w:pStyle w:val="BodyText"/>
        <w:rPr>
          <w:spacing w:val="-2"/>
        </w:rPr>
      </w:pPr>
      <w:r w:rsidRPr="000767A0">
        <w:rPr>
          <w:spacing w:val="-2"/>
        </w:rPr>
        <w:t xml:space="preserve">In contrast, when a </w:t>
      </w:r>
      <w:proofErr w:type="spellStart"/>
      <w:r w:rsidRPr="000767A0">
        <w:rPr>
          <w:spacing w:val="-2"/>
        </w:rPr>
        <w:t>CRA</w:t>
      </w:r>
      <w:proofErr w:type="spellEnd"/>
      <w:r w:rsidRPr="000767A0">
        <w:rPr>
          <w:spacing w:val="-2"/>
        </w:rPr>
        <w:t xml:space="preserve"> recipient who receives an ISP starts to earn income from work, their rent assistance doesn’t change. As their earnings rise</w:t>
      </w:r>
      <w:r>
        <w:rPr>
          <w:spacing w:val="-2"/>
        </w:rPr>
        <w:t>,</w:t>
      </w:r>
      <w:r w:rsidRPr="000767A0">
        <w:rPr>
          <w:spacing w:val="-2"/>
        </w:rPr>
        <w:t xml:space="preserve"> their ISP falls, but they continue to receive the same amount of </w:t>
      </w:r>
      <w:proofErr w:type="spellStart"/>
      <w:r w:rsidRPr="000767A0">
        <w:rPr>
          <w:spacing w:val="-2"/>
        </w:rPr>
        <w:t>CRA</w:t>
      </w:r>
      <w:proofErr w:type="spellEnd"/>
      <w:r w:rsidRPr="000767A0">
        <w:rPr>
          <w:spacing w:val="-2"/>
        </w:rPr>
        <w:t xml:space="preserve">. Rent assistance only starts to fall when an ISP approaches zero or, for people who receive </w:t>
      </w:r>
      <w:proofErr w:type="spellStart"/>
      <w:r w:rsidRPr="000767A0">
        <w:rPr>
          <w:spacing w:val="-2"/>
        </w:rPr>
        <w:t>CRA</w:t>
      </w:r>
      <w:proofErr w:type="spellEnd"/>
      <w:r w:rsidRPr="000767A0">
        <w:rPr>
          <w:spacing w:val="-2"/>
        </w:rPr>
        <w:t xml:space="preserve"> as part of </w:t>
      </w:r>
      <w:proofErr w:type="spellStart"/>
      <w:r w:rsidRPr="000767A0">
        <w:rPr>
          <w:spacing w:val="-2"/>
        </w:rPr>
        <w:t>FTB</w:t>
      </w:r>
      <w:proofErr w:type="spellEnd"/>
      <w:r w:rsidRPr="000767A0">
        <w:rPr>
          <w:spacing w:val="-2"/>
        </w:rPr>
        <w:t xml:space="preserve"> A, as that benefit is withdrawn.</w:t>
      </w:r>
    </w:p>
    <w:p w:rsidR="003C59A8" w:rsidRDefault="00F2785D" w:rsidP="003C59A8">
      <w:pPr>
        <w:pStyle w:val="Heading2"/>
      </w:pPr>
      <w:r>
        <w:fldChar w:fldCharType="begin" w:fldLock="1"/>
      </w:r>
      <w:r>
        <w:instrText xml:space="preserve"> COMMENTS  \* MERGEFORMAT </w:instrText>
      </w:r>
      <w:r>
        <w:fldChar w:fldCharType="separate"/>
      </w:r>
      <w:r w:rsidR="003C59A8">
        <w:t>2.</w:t>
      </w:r>
      <w:r>
        <w:fldChar w:fldCharType="end"/>
      </w:r>
      <w:r w:rsidR="00FB0E2F">
        <w:fldChar w:fldCharType="begin" w:fldLock="1"/>
      </w:r>
      <w:r w:rsidR="00FB0E2F">
        <w:instrText xml:space="preserve"> SEQ Heading2 </w:instrText>
      </w:r>
      <w:r w:rsidR="00FB0E2F">
        <w:fldChar w:fldCharType="separate"/>
      </w:r>
      <w:r w:rsidR="003C59A8">
        <w:rPr>
          <w:noProof/>
        </w:rPr>
        <w:t>4</w:t>
      </w:r>
      <w:r w:rsidR="00FB0E2F">
        <w:rPr>
          <w:noProof/>
        </w:rPr>
        <w:fldChar w:fldCharType="end"/>
      </w:r>
      <w:r w:rsidR="003C59A8">
        <w:tab/>
        <w:t>How does assistance affect financial incentives to work?</w:t>
      </w:r>
    </w:p>
    <w:p w:rsidR="003C59A8" w:rsidRPr="00846DC2" w:rsidRDefault="003C59A8" w:rsidP="003C59A8">
      <w:pPr>
        <w:pStyle w:val="BodyText"/>
      </w:pPr>
      <w:r>
        <w:t xml:space="preserve">The effects of housing assistance on a recipient’s disposable income and, therefore, financial incentives to work, are illustrated for a single, childless </w:t>
      </w:r>
      <w:proofErr w:type="spellStart"/>
      <w:r>
        <w:t>Newstart</w:t>
      </w:r>
      <w:proofErr w:type="spellEnd"/>
      <w:r>
        <w:t xml:space="preserve"> Allowance (NWS) recipient in figure 2.2. See BP 2 (and that paper’s attachments) for the details </w:t>
      </w:r>
      <w:r w:rsidRPr="00846DC2">
        <w:t>underlying this analysis</w:t>
      </w:r>
      <w:r>
        <w:t> — and for similar analyses for other types of welfare recipients.</w:t>
      </w:r>
    </w:p>
    <w:p w:rsidR="003C59A8" w:rsidRDefault="003C59A8" w:rsidP="003C59A8">
      <w:pPr>
        <w:pStyle w:val="BodyText"/>
      </w:pPr>
      <w:r>
        <w:t>In this example, the NWS recipient is assumed:</w:t>
      </w:r>
    </w:p>
    <w:p w:rsidR="003C59A8" w:rsidRDefault="003C59A8" w:rsidP="003C59A8">
      <w:pPr>
        <w:pStyle w:val="ListBullet"/>
      </w:pPr>
      <w:r>
        <w:t>to live in a home with an annual market rent of $10 000</w:t>
      </w:r>
    </w:p>
    <w:p w:rsidR="003C59A8" w:rsidRDefault="003C59A8" w:rsidP="003C59A8">
      <w:pPr>
        <w:pStyle w:val="ListBullet"/>
      </w:pPr>
      <w:r>
        <w:t xml:space="preserve">if they earn no income, to receive an annual </w:t>
      </w:r>
      <w:proofErr w:type="spellStart"/>
      <w:r>
        <w:t>Newstart</w:t>
      </w:r>
      <w:proofErr w:type="spellEnd"/>
      <w:r>
        <w:t xml:space="preserve"> Allowance of about $13 300</w:t>
      </w:r>
      <w:r w:rsidRPr="007B3680">
        <w:rPr>
          <w:rStyle w:val="FootnoteReference"/>
        </w:rPr>
        <w:footnoteReference w:id="7"/>
      </w:r>
    </w:p>
    <w:p w:rsidR="003C59A8" w:rsidRDefault="003C59A8" w:rsidP="003C59A8">
      <w:pPr>
        <w:pStyle w:val="ListBullet"/>
      </w:pPr>
      <w:r>
        <w:t>if they earn no income and live in social housing, to pay annual rent of about $3300, and have a post housing disposable income of about $10 000</w:t>
      </w:r>
    </w:p>
    <w:p w:rsidR="003C59A8" w:rsidRDefault="003C59A8" w:rsidP="003C59A8">
      <w:pPr>
        <w:pStyle w:val="ListBullet"/>
      </w:pPr>
      <w:r>
        <w:t xml:space="preserve">if they earn no income and rent privately, to pay annual rent of about $6700 once </w:t>
      </w:r>
      <w:proofErr w:type="spellStart"/>
      <w:r>
        <w:t>CRA</w:t>
      </w:r>
      <w:proofErr w:type="spellEnd"/>
      <w:r>
        <w:t xml:space="preserve"> of about $3300 is taken into account, leaving them with a post housing disposable income of about $6600</w:t>
      </w:r>
    </w:p>
    <w:p w:rsidR="003C59A8" w:rsidRDefault="003C59A8" w:rsidP="003C59A8">
      <w:pPr>
        <w:pStyle w:val="ListBullet"/>
      </w:pPr>
      <w:r>
        <w:t>once they earn income, irrespective of their housing tenure, to have NWS withdrawn at a rate of 50 cents in the dollar at annual incomes between about $2600 and $6500, and 60 cents in the dollar at incomes above about $6500.</w:t>
      </w:r>
    </w:p>
    <w:p w:rsidR="003C59A8" w:rsidRDefault="003C59A8" w:rsidP="003C59A8">
      <w:pPr>
        <w:pStyle w:val="BodyText"/>
      </w:pPr>
      <w:r>
        <w:t xml:space="preserve">Figure 2.2 shows the person’s post housing annual disposable income at different levels of market income. The series labelled ‘NWS, no HA’ shows how much post housing disposable income the person would have if housing assistance was not available. The gap between this series and those labelled ‘NWS, </w:t>
      </w:r>
      <w:proofErr w:type="spellStart"/>
      <w:r>
        <w:t>SH</w:t>
      </w:r>
      <w:proofErr w:type="spellEnd"/>
      <w:r>
        <w:t xml:space="preserve">’ and ‘NWS, </w:t>
      </w:r>
      <w:proofErr w:type="spellStart"/>
      <w:r>
        <w:t>CRA</w:t>
      </w:r>
      <w:proofErr w:type="spellEnd"/>
      <w:r>
        <w:t xml:space="preserve">’ at any level of income shows the person’s housing subsidy if they are living in social housing or renting privately and receiving </w:t>
      </w:r>
      <w:proofErr w:type="spellStart"/>
      <w:r>
        <w:t>CRA</w:t>
      </w:r>
      <w:proofErr w:type="spellEnd"/>
      <w:r>
        <w:t xml:space="preserve">, respectively. These subsidies affect a person’s level of disposable income after housing costs are met. At zero market income (that is, income excluding government transfers), the implicit subsidy received by the social housing tenant is close to $6700. The subsidy associated with renting privately and receiving </w:t>
      </w:r>
      <w:proofErr w:type="spellStart"/>
      <w:r>
        <w:t>CRA</w:t>
      </w:r>
      <w:proofErr w:type="spellEnd"/>
      <w:r>
        <w:t>, is about $3300.</w:t>
      </w:r>
    </w:p>
    <w:p w:rsidR="003C59A8" w:rsidRDefault="003C59A8" w:rsidP="003C59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Tr="003C59A8">
        <w:trPr>
          <w:trHeight w:val="815"/>
        </w:trPr>
        <w:tc>
          <w:tcPr>
            <w:tcW w:w="8771" w:type="dxa"/>
            <w:tcBorders>
              <w:top w:val="single" w:sz="6" w:space="0" w:color="78A22F"/>
              <w:left w:val="nil"/>
              <w:bottom w:val="nil"/>
              <w:right w:val="nil"/>
            </w:tcBorders>
            <w:shd w:val="clear" w:color="auto" w:fill="auto"/>
          </w:tcPr>
          <w:p w:rsidR="003C59A8" w:rsidRDefault="003C59A8" w:rsidP="003C59A8">
            <w:pPr>
              <w:pStyle w:val="FigureTitle"/>
            </w:pPr>
            <w:r w:rsidRPr="00784A05">
              <w:rPr>
                <w:b w:val="0"/>
              </w:rPr>
              <w:t xml:space="preserve">Figure </w:t>
            </w:r>
            <w:bookmarkStart w:id="3" w:name="OLE_LINK1"/>
            <w:r w:rsidRPr="00784A05">
              <w:rPr>
                <w:b w:val="0"/>
              </w:rPr>
              <w:fldChar w:fldCharType="begin" w:fldLock="1"/>
            </w:r>
            <w:r w:rsidRPr="00784A05">
              <w:rPr>
                <w:b w:val="0"/>
              </w:rPr>
              <w:instrText xml:space="preserve"> COMMENTS  \* MERGEFORMAT </w:instrText>
            </w:r>
            <w:r w:rsidRPr="00784A05">
              <w:rPr>
                <w:b w:val="0"/>
              </w:rPr>
              <w:fldChar w:fldCharType="separate"/>
            </w:r>
            <w:r>
              <w:rPr>
                <w:b w:val="0"/>
              </w:rPr>
              <w:t>2.</w:t>
            </w:r>
            <w:r w:rsidRPr="00784A05">
              <w:rPr>
                <w:b w:val="0"/>
              </w:rPr>
              <w:fldChar w:fldCharType="end"/>
            </w:r>
            <w:r w:rsidRPr="00784A05">
              <w:rPr>
                <w:b w:val="0"/>
              </w:rPr>
              <w:fldChar w:fldCharType="begin" w:fldLock="1"/>
            </w:r>
            <w:r w:rsidRPr="00784A05">
              <w:rPr>
                <w:b w:val="0"/>
              </w:rPr>
              <w:instrText xml:space="preserve"> SEQ Figure \* ARABIC </w:instrText>
            </w:r>
            <w:r w:rsidRPr="00784A05">
              <w:rPr>
                <w:b w:val="0"/>
              </w:rPr>
              <w:fldChar w:fldCharType="separate"/>
            </w:r>
            <w:r>
              <w:rPr>
                <w:b w:val="0"/>
                <w:noProof/>
              </w:rPr>
              <w:t>2</w:t>
            </w:r>
            <w:r w:rsidRPr="00784A05">
              <w:rPr>
                <w:b w:val="0"/>
              </w:rPr>
              <w:fldChar w:fldCharType="end"/>
            </w:r>
            <w:bookmarkEnd w:id="3"/>
            <w:r>
              <w:tab/>
              <w:t>Budget constraints</w:t>
            </w:r>
            <w:r w:rsidRPr="005059ED">
              <w:rPr>
                <w:rStyle w:val="NoteLabel"/>
                <w:b/>
              </w:rPr>
              <w:t>a</w:t>
            </w:r>
          </w:p>
          <w:p w:rsidR="003C59A8" w:rsidRPr="00176D3F" w:rsidRDefault="003C59A8" w:rsidP="003C59A8">
            <w:pPr>
              <w:pStyle w:val="Subtitle"/>
            </w:pPr>
            <w:r>
              <w:t xml:space="preserve">Single, childless </w:t>
            </w:r>
            <w:proofErr w:type="spellStart"/>
            <w:r>
              <w:t>Newstart</w:t>
            </w:r>
            <w:proofErr w:type="spellEnd"/>
            <w:r>
              <w:t xml:space="preserve"> Allowance (NWS) recipient</w:t>
            </w:r>
          </w:p>
        </w:tc>
      </w:tr>
      <w:tr w:rsidR="003C59A8" w:rsidTr="003C59A8">
        <w:trPr>
          <w:trHeight w:val="4869"/>
        </w:trPr>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3C59A8" w:rsidTr="003C59A8">
              <w:trPr>
                <w:trHeight w:val="4823"/>
                <w:jc w:val="center"/>
              </w:trPr>
              <w:tc>
                <w:tcPr>
                  <w:tcW w:w="8504" w:type="dxa"/>
                  <w:tcBorders>
                    <w:top w:val="nil"/>
                    <w:bottom w:val="nil"/>
                  </w:tcBorders>
                </w:tcPr>
                <w:p w:rsidR="003C59A8" w:rsidRDefault="003C59A8" w:rsidP="003C59A8">
                  <w:pPr>
                    <w:pStyle w:val="Figure"/>
                    <w:spacing w:before="60" w:after="60"/>
                  </w:pPr>
                  <w:r>
                    <w:rPr>
                      <w:noProof/>
                    </w:rPr>
                    <w:drawing>
                      <wp:inline distT="0" distB="0" distL="0" distR="0" wp14:anchorId="4A883715" wp14:editId="66B60C99">
                        <wp:extent cx="5378824" cy="2998694"/>
                        <wp:effectExtent l="0" t="0" r="0" b="0"/>
                        <wp:docPr id="5" name="Chart 5" descr="This chart shows the budget constraints for a single, childless Newstart Allowance recipients, under different housing assistance scenarios:&#10;- living in social housing&#10;- receiving CRA&#10;- not receiving housing assistance." title="Budget constraints"/>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tc>
            </w:tr>
          </w:tbl>
          <w:p w:rsidR="003C59A8" w:rsidRDefault="003C59A8" w:rsidP="003C59A8">
            <w:pPr>
              <w:pStyle w:val="Figure"/>
            </w:pPr>
          </w:p>
        </w:tc>
      </w:tr>
      <w:tr w:rsidR="003C59A8" w:rsidRPr="00176D3F" w:rsidTr="003C59A8">
        <w:trPr>
          <w:trHeight w:val="326"/>
        </w:trPr>
        <w:tc>
          <w:tcPr>
            <w:tcW w:w="8771" w:type="dxa"/>
            <w:tcBorders>
              <w:top w:val="nil"/>
              <w:left w:val="nil"/>
              <w:bottom w:val="nil"/>
              <w:right w:val="nil"/>
            </w:tcBorders>
            <w:shd w:val="clear" w:color="auto" w:fill="auto"/>
          </w:tcPr>
          <w:p w:rsidR="003C59A8" w:rsidRPr="00176D3F" w:rsidRDefault="003C59A8" w:rsidP="003C59A8">
            <w:pPr>
              <w:pStyle w:val="Note"/>
            </w:pPr>
            <w:r w:rsidRPr="004F049B">
              <w:rPr>
                <w:rStyle w:val="NoteLabel"/>
              </w:rPr>
              <w:t>a</w:t>
            </w:r>
            <w:r>
              <w:t xml:space="preserve"> Market rent is assumed to be $10 000 per annum</w:t>
            </w:r>
          </w:p>
        </w:tc>
      </w:tr>
      <w:tr w:rsidR="003C59A8" w:rsidRPr="00176D3F" w:rsidTr="003C59A8">
        <w:trPr>
          <w:trHeight w:val="326"/>
        </w:trPr>
        <w:tc>
          <w:tcPr>
            <w:tcW w:w="8771" w:type="dxa"/>
            <w:tcBorders>
              <w:top w:val="nil"/>
              <w:left w:val="nil"/>
              <w:bottom w:val="nil"/>
              <w:right w:val="nil"/>
            </w:tcBorders>
            <w:shd w:val="clear" w:color="auto" w:fill="auto"/>
          </w:tcPr>
          <w:p w:rsidR="003C59A8" w:rsidRPr="00176D3F" w:rsidRDefault="003C59A8" w:rsidP="003C59A8">
            <w:pPr>
              <w:pStyle w:val="Source"/>
            </w:pPr>
            <w:r>
              <w:rPr>
                <w:i/>
              </w:rPr>
              <w:t>S</w:t>
            </w:r>
            <w:r w:rsidRPr="00784A05">
              <w:rPr>
                <w:i/>
              </w:rPr>
              <w:t>ource</w:t>
            </w:r>
            <w:r w:rsidRPr="00176D3F">
              <w:t xml:space="preserve">: </w:t>
            </w:r>
            <w:r>
              <w:t>Estimated using PC Tax and Transfer Model 2014.</w:t>
            </w:r>
          </w:p>
        </w:tc>
      </w:tr>
      <w:tr w:rsidR="003C59A8" w:rsidTr="003C59A8">
        <w:trPr>
          <w:trHeight w:val="140"/>
        </w:trPr>
        <w:tc>
          <w:tcPr>
            <w:tcW w:w="8771" w:type="dxa"/>
            <w:tcBorders>
              <w:top w:val="nil"/>
              <w:left w:val="nil"/>
              <w:bottom w:val="single" w:sz="6" w:space="0" w:color="78A22F"/>
              <w:right w:val="nil"/>
            </w:tcBorders>
            <w:shd w:val="clear" w:color="auto" w:fill="auto"/>
          </w:tcPr>
          <w:p w:rsidR="003C59A8" w:rsidRDefault="003C59A8" w:rsidP="003C59A8">
            <w:pPr>
              <w:pStyle w:val="Figurespace"/>
            </w:pPr>
          </w:p>
        </w:tc>
      </w:tr>
      <w:tr w:rsidR="003C59A8" w:rsidRPr="000863A5" w:rsidTr="003C59A8">
        <w:trPr>
          <w:trHeight w:val="210"/>
        </w:trPr>
        <w:tc>
          <w:tcPr>
            <w:tcW w:w="8771" w:type="dxa"/>
            <w:tcBorders>
              <w:top w:val="single" w:sz="6" w:space="0" w:color="78A22F"/>
              <w:left w:val="nil"/>
              <w:bottom w:val="nil"/>
              <w:right w:val="nil"/>
            </w:tcBorders>
          </w:tcPr>
          <w:p w:rsidR="003C59A8" w:rsidRPr="00626D32" w:rsidRDefault="003C59A8" w:rsidP="003C59A8">
            <w:pPr>
              <w:pStyle w:val="BoxSpaceBelow"/>
            </w:pPr>
          </w:p>
        </w:tc>
      </w:tr>
    </w:tbl>
    <w:p w:rsidR="003C59A8" w:rsidRDefault="003C59A8" w:rsidP="003C59A8">
      <w:pPr>
        <w:pStyle w:val="BodyText"/>
      </w:pPr>
      <w:r>
        <w:t>Figure 2.3 shows the effective marginal tax rates (</w:t>
      </w:r>
      <w:proofErr w:type="spellStart"/>
      <w:r>
        <w:t>EMTRs</w:t>
      </w:r>
      <w:proofErr w:type="spellEnd"/>
      <w:r>
        <w:t xml:space="preserve">) that the NWS recipient faces (the price effects mentioned in chapter 1). At any level of market income, the schedules show the share of an extra dollar of market income that the person retains after taking into account any reduction in housing assistance, withdrawal of NWS and payment of income tax. At market income of $10 000, for example, if living in social housing the NWS recipient takes home 30 cents of each extra dollar of earned (and faces an </w:t>
      </w:r>
      <w:proofErr w:type="spellStart"/>
      <w:r>
        <w:t>EMTR</w:t>
      </w:r>
      <w:proofErr w:type="spellEnd"/>
      <w:r>
        <w:t xml:space="preserve"> of 70 per cent). If renting privately and receiving </w:t>
      </w:r>
      <w:proofErr w:type="spellStart"/>
      <w:r>
        <w:t>CRA</w:t>
      </w:r>
      <w:proofErr w:type="spellEnd"/>
      <w:r>
        <w:t xml:space="preserve">, they take home 40 cents (and face an </w:t>
      </w:r>
      <w:proofErr w:type="spellStart"/>
      <w:r>
        <w:t>EMTR</w:t>
      </w:r>
      <w:proofErr w:type="spellEnd"/>
      <w:r>
        <w:t xml:space="preserve"> of 60 per cent). The many changes of direction in the schedules reflect the complex interactions between the welfare and taxation systems.</w:t>
      </w:r>
    </w:p>
    <w:p w:rsidR="003C59A8" w:rsidRDefault="003C59A8" w:rsidP="003C59A8">
      <w:pPr>
        <w:pStyle w:val="BoxSpaceAbove"/>
      </w:pPr>
    </w:p>
    <w:tbl>
      <w:tblPr>
        <w:tblW w:w="8941"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941"/>
      </w:tblGrid>
      <w:tr w:rsidR="003C59A8" w:rsidTr="003C59A8">
        <w:trPr>
          <w:trHeight w:val="815"/>
        </w:trPr>
        <w:tc>
          <w:tcPr>
            <w:tcW w:w="8941" w:type="dxa"/>
            <w:tcBorders>
              <w:top w:val="single" w:sz="6" w:space="0" w:color="78A22F"/>
              <w:left w:val="nil"/>
              <w:bottom w:val="nil"/>
              <w:right w:val="nil"/>
            </w:tcBorders>
            <w:shd w:val="clear" w:color="auto" w:fill="auto"/>
          </w:tcPr>
          <w:p w:rsidR="003C59A8" w:rsidRDefault="003C59A8" w:rsidP="003C59A8">
            <w:pPr>
              <w:pStyle w:val="FigureTitle"/>
            </w:pPr>
            <w:r w:rsidRPr="00784A05">
              <w:rPr>
                <w:b w:val="0"/>
              </w:rPr>
              <w:t xml:space="preserve">Figure </w:t>
            </w:r>
            <w:bookmarkStart w:id="4" w:name="OLE_LINK2"/>
            <w:r w:rsidRPr="00784A05">
              <w:rPr>
                <w:b w:val="0"/>
              </w:rPr>
              <w:fldChar w:fldCharType="begin" w:fldLock="1"/>
            </w:r>
            <w:r w:rsidRPr="00784A05">
              <w:rPr>
                <w:b w:val="0"/>
              </w:rPr>
              <w:instrText xml:space="preserve"> COMMENTS  \* MERGEFORMAT </w:instrText>
            </w:r>
            <w:r w:rsidRPr="00784A05">
              <w:rPr>
                <w:b w:val="0"/>
              </w:rPr>
              <w:fldChar w:fldCharType="separate"/>
            </w:r>
            <w:r>
              <w:rPr>
                <w:b w:val="0"/>
              </w:rPr>
              <w:t>2.</w:t>
            </w:r>
            <w:r w:rsidRPr="00784A05">
              <w:rPr>
                <w:b w:val="0"/>
              </w:rPr>
              <w:fldChar w:fldCharType="end"/>
            </w:r>
            <w:r w:rsidRPr="00784A05">
              <w:rPr>
                <w:b w:val="0"/>
              </w:rPr>
              <w:fldChar w:fldCharType="begin" w:fldLock="1"/>
            </w:r>
            <w:r w:rsidRPr="00784A05">
              <w:rPr>
                <w:b w:val="0"/>
              </w:rPr>
              <w:instrText xml:space="preserve"> SEQ Figure \* ARABIC </w:instrText>
            </w:r>
            <w:r w:rsidRPr="00784A05">
              <w:rPr>
                <w:b w:val="0"/>
              </w:rPr>
              <w:fldChar w:fldCharType="separate"/>
            </w:r>
            <w:r>
              <w:rPr>
                <w:b w:val="0"/>
                <w:noProof/>
              </w:rPr>
              <w:t>3</w:t>
            </w:r>
            <w:r w:rsidRPr="00784A05">
              <w:rPr>
                <w:b w:val="0"/>
              </w:rPr>
              <w:fldChar w:fldCharType="end"/>
            </w:r>
            <w:bookmarkEnd w:id="4"/>
            <w:r>
              <w:tab/>
              <w:t>Effective marginal tax rates</w:t>
            </w:r>
            <w:proofErr w:type="spellStart"/>
            <w:r w:rsidRPr="00913A47">
              <w:rPr>
                <w:rStyle w:val="NoteLabel"/>
                <w:b/>
              </w:rPr>
              <w:t>a,b</w:t>
            </w:r>
            <w:proofErr w:type="spellEnd"/>
          </w:p>
          <w:p w:rsidR="003C59A8" w:rsidRPr="00176D3F" w:rsidRDefault="003C59A8" w:rsidP="003C59A8">
            <w:pPr>
              <w:pStyle w:val="Subtitle"/>
            </w:pPr>
            <w:r>
              <w:t xml:space="preserve">Single, childless </w:t>
            </w:r>
            <w:proofErr w:type="spellStart"/>
            <w:r>
              <w:t>Newstart</w:t>
            </w:r>
            <w:proofErr w:type="spellEnd"/>
            <w:r>
              <w:t xml:space="preserve"> Allowance (NWS) recipient</w:t>
            </w:r>
          </w:p>
        </w:tc>
      </w:tr>
      <w:tr w:rsidR="003C59A8" w:rsidTr="003C59A8">
        <w:trPr>
          <w:trHeight w:val="4460"/>
        </w:trPr>
        <w:tc>
          <w:tcPr>
            <w:tcW w:w="8941" w:type="dxa"/>
            <w:tcBorders>
              <w:top w:val="nil"/>
              <w:left w:val="nil"/>
              <w:bottom w:val="nil"/>
              <w:right w:val="nil"/>
            </w:tcBorders>
            <w:shd w:val="clear" w:color="auto" w:fill="auto"/>
            <w:tcMar>
              <w:top w:w="28" w:type="dxa"/>
              <w:bottom w:w="28" w:type="dxa"/>
            </w:tcMar>
          </w:tcPr>
          <w:tbl>
            <w:tblPr>
              <w:tblW w:w="8669" w:type="dxa"/>
              <w:jc w:val="center"/>
              <w:tblInd w:w="3" w:type="dxa"/>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669"/>
            </w:tblGrid>
            <w:tr w:rsidR="003C59A8" w:rsidRPr="00E05165" w:rsidTr="003C59A8">
              <w:trPr>
                <w:trHeight w:val="4436"/>
                <w:jc w:val="center"/>
              </w:trPr>
              <w:tc>
                <w:tcPr>
                  <w:tcW w:w="8669" w:type="dxa"/>
                  <w:tcBorders>
                    <w:top w:val="nil"/>
                    <w:bottom w:val="nil"/>
                  </w:tcBorders>
                </w:tcPr>
                <w:p w:rsidR="003C59A8" w:rsidRPr="0025586A" w:rsidRDefault="003C59A8" w:rsidP="003C59A8">
                  <w:pPr>
                    <w:pStyle w:val="Figure"/>
                    <w:spacing w:before="60" w:after="60"/>
                    <w:rPr>
                      <w:rFonts w:ascii="Arial" w:hAnsi="Arial" w:cs="Arial"/>
                      <w:sz w:val="20"/>
                    </w:rPr>
                  </w:pPr>
                  <w:r>
                    <w:rPr>
                      <w:noProof/>
                    </w:rPr>
                    <w:drawing>
                      <wp:inline distT="0" distB="0" distL="0" distR="0" wp14:anchorId="710E3FF7" wp14:editId="4AB8E6A2">
                        <wp:extent cx="5392270" cy="2729753"/>
                        <wp:effectExtent l="0" t="0" r="0" b="0"/>
                        <wp:docPr id="7" name="Chart 7" descr="This chart shows the effective marginal tax rates for a single, childless Newstart Allowance recipients, under different housing assistance scenarios:&#10;- living in social housing&#10;- receiving CRA&#10;- not receiving housing assistance." title="Effective marginal tax rates"/>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bl>
          <w:p w:rsidR="003C59A8" w:rsidRDefault="003C59A8" w:rsidP="003C59A8">
            <w:pPr>
              <w:pStyle w:val="Figure"/>
            </w:pPr>
          </w:p>
        </w:tc>
      </w:tr>
      <w:tr w:rsidR="003C59A8" w:rsidRPr="00176D3F" w:rsidTr="003C59A8">
        <w:trPr>
          <w:trHeight w:val="565"/>
        </w:trPr>
        <w:tc>
          <w:tcPr>
            <w:tcW w:w="8941" w:type="dxa"/>
            <w:tcBorders>
              <w:top w:val="nil"/>
              <w:left w:val="nil"/>
              <w:bottom w:val="nil"/>
              <w:right w:val="nil"/>
            </w:tcBorders>
            <w:shd w:val="clear" w:color="auto" w:fill="auto"/>
          </w:tcPr>
          <w:p w:rsidR="003C59A8" w:rsidRPr="00176D3F" w:rsidRDefault="003C59A8" w:rsidP="003C59A8">
            <w:pPr>
              <w:pStyle w:val="Note"/>
            </w:pPr>
            <w:r w:rsidRPr="004F049B">
              <w:rPr>
                <w:rStyle w:val="NoteLabel"/>
              </w:rPr>
              <w:t>a</w:t>
            </w:r>
            <w:r>
              <w:t xml:space="preserve"> Market rent is assumed to be $10 000 per annum. </w:t>
            </w:r>
            <w:r w:rsidRPr="00810D2D">
              <w:rPr>
                <w:rStyle w:val="NoteLabel"/>
              </w:rPr>
              <w:t>b</w:t>
            </w:r>
            <w:r w:rsidRPr="00123A81">
              <w:t xml:space="preserve"> </w:t>
            </w:r>
            <w:r>
              <w:t xml:space="preserve">The small step down in the </w:t>
            </w:r>
            <w:proofErr w:type="spellStart"/>
            <w:r>
              <w:t>EMTR</w:t>
            </w:r>
            <w:proofErr w:type="spellEnd"/>
            <w:r>
              <w:t xml:space="preserve"> schedule at a market income of about $66 000 reflects the point at which the low income tax offset goes to zero.</w:t>
            </w:r>
          </w:p>
        </w:tc>
      </w:tr>
      <w:tr w:rsidR="003C59A8" w:rsidRPr="00176D3F" w:rsidTr="003C59A8">
        <w:trPr>
          <w:trHeight w:val="316"/>
        </w:trPr>
        <w:tc>
          <w:tcPr>
            <w:tcW w:w="8941" w:type="dxa"/>
            <w:tcBorders>
              <w:top w:val="nil"/>
              <w:left w:val="nil"/>
              <w:bottom w:val="nil"/>
              <w:right w:val="nil"/>
            </w:tcBorders>
            <w:shd w:val="clear" w:color="auto" w:fill="auto"/>
          </w:tcPr>
          <w:p w:rsidR="003C59A8" w:rsidRPr="00176D3F" w:rsidRDefault="003C59A8" w:rsidP="003C59A8">
            <w:pPr>
              <w:pStyle w:val="Source"/>
            </w:pPr>
            <w:r>
              <w:rPr>
                <w:i/>
              </w:rPr>
              <w:t>S</w:t>
            </w:r>
            <w:r w:rsidRPr="00784A05">
              <w:rPr>
                <w:i/>
              </w:rPr>
              <w:t>ource</w:t>
            </w:r>
            <w:r w:rsidRPr="00176D3F">
              <w:t xml:space="preserve">: </w:t>
            </w:r>
            <w:r>
              <w:t>Estimated using PC Tax and Transfer Model 2014.</w:t>
            </w:r>
          </w:p>
        </w:tc>
      </w:tr>
      <w:tr w:rsidR="003C59A8" w:rsidTr="003C59A8">
        <w:trPr>
          <w:trHeight w:val="113"/>
        </w:trPr>
        <w:tc>
          <w:tcPr>
            <w:tcW w:w="8941" w:type="dxa"/>
            <w:tcBorders>
              <w:top w:val="nil"/>
              <w:left w:val="nil"/>
              <w:bottom w:val="single" w:sz="6" w:space="0" w:color="78A22F"/>
              <w:right w:val="nil"/>
            </w:tcBorders>
            <w:shd w:val="clear" w:color="auto" w:fill="auto"/>
          </w:tcPr>
          <w:p w:rsidR="003C59A8" w:rsidRDefault="003C59A8" w:rsidP="003C59A8">
            <w:pPr>
              <w:pStyle w:val="Figurespace"/>
            </w:pPr>
          </w:p>
        </w:tc>
      </w:tr>
      <w:tr w:rsidR="003C59A8" w:rsidRPr="000863A5" w:rsidTr="003C59A8">
        <w:trPr>
          <w:trHeight w:val="226"/>
        </w:trPr>
        <w:tc>
          <w:tcPr>
            <w:tcW w:w="8941" w:type="dxa"/>
            <w:tcBorders>
              <w:top w:val="single" w:sz="6" w:space="0" w:color="78A22F"/>
              <w:left w:val="nil"/>
              <w:bottom w:val="nil"/>
              <w:right w:val="nil"/>
            </w:tcBorders>
          </w:tcPr>
          <w:p w:rsidR="003C59A8" w:rsidRPr="00626D32" w:rsidRDefault="003C59A8" w:rsidP="003C59A8">
            <w:pPr>
              <w:pStyle w:val="BoxSpaceBelow"/>
            </w:pPr>
          </w:p>
        </w:tc>
      </w:tr>
    </w:tbl>
    <w:p w:rsidR="003C59A8" w:rsidRDefault="003C59A8" w:rsidP="003C59A8">
      <w:pPr>
        <w:pStyle w:val="BodyText"/>
      </w:pPr>
      <w:r>
        <w:t xml:space="preserve">The difference between the series labelled ‘NWS, </w:t>
      </w:r>
      <w:proofErr w:type="spellStart"/>
      <w:r>
        <w:t>SH</w:t>
      </w:r>
      <w:proofErr w:type="spellEnd"/>
      <w:r>
        <w:t xml:space="preserve">’ and ‘NWS, </w:t>
      </w:r>
      <w:proofErr w:type="spellStart"/>
      <w:r>
        <w:t>CRA</w:t>
      </w:r>
      <w:proofErr w:type="spellEnd"/>
      <w:r>
        <w:t xml:space="preserve">’ up to market incomes of about $25 000 shows the effect of social housing rent setting rules on </w:t>
      </w:r>
      <w:proofErr w:type="spellStart"/>
      <w:r>
        <w:t>EMTRs</w:t>
      </w:r>
      <w:proofErr w:type="spellEnd"/>
      <w:r>
        <w:t xml:space="preserve">. At this level of income, the person’s NWS is fully withdrawn. Between incomes of about $25 000 and $31 000, comparison of the ‘NWS, </w:t>
      </w:r>
      <w:proofErr w:type="spellStart"/>
      <w:r>
        <w:t>CRA</w:t>
      </w:r>
      <w:proofErr w:type="spellEnd"/>
      <w:r>
        <w:t xml:space="preserve">’ and ‘NWS, no HA’ schedules shows the effect of the withdrawal of </w:t>
      </w:r>
      <w:proofErr w:type="spellStart"/>
      <w:r>
        <w:t>CRA</w:t>
      </w:r>
      <w:proofErr w:type="spellEnd"/>
      <w:r>
        <w:t xml:space="preserve"> on </w:t>
      </w:r>
      <w:proofErr w:type="spellStart"/>
      <w:r>
        <w:t>EMTRs</w:t>
      </w:r>
      <w:proofErr w:type="spellEnd"/>
      <w:r>
        <w:t xml:space="preserve">. If living in social housing, the person continues to pay more in rent as income rises, up to a market income of about $40 000, at which point they start paying market rent ($10 000 per annum). If the person faced a market rent of more than $10 000 a year, the ‘NWS, </w:t>
      </w:r>
      <w:proofErr w:type="spellStart"/>
      <w:r>
        <w:t>SH</w:t>
      </w:r>
      <w:proofErr w:type="spellEnd"/>
      <w:r>
        <w:t xml:space="preserve">’ series would continue to reflect an </w:t>
      </w:r>
      <w:proofErr w:type="spellStart"/>
      <w:r>
        <w:t>EMTR</w:t>
      </w:r>
      <w:proofErr w:type="spellEnd"/>
      <w:r>
        <w:t xml:space="preserve"> of 25 per cent beyond $40 000.</w:t>
      </w:r>
    </w:p>
    <w:p w:rsidR="003C59A8" w:rsidRDefault="003C59A8" w:rsidP="003C59A8">
      <w:pPr>
        <w:pStyle w:val="BodyText"/>
      </w:pPr>
      <w:r>
        <w:t>Interactions between housing assistance and the rest of the tax and transfer system are complex, and highly dependent on the type of transfer payment that a person receives and their family situation (BP 2 and attachments). Many ISP recipients, including single, childless Disability Support Pension (</w:t>
      </w:r>
      <w:proofErr w:type="spellStart"/>
      <w:r>
        <w:t>DSP</w:t>
      </w:r>
      <w:proofErr w:type="spellEnd"/>
      <w:r>
        <w:t xml:space="preserve">) and </w:t>
      </w:r>
      <w:proofErr w:type="spellStart"/>
      <w:r>
        <w:t>Newstart</w:t>
      </w:r>
      <w:proofErr w:type="spellEnd"/>
      <w:r>
        <w:t xml:space="preserve"> Allowance recipients, face very high apparent financial disincentives to work at the levels of income that they might be expected to earn if they entered the labour market. (For example, a full time job at the minimum wage would pay about $33 000 per annum.) Withdrawal of housing assistance contributes to the </w:t>
      </w:r>
      <w:proofErr w:type="spellStart"/>
      <w:r>
        <w:t>EMTRs</w:t>
      </w:r>
      <w:proofErr w:type="spellEnd"/>
      <w:r>
        <w:t xml:space="preserve"> faced by these groups, but it is the withdrawal of the primary ISP that contributes most to the particularly high </w:t>
      </w:r>
      <w:proofErr w:type="spellStart"/>
      <w:r>
        <w:t>EMTRs</w:t>
      </w:r>
      <w:proofErr w:type="spellEnd"/>
      <w:r>
        <w:t xml:space="preserve">. Single, childless </w:t>
      </w:r>
      <w:proofErr w:type="spellStart"/>
      <w:r>
        <w:t>DSP</w:t>
      </w:r>
      <w:proofErr w:type="spellEnd"/>
      <w:r>
        <w:t xml:space="preserve"> and NWS recipients are also large recipients of housing assistance — representing 47 per cent of public housing tenants on ISPs, and 40 per cent of </w:t>
      </w:r>
      <w:proofErr w:type="spellStart"/>
      <w:r>
        <w:t>CRA</w:t>
      </w:r>
      <w:proofErr w:type="spellEnd"/>
      <w:r>
        <w:t xml:space="preserve"> recipients (excluding those who receive the payment only because they get </w:t>
      </w:r>
      <w:proofErr w:type="spellStart"/>
      <w:r>
        <w:t>FTB</w:t>
      </w:r>
      <w:proofErr w:type="spellEnd"/>
      <w:r>
        <w:t xml:space="preserve"> A).</w:t>
      </w:r>
    </w:p>
    <w:p w:rsidR="003C59A8" w:rsidRDefault="003C59A8" w:rsidP="003C59A8">
      <w:pPr>
        <w:sectPr w:rsidR="003C59A8" w:rsidSect="003C59A8">
          <w:headerReference w:type="even" r:id="rId18"/>
          <w:headerReference w:type="default" r:id="rId19"/>
          <w:footerReference w:type="even" r:id="rId20"/>
          <w:footerReference w:type="default" r:id="rId21"/>
          <w:type w:val="oddPage"/>
          <w:pgSz w:w="11907" w:h="16840" w:code="9"/>
          <w:pgMar w:top="1985" w:right="1304" w:bottom="1247" w:left="1814" w:header="1701" w:footer="397" w:gutter="0"/>
          <w:pgNumType w:chapSep="period"/>
          <w:cols w:space="720"/>
          <w:docGrid w:linePitch="326"/>
        </w:sectPr>
      </w:pPr>
    </w:p>
    <w:p w:rsidR="003C59A8" w:rsidRDefault="003C59A8" w:rsidP="00100868">
      <w:pPr>
        <w:pStyle w:val="Heading1"/>
      </w:pPr>
      <w:r>
        <w:lastRenderedPageBreak/>
        <w:t>3</w:t>
      </w:r>
      <w:r>
        <w:tab/>
        <w:t>Links between housing assistance and employment</w:t>
      </w:r>
    </w:p>
    <w:p w:rsidR="003C59A8" w:rsidRDefault="003C59A8" w:rsidP="003C59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Tr="003C59A8">
        <w:tc>
          <w:tcPr>
            <w:tcW w:w="8771" w:type="dxa"/>
            <w:tcBorders>
              <w:top w:val="single" w:sz="6" w:space="0" w:color="78A22F"/>
              <w:left w:val="nil"/>
              <w:bottom w:val="nil"/>
              <w:right w:val="nil"/>
            </w:tcBorders>
            <w:shd w:val="clear" w:color="auto" w:fill="F2F2F2"/>
          </w:tcPr>
          <w:p w:rsidR="003C59A8" w:rsidRPr="00EA6FEF" w:rsidRDefault="003C59A8" w:rsidP="003C59A8">
            <w:pPr>
              <w:pStyle w:val="BoxTitle"/>
            </w:pPr>
            <w:r>
              <w:t>Key points</w:t>
            </w:r>
          </w:p>
        </w:tc>
      </w:tr>
      <w:tr w:rsidR="003C59A8" w:rsidTr="003C59A8">
        <w:trPr>
          <w:cantSplit/>
        </w:trPr>
        <w:tc>
          <w:tcPr>
            <w:tcW w:w="8771" w:type="dxa"/>
            <w:tcBorders>
              <w:top w:val="nil"/>
              <w:left w:val="nil"/>
              <w:bottom w:val="nil"/>
              <w:right w:val="nil"/>
            </w:tcBorders>
            <w:shd w:val="clear" w:color="auto" w:fill="F2F2F2"/>
          </w:tcPr>
          <w:p w:rsidR="003C59A8" w:rsidRPr="00CF381F" w:rsidRDefault="003C59A8" w:rsidP="003C59A8">
            <w:pPr>
              <w:pStyle w:val="BoxListBullet"/>
            </w:pPr>
            <w:r>
              <w:t xml:space="preserve">In the main, </w:t>
            </w:r>
            <w:r w:rsidRPr="00CF381F">
              <w:t>Commonwealth Rent Assistance (</w:t>
            </w:r>
            <w:proofErr w:type="spellStart"/>
            <w:r w:rsidRPr="00CF381F">
              <w:t>CRA</w:t>
            </w:r>
            <w:proofErr w:type="spellEnd"/>
            <w:r w:rsidRPr="00CF381F">
              <w:t xml:space="preserve">) recipients have similar observed characteristics and rates of employment to </w:t>
            </w:r>
            <w:r w:rsidRPr="00A775C7">
              <w:rPr>
                <w:spacing w:val="-2"/>
              </w:rPr>
              <w:t>income support payment (ISP)</w:t>
            </w:r>
            <w:r w:rsidRPr="00CF381F">
              <w:t xml:space="preserve"> recipients who do not receive housing assistance.</w:t>
            </w:r>
          </w:p>
          <w:p w:rsidR="003C59A8" w:rsidRPr="00A775C7" w:rsidRDefault="003C59A8" w:rsidP="003C59A8">
            <w:pPr>
              <w:pStyle w:val="BoxListBullet"/>
              <w:rPr>
                <w:spacing w:val="-2"/>
              </w:rPr>
            </w:pPr>
            <w:r w:rsidRPr="00A775C7">
              <w:rPr>
                <w:spacing w:val="-2"/>
              </w:rPr>
              <w:t>Public housing tenants have markedly lower employment rates than other</w:t>
            </w:r>
            <w:r>
              <w:rPr>
                <w:spacing w:val="-2"/>
              </w:rPr>
              <w:t xml:space="preserve"> </w:t>
            </w:r>
            <w:r w:rsidRPr="00A775C7">
              <w:rPr>
                <w:spacing w:val="-2"/>
              </w:rPr>
              <w:t>ISP recipients.</w:t>
            </w:r>
          </w:p>
          <w:p w:rsidR="003C59A8" w:rsidRPr="00A775C7" w:rsidRDefault="003C59A8" w:rsidP="003C59A8">
            <w:pPr>
              <w:pStyle w:val="BoxListBullet"/>
              <w:rPr>
                <w:spacing w:val="-2"/>
                <w:szCs w:val="24"/>
              </w:rPr>
            </w:pPr>
            <w:r w:rsidRPr="00A775C7">
              <w:rPr>
                <w:spacing w:val="-2"/>
              </w:rPr>
              <w:t>But this study shows that working age public housing tenants have observed characteristics that are typically associated with lower levels of employment. For example, in comparison with other ISP recipients, public housing tenants are more likely to be Disability Support Pensioners, older and</w:t>
            </w:r>
            <w:r>
              <w:rPr>
                <w:spacing w:val="-2"/>
              </w:rPr>
              <w:t>,</w:t>
            </w:r>
            <w:r w:rsidRPr="00A775C7">
              <w:rPr>
                <w:spacing w:val="-2"/>
              </w:rPr>
              <w:t xml:space="preserve"> if a jobseeker, classified as facing significant barriers to getting work.</w:t>
            </w:r>
          </w:p>
          <w:p w:rsidR="003C59A8" w:rsidRPr="00A775C7" w:rsidRDefault="003C59A8" w:rsidP="003C59A8">
            <w:pPr>
              <w:pStyle w:val="BoxListBullet"/>
              <w:rPr>
                <w:spacing w:val="-2"/>
              </w:rPr>
            </w:pPr>
            <w:r w:rsidRPr="00A775C7">
              <w:rPr>
                <w:spacing w:val="-2"/>
              </w:rPr>
              <w:t xml:space="preserve">Public housing tenants are also likely to have other characteristics that are typically associated with lower rates of employment that are not observed directly in the data for this study, for example, drug and alcohol problems, mental health issues and criminal records. This study </w:t>
            </w:r>
            <w:r>
              <w:rPr>
                <w:spacing w:val="-2"/>
              </w:rPr>
              <w:t>also takes into account</w:t>
            </w:r>
            <w:r w:rsidRPr="00A775C7">
              <w:rPr>
                <w:spacing w:val="-2"/>
              </w:rPr>
              <w:t xml:space="preserve"> these </w:t>
            </w:r>
            <w:r>
              <w:rPr>
                <w:spacing w:val="-2"/>
              </w:rPr>
              <w:t xml:space="preserve">‘unobserved’ </w:t>
            </w:r>
            <w:r w:rsidRPr="00A775C7">
              <w:rPr>
                <w:spacing w:val="-2"/>
              </w:rPr>
              <w:t>effects.</w:t>
            </w:r>
          </w:p>
          <w:p w:rsidR="003C59A8" w:rsidRPr="00A775C7" w:rsidRDefault="003C59A8" w:rsidP="003C59A8">
            <w:pPr>
              <w:pStyle w:val="BoxListBullet"/>
              <w:rPr>
                <w:spacing w:val="-2"/>
              </w:rPr>
            </w:pPr>
            <w:r w:rsidRPr="00A775C7">
              <w:rPr>
                <w:spacing w:val="-2"/>
              </w:rPr>
              <w:t>When observed and unobserved characteristics are taken into account, differences in rates of employment between public housing tenants and other ISP recipients prove to be very small.</w:t>
            </w:r>
          </w:p>
          <w:p w:rsidR="003C59A8" w:rsidRPr="00F87F7B" w:rsidRDefault="003C59A8" w:rsidP="003C59A8">
            <w:pPr>
              <w:pStyle w:val="BoxListBullet2"/>
              <w:rPr>
                <w:spacing w:val="-2"/>
              </w:rPr>
            </w:pPr>
            <w:r w:rsidRPr="00A775C7">
              <w:rPr>
                <w:spacing w:val="-2"/>
              </w:rPr>
              <w:t>In other words, public housing tenants</w:t>
            </w:r>
            <w:r>
              <w:rPr>
                <w:spacing w:val="-2"/>
              </w:rPr>
              <w:t xml:space="preserve"> tend to</w:t>
            </w:r>
            <w:r w:rsidRPr="00A775C7">
              <w:rPr>
                <w:spacing w:val="-2"/>
              </w:rPr>
              <w:t xml:space="preserve"> have similar rates of employment to other ISP recipients with the same observed and unobserved characteristics.</w:t>
            </w:r>
            <w:r>
              <w:rPr>
                <w:spacing w:val="-2"/>
              </w:rPr>
              <w:t xml:space="preserve"> It is the characteristics of individuals, and not housing assistance, that explain public housing tenants’ relatively low employment rates.</w:t>
            </w:r>
          </w:p>
        </w:tc>
      </w:tr>
      <w:tr w:rsidR="003C59A8" w:rsidTr="003C59A8">
        <w:trPr>
          <w:cantSplit/>
        </w:trPr>
        <w:tc>
          <w:tcPr>
            <w:tcW w:w="8771" w:type="dxa"/>
            <w:tcBorders>
              <w:top w:val="nil"/>
              <w:left w:val="nil"/>
              <w:bottom w:val="single" w:sz="6" w:space="0" w:color="78A22F"/>
              <w:right w:val="nil"/>
            </w:tcBorders>
            <w:shd w:val="clear" w:color="auto" w:fill="F2F2F2"/>
          </w:tcPr>
          <w:p w:rsidR="003C59A8" w:rsidRDefault="003C59A8">
            <w:pPr>
              <w:pStyle w:val="Box"/>
              <w:spacing w:before="0" w:line="120" w:lineRule="exact"/>
            </w:pPr>
          </w:p>
        </w:tc>
      </w:tr>
      <w:tr w:rsidR="003C59A8" w:rsidRPr="000863A5"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p w:rsidR="003C59A8" w:rsidRPr="00BD2E54" w:rsidRDefault="003C59A8" w:rsidP="003C59A8">
      <w:pPr>
        <w:pStyle w:val="BodyText"/>
        <w:rPr>
          <w:spacing w:val="-2"/>
        </w:rPr>
      </w:pPr>
      <w:r w:rsidRPr="00BD2E54">
        <w:rPr>
          <w:spacing w:val="-2"/>
        </w:rPr>
        <w:t>In chapter</w:t>
      </w:r>
      <w:r>
        <w:rPr>
          <w:spacing w:val="-2"/>
        </w:rPr>
        <w:t> </w:t>
      </w:r>
      <w:r w:rsidRPr="00BD2E54">
        <w:rPr>
          <w:spacing w:val="-2"/>
        </w:rPr>
        <w:t>1, it was suggested that characteristics of housing assistance might</w:t>
      </w:r>
      <w:r>
        <w:rPr>
          <w:spacing w:val="-2"/>
        </w:rPr>
        <w:t xml:space="preserve"> negatively</w:t>
      </w:r>
      <w:r w:rsidRPr="00BD2E54">
        <w:rPr>
          <w:spacing w:val="-2"/>
        </w:rPr>
        <w:t xml:space="preserve"> </w:t>
      </w:r>
      <w:r>
        <w:rPr>
          <w:spacing w:val="-2"/>
        </w:rPr>
        <w:t xml:space="preserve">influence </w:t>
      </w:r>
      <w:r w:rsidRPr="00BD2E54">
        <w:rPr>
          <w:spacing w:val="-2"/>
        </w:rPr>
        <w:t xml:space="preserve">the work decisions of recipients. Possible reasons for an </w:t>
      </w:r>
      <w:r>
        <w:rPr>
          <w:spacing w:val="-2"/>
        </w:rPr>
        <w:t>e</w:t>
      </w:r>
      <w:r w:rsidRPr="00BD2E54">
        <w:rPr>
          <w:spacing w:val="-2"/>
        </w:rPr>
        <w:t xml:space="preserve">ffect include the increases in disposable income post rent, and higher effective marginal tax rates, created by housing assistance, and the location of public housing, in particular in areas </w:t>
      </w:r>
      <w:r>
        <w:rPr>
          <w:spacing w:val="-2"/>
        </w:rPr>
        <w:t xml:space="preserve">of </w:t>
      </w:r>
      <w:r w:rsidRPr="00BD2E54">
        <w:rPr>
          <w:spacing w:val="-2"/>
        </w:rPr>
        <w:t>concentrated disadvantage. It was also suggested that the work decisions of young people living with parents or guardians in public housing migh</w:t>
      </w:r>
      <w:r>
        <w:rPr>
          <w:spacing w:val="-2"/>
        </w:rPr>
        <w:t xml:space="preserve">t similarly </w:t>
      </w:r>
      <w:r w:rsidRPr="00BD2E54">
        <w:rPr>
          <w:spacing w:val="-2"/>
        </w:rPr>
        <w:t xml:space="preserve">be adversely affected by rent setting models. This chapter uses a novel dataset to investigate the links between housing assistance and </w:t>
      </w:r>
      <w:r>
        <w:rPr>
          <w:spacing w:val="-2"/>
        </w:rPr>
        <w:t>participation in employment among income support payment (ISP) recipients</w:t>
      </w:r>
      <w:r w:rsidRPr="00BD2E54">
        <w:rPr>
          <w:spacing w:val="-2"/>
        </w:rPr>
        <w:t>.</w:t>
      </w:r>
    </w:p>
    <w:p w:rsidR="003C59A8" w:rsidRPr="000146B5" w:rsidRDefault="003C59A8" w:rsidP="003C59A8">
      <w:pPr>
        <w:pStyle w:val="BodyText"/>
        <w:rPr>
          <w:spacing w:val="-2"/>
        </w:rPr>
      </w:pPr>
      <w:r w:rsidRPr="000146B5">
        <w:rPr>
          <w:spacing w:val="-2"/>
        </w:rPr>
        <w:t>The chapter opens with a description of findings from previous research (section 3.1). The dataset</w:t>
      </w:r>
      <w:r w:rsidRPr="00DE2EA3">
        <w:rPr>
          <w:spacing w:val="-2"/>
        </w:rPr>
        <w:t xml:space="preserve"> u</w:t>
      </w:r>
      <w:r w:rsidRPr="00484357">
        <w:rPr>
          <w:spacing w:val="-2"/>
        </w:rPr>
        <w:t>sed in the current study is then described (section </w:t>
      </w:r>
      <w:r w:rsidRPr="00BE2F83">
        <w:rPr>
          <w:spacing w:val="-2"/>
        </w:rPr>
        <w:t>3.2</w:t>
      </w:r>
      <w:r w:rsidRPr="000146B5">
        <w:rPr>
          <w:spacing w:val="-2"/>
        </w:rPr>
        <w:t>) and research results are presented (section </w:t>
      </w:r>
      <w:r w:rsidRPr="00BE2F83">
        <w:rPr>
          <w:spacing w:val="-2"/>
        </w:rPr>
        <w:t>3.3</w:t>
      </w:r>
      <w:r w:rsidRPr="000146B5">
        <w:rPr>
          <w:spacing w:val="-2"/>
        </w:rPr>
        <w:t>). The potential effects of living with parents or guardians who receive housing assistance on young people’s employment participation are discussed separately (section </w:t>
      </w:r>
      <w:r w:rsidRPr="00BE2F83">
        <w:rPr>
          <w:spacing w:val="-2"/>
        </w:rPr>
        <w:t>3.4</w:t>
      </w:r>
      <w:r w:rsidRPr="000146B5">
        <w:rPr>
          <w:spacing w:val="-2"/>
        </w:rPr>
        <w:t>). Additional observations that arise from the analysis conclude the chapter (section </w:t>
      </w:r>
      <w:r w:rsidRPr="00BE2F83">
        <w:rPr>
          <w:spacing w:val="-2"/>
        </w:rPr>
        <w:t>3.5</w:t>
      </w:r>
      <w:r w:rsidRPr="000146B5">
        <w:rPr>
          <w:spacing w:val="-2"/>
        </w:rPr>
        <w:t>). The chapter summarises the more detailed analysis presented in BP 3 and BP 5.</w:t>
      </w:r>
    </w:p>
    <w:bookmarkStart w:id="5" w:name="OLE_LINK18"/>
    <w:bookmarkStart w:id="6" w:name="OLE_LINK3"/>
    <w:p w:rsidR="003C59A8" w:rsidRDefault="003C59A8" w:rsidP="003C59A8">
      <w:pPr>
        <w:pStyle w:val="Heading2"/>
      </w:pPr>
      <w:r>
        <w:lastRenderedPageBreak/>
        <w:fldChar w:fldCharType="begin" w:fldLock="1"/>
      </w:r>
      <w:r>
        <w:instrText xml:space="preserve"> COMMENTS  \* MERGEFORMAT </w:instrText>
      </w:r>
      <w:r>
        <w:fldChar w:fldCharType="separate"/>
      </w:r>
      <w:r>
        <w:t>3.</w:t>
      </w:r>
      <w:r>
        <w:fldChar w:fldCharType="end"/>
      </w:r>
      <w:r w:rsidR="00FB0E2F">
        <w:fldChar w:fldCharType="begin" w:fldLock="1"/>
      </w:r>
      <w:r w:rsidR="00FB0E2F">
        <w:instrText xml:space="preserve"> SEQ Heading2 </w:instrText>
      </w:r>
      <w:r w:rsidR="00FB0E2F">
        <w:fldChar w:fldCharType="separate"/>
      </w:r>
      <w:r>
        <w:rPr>
          <w:noProof/>
        </w:rPr>
        <w:t>1</w:t>
      </w:r>
      <w:r w:rsidR="00FB0E2F">
        <w:rPr>
          <w:noProof/>
        </w:rPr>
        <w:fldChar w:fldCharType="end"/>
      </w:r>
      <w:bookmarkEnd w:id="5"/>
      <w:r>
        <w:tab/>
        <w:t>Findings from previous research</w:t>
      </w:r>
    </w:p>
    <w:bookmarkEnd w:id="6"/>
    <w:p w:rsidR="003C59A8" w:rsidRDefault="003C59A8" w:rsidP="003C59A8">
      <w:pPr>
        <w:pStyle w:val="BodyText"/>
        <w:rPr>
          <w:spacing w:val="-2"/>
        </w:rPr>
      </w:pPr>
      <w:r w:rsidRPr="003424CA">
        <w:rPr>
          <w:spacing w:val="-2"/>
        </w:rPr>
        <w:t xml:space="preserve">Previous </w:t>
      </w:r>
      <w:r>
        <w:rPr>
          <w:spacing w:val="-2"/>
        </w:rPr>
        <w:t>studies have found</w:t>
      </w:r>
      <w:r w:rsidRPr="003424CA">
        <w:rPr>
          <w:spacing w:val="-2"/>
        </w:rPr>
        <w:t xml:space="preserve"> that housing assistance recipients are </w:t>
      </w:r>
      <w:r>
        <w:rPr>
          <w:spacing w:val="-2"/>
        </w:rPr>
        <w:t xml:space="preserve">much </w:t>
      </w:r>
      <w:r w:rsidRPr="003424CA">
        <w:rPr>
          <w:spacing w:val="-2"/>
        </w:rPr>
        <w:t xml:space="preserve">less likely to work than </w:t>
      </w:r>
      <w:r>
        <w:rPr>
          <w:spacing w:val="-2"/>
        </w:rPr>
        <w:t>other Australians</w:t>
      </w:r>
      <w:r w:rsidRPr="003424CA">
        <w:rPr>
          <w:spacing w:val="-2"/>
        </w:rPr>
        <w:t xml:space="preserve"> (box </w:t>
      </w:r>
      <w:r>
        <w:t>3.1</w:t>
      </w:r>
      <w:r w:rsidRPr="003424CA">
        <w:rPr>
          <w:spacing w:val="-2"/>
        </w:rPr>
        <w:t xml:space="preserve">). </w:t>
      </w:r>
      <w:r>
        <w:rPr>
          <w:spacing w:val="-2"/>
        </w:rPr>
        <w:t xml:space="preserve">This is not surprising. Housing assistance has been targeted to those in need — typically ISP recipients. In other words, </w:t>
      </w:r>
      <w:r w:rsidRPr="003424CA">
        <w:rPr>
          <w:spacing w:val="-2"/>
        </w:rPr>
        <w:t xml:space="preserve">housing assistance recipients </w:t>
      </w:r>
      <w:r>
        <w:rPr>
          <w:spacing w:val="-2"/>
        </w:rPr>
        <w:t xml:space="preserve">tend to have </w:t>
      </w:r>
      <w:r w:rsidRPr="003424CA">
        <w:rPr>
          <w:spacing w:val="-2"/>
        </w:rPr>
        <w:t>characteristics that are typically associated with lower rates of employment.</w:t>
      </w:r>
      <w:r>
        <w:rPr>
          <w:spacing w:val="-2"/>
        </w:rPr>
        <w:t xml:space="preserve"> Only a small number of Australian studies have investigated whether a link between housing assistance and employment remains after those characteristics are taken into account (BP 5):</w:t>
      </w:r>
    </w:p>
    <w:p w:rsidR="003C59A8" w:rsidRDefault="003C59A8" w:rsidP="003C59A8">
      <w:pPr>
        <w:pStyle w:val="ListBullet"/>
      </w:pPr>
      <w:r>
        <w:rPr>
          <w:spacing w:val="-2"/>
        </w:rPr>
        <w:t xml:space="preserve">One set of studies focused on </w:t>
      </w:r>
      <w:proofErr w:type="spellStart"/>
      <w:r>
        <w:rPr>
          <w:spacing w:val="-2"/>
        </w:rPr>
        <w:t>CRA</w:t>
      </w:r>
      <w:proofErr w:type="spellEnd"/>
      <w:r>
        <w:rPr>
          <w:spacing w:val="-2"/>
        </w:rPr>
        <w:t xml:space="preserve"> and found </w:t>
      </w:r>
      <w:r>
        <w:t xml:space="preserve">some evidence that receipt of </w:t>
      </w:r>
      <w:proofErr w:type="spellStart"/>
      <w:r>
        <w:t>CRA</w:t>
      </w:r>
      <w:proofErr w:type="spellEnd"/>
      <w:r>
        <w:t xml:space="preserve"> has a small negative relationship with employment </w:t>
      </w:r>
      <w:r w:rsidRPr="00672C68">
        <w:rPr>
          <w:szCs w:val="24"/>
        </w:rPr>
        <w:t>(Dockery et al. </w:t>
      </w:r>
      <w:proofErr w:type="spellStart"/>
      <w:r w:rsidRPr="00672C68">
        <w:rPr>
          <w:szCs w:val="24"/>
        </w:rPr>
        <w:t>2008</w:t>
      </w:r>
      <w:r>
        <w:rPr>
          <w:szCs w:val="24"/>
        </w:rPr>
        <w:t>a</w:t>
      </w:r>
      <w:proofErr w:type="spellEnd"/>
      <w:r w:rsidRPr="00672C68">
        <w:rPr>
          <w:szCs w:val="24"/>
        </w:rPr>
        <w:t>; Whelan and Ong 2008; Whelan 2004)</w:t>
      </w:r>
      <w:r>
        <w:t>. However, in many instances the estimated effects were not statistically different from zero.</w:t>
      </w:r>
    </w:p>
    <w:p w:rsidR="003C59A8" w:rsidRDefault="003C59A8" w:rsidP="003C59A8">
      <w:pPr>
        <w:pStyle w:val="ListBullet"/>
      </w:pPr>
      <w:r>
        <w:t xml:space="preserve">Another stream of work examined whether declines in the employment rates of public housing tenants between 1982 and 2002 relative to those of people in other tenures could be explained by changes in observed characteristics of tenants over that period </w:t>
      </w:r>
      <w:r w:rsidRPr="00574042">
        <w:rPr>
          <w:szCs w:val="24"/>
        </w:rPr>
        <w:t>(Wood, Ong and Dockery 2009)</w:t>
      </w:r>
      <w:r>
        <w:t>. The authors concluded that:</w:t>
      </w:r>
    </w:p>
    <w:p w:rsidR="003C59A8" w:rsidRDefault="003C59A8" w:rsidP="003C59A8">
      <w:pPr>
        <w:pStyle w:val="Quote"/>
      </w:pPr>
      <w:r w:rsidRPr="0067727F">
        <w:t>…</w:t>
      </w:r>
      <w:r>
        <w:t xml:space="preserve"> </w:t>
      </w:r>
      <w:r w:rsidRPr="0067727F">
        <w:t>changes in observable characteristics can account quite well for the long</w:t>
      </w:r>
      <w:r>
        <w:noBreakHyphen/>
      </w:r>
      <w:r w:rsidRPr="0067727F">
        <w:t>run deterioration in employment participation rates of male public renters compared to men in other tenures</w:t>
      </w:r>
      <w:r>
        <w:t xml:space="preserve"> </w:t>
      </w:r>
      <w:r w:rsidRPr="0067727F">
        <w:t>…</w:t>
      </w:r>
      <w:r>
        <w:t xml:space="preserve"> </w:t>
      </w:r>
      <w:r w:rsidRPr="0067727F">
        <w:t>[but] differences in observable characteristics cannot explain the decline in employment participation of female public renters ‘relative’ to women in other tenures.</w:t>
      </w:r>
      <w:r>
        <w:t xml:space="preserve"> (p. 118)</w:t>
      </w:r>
    </w:p>
    <w:p w:rsidR="003C59A8" w:rsidRPr="0067727F" w:rsidRDefault="003C59A8" w:rsidP="003C59A8">
      <w:pPr>
        <w:pStyle w:val="BodyText"/>
        <w:spacing w:before="120"/>
        <w:ind w:left="340"/>
      </w:pPr>
      <w:r>
        <w:t>The authors hypothesised that the relative declines for females might have been due to changes in their unobserved characteristics, for example, an increase in the proportion of women with low education attainment, or mental health or substance abuse issues.</w:t>
      </w:r>
    </w:p>
    <w:p w:rsidR="003C59A8" w:rsidRDefault="003C59A8" w:rsidP="003C59A8">
      <w:pPr>
        <w:pStyle w:val="BodyText"/>
        <w:rPr>
          <w:spacing w:val="-2"/>
        </w:rPr>
      </w:pPr>
      <w:r>
        <w:rPr>
          <w:spacing w:val="-2"/>
        </w:rPr>
        <w:t>These studies were based on small samples of housing assistance recipients:</w:t>
      </w:r>
    </w:p>
    <w:p w:rsidR="003C59A8" w:rsidRDefault="003C59A8" w:rsidP="003C59A8">
      <w:pPr>
        <w:pStyle w:val="ListBullet"/>
      </w:pPr>
      <w:r>
        <w:t>raising the possibility that members of those samples were not representative of all housing assistance recipients</w:t>
      </w:r>
    </w:p>
    <w:p w:rsidR="003C59A8" w:rsidRDefault="003C59A8" w:rsidP="003C59A8">
      <w:pPr>
        <w:pStyle w:val="ListBullet"/>
      </w:pPr>
      <w:r w:rsidRPr="003F7FAC">
        <w:t>ruling out analysis of sub</w:t>
      </w:r>
      <w:r>
        <w:noBreakHyphen/>
      </w:r>
      <w:r w:rsidRPr="003F7FAC">
        <w:t xml:space="preserve">groups to test whether the link between housing assistance and employment </w:t>
      </w:r>
      <w:r>
        <w:t xml:space="preserve">rates </w:t>
      </w:r>
      <w:r w:rsidRPr="003F7FAC">
        <w:t>(and potential policy responses) might differ between groups.</w:t>
      </w:r>
    </w:p>
    <w:p w:rsidR="003C59A8" w:rsidRPr="00AC5E61" w:rsidRDefault="003C59A8" w:rsidP="003C59A8">
      <w:pPr>
        <w:pStyle w:val="BodyText"/>
        <w:rPr>
          <w:spacing w:val="-2"/>
        </w:rPr>
      </w:pPr>
      <w:r w:rsidRPr="00AC5E61">
        <w:rPr>
          <w:spacing w:val="-2"/>
        </w:rPr>
        <w:t xml:space="preserve">In addition, </w:t>
      </w:r>
      <w:proofErr w:type="spellStart"/>
      <w:r w:rsidRPr="00AC5E61">
        <w:rPr>
          <w:spacing w:val="-2"/>
        </w:rPr>
        <w:t>CRA</w:t>
      </w:r>
      <w:proofErr w:type="spellEnd"/>
      <w:r w:rsidRPr="00AC5E61">
        <w:rPr>
          <w:spacing w:val="-2"/>
        </w:rPr>
        <w:t xml:space="preserve"> recipients were not directly identified in these datasets. Studies that analysed the employment outcomes of </w:t>
      </w:r>
      <w:proofErr w:type="spellStart"/>
      <w:r w:rsidRPr="00AC5E61">
        <w:rPr>
          <w:spacing w:val="-2"/>
        </w:rPr>
        <w:t>CRA</w:t>
      </w:r>
      <w:proofErr w:type="spellEnd"/>
      <w:r w:rsidRPr="00AC5E61">
        <w:rPr>
          <w:spacing w:val="-2"/>
        </w:rPr>
        <w:t xml:space="preserve"> recipients inferred </w:t>
      </w:r>
      <w:proofErr w:type="spellStart"/>
      <w:r w:rsidRPr="00AC5E61">
        <w:rPr>
          <w:spacing w:val="-2"/>
        </w:rPr>
        <w:t>CRA</w:t>
      </w:r>
      <w:proofErr w:type="spellEnd"/>
      <w:r w:rsidRPr="00AC5E61">
        <w:rPr>
          <w:spacing w:val="-2"/>
        </w:rPr>
        <w:t xml:space="preserve"> status from information about household composition, income, housing tenure and rent level. Not all </w:t>
      </w:r>
      <w:proofErr w:type="spellStart"/>
      <w:r w:rsidRPr="00AC5E61">
        <w:rPr>
          <w:spacing w:val="-2"/>
        </w:rPr>
        <w:t>CRA</w:t>
      </w:r>
      <w:proofErr w:type="spellEnd"/>
      <w:r w:rsidRPr="00AC5E61">
        <w:rPr>
          <w:spacing w:val="-2"/>
        </w:rPr>
        <w:t xml:space="preserve"> recipients could be identified (Whelan and Ong 2008), and estimates for some ISP types (Disability Support Pensioners and </w:t>
      </w:r>
      <w:proofErr w:type="spellStart"/>
      <w:r w:rsidRPr="00AC5E61">
        <w:rPr>
          <w:spacing w:val="-2"/>
        </w:rPr>
        <w:t>Newstart</w:t>
      </w:r>
      <w:proofErr w:type="spellEnd"/>
      <w:r w:rsidRPr="00AC5E61">
        <w:rPr>
          <w:spacing w:val="-2"/>
        </w:rPr>
        <w:t xml:space="preserve"> </w:t>
      </w:r>
      <w:proofErr w:type="spellStart"/>
      <w:r w:rsidRPr="00AC5E61">
        <w:rPr>
          <w:spacing w:val="-2"/>
        </w:rPr>
        <w:t>Allowees</w:t>
      </w:r>
      <w:proofErr w:type="spellEnd"/>
      <w:r w:rsidRPr="00AC5E61">
        <w:rPr>
          <w:spacing w:val="-2"/>
        </w:rPr>
        <w:t xml:space="preserve">) were markedly lower than counts from administrative data (Whelan 2004). These issues raise the possibility that the research results apply to the sample of individuals that were identified, rather than </w:t>
      </w:r>
      <w:r>
        <w:rPr>
          <w:spacing w:val="-2"/>
        </w:rPr>
        <w:t>all</w:t>
      </w:r>
      <w:r w:rsidRPr="00AC5E61">
        <w:rPr>
          <w:spacing w:val="-2"/>
        </w:rPr>
        <w:t xml:space="preserve"> </w:t>
      </w:r>
      <w:proofErr w:type="spellStart"/>
      <w:r w:rsidRPr="00AC5E61">
        <w:rPr>
          <w:spacing w:val="-2"/>
        </w:rPr>
        <w:t>CRA</w:t>
      </w:r>
      <w:proofErr w:type="spellEnd"/>
      <w:r w:rsidRPr="00AC5E61">
        <w:rPr>
          <w:spacing w:val="-2"/>
        </w:rPr>
        <w:t xml:space="preserve"> recipients.</w:t>
      </w:r>
    </w:p>
    <w:p w:rsidR="003C59A8" w:rsidRPr="003F7FAC" w:rsidRDefault="003C59A8" w:rsidP="003C59A8">
      <w:pPr>
        <w:pStyle w:val="BodyText"/>
      </w:pPr>
      <w:r>
        <w:rPr>
          <w:spacing w:val="-2"/>
        </w:rPr>
        <w:t>Finally, while these studies took into account housing assistance recipients’ observed characteristics, the authors were not able to control for unobserved characteristics as this requires data that records information about people over time (panel data). Different conclusions about the links between housing assistance and employment might have emerged if these characteristics had been taken into account.</w:t>
      </w:r>
    </w:p>
    <w:p w:rsidR="003C59A8" w:rsidRDefault="003C59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Tr="003C59A8">
        <w:tc>
          <w:tcPr>
            <w:tcW w:w="8771" w:type="dxa"/>
            <w:tcBorders>
              <w:top w:val="single" w:sz="6" w:space="0" w:color="78A22F"/>
              <w:left w:val="nil"/>
              <w:bottom w:val="nil"/>
              <w:right w:val="nil"/>
            </w:tcBorders>
            <w:shd w:val="clear" w:color="auto" w:fill="F2F2F2"/>
          </w:tcPr>
          <w:p w:rsidR="003C59A8" w:rsidRDefault="003C59A8">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3.</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1</w:t>
            </w:r>
            <w:r>
              <w:rPr>
                <w:b w:val="0"/>
              </w:rPr>
              <w:fldChar w:fldCharType="end"/>
            </w:r>
            <w:r>
              <w:tab/>
              <w:t>Previous estimates of employment rates</w:t>
            </w:r>
          </w:p>
        </w:tc>
      </w:tr>
      <w:tr w:rsidR="003C59A8" w:rsidTr="003C59A8">
        <w:trPr>
          <w:cantSplit/>
        </w:trPr>
        <w:tc>
          <w:tcPr>
            <w:tcW w:w="8771" w:type="dxa"/>
            <w:tcBorders>
              <w:top w:val="nil"/>
              <w:left w:val="nil"/>
              <w:bottom w:val="nil"/>
              <w:right w:val="nil"/>
            </w:tcBorders>
            <w:shd w:val="clear" w:color="auto" w:fill="F2F2F2"/>
          </w:tcPr>
          <w:p w:rsidR="003C59A8" w:rsidRDefault="003C59A8" w:rsidP="003C59A8">
            <w:pPr>
              <w:pStyle w:val="Box"/>
            </w:pPr>
            <w:r>
              <w:t xml:space="preserve">In almost all years since 2000, about 70 per cent of working age Australians have been in employment </w:t>
            </w:r>
            <w:r w:rsidRPr="00413DEF">
              <w:rPr>
                <w:rFonts w:cs="Arial"/>
                <w:szCs w:val="24"/>
              </w:rPr>
              <w:t>(ABS </w:t>
            </w:r>
            <w:proofErr w:type="spellStart"/>
            <w:r w:rsidRPr="00413DEF">
              <w:rPr>
                <w:rFonts w:cs="Arial"/>
                <w:szCs w:val="24"/>
              </w:rPr>
              <w:t>2014</w:t>
            </w:r>
            <w:r>
              <w:rPr>
                <w:rFonts w:cs="Arial"/>
                <w:szCs w:val="24"/>
              </w:rPr>
              <w:t>d</w:t>
            </w:r>
            <w:proofErr w:type="spellEnd"/>
            <w:r w:rsidRPr="00413DEF">
              <w:rPr>
                <w:rFonts w:cs="Arial"/>
                <w:szCs w:val="24"/>
              </w:rPr>
              <w:t>)</w:t>
            </w:r>
            <w:r>
              <w:t xml:space="preserve">. Estimates of employment rates for working age housing assistance recipients are markedly lower than this. Differences in the composition of the populations underlying those estimates — for example, whether or not people with disability are included — are likely to explain some of this variation. But the fact that many of the estimates are drawn from relatively small (and potentially not fully representative) samples of the population, and that receipt of </w:t>
            </w:r>
            <w:proofErr w:type="spellStart"/>
            <w:r>
              <w:t>CRA</w:t>
            </w:r>
            <w:proofErr w:type="spellEnd"/>
            <w:r>
              <w:t xml:space="preserve"> is not directly measured in some datasets, probably also contributes to the variation. Population</w:t>
            </w:r>
            <w:r>
              <w:noBreakHyphen/>
              <w:t xml:space="preserve">level data that accurately identify </w:t>
            </w:r>
            <w:proofErr w:type="spellStart"/>
            <w:r>
              <w:t>CRA</w:t>
            </w:r>
            <w:proofErr w:type="spellEnd"/>
            <w:r>
              <w:t xml:space="preserve"> recipients, like those presented in this study, do not confront these issues. For comparability with the Whelan (2004) and Whelan and Ong (2008) analyses, estimates from this study presented in the table below exclude Disability Support Pensioners. Estimates presented elsewhere in the paper include this group.</w:t>
            </w:r>
          </w:p>
          <w:p w:rsidR="003C59A8" w:rsidRDefault="003C59A8" w:rsidP="003C59A8">
            <w:pPr>
              <w:pStyle w:val="BoxSpaceAbove"/>
            </w:pPr>
          </w:p>
          <w:tbl>
            <w:tblPr>
              <w:tblW w:w="5000" w:type="pct"/>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487"/>
            </w:tblGrid>
            <w:tr w:rsidR="003C59A8" w:rsidTr="003C59A8">
              <w:tc>
                <w:tcPr>
                  <w:tcW w:w="5000" w:type="pct"/>
                  <w:tcBorders>
                    <w:top w:val="single" w:sz="6" w:space="0" w:color="78A22F"/>
                    <w:left w:val="nil"/>
                    <w:bottom w:val="nil"/>
                    <w:right w:val="nil"/>
                  </w:tcBorders>
                  <w:shd w:val="clear" w:color="auto" w:fill="auto"/>
                </w:tcPr>
                <w:p w:rsidR="003C59A8" w:rsidRPr="00226224" w:rsidRDefault="003C59A8" w:rsidP="003C59A8">
                  <w:pPr>
                    <w:pStyle w:val="TableTitle"/>
                    <w:spacing w:before="80" w:after="40"/>
                    <w:rPr>
                      <w:sz w:val="20"/>
                      <w:szCs w:val="20"/>
                    </w:rPr>
                  </w:pPr>
                  <w:r w:rsidRPr="00226224">
                    <w:rPr>
                      <w:sz w:val="20"/>
                      <w:szCs w:val="20"/>
                    </w:rPr>
                    <w:t>Employm</w:t>
                  </w:r>
                  <w:r>
                    <w:rPr>
                      <w:sz w:val="20"/>
                      <w:szCs w:val="20"/>
                    </w:rPr>
                    <w:t>e</w:t>
                  </w:r>
                  <w:r w:rsidRPr="00226224">
                    <w:rPr>
                      <w:sz w:val="20"/>
                      <w:szCs w:val="20"/>
                    </w:rPr>
                    <w:t xml:space="preserve">nt rates of </w:t>
                  </w:r>
                  <w:r>
                    <w:rPr>
                      <w:sz w:val="20"/>
                      <w:szCs w:val="20"/>
                    </w:rPr>
                    <w:t xml:space="preserve">working age </w:t>
                  </w:r>
                  <w:r w:rsidRPr="00226224">
                    <w:rPr>
                      <w:sz w:val="20"/>
                      <w:szCs w:val="20"/>
                    </w:rPr>
                    <w:t>housing assistance recipients</w:t>
                  </w:r>
                </w:p>
                <w:p w:rsidR="003C59A8" w:rsidRPr="00226224" w:rsidRDefault="003C59A8" w:rsidP="003C59A8">
                  <w:pPr>
                    <w:pStyle w:val="Subtitle"/>
                    <w:ind w:left="0"/>
                    <w:rPr>
                      <w:sz w:val="18"/>
                      <w:szCs w:val="18"/>
                    </w:rPr>
                  </w:pPr>
                  <w:r w:rsidRPr="00226224">
                    <w:rPr>
                      <w:sz w:val="18"/>
                      <w:szCs w:val="18"/>
                    </w:rPr>
                    <w:t>Per cent, number of observations on which an estimate is based are presented in square brackets (in thousands (denoted by K) for the current study)</w:t>
                  </w:r>
                </w:p>
              </w:tc>
            </w:tr>
            <w:tr w:rsidR="003C59A8" w:rsidTr="003C59A8">
              <w:trPr>
                <w:cantSplit/>
              </w:trPr>
              <w:tc>
                <w:tcPr>
                  <w:tcW w:w="5000" w:type="pct"/>
                  <w:tcBorders>
                    <w:top w:val="nil"/>
                    <w:left w:val="nil"/>
                    <w:bottom w:val="nil"/>
                    <w:right w:val="nil"/>
                  </w:tcBorders>
                  <w:shd w:val="clear" w:color="auto" w:fill="auto"/>
                </w:tcPr>
                <w:tbl>
                  <w:tblPr>
                    <w:tblW w:w="8227" w:type="dxa"/>
                    <w:tblLayout w:type="fixed"/>
                    <w:tblCellMar>
                      <w:top w:w="28" w:type="dxa"/>
                      <w:left w:w="0" w:type="dxa"/>
                      <w:right w:w="0" w:type="dxa"/>
                    </w:tblCellMar>
                    <w:tblLook w:val="0000" w:firstRow="0" w:lastRow="0" w:firstColumn="0" w:lastColumn="0" w:noHBand="0" w:noVBand="0"/>
                  </w:tblPr>
                  <w:tblGrid>
                    <w:gridCol w:w="1621"/>
                    <w:gridCol w:w="3447"/>
                    <w:gridCol w:w="1000"/>
                    <w:gridCol w:w="991"/>
                    <w:gridCol w:w="1168"/>
                  </w:tblGrid>
                  <w:tr w:rsidR="003C59A8" w:rsidTr="003C59A8">
                    <w:tc>
                      <w:tcPr>
                        <w:tcW w:w="985" w:type="pct"/>
                        <w:tcBorders>
                          <w:top w:val="single" w:sz="6" w:space="0" w:color="BFBFBF"/>
                          <w:bottom w:val="single" w:sz="6" w:space="0" w:color="BFBFBF"/>
                        </w:tcBorders>
                        <w:shd w:val="clear" w:color="auto" w:fill="auto"/>
                        <w:tcMar>
                          <w:top w:w="28" w:type="dxa"/>
                        </w:tcMar>
                      </w:tcPr>
                      <w:p w:rsidR="003C59A8" w:rsidRDefault="003C59A8" w:rsidP="003C59A8">
                        <w:pPr>
                          <w:pStyle w:val="TableColumnHeading"/>
                          <w:jc w:val="left"/>
                        </w:pPr>
                        <w:r>
                          <w:t>Authors, data source</w:t>
                        </w:r>
                      </w:p>
                    </w:tc>
                    <w:tc>
                      <w:tcPr>
                        <w:tcW w:w="2095" w:type="pct"/>
                        <w:tcBorders>
                          <w:top w:val="single" w:sz="6" w:space="0" w:color="BFBFBF"/>
                          <w:bottom w:val="single" w:sz="6" w:space="0" w:color="BFBFBF"/>
                        </w:tcBorders>
                      </w:tcPr>
                      <w:p w:rsidR="003C59A8" w:rsidRDefault="003C59A8" w:rsidP="003C59A8">
                        <w:pPr>
                          <w:pStyle w:val="TableColumnHeading"/>
                          <w:jc w:val="left"/>
                        </w:pPr>
                        <w:r>
                          <w:t>Sample / data source</w:t>
                        </w:r>
                        <w:r w:rsidRPr="002C5582">
                          <w:rPr>
                            <w:rStyle w:val="NoteLabel"/>
                          </w:rPr>
                          <w:t>a</w:t>
                        </w:r>
                        <w:r>
                          <w:rPr>
                            <w:rStyle w:val="NoteLabel"/>
                          </w:rPr>
                          <w:t xml:space="preserve"> </w:t>
                        </w:r>
                      </w:p>
                    </w:tc>
                    <w:tc>
                      <w:tcPr>
                        <w:tcW w:w="608" w:type="pct"/>
                        <w:tcBorders>
                          <w:top w:val="single" w:sz="6" w:space="0" w:color="BFBFBF"/>
                          <w:bottom w:val="single" w:sz="6" w:space="0" w:color="BFBFBF"/>
                        </w:tcBorders>
                      </w:tcPr>
                      <w:p w:rsidR="003C59A8" w:rsidRDefault="003C59A8" w:rsidP="003C59A8">
                        <w:pPr>
                          <w:pStyle w:val="TableColumnHeading"/>
                        </w:pPr>
                        <w:proofErr w:type="spellStart"/>
                        <w:r>
                          <w:t>CRA</w:t>
                        </w:r>
                        <w:proofErr w:type="spellEnd"/>
                        <w:r>
                          <w:t xml:space="preserve"> recipients</w:t>
                        </w:r>
                        <w:r>
                          <w:rPr>
                            <w:rStyle w:val="NoteLabel"/>
                          </w:rPr>
                          <w:t>b</w:t>
                        </w:r>
                      </w:p>
                    </w:tc>
                    <w:tc>
                      <w:tcPr>
                        <w:tcW w:w="602" w:type="pct"/>
                        <w:tcBorders>
                          <w:top w:val="single" w:sz="6" w:space="0" w:color="BFBFBF"/>
                          <w:bottom w:val="single" w:sz="6" w:space="0" w:color="BFBFBF"/>
                        </w:tcBorders>
                        <w:shd w:val="clear" w:color="auto" w:fill="auto"/>
                        <w:tcMar>
                          <w:top w:w="28" w:type="dxa"/>
                        </w:tcMar>
                      </w:tcPr>
                      <w:p w:rsidR="003C59A8" w:rsidRDefault="003C59A8" w:rsidP="003C59A8">
                        <w:pPr>
                          <w:pStyle w:val="TableColumnHeading"/>
                        </w:pPr>
                        <w:r>
                          <w:t>Public housing tenants</w:t>
                        </w:r>
                        <w:r w:rsidRPr="0062712A">
                          <w:rPr>
                            <w:rStyle w:val="NoteLabel"/>
                          </w:rPr>
                          <w:t>c</w:t>
                        </w:r>
                      </w:p>
                    </w:tc>
                    <w:tc>
                      <w:tcPr>
                        <w:tcW w:w="711" w:type="pct"/>
                        <w:tcBorders>
                          <w:top w:val="single" w:sz="6" w:space="0" w:color="BFBFBF"/>
                          <w:bottom w:val="single" w:sz="6" w:space="0" w:color="BFBFBF"/>
                        </w:tcBorders>
                        <w:shd w:val="clear" w:color="auto" w:fill="auto"/>
                        <w:tcMar>
                          <w:top w:w="28" w:type="dxa"/>
                        </w:tcMar>
                      </w:tcPr>
                      <w:p w:rsidR="003C59A8" w:rsidRPr="00F67A6C" w:rsidRDefault="003C59A8" w:rsidP="003C59A8">
                        <w:pPr>
                          <w:pStyle w:val="TableColumnHeading"/>
                          <w:ind w:right="28"/>
                          <w:rPr>
                            <w:spacing w:val="-2"/>
                          </w:rPr>
                        </w:pPr>
                        <w:proofErr w:type="spellStart"/>
                        <w:r>
                          <w:rPr>
                            <w:spacing w:val="-2"/>
                          </w:rPr>
                          <w:t>Govt</w:t>
                        </w:r>
                        <w:proofErr w:type="spellEnd"/>
                        <w:r>
                          <w:rPr>
                            <w:spacing w:val="-2"/>
                          </w:rPr>
                          <w:t xml:space="preserve"> b</w:t>
                        </w:r>
                        <w:r w:rsidRPr="00F67A6C">
                          <w:rPr>
                            <w:spacing w:val="-2"/>
                          </w:rPr>
                          <w:t>enefit recip</w:t>
                        </w:r>
                        <w:r>
                          <w:rPr>
                            <w:spacing w:val="-2"/>
                          </w:rPr>
                          <w:t>ients</w:t>
                        </w:r>
                        <w:r w:rsidRPr="00F67A6C">
                          <w:rPr>
                            <w:spacing w:val="-2"/>
                          </w:rPr>
                          <w:t xml:space="preserve"> without </w:t>
                        </w:r>
                        <w:r>
                          <w:rPr>
                            <w:spacing w:val="-2"/>
                          </w:rPr>
                          <w:t>housing assistance</w:t>
                        </w:r>
                        <w:proofErr w:type="spellStart"/>
                        <w:r w:rsidRPr="00F67A6C">
                          <w:rPr>
                            <w:rStyle w:val="NoteLabel"/>
                            <w:spacing w:val="-2"/>
                          </w:rPr>
                          <w:t>d,e</w:t>
                        </w:r>
                        <w:proofErr w:type="spellEnd"/>
                      </w:p>
                    </w:tc>
                  </w:tr>
                  <w:tr w:rsidR="003C59A8" w:rsidTr="003C59A8">
                    <w:tc>
                      <w:tcPr>
                        <w:tcW w:w="985" w:type="pct"/>
                      </w:tcPr>
                      <w:p w:rsidR="003C59A8" w:rsidRDefault="003C59A8" w:rsidP="003C59A8">
                        <w:pPr>
                          <w:pStyle w:val="TableBodyText"/>
                          <w:spacing w:before="40"/>
                          <w:jc w:val="left"/>
                        </w:pPr>
                        <w:r>
                          <w:t>Kelly et al. (2005)</w:t>
                        </w:r>
                      </w:p>
                    </w:tc>
                    <w:tc>
                      <w:tcPr>
                        <w:tcW w:w="2095" w:type="pct"/>
                      </w:tcPr>
                      <w:p w:rsidR="003C59A8" w:rsidRDefault="003C59A8" w:rsidP="003C59A8">
                        <w:pPr>
                          <w:pStyle w:val="TableBodyText"/>
                          <w:spacing w:before="40"/>
                          <w:jc w:val="left"/>
                        </w:pPr>
                        <w:r>
                          <w:t>15–64 year olds (excluding dependents), 2000</w:t>
                        </w:r>
                        <w:r>
                          <w:noBreakHyphen/>
                          <w:t xml:space="preserve">01 / </w:t>
                        </w:r>
                        <w:proofErr w:type="spellStart"/>
                        <w:r>
                          <w:t>SIHC</w:t>
                        </w:r>
                        <w:proofErr w:type="spellEnd"/>
                      </w:p>
                    </w:tc>
                    <w:tc>
                      <w:tcPr>
                        <w:tcW w:w="608" w:type="pct"/>
                      </w:tcPr>
                      <w:p w:rsidR="003C59A8" w:rsidRDefault="003C59A8" w:rsidP="003C59A8">
                        <w:pPr>
                          <w:pStyle w:val="TableBodyText"/>
                          <w:spacing w:before="40"/>
                        </w:pPr>
                        <w:r>
                          <w:t>20  [310]</w:t>
                        </w:r>
                      </w:p>
                    </w:tc>
                    <w:tc>
                      <w:tcPr>
                        <w:tcW w:w="602" w:type="pct"/>
                      </w:tcPr>
                      <w:p w:rsidR="003C59A8" w:rsidRDefault="003C59A8" w:rsidP="003C59A8">
                        <w:pPr>
                          <w:pStyle w:val="TableBodyText"/>
                          <w:spacing w:before="40"/>
                        </w:pPr>
                        <w:r>
                          <w:t>28  [377]</w:t>
                        </w:r>
                      </w:p>
                    </w:tc>
                    <w:tc>
                      <w:tcPr>
                        <w:tcW w:w="711" w:type="pct"/>
                      </w:tcPr>
                      <w:p w:rsidR="003C59A8" w:rsidRDefault="003C59A8" w:rsidP="003C59A8">
                        <w:pPr>
                          <w:pStyle w:val="TableBodyText"/>
                          <w:spacing w:before="40"/>
                          <w:ind w:right="28"/>
                        </w:pPr>
                        <w:r>
                          <w:t>44  [2 210]</w:t>
                        </w:r>
                      </w:p>
                    </w:tc>
                  </w:tr>
                  <w:tr w:rsidR="003C59A8" w:rsidTr="003C59A8">
                    <w:tc>
                      <w:tcPr>
                        <w:tcW w:w="985" w:type="pct"/>
                      </w:tcPr>
                      <w:p w:rsidR="003C59A8" w:rsidRDefault="003C59A8" w:rsidP="003C59A8">
                        <w:pPr>
                          <w:pStyle w:val="TableBodyText"/>
                          <w:jc w:val="left"/>
                        </w:pPr>
                        <w:r>
                          <w:t>Whelan (2004)</w:t>
                        </w:r>
                      </w:p>
                    </w:tc>
                    <w:tc>
                      <w:tcPr>
                        <w:tcW w:w="2095" w:type="pct"/>
                      </w:tcPr>
                      <w:p w:rsidR="003C59A8" w:rsidRDefault="003C59A8" w:rsidP="003C59A8">
                        <w:pPr>
                          <w:pStyle w:val="TableBodyText"/>
                          <w:jc w:val="left"/>
                        </w:pPr>
                        <w:r>
                          <w:t>Non</w:t>
                        </w:r>
                        <w:r>
                          <w:noBreakHyphen/>
                          <w:t>disabled, 16</w:t>
                        </w:r>
                        <w:r>
                          <w:noBreakHyphen/>
                          <w:t>64 year olds, 2001 / HILDA</w:t>
                        </w:r>
                      </w:p>
                    </w:tc>
                    <w:tc>
                      <w:tcPr>
                        <w:tcW w:w="608" w:type="pct"/>
                      </w:tcPr>
                      <w:p w:rsidR="003C59A8" w:rsidRDefault="003C59A8" w:rsidP="003C59A8">
                        <w:pPr>
                          <w:pStyle w:val="TableBodyText"/>
                        </w:pPr>
                        <w:r>
                          <w:t>31  [</w:t>
                        </w:r>
                        <w:proofErr w:type="spellStart"/>
                        <w:r>
                          <w:t>na</w:t>
                        </w:r>
                        <w:proofErr w:type="spellEnd"/>
                        <w:r>
                          <w:t>]</w:t>
                        </w:r>
                      </w:p>
                    </w:tc>
                    <w:tc>
                      <w:tcPr>
                        <w:tcW w:w="602" w:type="pct"/>
                      </w:tcPr>
                      <w:p w:rsidR="003C59A8" w:rsidRDefault="003C59A8" w:rsidP="003C59A8">
                        <w:pPr>
                          <w:pStyle w:val="TableBodyText"/>
                        </w:pPr>
                        <w:r>
                          <w:t>55  [379]</w:t>
                        </w:r>
                      </w:p>
                    </w:tc>
                    <w:tc>
                      <w:tcPr>
                        <w:tcW w:w="711" w:type="pct"/>
                      </w:tcPr>
                      <w:p w:rsidR="003C59A8" w:rsidRDefault="003C59A8" w:rsidP="003C59A8">
                        <w:pPr>
                          <w:pStyle w:val="TableBodyText"/>
                          <w:ind w:right="28"/>
                        </w:pPr>
                        <w:r>
                          <w:t>33  [</w:t>
                        </w:r>
                        <w:proofErr w:type="spellStart"/>
                        <w:r>
                          <w:t>na</w:t>
                        </w:r>
                        <w:proofErr w:type="spellEnd"/>
                        <w:r>
                          <w:t>]</w:t>
                        </w:r>
                      </w:p>
                    </w:tc>
                  </w:tr>
                  <w:tr w:rsidR="003C59A8" w:rsidTr="003C59A8">
                    <w:tc>
                      <w:tcPr>
                        <w:tcW w:w="985" w:type="pct"/>
                      </w:tcPr>
                      <w:p w:rsidR="003C59A8" w:rsidRDefault="003C59A8" w:rsidP="003C59A8">
                        <w:pPr>
                          <w:pStyle w:val="TableBodyText"/>
                          <w:jc w:val="left"/>
                        </w:pPr>
                        <w:r>
                          <w:t>Whelan and Ong (2008)</w:t>
                        </w:r>
                      </w:p>
                    </w:tc>
                    <w:tc>
                      <w:tcPr>
                        <w:tcW w:w="2095" w:type="pct"/>
                      </w:tcPr>
                      <w:p w:rsidR="003C59A8" w:rsidRDefault="003C59A8" w:rsidP="003C59A8">
                        <w:pPr>
                          <w:pStyle w:val="TableBodyText"/>
                          <w:jc w:val="left"/>
                        </w:pPr>
                        <w:r>
                          <w:t>Non</w:t>
                        </w:r>
                        <w:r>
                          <w:noBreakHyphen/>
                          <w:t>disabled, 16</w:t>
                        </w:r>
                        <w:r>
                          <w:noBreakHyphen/>
                          <w:t>64 year olds, 2001 / HILDA</w:t>
                        </w:r>
                      </w:p>
                    </w:tc>
                    <w:tc>
                      <w:tcPr>
                        <w:tcW w:w="608" w:type="pct"/>
                      </w:tcPr>
                      <w:p w:rsidR="003C59A8" w:rsidRDefault="003C59A8" w:rsidP="003C59A8">
                        <w:pPr>
                          <w:pStyle w:val="TableBodyText"/>
                        </w:pPr>
                        <w:r>
                          <w:t>29  [157]</w:t>
                        </w:r>
                      </w:p>
                    </w:tc>
                    <w:tc>
                      <w:tcPr>
                        <w:tcW w:w="602" w:type="pct"/>
                      </w:tcPr>
                      <w:p w:rsidR="003C59A8" w:rsidRDefault="003C59A8" w:rsidP="003C59A8">
                        <w:pPr>
                          <w:pStyle w:val="TableBodyText"/>
                        </w:pPr>
                        <w:r>
                          <w:t>44  [368]</w:t>
                        </w:r>
                      </w:p>
                    </w:tc>
                    <w:tc>
                      <w:tcPr>
                        <w:tcW w:w="711" w:type="pct"/>
                      </w:tcPr>
                      <w:p w:rsidR="003C59A8" w:rsidRDefault="003C59A8" w:rsidP="003C59A8">
                        <w:pPr>
                          <w:pStyle w:val="TableBodyText"/>
                          <w:ind w:right="28"/>
                        </w:pPr>
                        <w:r>
                          <w:t>51  [1 860]</w:t>
                        </w:r>
                      </w:p>
                    </w:tc>
                  </w:tr>
                  <w:tr w:rsidR="003C59A8" w:rsidTr="003C59A8">
                    <w:tc>
                      <w:tcPr>
                        <w:tcW w:w="985" w:type="pct"/>
                      </w:tcPr>
                      <w:p w:rsidR="003C59A8" w:rsidRDefault="003C59A8" w:rsidP="003C59A8">
                        <w:pPr>
                          <w:pStyle w:val="TableBodyText"/>
                          <w:jc w:val="left"/>
                        </w:pPr>
                        <w:r>
                          <w:t>Wood et al. (2009)</w:t>
                        </w:r>
                      </w:p>
                    </w:tc>
                    <w:tc>
                      <w:tcPr>
                        <w:tcW w:w="2095" w:type="pct"/>
                      </w:tcPr>
                      <w:p w:rsidR="003C59A8" w:rsidRDefault="003C59A8" w:rsidP="003C59A8">
                        <w:pPr>
                          <w:pStyle w:val="TableBodyText"/>
                          <w:jc w:val="left"/>
                        </w:pPr>
                        <w:r>
                          <w:t>15–64 year old males, 2002</w:t>
                        </w:r>
                        <w:r>
                          <w:noBreakHyphen/>
                          <w:t xml:space="preserve">03 / </w:t>
                        </w:r>
                        <w:proofErr w:type="spellStart"/>
                        <w:r>
                          <w:t>SIHC</w:t>
                        </w:r>
                        <w:proofErr w:type="spellEnd"/>
                      </w:p>
                    </w:tc>
                    <w:tc>
                      <w:tcPr>
                        <w:tcW w:w="608" w:type="pct"/>
                      </w:tcPr>
                      <w:p w:rsidR="003C59A8" w:rsidRDefault="003C59A8" w:rsidP="003C59A8">
                        <w:pPr>
                          <w:pStyle w:val="TableBodyText"/>
                        </w:pPr>
                      </w:p>
                    </w:tc>
                    <w:tc>
                      <w:tcPr>
                        <w:tcW w:w="602" w:type="pct"/>
                      </w:tcPr>
                      <w:p w:rsidR="003C59A8" w:rsidRDefault="003C59A8" w:rsidP="003C59A8">
                        <w:pPr>
                          <w:pStyle w:val="TableBodyText"/>
                        </w:pPr>
                        <w:r>
                          <w:t>35  [</w:t>
                        </w:r>
                        <w:proofErr w:type="spellStart"/>
                        <w:r>
                          <w:t>na</w:t>
                        </w:r>
                        <w:proofErr w:type="spellEnd"/>
                        <w:r>
                          <w:t>]</w:t>
                        </w:r>
                      </w:p>
                    </w:tc>
                    <w:tc>
                      <w:tcPr>
                        <w:tcW w:w="711" w:type="pct"/>
                      </w:tcPr>
                      <w:p w:rsidR="003C59A8" w:rsidRDefault="003C59A8" w:rsidP="003C59A8">
                        <w:pPr>
                          <w:pStyle w:val="TableBodyText"/>
                          <w:ind w:right="28"/>
                        </w:pPr>
                      </w:p>
                    </w:tc>
                  </w:tr>
                  <w:tr w:rsidR="003C59A8" w:rsidTr="003C59A8">
                    <w:tc>
                      <w:tcPr>
                        <w:tcW w:w="985" w:type="pct"/>
                      </w:tcPr>
                      <w:p w:rsidR="003C59A8" w:rsidRDefault="003C59A8" w:rsidP="003C59A8">
                        <w:pPr>
                          <w:pStyle w:val="TableBodyText"/>
                          <w:jc w:val="left"/>
                        </w:pPr>
                      </w:p>
                    </w:tc>
                    <w:tc>
                      <w:tcPr>
                        <w:tcW w:w="2095" w:type="pct"/>
                      </w:tcPr>
                      <w:p w:rsidR="003C59A8" w:rsidRDefault="003C59A8" w:rsidP="003C59A8">
                        <w:pPr>
                          <w:pStyle w:val="TableBodyText"/>
                          <w:jc w:val="left"/>
                        </w:pPr>
                        <w:r>
                          <w:t>15–64 year old females, 2002</w:t>
                        </w:r>
                        <w:r>
                          <w:noBreakHyphen/>
                          <w:t xml:space="preserve">03 / </w:t>
                        </w:r>
                        <w:proofErr w:type="spellStart"/>
                        <w:r>
                          <w:t>SIHC</w:t>
                        </w:r>
                        <w:proofErr w:type="spellEnd"/>
                      </w:p>
                    </w:tc>
                    <w:tc>
                      <w:tcPr>
                        <w:tcW w:w="608" w:type="pct"/>
                      </w:tcPr>
                      <w:p w:rsidR="003C59A8" w:rsidRDefault="003C59A8" w:rsidP="003C59A8">
                        <w:pPr>
                          <w:pStyle w:val="TableBodyText"/>
                        </w:pPr>
                      </w:p>
                    </w:tc>
                    <w:tc>
                      <w:tcPr>
                        <w:tcW w:w="602" w:type="pct"/>
                      </w:tcPr>
                      <w:p w:rsidR="003C59A8" w:rsidRDefault="003C59A8" w:rsidP="003C59A8">
                        <w:pPr>
                          <w:pStyle w:val="TableBodyText"/>
                        </w:pPr>
                        <w:r>
                          <w:t>25  [</w:t>
                        </w:r>
                        <w:proofErr w:type="spellStart"/>
                        <w:r>
                          <w:t>na</w:t>
                        </w:r>
                        <w:proofErr w:type="spellEnd"/>
                        <w:r>
                          <w:t>]</w:t>
                        </w:r>
                      </w:p>
                    </w:tc>
                    <w:tc>
                      <w:tcPr>
                        <w:tcW w:w="711" w:type="pct"/>
                      </w:tcPr>
                      <w:p w:rsidR="003C59A8" w:rsidRDefault="003C59A8" w:rsidP="003C59A8">
                        <w:pPr>
                          <w:pStyle w:val="TableBodyText"/>
                          <w:ind w:right="28"/>
                        </w:pPr>
                      </w:p>
                    </w:tc>
                  </w:tr>
                  <w:tr w:rsidR="003C59A8" w:rsidTr="003C59A8">
                    <w:tc>
                      <w:tcPr>
                        <w:tcW w:w="985" w:type="pct"/>
                        <w:shd w:val="clear" w:color="auto" w:fill="auto"/>
                      </w:tcPr>
                      <w:p w:rsidR="003C59A8" w:rsidRPr="002B62F9" w:rsidRDefault="003C59A8" w:rsidP="003C59A8">
                        <w:pPr>
                          <w:pStyle w:val="TableBodyText"/>
                          <w:jc w:val="left"/>
                          <w:rPr>
                            <w:spacing w:val="-2"/>
                          </w:rPr>
                        </w:pPr>
                        <w:r w:rsidRPr="002B62F9">
                          <w:rPr>
                            <w:spacing w:val="-2"/>
                          </w:rPr>
                          <w:t>Current study</w:t>
                        </w:r>
                        <w:proofErr w:type="spellStart"/>
                        <w:r>
                          <w:rPr>
                            <w:rStyle w:val="NoteLabel"/>
                            <w:spacing w:val="-2"/>
                          </w:rPr>
                          <w:t>e,</w:t>
                        </w:r>
                        <w:r w:rsidRPr="002B62F9">
                          <w:rPr>
                            <w:rStyle w:val="NoteLabel"/>
                            <w:spacing w:val="-2"/>
                          </w:rPr>
                          <w:t>f</w:t>
                        </w:r>
                        <w:proofErr w:type="spellEnd"/>
                      </w:p>
                    </w:tc>
                    <w:tc>
                      <w:tcPr>
                        <w:tcW w:w="2095" w:type="pct"/>
                      </w:tcPr>
                      <w:p w:rsidR="003C59A8" w:rsidRDefault="003C59A8" w:rsidP="003C59A8">
                        <w:pPr>
                          <w:pStyle w:val="TableBodyText"/>
                          <w:jc w:val="left"/>
                        </w:pPr>
                        <w:r>
                          <w:t xml:space="preserve">15–64 year olds not on </w:t>
                        </w:r>
                        <w:proofErr w:type="spellStart"/>
                        <w:r>
                          <w:t>DSP</w:t>
                        </w:r>
                        <w:proofErr w:type="spellEnd"/>
                        <w:r>
                          <w:t xml:space="preserve">, 2003 / </w:t>
                        </w:r>
                        <w:proofErr w:type="spellStart"/>
                        <w:r>
                          <w:t>DHS</w:t>
                        </w:r>
                        <w:proofErr w:type="spellEnd"/>
                      </w:p>
                    </w:tc>
                    <w:tc>
                      <w:tcPr>
                        <w:tcW w:w="608" w:type="pct"/>
                      </w:tcPr>
                      <w:p w:rsidR="003C59A8" w:rsidRDefault="003C59A8" w:rsidP="003C59A8">
                        <w:pPr>
                          <w:pStyle w:val="TableBodyText"/>
                        </w:pPr>
                        <w:r>
                          <w:t>26  [596 K]</w:t>
                        </w:r>
                      </w:p>
                    </w:tc>
                    <w:tc>
                      <w:tcPr>
                        <w:tcW w:w="602" w:type="pct"/>
                        <w:shd w:val="clear" w:color="auto" w:fill="auto"/>
                      </w:tcPr>
                      <w:p w:rsidR="003C59A8" w:rsidRDefault="003C59A8" w:rsidP="003C59A8">
                        <w:pPr>
                          <w:pStyle w:val="TableBodyText"/>
                        </w:pPr>
                        <w:r>
                          <w:t>15  [158 K]</w:t>
                        </w:r>
                      </w:p>
                    </w:tc>
                    <w:tc>
                      <w:tcPr>
                        <w:tcW w:w="711" w:type="pct"/>
                        <w:shd w:val="clear" w:color="auto" w:fill="auto"/>
                      </w:tcPr>
                      <w:p w:rsidR="003C59A8" w:rsidRDefault="003C59A8" w:rsidP="003C59A8">
                        <w:pPr>
                          <w:pStyle w:val="TableBodyText"/>
                          <w:ind w:right="28"/>
                        </w:pPr>
                        <w:r>
                          <w:t>25  [1 214 K]</w:t>
                        </w:r>
                      </w:p>
                    </w:tc>
                  </w:tr>
                  <w:tr w:rsidR="003C59A8" w:rsidTr="003C59A8">
                    <w:tc>
                      <w:tcPr>
                        <w:tcW w:w="985" w:type="pct"/>
                        <w:shd w:val="clear" w:color="auto" w:fill="auto"/>
                      </w:tcPr>
                      <w:p w:rsidR="003C59A8" w:rsidRDefault="003C59A8" w:rsidP="003C59A8">
                        <w:pPr>
                          <w:pStyle w:val="TableBodyText"/>
                          <w:jc w:val="left"/>
                        </w:pPr>
                        <w:proofErr w:type="spellStart"/>
                        <w:r>
                          <w:t>Groenhart</w:t>
                        </w:r>
                        <w:proofErr w:type="spellEnd"/>
                        <w:r>
                          <w:t xml:space="preserve"> and Burke (2014)</w:t>
                        </w:r>
                      </w:p>
                    </w:tc>
                    <w:tc>
                      <w:tcPr>
                        <w:tcW w:w="2095" w:type="pct"/>
                      </w:tcPr>
                      <w:p w:rsidR="003C59A8" w:rsidRDefault="003C59A8" w:rsidP="003C59A8">
                        <w:pPr>
                          <w:pStyle w:val="TableBodyText"/>
                          <w:jc w:val="left"/>
                        </w:pPr>
                        <w:r>
                          <w:t>15–64 year old males, 2011</w:t>
                        </w:r>
                        <w:r>
                          <w:noBreakHyphen/>
                          <w:t xml:space="preserve">12 / </w:t>
                        </w:r>
                        <w:proofErr w:type="spellStart"/>
                        <w:r>
                          <w:t>SIHC</w:t>
                        </w:r>
                        <w:proofErr w:type="spellEnd"/>
                      </w:p>
                    </w:tc>
                    <w:tc>
                      <w:tcPr>
                        <w:tcW w:w="608" w:type="pct"/>
                      </w:tcPr>
                      <w:p w:rsidR="003C59A8" w:rsidRDefault="003C59A8" w:rsidP="003C59A8">
                        <w:pPr>
                          <w:pStyle w:val="TableBodyText"/>
                        </w:pPr>
                      </w:p>
                    </w:tc>
                    <w:tc>
                      <w:tcPr>
                        <w:tcW w:w="602" w:type="pct"/>
                        <w:shd w:val="clear" w:color="auto" w:fill="auto"/>
                      </w:tcPr>
                      <w:p w:rsidR="003C59A8" w:rsidRDefault="003C59A8" w:rsidP="003C59A8">
                        <w:pPr>
                          <w:pStyle w:val="TableBodyText"/>
                        </w:pPr>
                        <w:r>
                          <w:t>33  [</w:t>
                        </w:r>
                        <w:proofErr w:type="spellStart"/>
                        <w:r>
                          <w:t>na</w:t>
                        </w:r>
                        <w:proofErr w:type="spellEnd"/>
                        <w:r>
                          <w:t>]</w:t>
                        </w:r>
                      </w:p>
                    </w:tc>
                    <w:tc>
                      <w:tcPr>
                        <w:tcW w:w="711" w:type="pct"/>
                        <w:shd w:val="clear" w:color="auto" w:fill="auto"/>
                      </w:tcPr>
                      <w:p w:rsidR="003C59A8" w:rsidRDefault="003C59A8" w:rsidP="003C59A8">
                        <w:pPr>
                          <w:pStyle w:val="TableBodyText"/>
                          <w:ind w:right="28"/>
                        </w:pPr>
                      </w:p>
                    </w:tc>
                  </w:tr>
                  <w:tr w:rsidR="003C59A8" w:rsidTr="003C59A8">
                    <w:tc>
                      <w:tcPr>
                        <w:tcW w:w="985" w:type="pct"/>
                        <w:shd w:val="clear" w:color="auto" w:fill="auto"/>
                      </w:tcPr>
                      <w:p w:rsidR="003C59A8" w:rsidRDefault="003C59A8" w:rsidP="003C59A8">
                        <w:pPr>
                          <w:pStyle w:val="TableBodyText"/>
                          <w:jc w:val="left"/>
                        </w:pPr>
                      </w:p>
                    </w:tc>
                    <w:tc>
                      <w:tcPr>
                        <w:tcW w:w="2095" w:type="pct"/>
                      </w:tcPr>
                      <w:p w:rsidR="003C59A8" w:rsidRDefault="003C59A8" w:rsidP="003C59A8">
                        <w:pPr>
                          <w:pStyle w:val="TableBodyText"/>
                          <w:jc w:val="left"/>
                        </w:pPr>
                        <w:r>
                          <w:t>15–64 year old females, 2011</w:t>
                        </w:r>
                        <w:r>
                          <w:noBreakHyphen/>
                          <w:t xml:space="preserve">12 / </w:t>
                        </w:r>
                        <w:proofErr w:type="spellStart"/>
                        <w:r>
                          <w:t>SIHC</w:t>
                        </w:r>
                        <w:proofErr w:type="spellEnd"/>
                      </w:p>
                    </w:tc>
                    <w:tc>
                      <w:tcPr>
                        <w:tcW w:w="608" w:type="pct"/>
                      </w:tcPr>
                      <w:p w:rsidR="003C59A8" w:rsidRDefault="003C59A8" w:rsidP="003C59A8">
                        <w:pPr>
                          <w:pStyle w:val="TableBodyText"/>
                        </w:pPr>
                      </w:p>
                    </w:tc>
                    <w:tc>
                      <w:tcPr>
                        <w:tcW w:w="602" w:type="pct"/>
                        <w:shd w:val="clear" w:color="auto" w:fill="auto"/>
                      </w:tcPr>
                      <w:p w:rsidR="003C59A8" w:rsidRDefault="003C59A8" w:rsidP="003C59A8">
                        <w:pPr>
                          <w:pStyle w:val="TableBodyText"/>
                        </w:pPr>
                        <w:r>
                          <w:t>26  [</w:t>
                        </w:r>
                        <w:proofErr w:type="spellStart"/>
                        <w:r>
                          <w:t>na</w:t>
                        </w:r>
                        <w:proofErr w:type="spellEnd"/>
                        <w:r>
                          <w:t>]</w:t>
                        </w:r>
                      </w:p>
                    </w:tc>
                    <w:tc>
                      <w:tcPr>
                        <w:tcW w:w="711" w:type="pct"/>
                        <w:shd w:val="clear" w:color="auto" w:fill="auto"/>
                      </w:tcPr>
                      <w:p w:rsidR="003C59A8" w:rsidRDefault="003C59A8" w:rsidP="003C59A8">
                        <w:pPr>
                          <w:pStyle w:val="TableBodyText"/>
                          <w:ind w:right="28"/>
                        </w:pPr>
                      </w:p>
                    </w:tc>
                  </w:tr>
                  <w:tr w:rsidR="003C59A8" w:rsidTr="003C59A8">
                    <w:tc>
                      <w:tcPr>
                        <w:tcW w:w="985" w:type="pct"/>
                        <w:tcBorders>
                          <w:bottom w:val="single" w:sz="6" w:space="0" w:color="BFBFBF"/>
                        </w:tcBorders>
                        <w:shd w:val="clear" w:color="auto" w:fill="auto"/>
                      </w:tcPr>
                      <w:p w:rsidR="003C59A8" w:rsidRDefault="003C59A8" w:rsidP="003C59A8">
                        <w:pPr>
                          <w:pStyle w:val="TableBodyText"/>
                          <w:jc w:val="left"/>
                        </w:pPr>
                        <w:r>
                          <w:t>Current study</w:t>
                        </w:r>
                        <w:proofErr w:type="spellStart"/>
                        <w:r w:rsidRPr="00BE3C95">
                          <w:rPr>
                            <w:rStyle w:val="NoteLabel"/>
                          </w:rPr>
                          <w:t>e</w:t>
                        </w:r>
                        <w:r>
                          <w:rPr>
                            <w:rStyle w:val="NoteLabel"/>
                          </w:rPr>
                          <w:t>,f</w:t>
                        </w:r>
                        <w:proofErr w:type="spellEnd"/>
                      </w:p>
                    </w:tc>
                    <w:tc>
                      <w:tcPr>
                        <w:tcW w:w="2095" w:type="pct"/>
                        <w:tcBorders>
                          <w:bottom w:val="single" w:sz="6" w:space="0" w:color="BFBFBF"/>
                        </w:tcBorders>
                      </w:tcPr>
                      <w:p w:rsidR="003C59A8" w:rsidRDefault="003C59A8" w:rsidP="003C59A8">
                        <w:pPr>
                          <w:pStyle w:val="TableBodyText"/>
                          <w:jc w:val="left"/>
                        </w:pPr>
                        <w:r>
                          <w:t xml:space="preserve">15–64 year olds not on </w:t>
                        </w:r>
                        <w:proofErr w:type="spellStart"/>
                        <w:r>
                          <w:t>DSP</w:t>
                        </w:r>
                        <w:proofErr w:type="spellEnd"/>
                        <w:r>
                          <w:t xml:space="preserve">, 2013 / </w:t>
                        </w:r>
                        <w:proofErr w:type="spellStart"/>
                        <w:r>
                          <w:t>DHS</w:t>
                        </w:r>
                        <w:proofErr w:type="spellEnd"/>
                      </w:p>
                    </w:tc>
                    <w:tc>
                      <w:tcPr>
                        <w:tcW w:w="608" w:type="pct"/>
                        <w:tcBorders>
                          <w:bottom w:val="single" w:sz="6" w:space="0" w:color="BFBFBF"/>
                        </w:tcBorders>
                      </w:tcPr>
                      <w:p w:rsidR="003C59A8" w:rsidRDefault="003C59A8" w:rsidP="003C59A8">
                        <w:pPr>
                          <w:pStyle w:val="TableBodyText"/>
                        </w:pPr>
                        <w:r>
                          <w:t>24  [681 K]</w:t>
                        </w:r>
                      </w:p>
                    </w:tc>
                    <w:tc>
                      <w:tcPr>
                        <w:tcW w:w="602" w:type="pct"/>
                        <w:tcBorders>
                          <w:bottom w:val="single" w:sz="6" w:space="0" w:color="BFBFBF"/>
                        </w:tcBorders>
                        <w:shd w:val="clear" w:color="auto" w:fill="auto"/>
                      </w:tcPr>
                      <w:p w:rsidR="003C59A8" w:rsidRDefault="003C59A8" w:rsidP="003C59A8">
                        <w:pPr>
                          <w:pStyle w:val="TableBodyText"/>
                        </w:pPr>
                        <w:r>
                          <w:t>14  [125 K]</w:t>
                        </w:r>
                      </w:p>
                    </w:tc>
                    <w:tc>
                      <w:tcPr>
                        <w:tcW w:w="711" w:type="pct"/>
                        <w:tcBorders>
                          <w:bottom w:val="single" w:sz="6" w:space="0" w:color="BFBFBF"/>
                        </w:tcBorders>
                        <w:shd w:val="clear" w:color="auto" w:fill="auto"/>
                      </w:tcPr>
                      <w:p w:rsidR="003C59A8" w:rsidRDefault="003C59A8" w:rsidP="003C59A8">
                        <w:pPr>
                          <w:pStyle w:val="TableBodyText"/>
                          <w:ind w:right="28"/>
                        </w:pPr>
                        <w:r>
                          <w:t>24  [970 K]</w:t>
                        </w:r>
                      </w:p>
                    </w:tc>
                  </w:tr>
                </w:tbl>
                <w:p w:rsidR="003C59A8" w:rsidRDefault="003C59A8" w:rsidP="003C59A8">
                  <w:pPr>
                    <w:pStyle w:val="Box"/>
                  </w:pPr>
                </w:p>
              </w:tc>
            </w:tr>
            <w:tr w:rsidR="003C59A8" w:rsidTr="003C59A8">
              <w:trPr>
                <w:cantSplit/>
              </w:trPr>
              <w:tc>
                <w:tcPr>
                  <w:tcW w:w="5000" w:type="pct"/>
                  <w:tcBorders>
                    <w:top w:val="nil"/>
                    <w:left w:val="nil"/>
                    <w:bottom w:val="nil"/>
                    <w:right w:val="nil"/>
                  </w:tcBorders>
                  <w:shd w:val="clear" w:color="auto" w:fill="auto"/>
                </w:tcPr>
                <w:p w:rsidR="003C59A8" w:rsidRPr="0078713F" w:rsidRDefault="003C59A8" w:rsidP="003C59A8">
                  <w:pPr>
                    <w:pStyle w:val="Note"/>
                    <w:rPr>
                      <w:i/>
                      <w:spacing w:val="-2"/>
                    </w:rPr>
                  </w:pPr>
                  <w:proofErr w:type="spellStart"/>
                  <w:r w:rsidRPr="0078713F">
                    <w:rPr>
                      <w:spacing w:val="-2"/>
                    </w:rPr>
                    <w:t>na</w:t>
                  </w:r>
                  <w:proofErr w:type="spellEnd"/>
                  <w:r w:rsidRPr="0078713F">
                    <w:rPr>
                      <w:spacing w:val="-2"/>
                    </w:rPr>
                    <w:t xml:space="preserve"> not available </w:t>
                  </w:r>
                  <w:r w:rsidRPr="0078713F">
                    <w:rPr>
                      <w:rStyle w:val="NoteLabel"/>
                      <w:spacing w:val="-2"/>
                    </w:rPr>
                    <w:t>a</w:t>
                  </w:r>
                  <w:r w:rsidRPr="0078713F">
                    <w:rPr>
                      <w:spacing w:val="-2"/>
                    </w:rPr>
                    <w:t xml:space="preserve"> </w:t>
                  </w:r>
                  <w:proofErr w:type="spellStart"/>
                  <w:r w:rsidRPr="0078713F">
                    <w:rPr>
                      <w:spacing w:val="-2"/>
                    </w:rPr>
                    <w:t>SIHC</w:t>
                  </w:r>
                  <w:proofErr w:type="spellEnd"/>
                  <w:r w:rsidRPr="0078713F">
                    <w:rPr>
                      <w:spacing w:val="-2"/>
                    </w:rPr>
                    <w:t xml:space="preserve"> — Survey of Income and Housing Costs; HILDA — Household, Income and Labour Dynamics in Australia</w:t>
                  </w:r>
                  <w:r>
                    <w:rPr>
                      <w:spacing w:val="-2"/>
                    </w:rPr>
                    <w:t xml:space="preserve"> survey</w:t>
                  </w:r>
                  <w:r w:rsidRPr="0078713F">
                    <w:rPr>
                      <w:spacing w:val="-2"/>
                    </w:rPr>
                    <w:t xml:space="preserve">; </w:t>
                  </w:r>
                  <w:proofErr w:type="spellStart"/>
                  <w:r w:rsidRPr="0078713F">
                    <w:rPr>
                      <w:spacing w:val="-2"/>
                    </w:rPr>
                    <w:t>DHS</w:t>
                  </w:r>
                  <w:proofErr w:type="spellEnd"/>
                  <w:r w:rsidRPr="0078713F">
                    <w:rPr>
                      <w:spacing w:val="-2"/>
                    </w:rPr>
                    <w:t xml:space="preserve"> — Department of Human Services, administrative data (unpublished); </w:t>
                  </w:r>
                  <w:proofErr w:type="spellStart"/>
                  <w:r w:rsidRPr="0078713F">
                    <w:rPr>
                      <w:spacing w:val="-2"/>
                    </w:rPr>
                    <w:t>DSP</w:t>
                  </w:r>
                  <w:proofErr w:type="spellEnd"/>
                  <w:r>
                    <w:rPr>
                      <w:spacing w:val="-2"/>
                    </w:rPr>
                    <w:t xml:space="preserve"> </w:t>
                  </w:r>
                  <w:r w:rsidRPr="0078713F">
                    <w:rPr>
                      <w:spacing w:val="-2"/>
                    </w:rPr>
                    <w:t xml:space="preserve">— Disability Support Pension. </w:t>
                  </w:r>
                  <w:r w:rsidRPr="0078713F">
                    <w:rPr>
                      <w:rStyle w:val="NoteLabel"/>
                      <w:spacing w:val="-2"/>
                    </w:rPr>
                    <w:t>b</w:t>
                  </w:r>
                  <w:r w:rsidRPr="0078713F">
                    <w:rPr>
                      <w:spacing w:val="-2"/>
                    </w:rPr>
                    <w:t xml:space="preserve"> Estimates from Kelly et al. (2005), Whelan (2004) and Whelan and Ong (2008) exclude </w:t>
                  </w:r>
                  <w:proofErr w:type="spellStart"/>
                  <w:r>
                    <w:rPr>
                      <w:spacing w:val="-2"/>
                    </w:rPr>
                    <w:t>CRA</w:t>
                  </w:r>
                  <w:proofErr w:type="spellEnd"/>
                  <w:r>
                    <w:rPr>
                      <w:spacing w:val="-2"/>
                    </w:rPr>
                    <w:t xml:space="preserve"> recipients</w:t>
                  </w:r>
                  <w:r w:rsidRPr="0078713F">
                    <w:rPr>
                      <w:spacing w:val="-2"/>
                    </w:rPr>
                    <w:t xml:space="preserve"> who receive Family Tax Benefit Part A (</w:t>
                  </w:r>
                  <w:proofErr w:type="spellStart"/>
                  <w:r w:rsidRPr="0078713F">
                    <w:rPr>
                      <w:spacing w:val="-2"/>
                    </w:rPr>
                    <w:t>FTB</w:t>
                  </w:r>
                  <w:proofErr w:type="spellEnd"/>
                  <w:r w:rsidRPr="0078713F">
                    <w:rPr>
                      <w:spacing w:val="-2"/>
                    </w:rPr>
                    <w:t>).</w:t>
                  </w:r>
                  <w:r>
                    <w:rPr>
                      <w:spacing w:val="-2"/>
                    </w:rPr>
                    <w:t xml:space="preserve"> In these studies, eligibility for </w:t>
                  </w:r>
                  <w:proofErr w:type="spellStart"/>
                  <w:r>
                    <w:rPr>
                      <w:spacing w:val="-2"/>
                    </w:rPr>
                    <w:t>CRA</w:t>
                  </w:r>
                  <w:proofErr w:type="spellEnd"/>
                  <w:r>
                    <w:rPr>
                      <w:spacing w:val="-2"/>
                    </w:rPr>
                    <w:t xml:space="preserve"> is inferred from information on income, rent and household composition.</w:t>
                  </w:r>
                  <w:r w:rsidRPr="0078713F">
                    <w:rPr>
                      <w:spacing w:val="-2"/>
                    </w:rPr>
                    <w:t xml:space="preserve"> Figures from the current study </w:t>
                  </w:r>
                  <w:r>
                    <w:rPr>
                      <w:spacing w:val="-2"/>
                    </w:rPr>
                    <w:t>include</w:t>
                  </w:r>
                  <w:r w:rsidRPr="0078713F">
                    <w:rPr>
                      <w:spacing w:val="-2"/>
                    </w:rPr>
                    <w:t xml:space="preserve"> </w:t>
                  </w:r>
                  <w:proofErr w:type="spellStart"/>
                  <w:r w:rsidRPr="0078713F">
                    <w:rPr>
                      <w:spacing w:val="-2"/>
                    </w:rPr>
                    <w:t>FTB</w:t>
                  </w:r>
                  <w:proofErr w:type="spellEnd"/>
                  <w:r w:rsidRPr="0078713F">
                    <w:rPr>
                      <w:spacing w:val="-2"/>
                    </w:rPr>
                    <w:t xml:space="preserve"> </w:t>
                  </w:r>
                  <w:r>
                    <w:rPr>
                      <w:spacing w:val="-2"/>
                    </w:rPr>
                    <w:t>recipients who also receive an ISP</w:t>
                  </w:r>
                  <w:r w:rsidRPr="0078713F">
                    <w:rPr>
                      <w:spacing w:val="-2"/>
                    </w:rPr>
                    <w:t>.</w:t>
                  </w:r>
                  <w:r>
                    <w:rPr>
                      <w:spacing w:val="-2"/>
                    </w:rPr>
                    <w:t xml:space="preserve"> </w:t>
                  </w:r>
                  <w:proofErr w:type="spellStart"/>
                  <w:r>
                    <w:rPr>
                      <w:spacing w:val="-2"/>
                    </w:rPr>
                    <w:t>CRA</w:t>
                  </w:r>
                  <w:proofErr w:type="spellEnd"/>
                  <w:r>
                    <w:rPr>
                      <w:spacing w:val="-2"/>
                    </w:rPr>
                    <w:t xml:space="preserve"> recipients are identified in the data.</w:t>
                  </w:r>
                  <w:r w:rsidRPr="0078713F">
                    <w:rPr>
                      <w:spacing w:val="-2"/>
                    </w:rPr>
                    <w:t xml:space="preserve"> </w:t>
                  </w:r>
                  <w:r w:rsidRPr="0078713F">
                    <w:rPr>
                      <w:rStyle w:val="NoteLabel"/>
                      <w:spacing w:val="-2"/>
                    </w:rPr>
                    <w:t>c</w:t>
                  </w:r>
                  <w:r w:rsidRPr="0078713F">
                    <w:rPr>
                      <w:spacing w:val="-2"/>
                    </w:rPr>
                    <w:t xml:space="preserve"> Employment rates for public housing tenants from the current study are for ISP recipients only. Estimates from other studies are for all tenants. </w:t>
                  </w:r>
                  <w:r w:rsidRPr="0078713F">
                    <w:rPr>
                      <w:rStyle w:val="NoteLabel"/>
                      <w:spacing w:val="-2"/>
                    </w:rPr>
                    <w:t>d</w:t>
                  </w:r>
                  <w:r w:rsidRPr="0078713F">
                    <w:rPr>
                      <w:spacing w:val="-2"/>
                    </w:rPr>
                    <w:t xml:space="preserve"> Estimates from Whelan (2004) and Whelan and Ong (2008) include public housing tenants in receipt of ISPs. </w:t>
                  </w:r>
                  <w:r w:rsidRPr="0078713F">
                    <w:rPr>
                      <w:rStyle w:val="NoteLabel"/>
                      <w:spacing w:val="-2"/>
                    </w:rPr>
                    <w:t>e</w:t>
                  </w:r>
                  <w:r w:rsidRPr="0078713F">
                    <w:rPr>
                      <w:spacing w:val="-2"/>
                    </w:rPr>
                    <w:t xml:space="preserve"> Government benefit recipients in the Kelly et al. (2005) and Whelan and Ong (2008) stud</w:t>
                  </w:r>
                  <w:r>
                    <w:rPr>
                      <w:spacing w:val="-2"/>
                    </w:rPr>
                    <w:t>ies</w:t>
                  </w:r>
                  <w:r w:rsidRPr="0078713F">
                    <w:rPr>
                      <w:spacing w:val="-2"/>
                    </w:rPr>
                    <w:t xml:space="preserve"> appear to include people who</w:t>
                  </w:r>
                  <w:r>
                    <w:rPr>
                      <w:spacing w:val="-2"/>
                    </w:rPr>
                    <w:t>se only benefit is</w:t>
                  </w:r>
                  <w:r w:rsidRPr="0078713F">
                    <w:rPr>
                      <w:spacing w:val="-2"/>
                    </w:rPr>
                    <w:t xml:space="preserve"> </w:t>
                  </w:r>
                  <w:proofErr w:type="spellStart"/>
                  <w:r w:rsidRPr="0078713F">
                    <w:rPr>
                      <w:spacing w:val="-2"/>
                    </w:rPr>
                    <w:t>FTB</w:t>
                  </w:r>
                  <w:proofErr w:type="spellEnd"/>
                  <w:r w:rsidRPr="0078713F">
                    <w:rPr>
                      <w:spacing w:val="-2"/>
                    </w:rPr>
                    <w:t xml:space="preserve"> (that is, </w:t>
                  </w:r>
                  <w:r>
                    <w:rPr>
                      <w:spacing w:val="-2"/>
                    </w:rPr>
                    <w:t>they</w:t>
                  </w:r>
                  <w:r w:rsidRPr="0078713F">
                    <w:rPr>
                      <w:spacing w:val="-2"/>
                    </w:rPr>
                    <w:t xml:space="preserve"> do not receive an ISP). The current study excludes this group and it appears </w:t>
                  </w:r>
                  <w:r>
                    <w:rPr>
                      <w:spacing w:val="-2"/>
                    </w:rPr>
                    <w:t>that Whelan</w:t>
                  </w:r>
                  <w:r w:rsidRPr="0078713F">
                    <w:rPr>
                      <w:spacing w:val="-2"/>
                    </w:rPr>
                    <w:t xml:space="preserve"> (2004) does too. </w:t>
                  </w:r>
                  <w:r w:rsidRPr="0078713F">
                    <w:rPr>
                      <w:rStyle w:val="NoteLabel"/>
                      <w:spacing w:val="-2"/>
                    </w:rPr>
                    <w:t>f</w:t>
                  </w:r>
                  <w:r>
                    <w:rPr>
                      <w:spacing w:val="-2"/>
                    </w:rPr>
                    <w:t> </w:t>
                  </w:r>
                  <w:r w:rsidRPr="0078713F">
                    <w:rPr>
                      <w:spacing w:val="-2"/>
                    </w:rPr>
                    <w:t xml:space="preserve">Figures for </w:t>
                  </w:r>
                  <w:proofErr w:type="spellStart"/>
                  <w:r w:rsidRPr="0078713F">
                    <w:rPr>
                      <w:spacing w:val="-2"/>
                    </w:rPr>
                    <w:t>CRA</w:t>
                  </w:r>
                  <w:proofErr w:type="spellEnd"/>
                  <w:r w:rsidRPr="0078713F">
                    <w:rPr>
                      <w:spacing w:val="-2"/>
                    </w:rPr>
                    <w:t xml:space="preserve"> recipients and public housing tenants exclude </w:t>
                  </w:r>
                  <w:r>
                    <w:rPr>
                      <w:spacing w:val="-2"/>
                    </w:rPr>
                    <w:t>working age children living at home with parents or guardians. These children</w:t>
                  </w:r>
                  <w:r w:rsidRPr="0078713F">
                    <w:rPr>
                      <w:spacing w:val="-2"/>
                    </w:rPr>
                    <w:t xml:space="preserve"> are included in the group of ISP recipients without housing assistance.</w:t>
                  </w:r>
                </w:p>
              </w:tc>
            </w:tr>
          </w:tbl>
          <w:p w:rsidR="003C59A8" w:rsidRDefault="003C59A8" w:rsidP="003C59A8">
            <w:pPr>
              <w:pStyle w:val="Box"/>
            </w:pPr>
          </w:p>
        </w:tc>
      </w:tr>
      <w:tr w:rsidR="003C59A8" w:rsidTr="003C59A8">
        <w:trPr>
          <w:cantSplit/>
        </w:trPr>
        <w:tc>
          <w:tcPr>
            <w:tcW w:w="8771" w:type="dxa"/>
            <w:tcBorders>
              <w:top w:val="nil"/>
              <w:left w:val="nil"/>
              <w:bottom w:val="single" w:sz="6" w:space="0" w:color="78A22F"/>
              <w:right w:val="nil"/>
            </w:tcBorders>
            <w:shd w:val="clear" w:color="auto" w:fill="F2F2F2"/>
          </w:tcPr>
          <w:p w:rsidR="003C59A8" w:rsidRDefault="003C59A8">
            <w:pPr>
              <w:pStyle w:val="Box"/>
              <w:spacing w:before="0" w:line="120" w:lineRule="exact"/>
            </w:pPr>
          </w:p>
        </w:tc>
      </w:tr>
      <w:tr w:rsidR="003C59A8" w:rsidRPr="000863A5"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bookmarkStart w:id="7" w:name="OLE_LINK19"/>
    <w:bookmarkStart w:id="8" w:name="OLE_LINK4"/>
    <w:p w:rsidR="003C59A8" w:rsidRDefault="003C59A8" w:rsidP="003C59A8">
      <w:pPr>
        <w:pStyle w:val="Heading2"/>
      </w:pPr>
      <w:r>
        <w:lastRenderedPageBreak/>
        <w:fldChar w:fldCharType="begin" w:fldLock="1"/>
      </w:r>
      <w:r>
        <w:instrText xml:space="preserve"> COMMENTS  \* MERGEFORMAT </w:instrText>
      </w:r>
      <w:r>
        <w:fldChar w:fldCharType="separate"/>
      </w:r>
      <w:r>
        <w:t>3.</w:t>
      </w:r>
      <w:r>
        <w:fldChar w:fldCharType="end"/>
      </w:r>
      <w:r w:rsidR="00FB0E2F">
        <w:fldChar w:fldCharType="begin" w:fldLock="1"/>
      </w:r>
      <w:r w:rsidR="00FB0E2F">
        <w:instrText xml:space="preserve"> SEQ Heading2 </w:instrText>
      </w:r>
      <w:r w:rsidR="00FB0E2F">
        <w:fldChar w:fldCharType="separate"/>
      </w:r>
      <w:r>
        <w:rPr>
          <w:noProof/>
        </w:rPr>
        <w:t>2</w:t>
      </w:r>
      <w:r w:rsidR="00FB0E2F">
        <w:rPr>
          <w:noProof/>
        </w:rPr>
        <w:fldChar w:fldCharType="end"/>
      </w:r>
      <w:bookmarkEnd w:id="7"/>
      <w:r>
        <w:tab/>
        <w:t>Data used in the analysis</w:t>
      </w:r>
    </w:p>
    <w:bookmarkEnd w:id="8"/>
    <w:p w:rsidR="003C59A8" w:rsidRDefault="003C59A8" w:rsidP="003C59A8">
      <w:pPr>
        <w:pStyle w:val="BodyText"/>
      </w:pPr>
      <w:r>
        <w:t>The novel dataset used in this study, constructed from administrative records held in the Centrelink payments database, meant that this study did not have to contend with some of the data constraints faced by previous studies. In particular:</w:t>
      </w:r>
    </w:p>
    <w:p w:rsidR="003C59A8" w:rsidRDefault="003C59A8" w:rsidP="003C59A8">
      <w:pPr>
        <w:pStyle w:val="ListBullet"/>
      </w:pPr>
      <w:r>
        <w:t>the data include all housing assistance recipients who also receive ISPs — questions about whether or not the data are representative of this population do not arise</w:t>
      </w:r>
    </w:p>
    <w:p w:rsidR="003C59A8" w:rsidRDefault="003C59A8" w:rsidP="003C59A8">
      <w:pPr>
        <w:pStyle w:val="ListBullet"/>
      </w:pPr>
      <w:r>
        <w:t>at any point in the study period (2003 to 2013), the data include at least 2.5 million observations — enabling robust analysis of sub</w:t>
      </w:r>
      <w:r>
        <w:noBreakHyphen/>
        <w:t>groups in the population</w:t>
      </w:r>
    </w:p>
    <w:p w:rsidR="003C59A8" w:rsidRDefault="003C59A8" w:rsidP="003C59A8">
      <w:pPr>
        <w:pStyle w:val="ListBullet"/>
      </w:pPr>
      <w:proofErr w:type="spellStart"/>
      <w:r>
        <w:t>CRA</w:t>
      </w:r>
      <w:proofErr w:type="spellEnd"/>
      <w:r>
        <w:t xml:space="preserve"> status is observed directly</w:t>
      </w:r>
    </w:p>
    <w:p w:rsidR="003C59A8" w:rsidRDefault="003C59A8" w:rsidP="003C59A8">
      <w:pPr>
        <w:pStyle w:val="ListBullet"/>
      </w:pPr>
      <w:r>
        <w:t>the data are longitudinal (that is, ISP recipients can be tracked over time), enabling the use of analytical methods that take into account both observed and (time invariant) unobserved characteristics of housing assistance recipients.</w:t>
      </w:r>
    </w:p>
    <w:p w:rsidR="003C59A8" w:rsidRDefault="003C59A8" w:rsidP="003C59A8">
      <w:pPr>
        <w:pStyle w:val="BodyText"/>
      </w:pPr>
      <w:r>
        <w:t xml:space="preserve">As with all data, this source has some drawbacks. The main one stems from the fact that the data are a </w:t>
      </w:r>
      <w:proofErr w:type="spellStart"/>
      <w:r>
        <w:t>by</w:t>
      </w:r>
      <w:r>
        <w:noBreakHyphen/>
        <w:t>product</w:t>
      </w:r>
      <w:proofErr w:type="spellEnd"/>
      <w:r>
        <w:t xml:space="preserve"> of the administration of ISPs, so only include information relevant to that purpose. Measures for some observed characteristics that are typically associated with employment</w:t>
      </w:r>
      <w:r w:rsidRPr="00D92E27">
        <w:t xml:space="preserve"> </w:t>
      </w:r>
      <w:r>
        <w:t>are not available, in particular, educational attainment.</w:t>
      </w:r>
      <w:r w:rsidRPr="0027757F">
        <w:rPr>
          <w:rStyle w:val="FootnoteReference"/>
        </w:rPr>
        <w:footnoteReference w:id="8"/>
      </w:r>
      <w:r>
        <w:t xml:space="preserve"> This issue is less important, however, if those characteristics are stable across time. In that case, some of the analytical methods used in the study take them into account. It is also less important if a characteristic varies little across ISP recipients. If ISP recipients have similar levels of education, differences in employment outcomes between sub</w:t>
      </w:r>
      <w:r>
        <w:noBreakHyphen/>
        <w:t>groups of ISP recipients cannot be explained by differences in educational attainment.</w:t>
      </w:r>
    </w:p>
    <w:p w:rsidR="003C59A8" w:rsidRDefault="003C59A8" w:rsidP="003C59A8">
      <w:pPr>
        <w:pStyle w:val="BodyText"/>
      </w:pPr>
      <w:r>
        <w:t>Another potential drawback is that the data do not permit analysis of all working age recipients of housing assistance (figure 3.1). In particular, the data:</w:t>
      </w:r>
    </w:p>
    <w:p w:rsidR="003C59A8" w:rsidRDefault="003C59A8" w:rsidP="003C59A8">
      <w:pPr>
        <w:pStyle w:val="ListBullet"/>
      </w:pPr>
      <w:r>
        <w:t>exclude public housing tenants who do not receive ISPs</w:t>
      </w:r>
    </w:p>
    <w:p w:rsidR="003C59A8" w:rsidRPr="00226441" w:rsidRDefault="003C59A8" w:rsidP="003C59A8">
      <w:pPr>
        <w:pStyle w:val="ListBullet"/>
        <w:rPr>
          <w:spacing w:val="-2"/>
        </w:rPr>
      </w:pPr>
      <w:r w:rsidRPr="00226441">
        <w:rPr>
          <w:spacing w:val="-2"/>
        </w:rPr>
        <w:t xml:space="preserve">do not include </w:t>
      </w:r>
      <w:r>
        <w:rPr>
          <w:spacing w:val="-2"/>
        </w:rPr>
        <w:t xml:space="preserve">information about </w:t>
      </w:r>
      <w:r w:rsidRPr="00226441">
        <w:rPr>
          <w:spacing w:val="-2"/>
        </w:rPr>
        <w:t xml:space="preserve">the characteristics of </w:t>
      </w:r>
      <w:proofErr w:type="spellStart"/>
      <w:r w:rsidRPr="00226441">
        <w:rPr>
          <w:spacing w:val="-2"/>
        </w:rPr>
        <w:t>CRA</w:t>
      </w:r>
      <w:proofErr w:type="spellEnd"/>
      <w:r w:rsidRPr="00226441">
        <w:rPr>
          <w:spacing w:val="-2"/>
        </w:rPr>
        <w:t xml:space="preserve"> recipients who do not receive an ISP, but are eligible for </w:t>
      </w:r>
      <w:proofErr w:type="spellStart"/>
      <w:r w:rsidRPr="00226441">
        <w:rPr>
          <w:spacing w:val="-2"/>
        </w:rPr>
        <w:t>CRA</w:t>
      </w:r>
      <w:proofErr w:type="spellEnd"/>
      <w:r w:rsidRPr="00226441">
        <w:rPr>
          <w:spacing w:val="-2"/>
        </w:rPr>
        <w:t xml:space="preserve"> because they receive Family Tax Benefit Part A (</w:t>
      </w:r>
      <w:proofErr w:type="spellStart"/>
      <w:r w:rsidRPr="00226441">
        <w:rPr>
          <w:spacing w:val="-2"/>
        </w:rPr>
        <w:t>FTB</w:t>
      </w:r>
      <w:proofErr w:type="spellEnd"/>
      <w:r>
        <w:rPr>
          <w:spacing w:val="-2"/>
        </w:rPr>
        <w:noBreakHyphen/>
      </w:r>
      <w:r w:rsidRPr="00226441">
        <w:rPr>
          <w:spacing w:val="-2"/>
        </w:rPr>
        <w:t>only recipients).</w:t>
      </w:r>
    </w:p>
    <w:p w:rsidR="003C59A8" w:rsidRDefault="003C59A8" w:rsidP="003C59A8">
      <w:pPr>
        <w:pStyle w:val="BodyText"/>
        <w:rPr>
          <w:spacing w:val="-2"/>
        </w:rPr>
      </w:pPr>
      <w:r>
        <w:rPr>
          <w:spacing w:val="-2"/>
        </w:rPr>
        <w:t>There are, however, good arguments for excluding these two groups from an analysis of the links between housing assistance and participation in employment:</w:t>
      </w:r>
    </w:p>
    <w:p w:rsidR="003C59A8" w:rsidRPr="00670771" w:rsidRDefault="003C59A8" w:rsidP="003C59A8">
      <w:pPr>
        <w:pStyle w:val="ListBullet"/>
        <w:rPr>
          <w:spacing w:val="-2"/>
        </w:rPr>
      </w:pPr>
      <w:r w:rsidRPr="00670771">
        <w:rPr>
          <w:spacing w:val="-2"/>
        </w:rPr>
        <w:t>An estimated 28 per cent of working age public housing tenants do not receive ISPs (author estimates based on unpublished data from ABS </w:t>
      </w:r>
      <w:proofErr w:type="spellStart"/>
      <w:r w:rsidRPr="00670771">
        <w:rPr>
          <w:spacing w:val="-2"/>
        </w:rPr>
        <w:t>2013b</w:t>
      </w:r>
      <w:proofErr w:type="spellEnd"/>
      <w:r w:rsidRPr="00670771">
        <w:rPr>
          <w:spacing w:val="-2"/>
        </w:rPr>
        <w:t>). Of this group, about 10</w:t>
      </w:r>
      <w:r>
        <w:rPr>
          <w:spacing w:val="-2"/>
        </w:rPr>
        <w:t> </w:t>
      </w:r>
      <w:r w:rsidRPr="00670771">
        <w:rPr>
          <w:spacing w:val="-2"/>
        </w:rPr>
        <w:t>per</w:t>
      </w:r>
      <w:r>
        <w:rPr>
          <w:spacing w:val="-2"/>
        </w:rPr>
        <w:t> </w:t>
      </w:r>
      <w:r w:rsidRPr="00670771">
        <w:rPr>
          <w:spacing w:val="-2"/>
        </w:rPr>
        <w:t>cent are students. Among those who are not students, nearly 80 per cent are employed. It is likely that many are paying market rent and no longer receiving a housing subsidy.</w:t>
      </w:r>
    </w:p>
    <w:p w:rsidR="003C59A8" w:rsidRPr="00FE7BE0" w:rsidRDefault="003C59A8" w:rsidP="003C59A8">
      <w:pPr>
        <w:pStyle w:val="ListBullet"/>
      </w:pPr>
      <w:proofErr w:type="spellStart"/>
      <w:r w:rsidRPr="00FB4A1A">
        <w:lastRenderedPageBreak/>
        <w:t>FTB</w:t>
      </w:r>
      <w:proofErr w:type="spellEnd"/>
      <w:r>
        <w:noBreakHyphen/>
      </w:r>
      <w:r w:rsidRPr="00FB4A1A">
        <w:t xml:space="preserve">only recipients </w:t>
      </w:r>
      <w:r>
        <w:t xml:space="preserve">accounted for about 14 per cent of the </w:t>
      </w:r>
      <w:proofErr w:type="spellStart"/>
      <w:r>
        <w:t>CRA</w:t>
      </w:r>
      <w:proofErr w:type="spellEnd"/>
      <w:r>
        <w:t xml:space="preserve"> population in 2013 </w:t>
      </w:r>
      <w:r w:rsidRPr="00F00103">
        <w:rPr>
          <w:szCs w:val="24"/>
        </w:rPr>
        <w:t>(</w:t>
      </w:r>
      <w:proofErr w:type="spellStart"/>
      <w:r w:rsidRPr="00F00103">
        <w:rPr>
          <w:szCs w:val="24"/>
        </w:rPr>
        <w:t>SCRGSP</w:t>
      </w:r>
      <w:proofErr w:type="spellEnd"/>
      <w:r w:rsidRPr="00F00103">
        <w:rPr>
          <w:szCs w:val="24"/>
        </w:rPr>
        <w:t> 2014)</w:t>
      </w:r>
      <w:r>
        <w:t>. This group has relatively high rates of employment (about three</w:t>
      </w:r>
      <w:r>
        <w:noBreakHyphen/>
        <w:t>quarters are employed) (author estimates based on unpublished data from ABS </w:t>
      </w:r>
      <w:proofErr w:type="spellStart"/>
      <w:r w:rsidRPr="008A4E31">
        <w:t>2013b</w:t>
      </w:r>
      <w:proofErr w:type="spellEnd"/>
      <w:r>
        <w:t>). They</w:t>
      </w:r>
      <w:r w:rsidRPr="00FB4A1A">
        <w:t xml:space="preserve"> </w:t>
      </w:r>
      <w:r>
        <w:t xml:space="preserve">also </w:t>
      </w:r>
      <w:r w:rsidRPr="00FB4A1A">
        <w:t>typically live in households with high</w:t>
      </w:r>
      <w:r>
        <w:t>er</w:t>
      </w:r>
      <w:r w:rsidRPr="00FB4A1A">
        <w:t xml:space="preserve"> income</w:t>
      </w:r>
      <w:r>
        <w:t>s than ISP recipients</w:t>
      </w:r>
      <w:r w:rsidRPr="00FB4A1A">
        <w:t>.</w:t>
      </w:r>
    </w:p>
    <w:p w:rsidR="003C59A8" w:rsidRDefault="003C59A8" w:rsidP="003C59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Tr="003C59A8">
        <w:tc>
          <w:tcPr>
            <w:tcW w:w="8771" w:type="dxa"/>
            <w:tcBorders>
              <w:top w:val="single" w:sz="6" w:space="0" w:color="78A22F"/>
              <w:left w:val="nil"/>
              <w:bottom w:val="nil"/>
              <w:right w:val="nil"/>
            </w:tcBorders>
            <w:shd w:val="clear" w:color="auto" w:fill="auto"/>
          </w:tcPr>
          <w:p w:rsidR="003C59A8" w:rsidRDefault="003C59A8" w:rsidP="003C59A8">
            <w:pPr>
              <w:pStyle w:val="FigureTitle"/>
              <w:rPr>
                <w:rStyle w:val="NoteLabel"/>
                <w:b/>
              </w:rPr>
            </w:pPr>
            <w:r w:rsidRPr="00784A05">
              <w:rPr>
                <w:b w:val="0"/>
              </w:rPr>
              <w:t xml:space="preserve">Figure </w:t>
            </w:r>
            <w:r w:rsidRPr="00784A05">
              <w:rPr>
                <w:b w:val="0"/>
              </w:rPr>
              <w:fldChar w:fldCharType="begin" w:fldLock="1"/>
            </w:r>
            <w:r w:rsidRPr="00784A05">
              <w:rPr>
                <w:b w:val="0"/>
              </w:rPr>
              <w:instrText xml:space="preserve"> COMMENTS  \* MERGEFORMAT </w:instrText>
            </w:r>
            <w:r w:rsidRPr="00784A05">
              <w:rPr>
                <w:b w:val="0"/>
              </w:rPr>
              <w:fldChar w:fldCharType="separate"/>
            </w:r>
            <w:r>
              <w:rPr>
                <w:b w:val="0"/>
              </w:rPr>
              <w:t>3.</w:t>
            </w:r>
            <w:r w:rsidRPr="00784A05">
              <w:rPr>
                <w:b w:val="0"/>
              </w:rPr>
              <w:fldChar w:fldCharType="end"/>
            </w:r>
            <w:r w:rsidRPr="00784A05">
              <w:rPr>
                <w:b w:val="0"/>
              </w:rPr>
              <w:fldChar w:fldCharType="begin" w:fldLock="1"/>
            </w:r>
            <w:r w:rsidRPr="00784A05">
              <w:rPr>
                <w:b w:val="0"/>
              </w:rPr>
              <w:instrText xml:space="preserve"> SEQ Figure \* ARABIC </w:instrText>
            </w:r>
            <w:r w:rsidRPr="00784A05">
              <w:rPr>
                <w:b w:val="0"/>
              </w:rPr>
              <w:fldChar w:fldCharType="separate"/>
            </w:r>
            <w:r>
              <w:rPr>
                <w:b w:val="0"/>
                <w:noProof/>
              </w:rPr>
              <w:t>1</w:t>
            </w:r>
            <w:r w:rsidRPr="00784A05">
              <w:rPr>
                <w:b w:val="0"/>
              </w:rPr>
              <w:fldChar w:fldCharType="end"/>
            </w:r>
            <w:r>
              <w:tab/>
              <w:t>Recipients of housing assistance in Australia, 2013</w:t>
            </w:r>
            <w:proofErr w:type="spellStart"/>
            <w:r w:rsidRPr="00DE6A0B">
              <w:rPr>
                <w:rStyle w:val="NoteLabel"/>
                <w:b/>
              </w:rPr>
              <w:t>a,b,c,d</w:t>
            </w:r>
            <w:r>
              <w:rPr>
                <w:rStyle w:val="NoteLabel"/>
                <w:b/>
              </w:rPr>
              <w:t>,e,f</w:t>
            </w:r>
            <w:proofErr w:type="spellEnd"/>
          </w:p>
          <w:p w:rsidR="003C59A8" w:rsidRPr="00015D09" w:rsidRDefault="003C59A8" w:rsidP="003C59A8">
            <w:pPr>
              <w:pStyle w:val="Subtitle"/>
            </w:pPr>
            <w:r w:rsidRPr="00015D09">
              <w:t>Analysis in this chapter based on the population identified in the grey box</w:t>
            </w:r>
          </w:p>
        </w:tc>
      </w:tr>
      <w:tr w:rsidR="003C59A8" w:rsidTr="003C59A8">
        <w:tc>
          <w:tcPr>
            <w:tcW w:w="8771" w:type="dxa"/>
            <w:tcBorders>
              <w:top w:val="nil"/>
              <w:left w:val="nil"/>
              <w:bottom w:val="nil"/>
              <w:right w:val="nil"/>
            </w:tcBorders>
            <w:shd w:val="clear" w:color="auto" w:fill="auto"/>
            <w:tcMar>
              <w:top w:w="28" w:type="dxa"/>
              <w:bottom w:w="28" w:type="dxa"/>
            </w:tcMar>
          </w:tcPr>
          <w:p w:rsidR="003C59A8" w:rsidRDefault="003C59A8" w:rsidP="003C59A8">
            <w:pPr>
              <w:pStyle w:val="Figure"/>
            </w:pPr>
            <w:r>
              <w:rPr>
                <w:noProof/>
              </w:rPr>
              <w:drawing>
                <wp:inline distT="0" distB="0" distL="0" distR="0" wp14:anchorId="3274B117" wp14:editId="41BA89D6">
                  <wp:extent cx="5381625" cy="3352800"/>
                  <wp:effectExtent l="0" t="0" r="9525" b="0"/>
                  <wp:docPr id="24" name="Picture 24" descr="This chart shows the various categories of housing assistance recipients, and specifies those who are included in the analysis – public housing residents (255 667 individuals) and Commonwealth Rent Assistance recipients (942 116 individuals). " title="Recipients of housing assistance in Australia, 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381625" cy="3352800"/>
                          </a:xfrm>
                          <a:prstGeom prst="rect">
                            <a:avLst/>
                          </a:prstGeom>
                          <a:noFill/>
                          <a:ln>
                            <a:noFill/>
                          </a:ln>
                        </pic:spPr>
                      </pic:pic>
                    </a:graphicData>
                  </a:graphic>
                </wp:inline>
              </w:drawing>
            </w:r>
          </w:p>
        </w:tc>
      </w:tr>
      <w:tr w:rsidR="003C59A8" w:rsidRPr="00176D3F" w:rsidTr="003C59A8">
        <w:tc>
          <w:tcPr>
            <w:tcW w:w="8771" w:type="dxa"/>
            <w:tcBorders>
              <w:top w:val="nil"/>
              <w:left w:val="nil"/>
              <w:bottom w:val="nil"/>
              <w:right w:val="nil"/>
            </w:tcBorders>
            <w:shd w:val="clear" w:color="auto" w:fill="auto"/>
          </w:tcPr>
          <w:p w:rsidR="003C59A8" w:rsidRPr="00CE075C" w:rsidRDefault="003C59A8" w:rsidP="003C59A8">
            <w:pPr>
              <w:pStyle w:val="Note"/>
              <w:rPr>
                <w:spacing w:val="-2"/>
              </w:rPr>
            </w:pPr>
            <w:proofErr w:type="spellStart"/>
            <w:r w:rsidRPr="00CE075C">
              <w:rPr>
                <w:rStyle w:val="NoteLabel"/>
                <w:spacing w:val="-2"/>
              </w:rPr>
              <w:t>a</w:t>
            </w:r>
            <w:proofErr w:type="spellEnd"/>
            <w:r w:rsidRPr="00CE075C">
              <w:rPr>
                <w:spacing w:val="-2"/>
              </w:rPr>
              <w:t xml:space="preserve"> An explanation of the difference between income units, households and persons is presented in BP 3. </w:t>
            </w:r>
            <w:r w:rsidRPr="00CE075C">
              <w:rPr>
                <w:rStyle w:val="NoteLabel"/>
                <w:spacing w:val="-2"/>
              </w:rPr>
              <w:t>b </w:t>
            </w:r>
            <w:r w:rsidRPr="00CE075C">
              <w:rPr>
                <w:spacing w:val="-2"/>
              </w:rPr>
              <w:t xml:space="preserve">Boxes with dashed edges represent knowledge gaps, where a precise number of housing assistance recipients is not known. </w:t>
            </w:r>
            <w:r w:rsidRPr="00CE075C">
              <w:rPr>
                <w:rStyle w:val="NoteLabel"/>
                <w:spacing w:val="-2"/>
              </w:rPr>
              <w:t>c</w:t>
            </w:r>
            <w:r w:rsidRPr="00CE075C">
              <w:rPr>
                <w:spacing w:val="-2"/>
              </w:rPr>
              <w:t xml:space="preserve"> The total number of people living in households receiving housing assistance are estimates based on assumed numbers of people living in households receiving different types of assistance. </w:t>
            </w:r>
            <w:r w:rsidRPr="00CE075C">
              <w:rPr>
                <w:rStyle w:val="NoteLabel"/>
                <w:spacing w:val="-2"/>
              </w:rPr>
              <w:t>d</w:t>
            </w:r>
            <w:r w:rsidRPr="00CE075C">
              <w:rPr>
                <w:spacing w:val="-2"/>
              </w:rPr>
              <w:t> Residents of State</w:t>
            </w:r>
            <w:r>
              <w:rPr>
                <w:spacing w:val="-2"/>
              </w:rPr>
              <w:noBreakHyphen/>
            </w:r>
            <w:r w:rsidRPr="00CE075C">
              <w:rPr>
                <w:spacing w:val="-2"/>
              </w:rPr>
              <w:t xml:space="preserve">owned and managed Indigenous housing are not separately identified in the </w:t>
            </w:r>
            <w:proofErr w:type="spellStart"/>
            <w:r w:rsidRPr="00CE075C">
              <w:rPr>
                <w:spacing w:val="-2"/>
              </w:rPr>
              <w:t>DHS</w:t>
            </w:r>
            <w:proofErr w:type="spellEnd"/>
            <w:r w:rsidRPr="00CE075C">
              <w:rPr>
                <w:spacing w:val="-2"/>
              </w:rPr>
              <w:t xml:space="preserve"> data. </w:t>
            </w:r>
            <w:r w:rsidRPr="00CE075C">
              <w:rPr>
                <w:rStyle w:val="NoteLabel"/>
                <w:spacing w:val="-2"/>
              </w:rPr>
              <w:t xml:space="preserve">e </w:t>
            </w:r>
            <w:r w:rsidRPr="00CE075C">
              <w:rPr>
                <w:spacing w:val="-2"/>
              </w:rPr>
              <w:t>Housing assistance measures such as one</w:t>
            </w:r>
            <w:r>
              <w:rPr>
                <w:spacing w:val="-2"/>
              </w:rPr>
              <w:noBreakHyphen/>
            </w:r>
            <w:r w:rsidRPr="00CE075C">
              <w:rPr>
                <w:spacing w:val="-2"/>
              </w:rPr>
              <w:t>off bond payments are not included.</w:t>
            </w:r>
            <w:r>
              <w:rPr>
                <w:spacing w:val="-2"/>
              </w:rPr>
              <w:t xml:space="preserve"> </w:t>
            </w:r>
            <w:r w:rsidRPr="00F3646C">
              <w:rPr>
                <w:rStyle w:val="NoteLabel"/>
              </w:rPr>
              <w:t>f</w:t>
            </w:r>
            <w:r>
              <w:rPr>
                <w:spacing w:val="-2"/>
              </w:rPr>
              <w:t xml:space="preserve"> Comparisons of administrative and Census data for South Australia and Western Australia suggest that between 5 and 10 per cent of working age public housing residents are not reported to state housing authorities. The vast majority of under</w:t>
            </w:r>
            <w:r>
              <w:rPr>
                <w:spacing w:val="-2"/>
              </w:rPr>
              <w:noBreakHyphen/>
              <w:t>reporting appears to involve people who are not income support recipients.</w:t>
            </w:r>
          </w:p>
        </w:tc>
      </w:tr>
      <w:tr w:rsidR="003C59A8" w:rsidRPr="00176D3F" w:rsidTr="003C59A8">
        <w:tc>
          <w:tcPr>
            <w:tcW w:w="8771" w:type="dxa"/>
            <w:tcBorders>
              <w:top w:val="nil"/>
              <w:left w:val="nil"/>
              <w:bottom w:val="nil"/>
              <w:right w:val="nil"/>
            </w:tcBorders>
            <w:shd w:val="clear" w:color="auto" w:fill="auto"/>
          </w:tcPr>
          <w:p w:rsidR="003C59A8" w:rsidRPr="00176D3F" w:rsidRDefault="003C59A8" w:rsidP="003C59A8">
            <w:pPr>
              <w:pStyle w:val="Source"/>
            </w:pPr>
            <w:r>
              <w:rPr>
                <w:i/>
              </w:rPr>
              <w:t>S</w:t>
            </w:r>
            <w:r w:rsidRPr="00784A05">
              <w:rPr>
                <w:i/>
              </w:rPr>
              <w:t>ource</w:t>
            </w:r>
            <w:r>
              <w:rPr>
                <w:i/>
              </w:rPr>
              <w:t>s</w:t>
            </w:r>
            <w:r w:rsidRPr="00176D3F">
              <w:t xml:space="preserve">: </w:t>
            </w:r>
            <w:proofErr w:type="spellStart"/>
            <w:r>
              <w:t>AIHW</w:t>
            </w:r>
            <w:proofErr w:type="spellEnd"/>
            <w:r>
              <w:t xml:space="preserve"> (2014); </w:t>
            </w:r>
            <w:proofErr w:type="spellStart"/>
            <w:r>
              <w:t>SCRGSP</w:t>
            </w:r>
            <w:proofErr w:type="spellEnd"/>
            <w:r>
              <w:t xml:space="preserve"> (2014); ABS (</w:t>
            </w:r>
            <w:proofErr w:type="spellStart"/>
            <w:r w:rsidRPr="00905139">
              <w:rPr>
                <w:i/>
              </w:rPr>
              <w:t>TableBuilder</w:t>
            </w:r>
            <w:proofErr w:type="spellEnd"/>
            <w:r w:rsidRPr="00905139">
              <w:rPr>
                <w:i/>
              </w:rPr>
              <w:t xml:space="preserve"> Pro, 2011</w:t>
            </w:r>
            <w:r>
              <w:t xml:space="preserve">, Cat. no. 2073.0); </w:t>
            </w:r>
            <w:proofErr w:type="spellStart"/>
            <w:r>
              <w:t>DHS</w:t>
            </w:r>
            <w:proofErr w:type="spellEnd"/>
            <w:r>
              <w:t xml:space="preserve"> (unpublished).</w:t>
            </w:r>
          </w:p>
        </w:tc>
      </w:tr>
      <w:tr w:rsidR="003C59A8" w:rsidTr="003C59A8">
        <w:tc>
          <w:tcPr>
            <w:tcW w:w="8771" w:type="dxa"/>
            <w:tcBorders>
              <w:top w:val="nil"/>
              <w:left w:val="nil"/>
              <w:bottom w:val="single" w:sz="6" w:space="0" w:color="78A22F"/>
              <w:right w:val="nil"/>
            </w:tcBorders>
            <w:shd w:val="clear" w:color="auto" w:fill="auto"/>
          </w:tcPr>
          <w:p w:rsidR="003C59A8" w:rsidRDefault="003C59A8" w:rsidP="003C59A8">
            <w:pPr>
              <w:pStyle w:val="Figurespace"/>
            </w:pPr>
          </w:p>
        </w:tc>
      </w:tr>
      <w:tr w:rsidR="003C59A8" w:rsidRPr="000863A5"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p w:rsidR="003C59A8" w:rsidRDefault="003C59A8" w:rsidP="003C59A8">
      <w:pPr>
        <w:pStyle w:val="BodyText"/>
      </w:pPr>
      <w:r>
        <w:t>The data have a couple of other important limitations.</w:t>
      </w:r>
    </w:p>
    <w:p w:rsidR="003C59A8" w:rsidRPr="00CC31E4" w:rsidRDefault="003C59A8" w:rsidP="003C59A8">
      <w:pPr>
        <w:pStyle w:val="BodyText"/>
      </w:pPr>
      <w:r w:rsidRPr="00CC31E4">
        <w:t xml:space="preserve">First, community housing tenants cannot be </w:t>
      </w:r>
      <w:r>
        <w:t xml:space="preserve">separately </w:t>
      </w:r>
      <w:r w:rsidRPr="00CC31E4">
        <w:t xml:space="preserve">identified. Although their rent is calculated as a proportion of their incomes (as in public housing), most, if not all, are identified as </w:t>
      </w:r>
      <w:proofErr w:type="spellStart"/>
      <w:r w:rsidRPr="00CC31E4">
        <w:t>CRA</w:t>
      </w:r>
      <w:proofErr w:type="spellEnd"/>
      <w:r w:rsidRPr="00CC31E4">
        <w:t xml:space="preserve"> recipients. That said, because community housing is a relatively uncommon tenure (figure 3.1), results for </w:t>
      </w:r>
      <w:proofErr w:type="spellStart"/>
      <w:r w:rsidRPr="00CC31E4">
        <w:t>CRA</w:t>
      </w:r>
      <w:proofErr w:type="spellEnd"/>
      <w:r w:rsidRPr="00CC31E4">
        <w:t xml:space="preserve"> recipients are interpreted as if all recipients are renting privately.</w:t>
      </w:r>
    </w:p>
    <w:p w:rsidR="003C59A8" w:rsidRDefault="003C59A8" w:rsidP="003C59A8">
      <w:pPr>
        <w:pStyle w:val="BodyText"/>
      </w:pPr>
      <w:r w:rsidRPr="007A131D">
        <w:lastRenderedPageBreak/>
        <w:t xml:space="preserve">Second, working age young people who receive ISPs and live with parents or guardians who receive housing assistance are not identified as housing assistance recipients unless they receive </w:t>
      </w:r>
      <w:proofErr w:type="spellStart"/>
      <w:r w:rsidRPr="007A131D">
        <w:t>CRA</w:t>
      </w:r>
      <w:proofErr w:type="spellEnd"/>
      <w:r w:rsidRPr="007A131D">
        <w:t xml:space="preserve"> in their own right. This is less of</w:t>
      </w:r>
      <w:r>
        <w:t xml:space="preserve"> a concern in the case of </w:t>
      </w:r>
      <w:proofErr w:type="spellStart"/>
      <w:r>
        <w:t>CRA</w:t>
      </w:r>
      <w:proofErr w:type="spellEnd"/>
      <w:r>
        <w:t>. P</w:t>
      </w:r>
      <w:r w:rsidRPr="007A131D">
        <w:t xml:space="preserve">arental receipt of </w:t>
      </w:r>
      <w:proofErr w:type="spellStart"/>
      <w:r w:rsidRPr="007A131D">
        <w:t>CRA</w:t>
      </w:r>
      <w:proofErr w:type="spellEnd"/>
      <w:r w:rsidRPr="007A131D">
        <w:t xml:space="preserve"> is unlikely to have a large effect, if any, on whether a young person works</w:t>
      </w:r>
      <w:r>
        <w:t xml:space="preserve"> because the household’s eligibility for </w:t>
      </w:r>
      <w:proofErr w:type="spellStart"/>
      <w:r>
        <w:t>CRA</w:t>
      </w:r>
      <w:proofErr w:type="spellEnd"/>
      <w:r>
        <w:t xml:space="preserve"> is not affected by the young person’s employment income</w:t>
      </w:r>
      <w:r w:rsidRPr="007A131D">
        <w:t>. In the case of public housing, however, the measure of household income used to determine how much rent a household pays can include the income of working age children who live at home — potentially influencing their employment decisions. Within the data used for the study it is possible to infer the housing tenure of some young people from their parents’ information. These data are used in section </w:t>
      </w:r>
      <w:r>
        <w:t>3.4</w:t>
      </w:r>
      <w:r w:rsidRPr="007A131D">
        <w:t xml:space="preserve"> to examine whether young ISP recipients who</w:t>
      </w:r>
      <w:r>
        <w:t xml:space="preserve"> live with</w:t>
      </w:r>
      <w:r w:rsidRPr="007A131D">
        <w:t xml:space="preserve"> parents or guardians in public housing are less likely to work than their peers who</w:t>
      </w:r>
      <w:r>
        <w:t xml:space="preserve"> live with their parents</w:t>
      </w:r>
      <w:r w:rsidRPr="007A131D">
        <w:t xml:space="preserve"> in other tenures.</w:t>
      </w:r>
    </w:p>
    <w:p w:rsidR="003C59A8" w:rsidRDefault="003C59A8" w:rsidP="003C59A8">
      <w:pPr>
        <w:pStyle w:val="BodyText"/>
      </w:pPr>
      <w:r>
        <w:t>More information about the data used in the study and a description of the characteristics of housing assistance recipients are presented in BP 3.</w:t>
      </w:r>
    </w:p>
    <w:p w:rsidR="003C59A8" w:rsidRDefault="003C59A8" w:rsidP="003C59A8">
      <w:pPr>
        <w:pStyle w:val="BodyText"/>
      </w:pPr>
      <w:r>
        <w:t>Access to data derived from Centrelink administrative records enabled this project to add to the previous research in a number of ways:</w:t>
      </w:r>
    </w:p>
    <w:p w:rsidR="003C59A8" w:rsidRDefault="003C59A8" w:rsidP="003C59A8">
      <w:pPr>
        <w:pStyle w:val="ListBullet"/>
      </w:pPr>
      <w:r>
        <w:t xml:space="preserve">rates of participation in employment by public housing tenants, </w:t>
      </w:r>
      <w:proofErr w:type="spellStart"/>
      <w:r>
        <w:t>CRA</w:t>
      </w:r>
      <w:proofErr w:type="spellEnd"/>
      <w:r>
        <w:t xml:space="preserve"> recipients and other ISP recipients are compared</w:t>
      </w:r>
    </w:p>
    <w:p w:rsidR="003C59A8" w:rsidRDefault="003C59A8" w:rsidP="003C59A8">
      <w:pPr>
        <w:pStyle w:val="ListBullet"/>
      </w:pPr>
      <w:r>
        <w:t>the comparisons are undertaken for sub</w:t>
      </w:r>
      <w:r>
        <w:noBreakHyphen/>
        <w:t>groups of the ISP population — by ISP type, state of residence and for young people living at home</w:t>
      </w:r>
    </w:p>
    <w:p w:rsidR="003C59A8" w:rsidRDefault="003C59A8" w:rsidP="003C59A8">
      <w:pPr>
        <w:pStyle w:val="ListBullet"/>
      </w:pPr>
      <w:r>
        <w:t>in addition to observed characteristics like age and the presence of young children in a household, the comparisons take into account the:</w:t>
      </w:r>
    </w:p>
    <w:p w:rsidR="003C59A8" w:rsidRDefault="003C59A8" w:rsidP="003C59A8">
      <w:pPr>
        <w:pStyle w:val="ListBullet2"/>
      </w:pPr>
      <w:r>
        <w:t>socioeconomic characteristics of the neighbourhoods in which ISP recipients live</w:t>
      </w:r>
    </w:p>
    <w:p w:rsidR="003C59A8" w:rsidRDefault="003C59A8" w:rsidP="003C59A8">
      <w:pPr>
        <w:pStyle w:val="ListBullet2"/>
      </w:pPr>
      <w:r>
        <w:t>potential effect of stability of residence on participation in employment</w:t>
      </w:r>
    </w:p>
    <w:p w:rsidR="003C59A8" w:rsidRDefault="003C59A8" w:rsidP="003C59A8">
      <w:pPr>
        <w:pStyle w:val="ListBullet2"/>
      </w:pPr>
      <w:r>
        <w:t>time</w:t>
      </w:r>
      <w:r>
        <w:noBreakHyphen/>
        <w:t>invariant unobserved characteristics of ISP recipients.</w:t>
      </w:r>
    </w:p>
    <w:bookmarkStart w:id="9" w:name="OLE_LINK20"/>
    <w:bookmarkStart w:id="10" w:name="OLE_LINK5"/>
    <w:p w:rsidR="003C59A8" w:rsidRDefault="003C59A8" w:rsidP="003C59A8">
      <w:pPr>
        <w:pStyle w:val="Heading2"/>
      </w:pPr>
      <w:r>
        <w:fldChar w:fldCharType="begin" w:fldLock="1"/>
      </w:r>
      <w:r>
        <w:instrText xml:space="preserve"> COMMENTS  \* MERGEFORMAT </w:instrText>
      </w:r>
      <w:r>
        <w:fldChar w:fldCharType="separate"/>
      </w:r>
      <w:r>
        <w:t>3.</w:t>
      </w:r>
      <w:r>
        <w:fldChar w:fldCharType="end"/>
      </w:r>
      <w:r w:rsidR="00FB0E2F">
        <w:fldChar w:fldCharType="begin" w:fldLock="1"/>
      </w:r>
      <w:r w:rsidR="00FB0E2F">
        <w:instrText xml:space="preserve"> SEQ Heading2 </w:instrText>
      </w:r>
      <w:r w:rsidR="00FB0E2F">
        <w:fldChar w:fldCharType="separate"/>
      </w:r>
      <w:r>
        <w:rPr>
          <w:noProof/>
        </w:rPr>
        <w:t>3</w:t>
      </w:r>
      <w:r w:rsidR="00FB0E2F">
        <w:rPr>
          <w:noProof/>
        </w:rPr>
        <w:fldChar w:fldCharType="end"/>
      </w:r>
      <w:bookmarkEnd w:id="9"/>
      <w:r>
        <w:tab/>
        <w:t>What are the links between housing assistance and employment?</w:t>
      </w:r>
    </w:p>
    <w:bookmarkEnd w:id="10"/>
    <w:p w:rsidR="003C59A8" w:rsidRDefault="003C59A8" w:rsidP="003C59A8">
      <w:pPr>
        <w:pStyle w:val="Heading3"/>
        <w:spacing w:before="280"/>
      </w:pPr>
      <w:r>
        <w:t>Simple analysis suggests a housing assistance–employment link</w:t>
      </w:r>
    </w:p>
    <w:p w:rsidR="003C59A8" w:rsidRDefault="003C59A8" w:rsidP="003C59A8">
      <w:pPr>
        <w:pStyle w:val="BodyText"/>
      </w:pPr>
      <w:r>
        <w:t>An initial examination of the data for ISP recipients suggests that housing assistance, or at least public housing, might be related to participation in employment.</w:t>
      </w:r>
      <w:r w:rsidRPr="0027757F">
        <w:rPr>
          <w:rStyle w:val="FootnoteReference"/>
        </w:rPr>
        <w:footnoteReference w:id="9"/>
      </w:r>
      <w:r>
        <w:t xml:space="preserve"> About one in five </w:t>
      </w:r>
      <w:r>
        <w:lastRenderedPageBreak/>
        <w:t xml:space="preserve">working age ISP recipients were employed at 30 June 2013 (table 3.1). Working age </w:t>
      </w:r>
      <w:proofErr w:type="spellStart"/>
      <w:r>
        <w:t>CRA</w:t>
      </w:r>
      <w:proofErr w:type="spellEnd"/>
      <w:r>
        <w:t xml:space="preserve"> recipients had similar employment rates to other income support recipients, but public housing tenants were much less likely to work — only 9.8 per cent of this group were working at 30 June 2013. Lower rates of employment among public housing tenants relative to </w:t>
      </w:r>
      <w:proofErr w:type="spellStart"/>
      <w:r>
        <w:t>CRA</w:t>
      </w:r>
      <w:proofErr w:type="spellEnd"/>
      <w:r>
        <w:t xml:space="preserve"> recipients and other income support recipients who don’t receive housing assistance are seen across all ISP types (figure 3.2).</w:t>
      </w:r>
    </w:p>
    <w:p w:rsidR="003C59A8" w:rsidRDefault="003C59A8" w:rsidP="003C59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Tr="003C59A8">
        <w:tc>
          <w:tcPr>
            <w:tcW w:w="8771" w:type="dxa"/>
            <w:tcBorders>
              <w:top w:val="single" w:sz="6" w:space="0" w:color="78A22F"/>
              <w:left w:val="nil"/>
              <w:bottom w:val="nil"/>
              <w:right w:val="nil"/>
            </w:tcBorders>
            <w:shd w:val="clear" w:color="auto" w:fill="auto"/>
          </w:tcPr>
          <w:p w:rsidR="003C59A8" w:rsidRDefault="003C59A8" w:rsidP="003C59A8">
            <w:pPr>
              <w:pStyle w:val="FigureTitle"/>
            </w:pPr>
            <w:r w:rsidRPr="00784A05">
              <w:rPr>
                <w:b w:val="0"/>
              </w:rPr>
              <w:t xml:space="preserve">Figure </w:t>
            </w:r>
            <w:bookmarkStart w:id="11" w:name="OLE_LINK17"/>
            <w:r w:rsidRPr="00784A05">
              <w:rPr>
                <w:b w:val="0"/>
              </w:rPr>
              <w:fldChar w:fldCharType="begin" w:fldLock="1"/>
            </w:r>
            <w:r w:rsidRPr="00784A05">
              <w:rPr>
                <w:b w:val="0"/>
              </w:rPr>
              <w:instrText xml:space="preserve"> COMMENTS  \* MERGEFORMAT </w:instrText>
            </w:r>
            <w:r w:rsidRPr="00784A05">
              <w:rPr>
                <w:b w:val="0"/>
              </w:rPr>
              <w:fldChar w:fldCharType="separate"/>
            </w:r>
            <w:r>
              <w:rPr>
                <w:b w:val="0"/>
              </w:rPr>
              <w:t>3.</w:t>
            </w:r>
            <w:r w:rsidRPr="00784A05">
              <w:rPr>
                <w:b w:val="0"/>
              </w:rPr>
              <w:fldChar w:fldCharType="end"/>
            </w:r>
            <w:r w:rsidRPr="00784A05">
              <w:rPr>
                <w:b w:val="0"/>
              </w:rPr>
              <w:fldChar w:fldCharType="begin" w:fldLock="1"/>
            </w:r>
            <w:r w:rsidRPr="00784A05">
              <w:rPr>
                <w:b w:val="0"/>
              </w:rPr>
              <w:instrText xml:space="preserve"> SEQ Figure \* ARABIC </w:instrText>
            </w:r>
            <w:r w:rsidRPr="00784A05">
              <w:rPr>
                <w:b w:val="0"/>
              </w:rPr>
              <w:fldChar w:fldCharType="separate"/>
            </w:r>
            <w:r>
              <w:rPr>
                <w:b w:val="0"/>
                <w:noProof/>
              </w:rPr>
              <w:t>2</w:t>
            </w:r>
            <w:r w:rsidRPr="00784A05">
              <w:rPr>
                <w:b w:val="0"/>
              </w:rPr>
              <w:fldChar w:fldCharType="end"/>
            </w:r>
            <w:bookmarkEnd w:id="11"/>
            <w:r>
              <w:tab/>
              <w:t>Employment of housing assistance recipients by income support payment type</w:t>
            </w:r>
            <w:proofErr w:type="spellStart"/>
            <w:r w:rsidRPr="00B3516A">
              <w:rPr>
                <w:rStyle w:val="NoteLabel"/>
                <w:b/>
              </w:rPr>
              <w:t>a</w:t>
            </w:r>
            <w:r>
              <w:rPr>
                <w:rStyle w:val="NoteLabel"/>
                <w:b/>
              </w:rPr>
              <w:t>,b,c</w:t>
            </w:r>
            <w:proofErr w:type="spellEnd"/>
          </w:p>
          <w:p w:rsidR="003C59A8" w:rsidRPr="00176D3F" w:rsidRDefault="003C59A8" w:rsidP="003C59A8">
            <w:pPr>
              <w:pStyle w:val="Subtitle"/>
            </w:pPr>
            <w:r>
              <w:t>Per cent reporting earned income</w:t>
            </w:r>
          </w:p>
        </w:tc>
      </w:tr>
      <w:tr w:rsidR="003C59A8" w:rsidTr="003C59A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3C59A8" w:rsidTr="003C59A8">
              <w:trPr>
                <w:trHeight w:val="3810"/>
                <w:jc w:val="center"/>
              </w:trPr>
              <w:tc>
                <w:tcPr>
                  <w:tcW w:w="8504" w:type="dxa"/>
                  <w:tcBorders>
                    <w:top w:val="nil"/>
                    <w:bottom w:val="nil"/>
                  </w:tcBorders>
                </w:tcPr>
                <w:p w:rsidR="003C59A8" w:rsidRDefault="003C59A8" w:rsidP="003C59A8">
                  <w:pPr>
                    <w:pStyle w:val="Figure"/>
                    <w:spacing w:before="60" w:after="60"/>
                  </w:pPr>
                  <w:r>
                    <w:rPr>
                      <w:noProof/>
                    </w:rPr>
                    <w:drawing>
                      <wp:inline distT="0" distB="0" distL="0" distR="0" wp14:anchorId="2C469F59" wp14:editId="2C5BF38C">
                        <wp:extent cx="5400000" cy="2880000"/>
                        <wp:effectExtent l="0" t="0" r="0" b="0"/>
                        <wp:docPr id="3" name="Chart 3" descr="This chart shows the per cent of housing assistance recipients reporting earned income, categorised by type of housing assistance and income support payment." title="Employment of housing assistance recipients by income support payment type"/>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bl>
          <w:p w:rsidR="003C59A8" w:rsidRDefault="003C59A8" w:rsidP="003C59A8">
            <w:pPr>
              <w:pStyle w:val="Figure"/>
            </w:pPr>
          </w:p>
        </w:tc>
      </w:tr>
      <w:tr w:rsidR="003C59A8" w:rsidRPr="00176D3F" w:rsidTr="003C59A8">
        <w:tc>
          <w:tcPr>
            <w:tcW w:w="8771" w:type="dxa"/>
            <w:tcBorders>
              <w:top w:val="nil"/>
              <w:left w:val="nil"/>
              <w:bottom w:val="nil"/>
              <w:right w:val="nil"/>
            </w:tcBorders>
            <w:shd w:val="clear" w:color="auto" w:fill="auto"/>
          </w:tcPr>
          <w:p w:rsidR="003C59A8" w:rsidRPr="00CE075C" w:rsidRDefault="003C59A8" w:rsidP="003C59A8">
            <w:pPr>
              <w:pStyle w:val="Note"/>
              <w:rPr>
                <w:rStyle w:val="NoteLabel"/>
              </w:rPr>
            </w:pPr>
            <w:r>
              <w:rPr>
                <w:rStyle w:val="NoteLabel"/>
              </w:rPr>
              <w:t xml:space="preserve">a </w:t>
            </w:r>
            <w:r>
              <w:t xml:space="preserve">ISP recipients aged 15–65. </w:t>
            </w:r>
            <w:r>
              <w:rPr>
                <w:rStyle w:val="NoteLabel"/>
              </w:rPr>
              <w:t xml:space="preserve">b </w:t>
            </w:r>
            <w:r>
              <w:t xml:space="preserve">Other payments include a range of less common income support payments, including Bereavement Allowance, Wife’s Pension, Wife’s Disability Support Pension, </w:t>
            </w:r>
            <w:proofErr w:type="spellStart"/>
            <w:r>
              <w:t>Austudy</w:t>
            </w:r>
            <w:proofErr w:type="spellEnd"/>
            <w:r>
              <w:t xml:space="preserve">, Partner Allowance, Sickness Allowance, Special Benefits, Widow Allowance and </w:t>
            </w:r>
            <w:proofErr w:type="spellStart"/>
            <w:r>
              <w:t>Abstudy</w:t>
            </w:r>
            <w:proofErr w:type="spellEnd"/>
            <w:r>
              <w:t xml:space="preserve">. </w:t>
            </w:r>
            <w:r>
              <w:rPr>
                <w:rStyle w:val="NoteLabel"/>
              </w:rPr>
              <w:t xml:space="preserve">c </w:t>
            </w:r>
            <w:r>
              <w:t>Employment rates are based on a pooled sample spanning from 2005 to 2013. These figures are not directly comparable to those in table 3.1 where the focus is on working age ISP recipients active at 30 June 2013.</w:t>
            </w:r>
          </w:p>
        </w:tc>
      </w:tr>
      <w:tr w:rsidR="003C59A8" w:rsidRPr="00176D3F" w:rsidTr="003C59A8">
        <w:tc>
          <w:tcPr>
            <w:tcW w:w="8771" w:type="dxa"/>
            <w:tcBorders>
              <w:top w:val="nil"/>
              <w:left w:val="nil"/>
              <w:bottom w:val="nil"/>
              <w:right w:val="nil"/>
            </w:tcBorders>
            <w:shd w:val="clear" w:color="auto" w:fill="auto"/>
          </w:tcPr>
          <w:p w:rsidR="003C59A8" w:rsidRPr="00176D3F" w:rsidRDefault="003C59A8" w:rsidP="003C59A8">
            <w:pPr>
              <w:pStyle w:val="Source"/>
            </w:pPr>
            <w:r>
              <w:rPr>
                <w:i/>
              </w:rPr>
              <w:t>S</w:t>
            </w:r>
            <w:r w:rsidRPr="00784A05">
              <w:rPr>
                <w:i/>
              </w:rPr>
              <w:t>ource</w:t>
            </w:r>
            <w:r w:rsidRPr="00176D3F">
              <w:t xml:space="preserve">: </w:t>
            </w:r>
            <w:r>
              <w:t>Author estimates based on Research and Evaluation Database.</w:t>
            </w:r>
          </w:p>
        </w:tc>
      </w:tr>
      <w:tr w:rsidR="003C59A8" w:rsidTr="003C59A8">
        <w:tc>
          <w:tcPr>
            <w:tcW w:w="8771" w:type="dxa"/>
            <w:tcBorders>
              <w:top w:val="nil"/>
              <w:left w:val="nil"/>
              <w:bottom w:val="single" w:sz="6" w:space="0" w:color="78A22F"/>
              <w:right w:val="nil"/>
            </w:tcBorders>
            <w:shd w:val="clear" w:color="auto" w:fill="auto"/>
          </w:tcPr>
          <w:p w:rsidR="003C59A8" w:rsidRDefault="003C59A8" w:rsidP="003C59A8">
            <w:pPr>
              <w:pStyle w:val="Figurespace"/>
            </w:pPr>
          </w:p>
        </w:tc>
      </w:tr>
      <w:tr w:rsidR="003C59A8" w:rsidRPr="000863A5"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p w:rsidR="003C59A8" w:rsidRDefault="003C59A8" w:rsidP="003C59A8">
      <w:pPr>
        <w:pStyle w:val="BodyText"/>
      </w:pPr>
      <w:r>
        <w:t>The much lower rates of employment among public housing tenants relative to those reported in previous research (box 3.1) most likely reflect the fact that the data used in this study exclude public housing tenants who did not receive ISPs.</w:t>
      </w:r>
    </w:p>
    <w:p w:rsidR="003C59A8" w:rsidRDefault="003C59A8" w:rsidP="003C59A8">
      <w:pPr>
        <w:pStyle w:val="Heading3"/>
      </w:pPr>
      <w:r>
        <w:lastRenderedPageBreak/>
        <w:t>But the observed characteristics of public housing tenants might explain their lower employment rates</w:t>
      </w:r>
    </w:p>
    <w:p w:rsidR="003C59A8" w:rsidRDefault="003C59A8" w:rsidP="003C59A8">
      <w:pPr>
        <w:pStyle w:val="BodyText"/>
      </w:pPr>
      <w:r>
        <w:t>Public housing tenants differ from ISP recipients in other tenures in a number of ways that might affect their participation in employment (table 3.1).</w:t>
      </w:r>
    </w:p>
    <w:p w:rsidR="003C59A8" w:rsidRDefault="003C59A8" w:rsidP="003C59A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3C59A8" w:rsidRPr="00A82683" w:rsidTr="003C59A8">
        <w:tc>
          <w:tcPr>
            <w:tcW w:w="8771" w:type="dxa"/>
            <w:tcBorders>
              <w:top w:val="single" w:sz="6" w:space="0" w:color="78A22F"/>
              <w:left w:val="nil"/>
              <w:bottom w:val="nil"/>
              <w:right w:val="nil"/>
            </w:tcBorders>
            <w:shd w:val="clear" w:color="auto" w:fill="auto"/>
          </w:tcPr>
          <w:p w:rsidR="003C59A8" w:rsidRPr="00A82683" w:rsidRDefault="003C59A8" w:rsidP="003C59A8">
            <w:pPr>
              <w:pStyle w:val="TableTitle"/>
              <w:rPr>
                <w:spacing w:val="-2"/>
              </w:rPr>
            </w:pPr>
            <w:r w:rsidRPr="00A82683">
              <w:rPr>
                <w:b w:val="0"/>
                <w:spacing w:val="-2"/>
              </w:rPr>
              <w:t xml:space="preserve">Table </w:t>
            </w:r>
            <w:bookmarkStart w:id="12" w:name="OLE_LINK7"/>
            <w:r w:rsidRPr="00A82683">
              <w:rPr>
                <w:b w:val="0"/>
                <w:spacing w:val="-2"/>
              </w:rPr>
              <w:fldChar w:fldCharType="begin" w:fldLock="1"/>
            </w:r>
            <w:r w:rsidRPr="00A82683">
              <w:rPr>
                <w:b w:val="0"/>
                <w:spacing w:val="-2"/>
              </w:rPr>
              <w:instrText xml:space="preserve"> COMMENTS  \* MERGEFORMAT </w:instrText>
            </w:r>
            <w:r w:rsidRPr="00A82683">
              <w:rPr>
                <w:b w:val="0"/>
                <w:spacing w:val="-2"/>
              </w:rPr>
              <w:fldChar w:fldCharType="separate"/>
            </w:r>
            <w:r w:rsidRPr="00A82683">
              <w:rPr>
                <w:b w:val="0"/>
                <w:spacing w:val="-2"/>
              </w:rPr>
              <w:t>3.</w:t>
            </w:r>
            <w:r w:rsidRPr="00A82683">
              <w:rPr>
                <w:b w:val="0"/>
                <w:spacing w:val="-2"/>
              </w:rPr>
              <w:fldChar w:fldCharType="end"/>
            </w:r>
            <w:r w:rsidRPr="00A82683">
              <w:rPr>
                <w:b w:val="0"/>
                <w:spacing w:val="-2"/>
              </w:rPr>
              <w:fldChar w:fldCharType="begin" w:fldLock="1"/>
            </w:r>
            <w:r w:rsidRPr="00A82683">
              <w:rPr>
                <w:b w:val="0"/>
                <w:spacing w:val="-2"/>
              </w:rPr>
              <w:instrText xml:space="preserve"> SEQ Table \* ARABIC </w:instrText>
            </w:r>
            <w:r w:rsidRPr="00A82683">
              <w:rPr>
                <w:b w:val="0"/>
                <w:spacing w:val="-2"/>
              </w:rPr>
              <w:fldChar w:fldCharType="separate"/>
            </w:r>
            <w:r w:rsidRPr="00A82683">
              <w:rPr>
                <w:b w:val="0"/>
                <w:noProof/>
                <w:spacing w:val="-2"/>
              </w:rPr>
              <w:t>1</w:t>
            </w:r>
            <w:r w:rsidRPr="00A82683">
              <w:rPr>
                <w:b w:val="0"/>
                <w:spacing w:val="-2"/>
              </w:rPr>
              <w:fldChar w:fldCharType="end"/>
            </w:r>
            <w:bookmarkEnd w:id="12"/>
            <w:r w:rsidRPr="00A82683">
              <w:rPr>
                <w:spacing w:val="-2"/>
              </w:rPr>
              <w:tab/>
              <w:t>Characteristics of working age ISP recipients at 30</w:t>
            </w:r>
            <w:r>
              <w:rPr>
                <w:spacing w:val="-2"/>
              </w:rPr>
              <w:t> </w:t>
            </w:r>
            <w:r w:rsidRPr="00A82683">
              <w:rPr>
                <w:spacing w:val="-2"/>
              </w:rPr>
              <w:t>June 2013</w:t>
            </w:r>
            <w:r w:rsidRPr="00A82683">
              <w:rPr>
                <w:rStyle w:val="NoteLabel"/>
                <w:b/>
                <w:spacing w:val="-2"/>
              </w:rPr>
              <w:t>a</w:t>
            </w:r>
          </w:p>
          <w:p w:rsidR="003C59A8" w:rsidRPr="00A82683" w:rsidRDefault="003C59A8" w:rsidP="003C59A8">
            <w:pPr>
              <w:pStyle w:val="Subtitle"/>
              <w:rPr>
                <w:spacing w:val="-2"/>
              </w:rPr>
            </w:pPr>
            <w:r w:rsidRPr="00A82683">
              <w:rPr>
                <w:spacing w:val="-2"/>
              </w:rPr>
              <w:t>Per cent of ISP recipients within each tenure</w:t>
            </w:r>
          </w:p>
        </w:tc>
      </w:tr>
      <w:tr w:rsidR="003C59A8" w:rsidTr="003C59A8">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4372"/>
              <w:gridCol w:w="1275"/>
              <w:gridCol w:w="1421"/>
              <w:gridCol w:w="1419"/>
            </w:tblGrid>
            <w:tr w:rsidR="003C59A8" w:rsidTr="003C59A8">
              <w:tc>
                <w:tcPr>
                  <w:tcW w:w="2576" w:type="pct"/>
                  <w:tcBorders>
                    <w:top w:val="single" w:sz="6" w:space="0" w:color="BFBFBF"/>
                    <w:bottom w:val="single" w:sz="6" w:space="0" w:color="BFBFBF"/>
                  </w:tcBorders>
                  <w:shd w:val="clear" w:color="auto" w:fill="auto"/>
                  <w:tcMar>
                    <w:top w:w="28" w:type="dxa"/>
                  </w:tcMar>
                </w:tcPr>
                <w:p w:rsidR="003C59A8" w:rsidRDefault="003C59A8" w:rsidP="003C59A8">
                  <w:pPr>
                    <w:pStyle w:val="TableColumnHeading"/>
                    <w:jc w:val="left"/>
                  </w:pPr>
                </w:p>
              </w:tc>
              <w:tc>
                <w:tcPr>
                  <w:tcW w:w="751" w:type="pct"/>
                  <w:tcBorders>
                    <w:top w:val="single" w:sz="6" w:space="0" w:color="BFBFBF"/>
                    <w:bottom w:val="single" w:sz="6" w:space="0" w:color="BFBFBF"/>
                  </w:tcBorders>
                  <w:vAlign w:val="bottom"/>
                </w:tcPr>
                <w:p w:rsidR="003C59A8" w:rsidRDefault="003C59A8" w:rsidP="003C59A8">
                  <w:pPr>
                    <w:pStyle w:val="TableColumnHeading"/>
                  </w:pPr>
                  <w:r w:rsidRPr="00E26CF5">
                    <w:rPr>
                      <w:rFonts w:cs="Arial"/>
                      <w:szCs w:val="18"/>
                      <w:lang w:eastAsia="en-US"/>
                    </w:rPr>
                    <w:t xml:space="preserve">Renter with </w:t>
                  </w:r>
                  <w:proofErr w:type="spellStart"/>
                  <w:r w:rsidRPr="00E26CF5">
                    <w:rPr>
                      <w:rFonts w:cs="Arial"/>
                      <w:szCs w:val="18"/>
                      <w:lang w:eastAsia="en-US"/>
                    </w:rPr>
                    <w:t>CRA</w:t>
                  </w:r>
                  <w:proofErr w:type="spellEnd"/>
                </w:p>
              </w:tc>
              <w:tc>
                <w:tcPr>
                  <w:tcW w:w="837" w:type="pct"/>
                  <w:tcBorders>
                    <w:top w:val="single" w:sz="6" w:space="0" w:color="BFBFBF"/>
                    <w:bottom w:val="single" w:sz="6" w:space="0" w:color="BFBFBF"/>
                  </w:tcBorders>
                  <w:vAlign w:val="bottom"/>
                </w:tcPr>
                <w:p w:rsidR="003C59A8" w:rsidRDefault="003C59A8" w:rsidP="003C59A8">
                  <w:pPr>
                    <w:pStyle w:val="TableColumnHeading"/>
                  </w:pPr>
                  <w:r w:rsidRPr="00E26CF5">
                    <w:rPr>
                      <w:rFonts w:cs="Arial"/>
                      <w:szCs w:val="18"/>
                      <w:lang w:eastAsia="en-US"/>
                    </w:rPr>
                    <w:t>Public housing</w:t>
                  </w:r>
                </w:p>
              </w:tc>
              <w:tc>
                <w:tcPr>
                  <w:tcW w:w="836" w:type="pct"/>
                  <w:tcBorders>
                    <w:top w:val="single" w:sz="6" w:space="0" w:color="BFBFBF"/>
                    <w:bottom w:val="single" w:sz="6" w:space="0" w:color="BFBFBF"/>
                  </w:tcBorders>
                  <w:shd w:val="clear" w:color="auto" w:fill="auto"/>
                  <w:tcMar>
                    <w:top w:w="28" w:type="dxa"/>
                  </w:tcMar>
                  <w:vAlign w:val="bottom"/>
                </w:tcPr>
                <w:p w:rsidR="003C59A8" w:rsidRDefault="003C59A8" w:rsidP="003C59A8">
                  <w:pPr>
                    <w:pStyle w:val="TableColumnHeading"/>
                    <w:ind w:right="28"/>
                  </w:pPr>
                  <w:r>
                    <w:t>No housing assistance</w:t>
                  </w:r>
                </w:p>
              </w:tc>
            </w:tr>
            <w:tr w:rsidR="003C59A8" w:rsidRPr="00206DE1" w:rsidTr="003C59A8">
              <w:tc>
                <w:tcPr>
                  <w:tcW w:w="2576" w:type="pct"/>
                  <w:vAlign w:val="bottom"/>
                </w:tcPr>
                <w:p w:rsidR="003C59A8" w:rsidRPr="00206DE1" w:rsidRDefault="003C59A8" w:rsidP="00FB0E2F">
                  <w:pPr>
                    <w:pStyle w:val="TableBodyText"/>
                    <w:spacing w:before="40"/>
                    <w:jc w:val="left"/>
                    <w:rPr>
                      <w:i/>
                    </w:rPr>
                  </w:pPr>
                  <w:r w:rsidRPr="00206DE1">
                    <w:rPr>
                      <w:rFonts w:cs="Arial"/>
                      <w:i/>
                      <w:szCs w:val="18"/>
                      <w:lang w:eastAsia="en-US"/>
                    </w:rPr>
                    <w:t>Employed</w:t>
                  </w:r>
                </w:p>
              </w:tc>
              <w:tc>
                <w:tcPr>
                  <w:tcW w:w="751" w:type="pct"/>
                  <w:vAlign w:val="bottom"/>
                </w:tcPr>
                <w:p w:rsidR="003C59A8" w:rsidRPr="009B1264" w:rsidRDefault="003C59A8" w:rsidP="003C59A8">
                  <w:pPr>
                    <w:pStyle w:val="TableBodyText"/>
                    <w:rPr>
                      <w:rFonts w:cs="Arial"/>
                      <w:i/>
                      <w:szCs w:val="18"/>
                      <w:lang w:eastAsia="en-US"/>
                    </w:rPr>
                  </w:pPr>
                  <w:r w:rsidRPr="009B1264">
                    <w:rPr>
                      <w:rFonts w:cs="Arial"/>
                      <w:i/>
                      <w:szCs w:val="18"/>
                      <w:lang w:eastAsia="en-US"/>
                    </w:rPr>
                    <w:t>19.8</w:t>
                  </w:r>
                </w:p>
              </w:tc>
              <w:tc>
                <w:tcPr>
                  <w:tcW w:w="837" w:type="pct"/>
                  <w:vAlign w:val="bottom"/>
                </w:tcPr>
                <w:p w:rsidR="003C59A8" w:rsidRPr="009B1264" w:rsidRDefault="003C59A8" w:rsidP="003C59A8">
                  <w:pPr>
                    <w:pStyle w:val="TableBodyText"/>
                    <w:rPr>
                      <w:rFonts w:cs="Arial"/>
                      <w:i/>
                      <w:szCs w:val="18"/>
                      <w:lang w:eastAsia="en-US"/>
                    </w:rPr>
                  </w:pPr>
                  <w:r w:rsidRPr="009B1264">
                    <w:rPr>
                      <w:rFonts w:cs="Arial"/>
                      <w:i/>
                      <w:szCs w:val="18"/>
                      <w:lang w:eastAsia="en-US"/>
                    </w:rPr>
                    <w:t>9.8</w:t>
                  </w:r>
                </w:p>
              </w:tc>
              <w:tc>
                <w:tcPr>
                  <w:tcW w:w="836" w:type="pct"/>
                  <w:vAlign w:val="bottom"/>
                </w:tcPr>
                <w:p w:rsidR="003C59A8" w:rsidRPr="001710DC" w:rsidRDefault="003C59A8" w:rsidP="003C59A8">
                  <w:pPr>
                    <w:pStyle w:val="TableBodyText"/>
                    <w:ind w:right="28"/>
                    <w:rPr>
                      <w:i/>
                    </w:rPr>
                  </w:pPr>
                  <w:r w:rsidRPr="001710DC">
                    <w:rPr>
                      <w:i/>
                    </w:rPr>
                    <w:t>18.9</w:t>
                  </w:r>
                </w:p>
              </w:tc>
            </w:tr>
            <w:tr w:rsidR="003C59A8" w:rsidTr="003C59A8">
              <w:tc>
                <w:tcPr>
                  <w:tcW w:w="2576" w:type="pct"/>
                  <w:shd w:val="clear" w:color="auto" w:fill="auto"/>
                  <w:vAlign w:val="bottom"/>
                </w:tcPr>
                <w:p w:rsidR="003C59A8" w:rsidRDefault="003C59A8" w:rsidP="003C59A8">
                  <w:pPr>
                    <w:pStyle w:val="TableBodyText"/>
                    <w:jc w:val="left"/>
                  </w:pPr>
                  <w:r w:rsidRPr="0092570B">
                    <w:rPr>
                      <w:rFonts w:cs="Arial"/>
                      <w:b/>
                      <w:szCs w:val="18"/>
                      <w:lang w:eastAsia="en-US"/>
                    </w:rPr>
                    <w:t>Income support payment type</w:t>
                  </w:r>
                </w:p>
              </w:tc>
              <w:tc>
                <w:tcPr>
                  <w:tcW w:w="751" w:type="pct"/>
                  <w:vAlign w:val="bottom"/>
                </w:tcPr>
                <w:p w:rsidR="003C59A8" w:rsidRDefault="003C59A8" w:rsidP="003C59A8">
                  <w:pPr>
                    <w:rPr>
                      <w:rFonts w:ascii="Calibri" w:hAnsi="Calibri"/>
                      <w:color w:val="000000"/>
                      <w:sz w:val="22"/>
                      <w:szCs w:val="22"/>
                    </w:rPr>
                  </w:pPr>
                </w:p>
              </w:tc>
              <w:tc>
                <w:tcPr>
                  <w:tcW w:w="837" w:type="pct"/>
                  <w:vAlign w:val="bottom"/>
                </w:tcPr>
                <w:p w:rsidR="003C59A8" w:rsidRDefault="003C59A8" w:rsidP="003C59A8">
                  <w:pPr>
                    <w:rPr>
                      <w:rFonts w:ascii="Calibri" w:hAnsi="Calibri"/>
                      <w:color w:val="000000"/>
                      <w:sz w:val="22"/>
                      <w:szCs w:val="22"/>
                    </w:rPr>
                  </w:pPr>
                </w:p>
              </w:tc>
              <w:tc>
                <w:tcPr>
                  <w:tcW w:w="836" w:type="pct"/>
                  <w:shd w:val="clear" w:color="auto" w:fill="auto"/>
                  <w:vAlign w:val="bottom"/>
                </w:tcPr>
                <w:p w:rsidR="003C59A8" w:rsidRDefault="003C59A8" w:rsidP="003C59A8">
                  <w:pPr>
                    <w:rPr>
                      <w:rFonts w:ascii="Calibri" w:hAnsi="Calibri"/>
                      <w:color w:val="000000"/>
                      <w:sz w:val="22"/>
                      <w:szCs w:val="22"/>
                    </w:rPr>
                  </w:pPr>
                </w:p>
              </w:tc>
            </w:tr>
            <w:tr w:rsidR="003C59A8" w:rsidTr="003C59A8">
              <w:tc>
                <w:tcPr>
                  <w:tcW w:w="2576" w:type="pct"/>
                  <w:shd w:val="clear" w:color="auto" w:fill="auto"/>
                  <w:vAlign w:val="bottom"/>
                </w:tcPr>
                <w:p w:rsidR="003C59A8" w:rsidRDefault="003C59A8" w:rsidP="003C59A8">
                  <w:pPr>
                    <w:pStyle w:val="TableBodyText"/>
                    <w:ind w:left="113"/>
                    <w:jc w:val="left"/>
                  </w:pPr>
                  <w:r w:rsidRPr="00E26CF5">
                    <w:rPr>
                      <w:rFonts w:cs="Arial"/>
                      <w:szCs w:val="18"/>
                      <w:lang w:eastAsia="en-US"/>
                    </w:rPr>
                    <w:t>Disability Support Pension</w:t>
                  </w:r>
                </w:p>
              </w:tc>
              <w:tc>
                <w:tcPr>
                  <w:tcW w:w="751"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30.5</w:t>
                  </w:r>
                </w:p>
              </w:tc>
              <w:tc>
                <w:tcPr>
                  <w:tcW w:w="837"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52.4</w:t>
                  </w:r>
                </w:p>
              </w:tc>
              <w:tc>
                <w:tcPr>
                  <w:tcW w:w="836" w:type="pct"/>
                  <w:shd w:val="clear" w:color="auto" w:fill="auto"/>
                  <w:vAlign w:val="bottom"/>
                </w:tcPr>
                <w:p w:rsidR="003C59A8" w:rsidRPr="001710DC" w:rsidRDefault="003C59A8" w:rsidP="003C59A8">
                  <w:pPr>
                    <w:pStyle w:val="TableBodyText"/>
                    <w:ind w:right="28"/>
                  </w:pPr>
                  <w:r w:rsidRPr="001710DC">
                    <w:t>32.0</w:t>
                  </w:r>
                </w:p>
              </w:tc>
            </w:tr>
            <w:tr w:rsidR="003C59A8" w:rsidTr="003C59A8">
              <w:tc>
                <w:tcPr>
                  <w:tcW w:w="2576" w:type="pct"/>
                  <w:shd w:val="clear" w:color="auto" w:fill="auto"/>
                  <w:vAlign w:val="bottom"/>
                </w:tcPr>
                <w:p w:rsidR="003C59A8" w:rsidRDefault="003C59A8" w:rsidP="003C59A8">
                  <w:pPr>
                    <w:pStyle w:val="TableBodyText"/>
                    <w:ind w:left="113"/>
                    <w:jc w:val="left"/>
                  </w:pPr>
                  <w:proofErr w:type="spellStart"/>
                  <w:r w:rsidRPr="00E26CF5">
                    <w:rPr>
                      <w:rFonts w:cs="Arial"/>
                      <w:szCs w:val="18"/>
                      <w:lang w:eastAsia="en-US"/>
                    </w:rPr>
                    <w:t>Newstart</w:t>
                  </w:r>
                  <w:proofErr w:type="spellEnd"/>
                  <w:r w:rsidRPr="00E26CF5">
                    <w:rPr>
                      <w:rFonts w:cs="Arial"/>
                      <w:szCs w:val="18"/>
                      <w:lang w:eastAsia="en-US"/>
                    </w:rPr>
                    <w:t xml:space="preserve"> Allowance</w:t>
                  </w:r>
                </w:p>
              </w:tc>
              <w:tc>
                <w:tcPr>
                  <w:tcW w:w="751"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29.3</w:t>
                  </w:r>
                </w:p>
              </w:tc>
              <w:tc>
                <w:tcPr>
                  <w:tcW w:w="837"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20.7</w:t>
                  </w:r>
                </w:p>
              </w:tc>
              <w:tc>
                <w:tcPr>
                  <w:tcW w:w="836" w:type="pct"/>
                  <w:shd w:val="clear" w:color="auto" w:fill="auto"/>
                  <w:vAlign w:val="bottom"/>
                </w:tcPr>
                <w:p w:rsidR="003C59A8" w:rsidRPr="001710DC" w:rsidRDefault="003C59A8" w:rsidP="003C59A8">
                  <w:pPr>
                    <w:pStyle w:val="TableBodyText"/>
                    <w:ind w:right="28"/>
                  </w:pPr>
                  <w:r w:rsidRPr="001710DC">
                    <w:t>25.2</w:t>
                  </w:r>
                </w:p>
              </w:tc>
            </w:tr>
            <w:tr w:rsidR="003C59A8" w:rsidTr="003C59A8">
              <w:tc>
                <w:tcPr>
                  <w:tcW w:w="2576" w:type="pct"/>
                  <w:shd w:val="clear" w:color="auto" w:fill="auto"/>
                  <w:vAlign w:val="bottom"/>
                </w:tcPr>
                <w:p w:rsidR="003C59A8" w:rsidRDefault="003C59A8" w:rsidP="003C59A8">
                  <w:pPr>
                    <w:pStyle w:val="TableBodyText"/>
                    <w:ind w:left="113"/>
                    <w:jc w:val="left"/>
                  </w:pPr>
                  <w:r w:rsidRPr="00E26CF5">
                    <w:rPr>
                      <w:rFonts w:cs="Arial"/>
                      <w:szCs w:val="18"/>
                      <w:lang w:eastAsia="en-US"/>
                    </w:rPr>
                    <w:t>Parenting Payment (Single)</w:t>
                  </w:r>
                </w:p>
              </w:tc>
              <w:tc>
                <w:tcPr>
                  <w:tcW w:w="751"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16.5</w:t>
                  </w:r>
                </w:p>
              </w:tc>
              <w:tc>
                <w:tcPr>
                  <w:tcW w:w="837"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10.5</w:t>
                  </w:r>
                </w:p>
              </w:tc>
              <w:tc>
                <w:tcPr>
                  <w:tcW w:w="836" w:type="pct"/>
                  <w:shd w:val="clear" w:color="auto" w:fill="auto"/>
                  <w:vAlign w:val="bottom"/>
                </w:tcPr>
                <w:p w:rsidR="003C59A8" w:rsidRPr="001710DC" w:rsidRDefault="003C59A8" w:rsidP="003C59A8">
                  <w:pPr>
                    <w:pStyle w:val="TableBodyText"/>
                    <w:ind w:right="28"/>
                  </w:pPr>
                  <w:r w:rsidRPr="001710DC">
                    <w:t>6.9</w:t>
                  </w:r>
                </w:p>
              </w:tc>
            </w:tr>
            <w:tr w:rsidR="003C59A8" w:rsidTr="003C59A8">
              <w:tc>
                <w:tcPr>
                  <w:tcW w:w="2576" w:type="pct"/>
                  <w:shd w:val="clear" w:color="auto" w:fill="auto"/>
                  <w:vAlign w:val="bottom"/>
                </w:tcPr>
                <w:p w:rsidR="003C59A8" w:rsidRDefault="003C59A8" w:rsidP="003C59A8">
                  <w:pPr>
                    <w:pStyle w:val="TableBodyText"/>
                    <w:ind w:left="113"/>
                    <w:jc w:val="left"/>
                  </w:pPr>
                  <w:r w:rsidRPr="00E26CF5">
                    <w:rPr>
                      <w:rFonts w:cs="Arial"/>
                      <w:szCs w:val="18"/>
                      <w:lang w:eastAsia="en-US"/>
                    </w:rPr>
                    <w:t>Parenting Payment (Partnered)</w:t>
                  </w:r>
                </w:p>
              </w:tc>
              <w:tc>
                <w:tcPr>
                  <w:tcW w:w="751"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5.3</w:t>
                  </w:r>
                </w:p>
              </w:tc>
              <w:tc>
                <w:tcPr>
                  <w:tcW w:w="837"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2.6</w:t>
                  </w:r>
                </w:p>
              </w:tc>
              <w:tc>
                <w:tcPr>
                  <w:tcW w:w="836" w:type="pct"/>
                  <w:shd w:val="clear" w:color="auto" w:fill="auto"/>
                  <w:vAlign w:val="bottom"/>
                </w:tcPr>
                <w:p w:rsidR="003C59A8" w:rsidRPr="001710DC" w:rsidRDefault="003C59A8" w:rsidP="003C59A8">
                  <w:pPr>
                    <w:pStyle w:val="TableBodyText"/>
                    <w:ind w:right="28"/>
                  </w:pPr>
                  <w:r w:rsidRPr="001710DC">
                    <w:t>3.5</w:t>
                  </w:r>
                </w:p>
              </w:tc>
            </w:tr>
            <w:tr w:rsidR="003C59A8" w:rsidTr="003C59A8">
              <w:tc>
                <w:tcPr>
                  <w:tcW w:w="2576" w:type="pct"/>
                  <w:shd w:val="clear" w:color="auto" w:fill="auto"/>
                  <w:vAlign w:val="bottom"/>
                </w:tcPr>
                <w:p w:rsidR="003C59A8" w:rsidRDefault="003C59A8" w:rsidP="003C59A8">
                  <w:pPr>
                    <w:pStyle w:val="TableBodyText"/>
                    <w:ind w:left="113"/>
                    <w:jc w:val="left"/>
                  </w:pPr>
                  <w:r w:rsidRPr="00E26CF5">
                    <w:rPr>
                      <w:rFonts w:cs="Arial"/>
                      <w:szCs w:val="18"/>
                      <w:lang w:eastAsia="en-US"/>
                    </w:rPr>
                    <w:t>Youth Allowance (Student)</w:t>
                  </w:r>
                </w:p>
              </w:tc>
              <w:tc>
                <w:tcPr>
                  <w:tcW w:w="751"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6.1</w:t>
                  </w:r>
                </w:p>
              </w:tc>
              <w:tc>
                <w:tcPr>
                  <w:tcW w:w="837"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0.2</w:t>
                  </w:r>
                </w:p>
              </w:tc>
              <w:tc>
                <w:tcPr>
                  <w:tcW w:w="836" w:type="pct"/>
                  <w:shd w:val="clear" w:color="auto" w:fill="auto"/>
                  <w:vAlign w:val="bottom"/>
                </w:tcPr>
                <w:p w:rsidR="003C59A8" w:rsidRPr="001710DC" w:rsidRDefault="003C59A8" w:rsidP="003C59A8">
                  <w:pPr>
                    <w:pStyle w:val="TableBodyText"/>
                    <w:ind w:right="28"/>
                  </w:pPr>
                  <w:r w:rsidRPr="001710DC">
                    <w:t>11.3</w:t>
                  </w:r>
                </w:p>
              </w:tc>
            </w:tr>
            <w:tr w:rsidR="003C59A8" w:rsidTr="003C59A8">
              <w:tc>
                <w:tcPr>
                  <w:tcW w:w="2576" w:type="pct"/>
                  <w:shd w:val="clear" w:color="auto" w:fill="auto"/>
                  <w:vAlign w:val="bottom"/>
                </w:tcPr>
                <w:p w:rsidR="003C59A8" w:rsidRDefault="003C59A8" w:rsidP="003C59A8">
                  <w:pPr>
                    <w:pStyle w:val="TableBodyText"/>
                    <w:ind w:left="113"/>
                    <w:jc w:val="left"/>
                  </w:pPr>
                  <w:r>
                    <w:rPr>
                      <w:rFonts w:cs="Arial"/>
                      <w:szCs w:val="18"/>
                      <w:lang w:eastAsia="en-US"/>
                    </w:rPr>
                    <w:t>Youth Allowance (Job s</w:t>
                  </w:r>
                  <w:r w:rsidRPr="00E26CF5">
                    <w:rPr>
                      <w:rFonts w:cs="Arial"/>
                      <w:szCs w:val="18"/>
                      <w:lang w:eastAsia="en-US"/>
                    </w:rPr>
                    <w:t>eeker)</w:t>
                  </w:r>
                </w:p>
              </w:tc>
              <w:tc>
                <w:tcPr>
                  <w:tcW w:w="751"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1.9</w:t>
                  </w:r>
                </w:p>
              </w:tc>
              <w:tc>
                <w:tcPr>
                  <w:tcW w:w="837"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0.6</w:t>
                  </w:r>
                </w:p>
              </w:tc>
              <w:tc>
                <w:tcPr>
                  <w:tcW w:w="836" w:type="pct"/>
                  <w:shd w:val="clear" w:color="auto" w:fill="auto"/>
                  <w:vAlign w:val="bottom"/>
                </w:tcPr>
                <w:p w:rsidR="003C59A8" w:rsidRPr="001710DC" w:rsidRDefault="003C59A8" w:rsidP="003C59A8">
                  <w:pPr>
                    <w:pStyle w:val="TableBodyText"/>
                    <w:ind w:right="28"/>
                  </w:pPr>
                  <w:r w:rsidRPr="001710DC">
                    <w:t>6.7</w:t>
                  </w:r>
                </w:p>
              </w:tc>
            </w:tr>
            <w:tr w:rsidR="003C59A8" w:rsidTr="003C59A8">
              <w:tc>
                <w:tcPr>
                  <w:tcW w:w="2576" w:type="pct"/>
                  <w:shd w:val="clear" w:color="auto" w:fill="auto"/>
                  <w:vAlign w:val="bottom"/>
                </w:tcPr>
                <w:p w:rsidR="003C59A8" w:rsidRDefault="003C59A8" w:rsidP="003C59A8">
                  <w:pPr>
                    <w:pStyle w:val="TableBodyText"/>
                    <w:ind w:left="113"/>
                    <w:jc w:val="left"/>
                  </w:pPr>
                  <w:r w:rsidRPr="00E26CF5">
                    <w:rPr>
                      <w:rFonts w:cs="Arial"/>
                      <w:szCs w:val="18"/>
                      <w:lang w:eastAsia="en-US"/>
                    </w:rPr>
                    <w:t>Carer Payment</w:t>
                  </w:r>
                </w:p>
              </w:tc>
              <w:tc>
                <w:tcPr>
                  <w:tcW w:w="751"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6.6</w:t>
                  </w:r>
                </w:p>
              </w:tc>
              <w:tc>
                <w:tcPr>
                  <w:tcW w:w="837"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10.1</w:t>
                  </w:r>
                </w:p>
              </w:tc>
              <w:tc>
                <w:tcPr>
                  <w:tcW w:w="836" w:type="pct"/>
                  <w:shd w:val="clear" w:color="auto" w:fill="auto"/>
                  <w:vAlign w:val="bottom"/>
                </w:tcPr>
                <w:p w:rsidR="003C59A8" w:rsidRPr="001710DC" w:rsidRDefault="003C59A8" w:rsidP="003C59A8">
                  <w:pPr>
                    <w:pStyle w:val="TableBodyText"/>
                    <w:ind w:right="28"/>
                  </w:pPr>
                  <w:r w:rsidRPr="001710DC">
                    <w:t>9.3</w:t>
                  </w:r>
                </w:p>
              </w:tc>
            </w:tr>
            <w:tr w:rsidR="003C59A8" w:rsidTr="003C59A8">
              <w:tc>
                <w:tcPr>
                  <w:tcW w:w="2576" w:type="pct"/>
                  <w:shd w:val="clear" w:color="auto" w:fill="auto"/>
                  <w:vAlign w:val="bottom"/>
                </w:tcPr>
                <w:p w:rsidR="003C59A8" w:rsidRDefault="003C59A8" w:rsidP="003C59A8">
                  <w:pPr>
                    <w:pStyle w:val="TableBodyText"/>
                    <w:jc w:val="left"/>
                  </w:pPr>
                  <w:r w:rsidRPr="00BA386C">
                    <w:rPr>
                      <w:rFonts w:cs="Arial"/>
                      <w:b/>
                      <w:szCs w:val="18"/>
                      <w:lang w:eastAsia="en-US"/>
                    </w:rPr>
                    <w:t>Demographic characteristics</w:t>
                  </w:r>
                </w:p>
              </w:tc>
              <w:tc>
                <w:tcPr>
                  <w:tcW w:w="751" w:type="pct"/>
                  <w:vAlign w:val="bottom"/>
                </w:tcPr>
                <w:p w:rsidR="003C59A8" w:rsidRPr="009B1264" w:rsidRDefault="003C59A8" w:rsidP="003C59A8">
                  <w:pPr>
                    <w:pStyle w:val="TableBodyText"/>
                    <w:rPr>
                      <w:rFonts w:cs="Arial"/>
                      <w:szCs w:val="18"/>
                      <w:lang w:eastAsia="en-US"/>
                    </w:rPr>
                  </w:pPr>
                </w:p>
              </w:tc>
              <w:tc>
                <w:tcPr>
                  <w:tcW w:w="837" w:type="pct"/>
                  <w:vAlign w:val="bottom"/>
                </w:tcPr>
                <w:p w:rsidR="003C59A8" w:rsidRPr="009B1264" w:rsidRDefault="003C59A8" w:rsidP="003C59A8">
                  <w:pPr>
                    <w:pStyle w:val="TableBodyText"/>
                    <w:rPr>
                      <w:rFonts w:cs="Arial"/>
                      <w:szCs w:val="18"/>
                      <w:lang w:eastAsia="en-US"/>
                    </w:rPr>
                  </w:pPr>
                </w:p>
              </w:tc>
              <w:tc>
                <w:tcPr>
                  <w:tcW w:w="836" w:type="pct"/>
                  <w:shd w:val="clear" w:color="auto" w:fill="auto"/>
                  <w:vAlign w:val="bottom"/>
                </w:tcPr>
                <w:p w:rsidR="003C59A8" w:rsidRPr="009B1264" w:rsidRDefault="003C59A8" w:rsidP="003C59A8">
                  <w:pPr>
                    <w:pStyle w:val="TableBodyText"/>
                    <w:rPr>
                      <w:rFonts w:cs="Arial"/>
                      <w:szCs w:val="18"/>
                      <w:lang w:eastAsia="en-US"/>
                    </w:rPr>
                  </w:pPr>
                </w:p>
              </w:tc>
            </w:tr>
            <w:tr w:rsidR="003C59A8" w:rsidTr="003C59A8">
              <w:tc>
                <w:tcPr>
                  <w:tcW w:w="2576" w:type="pct"/>
                  <w:shd w:val="clear" w:color="auto" w:fill="auto"/>
                  <w:vAlign w:val="bottom"/>
                </w:tcPr>
                <w:p w:rsidR="003C59A8" w:rsidRDefault="003C59A8" w:rsidP="003C59A8">
                  <w:pPr>
                    <w:pStyle w:val="TableBodyText"/>
                    <w:ind w:left="113"/>
                    <w:jc w:val="left"/>
                  </w:pPr>
                  <w:r w:rsidRPr="00E26CF5">
                    <w:rPr>
                      <w:rFonts w:cs="Arial"/>
                      <w:szCs w:val="18"/>
                      <w:lang w:eastAsia="en-US"/>
                    </w:rPr>
                    <w:t>Percentage aged 50−64</w:t>
                  </w:r>
                </w:p>
              </w:tc>
              <w:tc>
                <w:tcPr>
                  <w:tcW w:w="751"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24.8</w:t>
                  </w:r>
                </w:p>
              </w:tc>
              <w:tc>
                <w:tcPr>
                  <w:tcW w:w="837"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43.6</w:t>
                  </w:r>
                </w:p>
              </w:tc>
              <w:tc>
                <w:tcPr>
                  <w:tcW w:w="836" w:type="pct"/>
                  <w:shd w:val="clear" w:color="auto" w:fill="auto"/>
                  <w:vAlign w:val="bottom"/>
                </w:tcPr>
                <w:p w:rsidR="003C59A8" w:rsidRPr="001710DC" w:rsidRDefault="003C59A8" w:rsidP="003C59A8">
                  <w:pPr>
                    <w:pStyle w:val="TableBodyText"/>
                    <w:ind w:right="28"/>
                  </w:pPr>
                  <w:r w:rsidRPr="001710DC">
                    <w:t>34.1</w:t>
                  </w:r>
                </w:p>
              </w:tc>
            </w:tr>
            <w:tr w:rsidR="003C59A8" w:rsidTr="003C59A8">
              <w:tc>
                <w:tcPr>
                  <w:tcW w:w="2576" w:type="pct"/>
                  <w:shd w:val="clear" w:color="auto" w:fill="auto"/>
                  <w:vAlign w:val="bottom"/>
                </w:tcPr>
                <w:p w:rsidR="003C59A8" w:rsidRDefault="003C59A8" w:rsidP="003C59A8">
                  <w:pPr>
                    <w:pStyle w:val="TableBodyText"/>
                    <w:ind w:left="113"/>
                    <w:jc w:val="left"/>
                  </w:pPr>
                  <w:r w:rsidRPr="00E26CF5">
                    <w:rPr>
                      <w:rFonts w:cs="Arial"/>
                      <w:szCs w:val="18"/>
                      <w:lang w:eastAsia="en-US"/>
                    </w:rPr>
                    <w:t>Female</w:t>
                  </w:r>
                </w:p>
              </w:tc>
              <w:tc>
                <w:tcPr>
                  <w:tcW w:w="751"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62.0</w:t>
                  </w:r>
                </w:p>
              </w:tc>
              <w:tc>
                <w:tcPr>
                  <w:tcW w:w="837"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62.7</w:t>
                  </w:r>
                </w:p>
              </w:tc>
              <w:tc>
                <w:tcPr>
                  <w:tcW w:w="836" w:type="pct"/>
                  <w:shd w:val="clear" w:color="auto" w:fill="auto"/>
                  <w:vAlign w:val="bottom"/>
                </w:tcPr>
                <w:p w:rsidR="003C59A8" w:rsidRPr="001710DC" w:rsidRDefault="003C59A8" w:rsidP="003C59A8">
                  <w:pPr>
                    <w:pStyle w:val="TableBodyText"/>
                    <w:ind w:right="28"/>
                  </w:pPr>
                  <w:r w:rsidRPr="001710DC">
                    <w:t>55.3</w:t>
                  </w:r>
                </w:p>
              </w:tc>
            </w:tr>
            <w:tr w:rsidR="003C59A8" w:rsidTr="003C59A8">
              <w:tc>
                <w:tcPr>
                  <w:tcW w:w="2576" w:type="pct"/>
                  <w:shd w:val="clear" w:color="auto" w:fill="auto"/>
                  <w:vAlign w:val="bottom"/>
                </w:tcPr>
                <w:p w:rsidR="003C59A8" w:rsidRDefault="003C59A8" w:rsidP="003C59A8">
                  <w:pPr>
                    <w:pStyle w:val="TableBodyText"/>
                    <w:ind w:left="113"/>
                    <w:jc w:val="left"/>
                  </w:pPr>
                  <w:r>
                    <w:rPr>
                      <w:rFonts w:cs="Arial"/>
                      <w:szCs w:val="18"/>
                      <w:lang w:eastAsia="en-US"/>
                    </w:rPr>
                    <w:t>Married or p</w:t>
                  </w:r>
                  <w:r w:rsidRPr="00E26CF5">
                    <w:rPr>
                      <w:rFonts w:cs="Arial"/>
                      <w:szCs w:val="18"/>
                      <w:lang w:eastAsia="en-US"/>
                    </w:rPr>
                    <w:t>artnered</w:t>
                  </w:r>
                </w:p>
              </w:tc>
              <w:tc>
                <w:tcPr>
                  <w:tcW w:w="751"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19.9</w:t>
                  </w:r>
                </w:p>
              </w:tc>
              <w:tc>
                <w:tcPr>
                  <w:tcW w:w="837"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23.6</w:t>
                  </w:r>
                </w:p>
              </w:tc>
              <w:tc>
                <w:tcPr>
                  <w:tcW w:w="836" w:type="pct"/>
                  <w:shd w:val="clear" w:color="auto" w:fill="auto"/>
                  <w:vAlign w:val="bottom"/>
                </w:tcPr>
                <w:p w:rsidR="003C59A8" w:rsidRPr="001710DC" w:rsidRDefault="003C59A8" w:rsidP="003C59A8">
                  <w:pPr>
                    <w:pStyle w:val="TableBodyText"/>
                    <w:ind w:right="28"/>
                  </w:pPr>
                  <w:r w:rsidRPr="001710DC">
                    <w:t>30.5</w:t>
                  </w:r>
                </w:p>
              </w:tc>
            </w:tr>
            <w:tr w:rsidR="003C59A8" w:rsidTr="003C59A8">
              <w:tc>
                <w:tcPr>
                  <w:tcW w:w="2576" w:type="pct"/>
                  <w:shd w:val="clear" w:color="auto" w:fill="auto"/>
                  <w:vAlign w:val="bottom"/>
                </w:tcPr>
                <w:p w:rsidR="003C59A8" w:rsidRDefault="003C59A8" w:rsidP="003C59A8">
                  <w:pPr>
                    <w:pStyle w:val="TableBodyText"/>
                    <w:ind w:left="113"/>
                    <w:jc w:val="left"/>
                  </w:pPr>
                  <w:r w:rsidRPr="00E26CF5">
                    <w:rPr>
                      <w:rFonts w:cs="Arial"/>
                      <w:szCs w:val="18"/>
                      <w:lang w:eastAsia="en-US"/>
                    </w:rPr>
                    <w:t>Indigenous</w:t>
                  </w:r>
                </w:p>
              </w:tc>
              <w:tc>
                <w:tcPr>
                  <w:tcW w:w="751"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10.8</w:t>
                  </w:r>
                </w:p>
              </w:tc>
              <w:tc>
                <w:tcPr>
                  <w:tcW w:w="837"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18.0</w:t>
                  </w:r>
                </w:p>
              </w:tc>
              <w:tc>
                <w:tcPr>
                  <w:tcW w:w="836" w:type="pct"/>
                  <w:shd w:val="clear" w:color="auto" w:fill="auto"/>
                  <w:vAlign w:val="bottom"/>
                </w:tcPr>
                <w:p w:rsidR="003C59A8" w:rsidRPr="001710DC" w:rsidRDefault="003C59A8" w:rsidP="003C59A8">
                  <w:pPr>
                    <w:pStyle w:val="TableBodyText"/>
                    <w:ind w:right="28"/>
                  </w:pPr>
                  <w:r w:rsidRPr="001710DC">
                    <w:t>13.2</w:t>
                  </w:r>
                </w:p>
              </w:tc>
            </w:tr>
            <w:tr w:rsidR="003C59A8" w:rsidTr="003C59A8">
              <w:tc>
                <w:tcPr>
                  <w:tcW w:w="2576" w:type="pct"/>
                  <w:shd w:val="clear" w:color="auto" w:fill="auto"/>
                  <w:vAlign w:val="bottom"/>
                </w:tcPr>
                <w:p w:rsidR="003C59A8" w:rsidRDefault="003C59A8" w:rsidP="003C59A8">
                  <w:pPr>
                    <w:pStyle w:val="TableBodyText"/>
                    <w:ind w:left="113"/>
                    <w:jc w:val="left"/>
                  </w:pPr>
                  <w:r>
                    <w:rPr>
                      <w:rFonts w:cs="Arial"/>
                      <w:szCs w:val="18"/>
                      <w:lang w:eastAsia="en-US"/>
                    </w:rPr>
                    <w:t>P</w:t>
                  </w:r>
                  <w:r w:rsidRPr="00E26CF5">
                    <w:rPr>
                      <w:rFonts w:cs="Arial"/>
                      <w:szCs w:val="18"/>
                      <w:lang w:eastAsia="en-US"/>
                    </w:rPr>
                    <w:t>referred language</w:t>
                  </w:r>
                  <w:r>
                    <w:rPr>
                      <w:rFonts w:cs="Arial"/>
                      <w:szCs w:val="18"/>
                      <w:lang w:eastAsia="en-US"/>
                    </w:rPr>
                    <w:t xml:space="preserve"> — English</w:t>
                  </w:r>
                </w:p>
              </w:tc>
              <w:tc>
                <w:tcPr>
                  <w:tcW w:w="751"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93.0</w:t>
                  </w:r>
                </w:p>
              </w:tc>
              <w:tc>
                <w:tcPr>
                  <w:tcW w:w="837"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90.0</w:t>
                  </w:r>
                </w:p>
              </w:tc>
              <w:tc>
                <w:tcPr>
                  <w:tcW w:w="836" w:type="pct"/>
                  <w:shd w:val="clear" w:color="auto" w:fill="auto"/>
                  <w:vAlign w:val="bottom"/>
                </w:tcPr>
                <w:p w:rsidR="003C59A8" w:rsidRPr="001710DC" w:rsidRDefault="003C59A8" w:rsidP="003C59A8">
                  <w:pPr>
                    <w:pStyle w:val="TableBodyText"/>
                    <w:ind w:right="28"/>
                  </w:pPr>
                  <w:r w:rsidRPr="001710DC">
                    <w:t>91.3</w:t>
                  </w:r>
                </w:p>
              </w:tc>
            </w:tr>
            <w:tr w:rsidR="003C59A8" w:rsidTr="003C59A8">
              <w:tc>
                <w:tcPr>
                  <w:tcW w:w="2576" w:type="pct"/>
                  <w:shd w:val="clear" w:color="auto" w:fill="auto"/>
                  <w:vAlign w:val="bottom"/>
                </w:tcPr>
                <w:p w:rsidR="003C59A8" w:rsidRDefault="003C59A8" w:rsidP="003C59A8">
                  <w:pPr>
                    <w:pStyle w:val="TableBodyText"/>
                    <w:ind w:left="113"/>
                    <w:jc w:val="left"/>
                    <w:rPr>
                      <w:rFonts w:cs="Arial"/>
                      <w:szCs w:val="18"/>
                      <w:lang w:eastAsia="en-US"/>
                    </w:rPr>
                  </w:pPr>
                  <w:r>
                    <w:rPr>
                      <w:rFonts w:cs="Arial"/>
                      <w:szCs w:val="18"/>
                      <w:lang w:eastAsia="en-US"/>
                    </w:rPr>
                    <w:t>Medical condition</w:t>
                  </w:r>
                </w:p>
              </w:tc>
              <w:tc>
                <w:tcPr>
                  <w:tcW w:w="751"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41.2</w:t>
                  </w:r>
                </w:p>
              </w:tc>
              <w:tc>
                <w:tcPr>
                  <w:tcW w:w="837"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58.5</w:t>
                  </w:r>
                </w:p>
              </w:tc>
              <w:tc>
                <w:tcPr>
                  <w:tcW w:w="836" w:type="pct"/>
                  <w:shd w:val="clear" w:color="auto" w:fill="auto"/>
                  <w:vAlign w:val="bottom"/>
                </w:tcPr>
                <w:p w:rsidR="003C59A8" w:rsidRPr="001710DC" w:rsidRDefault="003C59A8" w:rsidP="003C59A8">
                  <w:pPr>
                    <w:pStyle w:val="TableBodyText"/>
                    <w:ind w:right="28"/>
                  </w:pPr>
                  <w:r w:rsidRPr="001710DC">
                    <w:t>40.6</w:t>
                  </w:r>
                </w:p>
              </w:tc>
            </w:tr>
            <w:tr w:rsidR="003C59A8" w:rsidTr="003C59A8">
              <w:tc>
                <w:tcPr>
                  <w:tcW w:w="2576" w:type="pct"/>
                  <w:shd w:val="clear" w:color="auto" w:fill="auto"/>
                  <w:vAlign w:val="bottom"/>
                </w:tcPr>
                <w:p w:rsidR="003C59A8" w:rsidRDefault="003C59A8" w:rsidP="003C59A8">
                  <w:pPr>
                    <w:pStyle w:val="TableBodyText"/>
                    <w:jc w:val="left"/>
                  </w:pPr>
                  <w:r w:rsidRPr="00BA386C">
                    <w:rPr>
                      <w:rFonts w:cs="Arial"/>
                      <w:b/>
                      <w:szCs w:val="18"/>
                      <w:lang w:eastAsia="en-US"/>
                    </w:rPr>
                    <w:t>Regional characteristics</w:t>
                  </w:r>
                </w:p>
              </w:tc>
              <w:tc>
                <w:tcPr>
                  <w:tcW w:w="751" w:type="pct"/>
                  <w:vAlign w:val="bottom"/>
                </w:tcPr>
                <w:p w:rsidR="003C59A8" w:rsidRPr="009B1264" w:rsidRDefault="003C59A8" w:rsidP="003C59A8">
                  <w:pPr>
                    <w:pStyle w:val="TableBodyText"/>
                    <w:rPr>
                      <w:rFonts w:cs="Arial"/>
                      <w:szCs w:val="18"/>
                      <w:lang w:eastAsia="en-US"/>
                    </w:rPr>
                  </w:pPr>
                </w:p>
              </w:tc>
              <w:tc>
                <w:tcPr>
                  <w:tcW w:w="837" w:type="pct"/>
                  <w:vAlign w:val="bottom"/>
                </w:tcPr>
                <w:p w:rsidR="003C59A8" w:rsidRPr="009B1264" w:rsidRDefault="003C59A8" w:rsidP="003C59A8">
                  <w:pPr>
                    <w:pStyle w:val="TableBodyText"/>
                    <w:rPr>
                      <w:rFonts w:cs="Arial"/>
                      <w:szCs w:val="18"/>
                      <w:lang w:eastAsia="en-US"/>
                    </w:rPr>
                  </w:pPr>
                </w:p>
              </w:tc>
              <w:tc>
                <w:tcPr>
                  <w:tcW w:w="836" w:type="pct"/>
                  <w:shd w:val="clear" w:color="auto" w:fill="auto"/>
                  <w:vAlign w:val="bottom"/>
                </w:tcPr>
                <w:p w:rsidR="003C59A8" w:rsidRPr="009B1264" w:rsidRDefault="003C59A8" w:rsidP="003C59A8">
                  <w:pPr>
                    <w:pStyle w:val="TableBodyText"/>
                    <w:rPr>
                      <w:rFonts w:cs="Arial"/>
                      <w:szCs w:val="18"/>
                      <w:lang w:eastAsia="en-US"/>
                    </w:rPr>
                  </w:pPr>
                </w:p>
              </w:tc>
            </w:tr>
            <w:tr w:rsidR="003C59A8" w:rsidTr="003C59A8">
              <w:tc>
                <w:tcPr>
                  <w:tcW w:w="2576" w:type="pct"/>
                  <w:shd w:val="clear" w:color="auto" w:fill="auto"/>
                  <w:vAlign w:val="bottom"/>
                </w:tcPr>
                <w:p w:rsidR="003C59A8" w:rsidRDefault="003C59A8" w:rsidP="003C59A8">
                  <w:pPr>
                    <w:pStyle w:val="TableBodyText"/>
                    <w:ind w:left="113"/>
                    <w:jc w:val="left"/>
                  </w:pPr>
                  <w:r>
                    <w:rPr>
                      <w:rFonts w:cs="Arial"/>
                      <w:szCs w:val="18"/>
                      <w:lang w:eastAsia="en-US"/>
                    </w:rPr>
                    <w:t>M</w:t>
                  </w:r>
                  <w:r w:rsidRPr="00E26CF5">
                    <w:rPr>
                      <w:rFonts w:cs="Arial"/>
                      <w:szCs w:val="18"/>
                      <w:lang w:eastAsia="en-US"/>
                    </w:rPr>
                    <w:t>ajor city</w:t>
                  </w:r>
                </w:p>
              </w:tc>
              <w:tc>
                <w:tcPr>
                  <w:tcW w:w="751"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64.7</w:t>
                  </w:r>
                </w:p>
              </w:tc>
              <w:tc>
                <w:tcPr>
                  <w:tcW w:w="837"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68.5</w:t>
                  </w:r>
                </w:p>
              </w:tc>
              <w:tc>
                <w:tcPr>
                  <w:tcW w:w="836" w:type="pct"/>
                  <w:shd w:val="clear" w:color="auto" w:fill="auto"/>
                  <w:vAlign w:val="bottom"/>
                </w:tcPr>
                <w:p w:rsidR="003C59A8" w:rsidRPr="001710DC" w:rsidRDefault="003C59A8" w:rsidP="003C59A8">
                  <w:pPr>
                    <w:pStyle w:val="TableBodyText"/>
                    <w:ind w:right="28"/>
                  </w:pPr>
                  <w:r w:rsidRPr="001710DC">
                    <w:t>64.5</w:t>
                  </w:r>
                </w:p>
              </w:tc>
            </w:tr>
            <w:tr w:rsidR="003C59A8" w:rsidTr="003C59A8">
              <w:tc>
                <w:tcPr>
                  <w:tcW w:w="2576" w:type="pct"/>
                  <w:shd w:val="clear" w:color="auto" w:fill="auto"/>
                  <w:vAlign w:val="bottom"/>
                </w:tcPr>
                <w:p w:rsidR="003C59A8" w:rsidRDefault="003C59A8" w:rsidP="003C59A8">
                  <w:pPr>
                    <w:pStyle w:val="TableBodyText"/>
                    <w:ind w:left="113"/>
                    <w:jc w:val="left"/>
                  </w:pPr>
                  <w:r>
                    <w:rPr>
                      <w:rFonts w:cs="Arial"/>
                      <w:szCs w:val="18"/>
                      <w:lang w:eastAsia="en-US"/>
                    </w:rPr>
                    <w:t>A</w:t>
                  </w:r>
                  <w:r w:rsidRPr="004A675C">
                    <w:rPr>
                      <w:rFonts w:cs="Arial"/>
                      <w:szCs w:val="18"/>
                      <w:lang w:eastAsia="en-US"/>
                    </w:rPr>
                    <w:t>reas of high disadvantage</w:t>
                  </w:r>
                  <w:r>
                    <w:rPr>
                      <w:rFonts w:cs="Arial"/>
                      <w:szCs w:val="18"/>
                      <w:lang w:eastAsia="en-US"/>
                    </w:rPr>
                    <w:t xml:space="preserve"> (lowest </w:t>
                  </w:r>
                  <w:proofErr w:type="spellStart"/>
                  <w:r>
                    <w:rPr>
                      <w:rFonts w:cs="Arial"/>
                      <w:szCs w:val="18"/>
                      <w:lang w:eastAsia="en-US"/>
                    </w:rPr>
                    <w:t>IRSD</w:t>
                  </w:r>
                  <w:proofErr w:type="spellEnd"/>
                  <w:r>
                    <w:rPr>
                      <w:rFonts w:cs="Arial"/>
                      <w:szCs w:val="18"/>
                      <w:lang w:eastAsia="en-US"/>
                    </w:rPr>
                    <w:t xml:space="preserve"> </w:t>
                  </w:r>
                  <w:proofErr w:type="spellStart"/>
                  <w:r>
                    <w:rPr>
                      <w:rFonts w:cs="Arial"/>
                      <w:szCs w:val="18"/>
                      <w:lang w:eastAsia="en-US"/>
                    </w:rPr>
                    <w:t>decile</w:t>
                  </w:r>
                  <w:proofErr w:type="spellEnd"/>
                  <w:r>
                    <w:rPr>
                      <w:rFonts w:cs="Arial"/>
                      <w:szCs w:val="18"/>
                      <w:lang w:eastAsia="en-US"/>
                    </w:rPr>
                    <w:t>)</w:t>
                  </w:r>
                  <w:r>
                    <w:rPr>
                      <w:rStyle w:val="NoteLabel"/>
                    </w:rPr>
                    <w:t>b</w:t>
                  </w:r>
                </w:p>
              </w:tc>
              <w:tc>
                <w:tcPr>
                  <w:tcW w:w="751"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20.3</w:t>
                  </w:r>
                </w:p>
              </w:tc>
              <w:tc>
                <w:tcPr>
                  <w:tcW w:w="837"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46.9</w:t>
                  </w:r>
                </w:p>
              </w:tc>
              <w:tc>
                <w:tcPr>
                  <w:tcW w:w="836" w:type="pct"/>
                  <w:shd w:val="clear" w:color="auto" w:fill="auto"/>
                  <w:vAlign w:val="bottom"/>
                </w:tcPr>
                <w:p w:rsidR="003C59A8" w:rsidRPr="001710DC" w:rsidRDefault="003C59A8" w:rsidP="003C59A8">
                  <w:pPr>
                    <w:pStyle w:val="TableBodyText"/>
                    <w:ind w:right="28"/>
                  </w:pPr>
                  <w:r w:rsidRPr="001710DC">
                    <w:t>20.3</w:t>
                  </w:r>
                </w:p>
              </w:tc>
            </w:tr>
            <w:tr w:rsidR="003C59A8" w:rsidTr="003C59A8">
              <w:tc>
                <w:tcPr>
                  <w:tcW w:w="2576" w:type="pct"/>
                  <w:shd w:val="clear" w:color="auto" w:fill="auto"/>
                  <w:vAlign w:val="bottom"/>
                </w:tcPr>
                <w:p w:rsidR="003C59A8" w:rsidRDefault="003C59A8" w:rsidP="003C59A8">
                  <w:pPr>
                    <w:pStyle w:val="TableBodyText"/>
                    <w:jc w:val="left"/>
                  </w:pPr>
                  <w:r w:rsidRPr="00BA386C">
                    <w:rPr>
                      <w:rFonts w:cs="Arial"/>
                      <w:b/>
                      <w:szCs w:val="18"/>
                      <w:lang w:eastAsia="en-US"/>
                    </w:rPr>
                    <w:t>Other characteristics</w:t>
                  </w:r>
                </w:p>
              </w:tc>
              <w:tc>
                <w:tcPr>
                  <w:tcW w:w="751" w:type="pct"/>
                  <w:vAlign w:val="bottom"/>
                </w:tcPr>
                <w:p w:rsidR="003C59A8" w:rsidRPr="009B1264" w:rsidRDefault="003C59A8" w:rsidP="003C59A8">
                  <w:pPr>
                    <w:pStyle w:val="TableBodyText"/>
                    <w:rPr>
                      <w:rFonts w:cs="Arial"/>
                      <w:szCs w:val="18"/>
                      <w:lang w:eastAsia="en-US"/>
                    </w:rPr>
                  </w:pPr>
                </w:p>
              </w:tc>
              <w:tc>
                <w:tcPr>
                  <w:tcW w:w="837" w:type="pct"/>
                  <w:vAlign w:val="bottom"/>
                </w:tcPr>
                <w:p w:rsidR="003C59A8" w:rsidRPr="009B1264" w:rsidRDefault="003C59A8" w:rsidP="003C59A8">
                  <w:pPr>
                    <w:pStyle w:val="TableBodyText"/>
                    <w:rPr>
                      <w:rFonts w:cs="Arial"/>
                      <w:szCs w:val="18"/>
                      <w:lang w:eastAsia="en-US"/>
                    </w:rPr>
                  </w:pPr>
                </w:p>
              </w:tc>
              <w:tc>
                <w:tcPr>
                  <w:tcW w:w="836" w:type="pct"/>
                  <w:shd w:val="clear" w:color="auto" w:fill="auto"/>
                  <w:vAlign w:val="bottom"/>
                </w:tcPr>
                <w:p w:rsidR="003C59A8" w:rsidRPr="009B1264" w:rsidRDefault="003C59A8" w:rsidP="003C59A8">
                  <w:pPr>
                    <w:pStyle w:val="TableBodyText"/>
                    <w:rPr>
                      <w:rFonts w:cs="Arial"/>
                      <w:szCs w:val="18"/>
                      <w:lang w:eastAsia="en-US"/>
                    </w:rPr>
                  </w:pPr>
                </w:p>
              </w:tc>
            </w:tr>
            <w:tr w:rsidR="003C59A8" w:rsidTr="003C59A8">
              <w:tc>
                <w:tcPr>
                  <w:tcW w:w="2576" w:type="pct"/>
                  <w:shd w:val="clear" w:color="auto" w:fill="auto"/>
                  <w:vAlign w:val="bottom"/>
                </w:tcPr>
                <w:p w:rsidR="003C59A8" w:rsidRDefault="003C59A8" w:rsidP="003C59A8">
                  <w:pPr>
                    <w:pStyle w:val="TableBodyText"/>
                    <w:ind w:left="113"/>
                    <w:jc w:val="left"/>
                  </w:pPr>
                  <w:r w:rsidRPr="00E26CF5">
                    <w:rPr>
                      <w:rFonts w:cs="Arial"/>
                      <w:szCs w:val="18"/>
                      <w:lang w:eastAsia="en-US"/>
                    </w:rPr>
                    <w:t>Work capacity 0</w:t>
                  </w:r>
                  <w:r>
                    <w:rPr>
                      <w:rFonts w:cs="Arial"/>
                      <w:szCs w:val="18"/>
                      <w:lang w:eastAsia="en-US"/>
                    </w:rPr>
                    <w:noBreakHyphen/>
                    <w:t>7 hours a week (</w:t>
                  </w:r>
                  <w:proofErr w:type="spellStart"/>
                  <w:r>
                    <w:rPr>
                      <w:rFonts w:cs="Arial"/>
                      <w:szCs w:val="18"/>
                      <w:lang w:eastAsia="en-US"/>
                    </w:rPr>
                    <w:t>DSP</w:t>
                  </w:r>
                  <w:proofErr w:type="spellEnd"/>
                  <w:r>
                    <w:rPr>
                      <w:rFonts w:cs="Arial"/>
                      <w:szCs w:val="18"/>
                      <w:lang w:eastAsia="en-US"/>
                    </w:rPr>
                    <w:t xml:space="preserve"> recipients)</w:t>
                  </w:r>
                </w:p>
              </w:tc>
              <w:tc>
                <w:tcPr>
                  <w:tcW w:w="751"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60.4</w:t>
                  </w:r>
                </w:p>
              </w:tc>
              <w:tc>
                <w:tcPr>
                  <w:tcW w:w="837"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64.6</w:t>
                  </w:r>
                </w:p>
              </w:tc>
              <w:tc>
                <w:tcPr>
                  <w:tcW w:w="836" w:type="pct"/>
                  <w:shd w:val="clear" w:color="auto" w:fill="auto"/>
                  <w:vAlign w:val="bottom"/>
                </w:tcPr>
                <w:p w:rsidR="003C59A8" w:rsidRPr="001710DC" w:rsidRDefault="003C59A8" w:rsidP="003C59A8">
                  <w:pPr>
                    <w:pStyle w:val="TableBodyText"/>
                    <w:ind w:right="28"/>
                  </w:pPr>
                  <w:r w:rsidRPr="001710DC">
                    <w:t>61.9</w:t>
                  </w:r>
                </w:p>
              </w:tc>
            </w:tr>
            <w:tr w:rsidR="003C59A8" w:rsidTr="003C59A8">
              <w:tc>
                <w:tcPr>
                  <w:tcW w:w="2576" w:type="pct"/>
                  <w:shd w:val="clear" w:color="auto" w:fill="auto"/>
                  <w:vAlign w:val="bottom"/>
                </w:tcPr>
                <w:p w:rsidR="003C59A8" w:rsidRDefault="003C59A8" w:rsidP="003C59A8">
                  <w:pPr>
                    <w:pStyle w:val="TableBodyText"/>
                    <w:ind w:left="113"/>
                    <w:jc w:val="left"/>
                  </w:pPr>
                  <w:r w:rsidRPr="00E26CF5">
                    <w:rPr>
                      <w:rFonts w:cs="Arial"/>
                      <w:szCs w:val="18"/>
                      <w:lang w:eastAsia="en-US"/>
                    </w:rPr>
                    <w:t>Jobseeker classification stream 3 or 4 (</w:t>
                  </w:r>
                  <w:proofErr w:type="spellStart"/>
                  <w:r w:rsidRPr="00E26CF5">
                    <w:rPr>
                      <w:rFonts w:cs="Arial"/>
                      <w:szCs w:val="18"/>
                      <w:lang w:eastAsia="en-US"/>
                    </w:rPr>
                    <w:t>Newstart</w:t>
                  </w:r>
                  <w:proofErr w:type="spellEnd"/>
                  <w:r w:rsidRPr="00E26CF5">
                    <w:rPr>
                      <w:rFonts w:cs="Arial"/>
                      <w:szCs w:val="18"/>
                      <w:lang w:eastAsia="en-US"/>
                    </w:rPr>
                    <w:t xml:space="preserve"> Allowance or Youth Allowance (Jobseeker))</w:t>
                  </w:r>
                  <w:r>
                    <w:rPr>
                      <w:rStyle w:val="NoteLabel"/>
                    </w:rPr>
                    <w:t>c</w:t>
                  </w:r>
                </w:p>
              </w:tc>
              <w:tc>
                <w:tcPr>
                  <w:tcW w:w="751"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45.5</w:t>
                  </w:r>
                </w:p>
              </w:tc>
              <w:tc>
                <w:tcPr>
                  <w:tcW w:w="837" w:type="pct"/>
                  <w:vAlign w:val="bottom"/>
                </w:tcPr>
                <w:p w:rsidR="003C59A8" w:rsidRPr="009B1264" w:rsidRDefault="003C59A8" w:rsidP="003C59A8">
                  <w:pPr>
                    <w:pStyle w:val="TableBodyText"/>
                    <w:rPr>
                      <w:rFonts w:cs="Arial"/>
                      <w:szCs w:val="18"/>
                      <w:lang w:eastAsia="en-US"/>
                    </w:rPr>
                  </w:pPr>
                  <w:r w:rsidRPr="009B1264">
                    <w:rPr>
                      <w:rFonts w:cs="Arial"/>
                      <w:szCs w:val="18"/>
                      <w:lang w:eastAsia="en-US"/>
                    </w:rPr>
                    <w:t>73.8</w:t>
                  </w:r>
                </w:p>
              </w:tc>
              <w:tc>
                <w:tcPr>
                  <w:tcW w:w="836" w:type="pct"/>
                  <w:shd w:val="clear" w:color="auto" w:fill="auto"/>
                  <w:vAlign w:val="bottom"/>
                </w:tcPr>
                <w:p w:rsidR="003C59A8" w:rsidRPr="001710DC" w:rsidRDefault="003C59A8" w:rsidP="003C59A8">
                  <w:pPr>
                    <w:pStyle w:val="TableBodyText"/>
                    <w:ind w:right="28"/>
                  </w:pPr>
                  <w:r w:rsidRPr="001710DC">
                    <w:t>39.8</w:t>
                  </w:r>
                </w:p>
              </w:tc>
            </w:tr>
            <w:tr w:rsidR="003C59A8" w:rsidTr="003C59A8">
              <w:tc>
                <w:tcPr>
                  <w:tcW w:w="2576" w:type="pct"/>
                  <w:tcBorders>
                    <w:bottom w:val="single" w:sz="6" w:space="0" w:color="BFBFBF"/>
                  </w:tcBorders>
                  <w:shd w:val="clear" w:color="auto" w:fill="auto"/>
                  <w:vAlign w:val="bottom"/>
                </w:tcPr>
                <w:p w:rsidR="003C59A8" w:rsidRDefault="003C59A8" w:rsidP="003C59A8">
                  <w:pPr>
                    <w:pStyle w:val="TableBodyText"/>
                    <w:jc w:val="left"/>
                  </w:pPr>
                  <w:r w:rsidRPr="00BA386C">
                    <w:rPr>
                      <w:rFonts w:cs="Arial"/>
                      <w:b/>
                      <w:szCs w:val="18"/>
                      <w:lang w:eastAsia="en-US"/>
                    </w:rPr>
                    <w:t>Number of IS</w:t>
                  </w:r>
                  <w:r>
                    <w:rPr>
                      <w:rFonts w:cs="Arial"/>
                      <w:b/>
                      <w:szCs w:val="18"/>
                      <w:lang w:eastAsia="en-US"/>
                    </w:rPr>
                    <w:t>P</w:t>
                  </w:r>
                  <w:r w:rsidRPr="00BA386C">
                    <w:rPr>
                      <w:rFonts w:cs="Arial"/>
                      <w:b/>
                      <w:szCs w:val="18"/>
                      <w:lang w:eastAsia="en-US"/>
                    </w:rPr>
                    <w:t xml:space="preserve"> recipients (‘000)</w:t>
                  </w:r>
                </w:p>
              </w:tc>
              <w:tc>
                <w:tcPr>
                  <w:tcW w:w="751" w:type="pct"/>
                  <w:tcBorders>
                    <w:bottom w:val="single" w:sz="6" w:space="0" w:color="BFBFBF"/>
                  </w:tcBorders>
                  <w:vAlign w:val="bottom"/>
                </w:tcPr>
                <w:p w:rsidR="003C59A8" w:rsidRPr="009B1264" w:rsidRDefault="003C59A8" w:rsidP="003C59A8">
                  <w:pPr>
                    <w:pStyle w:val="TableBodyText"/>
                    <w:rPr>
                      <w:rFonts w:cs="Arial"/>
                      <w:szCs w:val="18"/>
                      <w:lang w:eastAsia="en-US"/>
                    </w:rPr>
                  </w:pPr>
                  <w:r w:rsidRPr="009B1264">
                    <w:rPr>
                      <w:rFonts w:cs="Arial"/>
                      <w:szCs w:val="18"/>
                      <w:lang w:eastAsia="en-US"/>
                    </w:rPr>
                    <w:t>779.6</w:t>
                  </w:r>
                </w:p>
              </w:tc>
              <w:tc>
                <w:tcPr>
                  <w:tcW w:w="837" w:type="pct"/>
                  <w:tcBorders>
                    <w:bottom w:val="single" w:sz="6" w:space="0" w:color="BFBFBF"/>
                  </w:tcBorders>
                  <w:vAlign w:val="bottom"/>
                </w:tcPr>
                <w:p w:rsidR="003C59A8" w:rsidRPr="009B1264" w:rsidRDefault="003C59A8" w:rsidP="003C59A8">
                  <w:pPr>
                    <w:pStyle w:val="TableBodyText"/>
                    <w:rPr>
                      <w:rFonts w:cs="Arial"/>
                      <w:szCs w:val="18"/>
                      <w:lang w:eastAsia="en-US"/>
                    </w:rPr>
                  </w:pPr>
                  <w:r w:rsidRPr="009B1264">
                    <w:rPr>
                      <w:rFonts w:cs="Arial"/>
                      <w:szCs w:val="18"/>
                      <w:lang w:eastAsia="en-US"/>
                    </w:rPr>
                    <w:t>231</w:t>
                  </w:r>
                </w:p>
              </w:tc>
              <w:tc>
                <w:tcPr>
                  <w:tcW w:w="836" w:type="pct"/>
                  <w:tcBorders>
                    <w:bottom w:val="single" w:sz="6" w:space="0" w:color="BFBFBF"/>
                  </w:tcBorders>
                  <w:shd w:val="clear" w:color="auto" w:fill="auto"/>
                  <w:vAlign w:val="bottom"/>
                </w:tcPr>
                <w:p w:rsidR="003C59A8" w:rsidRPr="001710DC" w:rsidRDefault="003C59A8" w:rsidP="003C59A8">
                  <w:pPr>
                    <w:pStyle w:val="TableBodyText"/>
                    <w:ind w:right="28"/>
                  </w:pPr>
                  <w:r w:rsidRPr="001710DC">
                    <w:t>1 160.3</w:t>
                  </w:r>
                </w:p>
              </w:tc>
            </w:tr>
          </w:tbl>
          <w:p w:rsidR="003C59A8" w:rsidRDefault="003C59A8" w:rsidP="003C59A8">
            <w:pPr>
              <w:pStyle w:val="Box"/>
            </w:pPr>
          </w:p>
        </w:tc>
      </w:tr>
      <w:tr w:rsidR="003C59A8" w:rsidRPr="00E201F8" w:rsidTr="003C59A8">
        <w:trPr>
          <w:cantSplit/>
        </w:trPr>
        <w:tc>
          <w:tcPr>
            <w:tcW w:w="8771" w:type="dxa"/>
            <w:tcBorders>
              <w:top w:val="nil"/>
              <w:left w:val="nil"/>
              <w:bottom w:val="nil"/>
              <w:right w:val="nil"/>
            </w:tcBorders>
            <w:shd w:val="clear" w:color="auto" w:fill="auto"/>
          </w:tcPr>
          <w:p w:rsidR="003C59A8" w:rsidRPr="00E201F8" w:rsidRDefault="003C59A8" w:rsidP="003C59A8">
            <w:pPr>
              <w:pStyle w:val="Note"/>
              <w:rPr>
                <w:i/>
                <w:spacing w:val="-2"/>
              </w:rPr>
            </w:pPr>
            <w:r w:rsidRPr="00E201F8">
              <w:rPr>
                <w:rStyle w:val="NoteLabel"/>
                <w:spacing w:val="-2"/>
              </w:rPr>
              <w:t>a</w:t>
            </w:r>
            <w:r w:rsidRPr="00E201F8">
              <w:rPr>
                <w:spacing w:val="-2"/>
              </w:rPr>
              <w:t xml:space="preserve"> Results presented in this paper take into account a person’s housing tenure at 30</w:t>
            </w:r>
            <w:r>
              <w:rPr>
                <w:spacing w:val="-2"/>
              </w:rPr>
              <w:t> </w:t>
            </w:r>
            <w:r w:rsidRPr="00E201F8">
              <w:rPr>
                <w:spacing w:val="-2"/>
              </w:rPr>
              <w:t>June 2012. People who were not ISP recipients at that date are excluded from the dataset. This explains why the total number of ISP recipients in this table is smaller than the number in figure</w:t>
            </w:r>
            <w:r>
              <w:rPr>
                <w:spacing w:val="-2"/>
              </w:rPr>
              <w:t> </w:t>
            </w:r>
            <w:r w:rsidRPr="00E201F8">
              <w:rPr>
                <w:spacing w:val="-2"/>
              </w:rPr>
              <w:t>3.1. Very similar characteristic indicators for working</w:t>
            </w:r>
            <w:r>
              <w:rPr>
                <w:spacing w:val="-2"/>
              </w:rPr>
              <w:noBreakHyphen/>
            </w:r>
            <w:r w:rsidRPr="00E201F8">
              <w:rPr>
                <w:spacing w:val="-2"/>
              </w:rPr>
              <w:t>age ISP recipients are obtained when those people who were not ISP recipients at 30</w:t>
            </w:r>
            <w:r>
              <w:rPr>
                <w:spacing w:val="-2"/>
              </w:rPr>
              <w:t> </w:t>
            </w:r>
            <w:r w:rsidRPr="00E201F8">
              <w:rPr>
                <w:spacing w:val="-2"/>
              </w:rPr>
              <w:t xml:space="preserve">June 2012 are included in the data. </w:t>
            </w:r>
            <w:r w:rsidRPr="00E201F8">
              <w:rPr>
                <w:rStyle w:val="NoteLabel"/>
                <w:spacing w:val="-2"/>
              </w:rPr>
              <w:t>b</w:t>
            </w:r>
            <w:r w:rsidRPr="00E201F8">
              <w:rPr>
                <w:spacing w:val="-2"/>
              </w:rPr>
              <w:t xml:space="preserve"> Socio</w:t>
            </w:r>
            <w:r>
              <w:rPr>
                <w:spacing w:val="-2"/>
              </w:rPr>
              <w:noBreakHyphen/>
            </w:r>
            <w:r w:rsidRPr="00E201F8">
              <w:rPr>
                <w:spacing w:val="-2"/>
              </w:rPr>
              <w:t xml:space="preserve">economic status is measured by an Index of Relative Socioeconomic Disadvantage created by the ABS using data from the 2011 Census </w:t>
            </w:r>
            <w:r w:rsidRPr="00E201F8">
              <w:rPr>
                <w:spacing w:val="-2"/>
                <w:szCs w:val="24"/>
              </w:rPr>
              <w:t>(ABS </w:t>
            </w:r>
            <w:proofErr w:type="spellStart"/>
            <w:r w:rsidRPr="00E201F8">
              <w:rPr>
                <w:spacing w:val="-2"/>
                <w:szCs w:val="24"/>
              </w:rPr>
              <w:t>2014</w:t>
            </w:r>
            <w:r>
              <w:rPr>
                <w:spacing w:val="-2"/>
                <w:szCs w:val="24"/>
              </w:rPr>
              <w:t>c</w:t>
            </w:r>
            <w:proofErr w:type="spellEnd"/>
            <w:r w:rsidRPr="00E201F8">
              <w:rPr>
                <w:spacing w:val="-2"/>
                <w:szCs w:val="24"/>
              </w:rPr>
              <w:t>)</w:t>
            </w:r>
            <w:r w:rsidRPr="00E201F8">
              <w:rPr>
                <w:spacing w:val="-2"/>
              </w:rPr>
              <w:t xml:space="preserve">. The index includes information about the socioeconomic characteristics of the residents of an area including unemployment rates, education levels, English language ability and household income. Areas are defined by the </w:t>
            </w:r>
            <w:proofErr w:type="spellStart"/>
            <w:r w:rsidRPr="00E201F8">
              <w:rPr>
                <w:spacing w:val="-2"/>
              </w:rPr>
              <w:t>ABS’s</w:t>
            </w:r>
            <w:proofErr w:type="spellEnd"/>
            <w:r w:rsidRPr="00E201F8">
              <w:rPr>
                <w:spacing w:val="-2"/>
              </w:rPr>
              <w:t xml:space="preserve"> level</w:t>
            </w:r>
            <w:r>
              <w:rPr>
                <w:spacing w:val="-2"/>
              </w:rPr>
              <w:t> </w:t>
            </w:r>
            <w:r w:rsidRPr="00E201F8">
              <w:rPr>
                <w:spacing w:val="-2"/>
              </w:rPr>
              <w:t xml:space="preserve">1 statistical areas </w:t>
            </w:r>
            <w:r w:rsidRPr="00E201F8">
              <w:rPr>
                <w:rFonts w:cs="Arial"/>
                <w:spacing w:val="-2"/>
                <w:szCs w:val="24"/>
              </w:rPr>
              <w:t>(ABS 2010)</w:t>
            </w:r>
            <w:r w:rsidRPr="00E201F8">
              <w:rPr>
                <w:spacing w:val="-2"/>
              </w:rPr>
              <w:t xml:space="preserve">. On average, these areas are home to 400 people. </w:t>
            </w:r>
            <w:r w:rsidRPr="00E201F8">
              <w:rPr>
                <w:rStyle w:val="NoteLabel"/>
                <w:spacing w:val="-2"/>
              </w:rPr>
              <w:t>c</w:t>
            </w:r>
            <w:r w:rsidRPr="00E201F8">
              <w:rPr>
                <w:spacing w:val="-2"/>
              </w:rPr>
              <w:t xml:space="preserve"> Data from Department of Human Services, administrative data (unpublished).</w:t>
            </w:r>
          </w:p>
        </w:tc>
      </w:tr>
      <w:tr w:rsidR="003C59A8" w:rsidRPr="00176D3F" w:rsidTr="003C59A8">
        <w:tblPrEx>
          <w:tblBorders>
            <w:top w:val="single" w:sz="6" w:space="0" w:color="78A22F"/>
            <w:left w:val="single" w:sz="6" w:space="0" w:color="78A22F"/>
            <w:bottom w:val="single" w:sz="6" w:space="0" w:color="78A22F"/>
            <w:right w:val="single" w:sz="6" w:space="0" w:color="78A22F"/>
          </w:tblBorders>
        </w:tblPrEx>
        <w:tc>
          <w:tcPr>
            <w:tcW w:w="8771" w:type="dxa"/>
            <w:tcBorders>
              <w:top w:val="nil"/>
              <w:left w:val="nil"/>
              <w:bottom w:val="nil"/>
              <w:right w:val="nil"/>
            </w:tcBorders>
            <w:shd w:val="clear" w:color="auto" w:fill="auto"/>
          </w:tcPr>
          <w:p w:rsidR="003C59A8" w:rsidRPr="00176D3F" w:rsidRDefault="003C59A8" w:rsidP="003C59A8">
            <w:pPr>
              <w:pStyle w:val="Source"/>
            </w:pPr>
            <w:r>
              <w:rPr>
                <w:i/>
              </w:rPr>
              <w:t>S</w:t>
            </w:r>
            <w:r w:rsidRPr="00784A05">
              <w:rPr>
                <w:i/>
              </w:rPr>
              <w:t>ource</w:t>
            </w:r>
            <w:r w:rsidRPr="00176D3F">
              <w:t xml:space="preserve">: </w:t>
            </w:r>
            <w:r>
              <w:t>Author estimates based on Research and Evaluation Database.</w:t>
            </w:r>
          </w:p>
        </w:tc>
      </w:tr>
      <w:tr w:rsidR="003C59A8" w:rsidTr="003C59A8">
        <w:trPr>
          <w:cantSplit/>
        </w:trPr>
        <w:tc>
          <w:tcPr>
            <w:tcW w:w="8771" w:type="dxa"/>
            <w:tcBorders>
              <w:top w:val="nil"/>
              <w:left w:val="nil"/>
              <w:bottom w:val="single" w:sz="6" w:space="0" w:color="78A22F"/>
              <w:right w:val="nil"/>
            </w:tcBorders>
            <w:shd w:val="clear" w:color="auto" w:fill="auto"/>
          </w:tcPr>
          <w:p w:rsidR="003C59A8" w:rsidRDefault="003C59A8" w:rsidP="003C59A8">
            <w:pPr>
              <w:pStyle w:val="Box"/>
              <w:spacing w:before="0" w:line="120" w:lineRule="exact"/>
            </w:pPr>
          </w:p>
        </w:tc>
      </w:tr>
      <w:tr w:rsidR="003C59A8" w:rsidRPr="000863A5"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p w:rsidR="003C59A8" w:rsidRPr="00BE2844" w:rsidRDefault="003C59A8" w:rsidP="003C59A8">
      <w:pPr>
        <w:pStyle w:val="BodyText"/>
        <w:rPr>
          <w:spacing w:val="-4"/>
        </w:rPr>
      </w:pPr>
      <w:r w:rsidRPr="00BE2844">
        <w:rPr>
          <w:spacing w:val="-4"/>
        </w:rPr>
        <w:lastRenderedPageBreak/>
        <w:t>Public housing tenants, for example, are much more likely to be receiving the Disability Support Pension (</w:t>
      </w:r>
      <w:proofErr w:type="spellStart"/>
      <w:r w:rsidRPr="00BE2844">
        <w:rPr>
          <w:spacing w:val="-4"/>
        </w:rPr>
        <w:t>DSP</w:t>
      </w:r>
      <w:proofErr w:type="spellEnd"/>
      <w:r w:rsidRPr="00BE2844">
        <w:rPr>
          <w:spacing w:val="-4"/>
        </w:rPr>
        <w:t xml:space="preserve">), tend to be older and, if jobseekers, are much more likely to have been assessed as facing significant or severe barriers to employment. They are also somewhat more likely to live in areas of higher socioeconomic disadvantage. </w:t>
      </w:r>
      <w:proofErr w:type="spellStart"/>
      <w:r w:rsidRPr="00BE2844">
        <w:rPr>
          <w:spacing w:val="-4"/>
        </w:rPr>
        <w:t>CRA</w:t>
      </w:r>
      <w:proofErr w:type="spellEnd"/>
      <w:r w:rsidRPr="00BE2844">
        <w:rPr>
          <w:spacing w:val="-4"/>
        </w:rPr>
        <w:t xml:space="preserve"> recipients tend to have characteristics more like those of ISP recipients who don’t receive housing assistance.</w:t>
      </w:r>
    </w:p>
    <w:p w:rsidR="003C59A8" w:rsidRDefault="003C59A8" w:rsidP="003C59A8">
      <w:pPr>
        <w:pStyle w:val="Heading3"/>
      </w:pPr>
      <w:r>
        <w:t>Taking observed characteristics into account, public housing tenants are still less likely to work than other income support recipients</w:t>
      </w:r>
    </w:p>
    <w:p w:rsidR="003C59A8" w:rsidRPr="00CD3877" w:rsidRDefault="003C59A8" w:rsidP="003C59A8">
      <w:pPr>
        <w:pStyle w:val="BodyText"/>
        <w:rPr>
          <w:szCs w:val="24"/>
        </w:rPr>
      </w:pPr>
      <w:r>
        <w:rPr>
          <w:szCs w:val="24"/>
        </w:rPr>
        <w:t>E</w:t>
      </w:r>
      <w:r w:rsidRPr="00CD3877">
        <w:rPr>
          <w:szCs w:val="24"/>
        </w:rPr>
        <w:t xml:space="preserve">ven when observed characteristics other than housing tenure are taken into account, public housing tenants are less likely than other ISP recipients to be employed. Overall, the probability that a public housing resident is employed, </w:t>
      </w:r>
      <w:r>
        <w:rPr>
          <w:szCs w:val="24"/>
        </w:rPr>
        <w:t xml:space="preserve">all </w:t>
      </w:r>
      <w:r w:rsidRPr="00CD3877">
        <w:rPr>
          <w:szCs w:val="24"/>
        </w:rPr>
        <w:t>other characteristics equal, is 6</w:t>
      </w:r>
      <w:r>
        <w:rPr>
          <w:szCs w:val="24"/>
        </w:rPr>
        <w:t>.2 </w:t>
      </w:r>
      <w:r w:rsidRPr="00CD3877">
        <w:rPr>
          <w:szCs w:val="24"/>
        </w:rPr>
        <w:t xml:space="preserve">percentage points lower than the probability for a </w:t>
      </w:r>
      <w:proofErr w:type="spellStart"/>
      <w:r w:rsidRPr="00CD3877">
        <w:rPr>
          <w:szCs w:val="24"/>
        </w:rPr>
        <w:t>CRA</w:t>
      </w:r>
      <w:proofErr w:type="spellEnd"/>
      <w:r w:rsidRPr="00CD3877">
        <w:rPr>
          <w:szCs w:val="24"/>
        </w:rPr>
        <w:t xml:space="preserve"> recipient, and </w:t>
      </w:r>
      <w:r>
        <w:rPr>
          <w:szCs w:val="24"/>
        </w:rPr>
        <w:t>6.4</w:t>
      </w:r>
      <w:r w:rsidRPr="00CD3877">
        <w:rPr>
          <w:szCs w:val="24"/>
        </w:rPr>
        <w:t xml:space="preserve"> percentage points below the probability for ISP recipients who do not receive housing assistance (BP</w:t>
      </w:r>
      <w:r>
        <w:rPr>
          <w:szCs w:val="24"/>
        </w:rPr>
        <w:t> </w:t>
      </w:r>
      <w:r w:rsidRPr="00CD3877">
        <w:rPr>
          <w:szCs w:val="24"/>
        </w:rPr>
        <w:t xml:space="preserve">5). There is not much difference between the employment probabilities of </w:t>
      </w:r>
      <w:proofErr w:type="spellStart"/>
      <w:r w:rsidRPr="00CD3877">
        <w:rPr>
          <w:szCs w:val="24"/>
        </w:rPr>
        <w:t>CRA</w:t>
      </w:r>
      <w:proofErr w:type="spellEnd"/>
      <w:r w:rsidRPr="00CD3877">
        <w:rPr>
          <w:szCs w:val="24"/>
        </w:rPr>
        <w:t xml:space="preserve"> recipients and ISP recipients who do not receive housing assistance.</w:t>
      </w:r>
    </w:p>
    <w:p w:rsidR="003C59A8" w:rsidRPr="007D6C4A" w:rsidRDefault="003C59A8" w:rsidP="003C59A8">
      <w:pPr>
        <w:pStyle w:val="BodyText"/>
        <w:rPr>
          <w:spacing w:val="-2"/>
        </w:rPr>
      </w:pPr>
      <w:r w:rsidRPr="007D6C4A">
        <w:rPr>
          <w:spacing w:val="-2"/>
        </w:rPr>
        <w:t xml:space="preserve">Differences in employment probability by type of housing assistance are found for all ISPs, but the differences vary markedly by payment type (figure 3.3). </w:t>
      </w:r>
    </w:p>
    <w:p w:rsidR="003C59A8" w:rsidRDefault="003C59A8" w:rsidP="003C59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Tr="003C59A8">
        <w:tc>
          <w:tcPr>
            <w:tcW w:w="8771" w:type="dxa"/>
            <w:tcBorders>
              <w:top w:val="single" w:sz="6" w:space="0" w:color="78A22F"/>
              <w:left w:val="nil"/>
              <w:bottom w:val="nil"/>
              <w:right w:val="nil"/>
            </w:tcBorders>
            <w:shd w:val="clear" w:color="auto" w:fill="auto"/>
          </w:tcPr>
          <w:p w:rsidR="003C59A8" w:rsidRDefault="003C59A8" w:rsidP="003C59A8">
            <w:pPr>
              <w:pStyle w:val="FigureTitle"/>
            </w:pPr>
            <w:bookmarkStart w:id="13" w:name="OLE_LINK8"/>
            <w:r w:rsidRPr="00784A05">
              <w:rPr>
                <w:b w:val="0"/>
              </w:rPr>
              <w:t xml:space="preserve">Figure </w:t>
            </w:r>
            <w:bookmarkStart w:id="14" w:name="OLE_LINK12"/>
            <w:r w:rsidRPr="00784A05">
              <w:rPr>
                <w:b w:val="0"/>
              </w:rPr>
              <w:fldChar w:fldCharType="begin" w:fldLock="1"/>
            </w:r>
            <w:r w:rsidRPr="00784A05">
              <w:rPr>
                <w:b w:val="0"/>
              </w:rPr>
              <w:instrText xml:space="preserve"> COMMENTS  \* MERGEFORMAT </w:instrText>
            </w:r>
            <w:r w:rsidRPr="00784A05">
              <w:rPr>
                <w:b w:val="0"/>
              </w:rPr>
              <w:fldChar w:fldCharType="separate"/>
            </w:r>
            <w:r>
              <w:rPr>
                <w:b w:val="0"/>
              </w:rPr>
              <w:t>3.</w:t>
            </w:r>
            <w:r w:rsidRPr="00784A05">
              <w:rPr>
                <w:b w:val="0"/>
              </w:rPr>
              <w:fldChar w:fldCharType="end"/>
            </w:r>
            <w:r w:rsidRPr="00784A05">
              <w:rPr>
                <w:b w:val="0"/>
              </w:rPr>
              <w:fldChar w:fldCharType="begin" w:fldLock="1"/>
            </w:r>
            <w:r w:rsidRPr="00784A05">
              <w:rPr>
                <w:b w:val="0"/>
              </w:rPr>
              <w:instrText xml:space="preserve"> SEQ Figure \* ARABIC </w:instrText>
            </w:r>
            <w:r w:rsidRPr="00784A05">
              <w:rPr>
                <w:b w:val="0"/>
              </w:rPr>
              <w:fldChar w:fldCharType="separate"/>
            </w:r>
            <w:r>
              <w:rPr>
                <w:b w:val="0"/>
                <w:noProof/>
              </w:rPr>
              <w:t>3</w:t>
            </w:r>
            <w:r w:rsidRPr="00784A05">
              <w:rPr>
                <w:b w:val="0"/>
              </w:rPr>
              <w:fldChar w:fldCharType="end"/>
            </w:r>
            <w:bookmarkEnd w:id="14"/>
            <w:r>
              <w:tab/>
              <w:t>Predicted probability of employment, by housing assistance type and income support payment type</w:t>
            </w:r>
            <w:proofErr w:type="spellStart"/>
            <w:r w:rsidRPr="00BC33EB">
              <w:rPr>
                <w:rStyle w:val="NoteLabel"/>
                <w:b/>
              </w:rPr>
              <w:t>a</w:t>
            </w:r>
            <w:r>
              <w:rPr>
                <w:rStyle w:val="NoteLabel"/>
                <w:b/>
              </w:rPr>
              <w:t>,b,</w:t>
            </w:r>
            <w:r w:rsidRPr="001F154A">
              <w:rPr>
                <w:rStyle w:val="NoteLabel"/>
                <w:b/>
              </w:rPr>
              <w:t>c</w:t>
            </w:r>
            <w:proofErr w:type="spellEnd"/>
          </w:p>
          <w:p w:rsidR="003C59A8" w:rsidRPr="00176D3F" w:rsidRDefault="003C59A8" w:rsidP="003C59A8">
            <w:pPr>
              <w:pStyle w:val="Subtitle"/>
            </w:pPr>
            <w:r>
              <w:t>Average predicted probability of employment, accounting for observed characteristics</w:t>
            </w:r>
          </w:p>
        </w:tc>
      </w:tr>
      <w:tr w:rsidR="003C59A8" w:rsidTr="003C59A8">
        <w:tblPrEx>
          <w:tblCellMar>
            <w:left w:w="108" w:type="dxa"/>
            <w:right w:w="108" w:type="dxa"/>
          </w:tblCellMar>
        </w:tblPrEx>
        <w:trPr>
          <w:trHeight w:val="3402"/>
        </w:trPr>
        <w:tc>
          <w:tcPr>
            <w:tcW w:w="8771" w:type="dxa"/>
            <w:tcBorders>
              <w:top w:val="nil"/>
              <w:left w:val="nil"/>
              <w:bottom w:val="nil"/>
              <w:right w:val="nil"/>
            </w:tcBorders>
            <w:shd w:val="clear" w:color="auto" w:fill="auto"/>
          </w:tcPr>
          <w:p w:rsidR="003C59A8" w:rsidRDefault="003C59A8" w:rsidP="003C59A8">
            <w:pPr>
              <w:pStyle w:val="Figure"/>
            </w:pPr>
            <w:r>
              <w:rPr>
                <w:noProof/>
              </w:rPr>
              <w:drawing>
                <wp:inline distT="0" distB="0" distL="0" distR="0" wp14:anchorId="5E9B1002" wp14:editId="7DC207DF">
                  <wp:extent cx="5216237" cy="1984664"/>
                  <wp:effectExtent l="0" t="0" r="3810" b="0"/>
                  <wp:docPr id="4" name="Chart 4" descr="This chart shows the average predicted probability of employment, accounting for observed characteristics. Probabilities are categorised by type of housing assistance and income support payment." title="Predicted probability of employment, by housing assistance type and income support payment type"/>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r w:rsidR="003C59A8" w:rsidRPr="00176D3F" w:rsidTr="003C59A8">
        <w:tc>
          <w:tcPr>
            <w:tcW w:w="8771" w:type="dxa"/>
            <w:tcBorders>
              <w:top w:val="nil"/>
              <w:left w:val="nil"/>
              <w:bottom w:val="nil"/>
              <w:right w:val="nil"/>
            </w:tcBorders>
            <w:shd w:val="clear" w:color="auto" w:fill="auto"/>
          </w:tcPr>
          <w:p w:rsidR="003C59A8" w:rsidRPr="00AF4635" w:rsidRDefault="003C59A8" w:rsidP="003C59A8">
            <w:pPr>
              <w:pStyle w:val="Note"/>
              <w:rPr>
                <w:b/>
              </w:rPr>
            </w:pPr>
            <w:r>
              <w:rPr>
                <w:rStyle w:val="NoteLabel"/>
              </w:rPr>
              <w:t>a</w:t>
            </w:r>
            <w:r>
              <w:t xml:space="preserve"> ISP recipients aged 15–65. This figure excludes </w:t>
            </w:r>
            <w:proofErr w:type="spellStart"/>
            <w:r>
              <w:t>FTB</w:t>
            </w:r>
            <w:proofErr w:type="spellEnd"/>
            <w:r>
              <w:t>(A)</w:t>
            </w:r>
            <w:r>
              <w:noBreakHyphen/>
              <w:t xml:space="preserve">only recipients of </w:t>
            </w:r>
            <w:proofErr w:type="spellStart"/>
            <w:r>
              <w:t>CRA</w:t>
            </w:r>
            <w:proofErr w:type="spellEnd"/>
            <w:r>
              <w:t>. Estimates are calculated using a cross</w:t>
            </w:r>
            <w:r>
              <w:noBreakHyphen/>
              <w:t xml:space="preserve">sectional </w:t>
            </w:r>
            <w:proofErr w:type="spellStart"/>
            <w:r>
              <w:t>logit</w:t>
            </w:r>
            <w:proofErr w:type="spellEnd"/>
            <w:r>
              <w:t xml:space="preserve"> model that allows for interactions between housing assistance and ISP type. </w:t>
            </w:r>
            <w:r>
              <w:rPr>
                <w:rStyle w:val="NoteLabel"/>
              </w:rPr>
              <w:t>b</w:t>
            </w:r>
            <w:r w:rsidRPr="00AF4635">
              <w:t xml:space="preserve"> </w:t>
            </w:r>
            <w:r>
              <w:t>Estimates are calculated using a cross</w:t>
            </w:r>
            <w:r>
              <w:noBreakHyphen/>
              <w:t xml:space="preserve">sectional </w:t>
            </w:r>
            <w:proofErr w:type="spellStart"/>
            <w:r>
              <w:t>logit</w:t>
            </w:r>
            <w:proofErr w:type="spellEnd"/>
            <w:r>
              <w:t xml:space="preserve"> model that allows for interactions between housing assistance and ISP type, run on pooled data spanning from 2005 to 2013. </w:t>
            </w:r>
            <w:r>
              <w:br/>
            </w:r>
            <w:r w:rsidRPr="001F154A">
              <w:rPr>
                <w:rStyle w:val="NoteLabel"/>
              </w:rPr>
              <w:t>c</w:t>
            </w:r>
            <w:r>
              <w:t xml:space="preserve"> Other payments include a range of less common income support payments, including Bereavement Allowance, Wife’s Pension, Wife’s Disability Support Pension, </w:t>
            </w:r>
            <w:proofErr w:type="spellStart"/>
            <w:r>
              <w:t>Austudy</w:t>
            </w:r>
            <w:proofErr w:type="spellEnd"/>
            <w:r>
              <w:t xml:space="preserve">, Partner Allowance, Sickness Allowance, Special Benefits, Widow Allowance and </w:t>
            </w:r>
            <w:proofErr w:type="spellStart"/>
            <w:r>
              <w:t>Abstudy</w:t>
            </w:r>
            <w:proofErr w:type="spellEnd"/>
            <w:r>
              <w:t>.</w:t>
            </w:r>
          </w:p>
        </w:tc>
      </w:tr>
      <w:tr w:rsidR="003C59A8" w:rsidRPr="00176D3F" w:rsidTr="003C59A8">
        <w:tc>
          <w:tcPr>
            <w:tcW w:w="8771" w:type="dxa"/>
            <w:tcBorders>
              <w:top w:val="nil"/>
              <w:left w:val="nil"/>
              <w:bottom w:val="nil"/>
              <w:right w:val="nil"/>
            </w:tcBorders>
            <w:shd w:val="clear" w:color="auto" w:fill="auto"/>
          </w:tcPr>
          <w:p w:rsidR="003C59A8" w:rsidRPr="00176D3F" w:rsidRDefault="003C59A8" w:rsidP="003C59A8">
            <w:pPr>
              <w:pStyle w:val="Source"/>
            </w:pPr>
            <w:r>
              <w:rPr>
                <w:i/>
              </w:rPr>
              <w:t>Source</w:t>
            </w:r>
            <w:r>
              <w:t>: Author estimates based on Research and Evaluation Database.</w:t>
            </w:r>
          </w:p>
        </w:tc>
      </w:tr>
      <w:tr w:rsidR="003C59A8" w:rsidTr="003C59A8">
        <w:tc>
          <w:tcPr>
            <w:tcW w:w="8771" w:type="dxa"/>
            <w:tcBorders>
              <w:top w:val="nil"/>
              <w:left w:val="nil"/>
              <w:bottom w:val="single" w:sz="6" w:space="0" w:color="78A22F"/>
              <w:right w:val="nil"/>
            </w:tcBorders>
            <w:shd w:val="clear" w:color="auto" w:fill="auto"/>
          </w:tcPr>
          <w:p w:rsidR="003C59A8" w:rsidRDefault="003C59A8" w:rsidP="003C59A8">
            <w:pPr>
              <w:pStyle w:val="Figurespace"/>
            </w:pPr>
          </w:p>
        </w:tc>
      </w:tr>
      <w:tr w:rsidR="003C59A8" w:rsidRPr="000863A5"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p w:rsidR="003C59A8" w:rsidRDefault="003C59A8" w:rsidP="003C59A8">
      <w:pPr>
        <w:pStyle w:val="BodyText"/>
      </w:pPr>
      <w:r w:rsidRPr="007D6C4A">
        <w:lastRenderedPageBreak/>
        <w:t xml:space="preserve">The probability of employment for </w:t>
      </w:r>
      <w:proofErr w:type="spellStart"/>
      <w:r w:rsidRPr="007D6C4A">
        <w:t>DSP</w:t>
      </w:r>
      <w:proofErr w:type="spellEnd"/>
      <w:r w:rsidRPr="007D6C4A">
        <w:t xml:space="preserve"> recipients living in public housing, for example, is </w:t>
      </w:r>
      <w:r>
        <w:t>nearly 4</w:t>
      </w:r>
      <w:r w:rsidRPr="007D6C4A">
        <w:t xml:space="preserve"> percentage points below that for </w:t>
      </w:r>
      <w:proofErr w:type="spellStart"/>
      <w:r w:rsidRPr="007D6C4A">
        <w:t>DSP</w:t>
      </w:r>
      <w:proofErr w:type="spellEnd"/>
      <w:r w:rsidRPr="007D6C4A">
        <w:t xml:space="preserve"> recipients who do not receive housing assistance. For Parenting Payment (Single) this gap is </w:t>
      </w:r>
      <w:r>
        <w:t>about 15</w:t>
      </w:r>
      <w:r w:rsidRPr="007D6C4A">
        <w:t xml:space="preserve"> percentage points</w:t>
      </w:r>
      <w:r>
        <w:t xml:space="preserve"> and for Youth Allowance recipients, at least 9 percentage points</w:t>
      </w:r>
      <w:r w:rsidRPr="007D6C4A">
        <w:t>.</w:t>
      </w:r>
    </w:p>
    <w:p w:rsidR="003C59A8" w:rsidRDefault="003C59A8" w:rsidP="003C59A8">
      <w:pPr>
        <w:pStyle w:val="Heading3"/>
      </w:pPr>
      <w:r>
        <w:t>Unobserved characteristics explain the gap</w:t>
      </w:r>
    </w:p>
    <w:p w:rsidR="003C59A8" w:rsidRDefault="003C59A8" w:rsidP="003C59A8">
      <w:pPr>
        <w:pStyle w:val="BodyText"/>
      </w:pPr>
      <w:r>
        <w:t>Public housing allocation has particularly focused on households in greatest need since the 1999 Commonwealth–State Housing Agreement. These are:</w:t>
      </w:r>
    </w:p>
    <w:p w:rsidR="003C59A8" w:rsidRPr="00BA4E23" w:rsidRDefault="003C59A8" w:rsidP="003C59A8">
      <w:pPr>
        <w:pStyle w:val="Quote"/>
      </w:pPr>
      <w:r>
        <w:t xml:space="preserve">… </w:t>
      </w:r>
      <w:r w:rsidRPr="00BA4E23">
        <w:t xml:space="preserve">households that at the time of allocation are either homeless, in housing inappropriate to their needs, in housing that is adversely affecting their health or placing their life and safety at risk, or that has very high rental housing costs. </w:t>
      </w:r>
      <w:r w:rsidRPr="00F30F63">
        <w:rPr>
          <w:szCs w:val="24"/>
        </w:rPr>
        <w:t>(</w:t>
      </w:r>
      <w:proofErr w:type="spellStart"/>
      <w:r w:rsidRPr="00F30F63">
        <w:rPr>
          <w:szCs w:val="24"/>
        </w:rPr>
        <w:t>SCRGSP</w:t>
      </w:r>
      <w:proofErr w:type="spellEnd"/>
      <w:r w:rsidRPr="00F30F63">
        <w:rPr>
          <w:szCs w:val="24"/>
        </w:rPr>
        <w:t> 2014, p. 17.21)</w:t>
      </w:r>
    </w:p>
    <w:p w:rsidR="003C59A8" w:rsidDel="007D6C4A" w:rsidRDefault="003C59A8" w:rsidP="003C59A8">
      <w:pPr>
        <w:pStyle w:val="BodyText"/>
      </w:pPr>
      <w:r w:rsidDel="007D6C4A">
        <w:t xml:space="preserve">Across the decade to 2013, the share of greatest need households among new public housing tenants increased from 38 to 77 per cent </w:t>
      </w:r>
      <w:r w:rsidRPr="003213AD" w:rsidDel="007D6C4A">
        <w:rPr>
          <w:szCs w:val="24"/>
        </w:rPr>
        <w:t>(</w:t>
      </w:r>
      <w:proofErr w:type="spellStart"/>
      <w:r w:rsidRPr="003213AD" w:rsidDel="007D6C4A">
        <w:rPr>
          <w:szCs w:val="24"/>
        </w:rPr>
        <w:t>SCRGSP</w:t>
      </w:r>
      <w:proofErr w:type="spellEnd"/>
      <w:r w:rsidRPr="003213AD" w:rsidDel="007D6C4A">
        <w:rPr>
          <w:szCs w:val="24"/>
        </w:rPr>
        <w:t> 2014)</w:t>
      </w:r>
      <w:r w:rsidDel="007D6C4A">
        <w:t>.</w:t>
      </w:r>
    </w:p>
    <w:p w:rsidR="003C59A8" w:rsidRDefault="003C59A8" w:rsidP="003C59A8">
      <w:pPr>
        <w:pStyle w:val="BodyText"/>
      </w:pPr>
      <w:r>
        <w:t>It is possible that public housing tenants are different from other ISP recipients in ways that are not easily observed in the data, and that these differences matter for employment. For example, greatest needs tenants might have drug or alcohol problems, a criminal record, mental health issues or needs related to domestic violence. To the extent that these unobserved characteristics don’t change across time (or are highly correlated with characteristics that don’t change over the time period studied), statistical techniques can be used to account for their effect on employment — even if the nature of these characteristics is unknown (BP 5).</w:t>
      </w:r>
      <w:r w:rsidRPr="0027757F">
        <w:rPr>
          <w:rStyle w:val="FootnoteReference"/>
        </w:rPr>
        <w:footnoteReference w:id="10"/>
      </w:r>
    </w:p>
    <w:p w:rsidR="003C59A8" w:rsidRDefault="003C59A8" w:rsidP="003C59A8">
      <w:pPr>
        <w:pStyle w:val="BodyText"/>
      </w:pPr>
      <w:r>
        <w:t xml:space="preserve">When these unobserved characteristics are taken into account, differences in employment rates between ISP recipients who do and do not receive housing assistance become very small (figure 3.4). Some groups are marginally more likely to be employed with no housing assistance compared with </w:t>
      </w:r>
      <w:proofErr w:type="spellStart"/>
      <w:r>
        <w:t>CRA</w:t>
      </w:r>
      <w:proofErr w:type="spellEnd"/>
      <w:r>
        <w:t xml:space="preserve"> or with public housing (a positive bar in figure 3.4), while others are marginally less likely to be employed (a negative bar), but the differences are small.</w:t>
      </w:r>
    </w:p>
    <w:p w:rsidR="003C59A8" w:rsidRDefault="003C59A8" w:rsidP="003C59A8">
      <w:pPr>
        <w:pStyle w:val="BodyText"/>
      </w:pPr>
      <w:r>
        <w:t xml:space="preserve">These results indicate that public housing tenants and </w:t>
      </w:r>
      <w:proofErr w:type="spellStart"/>
      <w:r>
        <w:t>CRA</w:t>
      </w:r>
      <w:proofErr w:type="spellEnd"/>
      <w:r>
        <w:t xml:space="preserve"> recipients would have similar employment rates as other ISP recipients if they had the same observed and unobserved characteristics.</w:t>
      </w:r>
    </w:p>
    <w:p w:rsidR="003C59A8" w:rsidRDefault="003C59A8" w:rsidP="003C59A8">
      <w:pPr>
        <w:pStyle w:val="BodyText"/>
      </w:pPr>
      <w:r>
        <w:t>Just what the unobserved characteristics of public housing tenants are that account for their relatively low employment rates is a question that could usefully be taken up in further research. More detailed information from State Housing Authorities about the factors that influence the allocation of housing to a tenant, linked with the type of data used in this report, would be useful to that exercise.</w:t>
      </w:r>
    </w:p>
    <w:p w:rsidR="003C59A8" w:rsidRDefault="003C59A8" w:rsidP="003C59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RPr="00176D3F" w:rsidTr="003C59A8">
        <w:tc>
          <w:tcPr>
            <w:tcW w:w="8771" w:type="dxa"/>
            <w:tcBorders>
              <w:top w:val="single" w:sz="6" w:space="0" w:color="78A22F"/>
              <w:left w:val="nil"/>
              <w:bottom w:val="nil"/>
              <w:right w:val="nil"/>
            </w:tcBorders>
            <w:shd w:val="clear" w:color="auto" w:fill="auto"/>
          </w:tcPr>
          <w:p w:rsidR="003C59A8" w:rsidRDefault="003C59A8" w:rsidP="003C59A8">
            <w:pPr>
              <w:pStyle w:val="FigureTitle"/>
            </w:pPr>
            <w:r w:rsidRPr="00784A05">
              <w:rPr>
                <w:b w:val="0"/>
              </w:rPr>
              <w:t xml:space="preserve">Figure </w:t>
            </w:r>
            <w:bookmarkStart w:id="15" w:name="OLE_LINK11"/>
            <w:r w:rsidRPr="00784A05">
              <w:rPr>
                <w:b w:val="0"/>
              </w:rPr>
              <w:fldChar w:fldCharType="begin" w:fldLock="1"/>
            </w:r>
            <w:r w:rsidRPr="00784A05">
              <w:rPr>
                <w:b w:val="0"/>
              </w:rPr>
              <w:instrText xml:space="preserve"> COMMENTS  \* MERGEFORMAT </w:instrText>
            </w:r>
            <w:r w:rsidRPr="00784A05">
              <w:rPr>
                <w:b w:val="0"/>
              </w:rPr>
              <w:fldChar w:fldCharType="separate"/>
            </w:r>
            <w:r>
              <w:rPr>
                <w:b w:val="0"/>
              </w:rPr>
              <w:t>3.</w:t>
            </w:r>
            <w:r w:rsidRPr="00784A05">
              <w:rPr>
                <w:b w:val="0"/>
              </w:rPr>
              <w:fldChar w:fldCharType="end"/>
            </w:r>
            <w:r w:rsidRPr="00784A05">
              <w:rPr>
                <w:b w:val="0"/>
              </w:rPr>
              <w:fldChar w:fldCharType="begin" w:fldLock="1"/>
            </w:r>
            <w:r w:rsidRPr="00784A05">
              <w:rPr>
                <w:b w:val="0"/>
              </w:rPr>
              <w:instrText xml:space="preserve"> SEQ Figure \* ARABIC </w:instrText>
            </w:r>
            <w:r w:rsidRPr="00784A05">
              <w:rPr>
                <w:b w:val="0"/>
              </w:rPr>
              <w:fldChar w:fldCharType="separate"/>
            </w:r>
            <w:r>
              <w:rPr>
                <w:b w:val="0"/>
                <w:noProof/>
              </w:rPr>
              <w:t>4</w:t>
            </w:r>
            <w:r w:rsidRPr="00784A05">
              <w:rPr>
                <w:b w:val="0"/>
              </w:rPr>
              <w:fldChar w:fldCharType="end"/>
            </w:r>
            <w:bookmarkEnd w:id="15"/>
            <w:r>
              <w:tab/>
              <w:t xml:space="preserve">Expected effect of housing assistance on employment, by </w:t>
            </w:r>
            <w:r w:rsidR="000D528C">
              <w:t>i</w:t>
            </w:r>
            <w:r>
              <w:t xml:space="preserve">ncome </w:t>
            </w:r>
            <w:r w:rsidR="000D528C">
              <w:t>s</w:t>
            </w:r>
            <w:r>
              <w:t xml:space="preserve">upport </w:t>
            </w:r>
            <w:r w:rsidR="000D528C">
              <w:t>p</w:t>
            </w:r>
            <w:r>
              <w:t>ayment type</w:t>
            </w:r>
            <w:proofErr w:type="spellStart"/>
            <w:r w:rsidRPr="006E01A5">
              <w:rPr>
                <w:rStyle w:val="NoteLabel"/>
                <w:b/>
              </w:rPr>
              <w:t>a</w:t>
            </w:r>
            <w:r>
              <w:rPr>
                <w:rStyle w:val="NoteLabel"/>
                <w:b/>
              </w:rPr>
              <w:t>,b</w:t>
            </w:r>
            <w:proofErr w:type="spellEnd"/>
          </w:p>
          <w:p w:rsidR="003C59A8" w:rsidRPr="00176D3F" w:rsidRDefault="003C59A8" w:rsidP="003C59A8">
            <w:pPr>
              <w:pStyle w:val="Subtitle"/>
            </w:pPr>
            <w:r>
              <w:t>Percentage point difference from no housing assistance, 2004–2013 data, accounting for observed and unobserved characteristics</w:t>
            </w:r>
          </w:p>
        </w:tc>
      </w:tr>
      <w:tr w:rsidR="003C59A8" w:rsidTr="003C59A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3C59A8" w:rsidTr="003C59A8">
              <w:trPr>
                <w:jc w:val="center"/>
              </w:trPr>
              <w:tc>
                <w:tcPr>
                  <w:tcW w:w="8504" w:type="dxa"/>
                  <w:tcBorders>
                    <w:top w:val="nil"/>
                    <w:bottom w:val="nil"/>
                  </w:tcBorders>
                </w:tcPr>
                <w:p w:rsidR="003C59A8" w:rsidRDefault="003C59A8" w:rsidP="003C59A8">
                  <w:pPr>
                    <w:pStyle w:val="Figure"/>
                    <w:spacing w:before="60" w:after="60"/>
                  </w:pPr>
                  <w:r>
                    <w:rPr>
                      <w:noProof/>
                    </w:rPr>
                    <w:drawing>
                      <wp:inline distT="0" distB="0" distL="0" distR="0" wp14:anchorId="17B4EC7A" wp14:editId="12E0BE8B">
                        <wp:extent cx="5220000" cy="2412000"/>
                        <wp:effectExtent l="0" t="0" r="0" b="7620"/>
                        <wp:docPr id="8" name="Chart 8" descr="This chart shows the percentage point difference from no housing assistance, using 2004-2013 data, and accounting for observed and unobserved characteristics. Results are categorised by type of housing assistance and income support payment." title="Expected effect of housing assistance on employment, by income support payment type"/>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r>
          </w:tbl>
          <w:p w:rsidR="003C59A8" w:rsidRDefault="003C59A8" w:rsidP="003C59A8">
            <w:pPr>
              <w:pStyle w:val="Figure"/>
            </w:pPr>
          </w:p>
        </w:tc>
      </w:tr>
      <w:tr w:rsidR="003C59A8" w:rsidRPr="00E82BD0" w:rsidTr="003C59A8">
        <w:tc>
          <w:tcPr>
            <w:tcW w:w="8771" w:type="dxa"/>
            <w:tcBorders>
              <w:top w:val="nil"/>
              <w:left w:val="nil"/>
              <w:bottom w:val="nil"/>
              <w:right w:val="nil"/>
            </w:tcBorders>
            <w:shd w:val="clear" w:color="auto" w:fill="auto"/>
          </w:tcPr>
          <w:p w:rsidR="003C59A8" w:rsidRPr="00E82BD0" w:rsidRDefault="003C59A8" w:rsidP="003C59A8">
            <w:pPr>
              <w:pStyle w:val="Note"/>
              <w:rPr>
                <w:spacing w:val="-2"/>
              </w:rPr>
            </w:pPr>
            <w:proofErr w:type="spellStart"/>
            <w:r w:rsidRPr="00E82BD0">
              <w:rPr>
                <w:rStyle w:val="NoteLabel"/>
                <w:spacing w:val="-2"/>
              </w:rPr>
              <w:t>a</w:t>
            </w:r>
            <w:proofErr w:type="spellEnd"/>
            <w:r w:rsidRPr="00E82BD0">
              <w:rPr>
                <w:spacing w:val="-2"/>
              </w:rPr>
              <w:t xml:space="preserve"> The employment effect of housing assistance is calculated using odds ratios from a fixed effects </w:t>
            </w:r>
            <w:proofErr w:type="spellStart"/>
            <w:r w:rsidRPr="00E82BD0">
              <w:rPr>
                <w:spacing w:val="-2"/>
              </w:rPr>
              <w:t>logit</w:t>
            </w:r>
            <w:proofErr w:type="spellEnd"/>
            <w:r w:rsidRPr="00E82BD0">
              <w:rPr>
                <w:spacing w:val="-2"/>
              </w:rPr>
              <w:t xml:space="preserve"> model that includes interaction terms between housing assistance type and ISP, and takes into account unobserved differences between ISP recipients. </w:t>
            </w:r>
            <w:r w:rsidRPr="00E82BD0">
              <w:rPr>
                <w:rStyle w:val="NoteLabel"/>
                <w:spacing w:val="-2"/>
              </w:rPr>
              <w:t>b</w:t>
            </w:r>
            <w:r w:rsidRPr="00E82BD0">
              <w:rPr>
                <w:spacing w:val="-2"/>
              </w:rPr>
              <w:t xml:space="preserve"> Other payments include a range of less common income support payments, including Bereavement Allowance, Wife’s Pension, Wife’s Disability Support Pension, </w:t>
            </w:r>
            <w:proofErr w:type="spellStart"/>
            <w:r w:rsidRPr="00E82BD0">
              <w:rPr>
                <w:spacing w:val="-2"/>
              </w:rPr>
              <w:t>Austudy</w:t>
            </w:r>
            <w:proofErr w:type="spellEnd"/>
            <w:r w:rsidRPr="00E82BD0">
              <w:rPr>
                <w:spacing w:val="-2"/>
              </w:rPr>
              <w:t xml:space="preserve">, Partner Allowance, Sickness Allowance, Special Benefits, Widow Allowance and </w:t>
            </w:r>
            <w:proofErr w:type="spellStart"/>
            <w:r w:rsidRPr="00E82BD0">
              <w:rPr>
                <w:spacing w:val="-2"/>
              </w:rPr>
              <w:t>Abstudy</w:t>
            </w:r>
            <w:proofErr w:type="spellEnd"/>
            <w:r w:rsidRPr="00E82BD0">
              <w:rPr>
                <w:spacing w:val="-2"/>
              </w:rPr>
              <w:t>.</w:t>
            </w:r>
          </w:p>
        </w:tc>
      </w:tr>
      <w:tr w:rsidR="003C59A8" w:rsidRPr="00176D3F" w:rsidTr="003C59A8">
        <w:tc>
          <w:tcPr>
            <w:tcW w:w="8771" w:type="dxa"/>
            <w:tcBorders>
              <w:top w:val="nil"/>
              <w:left w:val="nil"/>
              <w:bottom w:val="nil"/>
              <w:right w:val="nil"/>
            </w:tcBorders>
            <w:shd w:val="clear" w:color="auto" w:fill="auto"/>
          </w:tcPr>
          <w:p w:rsidR="003C59A8" w:rsidRPr="00176D3F" w:rsidRDefault="003C59A8" w:rsidP="003C59A8">
            <w:pPr>
              <w:pStyle w:val="Source"/>
            </w:pPr>
            <w:r>
              <w:rPr>
                <w:i/>
              </w:rPr>
              <w:t>S</w:t>
            </w:r>
            <w:r w:rsidRPr="00784A05">
              <w:rPr>
                <w:i/>
              </w:rPr>
              <w:t>ource</w:t>
            </w:r>
            <w:r w:rsidRPr="00176D3F">
              <w:t xml:space="preserve">: </w:t>
            </w:r>
            <w:r>
              <w:t>Author estimates based on Research and Evaluation Database.</w:t>
            </w:r>
          </w:p>
        </w:tc>
      </w:tr>
      <w:tr w:rsidR="003C59A8" w:rsidTr="003C59A8">
        <w:tc>
          <w:tcPr>
            <w:tcW w:w="8771" w:type="dxa"/>
            <w:tcBorders>
              <w:top w:val="nil"/>
              <w:left w:val="nil"/>
              <w:bottom w:val="single" w:sz="6" w:space="0" w:color="78A22F"/>
              <w:right w:val="nil"/>
            </w:tcBorders>
            <w:shd w:val="clear" w:color="auto" w:fill="auto"/>
          </w:tcPr>
          <w:p w:rsidR="003C59A8" w:rsidRDefault="003C59A8" w:rsidP="003C59A8">
            <w:pPr>
              <w:pStyle w:val="Figurespace"/>
            </w:pPr>
          </w:p>
        </w:tc>
      </w:tr>
      <w:tr w:rsidR="003C59A8" w:rsidRPr="00626D32"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bookmarkStart w:id="16" w:name="OLE_LINK21"/>
    <w:bookmarkStart w:id="17" w:name="OLE_LINK16"/>
    <w:p w:rsidR="003C59A8" w:rsidRDefault="003C59A8" w:rsidP="003C59A8">
      <w:pPr>
        <w:pStyle w:val="Heading2"/>
      </w:pPr>
      <w:r>
        <w:fldChar w:fldCharType="begin" w:fldLock="1"/>
      </w:r>
      <w:r>
        <w:instrText xml:space="preserve"> COMMENTS  \* MERGEFORMAT </w:instrText>
      </w:r>
      <w:r>
        <w:fldChar w:fldCharType="separate"/>
      </w:r>
      <w:r>
        <w:t>3.</w:t>
      </w:r>
      <w:r>
        <w:fldChar w:fldCharType="end"/>
      </w:r>
      <w:r w:rsidR="00FB0E2F">
        <w:fldChar w:fldCharType="begin" w:fldLock="1"/>
      </w:r>
      <w:r w:rsidR="00FB0E2F">
        <w:instrText xml:space="preserve"> SEQ Heading2 </w:instrText>
      </w:r>
      <w:r w:rsidR="00FB0E2F">
        <w:fldChar w:fldCharType="separate"/>
      </w:r>
      <w:r>
        <w:rPr>
          <w:noProof/>
        </w:rPr>
        <w:t>4</w:t>
      </w:r>
      <w:r w:rsidR="00FB0E2F">
        <w:rPr>
          <w:noProof/>
        </w:rPr>
        <w:fldChar w:fldCharType="end"/>
      </w:r>
      <w:bookmarkEnd w:id="16"/>
      <w:r>
        <w:tab/>
        <w:t>Are young people particularly affected by public housing rent setting rules?</w:t>
      </w:r>
    </w:p>
    <w:bookmarkEnd w:id="13"/>
    <w:bookmarkEnd w:id="17"/>
    <w:p w:rsidR="003C59A8" w:rsidRDefault="003C59A8" w:rsidP="003C59A8">
      <w:pPr>
        <w:pStyle w:val="BodyText"/>
      </w:pPr>
      <w:r>
        <w:t>In chapter 1, it was suggested that young people living with parents or guardians might be particularly affected by rent setting rules in public housing. The rules relating to younger household members vary around the country, but all states include the incomes of at least some younger members in determining a household’s rent (table 3.2).</w:t>
      </w:r>
    </w:p>
    <w:p w:rsidR="003C59A8" w:rsidRPr="00E4111C" w:rsidRDefault="003C59A8" w:rsidP="003C59A8">
      <w:pPr>
        <w:pStyle w:val="BodyText"/>
        <w:rPr>
          <w:spacing w:val="-2"/>
        </w:rPr>
      </w:pPr>
      <w:r>
        <w:rPr>
          <w:spacing w:val="-2"/>
        </w:rPr>
        <w:t>Jobs</w:t>
      </w:r>
      <w:r w:rsidRPr="004B45B7">
        <w:rPr>
          <w:spacing w:val="-2"/>
        </w:rPr>
        <w:t xml:space="preserve"> </w:t>
      </w:r>
      <w:r>
        <w:rPr>
          <w:spacing w:val="-2"/>
        </w:rPr>
        <w:t>held</w:t>
      </w:r>
      <w:r w:rsidRPr="004B45B7">
        <w:rPr>
          <w:spacing w:val="-2"/>
        </w:rPr>
        <w:t xml:space="preserve"> by young people are often low paid. Inclu</w:t>
      </w:r>
      <w:r>
        <w:rPr>
          <w:spacing w:val="-2"/>
        </w:rPr>
        <w:t>ding</w:t>
      </w:r>
      <w:r w:rsidRPr="004B45B7">
        <w:rPr>
          <w:spacing w:val="-2"/>
        </w:rPr>
        <w:t xml:space="preserve"> a young person’s earnings in household income for rent setting purposes </w:t>
      </w:r>
      <w:r>
        <w:rPr>
          <w:spacing w:val="-2"/>
        </w:rPr>
        <w:t xml:space="preserve">could </w:t>
      </w:r>
      <w:r w:rsidRPr="004B45B7">
        <w:rPr>
          <w:spacing w:val="-2"/>
        </w:rPr>
        <w:t xml:space="preserve">reduce their financial incentives to work. </w:t>
      </w:r>
      <w:r>
        <w:rPr>
          <w:spacing w:val="-2"/>
        </w:rPr>
        <w:t>As a result,</w:t>
      </w:r>
      <w:r w:rsidRPr="004B45B7">
        <w:rPr>
          <w:spacing w:val="-2"/>
        </w:rPr>
        <w:t xml:space="preserve"> younger residents of public housing who live with parents or guardians </w:t>
      </w:r>
      <w:r>
        <w:rPr>
          <w:spacing w:val="-2"/>
        </w:rPr>
        <w:t xml:space="preserve">might </w:t>
      </w:r>
      <w:r w:rsidRPr="004B45B7">
        <w:rPr>
          <w:spacing w:val="-2"/>
        </w:rPr>
        <w:t>be less likely to work than their counterparts in other housing tenures.</w:t>
      </w:r>
    </w:p>
    <w:p w:rsidR="003C59A8" w:rsidRPr="00331E30" w:rsidRDefault="003C59A8" w:rsidP="003C59A8">
      <w:pPr>
        <w:pStyle w:val="BodyText"/>
      </w:pPr>
      <w:r w:rsidRPr="00331E30">
        <w:t xml:space="preserve">As noted above, young people living with parents or guardians in public housing cannot be </w:t>
      </w:r>
      <w:r>
        <w:t xml:space="preserve">directly </w:t>
      </w:r>
      <w:r w:rsidRPr="00331E30">
        <w:t>identified in the data used in this study. It is possible, however, to link some young ISP recipients (aged 16–24) to their parents who also received an ISP, and assign them a housing assistance status. The young people included in this sample are not necessarily living with their parents</w:t>
      </w:r>
      <w:r>
        <w:t xml:space="preserve">, but the data are restricted to those who live in the same </w:t>
      </w:r>
      <w:r>
        <w:lastRenderedPageBreak/>
        <w:t>neighbourhood as their parent</w:t>
      </w:r>
      <w:r w:rsidRPr="00331E30">
        <w:t>.</w:t>
      </w:r>
      <w:r w:rsidRPr="0027757F">
        <w:rPr>
          <w:rStyle w:val="FootnoteReference"/>
        </w:rPr>
        <w:footnoteReference w:id="11"/>
      </w:r>
      <w:r>
        <w:t xml:space="preserve"> It is, therefore, likely that the vast majority of young people included in the analysis live with their parents.</w:t>
      </w:r>
      <w:r w:rsidRPr="00331E30">
        <w:t xml:space="preserve"> </w:t>
      </w:r>
      <w:r>
        <w:t>The results presented below are assumed to apply to young ISP recipients who are living with parents or guardians.</w:t>
      </w:r>
    </w:p>
    <w:p w:rsidR="003C59A8" w:rsidRDefault="003C59A8" w:rsidP="003C59A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3C59A8" w:rsidTr="003C59A8">
        <w:tc>
          <w:tcPr>
            <w:tcW w:w="8771" w:type="dxa"/>
            <w:tcBorders>
              <w:top w:val="single" w:sz="6" w:space="0" w:color="78A22F"/>
              <w:left w:val="nil"/>
              <w:bottom w:val="nil"/>
              <w:right w:val="nil"/>
            </w:tcBorders>
            <w:shd w:val="clear" w:color="auto" w:fill="auto"/>
          </w:tcPr>
          <w:p w:rsidR="003C59A8" w:rsidRPr="00784A05" w:rsidRDefault="003C59A8" w:rsidP="003C59A8">
            <w:pPr>
              <w:pStyle w:val="TableTitle"/>
            </w:pPr>
            <w:r>
              <w:rPr>
                <w:b w:val="0"/>
              </w:rPr>
              <w:t xml:space="preserve">Table </w:t>
            </w:r>
            <w:bookmarkStart w:id="18" w:name="OLE_LINK9"/>
            <w:r>
              <w:rPr>
                <w:b w:val="0"/>
              </w:rPr>
              <w:fldChar w:fldCharType="begin" w:fldLock="1"/>
            </w:r>
            <w:r>
              <w:rPr>
                <w:b w:val="0"/>
              </w:rPr>
              <w:instrText xml:space="preserve"> COMMENTS  \* MERGEFORMAT </w:instrText>
            </w:r>
            <w:r>
              <w:rPr>
                <w:b w:val="0"/>
              </w:rPr>
              <w:fldChar w:fldCharType="separate"/>
            </w:r>
            <w:r>
              <w:rPr>
                <w:b w:val="0"/>
              </w:rPr>
              <w:t>3.</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2</w:t>
            </w:r>
            <w:r>
              <w:rPr>
                <w:b w:val="0"/>
              </w:rPr>
              <w:fldChar w:fldCharType="end"/>
            </w:r>
            <w:bookmarkEnd w:id="18"/>
            <w:r>
              <w:tab/>
              <w:t>How the income of young people is treated in setting households’ public housing rents</w:t>
            </w:r>
            <w:r w:rsidRPr="00D6518B">
              <w:rPr>
                <w:rStyle w:val="NoteLabel"/>
                <w:b/>
              </w:rPr>
              <w:t>a</w:t>
            </w:r>
          </w:p>
        </w:tc>
      </w:tr>
      <w:tr w:rsidR="003C59A8" w:rsidTr="003C59A8">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821"/>
              <w:gridCol w:w="6666"/>
            </w:tblGrid>
            <w:tr w:rsidR="003C59A8" w:rsidTr="00FB0E2F">
              <w:trPr>
                <w:trHeight w:val="300"/>
              </w:trPr>
              <w:tc>
                <w:tcPr>
                  <w:tcW w:w="1073" w:type="pct"/>
                  <w:tcBorders>
                    <w:top w:val="single" w:sz="6" w:space="0" w:color="BFBFBF"/>
                    <w:bottom w:val="single" w:sz="6" w:space="0" w:color="BFBFBF"/>
                  </w:tcBorders>
                  <w:shd w:val="clear" w:color="auto" w:fill="auto"/>
                  <w:tcMar>
                    <w:top w:w="28" w:type="dxa"/>
                  </w:tcMar>
                </w:tcPr>
                <w:p w:rsidR="003C59A8" w:rsidRDefault="003C59A8" w:rsidP="003C59A8">
                  <w:pPr>
                    <w:pStyle w:val="TableColumnHeading"/>
                    <w:jc w:val="left"/>
                  </w:pPr>
                  <w:r>
                    <w:t>Jurisdiction</w:t>
                  </w:r>
                </w:p>
              </w:tc>
              <w:tc>
                <w:tcPr>
                  <w:tcW w:w="3927" w:type="pct"/>
                  <w:tcBorders>
                    <w:top w:val="single" w:sz="6" w:space="0" w:color="BFBFBF"/>
                    <w:bottom w:val="single" w:sz="6" w:space="0" w:color="BFBFBF"/>
                  </w:tcBorders>
                  <w:shd w:val="clear" w:color="auto" w:fill="auto"/>
                  <w:tcMar>
                    <w:top w:w="28" w:type="dxa"/>
                  </w:tcMar>
                </w:tcPr>
                <w:p w:rsidR="003C59A8" w:rsidRDefault="003C59A8" w:rsidP="003C59A8">
                  <w:pPr>
                    <w:pStyle w:val="TableColumnHeading"/>
                    <w:ind w:right="28"/>
                    <w:jc w:val="left"/>
                  </w:pPr>
                  <w:r>
                    <w:t xml:space="preserve">Rent setting rules relating to young people living at home </w:t>
                  </w:r>
                </w:p>
              </w:tc>
            </w:tr>
            <w:tr w:rsidR="003C59A8" w:rsidTr="003C59A8">
              <w:tc>
                <w:tcPr>
                  <w:tcW w:w="1073" w:type="pct"/>
                </w:tcPr>
                <w:p w:rsidR="003C59A8" w:rsidRDefault="003C59A8" w:rsidP="00FB0E2F">
                  <w:pPr>
                    <w:pStyle w:val="TableBodyText"/>
                    <w:spacing w:before="40"/>
                    <w:jc w:val="left"/>
                  </w:pPr>
                  <w:r>
                    <w:t>New South Wales</w:t>
                  </w:r>
                </w:p>
              </w:tc>
              <w:tc>
                <w:tcPr>
                  <w:tcW w:w="3927" w:type="pct"/>
                </w:tcPr>
                <w:p w:rsidR="003C59A8" w:rsidRPr="007C336D" w:rsidRDefault="003C59A8" w:rsidP="00FB0E2F">
                  <w:pPr>
                    <w:pStyle w:val="TableBodyText"/>
                    <w:spacing w:before="40"/>
                    <w:ind w:right="28"/>
                    <w:jc w:val="left"/>
                    <w:rPr>
                      <w:spacing w:val="-2"/>
                    </w:rPr>
                  </w:pPr>
                  <w:r w:rsidRPr="007C336D">
                    <w:rPr>
                      <w:spacing w:val="-2"/>
                    </w:rPr>
                    <w:t xml:space="preserve">Assessable income includes income from all household members aged 18 years or over </w:t>
                  </w:r>
                  <w:r w:rsidRPr="007C336D">
                    <w:rPr>
                      <w:rFonts w:cs="Arial"/>
                      <w:spacing w:val="-2"/>
                      <w:szCs w:val="24"/>
                    </w:rPr>
                    <w:t>(Housing NSW 2015)</w:t>
                  </w:r>
                  <w:r w:rsidRPr="007C336D">
                    <w:rPr>
                      <w:spacing w:val="-2"/>
                    </w:rPr>
                    <w:t xml:space="preserve">. Household members aged 18 to 20 years other than the tenant or their spouse contribute 15 per cent of assessable income in rent </w:t>
                  </w:r>
                  <w:r w:rsidRPr="007C336D">
                    <w:rPr>
                      <w:rFonts w:cs="Arial"/>
                      <w:spacing w:val="-2"/>
                      <w:szCs w:val="24"/>
                    </w:rPr>
                    <w:t>(Housing NSW 2014)</w:t>
                  </w:r>
                  <w:r w:rsidRPr="007C336D">
                    <w:rPr>
                      <w:spacing w:val="-2"/>
                    </w:rPr>
                    <w:t>. Older tenants usually pay between 25 and 30 per cent.</w:t>
                  </w:r>
                </w:p>
              </w:tc>
            </w:tr>
            <w:tr w:rsidR="003C59A8" w:rsidTr="003C59A8">
              <w:tc>
                <w:tcPr>
                  <w:tcW w:w="1073" w:type="pct"/>
                </w:tcPr>
                <w:p w:rsidR="003C59A8" w:rsidRDefault="003C59A8" w:rsidP="003C59A8">
                  <w:pPr>
                    <w:pStyle w:val="TableBodyText"/>
                    <w:jc w:val="left"/>
                  </w:pPr>
                  <w:r>
                    <w:t>Victoria</w:t>
                  </w:r>
                </w:p>
              </w:tc>
              <w:tc>
                <w:tcPr>
                  <w:tcW w:w="3927" w:type="pct"/>
                </w:tcPr>
                <w:p w:rsidR="003C59A8" w:rsidRDefault="003C59A8" w:rsidP="003C59A8">
                  <w:pPr>
                    <w:pStyle w:val="TableBodyText"/>
                    <w:ind w:right="28"/>
                    <w:jc w:val="left"/>
                  </w:pPr>
                  <w:r>
                    <w:t>Assessable</w:t>
                  </w:r>
                  <w:r w:rsidRPr="00FE4F00">
                    <w:t xml:space="preserve"> income includes the combined incomes of all household members 18 years of age or over</w:t>
                  </w:r>
                  <w:r>
                    <w:t xml:space="preserve"> </w:t>
                  </w:r>
                  <w:r w:rsidRPr="007C2B71">
                    <w:rPr>
                      <w:rFonts w:cs="Arial"/>
                      <w:szCs w:val="24"/>
                    </w:rPr>
                    <w:t>(</w:t>
                  </w:r>
                  <w:proofErr w:type="spellStart"/>
                  <w:r w:rsidRPr="007C2B71">
                    <w:rPr>
                      <w:rFonts w:cs="Arial"/>
                      <w:szCs w:val="24"/>
                    </w:rPr>
                    <w:t>DHS</w:t>
                  </w:r>
                  <w:proofErr w:type="spellEnd"/>
                  <w:r w:rsidRPr="007C2B71">
                    <w:rPr>
                      <w:rFonts w:cs="Arial"/>
                      <w:szCs w:val="24"/>
                    </w:rPr>
                    <w:t xml:space="preserve"> Vic </w:t>
                  </w:r>
                  <w:proofErr w:type="spellStart"/>
                  <w:r w:rsidRPr="007C2B71">
                    <w:rPr>
                      <w:rFonts w:cs="Arial"/>
                      <w:szCs w:val="24"/>
                    </w:rPr>
                    <w:t>2014</w:t>
                  </w:r>
                  <w:r>
                    <w:rPr>
                      <w:rFonts w:cs="Arial"/>
                      <w:szCs w:val="24"/>
                    </w:rPr>
                    <w:t>a</w:t>
                  </w:r>
                  <w:proofErr w:type="spellEnd"/>
                  <w:r w:rsidRPr="007C2B71">
                    <w:rPr>
                      <w:rFonts w:cs="Arial"/>
                      <w:szCs w:val="24"/>
                    </w:rPr>
                    <w:t>)</w:t>
                  </w:r>
                  <w:r>
                    <w:t>.</w:t>
                  </w:r>
                </w:p>
              </w:tc>
            </w:tr>
            <w:tr w:rsidR="003C59A8" w:rsidTr="003C59A8">
              <w:tc>
                <w:tcPr>
                  <w:tcW w:w="1073" w:type="pct"/>
                </w:tcPr>
                <w:p w:rsidR="003C59A8" w:rsidRDefault="003C59A8" w:rsidP="003C59A8">
                  <w:pPr>
                    <w:pStyle w:val="TableBodyText"/>
                    <w:jc w:val="left"/>
                  </w:pPr>
                  <w:r>
                    <w:t>Queensland</w:t>
                  </w:r>
                </w:p>
              </w:tc>
              <w:tc>
                <w:tcPr>
                  <w:tcW w:w="3927" w:type="pct"/>
                </w:tcPr>
                <w:p w:rsidR="003C59A8" w:rsidRDefault="003C59A8" w:rsidP="003C59A8">
                  <w:pPr>
                    <w:pStyle w:val="TableBodyText"/>
                    <w:ind w:right="28"/>
                    <w:jc w:val="left"/>
                  </w:pPr>
                  <w:r>
                    <w:t xml:space="preserve">Assessable income excludes wages </w:t>
                  </w:r>
                  <w:r w:rsidRPr="00D6518B">
                    <w:t xml:space="preserve">of young household members aged under 22 who are studying full time at school, TAFE, </w:t>
                  </w:r>
                  <w:r>
                    <w:t>u</w:t>
                  </w:r>
                  <w:r w:rsidRPr="00D6518B">
                    <w:t xml:space="preserve">niversity or completing an apprenticeship </w:t>
                  </w:r>
                  <w:r w:rsidRPr="004058F0">
                    <w:rPr>
                      <w:rFonts w:cs="Arial"/>
                      <w:szCs w:val="24"/>
                    </w:rPr>
                    <w:t>(Queensland Government 2014)</w:t>
                  </w:r>
                  <w:r w:rsidRPr="00D6518B">
                    <w:t>.</w:t>
                  </w:r>
                </w:p>
              </w:tc>
            </w:tr>
            <w:tr w:rsidR="003C59A8" w:rsidTr="003C59A8">
              <w:tc>
                <w:tcPr>
                  <w:tcW w:w="1073" w:type="pct"/>
                </w:tcPr>
                <w:p w:rsidR="003C59A8" w:rsidRDefault="003C59A8" w:rsidP="003C59A8">
                  <w:pPr>
                    <w:pStyle w:val="TableBodyText"/>
                    <w:jc w:val="left"/>
                  </w:pPr>
                  <w:r>
                    <w:t>Western Australia</w:t>
                  </w:r>
                </w:p>
              </w:tc>
              <w:tc>
                <w:tcPr>
                  <w:tcW w:w="3927" w:type="pct"/>
                </w:tcPr>
                <w:p w:rsidR="003C59A8" w:rsidRPr="004F61E3" w:rsidRDefault="003C59A8" w:rsidP="003C59A8">
                  <w:pPr>
                    <w:pStyle w:val="Default"/>
                    <w:rPr>
                      <w:rFonts w:ascii="Arial" w:hAnsi="Arial"/>
                      <w:color w:val="auto"/>
                      <w:sz w:val="18"/>
                      <w:szCs w:val="20"/>
                      <w:lang w:val="en-AU"/>
                    </w:rPr>
                  </w:pPr>
                  <w:r w:rsidRPr="004F61E3">
                    <w:rPr>
                      <w:rFonts w:ascii="Arial" w:hAnsi="Arial"/>
                      <w:color w:val="auto"/>
                      <w:sz w:val="18"/>
                      <w:szCs w:val="20"/>
                      <w:lang w:val="en-AU"/>
                    </w:rPr>
                    <w:t>Household members aged between 16 and 21 years and those with student incomes who are under the age of 25 years, will have their assessable income calculated at 10</w:t>
                  </w:r>
                  <w:r>
                    <w:rPr>
                      <w:rFonts w:ascii="Arial" w:hAnsi="Arial"/>
                      <w:color w:val="auto"/>
                      <w:sz w:val="18"/>
                      <w:szCs w:val="20"/>
                      <w:lang w:val="en-AU"/>
                    </w:rPr>
                    <w:t xml:space="preserve"> per cent</w:t>
                  </w:r>
                  <w:r w:rsidRPr="004F61E3">
                    <w:rPr>
                      <w:rFonts w:ascii="Arial" w:hAnsi="Arial"/>
                      <w:color w:val="auto"/>
                      <w:sz w:val="18"/>
                      <w:szCs w:val="20"/>
                      <w:lang w:val="en-AU"/>
                    </w:rPr>
                    <w:t xml:space="preserve"> for rent </w:t>
                  </w:r>
                  <w:r w:rsidRPr="007C2B71">
                    <w:rPr>
                      <w:rFonts w:ascii="Arial" w:hAnsi="Arial" w:cs="Arial"/>
                      <w:sz w:val="18"/>
                    </w:rPr>
                    <w:t>(Department of Housing WA 2015)</w:t>
                  </w:r>
                </w:p>
              </w:tc>
            </w:tr>
            <w:tr w:rsidR="003C59A8" w:rsidTr="003C59A8">
              <w:tc>
                <w:tcPr>
                  <w:tcW w:w="1073" w:type="pct"/>
                </w:tcPr>
                <w:p w:rsidR="003C59A8" w:rsidRDefault="003C59A8" w:rsidP="003C59A8">
                  <w:pPr>
                    <w:pStyle w:val="TableBodyText"/>
                    <w:jc w:val="left"/>
                  </w:pPr>
                  <w:r>
                    <w:t>South Australia</w:t>
                  </w:r>
                </w:p>
              </w:tc>
              <w:tc>
                <w:tcPr>
                  <w:tcW w:w="3927" w:type="pct"/>
                </w:tcPr>
                <w:p w:rsidR="003C59A8" w:rsidRDefault="003C59A8" w:rsidP="003C59A8">
                  <w:pPr>
                    <w:pStyle w:val="TableBodyText"/>
                    <w:ind w:right="28"/>
                    <w:jc w:val="left"/>
                  </w:pPr>
                  <w:r>
                    <w:t>I</w:t>
                  </w:r>
                  <w:r w:rsidRPr="005D7CB1">
                    <w:t>ncome received by children a</w:t>
                  </w:r>
                  <w:r>
                    <w:t>ged 16 to 20 are assessed at 15 per cent</w:t>
                  </w:r>
                  <w:r w:rsidRPr="005D7CB1">
                    <w:t>.</w:t>
                  </w:r>
                  <w:r>
                    <w:t xml:space="preserve"> </w:t>
                  </w:r>
                  <w:r w:rsidRPr="005D7CB1">
                    <w:t xml:space="preserve">Once a child in </w:t>
                  </w:r>
                  <w:r>
                    <w:t>a</w:t>
                  </w:r>
                  <w:r w:rsidRPr="005D7CB1">
                    <w:t xml:space="preserve"> household turns 21</w:t>
                  </w:r>
                  <w:r>
                    <w:t>,</w:t>
                  </w:r>
                  <w:r w:rsidRPr="005D7CB1">
                    <w:t xml:space="preserve"> they are considered to be an adult and </w:t>
                  </w:r>
                  <w:r>
                    <w:t xml:space="preserve">their income is assessed at 25 per cent </w:t>
                  </w:r>
                  <w:r w:rsidRPr="00887A61">
                    <w:rPr>
                      <w:rFonts w:cs="Arial"/>
                      <w:szCs w:val="24"/>
                    </w:rPr>
                    <w:t>(Government of South Australia 2014)</w:t>
                  </w:r>
                  <w:r>
                    <w:t>.</w:t>
                  </w:r>
                </w:p>
              </w:tc>
            </w:tr>
            <w:tr w:rsidR="003C59A8" w:rsidTr="003C59A8">
              <w:tc>
                <w:tcPr>
                  <w:tcW w:w="1073" w:type="pct"/>
                  <w:tcBorders>
                    <w:bottom w:val="single" w:sz="6" w:space="0" w:color="BFBFBF"/>
                  </w:tcBorders>
                  <w:shd w:val="clear" w:color="auto" w:fill="auto"/>
                </w:tcPr>
                <w:p w:rsidR="003C59A8" w:rsidRDefault="003C59A8" w:rsidP="003C59A8">
                  <w:pPr>
                    <w:pStyle w:val="TableBodyText"/>
                    <w:jc w:val="left"/>
                  </w:pPr>
                  <w:r>
                    <w:t>Tasmania</w:t>
                  </w:r>
                </w:p>
              </w:tc>
              <w:tc>
                <w:tcPr>
                  <w:tcW w:w="3927" w:type="pct"/>
                  <w:tcBorders>
                    <w:bottom w:val="single" w:sz="6" w:space="0" w:color="BFBFBF"/>
                  </w:tcBorders>
                  <w:shd w:val="clear" w:color="auto" w:fill="auto"/>
                </w:tcPr>
                <w:p w:rsidR="003C59A8" w:rsidRDefault="003C59A8" w:rsidP="003C59A8">
                  <w:pPr>
                    <w:pStyle w:val="TableBodyText"/>
                    <w:ind w:right="28"/>
                    <w:jc w:val="left"/>
                  </w:pPr>
                  <w:r>
                    <w:t xml:space="preserve">Assessable income includes income from people aged 16 and over. Concessional rates apply for </w:t>
                  </w:r>
                  <w:r w:rsidRPr="00A70D61">
                    <w:t xml:space="preserve">children and grandchildren household members up to 26 years of age </w:t>
                  </w:r>
                  <w:r w:rsidRPr="00962571">
                    <w:rPr>
                      <w:rFonts w:cs="Arial"/>
                      <w:szCs w:val="24"/>
                    </w:rPr>
                    <w:t>(Housing Tasmania 2013)</w:t>
                  </w:r>
                  <w:r>
                    <w:t>. For people aged under 25, 50 per cent of income is assessable, and for 25 year olds, 75 per cent.</w:t>
                  </w:r>
                </w:p>
              </w:tc>
            </w:tr>
          </w:tbl>
          <w:p w:rsidR="003C59A8" w:rsidRDefault="003C59A8" w:rsidP="003C59A8">
            <w:pPr>
              <w:pStyle w:val="Box"/>
            </w:pPr>
          </w:p>
        </w:tc>
      </w:tr>
      <w:tr w:rsidR="003C59A8" w:rsidTr="003C59A8">
        <w:trPr>
          <w:cantSplit/>
        </w:trPr>
        <w:tc>
          <w:tcPr>
            <w:tcW w:w="8771" w:type="dxa"/>
            <w:tcBorders>
              <w:top w:val="nil"/>
              <w:left w:val="nil"/>
              <w:bottom w:val="nil"/>
              <w:right w:val="nil"/>
            </w:tcBorders>
            <w:shd w:val="clear" w:color="auto" w:fill="auto"/>
          </w:tcPr>
          <w:p w:rsidR="003C59A8" w:rsidRDefault="003C59A8" w:rsidP="003C59A8">
            <w:pPr>
              <w:pStyle w:val="Note"/>
              <w:rPr>
                <w:i/>
              </w:rPr>
            </w:pPr>
            <w:proofErr w:type="spellStart"/>
            <w:r w:rsidRPr="008E77FE">
              <w:rPr>
                <w:rStyle w:val="NoteLabel"/>
              </w:rPr>
              <w:t>a</w:t>
            </w:r>
            <w:proofErr w:type="spellEnd"/>
            <w:r>
              <w:t xml:space="preserve"> The table presents information relevant to young people living at home. Different rules apply for young people who are tenants in their own right, or the spouse of a tenant.</w:t>
            </w:r>
          </w:p>
        </w:tc>
      </w:tr>
      <w:tr w:rsidR="003C59A8" w:rsidTr="003C59A8">
        <w:trPr>
          <w:cantSplit/>
        </w:trPr>
        <w:tc>
          <w:tcPr>
            <w:tcW w:w="8771" w:type="dxa"/>
            <w:tcBorders>
              <w:top w:val="nil"/>
              <w:left w:val="nil"/>
              <w:bottom w:val="single" w:sz="6" w:space="0" w:color="78A22F"/>
              <w:right w:val="nil"/>
            </w:tcBorders>
            <w:shd w:val="clear" w:color="auto" w:fill="auto"/>
          </w:tcPr>
          <w:p w:rsidR="003C59A8" w:rsidRDefault="003C59A8" w:rsidP="003C59A8">
            <w:pPr>
              <w:pStyle w:val="Box"/>
              <w:spacing w:before="0" w:line="120" w:lineRule="exact"/>
            </w:pPr>
          </w:p>
        </w:tc>
      </w:tr>
      <w:tr w:rsidR="003C59A8" w:rsidRPr="000863A5"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p w:rsidR="003C59A8" w:rsidRDefault="003C59A8" w:rsidP="003C59A8">
      <w:pPr>
        <w:pStyle w:val="BodyText"/>
      </w:pPr>
      <w:bookmarkStart w:id="19" w:name="OLE_LINK10"/>
      <w:r>
        <w:rPr>
          <w:spacing w:val="-2"/>
        </w:rPr>
        <w:t>A comparison of the employment rates of young ISP recipients living with parents or guardians reveals that those living in public housing are less likely to work than their peers in other housing tenures (figure </w:t>
      </w:r>
      <w:r>
        <w:t>3.5</w:t>
      </w:r>
      <w:r>
        <w:rPr>
          <w:spacing w:val="-2"/>
        </w:rPr>
        <w:t>). This might, however, be a function of their characteristics and have nothing to do with public housing rent setting rules.</w:t>
      </w:r>
    </w:p>
    <w:p w:rsidR="003C59A8" w:rsidRDefault="003C59A8" w:rsidP="003C59A8">
      <w:pPr>
        <w:pStyle w:val="BodyText"/>
        <w:rPr>
          <w:spacing w:val="-2"/>
        </w:rPr>
      </w:pPr>
      <w:r w:rsidRPr="00890791">
        <w:rPr>
          <w:spacing w:val="-2"/>
        </w:rPr>
        <w:t xml:space="preserve">Looking at the observed characteristics of </w:t>
      </w:r>
      <w:r>
        <w:rPr>
          <w:spacing w:val="-2"/>
        </w:rPr>
        <w:t xml:space="preserve">these </w:t>
      </w:r>
      <w:r w:rsidRPr="00890791">
        <w:rPr>
          <w:spacing w:val="-2"/>
        </w:rPr>
        <w:t xml:space="preserve">young ISP recipients, differences by housing tenure </w:t>
      </w:r>
      <w:r>
        <w:rPr>
          <w:spacing w:val="-2"/>
        </w:rPr>
        <w:t xml:space="preserve">are relatively small </w:t>
      </w:r>
      <w:r w:rsidRPr="00890791">
        <w:rPr>
          <w:spacing w:val="-2"/>
        </w:rPr>
        <w:t>(table </w:t>
      </w:r>
      <w:r w:rsidRPr="00CC31E4">
        <w:rPr>
          <w:spacing w:val="-2"/>
        </w:rPr>
        <w:t>3.3</w:t>
      </w:r>
      <w:r w:rsidRPr="00890791">
        <w:rPr>
          <w:spacing w:val="-2"/>
        </w:rPr>
        <w:t>)</w:t>
      </w:r>
      <w:r>
        <w:rPr>
          <w:spacing w:val="-2"/>
        </w:rPr>
        <w:t xml:space="preserve"> in comparison with ISP recipients overall (table </w:t>
      </w:r>
      <w:r>
        <w:t>3.1</w:t>
      </w:r>
      <w:r>
        <w:rPr>
          <w:spacing w:val="-2"/>
        </w:rPr>
        <w:t>)</w:t>
      </w:r>
      <w:r w:rsidRPr="00890791">
        <w:rPr>
          <w:spacing w:val="-2"/>
        </w:rPr>
        <w:t xml:space="preserve">. </w:t>
      </w:r>
      <w:r>
        <w:rPr>
          <w:spacing w:val="-2"/>
        </w:rPr>
        <w:t>Young p</w:t>
      </w:r>
      <w:r w:rsidRPr="00890791">
        <w:rPr>
          <w:spacing w:val="-2"/>
        </w:rPr>
        <w:t>ublic housing residents are more likely to be Indigenous, live in an area of high disadvantage</w:t>
      </w:r>
      <w:r>
        <w:rPr>
          <w:spacing w:val="-2"/>
        </w:rPr>
        <w:t>, and/or</w:t>
      </w:r>
      <w:r w:rsidRPr="00890791">
        <w:rPr>
          <w:spacing w:val="-2"/>
        </w:rPr>
        <w:t xml:space="preserve"> have a medical condition. They are less likely to be receiving the Youth Allowance (Student) payment. When these observed differences are taken into account, some differences in employment </w:t>
      </w:r>
      <w:r>
        <w:rPr>
          <w:spacing w:val="-2"/>
        </w:rPr>
        <w:t>rate</w:t>
      </w:r>
      <w:r w:rsidRPr="00890791">
        <w:rPr>
          <w:spacing w:val="-2"/>
        </w:rPr>
        <w:t>s by tenure remain (figure </w:t>
      </w:r>
      <w:r w:rsidRPr="00CC31E4">
        <w:rPr>
          <w:spacing w:val="-2"/>
        </w:rPr>
        <w:t>3.6</w:t>
      </w:r>
      <w:r w:rsidRPr="00890791">
        <w:rPr>
          <w:spacing w:val="-2"/>
        </w:rPr>
        <w:t>).</w:t>
      </w:r>
    </w:p>
    <w:p w:rsidR="003C59A8" w:rsidRDefault="003C59A8" w:rsidP="003C59A8">
      <w:pPr>
        <w:pStyle w:val="BodyText"/>
      </w:pPr>
      <w:r w:rsidRPr="00E201F8">
        <w:t xml:space="preserve">Unfortunately the data did not support examination of whether young people’s unobserved characteristics explain the differences in employment rates between tenures (BP 5). Because of this, it is not possible to draw a firm conclusion about the effect of rent setting rules on the employment decisions of young people who live with parents or guardians in </w:t>
      </w:r>
      <w:r w:rsidRPr="00E201F8">
        <w:lastRenderedPageBreak/>
        <w:t xml:space="preserve">public housing. However, if it was assumed that these results do reflect the relationship between housing assistance and </w:t>
      </w:r>
      <w:r>
        <w:t xml:space="preserve">participation in </w:t>
      </w:r>
      <w:r w:rsidRPr="00E201F8">
        <w:t>employment for young people, they suggest that that relationship is not particularly strong.</w:t>
      </w:r>
    </w:p>
    <w:p w:rsidR="002803C6" w:rsidRDefault="002803C6" w:rsidP="002803C6">
      <w:pPr>
        <w:pStyle w:val="BoxSpaceAbove"/>
      </w:pPr>
      <w:bookmarkStart w:id="20" w:name="_GoBack"/>
      <w:bookmarkEnd w:id="20"/>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2803C6" w:rsidRPr="00BC3667" w:rsidTr="00BE4994">
        <w:tc>
          <w:tcPr>
            <w:tcW w:w="8771" w:type="dxa"/>
            <w:tcBorders>
              <w:top w:val="single" w:sz="6" w:space="0" w:color="78A22F"/>
              <w:left w:val="nil"/>
              <w:bottom w:val="nil"/>
              <w:right w:val="nil"/>
            </w:tcBorders>
            <w:shd w:val="clear" w:color="auto" w:fill="auto"/>
          </w:tcPr>
          <w:p w:rsidR="002803C6" w:rsidRDefault="002803C6" w:rsidP="00BE4994">
            <w:pPr>
              <w:pStyle w:val="TableTitle"/>
            </w:pPr>
            <w:r>
              <w:rPr>
                <w:b w:val="0"/>
              </w:rPr>
              <w:t xml:space="preserve">Table </w:t>
            </w:r>
            <w:bookmarkStart w:id="21" w:name="OLE_LINK14"/>
            <w:r>
              <w:rPr>
                <w:b w:val="0"/>
              </w:rPr>
              <w:fldChar w:fldCharType="begin" w:fldLock="1"/>
            </w:r>
            <w:r>
              <w:rPr>
                <w:b w:val="0"/>
              </w:rPr>
              <w:instrText xml:space="preserve"> COMMENTS  \* MERGEFORMAT </w:instrText>
            </w:r>
            <w:r>
              <w:rPr>
                <w:b w:val="0"/>
              </w:rPr>
              <w:fldChar w:fldCharType="separate"/>
            </w:r>
            <w:r>
              <w:rPr>
                <w:b w:val="0"/>
              </w:rPr>
              <w:t>3.</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3</w:t>
            </w:r>
            <w:r>
              <w:rPr>
                <w:b w:val="0"/>
              </w:rPr>
              <w:fldChar w:fldCharType="end"/>
            </w:r>
            <w:bookmarkEnd w:id="21"/>
            <w:r>
              <w:tab/>
              <w:t>Characteristics of young ISP recipients living at home at 30 June 2013</w:t>
            </w:r>
          </w:p>
          <w:p w:rsidR="002803C6" w:rsidRPr="00BC3667" w:rsidRDefault="002803C6" w:rsidP="00BE4994">
            <w:pPr>
              <w:pStyle w:val="Subtitle"/>
            </w:pPr>
            <w:r>
              <w:t>Per cent of ISP recipients aged 16–24 within each tenure</w:t>
            </w:r>
          </w:p>
        </w:tc>
      </w:tr>
      <w:tr w:rsidR="002803C6" w:rsidTr="00BE4994">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4372"/>
              <w:gridCol w:w="1275"/>
              <w:gridCol w:w="1421"/>
              <w:gridCol w:w="1419"/>
            </w:tblGrid>
            <w:tr w:rsidR="002803C6" w:rsidTr="00BE4994">
              <w:tc>
                <w:tcPr>
                  <w:tcW w:w="2576" w:type="pct"/>
                  <w:tcBorders>
                    <w:top w:val="single" w:sz="6" w:space="0" w:color="BFBFBF"/>
                    <w:bottom w:val="single" w:sz="6" w:space="0" w:color="BFBFBF"/>
                  </w:tcBorders>
                  <w:shd w:val="clear" w:color="auto" w:fill="auto"/>
                  <w:tcMar>
                    <w:top w:w="28" w:type="dxa"/>
                  </w:tcMar>
                </w:tcPr>
                <w:p w:rsidR="002803C6" w:rsidRDefault="002803C6" w:rsidP="00BE4994">
                  <w:pPr>
                    <w:pStyle w:val="TableColumnHeading"/>
                    <w:jc w:val="left"/>
                  </w:pPr>
                </w:p>
              </w:tc>
              <w:tc>
                <w:tcPr>
                  <w:tcW w:w="751" w:type="pct"/>
                  <w:tcBorders>
                    <w:top w:val="single" w:sz="6" w:space="0" w:color="BFBFBF"/>
                    <w:bottom w:val="single" w:sz="6" w:space="0" w:color="BFBFBF"/>
                  </w:tcBorders>
                  <w:vAlign w:val="bottom"/>
                </w:tcPr>
                <w:p w:rsidR="002803C6" w:rsidRPr="004D6607" w:rsidRDefault="002803C6" w:rsidP="00BE4994">
                  <w:pPr>
                    <w:pStyle w:val="TableColumnHeading"/>
                  </w:pPr>
                  <w:r w:rsidRPr="004D6607">
                    <w:t xml:space="preserve">Renter with </w:t>
                  </w:r>
                  <w:proofErr w:type="spellStart"/>
                  <w:r w:rsidRPr="004D6607">
                    <w:t>CRA</w:t>
                  </w:r>
                  <w:proofErr w:type="spellEnd"/>
                </w:p>
              </w:tc>
              <w:tc>
                <w:tcPr>
                  <w:tcW w:w="837" w:type="pct"/>
                  <w:tcBorders>
                    <w:top w:val="single" w:sz="6" w:space="0" w:color="BFBFBF"/>
                    <w:bottom w:val="single" w:sz="6" w:space="0" w:color="BFBFBF"/>
                  </w:tcBorders>
                  <w:vAlign w:val="bottom"/>
                </w:tcPr>
                <w:p w:rsidR="002803C6" w:rsidRPr="004D6607" w:rsidRDefault="002803C6" w:rsidP="00BE4994">
                  <w:pPr>
                    <w:pStyle w:val="TableColumnHeading"/>
                  </w:pPr>
                  <w:r w:rsidRPr="004D6607">
                    <w:t xml:space="preserve">Public </w:t>
                  </w:r>
                  <w:r>
                    <w:br/>
                  </w:r>
                  <w:r w:rsidRPr="004D6607">
                    <w:t>housing</w:t>
                  </w:r>
                </w:p>
              </w:tc>
              <w:tc>
                <w:tcPr>
                  <w:tcW w:w="836" w:type="pct"/>
                  <w:tcBorders>
                    <w:top w:val="single" w:sz="6" w:space="0" w:color="BFBFBF"/>
                    <w:bottom w:val="single" w:sz="6" w:space="0" w:color="BFBFBF"/>
                  </w:tcBorders>
                  <w:shd w:val="clear" w:color="auto" w:fill="auto"/>
                  <w:tcMar>
                    <w:top w:w="28" w:type="dxa"/>
                  </w:tcMar>
                  <w:vAlign w:val="bottom"/>
                </w:tcPr>
                <w:p w:rsidR="002803C6" w:rsidRPr="004D6607" w:rsidRDefault="002803C6" w:rsidP="00BE4994">
                  <w:pPr>
                    <w:pStyle w:val="TableColumnHeading"/>
                  </w:pPr>
                  <w:r w:rsidRPr="004D6607">
                    <w:t>No housing assistance</w:t>
                  </w:r>
                </w:p>
              </w:tc>
            </w:tr>
            <w:tr w:rsidR="002803C6" w:rsidRPr="00206DE1" w:rsidTr="00BE4994">
              <w:tc>
                <w:tcPr>
                  <w:tcW w:w="2576" w:type="pct"/>
                  <w:vAlign w:val="bottom"/>
                </w:tcPr>
                <w:p w:rsidR="002803C6" w:rsidRPr="00206DE1" w:rsidRDefault="002803C6" w:rsidP="00BE4994">
                  <w:pPr>
                    <w:pStyle w:val="TableBodyText"/>
                    <w:spacing w:before="40"/>
                    <w:jc w:val="left"/>
                    <w:rPr>
                      <w:i/>
                    </w:rPr>
                  </w:pPr>
                  <w:r w:rsidRPr="00206DE1">
                    <w:rPr>
                      <w:rFonts w:cs="Arial"/>
                      <w:i/>
                      <w:szCs w:val="18"/>
                      <w:lang w:eastAsia="en-US"/>
                    </w:rPr>
                    <w:t>Employed</w:t>
                  </w:r>
                </w:p>
              </w:tc>
              <w:tc>
                <w:tcPr>
                  <w:tcW w:w="751" w:type="pct"/>
                  <w:vAlign w:val="bottom"/>
                </w:tcPr>
                <w:p w:rsidR="002803C6" w:rsidRPr="00551E1B" w:rsidRDefault="002803C6" w:rsidP="00BE4994">
                  <w:pPr>
                    <w:pStyle w:val="TableBodyText"/>
                  </w:pPr>
                  <w:r>
                    <w:t>19.1</w:t>
                  </w:r>
                </w:p>
              </w:tc>
              <w:tc>
                <w:tcPr>
                  <w:tcW w:w="837" w:type="pct"/>
                  <w:vAlign w:val="bottom"/>
                </w:tcPr>
                <w:p w:rsidR="002803C6" w:rsidRPr="00551E1B" w:rsidRDefault="002803C6" w:rsidP="00BE4994">
                  <w:pPr>
                    <w:pStyle w:val="TableBodyText"/>
                  </w:pPr>
                  <w:r>
                    <w:t>13.7</w:t>
                  </w:r>
                </w:p>
              </w:tc>
              <w:tc>
                <w:tcPr>
                  <w:tcW w:w="836" w:type="pct"/>
                  <w:vAlign w:val="bottom"/>
                </w:tcPr>
                <w:p w:rsidR="002803C6" w:rsidRPr="00551E1B" w:rsidRDefault="002803C6" w:rsidP="00BE4994">
                  <w:pPr>
                    <w:pStyle w:val="TableBodyText"/>
                  </w:pPr>
                  <w:r>
                    <w:t>24.1</w:t>
                  </w:r>
                </w:p>
              </w:tc>
            </w:tr>
            <w:tr w:rsidR="002803C6" w:rsidTr="00BE4994">
              <w:tc>
                <w:tcPr>
                  <w:tcW w:w="2576" w:type="pct"/>
                  <w:shd w:val="clear" w:color="auto" w:fill="auto"/>
                  <w:vAlign w:val="bottom"/>
                </w:tcPr>
                <w:p w:rsidR="002803C6" w:rsidRDefault="002803C6" w:rsidP="00BE4994">
                  <w:pPr>
                    <w:pStyle w:val="TableBodyText"/>
                    <w:jc w:val="left"/>
                  </w:pPr>
                  <w:r w:rsidRPr="0092570B">
                    <w:rPr>
                      <w:rFonts w:cs="Arial"/>
                      <w:b/>
                      <w:szCs w:val="18"/>
                      <w:lang w:eastAsia="en-US"/>
                    </w:rPr>
                    <w:t>Income support payment type</w:t>
                  </w:r>
                </w:p>
              </w:tc>
              <w:tc>
                <w:tcPr>
                  <w:tcW w:w="751" w:type="pct"/>
                  <w:vAlign w:val="bottom"/>
                </w:tcPr>
                <w:p w:rsidR="002803C6" w:rsidRPr="009B1264" w:rsidRDefault="002803C6" w:rsidP="00BE4994">
                  <w:pPr>
                    <w:pStyle w:val="TableBodyText"/>
                    <w:rPr>
                      <w:i/>
                      <w:szCs w:val="18"/>
                      <w:lang w:eastAsia="en-US"/>
                    </w:rPr>
                  </w:pPr>
                </w:p>
              </w:tc>
              <w:tc>
                <w:tcPr>
                  <w:tcW w:w="837" w:type="pct"/>
                  <w:vAlign w:val="bottom"/>
                </w:tcPr>
                <w:p w:rsidR="002803C6" w:rsidRPr="009B1264" w:rsidRDefault="002803C6" w:rsidP="00BE4994">
                  <w:pPr>
                    <w:pStyle w:val="TableBodyText"/>
                    <w:rPr>
                      <w:i/>
                      <w:szCs w:val="18"/>
                      <w:lang w:eastAsia="en-US"/>
                    </w:rPr>
                  </w:pPr>
                </w:p>
              </w:tc>
              <w:tc>
                <w:tcPr>
                  <w:tcW w:w="836" w:type="pct"/>
                  <w:shd w:val="clear" w:color="auto" w:fill="auto"/>
                  <w:vAlign w:val="bottom"/>
                </w:tcPr>
                <w:p w:rsidR="002803C6" w:rsidRPr="009B1264" w:rsidRDefault="002803C6" w:rsidP="00BE4994">
                  <w:pPr>
                    <w:pStyle w:val="TableBodyText"/>
                    <w:rPr>
                      <w:i/>
                      <w:szCs w:val="18"/>
                      <w:lang w:eastAsia="en-US"/>
                    </w:rPr>
                  </w:pPr>
                </w:p>
              </w:tc>
            </w:tr>
            <w:tr w:rsidR="002803C6" w:rsidTr="00BE4994">
              <w:tc>
                <w:tcPr>
                  <w:tcW w:w="2576" w:type="pct"/>
                  <w:shd w:val="clear" w:color="auto" w:fill="auto"/>
                  <w:vAlign w:val="bottom"/>
                </w:tcPr>
                <w:p w:rsidR="002803C6" w:rsidRDefault="002803C6" w:rsidP="00BE4994">
                  <w:pPr>
                    <w:pStyle w:val="TableBodyText"/>
                    <w:ind w:left="113"/>
                    <w:jc w:val="left"/>
                  </w:pPr>
                  <w:r w:rsidRPr="00E26CF5">
                    <w:rPr>
                      <w:rFonts w:cs="Arial"/>
                      <w:szCs w:val="18"/>
                      <w:lang w:eastAsia="en-US"/>
                    </w:rPr>
                    <w:t>Disability Support Pension</w:t>
                  </w:r>
                </w:p>
              </w:tc>
              <w:tc>
                <w:tcPr>
                  <w:tcW w:w="751" w:type="pct"/>
                  <w:vAlign w:val="bottom"/>
                </w:tcPr>
                <w:p w:rsidR="002803C6" w:rsidRDefault="002803C6" w:rsidP="00BE4994">
                  <w:pPr>
                    <w:pStyle w:val="TableBodyText"/>
                  </w:pPr>
                  <w:r>
                    <w:t>12.9</w:t>
                  </w:r>
                </w:p>
              </w:tc>
              <w:tc>
                <w:tcPr>
                  <w:tcW w:w="837" w:type="pct"/>
                  <w:vAlign w:val="bottom"/>
                </w:tcPr>
                <w:p w:rsidR="002803C6" w:rsidRDefault="002803C6" w:rsidP="00BE4994">
                  <w:pPr>
                    <w:pStyle w:val="TableBodyText"/>
                  </w:pPr>
                  <w:r>
                    <w:t>19.2</w:t>
                  </w:r>
                </w:p>
              </w:tc>
              <w:tc>
                <w:tcPr>
                  <w:tcW w:w="836" w:type="pct"/>
                  <w:shd w:val="clear" w:color="auto" w:fill="auto"/>
                  <w:vAlign w:val="bottom"/>
                </w:tcPr>
                <w:p w:rsidR="002803C6" w:rsidRDefault="002803C6" w:rsidP="00BE4994">
                  <w:pPr>
                    <w:pStyle w:val="TableBodyText"/>
                  </w:pPr>
                  <w:r>
                    <w:t>14.1</w:t>
                  </w:r>
                </w:p>
              </w:tc>
            </w:tr>
            <w:tr w:rsidR="002803C6" w:rsidTr="00BE4994">
              <w:tc>
                <w:tcPr>
                  <w:tcW w:w="2576" w:type="pct"/>
                  <w:shd w:val="clear" w:color="auto" w:fill="auto"/>
                  <w:vAlign w:val="bottom"/>
                </w:tcPr>
                <w:p w:rsidR="002803C6" w:rsidRDefault="002803C6" w:rsidP="00BE4994">
                  <w:pPr>
                    <w:pStyle w:val="TableBodyText"/>
                    <w:ind w:left="113"/>
                    <w:jc w:val="left"/>
                  </w:pPr>
                  <w:proofErr w:type="spellStart"/>
                  <w:r w:rsidRPr="00E26CF5">
                    <w:rPr>
                      <w:rFonts w:cs="Arial"/>
                      <w:szCs w:val="18"/>
                      <w:lang w:eastAsia="en-US"/>
                    </w:rPr>
                    <w:t>Newstart</w:t>
                  </w:r>
                  <w:proofErr w:type="spellEnd"/>
                  <w:r w:rsidRPr="00E26CF5">
                    <w:rPr>
                      <w:rFonts w:cs="Arial"/>
                      <w:szCs w:val="18"/>
                      <w:lang w:eastAsia="en-US"/>
                    </w:rPr>
                    <w:t xml:space="preserve"> Allowance</w:t>
                  </w:r>
                </w:p>
              </w:tc>
              <w:tc>
                <w:tcPr>
                  <w:tcW w:w="751" w:type="pct"/>
                  <w:vAlign w:val="bottom"/>
                </w:tcPr>
                <w:p w:rsidR="002803C6" w:rsidRDefault="002803C6" w:rsidP="00BE4994">
                  <w:pPr>
                    <w:pStyle w:val="TableBodyText"/>
                  </w:pPr>
                  <w:r>
                    <w:t>8.7</w:t>
                  </w:r>
                </w:p>
              </w:tc>
              <w:tc>
                <w:tcPr>
                  <w:tcW w:w="837" w:type="pct"/>
                  <w:vAlign w:val="bottom"/>
                </w:tcPr>
                <w:p w:rsidR="002803C6" w:rsidRDefault="002803C6" w:rsidP="00BE4994">
                  <w:pPr>
                    <w:pStyle w:val="TableBodyText"/>
                  </w:pPr>
                  <w:r>
                    <w:t>10.7</w:t>
                  </w:r>
                </w:p>
              </w:tc>
              <w:tc>
                <w:tcPr>
                  <w:tcW w:w="836" w:type="pct"/>
                  <w:shd w:val="clear" w:color="auto" w:fill="auto"/>
                  <w:vAlign w:val="bottom"/>
                </w:tcPr>
                <w:p w:rsidR="002803C6" w:rsidRDefault="002803C6" w:rsidP="00BE4994">
                  <w:pPr>
                    <w:pStyle w:val="TableBodyText"/>
                  </w:pPr>
                  <w:r>
                    <w:t>9.1</w:t>
                  </w:r>
                </w:p>
              </w:tc>
            </w:tr>
            <w:tr w:rsidR="002803C6" w:rsidTr="00BE4994">
              <w:tc>
                <w:tcPr>
                  <w:tcW w:w="2576" w:type="pct"/>
                  <w:shd w:val="clear" w:color="auto" w:fill="auto"/>
                  <w:vAlign w:val="bottom"/>
                </w:tcPr>
                <w:p w:rsidR="002803C6" w:rsidRDefault="002803C6" w:rsidP="00BE4994">
                  <w:pPr>
                    <w:pStyle w:val="TableBodyText"/>
                    <w:ind w:left="113"/>
                    <w:jc w:val="left"/>
                  </w:pPr>
                  <w:r w:rsidRPr="00E26CF5">
                    <w:rPr>
                      <w:rFonts w:cs="Arial"/>
                      <w:szCs w:val="18"/>
                      <w:lang w:eastAsia="en-US"/>
                    </w:rPr>
                    <w:t>Parenting Payment (Single)</w:t>
                  </w:r>
                </w:p>
              </w:tc>
              <w:tc>
                <w:tcPr>
                  <w:tcW w:w="751" w:type="pct"/>
                  <w:vAlign w:val="bottom"/>
                </w:tcPr>
                <w:p w:rsidR="002803C6" w:rsidRDefault="002803C6" w:rsidP="00BE4994">
                  <w:pPr>
                    <w:pStyle w:val="TableBodyText"/>
                  </w:pPr>
                  <w:r>
                    <w:t>6.2</w:t>
                  </w:r>
                </w:p>
              </w:tc>
              <w:tc>
                <w:tcPr>
                  <w:tcW w:w="837" w:type="pct"/>
                  <w:vAlign w:val="bottom"/>
                </w:tcPr>
                <w:p w:rsidR="002803C6" w:rsidRDefault="002803C6" w:rsidP="00BE4994">
                  <w:pPr>
                    <w:pStyle w:val="TableBodyText"/>
                  </w:pPr>
                  <w:r>
                    <w:t>7.5</w:t>
                  </w:r>
                </w:p>
              </w:tc>
              <w:tc>
                <w:tcPr>
                  <w:tcW w:w="836" w:type="pct"/>
                  <w:shd w:val="clear" w:color="auto" w:fill="auto"/>
                  <w:vAlign w:val="bottom"/>
                </w:tcPr>
                <w:p w:rsidR="002803C6" w:rsidRDefault="002803C6" w:rsidP="00BE4994">
                  <w:pPr>
                    <w:pStyle w:val="TableBodyText"/>
                  </w:pPr>
                  <w:r>
                    <w:t>3.8</w:t>
                  </w:r>
                </w:p>
              </w:tc>
            </w:tr>
            <w:tr w:rsidR="002803C6" w:rsidTr="00BE4994">
              <w:tc>
                <w:tcPr>
                  <w:tcW w:w="2576" w:type="pct"/>
                  <w:shd w:val="clear" w:color="auto" w:fill="auto"/>
                  <w:vAlign w:val="bottom"/>
                </w:tcPr>
                <w:p w:rsidR="002803C6" w:rsidRDefault="002803C6" w:rsidP="00BE4994">
                  <w:pPr>
                    <w:pStyle w:val="TableBodyText"/>
                    <w:ind w:left="113"/>
                    <w:jc w:val="left"/>
                  </w:pPr>
                  <w:r w:rsidRPr="00E26CF5">
                    <w:rPr>
                      <w:rFonts w:cs="Arial"/>
                      <w:szCs w:val="18"/>
                      <w:lang w:eastAsia="en-US"/>
                    </w:rPr>
                    <w:t>Parenting Payment (Partnered)</w:t>
                  </w:r>
                </w:p>
              </w:tc>
              <w:tc>
                <w:tcPr>
                  <w:tcW w:w="751" w:type="pct"/>
                  <w:vAlign w:val="bottom"/>
                </w:tcPr>
                <w:p w:rsidR="002803C6" w:rsidRDefault="002803C6" w:rsidP="00BE4994">
                  <w:pPr>
                    <w:pStyle w:val="TableBodyText"/>
                  </w:pPr>
                  <w:r>
                    <w:t>0.9</w:t>
                  </w:r>
                </w:p>
              </w:tc>
              <w:tc>
                <w:tcPr>
                  <w:tcW w:w="837" w:type="pct"/>
                  <w:vAlign w:val="bottom"/>
                </w:tcPr>
                <w:p w:rsidR="002803C6" w:rsidRDefault="002803C6" w:rsidP="00BE4994">
                  <w:pPr>
                    <w:pStyle w:val="TableBodyText"/>
                  </w:pPr>
                  <w:r>
                    <w:t>1.2</w:t>
                  </w:r>
                </w:p>
              </w:tc>
              <w:tc>
                <w:tcPr>
                  <w:tcW w:w="836" w:type="pct"/>
                  <w:shd w:val="clear" w:color="auto" w:fill="auto"/>
                  <w:vAlign w:val="bottom"/>
                </w:tcPr>
                <w:p w:rsidR="002803C6" w:rsidRDefault="002803C6" w:rsidP="00BE4994">
                  <w:pPr>
                    <w:pStyle w:val="TableBodyText"/>
                  </w:pPr>
                  <w:r>
                    <w:t>1.0</w:t>
                  </w:r>
                </w:p>
              </w:tc>
            </w:tr>
            <w:tr w:rsidR="002803C6" w:rsidTr="00BE4994">
              <w:tc>
                <w:tcPr>
                  <w:tcW w:w="2576" w:type="pct"/>
                  <w:shd w:val="clear" w:color="auto" w:fill="auto"/>
                  <w:vAlign w:val="bottom"/>
                </w:tcPr>
                <w:p w:rsidR="002803C6" w:rsidRDefault="002803C6" w:rsidP="00BE4994">
                  <w:pPr>
                    <w:pStyle w:val="TableBodyText"/>
                    <w:ind w:left="113"/>
                    <w:jc w:val="left"/>
                  </w:pPr>
                  <w:r w:rsidRPr="00E26CF5">
                    <w:rPr>
                      <w:rFonts w:cs="Arial"/>
                      <w:szCs w:val="18"/>
                      <w:lang w:eastAsia="en-US"/>
                    </w:rPr>
                    <w:t>Youth Allowance (Student)</w:t>
                  </w:r>
                </w:p>
              </w:tc>
              <w:tc>
                <w:tcPr>
                  <w:tcW w:w="751" w:type="pct"/>
                  <w:vAlign w:val="bottom"/>
                </w:tcPr>
                <w:p w:rsidR="002803C6" w:rsidRDefault="002803C6" w:rsidP="00BE4994">
                  <w:pPr>
                    <w:pStyle w:val="TableBodyText"/>
                  </w:pPr>
                  <w:r>
                    <w:t>34.3</w:t>
                  </w:r>
                </w:p>
              </w:tc>
              <w:tc>
                <w:tcPr>
                  <w:tcW w:w="837" w:type="pct"/>
                  <w:vAlign w:val="bottom"/>
                </w:tcPr>
                <w:p w:rsidR="002803C6" w:rsidRDefault="002803C6" w:rsidP="00BE4994">
                  <w:pPr>
                    <w:pStyle w:val="TableBodyText"/>
                  </w:pPr>
                  <w:r>
                    <w:t>22.5</w:t>
                  </w:r>
                </w:p>
              </w:tc>
              <w:tc>
                <w:tcPr>
                  <w:tcW w:w="836" w:type="pct"/>
                  <w:shd w:val="clear" w:color="auto" w:fill="auto"/>
                  <w:vAlign w:val="bottom"/>
                </w:tcPr>
                <w:p w:rsidR="002803C6" w:rsidRDefault="002803C6" w:rsidP="00BE4994">
                  <w:pPr>
                    <w:pStyle w:val="TableBodyText"/>
                  </w:pPr>
                  <w:r>
                    <w:t>46.7</w:t>
                  </w:r>
                </w:p>
              </w:tc>
            </w:tr>
            <w:tr w:rsidR="002803C6" w:rsidTr="00BE4994">
              <w:tc>
                <w:tcPr>
                  <w:tcW w:w="2576" w:type="pct"/>
                  <w:shd w:val="clear" w:color="auto" w:fill="auto"/>
                  <w:vAlign w:val="bottom"/>
                </w:tcPr>
                <w:p w:rsidR="002803C6" w:rsidRDefault="002803C6" w:rsidP="00BE4994">
                  <w:pPr>
                    <w:pStyle w:val="TableBodyText"/>
                    <w:ind w:left="113"/>
                    <w:jc w:val="left"/>
                  </w:pPr>
                  <w:r w:rsidRPr="00E26CF5">
                    <w:rPr>
                      <w:rFonts w:cs="Arial"/>
                      <w:szCs w:val="18"/>
                      <w:lang w:eastAsia="en-US"/>
                    </w:rPr>
                    <w:t>Youth Allowance (</w:t>
                  </w:r>
                  <w:r>
                    <w:rPr>
                      <w:rFonts w:cs="Arial"/>
                      <w:szCs w:val="18"/>
                      <w:lang w:eastAsia="en-US"/>
                    </w:rPr>
                    <w:t>Job seeker</w:t>
                  </w:r>
                  <w:r w:rsidRPr="00E26CF5">
                    <w:rPr>
                      <w:rFonts w:cs="Arial"/>
                      <w:szCs w:val="18"/>
                      <w:lang w:eastAsia="en-US"/>
                    </w:rPr>
                    <w:t>)</w:t>
                  </w:r>
                </w:p>
              </w:tc>
              <w:tc>
                <w:tcPr>
                  <w:tcW w:w="751" w:type="pct"/>
                  <w:vAlign w:val="bottom"/>
                </w:tcPr>
                <w:p w:rsidR="002803C6" w:rsidRDefault="002803C6" w:rsidP="00BE4994">
                  <w:pPr>
                    <w:pStyle w:val="TableBodyText"/>
                  </w:pPr>
                  <w:r>
                    <w:t>30.1</w:t>
                  </w:r>
                </w:p>
              </w:tc>
              <w:tc>
                <w:tcPr>
                  <w:tcW w:w="837" w:type="pct"/>
                  <w:vAlign w:val="bottom"/>
                </w:tcPr>
                <w:p w:rsidR="002803C6" w:rsidRDefault="002803C6" w:rsidP="00BE4994">
                  <w:pPr>
                    <w:pStyle w:val="TableBodyText"/>
                  </w:pPr>
                  <w:r>
                    <w:t>30.4</w:t>
                  </w:r>
                </w:p>
              </w:tc>
              <w:tc>
                <w:tcPr>
                  <w:tcW w:w="836" w:type="pct"/>
                  <w:shd w:val="clear" w:color="auto" w:fill="auto"/>
                  <w:vAlign w:val="bottom"/>
                </w:tcPr>
                <w:p w:rsidR="002803C6" w:rsidRDefault="002803C6" w:rsidP="00BE4994">
                  <w:pPr>
                    <w:pStyle w:val="TableBodyText"/>
                  </w:pPr>
                  <w:r>
                    <w:t>21.2</w:t>
                  </w:r>
                </w:p>
              </w:tc>
            </w:tr>
            <w:tr w:rsidR="002803C6" w:rsidTr="00BE4994">
              <w:tc>
                <w:tcPr>
                  <w:tcW w:w="2576" w:type="pct"/>
                  <w:shd w:val="clear" w:color="auto" w:fill="auto"/>
                  <w:vAlign w:val="bottom"/>
                </w:tcPr>
                <w:p w:rsidR="002803C6" w:rsidRDefault="002803C6" w:rsidP="00BE4994">
                  <w:pPr>
                    <w:pStyle w:val="TableBodyText"/>
                    <w:ind w:left="113"/>
                    <w:jc w:val="left"/>
                  </w:pPr>
                  <w:r w:rsidRPr="00E26CF5">
                    <w:rPr>
                      <w:rFonts w:cs="Arial"/>
                      <w:szCs w:val="18"/>
                      <w:lang w:eastAsia="en-US"/>
                    </w:rPr>
                    <w:t>Carer Payment</w:t>
                  </w:r>
                </w:p>
              </w:tc>
              <w:tc>
                <w:tcPr>
                  <w:tcW w:w="751" w:type="pct"/>
                  <w:vAlign w:val="bottom"/>
                </w:tcPr>
                <w:p w:rsidR="002803C6" w:rsidRDefault="002803C6" w:rsidP="00BE4994">
                  <w:pPr>
                    <w:pStyle w:val="TableBodyText"/>
                  </w:pPr>
                  <w:r>
                    <w:t>4.5</w:t>
                  </w:r>
                </w:p>
              </w:tc>
              <w:tc>
                <w:tcPr>
                  <w:tcW w:w="837" w:type="pct"/>
                  <w:vAlign w:val="bottom"/>
                </w:tcPr>
                <w:p w:rsidR="002803C6" w:rsidRDefault="002803C6" w:rsidP="00BE4994">
                  <w:pPr>
                    <w:pStyle w:val="TableBodyText"/>
                  </w:pPr>
                  <w:r>
                    <w:t>5.5</w:t>
                  </w:r>
                </w:p>
              </w:tc>
              <w:tc>
                <w:tcPr>
                  <w:tcW w:w="836" w:type="pct"/>
                  <w:shd w:val="clear" w:color="auto" w:fill="auto"/>
                  <w:vAlign w:val="bottom"/>
                </w:tcPr>
                <w:p w:rsidR="002803C6" w:rsidRDefault="002803C6" w:rsidP="00BE4994">
                  <w:pPr>
                    <w:pStyle w:val="TableBodyText"/>
                  </w:pPr>
                  <w:r>
                    <w:t>2.9</w:t>
                  </w:r>
                </w:p>
              </w:tc>
            </w:tr>
            <w:tr w:rsidR="002803C6" w:rsidTr="00BE4994">
              <w:tc>
                <w:tcPr>
                  <w:tcW w:w="2576" w:type="pct"/>
                  <w:shd w:val="clear" w:color="auto" w:fill="auto"/>
                  <w:vAlign w:val="bottom"/>
                </w:tcPr>
                <w:p w:rsidR="002803C6" w:rsidRDefault="002803C6" w:rsidP="00BE4994">
                  <w:pPr>
                    <w:pStyle w:val="TableBodyText"/>
                    <w:ind w:left="113"/>
                    <w:jc w:val="left"/>
                  </w:pPr>
                  <w:r w:rsidRPr="00E26CF5">
                    <w:rPr>
                      <w:rFonts w:cs="Arial"/>
                      <w:szCs w:val="18"/>
                      <w:lang w:eastAsia="en-US"/>
                    </w:rPr>
                    <w:t>Other</w:t>
                  </w:r>
                  <w:r w:rsidRPr="00CE075C">
                    <w:rPr>
                      <w:rStyle w:val="NoteLabel"/>
                    </w:rPr>
                    <w:t>a</w:t>
                  </w:r>
                </w:p>
              </w:tc>
              <w:tc>
                <w:tcPr>
                  <w:tcW w:w="751" w:type="pct"/>
                  <w:vAlign w:val="bottom"/>
                </w:tcPr>
                <w:p w:rsidR="002803C6" w:rsidRDefault="002803C6" w:rsidP="00BE4994">
                  <w:pPr>
                    <w:pStyle w:val="TableBodyText"/>
                  </w:pPr>
                  <w:r>
                    <w:t>2.3</w:t>
                  </w:r>
                </w:p>
              </w:tc>
              <w:tc>
                <w:tcPr>
                  <w:tcW w:w="837" w:type="pct"/>
                  <w:vAlign w:val="bottom"/>
                </w:tcPr>
                <w:p w:rsidR="002803C6" w:rsidRDefault="002803C6" w:rsidP="00BE4994">
                  <w:pPr>
                    <w:pStyle w:val="TableBodyText"/>
                  </w:pPr>
                  <w:r>
                    <w:t>3.0</w:t>
                  </w:r>
                </w:p>
              </w:tc>
              <w:tc>
                <w:tcPr>
                  <w:tcW w:w="836" w:type="pct"/>
                  <w:shd w:val="clear" w:color="auto" w:fill="auto"/>
                  <w:vAlign w:val="bottom"/>
                </w:tcPr>
                <w:p w:rsidR="002803C6" w:rsidRDefault="002803C6" w:rsidP="00BE4994">
                  <w:pPr>
                    <w:pStyle w:val="TableBodyText"/>
                  </w:pPr>
                  <w:r>
                    <w:t>1.2</w:t>
                  </w:r>
                </w:p>
              </w:tc>
            </w:tr>
            <w:tr w:rsidR="002803C6" w:rsidTr="00BE4994">
              <w:tc>
                <w:tcPr>
                  <w:tcW w:w="2576" w:type="pct"/>
                  <w:shd w:val="clear" w:color="auto" w:fill="auto"/>
                  <w:vAlign w:val="bottom"/>
                </w:tcPr>
                <w:p w:rsidR="002803C6" w:rsidRDefault="002803C6" w:rsidP="00BE4994">
                  <w:pPr>
                    <w:pStyle w:val="TableBodyText"/>
                    <w:jc w:val="left"/>
                  </w:pPr>
                  <w:r w:rsidRPr="00BA386C">
                    <w:rPr>
                      <w:rFonts w:cs="Arial"/>
                      <w:b/>
                      <w:szCs w:val="18"/>
                      <w:lang w:eastAsia="en-US"/>
                    </w:rPr>
                    <w:t>Demographic characteristics</w:t>
                  </w:r>
                </w:p>
              </w:tc>
              <w:tc>
                <w:tcPr>
                  <w:tcW w:w="751" w:type="pct"/>
                  <w:vAlign w:val="bottom"/>
                </w:tcPr>
                <w:p w:rsidR="002803C6" w:rsidRPr="009B1264" w:rsidRDefault="002803C6" w:rsidP="00BE4994">
                  <w:pPr>
                    <w:pStyle w:val="TableBodyText"/>
                    <w:rPr>
                      <w:szCs w:val="18"/>
                      <w:lang w:eastAsia="en-US"/>
                    </w:rPr>
                  </w:pPr>
                </w:p>
              </w:tc>
              <w:tc>
                <w:tcPr>
                  <w:tcW w:w="837" w:type="pct"/>
                  <w:vAlign w:val="bottom"/>
                </w:tcPr>
                <w:p w:rsidR="002803C6" w:rsidRPr="009B1264" w:rsidRDefault="002803C6" w:rsidP="00BE4994">
                  <w:pPr>
                    <w:pStyle w:val="TableBodyText"/>
                    <w:rPr>
                      <w:szCs w:val="18"/>
                      <w:lang w:eastAsia="en-US"/>
                    </w:rPr>
                  </w:pPr>
                </w:p>
              </w:tc>
              <w:tc>
                <w:tcPr>
                  <w:tcW w:w="836" w:type="pct"/>
                  <w:shd w:val="clear" w:color="auto" w:fill="auto"/>
                  <w:vAlign w:val="bottom"/>
                </w:tcPr>
                <w:p w:rsidR="002803C6" w:rsidRPr="009B1264" w:rsidRDefault="002803C6" w:rsidP="00BE4994">
                  <w:pPr>
                    <w:pStyle w:val="TableBodyText"/>
                    <w:rPr>
                      <w:szCs w:val="18"/>
                      <w:lang w:eastAsia="en-US"/>
                    </w:rPr>
                  </w:pPr>
                </w:p>
              </w:tc>
            </w:tr>
            <w:tr w:rsidR="002803C6" w:rsidTr="00BE4994">
              <w:tc>
                <w:tcPr>
                  <w:tcW w:w="2576" w:type="pct"/>
                  <w:shd w:val="clear" w:color="auto" w:fill="auto"/>
                  <w:vAlign w:val="bottom"/>
                </w:tcPr>
                <w:p w:rsidR="002803C6" w:rsidRDefault="002803C6" w:rsidP="00BE4994">
                  <w:pPr>
                    <w:pStyle w:val="TableBodyText"/>
                    <w:ind w:left="113"/>
                    <w:jc w:val="left"/>
                  </w:pPr>
                  <w:r w:rsidRPr="00E26CF5">
                    <w:rPr>
                      <w:rFonts w:cs="Arial"/>
                      <w:szCs w:val="18"/>
                      <w:lang w:eastAsia="en-US"/>
                    </w:rPr>
                    <w:t>Female</w:t>
                  </w:r>
                </w:p>
              </w:tc>
              <w:tc>
                <w:tcPr>
                  <w:tcW w:w="751" w:type="pct"/>
                  <w:vAlign w:val="bottom"/>
                </w:tcPr>
                <w:p w:rsidR="002803C6" w:rsidRDefault="002803C6" w:rsidP="00BE4994">
                  <w:pPr>
                    <w:pStyle w:val="TableBodyText"/>
                  </w:pPr>
                  <w:r>
                    <w:t>50.0</w:t>
                  </w:r>
                </w:p>
              </w:tc>
              <w:tc>
                <w:tcPr>
                  <w:tcW w:w="837" w:type="pct"/>
                  <w:vAlign w:val="bottom"/>
                </w:tcPr>
                <w:p w:rsidR="002803C6" w:rsidRDefault="002803C6" w:rsidP="00BE4994">
                  <w:pPr>
                    <w:pStyle w:val="TableBodyText"/>
                  </w:pPr>
                  <w:r>
                    <w:t>47.8</w:t>
                  </w:r>
                </w:p>
              </w:tc>
              <w:tc>
                <w:tcPr>
                  <w:tcW w:w="836" w:type="pct"/>
                  <w:shd w:val="clear" w:color="auto" w:fill="auto"/>
                  <w:vAlign w:val="bottom"/>
                </w:tcPr>
                <w:p w:rsidR="002803C6" w:rsidRDefault="002803C6" w:rsidP="00BE4994">
                  <w:pPr>
                    <w:pStyle w:val="TableBodyText"/>
                  </w:pPr>
                  <w:r>
                    <w:t>50.0</w:t>
                  </w:r>
                </w:p>
              </w:tc>
            </w:tr>
            <w:tr w:rsidR="002803C6" w:rsidTr="00BE4994">
              <w:tc>
                <w:tcPr>
                  <w:tcW w:w="2576" w:type="pct"/>
                  <w:shd w:val="clear" w:color="auto" w:fill="auto"/>
                  <w:vAlign w:val="bottom"/>
                </w:tcPr>
                <w:p w:rsidR="002803C6" w:rsidRDefault="002803C6" w:rsidP="00BE4994">
                  <w:pPr>
                    <w:pStyle w:val="TableBodyText"/>
                    <w:ind w:left="113"/>
                    <w:jc w:val="left"/>
                  </w:pPr>
                  <w:r>
                    <w:rPr>
                      <w:rFonts w:cs="Arial"/>
                      <w:szCs w:val="18"/>
                      <w:lang w:eastAsia="en-US"/>
                    </w:rPr>
                    <w:t>Married or p</w:t>
                  </w:r>
                  <w:r w:rsidRPr="00E26CF5">
                    <w:rPr>
                      <w:rFonts w:cs="Arial"/>
                      <w:szCs w:val="18"/>
                      <w:lang w:eastAsia="en-US"/>
                    </w:rPr>
                    <w:t>artnered</w:t>
                  </w:r>
                </w:p>
              </w:tc>
              <w:tc>
                <w:tcPr>
                  <w:tcW w:w="751" w:type="pct"/>
                  <w:vAlign w:val="bottom"/>
                </w:tcPr>
                <w:p w:rsidR="002803C6" w:rsidRDefault="002803C6" w:rsidP="00BE4994">
                  <w:pPr>
                    <w:pStyle w:val="TableBodyText"/>
                  </w:pPr>
                  <w:r>
                    <w:t>2.9</w:t>
                  </w:r>
                </w:p>
              </w:tc>
              <w:tc>
                <w:tcPr>
                  <w:tcW w:w="837" w:type="pct"/>
                  <w:vAlign w:val="bottom"/>
                </w:tcPr>
                <w:p w:rsidR="002803C6" w:rsidRDefault="002803C6" w:rsidP="00BE4994">
                  <w:pPr>
                    <w:pStyle w:val="TableBodyText"/>
                  </w:pPr>
                  <w:r>
                    <w:t>3.5</w:t>
                  </w:r>
                </w:p>
              </w:tc>
              <w:tc>
                <w:tcPr>
                  <w:tcW w:w="836" w:type="pct"/>
                  <w:shd w:val="clear" w:color="auto" w:fill="auto"/>
                  <w:vAlign w:val="bottom"/>
                </w:tcPr>
                <w:p w:rsidR="002803C6" w:rsidRDefault="002803C6" w:rsidP="00BE4994">
                  <w:pPr>
                    <w:pStyle w:val="TableBodyText"/>
                  </w:pPr>
                  <w:r>
                    <w:t>2.8</w:t>
                  </w:r>
                </w:p>
              </w:tc>
            </w:tr>
            <w:tr w:rsidR="002803C6" w:rsidTr="00BE4994">
              <w:tc>
                <w:tcPr>
                  <w:tcW w:w="2576" w:type="pct"/>
                  <w:shd w:val="clear" w:color="auto" w:fill="auto"/>
                  <w:vAlign w:val="bottom"/>
                </w:tcPr>
                <w:p w:rsidR="002803C6" w:rsidRDefault="002803C6" w:rsidP="00BE4994">
                  <w:pPr>
                    <w:pStyle w:val="TableBodyText"/>
                    <w:ind w:left="113"/>
                    <w:jc w:val="left"/>
                  </w:pPr>
                  <w:r w:rsidRPr="00E26CF5">
                    <w:rPr>
                      <w:rFonts w:cs="Arial"/>
                      <w:szCs w:val="18"/>
                      <w:lang w:eastAsia="en-US"/>
                    </w:rPr>
                    <w:t>Indigenous</w:t>
                  </w:r>
                </w:p>
              </w:tc>
              <w:tc>
                <w:tcPr>
                  <w:tcW w:w="751" w:type="pct"/>
                  <w:vAlign w:val="bottom"/>
                </w:tcPr>
                <w:p w:rsidR="002803C6" w:rsidRDefault="002803C6" w:rsidP="00BE4994">
                  <w:pPr>
                    <w:pStyle w:val="TableBodyText"/>
                  </w:pPr>
                  <w:r>
                    <w:t>18.5</w:t>
                  </w:r>
                </w:p>
              </w:tc>
              <w:tc>
                <w:tcPr>
                  <w:tcW w:w="837" w:type="pct"/>
                  <w:vAlign w:val="bottom"/>
                </w:tcPr>
                <w:p w:rsidR="002803C6" w:rsidRDefault="002803C6" w:rsidP="00BE4994">
                  <w:pPr>
                    <w:pStyle w:val="TableBodyText"/>
                  </w:pPr>
                  <w:r>
                    <w:t>28.4</w:t>
                  </w:r>
                </w:p>
              </w:tc>
              <w:tc>
                <w:tcPr>
                  <w:tcW w:w="836" w:type="pct"/>
                  <w:shd w:val="clear" w:color="auto" w:fill="auto"/>
                  <w:vAlign w:val="bottom"/>
                </w:tcPr>
                <w:p w:rsidR="002803C6" w:rsidRDefault="002803C6" w:rsidP="00BE4994">
                  <w:pPr>
                    <w:pStyle w:val="TableBodyText"/>
                  </w:pPr>
                  <w:r>
                    <w:t>13.4</w:t>
                  </w:r>
                </w:p>
              </w:tc>
            </w:tr>
            <w:tr w:rsidR="002803C6" w:rsidTr="00BE4994">
              <w:tc>
                <w:tcPr>
                  <w:tcW w:w="2576" w:type="pct"/>
                  <w:shd w:val="clear" w:color="auto" w:fill="auto"/>
                  <w:vAlign w:val="bottom"/>
                </w:tcPr>
                <w:p w:rsidR="002803C6" w:rsidRDefault="002803C6" w:rsidP="00BE4994">
                  <w:pPr>
                    <w:pStyle w:val="TableBodyText"/>
                    <w:ind w:left="113"/>
                    <w:jc w:val="left"/>
                  </w:pPr>
                  <w:r>
                    <w:rPr>
                      <w:rFonts w:cs="Arial"/>
                      <w:szCs w:val="18"/>
                      <w:lang w:eastAsia="en-US"/>
                    </w:rPr>
                    <w:t>P</w:t>
                  </w:r>
                  <w:r w:rsidRPr="00E26CF5">
                    <w:rPr>
                      <w:rFonts w:cs="Arial"/>
                      <w:szCs w:val="18"/>
                      <w:lang w:eastAsia="en-US"/>
                    </w:rPr>
                    <w:t>referred language</w:t>
                  </w:r>
                  <w:r>
                    <w:rPr>
                      <w:rFonts w:cs="Arial"/>
                      <w:szCs w:val="18"/>
                      <w:lang w:eastAsia="en-US"/>
                    </w:rPr>
                    <w:t xml:space="preserve"> — English</w:t>
                  </w:r>
                </w:p>
              </w:tc>
              <w:tc>
                <w:tcPr>
                  <w:tcW w:w="751" w:type="pct"/>
                  <w:vAlign w:val="bottom"/>
                </w:tcPr>
                <w:p w:rsidR="002803C6" w:rsidRDefault="002803C6" w:rsidP="00BE4994">
                  <w:pPr>
                    <w:pStyle w:val="TableBodyText"/>
                  </w:pPr>
                  <w:r>
                    <w:t>97.1</w:t>
                  </w:r>
                </w:p>
              </w:tc>
              <w:tc>
                <w:tcPr>
                  <w:tcW w:w="837" w:type="pct"/>
                  <w:vAlign w:val="bottom"/>
                </w:tcPr>
                <w:p w:rsidR="002803C6" w:rsidRDefault="002803C6" w:rsidP="00BE4994">
                  <w:pPr>
                    <w:pStyle w:val="TableBodyText"/>
                  </w:pPr>
                  <w:r>
                    <w:t>98.8</w:t>
                  </w:r>
                </w:p>
              </w:tc>
              <w:tc>
                <w:tcPr>
                  <w:tcW w:w="836" w:type="pct"/>
                  <w:shd w:val="clear" w:color="auto" w:fill="auto"/>
                  <w:vAlign w:val="bottom"/>
                </w:tcPr>
                <w:p w:rsidR="002803C6" w:rsidRDefault="002803C6" w:rsidP="00BE4994">
                  <w:pPr>
                    <w:pStyle w:val="TableBodyText"/>
                  </w:pPr>
                  <w:r>
                    <w:t>98.7</w:t>
                  </w:r>
                </w:p>
              </w:tc>
            </w:tr>
            <w:tr w:rsidR="002803C6" w:rsidTr="00BE4994">
              <w:tc>
                <w:tcPr>
                  <w:tcW w:w="2576" w:type="pct"/>
                  <w:shd w:val="clear" w:color="auto" w:fill="auto"/>
                  <w:vAlign w:val="bottom"/>
                </w:tcPr>
                <w:p w:rsidR="002803C6" w:rsidRDefault="002803C6" w:rsidP="00BE4994">
                  <w:pPr>
                    <w:pStyle w:val="TableBodyText"/>
                    <w:ind w:left="113"/>
                    <w:jc w:val="left"/>
                    <w:rPr>
                      <w:rFonts w:cs="Arial"/>
                      <w:szCs w:val="18"/>
                      <w:lang w:eastAsia="en-US"/>
                    </w:rPr>
                  </w:pPr>
                  <w:r>
                    <w:rPr>
                      <w:rFonts w:cs="Arial"/>
                      <w:szCs w:val="18"/>
                      <w:lang w:eastAsia="en-US"/>
                    </w:rPr>
                    <w:t>Medical condition</w:t>
                  </w:r>
                </w:p>
              </w:tc>
              <w:tc>
                <w:tcPr>
                  <w:tcW w:w="751" w:type="pct"/>
                  <w:vAlign w:val="bottom"/>
                </w:tcPr>
                <w:p w:rsidR="002803C6" w:rsidRDefault="002803C6" w:rsidP="00BE4994">
                  <w:pPr>
                    <w:pStyle w:val="TableBodyText"/>
                  </w:pPr>
                  <w:r>
                    <w:t>20.9</w:t>
                  </w:r>
                </w:p>
              </w:tc>
              <w:tc>
                <w:tcPr>
                  <w:tcW w:w="837" w:type="pct"/>
                  <w:vAlign w:val="bottom"/>
                </w:tcPr>
                <w:p w:rsidR="002803C6" w:rsidRDefault="002803C6" w:rsidP="00BE4994">
                  <w:pPr>
                    <w:pStyle w:val="TableBodyText"/>
                  </w:pPr>
                  <w:r>
                    <w:t>28.2</w:t>
                  </w:r>
                </w:p>
              </w:tc>
              <w:tc>
                <w:tcPr>
                  <w:tcW w:w="836" w:type="pct"/>
                  <w:shd w:val="clear" w:color="auto" w:fill="auto"/>
                  <w:vAlign w:val="bottom"/>
                </w:tcPr>
                <w:p w:rsidR="002803C6" w:rsidRDefault="002803C6" w:rsidP="00BE4994">
                  <w:pPr>
                    <w:pStyle w:val="TableBodyText"/>
                  </w:pPr>
                  <w:r>
                    <w:t>20.4</w:t>
                  </w:r>
                </w:p>
              </w:tc>
            </w:tr>
            <w:tr w:rsidR="002803C6" w:rsidTr="00BE4994">
              <w:tc>
                <w:tcPr>
                  <w:tcW w:w="2576" w:type="pct"/>
                  <w:shd w:val="clear" w:color="auto" w:fill="auto"/>
                  <w:vAlign w:val="bottom"/>
                </w:tcPr>
                <w:p w:rsidR="002803C6" w:rsidRDefault="002803C6" w:rsidP="00BE4994">
                  <w:pPr>
                    <w:pStyle w:val="TableBodyText"/>
                    <w:jc w:val="left"/>
                  </w:pPr>
                  <w:r w:rsidRPr="00BA386C">
                    <w:rPr>
                      <w:rFonts w:cs="Arial"/>
                      <w:b/>
                      <w:szCs w:val="18"/>
                      <w:lang w:eastAsia="en-US"/>
                    </w:rPr>
                    <w:t>Regional characteristics</w:t>
                  </w:r>
                </w:p>
              </w:tc>
              <w:tc>
                <w:tcPr>
                  <w:tcW w:w="751" w:type="pct"/>
                  <w:vAlign w:val="bottom"/>
                </w:tcPr>
                <w:p w:rsidR="002803C6" w:rsidRPr="009B1264" w:rsidRDefault="002803C6" w:rsidP="00BE4994">
                  <w:pPr>
                    <w:pStyle w:val="TableBodyText"/>
                    <w:rPr>
                      <w:szCs w:val="18"/>
                      <w:lang w:eastAsia="en-US"/>
                    </w:rPr>
                  </w:pPr>
                </w:p>
              </w:tc>
              <w:tc>
                <w:tcPr>
                  <w:tcW w:w="837" w:type="pct"/>
                  <w:vAlign w:val="bottom"/>
                </w:tcPr>
                <w:p w:rsidR="002803C6" w:rsidRPr="009B1264" w:rsidRDefault="002803C6" w:rsidP="00BE4994">
                  <w:pPr>
                    <w:pStyle w:val="TableBodyText"/>
                    <w:rPr>
                      <w:szCs w:val="18"/>
                      <w:lang w:eastAsia="en-US"/>
                    </w:rPr>
                  </w:pPr>
                </w:p>
              </w:tc>
              <w:tc>
                <w:tcPr>
                  <w:tcW w:w="836" w:type="pct"/>
                  <w:shd w:val="clear" w:color="auto" w:fill="auto"/>
                  <w:vAlign w:val="bottom"/>
                </w:tcPr>
                <w:p w:rsidR="002803C6" w:rsidRPr="009B1264" w:rsidRDefault="002803C6" w:rsidP="00BE4994">
                  <w:pPr>
                    <w:pStyle w:val="TableBodyText"/>
                    <w:rPr>
                      <w:szCs w:val="18"/>
                      <w:lang w:eastAsia="en-US"/>
                    </w:rPr>
                  </w:pPr>
                </w:p>
              </w:tc>
            </w:tr>
            <w:tr w:rsidR="002803C6" w:rsidTr="00BE4994">
              <w:tc>
                <w:tcPr>
                  <w:tcW w:w="2576" w:type="pct"/>
                  <w:shd w:val="clear" w:color="auto" w:fill="auto"/>
                  <w:vAlign w:val="bottom"/>
                </w:tcPr>
                <w:p w:rsidR="002803C6" w:rsidRDefault="002803C6" w:rsidP="00BE4994">
                  <w:pPr>
                    <w:pStyle w:val="TableBodyText"/>
                    <w:ind w:left="113"/>
                    <w:jc w:val="left"/>
                  </w:pPr>
                  <w:r>
                    <w:rPr>
                      <w:rFonts w:cs="Arial"/>
                      <w:szCs w:val="18"/>
                      <w:lang w:eastAsia="en-US"/>
                    </w:rPr>
                    <w:t>M</w:t>
                  </w:r>
                  <w:r w:rsidRPr="00E26CF5">
                    <w:rPr>
                      <w:rFonts w:cs="Arial"/>
                      <w:szCs w:val="18"/>
                      <w:lang w:eastAsia="en-US"/>
                    </w:rPr>
                    <w:t>ajor city</w:t>
                  </w:r>
                </w:p>
              </w:tc>
              <w:tc>
                <w:tcPr>
                  <w:tcW w:w="751" w:type="pct"/>
                  <w:vAlign w:val="bottom"/>
                </w:tcPr>
                <w:p w:rsidR="002803C6" w:rsidRPr="00551E1B" w:rsidRDefault="002803C6" w:rsidP="00BE4994">
                  <w:pPr>
                    <w:pStyle w:val="TableBodyText"/>
                  </w:pPr>
                  <w:r>
                    <w:t>67.7</w:t>
                  </w:r>
                </w:p>
              </w:tc>
              <w:tc>
                <w:tcPr>
                  <w:tcW w:w="837" w:type="pct"/>
                  <w:vAlign w:val="bottom"/>
                </w:tcPr>
                <w:p w:rsidR="002803C6" w:rsidRPr="00551E1B" w:rsidRDefault="002803C6" w:rsidP="00BE4994">
                  <w:pPr>
                    <w:pStyle w:val="TableBodyText"/>
                  </w:pPr>
                  <w:r>
                    <w:t>71.8</w:t>
                  </w:r>
                </w:p>
              </w:tc>
              <w:tc>
                <w:tcPr>
                  <w:tcW w:w="836" w:type="pct"/>
                  <w:shd w:val="clear" w:color="auto" w:fill="auto"/>
                  <w:vAlign w:val="bottom"/>
                </w:tcPr>
                <w:p w:rsidR="002803C6" w:rsidRPr="00551E1B" w:rsidRDefault="002803C6" w:rsidP="00BE4994">
                  <w:pPr>
                    <w:pStyle w:val="TableBodyText"/>
                  </w:pPr>
                  <w:r>
                    <w:t>70.8</w:t>
                  </w:r>
                </w:p>
              </w:tc>
            </w:tr>
            <w:tr w:rsidR="002803C6" w:rsidTr="00BE4994">
              <w:tc>
                <w:tcPr>
                  <w:tcW w:w="2576" w:type="pct"/>
                  <w:shd w:val="clear" w:color="auto" w:fill="auto"/>
                  <w:vAlign w:val="bottom"/>
                </w:tcPr>
                <w:p w:rsidR="002803C6" w:rsidRDefault="002803C6" w:rsidP="00BE4994">
                  <w:pPr>
                    <w:pStyle w:val="TableBodyText"/>
                    <w:ind w:left="113"/>
                    <w:jc w:val="left"/>
                  </w:pPr>
                  <w:r>
                    <w:rPr>
                      <w:rFonts w:cs="Arial"/>
                      <w:szCs w:val="18"/>
                      <w:lang w:eastAsia="en-US"/>
                    </w:rPr>
                    <w:t>A</w:t>
                  </w:r>
                  <w:r w:rsidRPr="004A675C">
                    <w:rPr>
                      <w:rFonts w:cs="Arial"/>
                      <w:szCs w:val="18"/>
                      <w:lang w:eastAsia="en-US"/>
                    </w:rPr>
                    <w:t>reas of high disadvantage</w:t>
                  </w:r>
                  <w:r>
                    <w:rPr>
                      <w:rFonts w:cs="Arial"/>
                      <w:szCs w:val="18"/>
                      <w:lang w:eastAsia="en-US"/>
                    </w:rPr>
                    <w:t xml:space="preserve"> (lowest </w:t>
                  </w:r>
                  <w:proofErr w:type="spellStart"/>
                  <w:r>
                    <w:rPr>
                      <w:rFonts w:cs="Arial"/>
                      <w:szCs w:val="18"/>
                      <w:lang w:eastAsia="en-US"/>
                    </w:rPr>
                    <w:t>IRSD</w:t>
                  </w:r>
                  <w:proofErr w:type="spellEnd"/>
                  <w:r>
                    <w:rPr>
                      <w:rFonts w:cs="Arial"/>
                      <w:szCs w:val="18"/>
                      <w:lang w:eastAsia="en-US"/>
                    </w:rPr>
                    <w:t xml:space="preserve"> </w:t>
                  </w:r>
                  <w:proofErr w:type="spellStart"/>
                  <w:r>
                    <w:rPr>
                      <w:rFonts w:cs="Arial"/>
                      <w:szCs w:val="18"/>
                      <w:lang w:eastAsia="en-US"/>
                    </w:rPr>
                    <w:t>decile</w:t>
                  </w:r>
                  <w:proofErr w:type="spellEnd"/>
                  <w:r>
                    <w:rPr>
                      <w:rFonts w:cs="Arial"/>
                      <w:szCs w:val="18"/>
                      <w:lang w:eastAsia="en-US"/>
                    </w:rPr>
                    <w:t>)</w:t>
                  </w:r>
                  <w:r>
                    <w:rPr>
                      <w:rStyle w:val="NoteLabel"/>
                    </w:rPr>
                    <w:t>b</w:t>
                  </w:r>
                </w:p>
              </w:tc>
              <w:tc>
                <w:tcPr>
                  <w:tcW w:w="751" w:type="pct"/>
                  <w:vAlign w:val="bottom"/>
                </w:tcPr>
                <w:p w:rsidR="002803C6" w:rsidRPr="00551E1B" w:rsidRDefault="002803C6" w:rsidP="00BE4994">
                  <w:pPr>
                    <w:pStyle w:val="TableBodyText"/>
                  </w:pPr>
                  <w:r>
                    <w:t>24.9</w:t>
                  </w:r>
                </w:p>
              </w:tc>
              <w:tc>
                <w:tcPr>
                  <w:tcW w:w="837" w:type="pct"/>
                  <w:vAlign w:val="bottom"/>
                </w:tcPr>
                <w:p w:rsidR="002803C6" w:rsidRPr="00551E1B" w:rsidRDefault="002803C6" w:rsidP="00BE4994">
                  <w:pPr>
                    <w:pStyle w:val="TableBodyText"/>
                  </w:pPr>
                  <w:r>
                    <w:t>49.7</w:t>
                  </w:r>
                </w:p>
              </w:tc>
              <w:tc>
                <w:tcPr>
                  <w:tcW w:w="836" w:type="pct"/>
                  <w:shd w:val="clear" w:color="auto" w:fill="auto"/>
                  <w:vAlign w:val="bottom"/>
                </w:tcPr>
                <w:p w:rsidR="002803C6" w:rsidRPr="00551E1B" w:rsidRDefault="002803C6" w:rsidP="00BE4994">
                  <w:pPr>
                    <w:pStyle w:val="TableBodyText"/>
                  </w:pPr>
                  <w:r>
                    <w:t>22.9</w:t>
                  </w:r>
                </w:p>
              </w:tc>
            </w:tr>
            <w:tr w:rsidR="002803C6" w:rsidTr="00BE4994">
              <w:tc>
                <w:tcPr>
                  <w:tcW w:w="2576" w:type="pct"/>
                  <w:shd w:val="clear" w:color="auto" w:fill="auto"/>
                  <w:vAlign w:val="bottom"/>
                </w:tcPr>
                <w:p w:rsidR="002803C6" w:rsidRDefault="002803C6" w:rsidP="00BE4994">
                  <w:pPr>
                    <w:pStyle w:val="TableBodyText"/>
                    <w:jc w:val="left"/>
                  </w:pPr>
                </w:p>
              </w:tc>
              <w:tc>
                <w:tcPr>
                  <w:tcW w:w="751" w:type="pct"/>
                  <w:vAlign w:val="bottom"/>
                </w:tcPr>
                <w:p w:rsidR="002803C6" w:rsidRPr="009B1264" w:rsidRDefault="002803C6" w:rsidP="00BE4994">
                  <w:pPr>
                    <w:pStyle w:val="TableBodyText"/>
                    <w:rPr>
                      <w:szCs w:val="18"/>
                      <w:lang w:eastAsia="en-US"/>
                    </w:rPr>
                  </w:pPr>
                </w:p>
              </w:tc>
              <w:tc>
                <w:tcPr>
                  <w:tcW w:w="837" w:type="pct"/>
                  <w:vAlign w:val="bottom"/>
                </w:tcPr>
                <w:p w:rsidR="002803C6" w:rsidRPr="009B1264" w:rsidRDefault="002803C6" w:rsidP="00BE4994">
                  <w:pPr>
                    <w:pStyle w:val="TableBodyText"/>
                    <w:rPr>
                      <w:szCs w:val="18"/>
                      <w:lang w:eastAsia="en-US"/>
                    </w:rPr>
                  </w:pPr>
                </w:p>
              </w:tc>
              <w:tc>
                <w:tcPr>
                  <w:tcW w:w="836" w:type="pct"/>
                  <w:shd w:val="clear" w:color="auto" w:fill="auto"/>
                  <w:vAlign w:val="bottom"/>
                </w:tcPr>
                <w:p w:rsidR="002803C6" w:rsidRPr="009B1264" w:rsidRDefault="002803C6" w:rsidP="00BE4994">
                  <w:pPr>
                    <w:pStyle w:val="TableBodyText"/>
                    <w:rPr>
                      <w:szCs w:val="18"/>
                      <w:lang w:eastAsia="en-US"/>
                    </w:rPr>
                  </w:pPr>
                </w:p>
              </w:tc>
            </w:tr>
            <w:tr w:rsidR="002803C6" w:rsidTr="00BE4994">
              <w:tc>
                <w:tcPr>
                  <w:tcW w:w="2576" w:type="pct"/>
                  <w:tcBorders>
                    <w:bottom w:val="single" w:sz="6" w:space="0" w:color="BFBFBF"/>
                  </w:tcBorders>
                  <w:shd w:val="clear" w:color="auto" w:fill="auto"/>
                  <w:vAlign w:val="bottom"/>
                </w:tcPr>
                <w:p w:rsidR="002803C6" w:rsidRDefault="002803C6" w:rsidP="00BE4994">
                  <w:pPr>
                    <w:pStyle w:val="TableBodyText"/>
                    <w:jc w:val="left"/>
                  </w:pPr>
                  <w:r w:rsidRPr="00BA386C">
                    <w:rPr>
                      <w:rFonts w:cs="Arial"/>
                      <w:b/>
                      <w:szCs w:val="18"/>
                      <w:lang w:eastAsia="en-US"/>
                    </w:rPr>
                    <w:t>Number of IS</w:t>
                  </w:r>
                  <w:r>
                    <w:rPr>
                      <w:rFonts w:cs="Arial"/>
                      <w:b/>
                      <w:szCs w:val="18"/>
                      <w:lang w:eastAsia="en-US"/>
                    </w:rPr>
                    <w:t>P</w:t>
                  </w:r>
                  <w:r w:rsidRPr="00BA386C">
                    <w:rPr>
                      <w:rFonts w:cs="Arial"/>
                      <w:b/>
                      <w:szCs w:val="18"/>
                      <w:lang w:eastAsia="en-US"/>
                    </w:rPr>
                    <w:t xml:space="preserve"> recipients (‘000)</w:t>
                  </w:r>
                </w:p>
              </w:tc>
              <w:tc>
                <w:tcPr>
                  <w:tcW w:w="751" w:type="pct"/>
                  <w:tcBorders>
                    <w:bottom w:val="single" w:sz="6" w:space="0" w:color="BFBFBF"/>
                  </w:tcBorders>
                  <w:vAlign w:val="bottom"/>
                </w:tcPr>
                <w:p w:rsidR="002803C6" w:rsidRPr="00551E1B" w:rsidRDefault="002803C6" w:rsidP="00BE4994">
                  <w:pPr>
                    <w:pStyle w:val="TableBodyText"/>
                  </w:pPr>
                  <w:r>
                    <w:t>37 047</w:t>
                  </w:r>
                </w:p>
              </w:tc>
              <w:tc>
                <w:tcPr>
                  <w:tcW w:w="837" w:type="pct"/>
                  <w:tcBorders>
                    <w:bottom w:val="single" w:sz="6" w:space="0" w:color="BFBFBF"/>
                  </w:tcBorders>
                  <w:vAlign w:val="bottom"/>
                </w:tcPr>
                <w:p w:rsidR="002803C6" w:rsidRPr="00551E1B" w:rsidRDefault="002803C6" w:rsidP="00BE4994">
                  <w:pPr>
                    <w:pStyle w:val="TableBodyText"/>
                  </w:pPr>
                  <w:r>
                    <w:t>24 542</w:t>
                  </w:r>
                </w:p>
              </w:tc>
              <w:tc>
                <w:tcPr>
                  <w:tcW w:w="836" w:type="pct"/>
                  <w:tcBorders>
                    <w:bottom w:val="single" w:sz="6" w:space="0" w:color="BFBFBF"/>
                  </w:tcBorders>
                  <w:shd w:val="clear" w:color="auto" w:fill="auto"/>
                  <w:vAlign w:val="bottom"/>
                </w:tcPr>
                <w:p w:rsidR="002803C6" w:rsidRPr="00551E1B" w:rsidRDefault="002803C6" w:rsidP="00BE4994">
                  <w:pPr>
                    <w:pStyle w:val="TableBodyText"/>
                  </w:pPr>
                  <w:r>
                    <w:t>49 283</w:t>
                  </w:r>
                </w:p>
              </w:tc>
            </w:tr>
          </w:tbl>
          <w:p w:rsidR="002803C6" w:rsidRDefault="002803C6" w:rsidP="00BE4994">
            <w:pPr>
              <w:pStyle w:val="Box"/>
            </w:pPr>
          </w:p>
        </w:tc>
      </w:tr>
      <w:tr w:rsidR="002803C6" w:rsidTr="00BE4994">
        <w:trPr>
          <w:cantSplit/>
        </w:trPr>
        <w:tc>
          <w:tcPr>
            <w:tcW w:w="8771" w:type="dxa"/>
            <w:tcBorders>
              <w:top w:val="nil"/>
              <w:left w:val="nil"/>
              <w:bottom w:val="nil"/>
              <w:right w:val="nil"/>
            </w:tcBorders>
            <w:shd w:val="clear" w:color="auto" w:fill="auto"/>
          </w:tcPr>
          <w:p w:rsidR="002803C6" w:rsidRDefault="002803C6" w:rsidP="00BE4994">
            <w:pPr>
              <w:pStyle w:val="Note"/>
              <w:rPr>
                <w:i/>
              </w:rPr>
            </w:pPr>
            <w:proofErr w:type="spellStart"/>
            <w:r w:rsidRPr="008E77FE">
              <w:rPr>
                <w:rStyle w:val="NoteLabel"/>
              </w:rPr>
              <w:t>a</w:t>
            </w:r>
            <w:proofErr w:type="spellEnd"/>
            <w:r>
              <w:t xml:space="preserve"> </w:t>
            </w:r>
            <w:r w:rsidRPr="00E82BD0">
              <w:rPr>
                <w:spacing w:val="-2"/>
              </w:rPr>
              <w:t xml:space="preserve">Other payments include a range of less common income support payments, including Bereavement Allowance, Wife’s Pension, Wife’s Disability Support Pension, </w:t>
            </w:r>
            <w:proofErr w:type="spellStart"/>
            <w:r w:rsidRPr="00E82BD0">
              <w:rPr>
                <w:spacing w:val="-2"/>
              </w:rPr>
              <w:t>Austudy</w:t>
            </w:r>
            <w:proofErr w:type="spellEnd"/>
            <w:r w:rsidRPr="00E82BD0">
              <w:rPr>
                <w:spacing w:val="-2"/>
              </w:rPr>
              <w:t xml:space="preserve">, Partner Allowance, Sickness Allowance, Special Benefits, Widow Allowance and </w:t>
            </w:r>
            <w:proofErr w:type="spellStart"/>
            <w:r w:rsidRPr="00E82BD0">
              <w:rPr>
                <w:spacing w:val="-2"/>
              </w:rPr>
              <w:t>Abstudy</w:t>
            </w:r>
            <w:proofErr w:type="spellEnd"/>
            <w:r w:rsidRPr="00E82BD0">
              <w:rPr>
                <w:spacing w:val="-2"/>
              </w:rPr>
              <w:t>.</w:t>
            </w:r>
            <w:r>
              <w:t xml:space="preserve"> </w:t>
            </w:r>
            <w:r>
              <w:rPr>
                <w:rStyle w:val="NoteLabel"/>
              </w:rPr>
              <w:t>b</w:t>
            </w:r>
            <w:r>
              <w:t xml:space="preserve"> Socio</w:t>
            </w:r>
            <w:r>
              <w:noBreakHyphen/>
              <w:t xml:space="preserve">economic status is measured by an Index of Relative Socioeconomic Disadvantage created by the ABS using data from the 2011 Census </w:t>
            </w:r>
            <w:r w:rsidRPr="00413DEF">
              <w:rPr>
                <w:szCs w:val="24"/>
              </w:rPr>
              <w:t>(ABS </w:t>
            </w:r>
            <w:proofErr w:type="spellStart"/>
            <w:r w:rsidRPr="00413DEF">
              <w:rPr>
                <w:szCs w:val="24"/>
              </w:rPr>
              <w:t>2014</w:t>
            </w:r>
            <w:r>
              <w:rPr>
                <w:szCs w:val="24"/>
              </w:rPr>
              <w:t>c</w:t>
            </w:r>
            <w:proofErr w:type="spellEnd"/>
            <w:r w:rsidRPr="00413DEF">
              <w:rPr>
                <w:szCs w:val="24"/>
              </w:rPr>
              <w:t>)</w:t>
            </w:r>
            <w:r>
              <w:t xml:space="preserve">. The index includes information about the socioeconomic characteristics of the residents of an area including unemployment rates, education levels, English language ability and household income. Areas are defined by the </w:t>
            </w:r>
            <w:proofErr w:type="spellStart"/>
            <w:r>
              <w:t>ABS’s</w:t>
            </w:r>
            <w:proofErr w:type="spellEnd"/>
            <w:r>
              <w:t xml:space="preserve"> level 1 statistical areas </w:t>
            </w:r>
            <w:r w:rsidRPr="00F1633A">
              <w:rPr>
                <w:rFonts w:cs="Arial"/>
                <w:szCs w:val="24"/>
              </w:rPr>
              <w:t>(ABS 2010)</w:t>
            </w:r>
            <w:r>
              <w:t> — the second smallest geographic areas for which the ABS publishes information. On average, these areas are home to 400 people.</w:t>
            </w:r>
          </w:p>
        </w:tc>
      </w:tr>
      <w:tr w:rsidR="002803C6" w:rsidRPr="00176D3F" w:rsidTr="00BE4994">
        <w:tblPrEx>
          <w:tblBorders>
            <w:top w:val="single" w:sz="6" w:space="0" w:color="78A22F"/>
            <w:left w:val="single" w:sz="6" w:space="0" w:color="78A22F"/>
            <w:bottom w:val="single" w:sz="6" w:space="0" w:color="78A22F"/>
            <w:right w:val="single" w:sz="6" w:space="0" w:color="78A22F"/>
          </w:tblBorders>
        </w:tblPrEx>
        <w:tc>
          <w:tcPr>
            <w:tcW w:w="8771" w:type="dxa"/>
            <w:tcBorders>
              <w:top w:val="nil"/>
              <w:left w:val="nil"/>
              <w:bottom w:val="nil"/>
              <w:right w:val="nil"/>
            </w:tcBorders>
            <w:shd w:val="clear" w:color="auto" w:fill="auto"/>
          </w:tcPr>
          <w:p w:rsidR="002803C6" w:rsidRPr="00176D3F" w:rsidRDefault="002803C6" w:rsidP="00BE4994">
            <w:pPr>
              <w:pStyle w:val="Source"/>
            </w:pPr>
            <w:r>
              <w:rPr>
                <w:i/>
              </w:rPr>
              <w:t>S</w:t>
            </w:r>
            <w:r w:rsidRPr="00784A05">
              <w:rPr>
                <w:i/>
              </w:rPr>
              <w:t>ource</w:t>
            </w:r>
            <w:r w:rsidRPr="00176D3F">
              <w:t xml:space="preserve">: </w:t>
            </w:r>
            <w:r>
              <w:t>Author estimates based on Research and Evaluation Database.</w:t>
            </w:r>
          </w:p>
        </w:tc>
      </w:tr>
      <w:tr w:rsidR="002803C6" w:rsidTr="00BE4994">
        <w:trPr>
          <w:cantSplit/>
        </w:trPr>
        <w:tc>
          <w:tcPr>
            <w:tcW w:w="8771" w:type="dxa"/>
            <w:tcBorders>
              <w:top w:val="nil"/>
              <w:left w:val="nil"/>
              <w:bottom w:val="single" w:sz="6" w:space="0" w:color="78A22F"/>
              <w:right w:val="nil"/>
            </w:tcBorders>
            <w:shd w:val="clear" w:color="auto" w:fill="auto"/>
          </w:tcPr>
          <w:p w:rsidR="002803C6" w:rsidRDefault="002803C6" w:rsidP="00BE4994">
            <w:pPr>
              <w:pStyle w:val="Box"/>
              <w:spacing w:before="0" w:line="120" w:lineRule="exact"/>
            </w:pPr>
          </w:p>
        </w:tc>
      </w:tr>
      <w:tr w:rsidR="002803C6" w:rsidRPr="00626D32" w:rsidTr="00BE4994">
        <w:tc>
          <w:tcPr>
            <w:tcW w:w="8771" w:type="dxa"/>
            <w:tcBorders>
              <w:top w:val="single" w:sz="6" w:space="0" w:color="78A22F"/>
              <w:left w:val="nil"/>
              <w:bottom w:val="nil"/>
              <w:right w:val="nil"/>
            </w:tcBorders>
          </w:tcPr>
          <w:p w:rsidR="002803C6" w:rsidRPr="00626D32" w:rsidRDefault="002803C6" w:rsidP="00BE4994">
            <w:pPr>
              <w:pStyle w:val="BoxSpaceBelow"/>
            </w:pPr>
          </w:p>
        </w:tc>
      </w:tr>
    </w:tbl>
    <w:p w:rsidR="002803C6" w:rsidRDefault="002803C6" w:rsidP="003C59A8">
      <w:pPr>
        <w:pStyle w:val="BodyText"/>
      </w:pPr>
    </w:p>
    <w:p w:rsidR="003C59A8" w:rsidRDefault="003C59A8" w:rsidP="003C59A8">
      <w:pPr>
        <w:pStyle w:val="BoxSpaceAbove"/>
      </w:pPr>
    </w:p>
    <w:p w:rsidR="003C59A8" w:rsidRDefault="003C59A8" w:rsidP="003C59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Tr="003C59A8">
        <w:tc>
          <w:tcPr>
            <w:tcW w:w="8771" w:type="dxa"/>
            <w:tcBorders>
              <w:top w:val="single" w:sz="6" w:space="0" w:color="78A22F"/>
              <w:left w:val="nil"/>
              <w:bottom w:val="nil"/>
              <w:right w:val="nil"/>
            </w:tcBorders>
            <w:shd w:val="clear" w:color="auto" w:fill="auto"/>
          </w:tcPr>
          <w:p w:rsidR="003C59A8" w:rsidRDefault="003C59A8" w:rsidP="003C59A8">
            <w:pPr>
              <w:pStyle w:val="FigureTitle"/>
            </w:pPr>
            <w:r w:rsidRPr="00784A05">
              <w:rPr>
                <w:b w:val="0"/>
              </w:rPr>
              <w:t xml:space="preserve">Figure </w:t>
            </w:r>
            <w:bookmarkStart w:id="22" w:name="OLE_LINK13"/>
            <w:r w:rsidRPr="00784A05">
              <w:rPr>
                <w:b w:val="0"/>
              </w:rPr>
              <w:fldChar w:fldCharType="begin" w:fldLock="1"/>
            </w:r>
            <w:r w:rsidRPr="00784A05">
              <w:rPr>
                <w:b w:val="0"/>
              </w:rPr>
              <w:instrText xml:space="preserve"> COMMENTS  \* MERGEFORMAT </w:instrText>
            </w:r>
            <w:r w:rsidRPr="00784A05">
              <w:rPr>
                <w:b w:val="0"/>
              </w:rPr>
              <w:fldChar w:fldCharType="separate"/>
            </w:r>
            <w:r>
              <w:rPr>
                <w:b w:val="0"/>
              </w:rPr>
              <w:t>3.</w:t>
            </w:r>
            <w:r w:rsidRPr="00784A05">
              <w:rPr>
                <w:b w:val="0"/>
              </w:rPr>
              <w:fldChar w:fldCharType="end"/>
            </w:r>
            <w:r w:rsidRPr="00784A05">
              <w:rPr>
                <w:b w:val="0"/>
              </w:rPr>
              <w:fldChar w:fldCharType="begin" w:fldLock="1"/>
            </w:r>
            <w:r w:rsidRPr="00784A05">
              <w:rPr>
                <w:b w:val="0"/>
              </w:rPr>
              <w:instrText xml:space="preserve"> SEQ Figure \* ARABIC </w:instrText>
            </w:r>
            <w:r w:rsidRPr="00784A05">
              <w:rPr>
                <w:b w:val="0"/>
              </w:rPr>
              <w:fldChar w:fldCharType="separate"/>
            </w:r>
            <w:r>
              <w:rPr>
                <w:b w:val="0"/>
                <w:noProof/>
              </w:rPr>
              <w:t>5</w:t>
            </w:r>
            <w:r w:rsidRPr="00784A05">
              <w:rPr>
                <w:b w:val="0"/>
              </w:rPr>
              <w:fldChar w:fldCharType="end"/>
            </w:r>
            <w:bookmarkEnd w:id="22"/>
            <w:r>
              <w:tab/>
              <w:t>Employment of young ISP recipients living at home, by parents’ housing assistance status</w:t>
            </w:r>
            <w:proofErr w:type="spellStart"/>
            <w:r w:rsidRPr="00FE1A01">
              <w:rPr>
                <w:rStyle w:val="NoteLabel"/>
                <w:b/>
              </w:rPr>
              <w:t>a</w:t>
            </w:r>
            <w:r>
              <w:rPr>
                <w:rStyle w:val="NoteLabel"/>
                <w:b/>
              </w:rPr>
              <w:t>,b,c</w:t>
            </w:r>
            <w:proofErr w:type="spellEnd"/>
          </w:p>
          <w:p w:rsidR="003C59A8" w:rsidRPr="00176D3F" w:rsidRDefault="003C59A8" w:rsidP="003C59A8">
            <w:pPr>
              <w:pStyle w:val="Subtitle"/>
            </w:pPr>
            <w:r>
              <w:t>Per cent reporting earned income</w:t>
            </w:r>
          </w:p>
        </w:tc>
      </w:tr>
      <w:tr w:rsidR="003C59A8" w:rsidTr="003C59A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3C59A8" w:rsidTr="003C59A8">
              <w:trPr>
                <w:jc w:val="center"/>
              </w:trPr>
              <w:tc>
                <w:tcPr>
                  <w:tcW w:w="8504" w:type="dxa"/>
                  <w:tcBorders>
                    <w:top w:val="nil"/>
                    <w:bottom w:val="nil"/>
                  </w:tcBorders>
                </w:tcPr>
                <w:p w:rsidR="003C59A8" w:rsidRDefault="003C59A8" w:rsidP="003C59A8">
                  <w:pPr>
                    <w:pStyle w:val="Figure"/>
                    <w:tabs>
                      <w:tab w:val="left" w:pos="3355"/>
                    </w:tabs>
                    <w:spacing w:before="60" w:after="60"/>
                    <w:jc w:val="left"/>
                  </w:pPr>
                  <w:r>
                    <w:rPr>
                      <w:noProof/>
                    </w:rPr>
                    <w:drawing>
                      <wp:inline distT="0" distB="0" distL="0" distR="0" wp14:anchorId="52FA9324" wp14:editId="71EBB234">
                        <wp:extent cx="5220000" cy="2160000"/>
                        <wp:effectExtent l="0" t="0" r="0" b="0"/>
                        <wp:docPr id="11" name="Chart 11" descr="This chart shows the per cent of income support recipients aged 16-24 reporting earned income, categorised by type of housing assistance and income support payment." title="Employment of young ISP recipients living at home, by parents' housing assistance status"/>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bl>
          <w:p w:rsidR="003C59A8" w:rsidRDefault="003C59A8" w:rsidP="003C59A8">
            <w:pPr>
              <w:pStyle w:val="Figure"/>
            </w:pPr>
          </w:p>
        </w:tc>
      </w:tr>
      <w:tr w:rsidR="003C59A8" w:rsidRPr="00176D3F" w:rsidTr="003C59A8">
        <w:tc>
          <w:tcPr>
            <w:tcW w:w="8771" w:type="dxa"/>
            <w:tcBorders>
              <w:top w:val="nil"/>
              <w:left w:val="nil"/>
              <w:bottom w:val="nil"/>
              <w:right w:val="nil"/>
            </w:tcBorders>
            <w:shd w:val="clear" w:color="auto" w:fill="auto"/>
          </w:tcPr>
          <w:p w:rsidR="003C59A8" w:rsidRPr="00176D3F" w:rsidRDefault="003C59A8" w:rsidP="003C59A8">
            <w:pPr>
              <w:pStyle w:val="Note"/>
            </w:pPr>
            <w:r>
              <w:rPr>
                <w:rStyle w:val="NoteLabel"/>
              </w:rPr>
              <w:t>a</w:t>
            </w:r>
            <w:r>
              <w:t xml:space="preserve"> ISP recipients aged 16–24. </w:t>
            </w:r>
            <w:r w:rsidRPr="00FE1A01">
              <w:rPr>
                <w:rStyle w:val="NoteLabel"/>
              </w:rPr>
              <w:t>b</w:t>
            </w:r>
            <w:r>
              <w:t xml:space="preserve"> Other payments include a range of less common income support payments, including Bereavement Allowance, Wife’s Pension, Wife’s Disability Support Pension, </w:t>
            </w:r>
            <w:proofErr w:type="spellStart"/>
            <w:r>
              <w:t>Austudy</w:t>
            </w:r>
            <w:proofErr w:type="spellEnd"/>
            <w:r>
              <w:t xml:space="preserve">, Partner Allowance, Sickness Allowance, Special Benefits, Widow Allowance and </w:t>
            </w:r>
            <w:proofErr w:type="spellStart"/>
            <w:r>
              <w:t>Abstudy</w:t>
            </w:r>
            <w:proofErr w:type="spellEnd"/>
            <w:r>
              <w:t xml:space="preserve">. </w:t>
            </w:r>
            <w:r>
              <w:rPr>
                <w:rStyle w:val="NoteLabel"/>
              </w:rPr>
              <w:t>c</w:t>
            </w:r>
            <w:r>
              <w:t xml:space="preserve"> Employment rates are for a pooled sample spanning from 2005 to 2013. These figures are not directly comparable to those in table 3.3 where the focus is on young ISP recipients active at 30 June 2013.</w:t>
            </w:r>
          </w:p>
        </w:tc>
      </w:tr>
      <w:tr w:rsidR="003C59A8" w:rsidRPr="00176D3F" w:rsidTr="003C59A8">
        <w:tc>
          <w:tcPr>
            <w:tcW w:w="8771" w:type="dxa"/>
            <w:tcBorders>
              <w:top w:val="nil"/>
              <w:left w:val="nil"/>
              <w:bottom w:val="nil"/>
              <w:right w:val="nil"/>
            </w:tcBorders>
            <w:shd w:val="clear" w:color="auto" w:fill="auto"/>
          </w:tcPr>
          <w:p w:rsidR="003C59A8" w:rsidRPr="00176D3F" w:rsidRDefault="003C59A8" w:rsidP="003C59A8">
            <w:pPr>
              <w:pStyle w:val="Source"/>
            </w:pPr>
            <w:r>
              <w:rPr>
                <w:i/>
              </w:rPr>
              <w:t>S</w:t>
            </w:r>
            <w:r w:rsidRPr="00784A05">
              <w:rPr>
                <w:i/>
              </w:rPr>
              <w:t>ource</w:t>
            </w:r>
            <w:r w:rsidRPr="00176D3F">
              <w:t xml:space="preserve">: </w:t>
            </w:r>
            <w:r>
              <w:t>Author estimates based on Research and Evaluation Database.</w:t>
            </w:r>
          </w:p>
        </w:tc>
      </w:tr>
      <w:tr w:rsidR="003C59A8" w:rsidTr="003C59A8">
        <w:tc>
          <w:tcPr>
            <w:tcW w:w="8771" w:type="dxa"/>
            <w:tcBorders>
              <w:top w:val="nil"/>
              <w:left w:val="nil"/>
              <w:bottom w:val="single" w:sz="6" w:space="0" w:color="78A22F"/>
              <w:right w:val="nil"/>
            </w:tcBorders>
            <w:shd w:val="clear" w:color="auto" w:fill="auto"/>
          </w:tcPr>
          <w:p w:rsidR="003C59A8" w:rsidRDefault="003C59A8" w:rsidP="003C59A8">
            <w:pPr>
              <w:pStyle w:val="Figurespace"/>
            </w:pPr>
          </w:p>
        </w:tc>
      </w:tr>
      <w:tr w:rsidR="003C59A8" w:rsidRPr="000863A5"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p w:rsidR="003C59A8" w:rsidRDefault="003C59A8" w:rsidP="003C59A8">
      <w:pPr>
        <w:pStyle w:val="BoxSpaceAbove"/>
        <w:spacing w:before="120" w:line="240" w:lineRule="auto"/>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Tr="003C59A8">
        <w:tc>
          <w:tcPr>
            <w:tcW w:w="8771" w:type="dxa"/>
            <w:tcBorders>
              <w:top w:val="single" w:sz="6" w:space="0" w:color="78A22F"/>
              <w:left w:val="nil"/>
              <w:bottom w:val="nil"/>
              <w:right w:val="nil"/>
            </w:tcBorders>
            <w:shd w:val="clear" w:color="auto" w:fill="auto"/>
          </w:tcPr>
          <w:p w:rsidR="003C59A8" w:rsidRDefault="003C59A8" w:rsidP="003C59A8">
            <w:pPr>
              <w:pStyle w:val="FigureTitle"/>
            </w:pPr>
            <w:r w:rsidRPr="00784A05">
              <w:rPr>
                <w:b w:val="0"/>
              </w:rPr>
              <w:t xml:space="preserve">Figure </w:t>
            </w:r>
            <w:bookmarkStart w:id="23" w:name="OLE_LINK15"/>
            <w:r w:rsidRPr="00784A05">
              <w:rPr>
                <w:b w:val="0"/>
              </w:rPr>
              <w:fldChar w:fldCharType="begin" w:fldLock="1"/>
            </w:r>
            <w:r w:rsidRPr="00784A05">
              <w:rPr>
                <w:b w:val="0"/>
              </w:rPr>
              <w:instrText xml:space="preserve"> COMMENTS  \* MERGEFORMAT </w:instrText>
            </w:r>
            <w:r w:rsidRPr="00784A05">
              <w:rPr>
                <w:b w:val="0"/>
              </w:rPr>
              <w:fldChar w:fldCharType="separate"/>
            </w:r>
            <w:r>
              <w:rPr>
                <w:b w:val="0"/>
              </w:rPr>
              <w:t>3.</w:t>
            </w:r>
            <w:r w:rsidRPr="00784A05">
              <w:rPr>
                <w:b w:val="0"/>
              </w:rPr>
              <w:fldChar w:fldCharType="end"/>
            </w:r>
            <w:r w:rsidRPr="00784A05">
              <w:rPr>
                <w:b w:val="0"/>
              </w:rPr>
              <w:fldChar w:fldCharType="begin" w:fldLock="1"/>
            </w:r>
            <w:r w:rsidRPr="00784A05">
              <w:rPr>
                <w:b w:val="0"/>
              </w:rPr>
              <w:instrText xml:space="preserve"> SEQ Figure \* ARABIC </w:instrText>
            </w:r>
            <w:r w:rsidRPr="00784A05">
              <w:rPr>
                <w:b w:val="0"/>
              </w:rPr>
              <w:fldChar w:fldCharType="separate"/>
            </w:r>
            <w:r>
              <w:rPr>
                <w:b w:val="0"/>
                <w:noProof/>
              </w:rPr>
              <w:t>6</w:t>
            </w:r>
            <w:r w:rsidRPr="00784A05">
              <w:rPr>
                <w:b w:val="0"/>
              </w:rPr>
              <w:fldChar w:fldCharType="end"/>
            </w:r>
            <w:bookmarkEnd w:id="23"/>
            <w:r>
              <w:tab/>
              <w:t>Predicted probability of employment for young ISP recipients living at home, by parents’ housing assistance status</w:t>
            </w:r>
            <w:proofErr w:type="spellStart"/>
            <w:r w:rsidRPr="00FE1A01">
              <w:rPr>
                <w:rStyle w:val="NoteLabel"/>
                <w:b/>
              </w:rPr>
              <w:t>a</w:t>
            </w:r>
            <w:r>
              <w:rPr>
                <w:rStyle w:val="NoteLabel"/>
                <w:b/>
              </w:rPr>
              <w:t>,b,c</w:t>
            </w:r>
            <w:proofErr w:type="spellEnd"/>
          </w:p>
          <w:p w:rsidR="003C59A8" w:rsidRPr="00176D3F" w:rsidRDefault="003C59A8" w:rsidP="003C59A8">
            <w:pPr>
              <w:pStyle w:val="Subtitle"/>
            </w:pPr>
            <w:r>
              <w:t>Average predicted probability of employment, accounting for observed characteristics</w:t>
            </w:r>
          </w:p>
        </w:tc>
      </w:tr>
      <w:tr w:rsidR="003C59A8" w:rsidTr="003C59A8">
        <w:tblPrEx>
          <w:tblCellMar>
            <w:left w:w="108" w:type="dxa"/>
            <w:right w:w="108" w:type="dxa"/>
          </w:tblCellMar>
        </w:tblPrEx>
        <w:trPr>
          <w:trHeight w:val="3509"/>
        </w:trPr>
        <w:tc>
          <w:tcPr>
            <w:tcW w:w="8771" w:type="dxa"/>
            <w:tcBorders>
              <w:top w:val="nil"/>
              <w:left w:val="nil"/>
              <w:bottom w:val="nil"/>
              <w:right w:val="nil"/>
            </w:tcBorders>
            <w:shd w:val="clear" w:color="auto" w:fill="auto"/>
          </w:tcPr>
          <w:p w:rsidR="003C59A8" w:rsidRDefault="003C59A8" w:rsidP="003C59A8">
            <w:pPr>
              <w:pStyle w:val="Figure"/>
            </w:pPr>
            <w:r>
              <w:rPr>
                <w:noProof/>
              </w:rPr>
              <w:drawing>
                <wp:inline distT="0" distB="0" distL="0" distR="0" wp14:anchorId="7A2064D5" wp14:editId="47C92774">
                  <wp:extent cx="5220000" cy="2160000"/>
                  <wp:effectExtent l="0" t="0" r="0" b="0"/>
                  <wp:docPr id="10" name="Chart 10" descr="This chart shows the average predicted probability of employment, accounting for observed characteristics, for income support recipients aged 16-24 at 30 June 2013. " title="Predicted probability of employment for young ISP recipients living at home, by parents' housing assistance status"/>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r>
      <w:tr w:rsidR="003C59A8" w:rsidRPr="00674943" w:rsidTr="003C59A8">
        <w:tc>
          <w:tcPr>
            <w:tcW w:w="8771" w:type="dxa"/>
            <w:tcBorders>
              <w:top w:val="nil"/>
              <w:left w:val="nil"/>
              <w:bottom w:val="nil"/>
              <w:right w:val="nil"/>
            </w:tcBorders>
            <w:shd w:val="clear" w:color="auto" w:fill="auto"/>
          </w:tcPr>
          <w:p w:rsidR="003C59A8" w:rsidRPr="00674943" w:rsidRDefault="003C59A8" w:rsidP="00606B29">
            <w:pPr>
              <w:pStyle w:val="Note"/>
              <w:rPr>
                <w:spacing w:val="-2"/>
              </w:rPr>
            </w:pPr>
            <w:r w:rsidRPr="00674943">
              <w:rPr>
                <w:rStyle w:val="NoteLabel"/>
                <w:spacing w:val="-2"/>
              </w:rPr>
              <w:t>a</w:t>
            </w:r>
            <w:r w:rsidRPr="00674943">
              <w:rPr>
                <w:spacing w:val="-2"/>
              </w:rPr>
              <w:t xml:space="preserve"> ISP recipients aged 16–24.</w:t>
            </w:r>
            <w:r>
              <w:rPr>
                <w:spacing w:val="-2"/>
              </w:rPr>
              <w:t xml:space="preserve"> </w:t>
            </w:r>
            <w:r w:rsidRPr="00674943">
              <w:rPr>
                <w:rStyle w:val="NoteLabel"/>
                <w:spacing w:val="-2"/>
              </w:rPr>
              <w:t>b</w:t>
            </w:r>
            <w:r w:rsidRPr="00674943">
              <w:rPr>
                <w:spacing w:val="-2"/>
              </w:rPr>
              <w:t xml:space="preserve"> Estimates are calculated using a cross</w:t>
            </w:r>
            <w:r>
              <w:rPr>
                <w:spacing w:val="-2"/>
              </w:rPr>
              <w:noBreakHyphen/>
            </w:r>
            <w:r w:rsidRPr="00674943">
              <w:rPr>
                <w:spacing w:val="-2"/>
              </w:rPr>
              <w:t xml:space="preserve">sectional </w:t>
            </w:r>
            <w:proofErr w:type="spellStart"/>
            <w:r w:rsidRPr="00674943">
              <w:rPr>
                <w:spacing w:val="-2"/>
              </w:rPr>
              <w:t>logit</w:t>
            </w:r>
            <w:proofErr w:type="spellEnd"/>
            <w:r w:rsidRPr="00674943">
              <w:rPr>
                <w:spacing w:val="-2"/>
              </w:rPr>
              <w:t xml:space="preserve"> model that allows for interactions between housing assistance and ISP type, run on pooled data spanning from 2005 to 2013. </w:t>
            </w:r>
            <w:r w:rsidRPr="00674943">
              <w:rPr>
                <w:rStyle w:val="NoteLabel"/>
                <w:spacing w:val="-2"/>
              </w:rPr>
              <w:t>c</w:t>
            </w:r>
            <w:r w:rsidR="00606B29">
              <w:rPr>
                <w:rStyle w:val="NoteLabel"/>
                <w:spacing w:val="-2"/>
              </w:rPr>
              <w:t> </w:t>
            </w:r>
            <w:r w:rsidRPr="00674943">
              <w:rPr>
                <w:spacing w:val="-2"/>
              </w:rPr>
              <w:t xml:space="preserve">Other payments include a range of less common income support payments, including Bereavement Allowance, Wife’s Pension, Wife’s Disability Support Pension, </w:t>
            </w:r>
            <w:proofErr w:type="spellStart"/>
            <w:r w:rsidRPr="00674943">
              <w:rPr>
                <w:spacing w:val="-2"/>
              </w:rPr>
              <w:t>Austudy</w:t>
            </w:r>
            <w:proofErr w:type="spellEnd"/>
            <w:r w:rsidRPr="00674943">
              <w:rPr>
                <w:spacing w:val="-2"/>
              </w:rPr>
              <w:t xml:space="preserve">, Partner Allowance, Sickness Allowance, Special Benefits, Widow Allowance and </w:t>
            </w:r>
            <w:proofErr w:type="spellStart"/>
            <w:r w:rsidRPr="00674943">
              <w:rPr>
                <w:spacing w:val="-2"/>
              </w:rPr>
              <w:t>Abstudy</w:t>
            </w:r>
            <w:proofErr w:type="spellEnd"/>
            <w:r w:rsidRPr="00674943">
              <w:rPr>
                <w:spacing w:val="-2"/>
              </w:rPr>
              <w:t>.</w:t>
            </w:r>
          </w:p>
        </w:tc>
      </w:tr>
      <w:tr w:rsidR="003C59A8" w:rsidRPr="00176D3F" w:rsidTr="003C59A8">
        <w:tc>
          <w:tcPr>
            <w:tcW w:w="8771" w:type="dxa"/>
            <w:tcBorders>
              <w:top w:val="nil"/>
              <w:left w:val="nil"/>
              <w:bottom w:val="nil"/>
              <w:right w:val="nil"/>
            </w:tcBorders>
            <w:shd w:val="clear" w:color="auto" w:fill="auto"/>
          </w:tcPr>
          <w:p w:rsidR="003C59A8" w:rsidRPr="00176D3F" w:rsidRDefault="003C59A8" w:rsidP="003C59A8">
            <w:pPr>
              <w:pStyle w:val="Source"/>
            </w:pPr>
            <w:r>
              <w:rPr>
                <w:i/>
              </w:rPr>
              <w:lastRenderedPageBreak/>
              <w:t>Source</w:t>
            </w:r>
            <w:r>
              <w:t>: Author estimates based on Research and Evaluation Database.</w:t>
            </w:r>
          </w:p>
        </w:tc>
      </w:tr>
      <w:tr w:rsidR="003C59A8" w:rsidTr="003C59A8">
        <w:tc>
          <w:tcPr>
            <w:tcW w:w="8771" w:type="dxa"/>
            <w:tcBorders>
              <w:top w:val="nil"/>
              <w:left w:val="nil"/>
              <w:bottom w:val="single" w:sz="6" w:space="0" w:color="78A22F"/>
              <w:right w:val="nil"/>
            </w:tcBorders>
            <w:shd w:val="clear" w:color="auto" w:fill="auto"/>
          </w:tcPr>
          <w:p w:rsidR="003C59A8" w:rsidRDefault="003C59A8" w:rsidP="003C59A8">
            <w:pPr>
              <w:pStyle w:val="Figurespace"/>
              <w:keepNext w:val="0"/>
            </w:pPr>
          </w:p>
        </w:tc>
      </w:tr>
    </w:tbl>
    <w:p w:rsidR="003C59A8" w:rsidRDefault="00F2785D" w:rsidP="003C59A8">
      <w:pPr>
        <w:pStyle w:val="Heading2"/>
      </w:pPr>
      <w:r>
        <w:fldChar w:fldCharType="begin" w:fldLock="1"/>
      </w:r>
      <w:r>
        <w:instrText xml:space="preserve"> COMMENTS  \* MERGEFORMAT </w:instrText>
      </w:r>
      <w:r>
        <w:fldChar w:fldCharType="separate"/>
      </w:r>
      <w:r w:rsidR="003C59A8">
        <w:t>3.</w:t>
      </w:r>
      <w:r>
        <w:fldChar w:fldCharType="end"/>
      </w:r>
      <w:r w:rsidR="00FB0E2F">
        <w:fldChar w:fldCharType="begin" w:fldLock="1"/>
      </w:r>
      <w:r w:rsidR="00FB0E2F">
        <w:instrText xml:space="preserve"> SEQ Heading2 </w:instrText>
      </w:r>
      <w:r w:rsidR="00FB0E2F">
        <w:fldChar w:fldCharType="separate"/>
      </w:r>
      <w:r w:rsidR="003C59A8">
        <w:rPr>
          <w:noProof/>
        </w:rPr>
        <w:t>5</w:t>
      </w:r>
      <w:r w:rsidR="00FB0E2F">
        <w:rPr>
          <w:noProof/>
        </w:rPr>
        <w:fldChar w:fldCharType="end"/>
      </w:r>
      <w:r w:rsidR="003C59A8">
        <w:tab/>
        <w:t>Some other observations from the analysis</w:t>
      </w:r>
    </w:p>
    <w:bookmarkEnd w:id="19"/>
    <w:p w:rsidR="003C59A8" w:rsidRDefault="003C59A8" w:rsidP="003C59A8">
      <w:pPr>
        <w:pStyle w:val="Heading3"/>
        <w:spacing w:before="360"/>
      </w:pPr>
      <w:r>
        <w:t>Interstate differences in public housing rules don’t matter much to employment</w:t>
      </w:r>
    </w:p>
    <w:p w:rsidR="003C59A8" w:rsidRDefault="003C59A8" w:rsidP="003C59A8">
      <w:pPr>
        <w:pStyle w:val="BodyText"/>
      </w:pPr>
      <w:r>
        <w:t>As described in chapter 2, BP 1 and BP 2, public housing rules relating to eligibility, lease terms and rent setting vary somewhat between the states. For example, since 2006, New South Wales has offered fixed term leases</w:t>
      </w:r>
      <w:r w:rsidRPr="00433501">
        <w:t xml:space="preserve"> </w:t>
      </w:r>
      <w:r>
        <w:t>to new tenants, whereas in Victoria, tenants have ongoing tenure. There is little evidence that variations in rule setting have an effect on employment rates (figure 3.7).</w:t>
      </w:r>
    </w:p>
    <w:p w:rsidR="003C59A8" w:rsidRDefault="003C59A8" w:rsidP="003C59A8">
      <w:pPr>
        <w:pStyle w:val="BoxSpaceAbove"/>
        <w:tabs>
          <w:tab w:val="left" w:pos="3828"/>
        </w:tabs>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Tr="003C59A8">
        <w:tc>
          <w:tcPr>
            <w:tcW w:w="8771" w:type="dxa"/>
            <w:tcBorders>
              <w:top w:val="single" w:sz="6" w:space="0" w:color="78A22F"/>
              <w:left w:val="nil"/>
              <w:bottom w:val="nil"/>
              <w:right w:val="nil"/>
            </w:tcBorders>
            <w:shd w:val="clear" w:color="auto" w:fill="auto"/>
          </w:tcPr>
          <w:p w:rsidR="003C59A8" w:rsidRDefault="003C59A8" w:rsidP="003C59A8">
            <w:pPr>
              <w:pStyle w:val="FigureTitle"/>
            </w:pPr>
            <w:r w:rsidRPr="00784A05">
              <w:rPr>
                <w:b w:val="0"/>
              </w:rPr>
              <w:t xml:space="preserve">Figure </w:t>
            </w:r>
            <w:bookmarkStart w:id="24" w:name="OLE_LINK6"/>
            <w:r w:rsidRPr="00784A05">
              <w:rPr>
                <w:b w:val="0"/>
              </w:rPr>
              <w:fldChar w:fldCharType="begin" w:fldLock="1"/>
            </w:r>
            <w:r w:rsidRPr="00784A05">
              <w:rPr>
                <w:b w:val="0"/>
              </w:rPr>
              <w:instrText xml:space="preserve"> COMMENTS  \* MERGEFORMAT </w:instrText>
            </w:r>
            <w:r w:rsidRPr="00784A05">
              <w:rPr>
                <w:b w:val="0"/>
              </w:rPr>
              <w:fldChar w:fldCharType="separate"/>
            </w:r>
            <w:r>
              <w:rPr>
                <w:b w:val="0"/>
              </w:rPr>
              <w:t>3.</w:t>
            </w:r>
            <w:r w:rsidRPr="00784A05">
              <w:rPr>
                <w:b w:val="0"/>
              </w:rPr>
              <w:fldChar w:fldCharType="end"/>
            </w:r>
            <w:r w:rsidRPr="00784A05">
              <w:rPr>
                <w:b w:val="0"/>
              </w:rPr>
              <w:fldChar w:fldCharType="begin" w:fldLock="1"/>
            </w:r>
            <w:r w:rsidRPr="00784A05">
              <w:rPr>
                <w:b w:val="0"/>
              </w:rPr>
              <w:instrText xml:space="preserve"> SEQ Figure \* ARABIC </w:instrText>
            </w:r>
            <w:r w:rsidRPr="00784A05">
              <w:rPr>
                <w:b w:val="0"/>
              </w:rPr>
              <w:fldChar w:fldCharType="separate"/>
            </w:r>
            <w:r>
              <w:rPr>
                <w:b w:val="0"/>
                <w:noProof/>
              </w:rPr>
              <w:t>7</w:t>
            </w:r>
            <w:r w:rsidRPr="00784A05">
              <w:rPr>
                <w:b w:val="0"/>
              </w:rPr>
              <w:fldChar w:fldCharType="end"/>
            </w:r>
            <w:bookmarkEnd w:id="24"/>
            <w:r>
              <w:tab/>
              <w:t>Expected effect of housing assistance on employment rates, by state</w:t>
            </w:r>
          </w:p>
          <w:p w:rsidR="003C59A8" w:rsidRPr="00176D3F" w:rsidRDefault="003C59A8" w:rsidP="003C59A8">
            <w:pPr>
              <w:pStyle w:val="Subtitle"/>
            </w:pPr>
            <w:r>
              <w:t>Percentage point difference from no housing assistance, 2004–2013 data, accounting for observed and unobserved characteristics</w:t>
            </w:r>
          </w:p>
        </w:tc>
      </w:tr>
      <w:tr w:rsidR="003C59A8" w:rsidTr="003C59A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3C59A8" w:rsidTr="003C59A8">
              <w:trPr>
                <w:jc w:val="center"/>
              </w:trPr>
              <w:tc>
                <w:tcPr>
                  <w:tcW w:w="8504" w:type="dxa"/>
                  <w:tcBorders>
                    <w:top w:val="nil"/>
                    <w:bottom w:val="nil"/>
                  </w:tcBorders>
                </w:tcPr>
                <w:p w:rsidR="003C59A8" w:rsidRDefault="003C59A8" w:rsidP="003C59A8">
                  <w:pPr>
                    <w:pStyle w:val="Figure"/>
                    <w:spacing w:before="60" w:after="60"/>
                  </w:pPr>
                  <w:r>
                    <w:rPr>
                      <w:noProof/>
                    </w:rPr>
                    <w:drawing>
                      <wp:inline distT="0" distB="0" distL="0" distR="0" wp14:anchorId="0AFB7286" wp14:editId="6B6528F0">
                        <wp:extent cx="5220000" cy="2412000"/>
                        <wp:effectExtent l="0" t="0" r="0" b="7620"/>
                        <wp:docPr id="9" name="Chart 9" descr="This chart shows the percentage point difference from no housing assistance, using 2004-2013 data, and accounting for observed and unobserved characteristics. Results are categorised by type of housing assistance, and by state." title="Expected effect of housing assistance on employment rates, by state"/>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r>
          </w:tbl>
          <w:p w:rsidR="003C59A8" w:rsidRDefault="003C59A8" w:rsidP="003C59A8">
            <w:pPr>
              <w:pStyle w:val="Figure"/>
            </w:pPr>
          </w:p>
        </w:tc>
      </w:tr>
      <w:tr w:rsidR="003C59A8" w:rsidRPr="00176D3F" w:rsidTr="003C59A8">
        <w:tc>
          <w:tcPr>
            <w:tcW w:w="8771" w:type="dxa"/>
            <w:tcBorders>
              <w:top w:val="nil"/>
              <w:left w:val="nil"/>
              <w:bottom w:val="nil"/>
              <w:right w:val="nil"/>
            </w:tcBorders>
            <w:shd w:val="clear" w:color="auto" w:fill="auto"/>
          </w:tcPr>
          <w:p w:rsidR="003C59A8" w:rsidRPr="00176D3F" w:rsidRDefault="003C59A8" w:rsidP="003C59A8">
            <w:pPr>
              <w:pStyle w:val="Source"/>
            </w:pPr>
            <w:r>
              <w:rPr>
                <w:i/>
              </w:rPr>
              <w:t>S</w:t>
            </w:r>
            <w:r w:rsidRPr="00784A05">
              <w:rPr>
                <w:i/>
              </w:rPr>
              <w:t>ource</w:t>
            </w:r>
            <w:r w:rsidRPr="00176D3F">
              <w:t xml:space="preserve">: </w:t>
            </w:r>
            <w:r>
              <w:t>Author estimates based on Research and Evaluation Database.</w:t>
            </w:r>
          </w:p>
        </w:tc>
      </w:tr>
      <w:tr w:rsidR="003C59A8" w:rsidTr="003C59A8">
        <w:tc>
          <w:tcPr>
            <w:tcW w:w="8771" w:type="dxa"/>
            <w:tcBorders>
              <w:top w:val="nil"/>
              <w:left w:val="nil"/>
              <w:bottom w:val="single" w:sz="6" w:space="0" w:color="78A22F"/>
              <w:right w:val="nil"/>
            </w:tcBorders>
            <w:shd w:val="clear" w:color="auto" w:fill="auto"/>
          </w:tcPr>
          <w:p w:rsidR="003C59A8" w:rsidRDefault="003C59A8" w:rsidP="003C59A8">
            <w:pPr>
              <w:pStyle w:val="Figurespace"/>
            </w:pPr>
          </w:p>
        </w:tc>
      </w:tr>
      <w:tr w:rsidR="003C59A8" w:rsidRPr="000863A5"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p w:rsidR="003C59A8" w:rsidRPr="00F40139" w:rsidRDefault="003C59A8" w:rsidP="003C59A8">
      <w:pPr>
        <w:pStyle w:val="Heading3"/>
      </w:pPr>
      <w:r w:rsidRPr="00F40139">
        <w:t>There is little evidence of links between location and employment</w:t>
      </w:r>
    </w:p>
    <w:p w:rsidR="003C59A8" w:rsidRDefault="003C59A8" w:rsidP="003C59A8">
      <w:pPr>
        <w:pStyle w:val="BodyText"/>
      </w:pPr>
      <w:r>
        <w:t>Chapter 1 raised the possibility that housing assistance recipients might live in areas with poor access to transport and jobs, or in areas of concentrated disadvantage, with potentially adverse effects on the likelihood that they work.</w:t>
      </w:r>
    </w:p>
    <w:p w:rsidR="003C59A8" w:rsidRDefault="003C59A8" w:rsidP="003C59A8">
      <w:pPr>
        <w:pStyle w:val="BodyText"/>
      </w:pPr>
      <w:r>
        <w:lastRenderedPageBreak/>
        <w:t>Maps of capital cities showing the areas in which housing assistance recipients live and where lower skilled jobs are located (BP 3) do not suggest a substantial mismatch, in large part because both housing and jobs are spread throughout major cities.</w:t>
      </w:r>
    </w:p>
    <w:p w:rsidR="003C59A8" w:rsidRDefault="003C59A8" w:rsidP="003C59A8">
      <w:pPr>
        <w:pStyle w:val="BodyText"/>
        <w:rPr>
          <w:spacing w:val="-2"/>
        </w:rPr>
      </w:pPr>
      <w:r w:rsidRPr="00FA20C6">
        <w:rPr>
          <w:spacing w:val="-2"/>
        </w:rPr>
        <w:t xml:space="preserve">The location of public housing does vary considerably across capital cities. Perth and Sydney have greater proportions of public housing on the fringe; Melbourne has a higher proportion of public housing residents in the inner and middle suburbs. Public housing in Brisbane and Adelaide </w:t>
      </w:r>
      <w:r>
        <w:rPr>
          <w:spacing w:val="-2"/>
        </w:rPr>
        <w:t>is</w:t>
      </w:r>
      <w:r w:rsidRPr="00FA20C6">
        <w:rPr>
          <w:spacing w:val="-2"/>
        </w:rPr>
        <w:t xml:space="preserve"> spread more evenly. When compared to public housing residents, </w:t>
      </w:r>
      <w:proofErr w:type="spellStart"/>
      <w:r w:rsidRPr="00FA20C6">
        <w:rPr>
          <w:spacing w:val="-2"/>
        </w:rPr>
        <w:t>CRA</w:t>
      </w:r>
      <w:proofErr w:type="spellEnd"/>
      <w:r w:rsidRPr="00FA20C6">
        <w:rPr>
          <w:spacing w:val="-2"/>
        </w:rPr>
        <w:t xml:space="preserve"> recipients are more broadly spread across all capital cities. </w:t>
      </w:r>
    </w:p>
    <w:p w:rsidR="003C59A8" w:rsidRPr="00FA20C6" w:rsidRDefault="003C59A8" w:rsidP="003C59A8">
      <w:pPr>
        <w:pStyle w:val="BodyText"/>
        <w:rPr>
          <w:spacing w:val="-2"/>
        </w:rPr>
      </w:pPr>
      <w:r>
        <w:rPr>
          <w:spacing w:val="-2"/>
        </w:rPr>
        <w:t>The observation that l</w:t>
      </w:r>
      <w:r w:rsidRPr="00FA20C6">
        <w:rPr>
          <w:spacing w:val="-2"/>
        </w:rPr>
        <w:t>ower skill</w:t>
      </w:r>
      <w:r>
        <w:rPr>
          <w:spacing w:val="-2"/>
        </w:rPr>
        <w:t>ed</w:t>
      </w:r>
      <w:r w:rsidRPr="00FA20C6">
        <w:rPr>
          <w:spacing w:val="-2"/>
        </w:rPr>
        <w:t xml:space="preserve"> </w:t>
      </w:r>
      <w:r>
        <w:rPr>
          <w:spacing w:val="-2"/>
        </w:rPr>
        <w:t>jobs</w:t>
      </w:r>
      <w:r w:rsidRPr="00FA20C6">
        <w:rPr>
          <w:spacing w:val="-2"/>
        </w:rPr>
        <w:t xml:space="preserve"> are </w:t>
      </w:r>
      <w:r>
        <w:rPr>
          <w:spacing w:val="-2"/>
        </w:rPr>
        <w:t xml:space="preserve">also </w:t>
      </w:r>
      <w:r w:rsidRPr="00FA20C6">
        <w:rPr>
          <w:spacing w:val="-2"/>
        </w:rPr>
        <w:t xml:space="preserve">spread across cities is consistent with previous research. For example, </w:t>
      </w:r>
      <w:r>
        <w:rPr>
          <w:spacing w:val="-2"/>
        </w:rPr>
        <w:t>after</w:t>
      </w:r>
      <w:r w:rsidRPr="00FA20C6">
        <w:rPr>
          <w:spacing w:val="-2"/>
        </w:rPr>
        <w:t xml:space="preserve"> researching </w:t>
      </w:r>
      <w:r>
        <w:rPr>
          <w:spacing w:val="-2"/>
        </w:rPr>
        <w:t xml:space="preserve">housing–jobs spatial </w:t>
      </w:r>
      <w:r w:rsidRPr="00FA20C6">
        <w:rPr>
          <w:spacing w:val="-2"/>
        </w:rPr>
        <w:t>mismatch in Melbourne, Dodson (2005) concluded that:</w:t>
      </w:r>
    </w:p>
    <w:p w:rsidR="003C59A8" w:rsidRDefault="003C59A8" w:rsidP="003C59A8">
      <w:pPr>
        <w:pStyle w:val="Quote"/>
      </w:pPr>
      <w:r>
        <w:t>… there is no evidence for a strong spatial mismatch between housing affordability and the location of employment opportunity in Melbourne. Areas where unemployment is highly concentrated are typically located within close proximity to areas where employment growth is strong. (p. 56)</w:t>
      </w:r>
    </w:p>
    <w:p w:rsidR="003C59A8" w:rsidRDefault="003C59A8" w:rsidP="003C59A8">
      <w:pPr>
        <w:pStyle w:val="BodyText"/>
      </w:pPr>
      <w:r>
        <w:t xml:space="preserve">As urban populations have spread, jobs have followed. As Davies </w:t>
      </w:r>
      <w:r w:rsidRPr="004F32CD">
        <w:t>(2009)</w:t>
      </w:r>
      <w:r>
        <w:t xml:space="preserve"> notes:</w:t>
      </w:r>
    </w:p>
    <w:p w:rsidR="003C59A8" w:rsidRPr="0064626D" w:rsidRDefault="003C59A8" w:rsidP="003C59A8">
      <w:pPr>
        <w:pStyle w:val="Quote"/>
        <w:rPr>
          <w:rStyle w:val="BodyTextChar"/>
        </w:rPr>
      </w:pPr>
      <w:r w:rsidRPr="00246A7D">
        <w:rPr>
          <w:lang w:val="en-US"/>
        </w:rPr>
        <w:t xml:space="preserve">A popular view of the suburbs is that they are </w:t>
      </w:r>
      <w:r>
        <w:rPr>
          <w:lang w:val="en-US"/>
        </w:rPr>
        <w:t>‘</w:t>
      </w:r>
      <w:r w:rsidRPr="00246A7D">
        <w:rPr>
          <w:lang w:val="en-US"/>
        </w:rPr>
        <w:t>commuter</w:t>
      </w:r>
      <w:r>
        <w:rPr>
          <w:lang w:val="en-US"/>
        </w:rPr>
        <w:t>’</w:t>
      </w:r>
      <w:r w:rsidRPr="00246A7D">
        <w:rPr>
          <w:lang w:val="en-US"/>
        </w:rPr>
        <w:t xml:space="preserve"> or </w:t>
      </w:r>
      <w:r>
        <w:rPr>
          <w:lang w:val="en-US"/>
        </w:rPr>
        <w:t>‘</w:t>
      </w:r>
      <w:r w:rsidRPr="00246A7D">
        <w:rPr>
          <w:lang w:val="en-US"/>
        </w:rPr>
        <w:t>dormitory</w:t>
      </w:r>
      <w:r>
        <w:rPr>
          <w:lang w:val="en-US"/>
        </w:rPr>
        <w:t>’</w:t>
      </w:r>
      <w:r w:rsidRPr="00246A7D">
        <w:rPr>
          <w:lang w:val="en-US"/>
        </w:rPr>
        <w:t xml:space="preserve"> locations that provide workers for the city </w:t>
      </w:r>
      <w:proofErr w:type="spellStart"/>
      <w:r w:rsidRPr="00246A7D">
        <w:rPr>
          <w:lang w:val="en-US"/>
        </w:rPr>
        <w:t>centre</w:t>
      </w:r>
      <w:proofErr w:type="spellEnd"/>
      <w:r w:rsidRPr="00246A7D">
        <w:rPr>
          <w:lang w:val="en-US"/>
        </w:rPr>
        <w:t xml:space="preserve"> but lack good jobs themselves</w:t>
      </w:r>
      <w:r>
        <w:rPr>
          <w:lang w:val="en-US"/>
        </w:rPr>
        <w:t xml:space="preserve"> … </w:t>
      </w:r>
      <w:r w:rsidRPr="00246A7D">
        <w:rPr>
          <w:lang w:val="en-US"/>
        </w:rPr>
        <w:t>However the reality is that the suburbs now host most metropolitan jobs.</w:t>
      </w:r>
      <w:r>
        <w:rPr>
          <w:lang w:val="en-US"/>
        </w:rPr>
        <w:t xml:space="preserve"> </w:t>
      </w:r>
      <w:r w:rsidRPr="008B76E6">
        <w:t>(p. 1)</w:t>
      </w:r>
    </w:p>
    <w:p w:rsidR="003C59A8" w:rsidRPr="00F40139" w:rsidRDefault="003C59A8" w:rsidP="003C59A8">
      <w:pPr>
        <w:pStyle w:val="BodyText"/>
      </w:pPr>
      <w:r w:rsidRPr="00F40139">
        <w:t>However, it is also the case that suburbs further from the city centre are typically less well served by public transport. Difficulties in accessing employment might be a factor in ISP recipients’ outcomes, but as Burke et al. (2014) note, ‘a significant gap remains in understanding the relationship between rental housing and transport disadvantage’ (p. 1). It was not possible within the time frame of this study to link the data used to information about the transport options in the areas in which ISP recipients live. This work could be taken up in further research.</w:t>
      </w:r>
    </w:p>
    <w:p w:rsidR="003C59A8" w:rsidRPr="00436A13" w:rsidRDefault="003C59A8" w:rsidP="003C59A8">
      <w:pPr>
        <w:pStyle w:val="BodyText"/>
      </w:pPr>
      <w:r w:rsidRPr="00436A13">
        <w:t>Analysis of the link between housing assistance and employment used information about the socioeconomic characteristics of neighbourhoods in which ISP recipients live. Public housing tenants, in particular, are very likely to live in neighbourhoods of concentrated disadvantage: nearly half live in the most disadvantaged 10 per cent of neighbourhoods in Australia (table 3.1).</w:t>
      </w:r>
    </w:p>
    <w:p w:rsidR="003C59A8" w:rsidRPr="00436A13" w:rsidRDefault="003C59A8" w:rsidP="003C59A8">
      <w:pPr>
        <w:pStyle w:val="BodyText"/>
      </w:pPr>
      <w:r w:rsidRPr="00436A13">
        <w:t xml:space="preserve">When this information was included in the analysis that took account only of ISP recipients’ observed characteristics, the results suggested that living in a more disadvantaged neighbourhood affects an ISP recipient’s employment participation negatively (BP 5). But that relationship disappeared in the analysis that also took into account ISP recipients’ unobserved characteristics. This </w:t>
      </w:r>
      <w:r>
        <w:t xml:space="preserve">may </w:t>
      </w:r>
      <w:r w:rsidRPr="00436A13">
        <w:t>suggest that it is individual rather than neighbourhood characteristics that matter to participation in employment.</w:t>
      </w:r>
    </w:p>
    <w:p w:rsidR="003C59A8" w:rsidRPr="00436A13" w:rsidRDefault="003C59A8" w:rsidP="003C59A8">
      <w:pPr>
        <w:pStyle w:val="BodyText"/>
      </w:pPr>
      <w:r w:rsidRPr="00436A13">
        <w:t xml:space="preserve">But that is not necessarily the case. Those with worse prospects may move into neighbourhoods with lower housing costs — and higher disadvantage. If that is the case, </w:t>
      </w:r>
      <w:r w:rsidRPr="00436A13">
        <w:lastRenderedPageBreak/>
        <w:t xml:space="preserve">individuals’ characteristics are associated both with poorer employment prospects and with neighbourhood disadvantage. The relationship between neighbourhood disadvantage and </w:t>
      </w:r>
      <w:r>
        <w:t xml:space="preserve">participation in </w:t>
      </w:r>
      <w:r w:rsidRPr="00436A13">
        <w:t>employment may, therefore, not be ‘causal’, but simply reflect people’s limited choices when choosing a neighbourhood in which to live.</w:t>
      </w:r>
    </w:p>
    <w:p w:rsidR="003C59A8" w:rsidRPr="00436A13" w:rsidRDefault="003C59A8" w:rsidP="003C59A8">
      <w:pPr>
        <w:pStyle w:val="BodyText"/>
      </w:pPr>
      <w:r w:rsidRPr="00436A13">
        <w:t>Information about the process through which public housing tenants come to live where they do can be used to get around this statistical problem (</w:t>
      </w:r>
      <w:proofErr w:type="spellStart"/>
      <w:r w:rsidRPr="00436A13">
        <w:t>Hedman</w:t>
      </w:r>
      <w:proofErr w:type="spellEnd"/>
      <w:r w:rsidRPr="00436A13">
        <w:t xml:space="preserve"> and van Ham 2012). While private renters can select the neighbourhood in which they live to some extent (that is, subject to housing availability and their budget), public housing tenants tend to have less choice — their individual characteristics </w:t>
      </w:r>
      <w:r>
        <w:t>have</w:t>
      </w:r>
      <w:r w:rsidRPr="00436A13">
        <w:t xml:space="preserve"> less of an influence on where they live. Associations between neighbourhood disadvantage and individual</w:t>
      </w:r>
      <w:r>
        <w:t>s’ participation in</w:t>
      </w:r>
      <w:r w:rsidRPr="00436A13">
        <w:t xml:space="preserve"> employment among public housing residents are, therefore, more likely to reflect a causal relationship between neighbourhood and </w:t>
      </w:r>
      <w:r>
        <w:t xml:space="preserve">participation in </w:t>
      </w:r>
      <w:r w:rsidRPr="00436A13">
        <w:t>employment.</w:t>
      </w:r>
      <w:r>
        <w:rPr>
          <w:rStyle w:val="FootnoteReference"/>
        </w:rPr>
        <w:footnoteReference w:id="12"/>
      </w:r>
    </w:p>
    <w:p w:rsidR="003C59A8" w:rsidRDefault="003C59A8" w:rsidP="003C59A8">
      <w:pPr>
        <w:pStyle w:val="BodyText"/>
      </w:pPr>
      <w:r w:rsidRPr="00436A13">
        <w:t xml:space="preserve">Preliminary analysis for public housing tenants shows that living in a highly disadvantaged area is associated with lower levels of employment, but that this effect is really quite small, especially when compared with the influence of individual factors that affect </w:t>
      </w:r>
      <w:r>
        <w:t xml:space="preserve">participation in </w:t>
      </w:r>
      <w:r w:rsidRPr="00436A13">
        <w:t>employment (BP 5).</w:t>
      </w:r>
      <w:r>
        <w:rPr>
          <w:rStyle w:val="FootnoteReference"/>
        </w:rPr>
        <w:footnoteReference w:id="13"/>
      </w:r>
      <w:r w:rsidRPr="00436A13">
        <w:t xml:space="preserve"> This is an issue that could be explored further using the data accessed for this report (work that was outside the timeframe of this project).</w:t>
      </w:r>
    </w:p>
    <w:p w:rsidR="003C59A8" w:rsidRDefault="003C59A8" w:rsidP="003C59A8">
      <w:pPr>
        <w:pStyle w:val="BodyText"/>
      </w:pPr>
    </w:p>
    <w:p w:rsidR="003C59A8" w:rsidRDefault="003C59A8" w:rsidP="003C59A8">
      <w:pPr>
        <w:sectPr w:rsidR="003C59A8" w:rsidSect="003C59A8">
          <w:headerReference w:type="even" r:id="rId29"/>
          <w:headerReference w:type="default" r:id="rId30"/>
          <w:footerReference w:type="even" r:id="rId31"/>
          <w:footerReference w:type="default" r:id="rId32"/>
          <w:type w:val="oddPage"/>
          <w:pgSz w:w="11907" w:h="16840" w:code="9"/>
          <w:pgMar w:top="1985" w:right="1304" w:bottom="1247" w:left="1814" w:header="1701" w:footer="397" w:gutter="0"/>
          <w:pgNumType w:chapSep="period"/>
          <w:cols w:space="720"/>
          <w:docGrid w:linePitch="326"/>
        </w:sectPr>
      </w:pPr>
    </w:p>
    <w:p w:rsidR="003C59A8" w:rsidRDefault="003C59A8" w:rsidP="00100868">
      <w:pPr>
        <w:pStyle w:val="Heading1"/>
      </w:pPr>
      <w:r>
        <w:lastRenderedPageBreak/>
        <w:t>4</w:t>
      </w:r>
      <w:r>
        <w:tab/>
        <w:t>Welfare locks and stability effects</w:t>
      </w:r>
    </w:p>
    <w:p w:rsidR="003C59A8" w:rsidRDefault="003C59A8" w:rsidP="003C59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Tr="003C59A8">
        <w:tc>
          <w:tcPr>
            <w:tcW w:w="8771" w:type="dxa"/>
            <w:tcBorders>
              <w:top w:val="single" w:sz="6" w:space="0" w:color="78A22F"/>
              <w:left w:val="nil"/>
              <w:bottom w:val="nil"/>
              <w:right w:val="nil"/>
            </w:tcBorders>
            <w:shd w:val="clear" w:color="auto" w:fill="F2F2F2"/>
          </w:tcPr>
          <w:p w:rsidR="003C59A8" w:rsidRPr="00EA6FEF" w:rsidRDefault="003C59A8" w:rsidP="003C59A8">
            <w:pPr>
              <w:pStyle w:val="BoxTitle"/>
            </w:pPr>
            <w:r>
              <w:t>Key points</w:t>
            </w:r>
          </w:p>
        </w:tc>
      </w:tr>
      <w:tr w:rsidR="003C59A8" w:rsidTr="003C59A8">
        <w:trPr>
          <w:cantSplit/>
        </w:trPr>
        <w:tc>
          <w:tcPr>
            <w:tcW w:w="8771" w:type="dxa"/>
            <w:tcBorders>
              <w:top w:val="nil"/>
              <w:left w:val="nil"/>
              <w:bottom w:val="nil"/>
              <w:right w:val="nil"/>
            </w:tcBorders>
            <w:shd w:val="clear" w:color="auto" w:fill="F2F2F2"/>
          </w:tcPr>
          <w:p w:rsidR="003C59A8" w:rsidRDefault="003C59A8" w:rsidP="003C59A8">
            <w:pPr>
              <w:pStyle w:val="BoxListBullet"/>
            </w:pPr>
            <w:r>
              <w:t>Low income eligibility limits for public housing potentially create ‘welfare locks’, that is, an incentive for applicants to avoid employment in order to remain eligible for a property. To the extent that income limits also apply for tenants, welfare locks potentially exist for them too.</w:t>
            </w:r>
          </w:p>
          <w:p w:rsidR="003C59A8" w:rsidRDefault="003C59A8" w:rsidP="003C59A8">
            <w:pPr>
              <w:pStyle w:val="BoxListBullet"/>
            </w:pPr>
            <w:r>
              <w:t>For some tenants, the stable address and living arrangements that come with a move into public housing might facilitate employment (a stability effect).</w:t>
            </w:r>
          </w:p>
          <w:p w:rsidR="003C59A8" w:rsidRDefault="003C59A8" w:rsidP="003C59A8">
            <w:pPr>
              <w:pStyle w:val="BoxListBullet"/>
            </w:pPr>
            <w:r>
              <w:t>For eligible people, the financial incentives to enter and remain in public housing are strong.</w:t>
            </w:r>
          </w:p>
          <w:p w:rsidR="003C59A8" w:rsidRDefault="003C59A8" w:rsidP="003C59A8">
            <w:pPr>
              <w:pStyle w:val="BoxListBullet2"/>
            </w:pPr>
            <w:r>
              <w:t>The analysis shows that public housing tenants typically pay less rent than they would if renting an equivalent property in the private market and receiving Commonwealth Rent Assistance.</w:t>
            </w:r>
          </w:p>
          <w:p w:rsidR="003C59A8" w:rsidRDefault="003C59A8" w:rsidP="003C59A8">
            <w:pPr>
              <w:pStyle w:val="BoxListBullet2"/>
            </w:pPr>
            <w:r>
              <w:t>These financial incentives are stronger where private rents are higher.</w:t>
            </w:r>
          </w:p>
          <w:p w:rsidR="003C59A8" w:rsidRDefault="003C59A8" w:rsidP="003C59A8">
            <w:pPr>
              <w:pStyle w:val="BoxListBullet"/>
            </w:pPr>
            <w:r>
              <w:t>Public housing tenancies also appear to be much more stable than those of low income renters in the private market.</w:t>
            </w:r>
          </w:p>
          <w:p w:rsidR="003C59A8" w:rsidRPr="001C0142" w:rsidRDefault="003C59A8" w:rsidP="003C59A8">
            <w:pPr>
              <w:pStyle w:val="BoxListBullet2"/>
              <w:rPr>
                <w:spacing w:val="-2"/>
              </w:rPr>
            </w:pPr>
            <w:r w:rsidRPr="001C0142">
              <w:rPr>
                <w:spacing w:val="-2"/>
              </w:rPr>
              <w:t xml:space="preserve">Analysis of all income support recipients shows that housing stability is positively related to employment. Recipients who move once over the course of a year are predicted to have an employment rate nearly 4 percentage points below </w:t>
            </w:r>
            <w:r>
              <w:rPr>
                <w:spacing w:val="-2"/>
              </w:rPr>
              <w:t xml:space="preserve">that of </w:t>
            </w:r>
            <w:r w:rsidRPr="001C0142">
              <w:rPr>
                <w:spacing w:val="-2"/>
              </w:rPr>
              <w:t>their peers who do not move — a large difference in the context of an employment rate for non</w:t>
            </w:r>
            <w:r>
              <w:rPr>
                <w:spacing w:val="-2"/>
              </w:rPr>
              <w:noBreakHyphen/>
            </w:r>
            <w:r w:rsidRPr="001C0142">
              <w:rPr>
                <w:spacing w:val="-2"/>
              </w:rPr>
              <w:t>movers of about 21 per cent.</w:t>
            </w:r>
          </w:p>
          <w:p w:rsidR="003C59A8" w:rsidRDefault="003C59A8" w:rsidP="003C59A8">
            <w:pPr>
              <w:pStyle w:val="BoxListBullet"/>
            </w:pPr>
            <w:r>
              <w:t>A simple comparison of employment rates prior to and following a move into public housing reveals that, over the study period (2004 to 2013), employment rates increased both:</w:t>
            </w:r>
          </w:p>
          <w:p w:rsidR="003C59A8" w:rsidRDefault="003C59A8" w:rsidP="003C59A8">
            <w:pPr>
              <w:pStyle w:val="BoxListBullet2"/>
            </w:pPr>
            <w:r>
              <w:t>while applicants were on the waiting list, and</w:t>
            </w:r>
          </w:p>
          <w:p w:rsidR="003C59A8" w:rsidRDefault="003C59A8" w:rsidP="003C59A8">
            <w:pPr>
              <w:pStyle w:val="BoxListBullet2"/>
            </w:pPr>
            <w:r>
              <w:t>following a move into public housing.</w:t>
            </w:r>
          </w:p>
          <w:p w:rsidR="003C59A8" w:rsidRDefault="003C59A8" w:rsidP="003C59A8">
            <w:pPr>
              <w:pStyle w:val="BoxListBullet"/>
            </w:pPr>
            <w:r>
              <w:t>Overall, the simple analysis is:</w:t>
            </w:r>
          </w:p>
          <w:p w:rsidR="003C59A8" w:rsidRDefault="003C59A8" w:rsidP="003C59A8">
            <w:pPr>
              <w:pStyle w:val="BoxListBullet2"/>
            </w:pPr>
            <w:r>
              <w:t>not strongly suggestive of welfare locks for applicants in either South Australia or Western Australia</w:t>
            </w:r>
          </w:p>
          <w:p w:rsidR="003C59A8" w:rsidRPr="004F7841" w:rsidRDefault="003C59A8" w:rsidP="003C59A8">
            <w:pPr>
              <w:pStyle w:val="BoxListBullet2"/>
            </w:pPr>
            <w:r>
              <w:rPr>
                <w:spacing w:val="-2"/>
              </w:rPr>
              <w:t>consistent with a positive stability effect for some tenants</w:t>
            </w:r>
          </w:p>
          <w:p w:rsidR="003C59A8" w:rsidRDefault="003C59A8" w:rsidP="003C59A8">
            <w:pPr>
              <w:pStyle w:val="BoxListBullet2"/>
            </w:pPr>
            <w:r>
              <w:rPr>
                <w:spacing w:val="-2"/>
              </w:rPr>
              <w:t>not consistent with welfare locks for tenants in Western Australia.</w:t>
            </w:r>
          </w:p>
          <w:p w:rsidR="003C59A8" w:rsidRDefault="003C59A8" w:rsidP="003C59A8">
            <w:pPr>
              <w:pStyle w:val="BoxListBullet"/>
            </w:pPr>
            <w:r>
              <w:t>Stronger conclusions could be drawn with more accurate data on applicants’ employment.</w:t>
            </w:r>
          </w:p>
        </w:tc>
      </w:tr>
      <w:tr w:rsidR="003C59A8" w:rsidTr="003C59A8">
        <w:trPr>
          <w:cantSplit/>
        </w:trPr>
        <w:tc>
          <w:tcPr>
            <w:tcW w:w="8771" w:type="dxa"/>
            <w:tcBorders>
              <w:top w:val="nil"/>
              <w:left w:val="nil"/>
              <w:bottom w:val="single" w:sz="6" w:space="0" w:color="78A22F"/>
              <w:right w:val="nil"/>
            </w:tcBorders>
            <w:shd w:val="clear" w:color="auto" w:fill="F2F2F2"/>
          </w:tcPr>
          <w:p w:rsidR="003C59A8" w:rsidRDefault="003C59A8" w:rsidP="003C59A8">
            <w:pPr>
              <w:pStyle w:val="Box"/>
              <w:spacing w:before="0" w:line="120" w:lineRule="exact"/>
            </w:pPr>
          </w:p>
        </w:tc>
      </w:tr>
      <w:tr w:rsidR="003C59A8" w:rsidRPr="000863A5"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p w:rsidR="003C59A8" w:rsidRPr="007F63F4" w:rsidRDefault="003C59A8" w:rsidP="00100868">
      <w:pPr>
        <w:pStyle w:val="BodyText"/>
        <w:spacing w:before="200"/>
      </w:pPr>
      <w:r w:rsidRPr="007F63F4">
        <w:t>In chapter</w:t>
      </w:r>
      <w:r>
        <w:t> </w:t>
      </w:r>
      <w:r w:rsidRPr="007F63F4">
        <w:t xml:space="preserve">1, it was suggested that the rules governing entry </w:t>
      </w:r>
      <w:r>
        <w:t>in</w:t>
      </w:r>
      <w:r w:rsidRPr="007F63F4">
        <w:t xml:space="preserve">to social housing might affect the work activity of people on waiting lists. Properties are typically only allocated to people on low incomes. </w:t>
      </w:r>
      <w:r>
        <w:t>Once people have moved into public housing</w:t>
      </w:r>
      <w:r w:rsidRPr="007F63F4">
        <w:t xml:space="preserve">, in many states, </w:t>
      </w:r>
      <w:r>
        <w:t xml:space="preserve">they have security of </w:t>
      </w:r>
      <w:r w:rsidRPr="007F63F4">
        <w:t xml:space="preserve">tenure even if </w:t>
      </w:r>
      <w:r>
        <w:t>their</w:t>
      </w:r>
      <w:r w:rsidRPr="007F63F4">
        <w:t xml:space="preserve"> income rises (BP 1). The theory is that an applicant might choose not to work while waiting for social housing to ensure that their income remains low, and enter employment after being allocated a property. This is known as the ‘welfare lock’ hypothesis.</w:t>
      </w:r>
    </w:p>
    <w:p w:rsidR="003C59A8" w:rsidRDefault="003C59A8" w:rsidP="003C59A8">
      <w:pPr>
        <w:pStyle w:val="BodyText"/>
      </w:pPr>
      <w:r>
        <w:lastRenderedPageBreak/>
        <w:t>An alternative hypothesis was also raised in chapter 1. The stability provided by ongoing tenure in social housing might mean that a person is better able to work (and study) than would be the case if they were renting privately.</w:t>
      </w:r>
    </w:p>
    <w:p w:rsidR="003C59A8" w:rsidRDefault="003C59A8" w:rsidP="003C59A8">
      <w:pPr>
        <w:pStyle w:val="BodyText"/>
      </w:pPr>
      <w:r>
        <w:t>Chapter 1 also raised the possibility that welfare locks might apply to tenants in states where ongoing tenancy is contingent on tenants remaining below an income threshold.</w:t>
      </w:r>
    </w:p>
    <w:p w:rsidR="003C59A8" w:rsidRDefault="003C59A8" w:rsidP="003C59A8">
      <w:pPr>
        <w:pStyle w:val="BodyText"/>
      </w:pPr>
      <w:r>
        <w:t>Little change in employment rates while applicants are on a waiting list, followed by higher rates of employment on entry into social housing could be consistent with welfare locks or stability effects. This chapter examines whether there is any evidence of either effect in the public housing systems of South Australia and Western Australia — the two states that provided data suitable to such an analysis. The question of whether welfare locks exist for tenants in Western Australia, where income limits apply to tenants, is also considered. A summary of findings from previous research opens the chapter (section 4.1). The novel data used in the analysis are then described (section 4.2), and research results are presented (section 4.3). The chapter is based on more detailed analysis that is presented in BP 4 and BP 6.</w:t>
      </w:r>
    </w:p>
    <w:p w:rsidR="003C59A8" w:rsidRDefault="00F2785D" w:rsidP="003C59A8">
      <w:pPr>
        <w:pStyle w:val="Heading2"/>
      </w:pPr>
      <w:r>
        <w:fldChar w:fldCharType="begin" w:fldLock="1"/>
      </w:r>
      <w:r>
        <w:instrText xml:space="preserve"> COMMENTS  \* MERGEFORMAT </w:instrText>
      </w:r>
      <w:r>
        <w:fldChar w:fldCharType="separate"/>
      </w:r>
      <w:r w:rsidR="003C59A8">
        <w:t>4.</w:t>
      </w:r>
      <w:r>
        <w:fldChar w:fldCharType="end"/>
      </w:r>
      <w:r w:rsidR="00FB0E2F">
        <w:fldChar w:fldCharType="begin" w:fldLock="1"/>
      </w:r>
      <w:r w:rsidR="00FB0E2F">
        <w:instrText xml:space="preserve"> SEQ Heading2 </w:instrText>
      </w:r>
      <w:r w:rsidR="00FB0E2F">
        <w:fldChar w:fldCharType="separate"/>
      </w:r>
      <w:r w:rsidR="003C59A8">
        <w:rPr>
          <w:noProof/>
        </w:rPr>
        <w:t>1</w:t>
      </w:r>
      <w:r w:rsidR="00FB0E2F">
        <w:rPr>
          <w:noProof/>
        </w:rPr>
        <w:fldChar w:fldCharType="end"/>
      </w:r>
      <w:r w:rsidR="003C59A8">
        <w:tab/>
        <w:t>Findings from previous research</w:t>
      </w:r>
    </w:p>
    <w:p w:rsidR="003C59A8" w:rsidRDefault="003C59A8" w:rsidP="003C59A8">
      <w:pPr>
        <w:pStyle w:val="BodyText"/>
      </w:pPr>
      <w:r>
        <w:t xml:space="preserve">Only one Australian study has tested the welfare lock hypothesis. Dockery et al. </w:t>
      </w:r>
      <w:r w:rsidRPr="00BE121E">
        <w:t>(</w:t>
      </w:r>
      <w:proofErr w:type="spellStart"/>
      <w:r w:rsidRPr="00BE121E">
        <w:t>2008</w:t>
      </w:r>
      <w:r>
        <w:t>b</w:t>
      </w:r>
      <w:proofErr w:type="spellEnd"/>
      <w:r w:rsidRPr="00BE121E">
        <w:t>)</w:t>
      </w:r>
      <w:r>
        <w:t xml:space="preserve"> analysed the employment outcomes of public housing applicants and tenants in Western Australia between 1999 and 2006, concluding that:</w:t>
      </w:r>
    </w:p>
    <w:p w:rsidR="003C59A8" w:rsidRDefault="003C59A8" w:rsidP="003C59A8">
      <w:pPr>
        <w:pStyle w:val="Quote"/>
      </w:pPr>
      <w:r>
        <w:t xml:space="preserve">… there is a </w:t>
      </w:r>
      <w:proofErr w:type="spellStart"/>
      <w:r>
        <w:t>sizeable</w:t>
      </w:r>
      <w:proofErr w:type="spellEnd"/>
      <w:r>
        <w:t xml:space="preserve"> ‘lock</w:t>
      </w:r>
      <w:r>
        <w:noBreakHyphen/>
        <w:t>in’ effect created by the rationing of public housing … We believe there is also evidence of an enabling effect of entering public housing through stability of tenure and the release of tenants’ resources that can boost economic participation. (p. 71)</w:t>
      </w:r>
    </w:p>
    <w:p w:rsidR="003C59A8" w:rsidRDefault="003C59A8" w:rsidP="003C59A8">
      <w:pPr>
        <w:pStyle w:val="BodyText"/>
      </w:pPr>
      <w:r>
        <w:t>In terms of the size of the effect of public housing on employment, they found that:</w:t>
      </w:r>
    </w:p>
    <w:p w:rsidR="003C59A8" w:rsidRDefault="003C59A8" w:rsidP="003C59A8">
      <w:pPr>
        <w:pStyle w:val="Quote"/>
      </w:pPr>
      <w:r>
        <w:t>After controlling for other factors that might influence employment outcomes, entering public housing is estimated to increase the probability of being employed by around 11 percentage points for males and 5 percentage points for females. (p. 70)</w:t>
      </w:r>
    </w:p>
    <w:p w:rsidR="003C59A8" w:rsidRPr="00B720AF" w:rsidRDefault="003C59A8" w:rsidP="003C59A8">
      <w:pPr>
        <w:pStyle w:val="BodyText"/>
        <w:rPr>
          <w:spacing w:val="-2"/>
        </w:rPr>
      </w:pPr>
      <w:r w:rsidRPr="00B720AF">
        <w:rPr>
          <w:spacing w:val="-2"/>
        </w:rPr>
        <w:t xml:space="preserve">Some survey evidence also suggests that welfare locks might exist. </w:t>
      </w:r>
      <w:proofErr w:type="spellStart"/>
      <w:r w:rsidRPr="00B720AF">
        <w:rPr>
          <w:spacing w:val="-2"/>
        </w:rPr>
        <w:t>Hulse</w:t>
      </w:r>
      <w:proofErr w:type="spellEnd"/>
      <w:r w:rsidRPr="00B720AF">
        <w:rPr>
          <w:spacing w:val="-2"/>
        </w:rPr>
        <w:t xml:space="preserve"> and </w:t>
      </w:r>
      <w:proofErr w:type="spellStart"/>
      <w:r w:rsidRPr="00B720AF">
        <w:rPr>
          <w:spacing w:val="-2"/>
        </w:rPr>
        <w:t>Saugeres</w:t>
      </w:r>
      <w:proofErr w:type="spellEnd"/>
      <w:r w:rsidRPr="00B720AF">
        <w:rPr>
          <w:spacing w:val="-2"/>
        </w:rPr>
        <w:t xml:space="preserve"> (2008) interviewed 105 housing assistance recipients in New South Wales and Victoria:</w:t>
      </w:r>
    </w:p>
    <w:p w:rsidR="003C59A8" w:rsidRPr="007D35E7" w:rsidRDefault="003C59A8" w:rsidP="003C59A8">
      <w:pPr>
        <w:pStyle w:val="Quote"/>
      </w:pPr>
      <w:r>
        <w:t>Several respondents were renting privately but were waiting for public housing and did not want to work or look for work so that they could remain eligible. (p. 53)</w:t>
      </w:r>
    </w:p>
    <w:p w:rsidR="003C59A8" w:rsidRDefault="003C59A8" w:rsidP="003C59A8">
      <w:pPr>
        <w:pStyle w:val="BodyText"/>
      </w:pPr>
      <w:r>
        <w:t>Some of the responses also suggested a link between housing stability and employment:</w:t>
      </w:r>
    </w:p>
    <w:p w:rsidR="003C59A8" w:rsidRDefault="003C59A8" w:rsidP="003C59A8">
      <w:pPr>
        <w:pStyle w:val="Quote"/>
      </w:pPr>
      <w:r>
        <w:t>Lack of housing stability impacted on employment participation in that several people said that it was important for them to feel settled first in their housing and have housing security before they could look for paid work. (p. 55)</w:t>
      </w:r>
    </w:p>
    <w:p w:rsidR="003C59A8" w:rsidRPr="00002947" w:rsidRDefault="003C59A8" w:rsidP="003C59A8">
      <w:pPr>
        <w:pStyle w:val="BodyText"/>
        <w:rPr>
          <w:lang w:val="en-US"/>
        </w:rPr>
      </w:pPr>
      <w:r>
        <w:rPr>
          <w:lang w:val="en-US"/>
        </w:rPr>
        <w:lastRenderedPageBreak/>
        <w:t xml:space="preserve">Other research hasn’t found a clear cut relationship between employment and a move into public housing. </w:t>
      </w:r>
      <w:r w:rsidRPr="00721149">
        <w:rPr>
          <w:lang w:val="en-US"/>
        </w:rPr>
        <w:t xml:space="preserve">Phipps and Young </w:t>
      </w:r>
      <w:r w:rsidRPr="00721149">
        <w:t>(2005)</w:t>
      </w:r>
      <w:r>
        <w:rPr>
          <w:lang w:val="en-US"/>
        </w:rPr>
        <w:t xml:space="preserve"> </w:t>
      </w:r>
      <w:r>
        <w:t>interviewed 178 tenants just after they had moved into public housing and 151 about six months later. They found that:</w:t>
      </w:r>
    </w:p>
    <w:p w:rsidR="003C59A8" w:rsidRDefault="003C59A8" w:rsidP="003C59A8">
      <w:pPr>
        <w:pStyle w:val="Quote"/>
      </w:pPr>
      <w:r>
        <w:t xml:space="preserve">In some cases households used the extra disposable income generated by savings on rent to reduce their employment … On the other side of the ledger, the increase in </w:t>
      </w:r>
      <w:proofErr w:type="spellStart"/>
      <w:r>
        <w:t>self esteem</w:t>
      </w:r>
      <w:proofErr w:type="spellEnd"/>
      <w:r>
        <w:t xml:space="preserve"> reported by some respondents meant they wanted to work on their career … The additional disposable income also meant respondents had additional resources available for job searches. (p. 72)</w:t>
      </w:r>
    </w:p>
    <w:p w:rsidR="003C59A8" w:rsidRDefault="003C59A8" w:rsidP="003C59A8">
      <w:pPr>
        <w:pStyle w:val="BodyText"/>
      </w:pPr>
      <w:r>
        <w:t>This chapter adds to the previous research by examining more recent evidence for Western Australia and analysing the situation in another state — South Australia.</w:t>
      </w:r>
    </w:p>
    <w:p w:rsidR="003C59A8" w:rsidRDefault="00F2785D" w:rsidP="003C59A8">
      <w:pPr>
        <w:pStyle w:val="Heading2"/>
      </w:pPr>
      <w:r>
        <w:fldChar w:fldCharType="begin" w:fldLock="1"/>
      </w:r>
      <w:r>
        <w:instrText xml:space="preserve"> COMMENTS  \</w:instrText>
      </w:r>
      <w:r>
        <w:instrText xml:space="preserve">* MERGEFORMAT </w:instrText>
      </w:r>
      <w:r>
        <w:fldChar w:fldCharType="separate"/>
      </w:r>
      <w:r w:rsidR="003C59A8">
        <w:t>4.</w:t>
      </w:r>
      <w:r>
        <w:fldChar w:fldCharType="end"/>
      </w:r>
      <w:r w:rsidR="00FB0E2F">
        <w:fldChar w:fldCharType="begin" w:fldLock="1"/>
      </w:r>
      <w:r w:rsidR="00FB0E2F">
        <w:instrText xml:space="preserve"> SEQ Heading2 </w:instrText>
      </w:r>
      <w:r w:rsidR="00FB0E2F">
        <w:fldChar w:fldCharType="separate"/>
      </w:r>
      <w:r w:rsidR="003C59A8">
        <w:rPr>
          <w:noProof/>
        </w:rPr>
        <w:t>2</w:t>
      </w:r>
      <w:r w:rsidR="00FB0E2F">
        <w:rPr>
          <w:noProof/>
        </w:rPr>
        <w:fldChar w:fldCharType="end"/>
      </w:r>
      <w:r w:rsidR="003C59A8">
        <w:tab/>
        <w:t>Data used in the analysis</w:t>
      </w:r>
    </w:p>
    <w:p w:rsidR="003C59A8" w:rsidRDefault="003C59A8" w:rsidP="003C59A8">
      <w:pPr>
        <w:pStyle w:val="Heading3"/>
        <w:spacing w:before="280"/>
      </w:pPr>
      <w:r>
        <w:t>Where the data come from</w:t>
      </w:r>
    </w:p>
    <w:p w:rsidR="003C59A8" w:rsidRDefault="003C59A8" w:rsidP="003C59A8">
      <w:pPr>
        <w:pStyle w:val="BodyText"/>
      </w:pPr>
      <w:r>
        <w:t xml:space="preserve">Following Dockery et al. </w:t>
      </w:r>
      <w:r w:rsidRPr="00BE121E">
        <w:t>(</w:t>
      </w:r>
      <w:proofErr w:type="spellStart"/>
      <w:r w:rsidRPr="00BE121E">
        <w:t>2008</w:t>
      </w:r>
      <w:r>
        <w:t>b</w:t>
      </w:r>
      <w:proofErr w:type="spellEnd"/>
      <w:r w:rsidRPr="00BE121E">
        <w:t>)</w:t>
      </w:r>
      <w:r>
        <w:t>, the research in this chapter is based on datasets built from administrative records for public housing applicants and tenants. The records were created by the state housing authorities (</w:t>
      </w:r>
      <w:proofErr w:type="spellStart"/>
      <w:r>
        <w:t>SHAs</w:t>
      </w:r>
      <w:proofErr w:type="spellEnd"/>
      <w:r>
        <w:t>) of South Australia and Western Australia in the course of administering public housing waiting lists and managing public housing.</w:t>
      </w:r>
      <w:r>
        <w:rPr>
          <w:rStyle w:val="FootnoteReference"/>
        </w:rPr>
        <w:footnoteReference w:id="14"/>
      </w:r>
      <w:r>
        <w:t xml:space="preserve"> The datasets could not have been constructed without the assistance of staff in the respective </w:t>
      </w:r>
      <w:proofErr w:type="spellStart"/>
      <w:r>
        <w:t>SHAs</w:t>
      </w:r>
      <w:proofErr w:type="spellEnd"/>
      <w:r>
        <w:t>, and the Commission is very grateful for their help.</w:t>
      </w:r>
    </w:p>
    <w:p w:rsidR="003C59A8" w:rsidRDefault="003C59A8" w:rsidP="003C59A8">
      <w:pPr>
        <w:pStyle w:val="BodyText"/>
      </w:pPr>
      <w:r>
        <w:t>The data span 2004 to 2013, and include information about applicants’ and tenants’:</w:t>
      </w:r>
    </w:p>
    <w:p w:rsidR="003C59A8" w:rsidRDefault="003C59A8" w:rsidP="003C59A8">
      <w:pPr>
        <w:pStyle w:val="ListBullet"/>
      </w:pPr>
      <w:r>
        <w:t>demographic characteristics</w:t>
      </w:r>
    </w:p>
    <w:p w:rsidR="003C59A8" w:rsidRDefault="003C59A8" w:rsidP="003C59A8">
      <w:pPr>
        <w:pStyle w:val="ListBullet"/>
      </w:pPr>
      <w:r>
        <w:t>income from different sources (including employment)</w:t>
      </w:r>
    </w:p>
    <w:p w:rsidR="003C59A8" w:rsidRDefault="003C59A8" w:rsidP="003C59A8">
      <w:pPr>
        <w:pStyle w:val="ListBullet"/>
      </w:pPr>
      <w:r>
        <w:t>level of housing need while on the waiting list.</w:t>
      </w:r>
    </w:p>
    <w:p w:rsidR="003C59A8" w:rsidRPr="00F44C68" w:rsidRDefault="003C59A8" w:rsidP="003C59A8">
      <w:pPr>
        <w:pStyle w:val="BodyText"/>
        <w:rPr>
          <w:spacing w:val="-2"/>
        </w:rPr>
      </w:pPr>
      <w:r w:rsidRPr="00F44C68">
        <w:rPr>
          <w:spacing w:val="-2"/>
        </w:rPr>
        <w:t>Information about employment status was not collected. Instead, it is assumed that applicants or tenants who reported employment income were employed. This approach is likely to be reasonable for tenants, but there is a question mark over the data for applicants.</w:t>
      </w:r>
    </w:p>
    <w:p w:rsidR="003C59A8" w:rsidRPr="00100868" w:rsidRDefault="003C59A8" w:rsidP="003C59A8">
      <w:pPr>
        <w:pStyle w:val="BodyText"/>
        <w:rPr>
          <w:spacing w:val="-4"/>
        </w:rPr>
      </w:pPr>
      <w:r w:rsidRPr="00100868">
        <w:rPr>
          <w:spacing w:val="-4"/>
        </w:rPr>
        <w:t>Information about tenants’ incomes is collected regularly (at least twice yearly in South Australia and annually in Western Australia). Information for applicants is collected when they enter the waiting list, and at entry to public housing.</w:t>
      </w:r>
      <w:r w:rsidRPr="00100868">
        <w:rPr>
          <w:rStyle w:val="FootnoteReference"/>
          <w:spacing w:val="-4"/>
        </w:rPr>
        <w:footnoteReference w:id="15"/>
      </w:r>
      <w:r w:rsidRPr="00100868">
        <w:rPr>
          <w:spacing w:val="-4"/>
        </w:rPr>
        <w:t xml:space="preserve"> Applicants are asked to notify state housing authorities of any change in their circumstances while waiting for a tenancy but, in Western Australia at least, housing officials believe this happens rarely (Dyson, G., </w:t>
      </w:r>
      <w:proofErr w:type="spellStart"/>
      <w:r w:rsidRPr="00100868">
        <w:rPr>
          <w:spacing w:val="-4"/>
        </w:rPr>
        <w:t>Dept</w:t>
      </w:r>
      <w:proofErr w:type="spellEnd"/>
      <w:r w:rsidRPr="00100868">
        <w:rPr>
          <w:spacing w:val="-4"/>
        </w:rPr>
        <w:t xml:space="preserve"> of Housing, pers. comm., 15 January 2015). Information about applicants’ incomes is also collected if they apply for other services offered by a </w:t>
      </w:r>
      <w:proofErr w:type="spellStart"/>
      <w:r w:rsidRPr="00100868">
        <w:rPr>
          <w:spacing w:val="-4"/>
        </w:rPr>
        <w:t>SHA</w:t>
      </w:r>
      <w:proofErr w:type="spellEnd"/>
      <w:r w:rsidRPr="00100868">
        <w:rPr>
          <w:spacing w:val="-4"/>
        </w:rPr>
        <w:t>, in particular, bond assistance.</w:t>
      </w:r>
    </w:p>
    <w:p w:rsidR="003C59A8" w:rsidRDefault="003C59A8" w:rsidP="003C59A8">
      <w:pPr>
        <w:pStyle w:val="BodyText"/>
      </w:pPr>
      <w:r>
        <w:lastRenderedPageBreak/>
        <w:t>The administrative records from both South Australia and Western Australia include income observations for some applicants following their entry to the waiting list. However, because data are not collected regularly, and reporting by applicants might be patchy, estimated employment rates for applicants following entry to the waiting list are viewed with caution.</w:t>
      </w:r>
    </w:p>
    <w:p w:rsidR="003C59A8" w:rsidRDefault="003C59A8" w:rsidP="003C59A8">
      <w:pPr>
        <w:pStyle w:val="Heading3"/>
      </w:pPr>
      <w:r>
        <w:t>Key characteristics of public housing in South Australia and Western Australia</w:t>
      </w:r>
    </w:p>
    <w:p w:rsidR="003C59A8" w:rsidRPr="00775B13" w:rsidRDefault="003C59A8" w:rsidP="003C59A8">
      <w:pPr>
        <w:pStyle w:val="BodyText"/>
      </w:pPr>
      <w:r w:rsidRPr="00775B13">
        <w:t xml:space="preserve">Public housing is more prevalent in South Australia, and tenants typically have longer tenures than their peers in Western Australia (table 4.1). South Australia has much higher income eligibility thresholds — the highest in the country — and tenants can </w:t>
      </w:r>
      <w:r>
        <w:t xml:space="preserve">reasonably </w:t>
      </w:r>
      <w:r w:rsidRPr="00775B13">
        <w:t xml:space="preserve">expect </w:t>
      </w:r>
      <w:r>
        <w:t xml:space="preserve">to remain in public housing </w:t>
      </w:r>
      <w:r w:rsidRPr="00775B13">
        <w:t>provided they don’t breach lease conditions. Western Australia’s thresholds for applicants are the lowest in the country. From 2006, similar thresholds have applied to tenants.</w:t>
      </w:r>
    </w:p>
    <w:p w:rsidR="003C59A8" w:rsidRDefault="003C59A8" w:rsidP="003C59A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3C59A8" w:rsidTr="003C59A8">
        <w:tc>
          <w:tcPr>
            <w:tcW w:w="8771" w:type="dxa"/>
            <w:tcBorders>
              <w:top w:val="single" w:sz="6" w:space="0" w:color="78A22F"/>
              <w:left w:val="nil"/>
              <w:bottom w:val="nil"/>
              <w:right w:val="nil"/>
            </w:tcBorders>
            <w:shd w:val="clear" w:color="auto" w:fill="auto"/>
          </w:tcPr>
          <w:p w:rsidR="003C59A8" w:rsidRPr="00784A05" w:rsidRDefault="003C59A8" w:rsidP="003C59A8">
            <w:pPr>
              <w:pStyle w:val="TableTitle"/>
            </w:pPr>
            <w:r>
              <w:rPr>
                <w:b w:val="0"/>
              </w:rPr>
              <w:t xml:space="preserve">Table </w:t>
            </w:r>
            <w:r>
              <w:rPr>
                <w:b w:val="0"/>
              </w:rPr>
              <w:fldChar w:fldCharType="begin" w:fldLock="1"/>
            </w:r>
            <w:r>
              <w:rPr>
                <w:b w:val="0"/>
              </w:rPr>
              <w:instrText xml:space="preserve"> COMMENTS  \* MERGEFORMAT </w:instrText>
            </w:r>
            <w:r>
              <w:rPr>
                <w:b w:val="0"/>
              </w:rPr>
              <w:fldChar w:fldCharType="separate"/>
            </w:r>
            <w:r>
              <w:rPr>
                <w:b w:val="0"/>
              </w:rPr>
              <w:t>4.</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1</w:t>
            </w:r>
            <w:r>
              <w:rPr>
                <w:b w:val="0"/>
              </w:rPr>
              <w:fldChar w:fldCharType="end"/>
            </w:r>
            <w:r>
              <w:tab/>
              <w:t>Key features of public housing administration in South Australia and Western Australia</w:t>
            </w:r>
          </w:p>
        </w:tc>
      </w:tr>
      <w:tr w:rsidR="003C59A8" w:rsidTr="003C59A8">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4090"/>
              <w:gridCol w:w="1416"/>
              <w:gridCol w:w="1419"/>
              <w:gridCol w:w="1562"/>
            </w:tblGrid>
            <w:tr w:rsidR="003C59A8" w:rsidTr="00010B00">
              <w:tc>
                <w:tcPr>
                  <w:tcW w:w="2410" w:type="pct"/>
                  <w:tcBorders>
                    <w:top w:val="single" w:sz="6" w:space="0" w:color="BFBFBF"/>
                    <w:bottom w:val="single" w:sz="6" w:space="0" w:color="BFBFBF"/>
                  </w:tcBorders>
                  <w:shd w:val="clear" w:color="auto" w:fill="auto"/>
                  <w:tcMar>
                    <w:top w:w="28" w:type="dxa"/>
                  </w:tcMar>
                </w:tcPr>
                <w:p w:rsidR="003C59A8" w:rsidRDefault="003C59A8" w:rsidP="003C59A8">
                  <w:pPr>
                    <w:pStyle w:val="TableColumnHeading"/>
                    <w:jc w:val="left"/>
                  </w:pPr>
                </w:p>
              </w:tc>
              <w:tc>
                <w:tcPr>
                  <w:tcW w:w="834" w:type="pct"/>
                  <w:tcBorders>
                    <w:top w:val="single" w:sz="6" w:space="0" w:color="BFBFBF"/>
                    <w:bottom w:val="single" w:sz="6" w:space="0" w:color="BFBFBF"/>
                  </w:tcBorders>
                </w:tcPr>
                <w:p w:rsidR="003C59A8" w:rsidRDefault="003C59A8" w:rsidP="00010B00">
                  <w:pPr>
                    <w:pStyle w:val="TableColumnHeading"/>
                    <w:jc w:val="left"/>
                  </w:pPr>
                  <w:r>
                    <w:t>Units</w:t>
                  </w:r>
                </w:p>
              </w:tc>
              <w:tc>
                <w:tcPr>
                  <w:tcW w:w="836" w:type="pct"/>
                  <w:tcBorders>
                    <w:top w:val="single" w:sz="6" w:space="0" w:color="BFBFBF"/>
                    <w:bottom w:val="single" w:sz="6" w:space="0" w:color="BFBFBF"/>
                  </w:tcBorders>
                  <w:shd w:val="clear" w:color="auto" w:fill="auto"/>
                  <w:tcMar>
                    <w:top w:w="28" w:type="dxa"/>
                  </w:tcMar>
                </w:tcPr>
                <w:p w:rsidR="003C59A8" w:rsidRDefault="003C59A8" w:rsidP="003C59A8">
                  <w:pPr>
                    <w:pStyle w:val="TableColumnHeading"/>
                  </w:pPr>
                  <w:r>
                    <w:t>South Australia</w:t>
                  </w:r>
                </w:p>
              </w:tc>
              <w:tc>
                <w:tcPr>
                  <w:tcW w:w="920" w:type="pct"/>
                  <w:tcBorders>
                    <w:top w:val="single" w:sz="6" w:space="0" w:color="BFBFBF"/>
                    <w:bottom w:val="single" w:sz="6" w:space="0" w:color="BFBFBF"/>
                  </w:tcBorders>
                  <w:shd w:val="clear" w:color="auto" w:fill="auto"/>
                  <w:tcMar>
                    <w:top w:w="28" w:type="dxa"/>
                  </w:tcMar>
                </w:tcPr>
                <w:p w:rsidR="003C59A8" w:rsidRDefault="003C59A8" w:rsidP="003C59A8">
                  <w:pPr>
                    <w:pStyle w:val="TableColumnHeading"/>
                    <w:ind w:right="28"/>
                  </w:pPr>
                  <w:r>
                    <w:t>Western Australia</w:t>
                  </w:r>
                </w:p>
              </w:tc>
            </w:tr>
            <w:tr w:rsidR="003C59A8" w:rsidTr="00010B00">
              <w:tc>
                <w:tcPr>
                  <w:tcW w:w="2410" w:type="pct"/>
                </w:tcPr>
                <w:p w:rsidR="003C59A8" w:rsidRDefault="003C59A8" w:rsidP="003C59A8">
                  <w:pPr>
                    <w:pStyle w:val="TableBodyText"/>
                    <w:jc w:val="left"/>
                  </w:pPr>
                  <w:r>
                    <w:t>Households in public housing at 30 June 2013</w:t>
                  </w:r>
                  <w:r w:rsidRPr="006C65AA">
                    <w:rPr>
                      <w:rStyle w:val="NoteLabel"/>
                    </w:rPr>
                    <w:t>a</w:t>
                  </w:r>
                </w:p>
              </w:tc>
              <w:tc>
                <w:tcPr>
                  <w:tcW w:w="834" w:type="pct"/>
                </w:tcPr>
                <w:p w:rsidR="003C59A8" w:rsidRDefault="003C59A8" w:rsidP="003C59A8">
                  <w:pPr>
                    <w:pStyle w:val="TableBodyText"/>
                    <w:jc w:val="left"/>
                  </w:pPr>
                  <w:r>
                    <w:t>Number</w:t>
                  </w:r>
                </w:p>
              </w:tc>
              <w:tc>
                <w:tcPr>
                  <w:tcW w:w="836" w:type="pct"/>
                </w:tcPr>
                <w:p w:rsidR="003C59A8" w:rsidRDefault="003C59A8" w:rsidP="003C59A8">
                  <w:pPr>
                    <w:pStyle w:val="TableBodyText"/>
                  </w:pPr>
                  <w:r>
                    <w:t>40 500</w:t>
                  </w:r>
                </w:p>
              </w:tc>
              <w:tc>
                <w:tcPr>
                  <w:tcW w:w="920" w:type="pct"/>
                </w:tcPr>
                <w:p w:rsidR="003C59A8" w:rsidRDefault="003C59A8" w:rsidP="003C59A8">
                  <w:pPr>
                    <w:pStyle w:val="TableBodyText"/>
                    <w:ind w:right="28"/>
                  </w:pPr>
                  <w:r>
                    <w:t>36 000</w:t>
                  </w:r>
                </w:p>
              </w:tc>
            </w:tr>
            <w:tr w:rsidR="003C59A8" w:rsidTr="00010B00">
              <w:tc>
                <w:tcPr>
                  <w:tcW w:w="2410" w:type="pct"/>
                </w:tcPr>
                <w:p w:rsidR="003C59A8" w:rsidRDefault="003C59A8" w:rsidP="003C59A8">
                  <w:pPr>
                    <w:pStyle w:val="TableBodyText"/>
                    <w:jc w:val="left"/>
                  </w:pPr>
                  <w:r>
                    <w:t>Mean tenancy duration at 30 June 2013</w:t>
                  </w:r>
                </w:p>
              </w:tc>
              <w:tc>
                <w:tcPr>
                  <w:tcW w:w="834" w:type="pct"/>
                </w:tcPr>
                <w:p w:rsidR="003C59A8" w:rsidRDefault="003C59A8" w:rsidP="003C59A8">
                  <w:pPr>
                    <w:pStyle w:val="TableBodyText"/>
                    <w:jc w:val="left"/>
                  </w:pPr>
                  <w:r>
                    <w:t>Years</w:t>
                  </w:r>
                </w:p>
              </w:tc>
              <w:tc>
                <w:tcPr>
                  <w:tcW w:w="836" w:type="pct"/>
                </w:tcPr>
                <w:p w:rsidR="003C59A8" w:rsidRDefault="003C59A8" w:rsidP="003C59A8">
                  <w:pPr>
                    <w:pStyle w:val="TableBodyText"/>
                  </w:pPr>
                  <w:r>
                    <w:t>13.1</w:t>
                  </w:r>
                </w:p>
              </w:tc>
              <w:tc>
                <w:tcPr>
                  <w:tcW w:w="920" w:type="pct"/>
                </w:tcPr>
                <w:p w:rsidR="003C59A8" w:rsidRDefault="003C59A8" w:rsidP="003C59A8">
                  <w:pPr>
                    <w:pStyle w:val="TableBodyText"/>
                    <w:ind w:right="28"/>
                  </w:pPr>
                  <w:r>
                    <w:t>7.7</w:t>
                  </w:r>
                </w:p>
              </w:tc>
            </w:tr>
            <w:tr w:rsidR="003C59A8" w:rsidTr="00010B00">
              <w:tc>
                <w:tcPr>
                  <w:tcW w:w="2410" w:type="pct"/>
                </w:tcPr>
                <w:p w:rsidR="003C59A8" w:rsidRDefault="003C59A8" w:rsidP="003C59A8">
                  <w:pPr>
                    <w:pStyle w:val="TableBodyText"/>
                    <w:jc w:val="left"/>
                  </w:pPr>
                  <w:r>
                    <w:t>Frequency of tenants’ rent assessments</w:t>
                  </w:r>
                </w:p>
              </w:tc>
              <w:tc>
                <w:tcPr>
                  <w:tcW w:w="834" w:type="pct"/>
                </w:tcPr>
                <w:p w:rsidR="003C59A8" w:rsidRDefault="003C59A8" w:rsidP="003C59A8">
                  <w:pPr>
                    <w:pStyle w:val="TableBodyText"/>
                    <w:jc w:val="left"/>
                  </w:pPr>
                </w:p>
              </w:tc>
              <w:tc>
                <w:tcPr>
                  <w:tcW w:w="836" w:type="pct"/>
                </w:tcPr>
                <w:p w:rsidR="003C59A8" w:rsidRDefault="003C59A8" w:rsidP="003C59A8">
                  <w:pPr>
                    <w:pStyle w:val="TableBodyText"/>
                  </w:pPr>
                  <w:r>
                    <w:t>Twice yearly</w:t>
                  </w:r>
                </w:p>
              </w:tc>
              <w:tc>
                <w:tcPr>
                  <w:tcW w:w="920" w:type="pct"/>
                </w:tcPr>
                <w:p w:rsidR="003C59A8" w:rsidRDefault="003C59A8" w:rsidP="003C59A8">
                  <w:pPr>
                    <w:pStyle w:val="TableBodyText"/>
                    <w:ind w:right="28"/>
                  </w:pPr>
                  <w:r>
                    <w:t>Annual</w:t>
                  </w:r>
                </w:p>
              </w:tc>
            </w:tr>
            <w:tr w:rsidR="003C59A8" w:rsidTr="00010B00">
              <w:tc>
                <w:tcPr>
                  <w:tcW w:w="2410" w:type="pct"/>
                </w:tcPr>
                <w:p w:rsidR="003C59A8" w:rsidRDefault="003C59A8" w:rsidP="003C59A8">
                  <w:pPr>
                    <w:pStyle w:val="TableBodyText"/>
                    <w:jc w:val="left"/>
                  </w:pPr>
                  <w:r>
                    <w:t>Households on waiting list at 30 June 2013</w:t>
                  </w:r>
                  <w:r w:rsidRPr="006C65AA">
                    <w:rPr>
                      <w:rStyle w:val="NoteLabel"/>
                    </w:rPr>
                    <w:t>a</w:t>
                  </w:r>
                </w:p>
              </w:tc>
              <w:tc>
                <w:tcPr>
                  <w:tcW w:w="834" w:type="pct"/>
                </w:tcPr>
                <w:p w:rsidR="003C59A8" w:rsidRDefault="003C59A8" w:rsidP="003C59A8">
                  <w:pPr>
                    <w:pStyle w:val="TableBodyText"/>
                    <w:jc w:val="left"/>
                  </w:pPr>
                  <w:r>
                    <w:t>Number</w:t>
                  </w:r>
                </w:p>
              </w:tc>
              <w:tc>
                <w:tcPr>
                  <w:tcW w:w="836" w:type="pct"/>
                </w:tcPr>
                <w:p w:rsidR="003C59A8" w:rsidRDefault="003C59A8" w:rsidP="003C59A8">
                  <w:pPr>
                    <w:pStyle w:val="TableBodyText"/>
                  </w:pPr>
                  <w:r>
                    <w:t>24 600</w:t>
                  </w:r>
                </w:p>
              </w:tc>
              <w:tc>
                <w:tcPr>
                  <w:tcW w:w="920" w:type="pct"/>
                </w:tcPr>
                <w:p w:rsidR="003C59A8" w:rsidRDefault="003C59A8" w:rsidP="003C59A8">
                  <w:pPr>
                    <w:pStyle w:val="TableBodyText"/>
                    <w:ind w:right="28"/>
                  </w:pPr>
                  <w:r>
                    <w:t>21 500</w:t>
                  </w:r>
                </w:p>
              </w:tc>
            </w:tr>
            <w:tr w:rsidR="003C59A8" w:rsidTr="00010B00">
              <w:tc>
                <w:tcPr>
                  <w:tcW w:w="2410" w:type="pct"/>
                </w:tcPr>
                <w:p w:rsidR="003C59A8" w:rsidRDefault="003C59A8" w:rsidP="003C59A8">
                  <w:pPr>
                    <w:pStyle w:val="TableBodyText"/>
                    <w:jc w:val="left"/>
                  </w:pPr>
                  <w:r>
                    <w:t>Waiting list categories for new applicants</w:t>
                  </w:r>
                </w:p>
              </w:tc>
              <w:tc>
                <w:tcPr>
                  <w:tcW w:w="834" w:type="pct"/>
                </w:tcPr>
                <w:p w:rsidR="003C59A8" w:rsidRDefault="003C59A8" w:rsidP="003C59A8">
                  <w:pPr>
                    <w:pStyle w:val="TableBodyText"/>
                    <w:jc w:val="left"/>
                  </w:pPr>
                  <w:r>
                    <w:t>Number</w:t>
                  </w:r>
                </w:p>
              </w:tc>
              <w:tc>
                <w:tcPr>
                  <w:tcW w:w="836" w:type="pct"/>
                </w:tcPr>
                <w:p w:rsidR="003C59A8" w:rsidRDefault="003C59A8" w:rsidP="003C59A8">
                  <w:pPr>
                    <w:pStyle w:val="TableBodyText"/>
                  </w:pPr>
                  <w:r>
                    <w:t>3</w:t>
                  </w:r>
                </w:p>
              </w:tc>
              <w:tc>
                <w:tcPr>
                  <w:tcW w:w="920" w:type="pct"/>
                </w:tcPr>
                <w:p w:rsidR="003C59A8" w:rsidRDefault="003C59A8" w:rsidP="003C59A8">
                  <w:pPr>
                    <w:pStyle w:val="TableBodyText"/>
                    <w:ind w:right="28"/>
                  </w:pPr>
                  <w:r>
                    <w:t>2</w:t>
                  </w:r>
                </w:p>
              </w:tc>
            </w:tr>
            <w:tr w:rsidR="003C59A8" w:rsidTr="00010B00">
              <w:tc>
                <w:tcPr>
                  <w:tcW w:w="2410" w:type="pct"/>
                </w:tcPr>
                <w:p w:rsidR="003C59A8" w:rsidRDefault="003C59A8" w:rsidP="003C59A8">
                  <w:pPr>
                    <w:pStyle w:val="TableBodyText"/>
                    <w:jc w:val="left"/>
                  </w:pPr>
                  <w:r>
                    <w:t>Allocations to highest needs applicants, 2013</w:t>
                  </w:r>
                </w:p>
              </w:tc>
              <w:tc>
                <w:tcPr>
                  <w:tcW w:w="834" w:type="pct"/>
                </w:tcPr>
                <w:p w:rsidR="003C59A8" w:rsidRDefault="003C59A8" w:rsidP="003C59A8">
                  <w:pPr>
                    <w:pStyle w:val="TableBodyText"/>
                    <w:jc w:val="left"/>
                  </w:pPr>
                  <w:r>
                    <w:t>Per cent</w:t>
                  </w:r>
                </w:p>
              </w:tc>
              <w:tc>
                <w:tcPr>
                  <w:tcW w:w="836" w:type="pct"/>
                </w:tcPr>
                <w:p w:rsidR="003C59A8" w:rsidRDefault="003C59A8" w:rsidP="003C59A8">
                  <w:pPr>
                    <w:pStyle w:val="TableBodyText"/>
                  </w:pPr>
                  <w:r>
                    <w:t>85</w:t>
                  </w:r>
                </w:p>
              </w:tc>
              <w:tc>
                <w:tcPr>
                  <w:tcW w:w="920" w:type="pct"/>
                </w:tcPr>
                <w:p w:rsidR="003C59A8" w:rsidRDefault="003C59A8" w:rsidP="003C59A8">
                  <w:pPr>
                    <w:pStyle w:val="TableBodyText"/>
                    <w:ind w:right="28"/>
                  </w:pPr>
                  <w:r>
                    <w:t>48</w:t>
                  </w:r>
                </w:p>
              </w:tc>
            </w:tr>
            <w:tr w:rsidR="003C59A8" w:rsidTr="00010B00">
              <w:tc>
                <w:tcPr>
                  <w:tcW w:w="2410" w:type="pct"/>
                </w:tcPr>
                <w:p w:rsidR="003C59A8" w:rsidRDefault="003C59A8" w:rsidP="003C59A8">
                  <w:pPr>
                    <w:pStyle w:val="TableBodyText"/>
                    <w:jc w:val="left"/>
                  </w:pPr>
                  <w:r>
                    <w:t>Median time to allocation, high needs applicants, 2012</w:t>
                  </w:r>
                  <w:r>
                    <w:noBreakHyphen/>
                    <w:t>13</w:t>
                  </w:r>
                </w:p>
              </w:tc>
              <w:tc>
                <w:tcPr>
                  <w:tcW w:w="834" w:type="pct"/>
                </w:tcPr>
                <w:p w:rsidR="003C59A8" w:rsidRDefault="003C59A8" w:rsidP="003C59A8">
                  <w:pPr>
                    <w:pStyle w:val="TableBodyText"/>
                    <w:jc w:val="left"/>
                  </w:pPr>
                  <w:r>
                    <w:t>Days</w:t>
                  </w:r>
                </w:p>
              </w:tc>
              <w:tc>
                <w:tcPr>
                  <w:tcW w:w="836" w:type="pct"/>
                </w:tcPr>
                <w:p w:rsidR="003C59A8" w:rsidRDefault="003C59A8" w:rsidP="003C59A8">
                  <w:pPr>
                    <w:pStyle w:val="TableBodyText"/>
                  </w:pPr>
                  <w:r>
                    <w:t>250</w:t>
                  </w:r>
                </w:p>
              </w:tc>
              <w:tc>
                <w:tcPr>
                  <w:tcW w:w="920" w:type="pct"/>
                </w:tcPr>
                <w:p w:rsidR="003C59A8" w:rsidRDefault="003C59A8" w:rsidP="003C59A8">
                  <w:pPr>
                    <w:pStyle w:val="TableBodyText"/>
                    <w:ind w:right="28"/>
                  </w:pPr>
                  <w:r>
                    <w:t>504</w:t>
                  </w:r>
                </w:p>
              </w:tc>
            </w:tr>
            <w:tr w:rsidR="003C59A8" w:rsidTr="00010B00">
              <w:tc>
                <w:tcPr>
                  <w:tcW w:w="2410" w:type="pct"/>
                </w:tcPr>
                <w:p w:rsidR="003C59A8" w:rsidRDefault="003C59A8" w:rsidP="003C59A8">
                  <w:pPr>
                    <w:pStyle w:val="TableBodyText"/>
                    <w:jc w:val="left"/>
                  </w:pPr>
                  <w:r>
                    <w:t>Income limit for applicants</w:t>
                  </w:r>
                  <w:r w:rsidRPr="00C31BE8">
                    <w:rPr>
                      <w:rStyle w:val="NoteLabel"/>
                    </w:rPr>
                    <w:t>b</w:t>
                  </w:r>
                </w:p>
              </w:tc>
              <w:tc>
                <w:tcPr>
                  <w:tcW w:w="834" w:type="pct"/>
                </w:tcPr>
                <w:p w:rsidR="003C59A8" w:rsidRDefault="003C59A8" w:rsidP="00010B00">
                  <w:pPr>
                    <w:pStyle w:val="TableBodyText"/>
                    <w:ind w:right="0"/>
                    <w:jc w:val="left"/>
                  </w:pPr>
                  <w:r>
                    <w:t>Dollars per week</w:t>
                  </w:r>
                </w:p>
              </w:tc>
              <w:tc>
                <w:tcPr>
                  <w:tcW w:w="836" w:type="pct"/>
                </w:tcPr>
                <w:p w:rsidR="003C59A8" w:rsidRDefault="003C59A8" w:rsidP="003C59A8">
                  <w:pPr>
                    <w:pStyle w:val="TableBodyText"/>
                  </w:pPr>
                  <w:r>
                    <w:t>970</w:t>
                  </w:r>
                </w:p>
              </w:tc>
              <w:tc>
                <w:tcPr>
                  <w:tcW w:w="920" w:type="pct"/>
                </w:tcPr>
                <w:p w:rsidR="003C59A8" w:rsidRDefault="003C59A8" w:rsidP="003C59A8">
                  <w:pPr>
                    <w:pStyle w:val="TableBodyText"/>
                    <w:ind w:right="28"/>
                  </w:pPr>
                  <w:r>
                    <w:t>430</w:t>
                  </w:r>
                </w:p>
              </w:tc>
            </w:tr>
            <w:tr w:rsidR="003C59A8" w:rsidTr="00010B00">
              <w:tc>
                <w:tcPr>
                  <w:tcW w:w="2410" w:type="pct"/>
                  <w:tcBorders>
                    <w:bottom w:val="single" w:sz="6" w:space="0" w:color="BFBFBF" w:themeColor="background1" w:themeShade="BF"/>
                  </w:tcBorders>
                </w:tcPr>
                <w:p w:rsidR="003C59A8" w:rsidRDefault="003C59A8" w:rsidP="003C59A8">
                  <w:pPr>
                    <w:pStyle w:val="TableBodyText"/>
                    <w:jc w:val="left"/>
                  </w:pPr>
                  <w:r>
                    <w:t>Income limits apply to tenants</w:t>
                  </w:r>
                </w:p>
              </w:tc>
              <w:tc>
                <w:tcPr>
                  <w:tcW w:w="834" w:type="pct"/>
                  <w:tcBorders>
                    <w:bottom w:val="single" w:sz="6" w:space="0" w:color="BFBFBF" w:themeColor="background1" w:themeShade="BF"/>
                  </w:tcBorders>
                </w:tcPr>
                <w:p w:rsidR="003C59A8" w:rsidRDefault="003C59A8" w:rsidP="003C59A8">
                  <w:pPr>
                    <w:pStyle w:val="TableBodyText"/>
                    <w:jc w:val="left"/>
                  </w:pPr>
                </w:p>
              </w:tc>
              <w:tc>
                <w:tcPr>
                  <w:tcW w:w="836" w:type="pct"/>
                  <w:tcBorders>
                    <w:bottom w:val="single" w:sz="6" w:space="0" w:color="BFBFBF" w:themeColor="background1" w:themeShade="BF"/>
                  </w:tcBorders>
                </w:tcPr>
                <w:p w:rsidR="003C59A8" w:rsidRDefault="003C59A8" w:rsidP="003C59A8">
                  <w:pPr>
                    <w:pStyle w:val="TableBodyText"/>
                  </w:pPr>
                  <w:r>
                    <w:t>No</w:t>
                  </w:r>
                </w:p>
              </w:tc>
              <w:tc>
                <w:tcPr>
                  <w:tcW w:w="920" w:type="pct"/>
                  <w:tcBorders>
                    <w:bottom w:val="single" w:sz="6" w:space="0" w:color="BFBFBF" w:themeColor="background1" w:themeShade="BF"/>
                  </w:tcBorders>
                </w:tcPr>
                <w:p w:rsidR="003C59A8" w:rsidRDefault="003C59A8" w:rsidP="003C59A8">
                  <w:pPr>
                    <w:pStyle w:val="TableBodyText"/>
                    <w:ind w:right="28"/>
                  </w:pPr>
                  <w:r>
                    <w:t>Yes</w:t>
                  </w:r>
                </w:p>
              </w:tc>
            </w:tr>
          </w:tbl>
          <w:p w:rsidR="003C59A8" w:rsidRDefault="003C59A8" w:rsidP="003C59A8">
            <w:pPr>
              <w:pStyle w:val="Box"/>
            </w:pPr>
          </w:p>
        </w:tc>
      </w:tr>
      <w:tr w:rsidR="003C59A8" w:rsidTr="003C59A8">
        <w:trPr>
          <w:cantSplit/>
        </w:trPr>
        <w:tc>
          <w:tcPr>
            <w:tcW w:w="8771" w:type="dxa"/>
            <w:tcBorders>
              <w:top w:val="nil"/>
              <w:left w:val="nil"/>
              <w:bottom w:val="nil"/>
              <w:right w:val="nil"/>
            </w:tcBorders>
            <w:shd w:val="clear" w:color="auto" w:fill="auto"/>
          </w:tcPr>
          <w:p w:rsidR="003C59A8" w:rsidRDefault="003C59A8" w:rsidP="003C59A8">
            <w:pPr>
              <w:pStyle w:val="Note"/>
              <w:rPr>
                <w:i/>
              </w:rPr>
            </w:pPr>
            <w:proofErr w:type="spellStart"/>
            <w:r w:rsidRPr="005F2A33">
              <w:rPr>
                <w:rStyle w:val="NoteLabel"/>
              </w:rPr>
              <w:t>a</w:t>
            </w:r>
            <w:proofErr w:type="spellEnd"/>
            <w:r>
              <w:t xml:space="preserve"> Figures rounded to nearest 100. </w:t>
            </w:r>
            <w:r>
              <w:rPr>
                <w:rStyle w:val="NoteLabel"/>
              </w:rPr>
              <w:t>b</w:t>
            </w:r>
            <w:r>
              <w:t xml:space="preserve"> South Australia — Limit for a single person household. Western Australia — Limit for a single person without disability, applying in a metro area.</w:t>
            </w:r>
          </w:p>
        </w:tc>
      </w:tr>
      <w:tr w:rsidR="003C59A8" w:rsidTr="003C59A8">
        <w:trPr>
          <w:cantSplit/>
        </w:trPr>
        <w:tc>
          <w:tcPr>
            <w:tcW w:w="8771" w:type="dxa"/>
            <w:tcBorders>
              <w:top w:val="nil"/>
              <w:left w:val="nil"/>
              <w:bottom w:val="nil"/>
              <w:right w:val="nil"/>
            </w:tcBorders>
            <w:shd w:val="clear" w:color="auto" w:fill="auto"/>
          </w:tcPr>
          <w:p w:rsidR="003C59A8" w:rsidRDefault="003C59A8" w:rsidP="003C59A8">
            <w:pPr>
              <w:pStyle w:val="Source"/>
            </w:pPr>
            <w:r>
              <w:rPr>
                <w:i/>
              </w:rPr>
              <w:t>Source</w:t>
            </w:r>
            <w:r w:rsidRPr="00167F06">
              <w:t xml:space="preserve">: </w:t>
            </w:r>
            <w:r>
              <w:t>BP 4.</w:t>
            </w:r>
          </w:p>
        </w:tc>
      </w:tr>
      <w:tr w:rsidR="003C59A8" w:rsidTr="003C59A8">
        <w:trPr>
          <w:cantSplit/>
        </w:trPr>
        <w:tc>
          <w:tcPr>
            <w:tcW w:w="8771" w:type="dxa"/>
            <w:tcBorders>
              <w:top w:val="nil"/>
              <w:left w:val="nil"/>
              <w:bottom w:val="single" w:sz="6" w:space="0" w:color="78A22F"/>
              <w:right w:val="nil"/>
            </w:tcBorders>
            <w:shd w:val="clear" w:color="auto" w:fill="auto"/>
          </w:tcPr>
          <w:p w:rsidR="003C59A8" w:rsidRDefault="003C59A8" w:rsidP="003C59A8">
            <w:pPr>
              <w:pStyle w:val="Box"/>
              <w:spacing w:before="0" w:line="120" w:lineRule="exact"/>
            </w:pPr>
          </w:p>
        </w:tc>
      </w:tr>
      <w:tr w:rsidR="003C59A8" w:rsidRPr="000863A5"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p w:rsidR="003C59A8" w:rsidRDefault="003C59A8" w:rsidP="003C59A8">
      <w:pPr>
        <w:pStyle w:val="BodyText"/>
      </w:pPr>
      <w:r>
        <w:t>South Australia places new applicants into one of three waiting list categories:</w:t>
      </w:r>
    </w:p>
    <w:p w:rsidR="003C59A8" w:rsidRPr="00B13304" w:rsidRDefault="003C59A8" w:rsidP="003C59A8">
      <w:pPr>
        <w:pStyle w:val="ListBullet"/>
        <w:rPr>
          <w:spacing w:val="-2"/>
        </w:rPr>
      </w:pPr>
      <w:r w:rsidRPr="00B13304">
        <w:rPr>
          <w:spacing w:val="-2"/>
        </w:rPr>
        <w:t>category 1 households are in urgent need of housing and unable to access a private rental</w:t>
      </w:r>
    </w:p>
    <w:p w:rsidR="003C59A8" w:rsidRPr="00B13304" w:rsidRDefault="003C59A8" w:rsidP="003C59A8">
      <w:pPr>
        <w:pStyle w:val="ListBullet"/>
        <w:rPr>
          <w:spacing w:val="-2"/>
        </w:rPr>
      </w:pPr>
      <w:r w:rsidRPr="00B13304">
        <w:rPr>
          <w:spacing w:val="-2"/>
        </w:rPr>
        <w:t>category 2 households do not have an urgent need for housing but face long</w:t>
      </w:r>
      <w:r w:rsidRPr="00B13304">
        <w:rPr>
          <w:spacing w:val="-2"/>
        </w:rPr>
        <w:noBreakHyphen/>
        <w:t>term barriers to accessing suitable housing in the private rental market or other housing options</w:t>
      </w:r>
    </w:p>
    <w:p w:rsidR="003C59A8" w:rsidRDefault="003C59A8" w:rsidP="003C59A8">
      <w:pPr>
        <w:pStyle w:val="ListBullet"/>
      </w:pPr>
      <w:r>
        <w:t>category 3 households qualify for public housing but do not have a high enough need to be placed in categories 1 or 2.</w:t>
      </w:r>
    </w:p>
    <w:p w:rsidR="003C59A8" w:rsidRDefault="003C59A8" w:rsidP="003C59A8">
      <w:pPr>
        <w:pStyle w:val="BodyText"/>
      </w:pPr>
      <w:r>
        <w:lastRenderedPageBreak/>
        <w:t>The vast majority of new public housing tenants in South Australia are category 1 households. In contrast, only half of new tenant households in Western Australia are from their highest priority category. Western Australia uses two waiting list categories:</w:t>
      </w:r>
    </w:p>
    <w:p w:rsidR="003C59A8" w:rsidRDefault="003C59A8" w:rsidP="003C59A8">
      <w:pPr>
        <w:pStyle w:val="ListBullet"/>
      </w:pPr>
      <w:r>
        <w:t>priority applicants are in urgent need of housing</w:t>
      </w:r>
    </w:p>
    <w:p w:rsidR="003C59A8" w:rsidRDefault="003C59A8" w:rsidP="003C59A8">
      <w:pPr>
        <w:pStyle w:val="ListBullet"/>
      </w:pPr>
      <w:r>
        <w:t>wait turn applicants qualify for public housing but are not in urgent need of housing.</w:t>
      </w:r>
    </w:p>
    <w:p w:rsidR="003C59A8" w:rsidRDefault="003C59A8" w:rsidP="003C59A8">
      <w:pPr>
        <w:pStyle w:val="BodyText"/>
      </w:pPr>
      <w:r>
        <w:t>A profile of applicants and tenants in each state is presented in BP 4.</w:t>
      </w:r>
    </w:p>
    <w:p w:rsidR="003C59A8" w:rsidRDefault="00F2785D" w:rsidP="003C59A8">
      <w:pPr>
        <w:pStyle w:val="Heading2"/>
      </w:pPr>
      <w:r>
        <w:fldChar w:fldCharType="begin" w:fldLock="1"/>
      </w:r>
      <w:r>
        <w:instrText xml:space="preserve"> COMMENTS  \* MERGEFORMAT </w:instrText>
      </w:r>
      <w:r>
        <w:fldChar w:fldCharType="separate"/>
      </w:r>
      <w:r w:rsidR="003C59A8">
        <w:t>4.</w:t>
      </w:r>
      <w:r>
        <w:fldChar w:fldCharType="end"/>
      </w:r>
      <w:r w:rsidR="00FB0E2F">
        <w:fldChar w:fldCharType="begin" w:fldLock="1"/>
      </w:r>
      <w:r w:rsidR="00FB0E2F">
        <w:instrText xml:space="preserve"> SEQ Heading2 </w:instrText>
      </w:r>
      <w:r w:rsidR="00FB0E2F">
        <w:fldChar w:fldCharType="separate"/>
      </w:r>
      <w:r w:rsidR="003C59A8">
        <w:rPr>
          <w:noProof/>
        </w:rPr>
        <w:t>3</w:t>
      </w:r>
      <w:r w:rsidR="00FB0E2F">
        <w:rPr>
          <w:noProof/>
        </w:rPr>
        <w:fldChar w:fldCharType="end"/>
      </w:r>
      <w:r w:rsidR="003C59A8">
        <w:tab/>
        <w:t>Research results</w:t>
      </w:r>
    </w:p>
    <w:p w:rsidR="003C59A8" w:rsidRDefault="003C59A8" w:rsidP="003C59A8">
      <w:pPr>
        <w:pStyle w:val="Heading3"/>
        <w:spacing w:before="280"/>
      </w:pPr>
      <w:r>
        <w:t>Financial incentives to enter and remain in public housing are strong</w:t>
      </w:r>
    </w:p>
    <w:p w:rsidR="003C59A8" w:rsidRDefault="003C59A8" w:rsidP="003C59A8">
      <w:pPr>
        <w:pStyle w:val="BodyText"/>
      </w:pPr>
      <w:r>
        <w:t>Public housing tenants in both South Australia and Western Australia typically pay lower rents than they would if they were renting privately and receiving Commonwealth Rent Assistance (</w:t>
      </w:r>
      <w:proofErr w:type="spellStart"/>
      <w:r>
        <w:t>CRA</w:t>
      </w:r>
      <w:proofErr w:type="spellEnd"/>
      <w:r>
        <w:t>) (figure 4.1). A move into public housing typically leaves tenants with more disposable income post rent and many tenants would be financially worse off if they moved out of public housing.</w:t>
      </w:r>
    </w:p>
    <w:p w:rsidR="003C59A8" w:rsidRDefault="003C59A8" w:rsidP="003C59A8">
      <w:pPr>
        <w:pStyle w:val="BodyText"/>
      </w:pPr>
      <w:r>
        <w:t>The relatively large implicit subsidies associated with public housing tenancy in Western Australia reflect the higher levels of market rent in that state. In 2011</w:t>
      </w:r>
      <w:r>
        <w:noBreakHyphen/>
        <w:t>12, private rents averaged $376 a week</w:t>
      </w:r>
      <w:r w:rsidRPr="00CC1DC1">
        <w:t xml:space="preserve"> </w:t>
      </w:r>
      <w:r>
        <w:t xml:space="preserve">in Perth, versus $291 a week in Adelaide </w:t>
      </w:r>
      <w:r w:rsidRPr="00F1653C">
        <w:rPr>
          <w:szCs w:val="24"/>
        </w:rPr>
        <w:t>(ABS </w:t>
      </w:r>
      <w:proofErr w:type="spellStart"/>
      <w:r w:rsidRPr="00F1653C">
        <w:rPr>
          <w:szCs w:val="24"/>
        </w:rPr>
        <w:t>2013</w:t>
      </w:r>
      <w:r>
        <w:rPr>
          <w:szCs w:val="24"/>
        </w:rPr>
        <w:t>a</w:t>
      </w:r>
      <w:proofErr w:type="spellEnd"/>
      <w:r w:rsidRPr="00F1653C">
        <w:rPr>
          <w:szCs w:val="24"/>
        </w:rPr>
        <w:t>)</w:t>
      </w:r>
      <w:r>
        <w:t>.</w:t>
      </w:r>
    </w:p>
    <w:p w:rsidR="003C59A8" w:rsidRDefault="003C59A8" w:rsidP="003C59A8">
      <w:pPr>
        <w:pStyle w:val="BodyText"/>
      </w:pPr>
      <w:r>
        <w:t xml:space="preserve">Many singles living in public housing in both states receive a particularly large implicit subsidy. In addition to public housing rent setting rules, this reflects the fact that they tend to live in properties with markedly higher market rents than their peers who rent privately and receive </w:t>
      </w:r>
      <w:proofErr w:type="spellStart"/>
      <w:r>
        <w:t>CRA</w:t>
      </w:r>
      <w:proofErr w:type="spellEnd"/>
      <w:r>
        <w:t xml:space="preserve"> even if they would not choose to live in such properties if they were renting privately. This most likely reflects a mismatch between the profile of public housing tenants and the housing stock (figure </w:t>
      </w:r>
      <w:r>
        <w:fldChar w:fldCharType="begin" w:fldLock="1"/>
      </w:r>
      <w:r>
        <w:instrText xml:space="preserve"> LINK Word.Document.12 "\\\\MEL_1\\groups\\Elmrb\\04_Current projects\\Housing\\04_Reports\\Report\\Draft\\Ch 4 Welfare locks.docx" OLE_LINK11 \a \t </w:instrText>
      </w:r>
      <w:r>
        <w:fldChar w:fldCharType="separate"/>
      </w:r>
      <w:r>
        <w:t>4.2</w:t>
      </w:r>
      <w:r>
        <w:fldChar w:fldCharType="end"/>
      </w:r>
      <w:r>
        <w:t>).</w:t>
      </w:r>
      <w:r>
        <w:rPr>
          <w:rStyle w:val="FootnoteReference"/>
        </w:rPr>
        <w:footnoteReference w:id="16"/>
      </w:r>
      <w:r>
        <w:t xml:space="preserve"> In South Australia, for example, close to half of the stock consists of three</w:t>
      </w:r>
      <w:r>
        <w:noBreakHyphen/>
        <w:t>bedroom properties, while over half of all households are made up of singles. Due to the limited availability of single</w:t>
      </w:r>
      <w:r>
        <w:noBreakHyphen/>
        <w:t>bedroom properties (just over 10 per cent of the stock), many single</w:t>
      </w:r>
      <w:r>
        <w:noBreakHyphen/>
        <w:t>person households occupy two</w:t>
      </w:r>
      <w:r>
        <w:noBreakHyphen/>
        <w:t xml:space="preserve"> or three</w:t>
      </w:r>
      <w:r>
        <w:noBreakHyphen/>
        <w:t>bedroom properties.</w:t>
      </w:r>
      <w:r>
        <w:rPr>
          <w:rStyle w:val="FootnoteReference"/>
        </w:rPr>
        <w:footnoteReference w:id="17"/>
      </w:r>
    </w:p>
    <w:p w:rsidR="003C59A8" w:rsidRDefault="003C59A8" w:rsidP="003C59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835"/>
      </w:tblGrid>
      <w:tr w:rsidR="003C59A8" w:rsidTr="003C59A8">
        <w:trPr>
          <w:trHeight w:val="1087"/>
        </w:trPr>
        <w:tc>
          <w:tcPr>
            <w:tcW w:w="8835" w:type="dxa"/>
            <w:tcBorders>
              <w:top w:val="single" w:sz="6" w:space="0" w:color="78A22F"/>
              <w:left w:val="nil"/>
              <w:bottom w:val="nil"/>
              <w:right w:val="nil"/>
            </w:tcBorders>
            <w:shd w:val="clear" w:color="auto" w:fill="auto"/>
          </w:tcPr>
          <w:p w:rsidR="003C59A8" w:rsidRDefault="003C59A8" w:rsidP="003C59A8">
            <w:pPr>
              <w:pStyle w:val="FigureTitle"/>
            </w:pPr>
            <w:r w:rsidRPr="00784A05">
              <w:rPr>
                <w:b w:val="0"/>
              </w:rPr>
              <w:t xml:space="preserve">Figure </w:t>
            </w:r>
            <w:r w:rsidRPr="00784A05">
              <w:rPr>
                <w:b w:val="0"/>
              </w:rPr>
              <w:fldChar w:fldCharType="begin" w:fldLock="1"/>
            </w:r>
            <w:r w:rsidRPr="00784A05">
              <w:rPr>
                <w:b w:val="0"/>
              </w:rPr>
              <w:instrText xml:space="preserve"> COMMENTS  \* MERGEFORMAT </w:instrText>
            </w:r>
            <w:r w:rsidRPr="00784A05">
              <w:rPr>
                <w:b w:val="0"/>
              </w:rPr>
              <w:fldChar w:fldCharType="separate"/>
            </w:r>
            <w:r>
              <w:rPr>
                <w:b w:val="0"/>
              </w:rPr>
              <w:t>4.</w:t>
            </w:r>
            <w:r w:rsidRPr="00784A05">
              <w:rPr>
                <w:b w:val="0"/>
              </w:rPr>
              <w:fldChar w:fldCharType="end"/>
            </w:r>
            <w:r w:rsidRPr="00784A05">
              <w:rPr>
                <w:b w:val="0"/>
              </w:rPr>
              <w:fldChar w:fldCharType="begin" w:fldLock="1"/>
            </w:r>
            <w:r w:rsidRPr="00784A05">
              <w:rPr>
                <w:b w:val="0"/>
              </w:rPr>
              <w:instrText xml:space="preserve"> SEQ Figure \* ARABIC </w:instrText>
            </w:r>
            <w:r w:rsidRPr="00784A05">
              <w:rPr>
                <w:b w:val="0"/>
              </w:rPr>
              <w:fldChar w:fldCharType="separate"/>
            </w:r>
            <w:r>
              <w:rPr>
                <w:b w:val="0"/>
                <w:noProof/>
              </w:rPr>
              <w:t>1</w:t>
            </w:r>
            <w:r w:rsidRPr="00784A05">
              <w:rPr>
                <w:b w:val="0"/>
              </w:rPr>
              <w:fldChar w:fldCharType="end"/>
            </w:r>
            <w:r>
              <w:tab/>
              <w:t>Subsidies tend to be larger in public housing</w:t>
            </w:r>
            <w:r w:rsidR="008659E3">
              <w:t xml:space="preserve"> in South Australia</w:t>
            </w:r>
            <w:r>
              <w:t xml:space="preserve"> and in Western Australia</w:t>
            </w:r>
            <w:proofErr w:type="spellStart"/>
            <w:r w:rsidRPr="00BE2844">
              <w:rPr>
                <w:rStyle w:val="NoteLabel"/>
                <w:b/>
              </w:rPr>
              <w:t>a,b,c,d,e</w:t>
            </w:r>
            <w:proofErr w:type="spellEnd"/>
          </w:p>
          <w:p w:rsidR="003C59A8" w:rsidRPr="00176D3F" w:rsidRDefault="003C59A8" w:rsidP="003C59A8">
            <w:pPr>
              <w:pStyle w:val="Subtitle"/>
            </w:pPr>
            <w:r>
              <w:t>Mean rents, 30 June 2013, selected household types</w:t>
            </w:r>
          </w:p>
        </w:tc>
      </w:tr>
      <w:tr w:rsidR="003C59A8" w:rsidRPr="00FA2922" w:rsidTr="003C59A8">
        <w:trPr>
          <w:cantSplit/>
          <w:trHeight w:hRule="exact" w:val="4582"/>
        </w:trPr>
        <w:tc>
          <w:tcPr>
            <w:tcW w:w="8835" w:type="dxa"/>
            <w:tcBorders>
              <w:top w:val="nil"/>
              <w:left w:val="nil"/>
              <w:bottom w:val="nil"/>
              <w:right w:val="nil"/>
            </w:tcBorders>
            <w:shd w:val="clear" w:color="auto" w:fill="auto"/>
            <w:tcMar>
              <w:top w:w="28" w:type="dxa"/>
              <w:bottom w:w="28" w:type="dxa"/>
            </w:tcMar>
          </w:tcPr>
          <w:tbl>
            <w:tblPr>
              <w:tblW w:w="8566"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66"/>
            </w:tblGrid>
            <w:tr w:rsidR="003C59A8" w:rsidRPr="00FA2922" w:rsidTr="003C59A8">
              <w:trPr>
                <w:trHeight w:val="4512"/>
                <w:jc w:val="center"/>
              </w:trPr>
              <w:tc>
                <w:tcPr>
                  <w:tcW w:w="5000" w:type="pct"/>
                  <w:tcBorders>
                    <w:top w:val="nil"/>
                    <w:bottom w:val="nil"/>
                  </w:tcBorders>
                </w:tcPr>
                <w:p w:rsidR="003C59A8" w:rsidRPr="00FA2922" w:rsidRDefault="00A828A7" w:rsidP="003C59A8">
                  <w:pPr>
                    <w:pStyle w:val="Figure"/>
                    <w:spacing w:before="60" w:after="60"/>
                    <w:rPr>
                      <w:rFonts w:ascii="Arial" w:hAnsi="Arial"/>
                      <w:sz w:val="18"/>
                      <w:szCs w:val="18"/>
                    </w:rPr>
                  </w:pPr>
                  <w:r>
                    <w:rPr>
                      <w:rFonts w:ascii="Arial" w:hAnsi="Arial"/>
                      <w:noProof/>
                      <w:sz w:val="18"/>
                      <w:szCs w:val="18"/>
                    </w:rPr>
                    <mc:AlternateContent>
                      <mc:Choice Requires="wpg">
                        <w:drawing>
                          <wp:inline distT="0" distB="0" distL="0" distR="0">
                            <wp:extent cx="5419725" cy="5867400"/>
                            <wp:effectExtent l="0" t="0" r="0" b="0"/>
                            <wp:docPr id="20" name="Group 20" descr="This chart shows the mean rent paid and subsidy received by selected household types in South Australia and Western Australia, who either:&#10;- Live in public housing, or&#10;- Rent privately and receive CRA&#10;" title="Subsidies tend to be larger in public housing in South Australia and Western Australia"/>
                            <wp:cNvGraphicFramePr/>
                            <a:graphic xmlns:a="http://schemas.openxmlformats.org/drawingml/2006/main">
                              <a:graphicData uri="http://schemas.microsoft.com/office/word/2010/wordprocessingGroup">
                                <wpg:wgp>
                                  <wpg:cNvGrpSpPr/>
                                  <wpg:grpSpPr>
                                    <a:xfrm>
                                      <a:off x="0" y="0"/>
                                      <a:ext cx="5419725" cy="5867400"/>
                                      <a:chOff x="0" y="0"/>
                                      <a:chExt cx="5419725" cy="5867400"/>
                                    </a:xfrm>
                                  </wpg:grpSpPr>
                                  <wpg:grpSp>
                                    <wpg:cNvPr id="19" name="Group 19" descr="This chart shows the mean rent paid and subsidy received by selected household types in South Australia and Western Australia, who either:&#10;- Live in public housing, or&#10;- Rent privately and receive CRA" title="Subsidies tend to be larger in public housing in South Australia and Western Australia"/>
                                    <wpg:cNvGrpSpPr/>
                                    <wpg:grpSpPr>
                                      <a:xfrm>
                                        <a:off x="0" y="0"/>
                                        <a:ext cx="5419725" cy="5867400"/>
                                        <a:chOff x="0" y="0"/>
                                        <a:chExt cx="5419725" cy="5867400"/>
                                      </a:xfrm>
                                    </wpg:grpSpPr>
                                    <wpg:graphicFrame>
                                      <wpg:cNvPr id="47" name="Chart 47" descr="This chart shows the mean rent paid and subsidy received by selected household types in South Australia, who either:&#10;- Live in public housing, or&#10;- Rent privately and receive CRA&#10;" title="Subsidies tend to be larger in public housing in South Australia and Western Australia"/>
                                      <wpg:cNvFrPr/>
                                      <wpg:xfrm>
                                        <a:off x="47625" y="0"/>
                                        <a:ext cx="5324475" cy="2943225"/>
                                      </wpg:xfrm>
                                      <a:graphic>
                                        <a:graphicData uri="http://schemas.openxmlformats.org/drawingml/2006/chart">
                                          <c:chart xmlns:c="http://schemas.openxmlformats.org/drawingml/2006/chart" xmlns:r="http://schemas.openxmlformats.org/officeDocument/2006/relationships" r:id="rId33"/>
                                        </a:graphicData>
                                      </a:graphic>
                                    </wpg:graphicFrame>
                                    <wpg:graphicFrame>
                                      <wpg:cNvPr id="12" name="Chart 12" descr="This chart shows the mean rent paid and subsidy received by selected household types in Western Australia, who either:&#10;- Live in public housing, or&#10;- Rent privately and receive CRA&#10;" title="Subsidies tend to be larger in public housing in South Australia and in Western Australiaa"/>
                                      <wpg:cNvFrPr/>
                                      <wpg:xfrm>
                                        <a:off x="0" y="2914650"/>
                                        <a:ext cx="5419725" cy="2952750"/>
                                      </wpg:xfrm>
                                      <a:graphic>
                                        <a:graphicData uri="http://schemas.openxmlformats.org/drawingml/2006/chart">
                                          <c:chart xmlns:c="http://schemas.openxmlformats.org/drawingml/2006/chart" xmlns:r="http://schemas.openxmlformats.org/officeDocument/2006/relationships" r:id="rId34"/>
                                        </a:graphicData>
                                      </a:graphic>
                                    </wpg:graphicFrame>
                                  </wpg:grpSp>
                                  <wps:wsp>
                                    <wps:cNvPr id="307" name="Text Box 2"/>
                                    <wps:cNvSpPr txBox="1">
                                      <a:spLocks noChangeArrowheads="1"/>
                                    </wps:cNvSpPr>
                                    <wps:spPr bwMode="auto">
                                      <a:xfrm>
                                        <a:off x="2171700" y="2914650"/>
                                        <a:ext cx="1695450" cy="257175"/>
                                      </a:xfrm>
                                      <a:prstGeom prst="rect">
                                        <a:avLst/>
                                      </a:prstGeom>
                                      <a:noFill/>
                                      <a:ln w="9525">
                                        <a:noFill/>
                                        <a:miter lim="800000"/>
                                        <a:headEnd/>
                                        <a:tailEnd/>
                                      </a:ln>
                                    </wps:spPr>
                                    <wps:txbx>
                                      <w:txbxContent>
                                        <w:p w:rsidR="00A828A7" w:rsidRPr="008C4595" w:rsidRDefault="00A828A7" w:rsidP="00C61C89">
                                          <w:pPr>
                                            <w:tabs>
                                              <w:tab w:val="left" w:pos="284"/>
                                            </w:tabs>
                                            <w:rPr>
                                              <w:rFonts w:asciiTheme="majorHAnsi" w:hAnsiTheme="majorHAnsi" w:cstheme="majorHAnsi"/>
                                              <w:b/>
                                              <w:sz w:val="22"/>
                                              <w:szCs w:val="22"/>
                                            </w:rPr>
                                          </w:pPr>
                                          <w:r w:rsidRPr="008C4595">
                                            <w:rPr>
                                              <w:rFonts w:asciiTheme="majorHAnsi" w:hAnsiTheme="majorHAnsi" w:cstheme="majorHAnsi"/>
                                              <w:b/>
                                              <w:sz w:val="22"/>
                                              <w:szCs w:val="22"/>
                                            </w:rPr>
                                            <w:t>Western Australia</w:t>
                                          </w:r>
                                        </w:p>
                                      </w:txbxContent>
                                    </wps:txbx>
                                    <wps:bodyPr rot="0" vert="horz" wrap="square" lIns="91440" tIns="45720" rIns="91440" bIns="45720" anchor="t" anchorCtr="0">
                                      <a:spAutoFit/>
                                    </wps:bodyPr>
                                  </wps:wsp>
                                </wpg:wgp>
                              </a:graphicData>
                            </a:graphic>
                          </wp:inline>
                        </w:drawing>
                      </mc:Choice>
                      <mc:Fallback>
                        <w:pict>
                          <v:group id="Group 20" o:spid="_x0000_s1026" alt="Title: Subsidies tend to be larger in public housing in South Australia and Western Australia - Description: This chart shows the mean rent paid and subsidy received by selected household types in South Australia and Western Australia, who either:&#10;- Live in public housing, or&#10;- Rent privately and receive CRA&#10;" style="width:426.75pt;height:462pt;mso-position-horizontal-relative:char;mso-position-vertical-relative:line" coordsize="54197,58674" o:gfxdata="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">
                            <v:group id="Group 19" o:spid="_x0000_s1027" alt="This chart shows the mean rent paid and subsidy received by selected household types in South Australia and Western Australia, who either:&#10;- Live in public housing, or&#10;- Rent privately and receive CRA" style="position:absolute;width:54197;height:58674" coordsize="54197,586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47" o:spid="_x0000_s1028" type="#_x0000_t75" alt="This chart shows the mean rent paid and subsidy received by selected household types in South Australia, who either:&#10;- Live in public housing, or&#10;- Rent privately and receive CRA&#10;" style="position:absolute;left:1036;top:670;width:52486;height:2596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">
                                <v:imagedata r:id="rId35" o:title=""/>
                                <o:lock v:ext="edit" aspectratio="f"/>
                              </v:shape>
                              <v:shape id="Chart 12" o:spid="_x0000_s1029" type="#_x0000_t75" alt="This chart shows the mean rent paid and subsidy received by selected household types in Western Australia, who either:&#10;- Live in public housing, or&#10;- Rent privately and receive CRA&#10;" style="position:absolute;top:29138;width:54193;height:2950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">
                                <v:imagedata r:id="rId36" o:title=""/>
                                <o:lock v:ext="edit" aspectratio="f"/>
                              </v:shape>
                            </v:group>
                            <v:shapetype id="_x0000_t202" coordsize="21600,21600" o:spt="202" path="m,l,21600r21600,l21600,xe">
                              <v:stroke joinstyle="miter"/>
                              <v:path gradientshapeok="t" o:connecttype="rect"/>
                            </v:shapetype>
                            <v:shape id="Text Box 2" o:spid="_x0000_s1030" type="#_x0000_t202" style="position:absolute;left:21717;top:29146;width:16954;height:25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lEbMMA&#10;AADcAAAADwAAAGRycy9kb3ducmV2LnhtbESPQWsCMRSE74X+h/AKvdXElrayGkVqCx68VLf3x+a5&#10;Wdy8LJunu/77plDwOMzMN8xiNYZWXahPTWQL04kBRVxF13BtoTx8Pc1AJUF22EYmC1dKsFre3y2w&#10;cHHgb7rspVYZwqlAC16kK7ROlaeAaRI74uwdYx9Qsuxr7XocMjy0+tmYNx2w4bzgsaMPT9Vpfw4W&#10;RNx6ei0/Q9r+jLvN4E31iqW1jw/jeg5KaJRb+L+9dRZezDv8nclHQC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PlEbMMAAADcAAAADwAAAAAAAAAAAAAAAACYAgAAZHJzL2Rv&#10;d25yZXYueG1sUEsFBgAAAAAEAAQA9QAAAIgDAAAAAA==&#10;" filled="f" stroked="f">
                              <v:textbox style="mso-fit-shape-to-text:t">
                                <w:txbxContent>
                                  <w:p w:rsidR="00A828A7" w:rsidRPr="008C4595" w:rsidRDefault="00A828A7" w:rsidP="00C61C89">
                                    <w:pPr>
                                      <w:tabs>
                                        <w:tab w:val="left" w:pos="284"/>
                                      </w:tabs>
                                      <w:rPr>
                                        <w:rFonts w:asciiTheme="majorHAnsi" w:hAnsiTheme="majorHAnsi" w:cstheme="majorHAnsi"/>
                                        <w:b/>
                                        <w:sz w:val="22"/>
                                        <w:szCs w:val="22"/>
                                      </w:rPr>
                                    </w:pPr>
                                    <w:r w:rsidRPr="008C4595">
                                      <w:rPr>
                                        <w:rFonts w:asciiTheme="majorHAnsi" w:hAnsiTheme="majorHAnsi" w:cstheme="majorHAnsi"/>
                                        <w:b/>
                                        <w:sz w:val="22"/>
                                        <w:szCs w:val="22"/>
                                      </w:rPr>
                                      <w:t>Western Australia</w:t>
                                    </w:r>
                                  </w:p>
                                </w:txbxContent>
                              </v:textbox>
                            </v:shape>
                            <w10:anchorlock/>
                          </v:group>
                        </w:pict>
                      </mc:Fallback>
                    </mc:AlternateContent>
                  </w:r>
                </w:p>
              </w:tc>
            </w:tr>
          </w:tbl>
          <w:p w:rsidR="003C59A8" w:rsidRPr="00FA2922" w:rsidRDefault="003C59A8" w:rsidP="003C59A8">
            <w:pPr>
              <w:pStyle w:val="Figure"/>
              <w:rPr>
                <w:rFonts w:ascii="Arial" w:hAnsi="Arial"/>
                <w:sz w:val="18"/>
                <w:szCs w:val="18"/>
              </w:rPr>
            </w:pPr>
          </w:p>
        </w:tc>
      </w:tr>
      <w:tr w:rsidR="003C59A8" w:rsidTr="003C59A8">
        <w:trPr>
          <w:cantSplit/>
          <w:trHeight w:hRule="exact" w:val="4770"/>
        </w:trPr>
        <w:tc>
          <w:tcPr>
            <w:tcW w:w="8835" w:type="dxa"/>
            <w:tcBorders>
              <w:top w:val="nil"/>
              <w:left w:val="nil"/>
              <w:bottom w:val="nil"/>
              <w:right w:val="nil"/>
            </w:tcBorders>
            <w:shd w:val="clear" w:color="auto" w:fill="auto"/>
            <w:tcMar>
              <w:top w:w="28" w:type="dxa"/>
              <w:bottom w:w="28" w:type="dxa"/>
            </w:tcMar>
          </w:tcPr>
          <w:p w:rsidR="003C59A8" w:rsidRDefault="003C59A8" w:rsidP="003C59A8">
            <w:pPr>
              <w:pStyle w:val="Figure"/>
              <w:spacing w:before="60" w:after="60"/>
              <w:rPr>
                <w:noProof/>
                <w:lang w:val="en-US" w:eastAsia="en-US"/>
              </w:rPr>
            </w:pPr>
          </w:p>
        </w:tc>
      </w:tr>
      <w:tr w:rsidR="003C59A8" w:rsidRPr="002765A6" w:rsidTr="003C59A8">
        <w:trPr>
          <w:trHeight w:val="1930"/>
        </w:trPr>
        <w:tc>
          <w:tcPr>
            <w:tcW w:w="8835" w:type="dxa"/>
            <w:tcBorders>
              <w:top w:val="nil"/>
              <w:left w:val="nil"/>
              <w:bottom w:val="nil"/>
              <w:right w:val="nil"/>
            </w:tcBorders>
            <w:shd w:val="clear" w:color="auto" w:fill="auto"/>
          </w:tcPr>
          <w:p w:rsidR="003C59A8" w:rsidRPr="002765A6" w:rsidRDefault="003C59A8" w:rsidP="003C59A8">
            <w:pPr>
              <w:pStyle w:val="Note"/>
              <w:rPr>
                <w:spacing w:val="-2"/>
                <w:szCs w:val="18"/>
              </w:rPr>
            </w:pPr>
            <w:proofErr w:type="spellStart"/>
            <w:r w:rsidRPr="002765A6">
              <w:rPr>
                <w:rStyle w:val="NoteLabel"/>
                <w:spacing w:val="-2"/>
                <w:szCs w:val="18"/>
              </w:rPr>
              <w:t>a</w:t>
            </w:r>
            <w:proofErr w:type="spellEnd"/>
            <w:r w:rsidRPr="002765A6">
              <w:rPr>
                <w:spacing w:val="-2"/>
                <w:szCs w:val="18"/>
              </w:rPr>
              <w:t xml:space="preserve"> The rent subsidy received by public housing tenants is implicit — tenants don’t actually receive a payment. The subsidy is the difference between the market rent for their property and the rent that they pay. </w:t>
            </w:r>
            <w:r w:rsidRPr="002765A6">
              <w:rPr>
                <w:rStyle w:val="NoteLabel"/>
                <w:spacing w:val="-2"/>
                <w:szCs w:val="18"/>
              </w:rPr>
              <w:t>b</w:t>
            </w:r>
            <w:r w:rsidRPr="002765A6">
              <w:rPr>
                <w:spacing w:val="-2"/>
                <w:szCs w:val="18"/>
              </w:rPr>
              <w:t> </w:t>
            </w:r>
            <w:proofErr w:type="spellStart"/>
            <w:r w:rsidRPr="002765A6">
              <w:rPr>
                <w:spacing w:val="-2"/>
                <w:szCs w:val="18"/>
              </w:rPr>
              <w:t>CRA</w:t>
            </w:r>
            <w:proofErr w:type="spellEnd"/>
            <w:r w:rsidRPr="002765A6">
              <w:rPr>
                <w:spacing w:val="-2"/>
                <w:szCs w:val="18"/>
              </w:rPr>
              <w:t xml:space="preserve"> recipients pay market rents and receive </w:t>
            </w:r>
            <w:proofErr w:type="spellStart"/>
            <w:r w:rsidRPr="002765A6">
              <w:rPr>
                <w:spacing w:val="-2"/>
                <w:szCs w:val="18"/>
              </w:rPr>
              <w:t>CRA</w:t>
            </w:r>
            <w:proofErr w:type="spellEnd"/>
            <w:r w:rsidRPr="002765A6">
              <w:rPr>
                <w:spacing w:val="-2"/>
                <w:szCs w:val="18"/>
              </w:rPr>
              <w:t xml:space="preserve"> (the subsidy) as a payment to offset the cost. </w:t>
            </w:r>
            <w:r w:rsidRPr="002765A6">
              <w:rPr>
                <w:rStyle w:val="NoteLabel"/>
                <w:spacing w:val="-2"/>
                <w:szCs w:val="18"/>
              </w:rPr>
              <w:t>c</w:t>
            </w:r>
            <w:r w:rsidRPr="002765A6">
              <w:rPr>
                <w:spacing w:val="-2"/>
                <w:szCs w:val="18"/>
              </w:rPr>
              <w:t xml:space="preserve"> Children aged under 16 include any person in the household aged under 16. </w:t>
            </w:r>
            <w:r>
              <w:rPr>
                <w:rStyle w:val="NoteLabel"/>
                <w:spacing w:val="-2"/>
                <w:szCs w:val="18"/>
              </w:rPr>
              <w:t>d</w:t>
            </w:r>
            <w:r w:rsidRPr="002765A6">
              <w:rPr>
                <w:spacing w:val="-2"/>
                <w:szCs w:val="18"/>
              </w:rPr>
              <w:t xml:space="preserve"> Mean rents for single, childless renters receiving </w:t>
            </w:r>
            <w:proofErr w:type="spellStart"/>
            <w:r w:rsidRPr="002765A6">
              <w:rPr>
                <w:spacing w:val="-2"/>
                <w:szCs w:val="18"/>
              </w:rPr>
              <w:t>CRA</w:t>
            </w:r>
            <w:proofErr w:type="spellEnd"/>
            <w:r w:rsidRPr="002765A6">
              <w:rPr>
                <w:spacing w:val="-2"/>
                <w:szCs w:val="18"/>
              </w:rPr>
              <w:t xml:space="preserve"> are for all singles, that is, both share</w:t>
            </w:r>
            <w:r>
              <w:rPr>
                <w:spacing w:val="-2"/>
                <w:szCs w:val="18"/>
              </w:rPr>
              <w:t>rs</w:t>
            </w:r>
            <w:r w:rsidRPr="002765A6">
              <w:rPr>
                <w:spacing w:val="-2"/>
                <w:szCs w:val="18"/>
              </w:rPr>
              <w:t xml:space="preserve"> and those who live alone. The </w:t>
            </w:r>
            <w:proofErr w:type="spellStart"/>
            <w:r w:rsidRPr="002765A6">
              <w:rPr>
                <w:spacing w:val="-2"/>
                <w:szCs w:val="18"/>
              </w:rPr>
              <w:t>CRA</w:t>
            </w:r>
            <w:proofErr w:type="spellEnd"/>
            <w:r w:rsidRPr="002765A6">
              <w:rPr>
                <w:spacing w:val="-2"/>
                <w:szCs w:val="18"/>
              </w:rPr>
              <w:t xml:space="preserve"> subsidy presented in the figure is the maximum rate for singles who live alone. (Sharers receive a lower rate.) </w:t>
            </w:r>
            <w:r>
              <w:rPr>
                <w:rStyle w:val="NoteLabel"/>
                <w:spacing w:val="-2"/>
                <w:szCs w:val="18"/>
              </w:rPr>
              <w:t>e</w:t>
            </w:r>
            <w:r w:rsidRPr="002765A6">
              <w:rPr>
                <w:spacing w:val="-2"/>
                <w:szCs w:val="18"/>
              </w:rPr>
              <w:t xml:space="preserve"> The </w:t>
            </w:r>
            <w:proofErr w:type="spellStart"/>
            <w:r w:rsidRPr="002765A6">
              <w:rPr>
                <w:spacing w:val="-2"/>
                <w:szCs w:val="18"/>
              </w:rPr>
              <w:t>CRA</w:t>
            </w:r>
            <w:proofErr w:type="spellEnd"/>
            <w:r w:rsidRPr="002765A6">
              <w:rPr>
                <w:spacing w:val="-2"/>
                <w:szCs w:val="18"/>
              </w:rPr>
              <w:t xml:space="preserve"> subsidies presented for singles and couples with children aged under 16 years only are the rates for families with less than three children.</w:t>
            </w:r>
          </w:p>
        </w:tc>
      </w:tr>
      <w:tr w:rsidR="003C59A8" w:rsidRPr="00176D3F" w:rsidTr="003C59A8">
        <w:trPr>
          <w:trHeight w:val="776"/>
        </w:trPr>
        <w:tc>
          <w:tcPr>
            <w:tcW w:w="8835" w:type="dxa"/>
            <w:tcBorders>
              <w:top w:val="nil"/>
              <w:left w:val="nil"/>
              <w:bottom w:val="nil"/>
              <w:right w:val="nil"/>
            </w:tcBorders>
            <w:shd w:val="clear" w:color="auto" w:fill="auto"/>
          </w:tcPr>
          <w:p w:rsidR="003C59A8" w:rsidRPr="00176D3F" w:rsidRDefault="003C59A8" w:rsidP="008A75BF">
            <w:pPr>
              <w:pStyle w:val="Source"/>
            </w:pPr>
            <w:r>
              <w:rPr>
                <w:i/>
              </w:rPr>
              <w:t>S</w:t>
            </w:r>
            <w:r w:rsidRPr="00784A05">
              <w:rPr>
                <w:i/>
              </w:rPr>
              <w:t>ource</w:t>
            </w:r>
            <w:r>
              <w:rPr>
                <w:i/>
              </w:rPr>
              <w:t>s</w:t>
            </w:r>
            <w:r w:rsidRPr="00176D3F">
              <w:t xml:space="preserve">: </w:t>
            </w:r>
            <w:r>
              <w:t>Public housing — </w:t>
            </w:r>
            <w:r w:rsidRPr="00AA08B2">
              <w:t>Depa</w:t>
            </w:r>
            <w:r w:rsidR="008A75BF">
              <w:t>rtment for</w:t>
            </w:r>
            <w:r w:rsidRPr="00AA08B2">
              <w:t xml:space="preserve"> Communities and Social Inclusion, Housing SA, ad</w:t>
            </w:r>
            <w:r>
              <w:t xml:space="preserve">ministrative data (unpublished); </w:t>
            </w:r>
            <w:r w:rsidRPr="00B31325">
              <w:t>Department of Housing (Western Australia), administrative data (unpublished).</w:t>
            </w:r>
            <w:r>
              <w:t xml:space="preserve"> </w:t>
            </w:r>
            <w:proofErr w:type="spellStart"/>
            <w:r>
              <w:t>CRA</w:t>
            </w:r>
            <w:proofErr w:type="spellEnd"/>
            <w:r>
              <w:t> — Author estimates based on unpublished data from the Research and Evaluation Database.</w:t>
            </w:r>
          </w:p>
        </w:tc>
      </w:tr>
      <w:tr w:rsidR="003C59A8" w:rsidRPr="000863A5" w:rsidTr="003C59A8">
        <w:trPr>
          <w:trHeight w:val="200"/>
        </w:trPr>
        <w:tc>
          <w:tcPr>
            <w:tcW w:w="8835" w:type="dxa"/>
            <w:tcBorders>
              <w:top w:val="single" w:sz="6" w:space="0" w:color="78A22F"/>
              <w:left w:val="nil"/>
              <w:bottom w:val="nil"/>
              <w:right w:val="nil"/>
            </w:tcBorders>
          </w:tcPr>
          <w:p w:rsidR="003C59A8" w:rsidRPr="00626D32" w:rsidRDefault="003C59A8" w:rsidP="003C59A8">
            <w:pPr>
              <w:pStyle w:val="BoxSpaceBelow"/>
            </w:pPr>
          </w:p>
        </w:tc>
      </w:tr>
    </w:tbl>
    <w:p w:rsidR="003C59A8" w:rsidRDefault="003C59A8" w:rsidP="003C59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Tr="003C59A8">
        <w:tc>
          <w:tcPr>
            <w:tcW w:w="8771" w:type="dxa"/>
            <w:tcBorders>
              <w:top w:val="single" w:sz="4" w:space="0" w:color="78A22F" w:themeColor="accent1"/>
              <w:left w:val="nil"/>
              <w:bottom w:val="nil"/>
              <w:right w:val="nil"/>
            </w:tcBorders>
            <w:shd w:val="clear" w:color="auto" w:fill="auto"/>
          </w:tcPr>
          <w:p w:rsidR="003C59A8" w:rsidRPr="00176D3F" w:rsidRDefault="003C59A8" w:rsidP="003C59A8">
            <w:pPr>
              <w:pStyle w:val="FigureTitle"/>
            </w:pPr>
            <w:r w:rsidRPr="00784A05">
              <w:rPr>
                <w:b w:val="0"/>
              </w:rPr>
              <w:t xml:space="preserve">Figure </w:t>
            </w:r>
            <w:r w:rsidRPr="00784A05">
              <w:rPr>
                <w:b w:val="0"/>
              </w:rPr>
              <w:fldChar w:fldCharType="begin" w:fldLock="1"/>
            </w:r>
            <w:r w:rsidRPr="00784A05">
              <w:rPr>
                <w:b w:val="0"/>
              </w:rPr>
              <w:instrText xml:space="preserve"> COMMENTS  \* MERGEFORMAT </w:instrText>
            </w:r>
            <w:r w:rsidRPr="00784A05">
              <w:rPr>
                <w:b w:val="0"/>
              </w:rPr>
              <w:fldChar w:fldCharType="separate"/>
            </w:r>
            <w:r>
              <w:rPr>
                <w:b w:val="0"/>
              </w:rPr>
              <w:t>4.</w:t>
            </w:r>
            <w:r w:rsidRPr="00784A05">
              <w:rPr>
                <w:b w:val="0"/>
              </w:rPr>
              <w:fldChar w:fldCharType="end"/>
            </w:r>
            <w:r w:rsidRPr="00784A05">
              <w:rPr>
                <w:b w:val="0"/>
              </w:rPr>
              <w:fldChar w:fldCharType="begin" w:fldLock="1"/>
            </w:r>
            <w:r w:rsidRPr="00784A05">
              <w:rPr>
                <w:b w:val="0"/>
              </w:rPr>
              <w:instrText xml:space="preserve"> SEQ Figure \* ARABIC </w:instrText>
            </w:r>
            <w:r w:rsidRPr="00784A05">
              <w:rPr>
                <w:b w:val="0"/>
              </w:rPr>
              <w:fldChar w:fldCharType="separate"/>
            </w:r>
            <w:r>
              <w:rPr>
                <w:b w:val="0"/>
                <w:noProof/>
              </w:rPr>
              <w:t>2</w:t>
            </w:r>
            <w:r w:rsidRPr="00784A05">
              <w:rPr>
                <w:b w:val="0"/>
              </w:rPr>
              <w:fldChar w:fldCharType="end"/>
            </w:r>
            <w:r>
              <w:tab/>
              <w:t>Many single tenants live in multi</w:t>
            </w:r>
            <w:r>
              <w:noBreakHyphen/>
              <w:t>bedroom dwellings</w:t>
            </w:r>
          </w:p>
        </w:tc>
      </w:tr>
      <w:tr w:rsidR="00EB4C1B" w:rsidTr="004B0AC5">
        <w:trPr>
          <w:cantSplit/>
          <w:trHeight w:hRule="exact" w:val="3969"/>
        </w:trPr>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EB4C1B" w:rsidTr="003C59A8">
              <w:trPr>
                <w:trHeight w:val="4316"/>
                <w:jc w:val="center"/>
              </w:trPr>
              <w:tc>
                <w:tcPr>
                  <w:tcW w:w="8504" w:type="dxa"/>
                  <w:tcBorders>
                    <w:top w:val="nil"/>
                    <w:bottom w:val="nil"/>
                  </w:tcBorders>
                </w:tcPr>
                <w:p w:rsidR="00EB4C1B" w:rsidRDefault="00EB4C1B" w:rsidP="003C59A8">
                  <w:pPr>
                    <w:pStyle w:val="Figure"/>
                    <w:spacing w:before="60" w:after="60"/>
                  </w:pPr>
                  <w:r>
                    <w:rPr>
                      <w:noProof/>
                    </w:rPr>
                    <mc:AlternateContent>
                      <mc:Choice Requires="wpg">
                        <w:drawing>
                          <wp:inline distT="0" distB="0" distL="0" distR="0" wp14:anchorId="516C656F" wp14:editId="467C2752">
                            <wp:extent cx="5524500" cy="2743200"/>
                            <wp:effectExtent l="0" t="0" r="0" b="0"/>
                            <wp:docPr id="21" name="Group 21" descr="This chart shows the number of households living in public housing in South Australia and Western Australia, categorised by household size and the number of bedrooms in the dwelling." title="Many single tenants live in multi-bedroom dwellings"/>
                            <wp:cNvGraphicFramePr/>
                            <a:graphic xmlns:a="http://schemas.openxmlformats.org/drawingml/2006/main">
                              <a:graphicData uri="http://schemas.microsoft.com/office/word/2010/wordprocessingGroup">
                                <wpg:wgp>
                                  <wpg:cNvGrpSpPr/>
                                  <wpg:grpSpPr>
                                    <a:xfrm>
                                      <a:off x="0" y="0"/>
                                      <a:ext cx="5524500" cy="2743200"/>
                                      <a:chOff x="0" y="0"/>
                                      <a:chExt cx="5524500" cy="2743200"/>
                                    </a:xfrm>
                                  </wpg:grpSpPr>
                                  <wpg:graphicFrame>
                                    <wpg:cNvPr id="18" name="Chart 18" descr="This chart shows the number of households, living in public housing in South Australia, categorised by household size and the number of bedrooms in the dwelling." title="Many single tenants live in multi-bedroom dwellings"/>
                                    <wpg:cNvFrPr/>
                                    <wpg:xfrm>
                                      <a:off x="0" y="0"/>
                                      <a:ext cx="2828925" cy="2514600"/>
                                    </wpg:xfrm>
                                    <a:graphic>
                                      <a:graphicData uri="http://schemas.openxmlformats.org/drawingml/2006/chart">
                                        <c:chart xmlns:c="http://schemas.openxmlformats.org/drawingml/2006/chart" xmlns:r="http://schemas.openxmlformats.org/officeDocument/2006/relationships" r:id="rId37"/>
                                      </a:graphicData>
                                    </a:graphic>
                                  </wpg:graphicFrame>
                                  <wpg:graphicFrame>
                                    <wpg:cNvPr id="32" name="Chart 32" descr="This chart shows the number of households, living in public housing in Western Australia, categorised by household size and the number of bedrooms in the dwelling." title="Many single tenants live in multi-bedroom dwellings"/>
                                    <wpg:cNvFrPr/>
                                    <wpg:xfrm>
                                      <a:off x="2800350" y="28575"/>
                                      <a:ext cx="2714625" cy="2495550"/>
                                    </wpg:xfrm>
                                    <a:graphic>
                                      <a:graphicData uri="http://schemas.openxmlformats.org/drawingml/2006/chart">
                                        <c:chart xmlns:c="http://schemas.openxmlformats.org/drawingml/2006/chart" xmlns:r="http://schemas.openxmlformats.org/officeDocument/2006/relationships" r:id="rId38"/>
                                      </a:graphicData>
                                    </a:graphic>
                                  </wpg:graphicFrame>
                                  <wpg:graphicFrame>
                                    <wpg:cNvPr id="13" name="Chart 13" descr="Legend" title="Many single tenants live in multi-bedroom dwellings"/>
                                    <wpg:cNvFrPr/>
                                    <wpg:xfrm>
                                      <a:off x="161925" y="2505075"/>
                                      <a:ext cx="5362575" cy="238125"/>
                                    </wpg:xfrm>
                                    <a:graphic>
                                      <a:graphicData uri="http://schemas.openxmlformats.org/drawingml/2006/chart">
                                        <c:chart xmlns:c="http://schemas.openxmlformats.org/drawingml/2006/chart" xmlns:r="http://schemas.openxmlformats.org/officeDocument/2006/relationships" r:id="rId39"/>
                                      </a:graphicData>
                                    </a:graphic>
                                  </wpg:graphicFrame>
                                </wpg:wgp>
                              </a:graphicData>
                            </a:graphic>
                          </wp:inline>
                        </w:drawing>
                      </mc:Choice>
                      <mc:Fallback>
                        <w:pict>
                          <v:group id="Group 21" o:spid="_x0000_s1026" alt="Title: Many single tenants live in multi-bedroom dwellings - Description: This chart shows the number of households living in public housing in South Australia and Western Australia, categorised by household size and the number of bedrooms in the dwelling." style="width:435pt;height:3in;mso-position-horizontal-relative:char;mso-position-vertical-relative:line" coordsize="55245,27432" o:gfxdata="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Chart 18" o:spid="_x0000_s1027" type="#_x0000_t75" alt="This chart shows the number of households, living in public housing in South Australia, categorised by household size and the number of bedrooms in the dwelling." style="position:absolute;width:28285;height:2511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">
                              <v:imagedata r:id="rId40" o:title=""/>
                              <o:lock v:ext="edit" aspectratio="f"/>
                            </v:shape>
                            <v:shape id="Chart 32" o:spid="_x0000_s1028" type="#_x0000_t75" alt="This chart shows the number of households, living in public housing in Western Australia, categorised by household size and the number of bedrooms in the dwelling." style="position:absolute;left:27980;top:304;width:27188;height:2493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">
                              <v:imagedata r:id="rId41" o:title=""/>
                              <o:lock v:ext="edit" aspectratio="f"/>
                            </v:shape>
                            <v:shape id="Chart 13" o:spid="_x0000_s1029" type="#_x0000_t75" alt="Legend" style="position:absolute;left:1645;top:24993;width:53584;height:243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">
                              <v:imagedata r:id="rId42" o:title=""/>
                              <o:lock v:ext="edit" aspectratio="f"/>
                            </v:shape>
                            <w10:anchorlock/>
                          </v:group>
                        </w:pict>
                      </mc:Fallback>
                    </mc:AlternateContent>
                  </w:r>
                </w:p>
              </w:tc>
            </w:tr>
          </w:tbl>
          <w:p w:rsidR="00EB4C1B" w:rsidRDefault="00EB4C1B" w:rsidP="003C59A8">
            <w:pPr>
              <w:pStyle w:val="Figure"/>
            </w:pPr>
          </w:p>
        </w:tc>
      </w:tr>
      <w:tr w:rsidR="003C59A8" w:rsidRPr="004E64CD" w:rsidTr="003C59A8">
        <w:trPr>
          <w:trHeight w:val="435"/>
        </w:trPr>
        <w:tc>
          <w:tcPr>
            <w:tcW w:w="8771" w:type="dxa"/>
            <w:tcBorders>
              <w:top w:val="nil"/>
              <w:left w:val="nil"/>
              <w:bottom w:val="nil"/>
              <w:right w:val="nil"/>
            </w:tcBorders>
            <w:shd w:val="clear" w:color="auto" w:fill="auto"/>
            <w:tcMar>
              <w:top w:w="28" w:type="dxa"/>
              <w:bottom w:w="28" w:type="dxa"/>
            </w:tcMar>
          </w:tcPr>
          <w:p w:rsidR="003C59A8" w:rsidRPr="004E64CD" w:rsidRDefault="003C59A8" w:rsidP="003C59A8">
            <w:pPr>
              <w:pStyle w:val="TableBodyText"/>
              <w:rPr>
                <w:rStyle w:val="DraftingNote"/>
                <w:b w:val="0"/>
              </w:rPr>
            </w:pPr>
          </w:p>
        </w:tc>
      </w:tr>
      <w:tr w:rsidR="003C59A8" w:rsidRPr="00176D3F" w:rsidTr="003C59A8">
        <w:tc>
          <w:tcPr>
            <w:tcW w:w="8771" w:type="dxa"/>
            <w:tcBorders>
              <w:top w:val="nil"/>
              <w:left w:val="nil"/>
              <w:bottom w:val="nil"/>
              <w:right w:val="nil"/>
            </w:tcBorders>
            <w:shd w:val="clear" w:color="auto" w:fill="auto"/>
          </w:tcPr>
          <w:p w:rsidR="003C59A8" w:rsidRPr="00176D3F" w:rsidRDefault="003C59A8" w:rsidP="003C59A8">
            <w:pPr>
              <w:pStyle w:val="Source"/>
            </w:pPr>
            <w:r>
              <w:rPr>
                <w:i/>
              </w:rPr>
              <w:t>S</w:t>
            </w:r>
            <w:r w:rsidRPr="00784A05">
              <w:rPr>
                <w:i/>
              </w:rPr>
              <w:t>ource</w:t>
            </w:r>
            <w:r w:rsidRPr="00176D3F">
              <w:t xml:space="preserve">: </w:t>
            </w:r>
            <w:r w:rsidR="008A75BF">
              <w:t>Department for</w:t>
            </w:r>
            <w:r w:rsidRPr="00AA08B2">
              <w:t xml:space="preserve"> Communities and Social Inclusion, Housing SA, administrative data (unpublished)</w:t>
            </w:r>
            <w:r>
              <w:t>, Department of Housing (Western Australia), administrative data (unpublished).</w:t>
            </w:r>
          </w:p>
        </w:tc>
      </w:tr>
      <w:tr w:rsidR="003C59A8" w:rsidTr="003C59A8">
        <w:tc>
          <w:tcPr>
            <w:tcW w:w="8771" w:type="dxa"/>
            <w:tcBorders>
              <w:top w:val="nil"/>
              <w:left w:val="nil"/>
              <w:bottom w:val="single" w:sz="6" w:space="0" w:color="78A22F"/>
              <w:right w:val="nil"/>
            </w:tcBorders>
            <w:shd w:val="clear" w:color="auto" w:fill="auto"/>
          </w:tcPr>
          <w:p w:rsidR="003C59A8" w:rsidRDefault="003C59A8" w:rsidP="003C59A8">
            <w:pPr>
              <w:pStyle w:val="Figurespace"/>
            </w:pPr>
          </w:p>
        </w:tc>
      </w:tr>
      <w:tr w:rsidR="003C59A8" w:rsidRPr="000863A5"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p w:rsidR="003C59A8" w:rsidRDefault="003C59A8" w:rsidP="003C59A8">
      <w:pPr>
        <w:pStyle w:val="BodyText"/>
      </w:pPr>
      <w:r>
        <w:t>In short, low income Australians have a financial incentive to enter public housing, and a financial incentive to stay once they become tenants, and these incentives are stronger in areas where private rents are higher.</w:t>
      </w:r>
    </w:p>
    <w:p w:rsidR="003C59A8" w:rsidRDefault="003C59A8" w:rsidP="003C59A8">
      <w:pPr>
        <w:pStyle w:val="Heading3"/>
      </w:pPr>
      <w:r>
        <w:t>Secure tenancies are an additional reason for tenants to prefer public housing</w:t>
      </w:r>
    </w:p>
    <w:p w:rsidR="003C59A8" w:rsidRDefault="003C59A8" w:rsidP="003C59A8">
      <w:pPr>
        <w:pStyle w:val="BodyText"/>
      </w:pPr>
      <w:r>
        <w:t>In contrast to the situation that can apply in private rental accommodation, if public housing tenants in South Australia continue to meet the conditions of their fixed term lease, they will be offered a further fixed term lease at its expiry (BP 1). In Western Australia, public housing tenancies are ongoing provided that tenants continue to meet eligibility criteria.</w:t>
      </w:r>
    </w:p>
    <w:p w:rsidR="003C59A8" w:rsidRDefault="003C59A8" w:rsidP="003C59A8">
      <w:pPr>
        <w:pStyle w:val="BodyText"/>
      </w:pPr>
      <w:r>
        <w:t>There is some evidence that low income private renters in South Australia have relatively short tenancies. The South Australian government provides bond guarantees for low income households. In 2012</w:t>
      </w:r>
      <w:r>
        <w:noBreakHyphen/>
        <w:t>13, the income eligibility threshold for a single applicant for a guarantee was the same as for public housing — $970 a week. In that year, about 15 500 bonds were released as tenancies ended. Half of the tenancies that ended had lasted less than 1.2 years (60 weeks) (unpublished data from Housing SA).</w:t>
      </w:r>
      <w:r>
        <w:rPr>
          <w:rStyle w:val="FootnoteReference"/>
        </w:rPr>
        <w:footnoteReference w:id="18"/>
      </w:r>
      <w:r>
        <w:t xml:space="preserve"> In contrast, half of the tenants who left public housing during 2012</w:t>
      </w:r>
      <w:r>
        <w:noBreakHyphen/>
        <w:t>13 had been living in public housing for over 7 years. Only 15 per cent of tenants left after less than 12 months of residence.</w:t>
      </w:r>
    </w:p>
    <w:p w:rsidR="003C59A8" w:rsidRDefault="003C59A8" w:rsidP="003C59A8">
      <w:pPr>
        <w:pStyle w:val="BodyText"/>
      </w:pPr>
      <w:r>
        <w:lastRenderedPageBreak/>
        <w:t>To the extent that a low income renter values security of tenure, public housing is likely to be considerably more attractive than private rental.</w:t>
      </w:r>
    </w:p>
    <w:p w:rsidR="003C59A8" w:rsidRDefault="003C59A8" w:rsidP="003C59A8">
      <w:pPr>
        <w:pStyle w:val="Heading4"/>
      </w:pPr>
      <w:r>
        <w:t>More generally, housing stability appears to be positively related to employment</w:t>
      </w:r>
    </w:p>
    <w:p w:rsidR="003C59A8" w:rsidRDefault="003C59A8" w:rsidP="003C59A8">
      <w:pPr>
        <w:pStyle w:val="BodyText"/>
      </w:pPr>
      <w:r>
        <w:t>Short tenures are a concern from an employment perspective. Analysis of the employment rates of income support recipients suggests that there is a positive relationship between a stable address and employment (BP 5). Income support recipients who move once over the course of a year are predicted to have an employment rate that is nearly 4 percentage points lower than that of their peers who do not move (figure </w:t>
      </w:r>
      <w:r>
        <w:fldChar w:fldCharType="begin" w:fldLock="1"/>
      </w:r>
      <w:r>
        <w:instrText xml:space="preserve"> LINK Word.Document.12 "\\\\MEL_1\\groups\\Elmrb\\04_Current projects\\Housing\\04_Reports\\Report\\Final\\Ch 4 Welfare locks and stability effects FINAL.docx" "OLE_LINK4" \a \t </w:instrText>
      </w:r>
      <w:r>
        <w:fldChar w:fldCharType="separate"/>
      </w:r>
      <w:r>
        <w:t>4.3</w:t>
      </w:r>
      <w:r>
        <w:fldChar w:fldCharType="end"/>
      </w:r>
      <w:r>
        <w:t>). Given an average employment rate among income support recipients with stable housing in the preceding year of about 21 per cent, this is a large effect.</w:t>
      </w:r>
    </w:p>
    <w:p w:rsidR="003C59A8" w:rsidRDefault="003C59A8" w:rsidP="003C59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Tr="003C59A8">
        <w:tc>
          <w:tcPr>
            <w:tcW w:w="8771" w:type="dxa"/>
            <w:tcBorders>
              <w:top w:val="single" w:sz="6" w:space="0" w:color="78A22F"/>
              <w:left w:val="nil"/>
              <w:bottom w:val="nil"/>
              <w:right w:val="nil"/>
            </w:tcBorders>
            <w:shd w:val="clear" w:color="auto" w:fill="auto"/>
          </w:tcPr>
          <w:p w:rsidR="003C59A8" w:rsidRPr="00F628C2" w:rsidRDefault="003C59A8" w:rsidP="003C59A8">
            <w:pPr>
              <w:pStyle w:val="FigureTitle"/>
            </w:pPr>
            <w:r w:rsidRPr="00F628C2">
              <w:rPr>
                <w:b w:val="0"/>
              </w:rPr>
              <w:t xml:space="preserve">Figure </w:t>
            </w:r>
            <w:r w:rsidRPr="00F628C2">
              <w:rPr>
                <w:b w:val="0"/>
              </w:rPr>
              <w:fldChar w:fldCharType="begin" w:fldLock="1"/>
            </w:r>
            <w:r w:rsidRPr="00F628C2">
              <w:rPr>
                <w:b w:val="0"/>
              </w:rPr>
              <w:instrText xml:space="preserve"> COMMENTS  \* MERGEFORMAT </w:instrText>
            </w:r>
            <w:r w:rsidRPr="00F628C2">
              <w:rPr>
                <w:b w:val="0"/>
              </w:rPr>
              <w:fldChar w:fldCharType="separate"/>
            </w:r>
            <w:r w:rsidRPr="00F628C2">
              <w:rPr>
                <w:b w:val="0"/>
              </w:rPr>
              <w:t>4.</w:t>
            </w:r>
            <w:r w:rsidRPr="00F628C2">
              <w:rPr>
                <w:b w:val="0"/>
              </w:rPr>
              <w:fldChar w:fldCharType="end"/>
            </w:r>
            <w:r w:rsidRPr="00F628C2">
              <w:rPr>
                <w:b w:val="0"/>
              </w:rPr>
              <w:fldChar w:fldCharType="begin" w:fldLock="1"/>
            </w:r>
            <w:r w:rsidRPr="00F628C2">
              <w:rPr>
                <w:b w:val="0"/>
              </w:rPr>
              <w:instrText xml:space="preserve"> SEQ Figure \* ARABIC </w:instrText>
            </w:r>
            <w:r w:rsidRPr="00F628C2">
              <w:rPr>
                <w:b w:val="0"/>
              </w:rPr>
              <w:fldChar w:fldCharType="separate"/>
            </w:r>
            <w:r>
              <w:rPr>
                <w:b w:val="0"/>
                <w:noProof/>
              </w:rPr>
              <w:t>3</w:t>
            </w:r>
            <w:r w:rsidRPr="00F628C2">
              <w:rPr>
                <w:b w:val="0"/>
              </w:rPr>
              <w:fldChar w:fldCharType="end"/>
            </w:r>
            <w:r w:rsidRPr="00F628C2">
              <w:tab/>
              <w:t xml:space="preserve">Changing address negatively affects the likelihood </w:t>
            </w:r>
            <w:r>
              <w:rPr>
                <w:spacing w:val="-2"/>
              </w:rPr>
              <w:t>that an income support recipient works</w:t>
            </w:r>
            <w:r w:rsidRPr="00C83237">
              <w:rPr>
                <w:rStyle w:val="NoteLabel"/>
                <w:b/>
              </w:rPr>
              <w:t>a</w:t>
            </w:r>
          </w:p>
          <w:p w:rsidR="003C59A8" w:rsidRPr="00176D3F" w:rsidRDefault="003C59A8" w:rsidP="003C59A8">
            <w:pPr>
              <w:pStyle w:val="Subtitle"/>
            </w:pPr>
            <w:r>
              <w:t>Number of address changes in previous year. Percentage point difference in the predicted employment rates of movers and non</w:t>
            </w:r>
            <w:r>
              <w:noBreakHyphen/>
              <w:t>movers.</w:t>
            </w:r>
          </w:p>
        </w:tc>
      </w:tr>
      <w:tr w:rsidR="003C59A8" w:rsidTr="003C59A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3C59A8" w:rsidTr="003C59A8">
              <w:trPr>
                <w:jc w:val="center"/>
              </w:trPr>
              <w:tc>
                <w:tcPr>
                  <w:tcW w:w="8504" w:type="dxa"/>
                  <w:tcBorders>
                    <w:top w:val="nil"/>
                    <w:bottom w:val="nil"/>
                  </w:tcBorders>
                </w:tcPr>
                <w:p w:rsidR="003C59A8" w:rsidRDefault="003C59A8" w:rsidP="003C59A8">
                  <w:pPr>
                    <w:pStyle w:val="Figure"/>
                    <w:spacing w:before="60" w:after="60"/>
                  </w:pPr>
                  <w:r>
                    <w:rPr>
                      <w:noProof/>
                    </w:rPr>
                    <w:drawing>
                      <wp:inline distT="0" distB="0" distL="0" distR="0" wp14:anchorId="4C97D5AC" wp14:editId="77ECF734">
                        <wp:extent cx="5220000" cy="2124075"/>
                        <wp:effectExtent l="0" t="0" r="0" b="0"/>
                        <wp:docPr id="14" name="Chart 14" descr="This chart shows the percentage point difference in the predicted employment rates of movers and non-movers, categorised by the number of address changes a person has had in previous year." title="Changing address negatively affects the likelihood that an income support recipient works"/>
                        <wp:cNvGraphicFramePr/>
                        <a:graphic xmlns:a="http://schemas.openxmlformats.org/drawingml/2006/main">
                          <a:graphicData uri="http://schemas.openxmlformats.org/drawingml/2006/chart">
                            <c:chart xmlns:c="http://schemas.openxmlformats.org/drawingml/2006/chart" xmlns:r="http://schemas.openxmlformats.org/officeDocument/2006/relationships" r:id="rId43"/>
                          </a:graphicData>
                        </a:graphic>
                      </wp:inline>
                    </w:drawing>
                  </w:r>
                </w:p>
              </w:tc>
            </w:tr>
          </w:tbl>
          <w:p w:rsidR="003C59A8" w:rsidRDefault="003C59A8" w:rsidP="003C59A8">
            <w:pPr>
              <w:pStyle w:val="Figure"/>
            </w:pPr>
          </w:p>
        </w:tc>
      </w:tr>
      <w:tr w:rsidR="003C59A8" w:rsidRPr="00176D3F" w:rsidTr="003C59A8">
        <w:tc>
          <w:tcPr>
            <w:tcW w:w="8771" w:type="dxa"/>
            <w:tcBorders>
              <w:top w:val="nil"/>
              <w:left w:val="nil"/>
              <w:bottom w:val="nil"/>
              <w:right w:val="nil"/>
            </w:tcBorders>
            <w:shd w:val="clear" w:color="auto" w:fill="auto"/>
          </w:tcPr>
          <w:p w:rsidR="003C59A8" w:rsidRDefault="003C59A8" w:rsidP="003C59A8">
            <w:pPr>
              <w:pStyle w:val="Note"/>
            </w:pPr>
            <w:proofErr w:type="spellStart"/>
            <w:r w:rsidRPr="007A5CDF">
              <w:rPr>
                <w:rStyle w:val="NoteLabel"/>
              </w:rPr>
              <w:t>a</w:t>
            </w:r>
            <w:proofErr w:type="spellEnd"/>
            <w:r>
              <w:t xml:space="preserve"> Address changes are measured as moves between postcodes. Employment effects are calculated from a fixed effects </w:t>
            </w:r>
            <w:proofErr w:type="spellStart"/>
            <w:r>
              <w:t>logit</w:t>
            </w:r>
            <w:proofErr w:type="spellEnd"/>
            <w:r>
              <w:t xml:space="preserve"> model that separates the effect of number of moves from other influences on whether or not income support recipients are employed.</w:t>
            </w:r>
          </w:p>
        </w:tc>
      </w:tr>
      <w:tr w:rsidR="003C59A8" w:rsidRPr="00176D3F" w:rsidTr="003C59A8">
        <w:tc>
          <w:tcPr>
            <w:tcW w:w="8771" w:type="dxa"/>
            <w:tcBorders>
              <w:top w:val="nil"/>
              <w:left w:val="nil"/>
              <w:bottom w:val="nil"/>
              <w:right w:val="nil"/>
            </w:tcBorders>
            <w:shd w:val="clear" w:color="auto" w:fill="auto"/>
          </w:tcPr>
          <w:p w:rsidR="003C59A8" w:rsidRPr="00176D3F" w:rsidRDefault="003C59A8" w:rsidP="003C59A8">
            <w:pPr>
              <w:pStyle w:val="Source"/>
            </w:pPr>
            <w:r>
              <w:rPr>
                <w:i/>
              </w:rPr>
              <w:t>S</w:t>
            </w:r>
            <w:r w:rsidRPr="00784A05">
              <w:rPr>
                <w:i/>
              </w:rPr>
              <w:t>ource</w:t>
            </w:r>
            <w:r w:rsidRPr="00176D3F">
              <w:t xml:space="preserve">: </w:t>
            </w:r>
            <w:r>
              <w:t>Author estimates based on Research and Evaluation Database.</w:t>
            </w:r>
          </w:p>
        </w:tc>
      </w:tr>
      <w:tr w:rsidR="003C59A8" w:rsidTr="003C59A8">
        <w:tc>
          <w:tcPr>
            <w:tcW w:w="8771" w:type="dxa"/>
            <w:tcBorders>
              <w:top w:val="nil"/>
              <w:left w:val="nil"/>
              <w:bottom w:val="single" w:sz="6" w:space="0" w:color="78A22F"/>
              <w:right w:val="nil"/>
            </w:tcBorders>
            <w:shd w:val="clear" w:color="auto" w:fill="auto"/>
          </w:tcPr>
          <w:p w:rsidR="003C59A8" w:rsidRDefault="003C59A8" w:rsidP="003C59A8">
            <w:pPr>
              <w:pStyle w:val="Figurespace"/>
            </w:pPr>
          </w:p>
        </w:tc>
      </w:tr>
      <w:tr w:rsidR="003C59A8" w:rsidRPr="000863A5"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p w:rsidR="003C59A8" w:rsidRPr="0023635F" w:rsidRDefault="003C59A8" w:rsidP="003C59A8">
      <w:pPr>
        <w:pStyle w:val="Heading3"/>
      </w:pPr>
      <w:r>
        <w:t>Public housing t</w:t>
      </w:r>
      <w:r w:rsidRPr="0023635F">
        <w:t>enants typically have higher employment rates than applicants</w:t>
      </w:r>
    </w:p>
    <w:p w:rsidR="003C59A8" w:rsidRPr="0023635F" w:rsidRDefault="003C59A8" w:rsidP="003C59A8">
      <w:pPr>
        <w:pStyle w:val="BodyText"/>
      </w:pPr>
      <w:r w:rsidRPr="0023635F">
        <w:t>About 20 per cent of working age head tenants in South Australia, and about 20 per cent of all working age tenants in Western Australia, were employed at 30</w:t>
      </w:r>
      <w:r>
        <w:t> </w:t>
      </w:r>
      <w:r w:rsidRPr="0023635F">
        <w:t xml:space="preserve">June 2013 </w:t>
      </w:r>
      <w:r w:rsidRPr="0023635F">
        <w:lastRenderedPageBreak/>
        <w:t>(figure </w:t>
      </w:r>
      <w:r w:rsidRPr="0023635F">
        <w:fldChar w:fldCharType="begin" w:fldLock="1"/>
      </w:r>
      <w:r w:rsidRPr="0023635F">
        <w:instrText xml:space="preserve"> LINK Word.Document.12 "\\\\MEL_1\\groups\\Elmrb\\04_Current projects\\Housing\\04_Reports\\Report\\Draft\\Ch 4 Welfare locks.docx" OLE_LINK14 \a \t </w:instrText>
      </w:r>
      <w:r>
        <w:instrText xml:space="preserve"> \* MERGEFORMAT </w:instrText>
      </w:r>
      <w:r w:rsidRPr="0023635F">
        <w:fldChar w:fldCharType="separate"/>
      </w:r>
      <w:r w:rsidRPr="0023635F">
        <w:t>4.4</w:t>
      </w:r>
      <w:r w:rsidRPr="0023635F">
        <w:fldChar w:fldCharType="end"/>
      </w:r>
      <w:r w:rsidRPr="0023635F">
        <w:t>).</w:t>
      </w:r>
      <w:r w:rsidRPr="008D007F">
        <w:rPr>
          <w:rStyle w:val="EndnoteReference"/>
        </w:rPr>
        <w:footnoteReference w:id="19"/>
      </w:r>
      <w:r w:rsidRPr="0023635F">
        <w:t xml:space="preserve"> </w:t>
      </w:r>
      <w:r>
        <w:t>I</w:t>
      </w:r>
      <w:r w:rsidRPr="0023635F">
        <w:t>n both states, employment rates among applicants tended to be lower — much lower for those in a higher priority category.</w:t>
      </w:r>
      <w:r w:rsidRPr="008D007F">
        <w:rPr>
          <w:rStyle w:val="EndnoteReference"/>
        </w:rPr>
        <w:footnoteReference w:id="20"/>
      </w:r>
    </w:p>
    <w:p w:rsidR="003C59A8" w:rsidRDefault="003C59A8" w:rsidP="003C59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Tr="003C59A8">
        <w:tc>
          <w:tcPr>
            <w:tcW w:w="8771" w:type="dxa"/>
            <w:tcBorders>
              <w:top w:val="single" w:sz="6" w:space="0" w:color="78A22F"/>
              <w:left w:val="nil"/>
              <w:bottom w:val="nil"/>
              <w:right w:val="nil"/>
            </w:tcBorders>
            <w:shd w:val="clear" w:color="auto" w:fill="auto"/>
          </w:tcPr>
          <w:p w:rsidR="003C59A8" w:rsidRPr="00995DBD" w:rsidRDefault="003C59A8" w:rsidP="003C59A8">
            <w:pPr>
              <w:pStyle w:val="FigureTitle"/>
              <w:rPr>
                <w:spacing w:val="-2"/>
              </w:rPr>
            </w:pPr>
            <w:r w:rsidRPr="00995DBD">
              <w:rPr>
                <w:b w:val="0"/>
                <w:spacing w:val="-2"/>
              </w:rPr>
              <w:t xml:space="preserve">Figure </w:t>
            </w:r>
            <w:r w:rsidRPr="00995DBD">
              <w:rPr>
                <w:b w:val="0"/>
                <w:spacing w:val="-2"/>
              </w:rPr>
              <w:fldChar w:fldCharType="begin" w:fldLock="1"/>
            </w:r>
            <w:r w:rsidRPr="00995DBD">
              <w:rPr>
                <w:b w:val="0"/>
                <w:spacing w:val="-2"/>
              </w:rPr>
              <w:instrText xml:space="preserve"> COMMENTS  \* MERGEFORMAT </w:instrText>
            </w:r>
            <w:r w:rsidRPr="00995DBD">
              <w:rPr>
                <w:b w:val="0"/>
                <w:spacing w:val="-2"/>
              </w:rPr>
              <w:fldChar w:fldCharType="separate"/>
            </w:r>
            <w:r>
              <w:rPr>
                <w:b w:val="0"/>
                <w:spacing w:val="-2"/>
              </w:rPr>
              <w:t>4.</w:t>
            </w:r>
            <w:r w:rsidRPr="00995DBD">
              <w:rPr>
                <w:b w:val="0"/>
                <w:spacing w:val="-2"/>
              </w:rPr>
              <w:fldChar w:fldCharType="end"/>
            </w:r>
            <w:r w:rsidRPr="00995DBD">
              <w:rPr>
                <w:b w:val="0"/>
                <w:spacing w:val="-2"/>
              </w:rPr>
              <w:fldChar w:fldCharType="begin" w:fldLock="1"/>
            </w:r>
            <w:r w:rsidRPr="00995DBD">
              <w:rPr>
                <w:b w:val="0"/>
                <w:spacing w:val="-2"/>
              </w:rPr>
              <w:instrText xml:space="preserve"> SEQ Figure \* ARABIC </w:instrText>
            </w:r>
            <w:r w:rsidRPr="00995DBD">
              <w:rPr>
                <w:b w:val="0"/>
                <w:spacing w:val="-2"/>
              </w:rPr>
              <w:fldChar w:fldCharType="separate"/>
            </w:r>
            <w:r>
              <w:rPr>
                <w:b w:val="0"/>
                <w:noProof/>
                <w:spacing w:val="-2"/>
              </w:rPr>
              <w:t>4</w:t>
            </w:r>
            <w:r w:rsidRPr="00995DBD">
              <w:rPr>
                <w:b w:val="0"/>
                <w:spacing w:val="-2"/>
              </w:rPr>
              <w:fldChar w:fldCharType="end"/>
            </w:r>
            <w:r w:rsidRPr="00995DBD">
              <w:rPr>
                <w:spacing w:val="-2"/>
              </w:rPr>
              <w:tab/>
              <w:t>Tenants’ employment rates tend to be higher than applicants’</w:t>
            </w:r>
            <w:r w:rsidRPr="00BE2844">
              <w:rPr>
                <w:rStyle w:val="NoteLabel"/>
                <w:b/>
              </w:rPr>
              <w:t>a</w:t>
            </w:r>
          </w:p>
          <w:p w:rsidR="003C59A8" w:rsidRPr="00D049D7" w:rsidRDefault="003C59A8" w:rsidP="003C59A8">
            <w:pPr>
              <w:pStyle w:val="Subtitle"/>
            </w:pPr>
            <w:r>
              <w:t>Percentage of working</w:t>
            </w:r>
            <w:r>
              <w:noBreakHyphen/>
              <w:t>age people employed, at 30 June, 2004 to 2013</w:t>
            </w:r>
          </w:p>
        </w:tc>
      </w:tr>
      <w:tr w:rsidR="003C59A8" w:rsidTr="003C59A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3C59A8" w:rsidTr="003C59A8">
              <w:trPr>
                <w:trHeight w:val="3708"/>
                <w:jc w:val="center"/>
              </w:trPr>
              <w:tc>
                <w:tcPr>
                  <w:tcW w:w="8504" w:type="dxa"/>
                  <w:tcBorders>
                    <w:top w:val="nil"/>
                    <w:bottom w:val="nil"/>
                  </w:tcBorders>
                </w:tcPr>
                <w:p w:rsidR="003C59A8" w:rsidRDefault="003C59A8" w:rsidP="003C59A8">
                  <w:pPr>
                    <w:pStyle w:val="Figure"/>
                    <w:spacing w:before="60" w:after="60"/>
                  </w:pPr>
                  <w:r>
                    <w:rPr>
                      <w:noProof/>
                    </w:rPr>
                    <w:drawing>
                      <wp:inline distT="0" distB="0" distL="0" distR="0" wp14:anchorId="58D49048" wp14:editId="6DB006E0">
                        <wp:extent cx="5334000" cy="2305050"/>
                        <wp:effectExtent l="0" t="0" r="0" b="0"/>
                        <wp:docPr id="89" name="Chart 89" descr="This chart shows the percentage of working age people employed in South Australia, within:&#10;- Applicants for public housing (further grouped by priority category)&#10;- Public housing tenants&#10;- The working age population. " title="Tenants’ employment rates tend to be higher than applicants’"/>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tc>
            </w:tr>
            <w:tr w:rsidR="003C59A8" w:rsidTr="003C59A8">
              <w:trPr>
                <w:jc w:val="center"/>
              </w:trPr>
              <w:tc>
                <w:tcPr>
                  <w:tcW w:w="8504" w:type="dxa"/>
                  <w:tcBorders>
                    <w:top w:val="nil"/>
                    <w:bottom w:val="nil"/>
                  </w:tcBorders>
                </w:tcPr>
                <w:p w:rsidR="003C59A8" w:rsidRDefault="003C59A8" w:rsidP="003C59A8">
                  <w:pPr>
                    <w:pStyle w:val="Figure"/>
                    <w:spacing w:before="60" w:after="60"/>
                  </w:pPr>
                  <w:r>
                    <w:rPr>
                      <w:noProof/>
                    </w:rPr>
                    <w:drawing>
                      <wp:inline distT="0" distB="0" distL="0" distR="0" wp14:anchorId="1504AEB9" wp14:editId="6FAF9F88">
                        <wp:extent cx="5295900" cy="2276475"/>
                        <wp:effectExtent l="0" t="0" r="0" b="0"/>
                        <wp:docPr id="51" name="Chart 51" descr="This chart shows the percentage of working age people employed in Western Australia, within:&#10;- Applicants for public housing (further grouped by priority category)&#10;- Public housing tenants&#10;- The working age population. " title="Tenants’ employment rates tend to be higher than applicants’"/>
                        <wp:cNvGraphicFramePr/>
                        <a:graphic xmlns:a="http://schemas.openxmlformats.org/drawingml/2006/main">
                          <a:graphicData uri="http://schemas.openxmlformats.org/drawingml/2006/chart">
                            <c:chart xmlns:c="http://schemas.openxmlformats.org/drawingml/2006/chart" xmlns:r="http://schemas.openxmlformats.org/officeDocument/2006/relationships" r:id="rId45"/>
                          </a:graphicData>
                        </a:graphic>
                      </wp:inline>
                    </w:drawing>
                  </w:r>
                </w:p>
              </w:tc>
            </w:tr>
          </w:tbl>
          <w:p w:rsidR="003C59A8" w:rsidRDefault="003C59A8" w:rsidP="003C59A8">
            <w:pPr>
              <w:pStyle w:val="Figure"/>
            </w:pPr>
          </w:p>
        </w:tc>
      </w:tr>
      <w:tr w:rsidR="003C59A8" w:rsidRPr="00176D3F" w:rsidTr="003C59A8">
        <w:tc>
          <w:tcPr>
            <w:tcW w:w="8771" w:type="dxa"/>
            <w:tcBorders>
              <w:top w:val="nil"/>
              <w:left w:val="nil"/>
              <w:bottom w:val="nil"/>
              <w:right w:val="nil"/>
            </w:tcBorders>
            <w:shd w:val="clear" w:color="auto" w:fill="auto"/>
          </w:tcPr>
          <w:p w:rsidR="003C59A8" w:rsidRPr="00D049D7" w:rsidRDefault="003C59A8" w:rsidP="003C59A8">
            <w:pPr>
              <w:pStyle w:val="Note"/>
              <w:spacing w:before="40"/>
              <w:rPr>
                <w:rStyle w:val="NoteLabel"/>
              </w:rPr>
            </w:pPr>
            <w:proofErr w:type="spellStart"/>
            <w:r w:rsidRPr="00D049D7">
              <w:rPr>
                <w:rStyle w:val="NoteLabel"/>
              </w:rPr>
              <w:t>a</w:t>
            </w:r>
            <w:proofErr w:type="spellEnd"/>
            <w:r w:rsidRPr="00D049D7">
              <w:t xml:space="preserve"> Figures for South Australia are for working</w:t>
            </w:r>
            <w:r>
              <w:noBreakHyphen/>
            </w:r>
            <w:r w:rsidRPr="00D049D7">
              <w:t>age head applicants and head tenants. Figures for Western Australia are for all working age applicants and tenants.</w:t>
            </w:r>
            <w:r>
              <w:t xml:space="preserve"> </w:t>
            </w:r>
          </w:p>
        </w:tc>
      </w:tr>
      <w:tr w:rsidR="003C59A8" w:rsidRPr="00176D3F" w:rsidTr="003C59A8">
        <w:tc>
          <w:tcPr>
            <w:tcW w:w="8771" w:type="dxa"/>
            <w:tcBorders>
              <w:top w:val="nil"/>
              <w:left w:val="nil"/>
              <w:bottom w:val="nil"/>
              <w:right w:val="nil"/>
            </w:tcBorders>
            <w:shd w:val="clear" w:color="auto" w:fill="auto"/>
          </w:tcPr>
          <w:p w:rsidR="003C59A8" w:rsidRPr="00176D3F" w:rsidRDefault="003C59A8" w:rsidP="003C59A8">
            <w:pPr>
              <w:pStyle w:val="Source"/>
              <w:spacing w:before="40"/>
            </w:pPr>
            <w:r>
              <w:rPr>
                <w:i/>
              </w:rPr>
              <w:t>S</w:t>
            </w:r>
            <w:r w:rsidRPr="00784A05">
              <w:rPr>
                <w:i/>
              </w:rPr>
              <w:t>ource</w:t>
            </w:r>
            <w:r w:rsidRPr="00176D3F">
              <w:t xml:space="preserve">: </w:t>
            </w:r>
            <w:r w:rsidR="008A75BF">
              <w:t>Department for</w:t>
            </w:r>
            <w:r w:rsidRPr="00AA08B2">
              <w:t xml:space="preserve"> Communities and Social Inclusion, Housing SA, administrative data (unpublished)</w:t>
            </w:r>
            <w:r>
              <w:t>, Department of Housing (Western Australia), administrative data (unpublished).</w:t>
            </w:r>
          </w:p>
        </w:tc>
      </w:tr>
      <w:tr w:rsidR="003C59A8" w:rsidTr="003C59A8">
        <w:tc>
          <w:tcPr>
            <w:tcW w:w="8771" w:type="dxa"/>
            <w:tcBorders>
              <w:top w:val="nil"/>
              <w:left w:val="nil"/>
              <w:bottom w:val="single" w:sz="6" w:space="0" w:color="78A22F"/>
              <w:right w:val="nil"/>
            </w:tcBorders>
            <w:shd w:val="clear" w:color="auto" w:fill="auto"/>
          </w:tcPr>
          <w:p w:rsidR="003C59A8" w:rsidRDefault="003C59A8" w:rsidP="003C59A8">
            <w:pPr>
              <w:pStyle w:val="Figurespace"/>
            </w:pPr>
          </w:p>
        </w:tc>
      </w:tr>
      <w:tr w:rsidR="003C59A8" w:rsidRPr="000863A5"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p w:rsidR="003C59A8" w:rsidRPr="00B03FEC" w:rsidRDefault="003C59A8" w:rsidP="003C59A8">
      <w:pPr>
        <w:pStyle w:val="BodyText"/>
      </w:pPr>
      <w:r w:rsidRPr="00B03FEC">
        <w:t>Looking at changes over time, employment rates for both tenants and applicants typically rose slightly across the first half of the decade that ended in 2013, then dropped somewhat —</w:t>
      </w:r>
      <w:r>
        <w:t xml:space="preserve"> </w:t>
      </w:r>
      <w:r w:rsidRPr="00B03FEC">
        <w:t>more strongly in the case of Western Australian tenants.</w:t>
      </w:r>
    </w:p>
    <w:p w:rsidR="003C59A8" w:rsidRPr="00B03FEC" w:rsidRDefault="003C59A8" w:rsidP="003C59A8">
      <w:pPr>
        <w:pStyle w:val="BodyText"/>
      </w:pPr>
      <w:r w:rsidRPr="00B03FEC">
        <w:lastRenderedPageBreak/>
        <w:t>The relatively steep fall in employment among Western Australian tenants might be a reflection of changes in the tenant population. Perhaps the people who entered public housing in the second half of the decade were less likely to work than those who exited. However, the employment rates of tenants who lived in public housing for the whole period, 2007 to 2013, also fell (by 3.4 percentage points).</w:t>
      </w:r>
    </w:p>
    <w:p w:rsidR="003C59A8" w:rsidRPr="00B03FEC" w:rsidRDefault="003C59A8" w:rsidP="003C59A8">
      <w:pPr>
        <w:pStyle w:val="BodyText"/>
      </w:pPr>
      <w:r w:rsidRPr="00B03FEC">
        <w:t>It is possible that the introduction of income eligibility thresholds for all tenants in 2006 has influenced employment activity. The thresholds have not been adjusted since they were introduced, and are relatively low — $430 a week for a single person without a disability living in a metro area (</w:t>
      </w:r>
      <w:r>
        <w:t xml:space="preserve">workshop participants, </w:t>
      </w:r>
      <w:r w:rsidRPr="00B03FEC">
        <w:t>Department of Housing, pers. comm., 17</w:t>
      </w:r>
      <w:r>
        <w:t> </w:t>
      </w:r>
      <w:r w:rsidRPr="00B03FEC">
        <w:t>December 2014). Falling employment rates among Western Australian tenants are consistent with a possible welfare lock for tenants. The possibility of welfare locks among tenants is discussed further in the next section.</w:t>
      </w:r>
    </w:p>
    <w:p w:rsidR="003C59A8" w:rsidRDefault="003C59A8" w:rsidP="003C59A8">
      <w:pPr>
        <w:pStyle w:val="Heading3"/>
      </w:pPr>
      <w:r>
        <w:t xml:space="preserve">Simple longitudinal analysis does not suggest welfare locks </w:t>
      </w:r>
      <w:r w:rsidR="00C83237">
        <w:t>are a concern</w:t>
      </w:r>
    </w:p>
    <w:p w:rsidR="003C59A8" w:rsidRDefault="003C59A8" w:rsidP="003C59A8">
      <w:pPr>
        <w:pStyle w:val="BodyText"/>
      </w:pPr>
      <w:r>
        <w:t>G</w:t>
      </w:r>
      <w:r w:rsidRPr="00882535">
        <w:t xml:space="preserve">reater insight into the relationship between public housing and employment is gained by comparing employment rates for entrants before and after </w:t>
      </w:r>
      <w:r>
        <w:t>they</w:t>
      </w:r>
      <w:r w:rsidRPr="00882535">
        <w:t xml:space="preserve"> move into public housing.</w:t>
      </w:r>
    </w:p>
    <w:p w:rsidR="003C59A8" w:rsidRDefault="003C59A8" w:rsidP="003C59A8">
      <w:pPr>
        <w:pStyle w:val="BodyText"/>
      </w:pPr>
      <w:r>
        <w:t>In both South Australia and Western Australia, contrary to the welfare lock hypothesis, applicants were more likely to be employed when they entered</w:t>
      </w:r>
      <w:r w:rsidRPr="00882535">
        <w:t xml:space="preserve"> public housing than </w:t>
      </w:r>
      <w:r>
        <w:t>when they joined a</w:t>
      </w:r>
      <w:r w:rsidRPr="00882535">
        <w:t xml:space="preserve"> </w:t>
      </w:r>
      <w:r>
        <w:t>waiting list</w:t>
      </w:r>
      <w:r w:rsidRPr="00882535">
        <w:t xml:space="preserve"> (figure</w:t>
      </w:r>
      <w:r>
        <w:t> 4.5</w:t>
      </w:r>
      <w:r w:rsidRPr="00882535">
        <w:t>)</w:t>
      </w:r>
      <w:r>
        <w:t>. In other words, many applicants do not avoid employment while waiting for public housing. E</w:t>
      </w:r>
      <w:r w:rsidRPr="00882535">
        <w:t xml:space="preserve">mployment </w:t>
      </w:r>
      <w:r>
        <w:t>rates also increased</w:t>
      </w:r>
      <w:r w:rsidRPr="00882535">
        <w:t xml:space="preserve"> in the </w:t>
      </w:r>
      <w:r>
        <w:t>year</w:t>
      </w:r>
      <w:r w:rsidRPr="00882535">
        <w:t xml:space="preserve"> following entry into public housing</w:t>
      </w:r>
      <w:r>
        <w:t xml:space="preserve"> in both states.</w:t>
      </w:r>
    </w:p>
    <w:p w:rsidR="003C59A8" w:rsidRDefault="003C59A8" w:rsidP="003C59A8">
      <w:pPr>
        <w:pStyle w:val="BodyText"/>
      </w:pPr>
      <w:r>
        <w:t>There are a number of possible explanations for the observed increases in employment following entry to public housing:</w:t>
      </w:r>
    </w:p>
    <w:p w:rsidR="003C59A8" w:rsidRDefault="003C59A8" w:rsidP="003C59A8">
      <w:pPr>
        <w:pStyle w:val="ListBullet"/>
      </w:pPr>
      <w:r>
        <w:t>release from a welfare lock effect while on the waiting list — </w:t>
      </w:r>
      <w:r w:rsidRPr="00882535">
        <w:t>some applicants m</w:t>
      </w:r>
      <w:r>
        <w:t>ight</w:t>
      </w:r>
      <w:r w:rsidRPr="00882535">
        <w:t xml:space="preserve"> have </w:t>
      </w:r>
      <w:r>
        <w:t xml:space="preserve">managed their </w:t>
      </w:r>
      <w:r w:rsidRPr="00882535">
        <w:t xml:space="preserve">employment while on the waiting list, </w:t>
      </w:r>
      <w:r>
        <w:t>to avoid</w:t>
      </w:r>
      <w:r w:rsidRPr="00882535">
        <w:t xml:space="preserve"> exceed</w:t>
      </w:r>
      <w:r>
        <w:t>ing</w:t>
      </w:r>
      <w:r w:rsidRPr="00882535">
        <w:t xml:space="preserve"> the income eligibility limit</w:t>
      </w:r>
    </w:p>
    <w:p w:rsidR="003C59A8" w:rsidRDefault="003C59A8" w:rsidP="003C59A8">
      <w:pPr>
        <w:pStyle w:val="ListBullet"/>
      </w:pPr>
      <w:r>
        <w:t>a stability effect following entry to public housing — some applicants might have found it easier to work once they had a stable address and living situation</w:t>
      </w:r>
    </w:p>
    <w:p w:rsidR="003C59A8" w:rsidRPr="00F033B5" w:rsidRDefault="003C59A8" w:rsidP="003C59A8">
      <w:pPr>
        <w:pStyle w:val="ListBullet"/>
        <w:rPr>
          <w:spacing w:val="-2"/>
        </w:rPr>
      </w:pPr>
      <w:r w:rsidRPr="00F033B5">
        <w:rPr>
          <w:spacing w:val="-2"/>
        </w:rPr>
        <w:t>policy changes</w:t>
      </w:r>
      <w:r>
        <w:rPr>
          <w:spacing w:val="-2"/>
        </w:rPr>
        <w:t xml:space="preserve"> that led to employment increases across time</w:t>
      </w:r>
      <w:r w:rsidRPr="00F033B5">
        <w:rPr>
          <w:spacing w:val="-2"/>
        </w:rPr>
        <w:t xml:space="preserve">, for example, a change in the level of support offered to tenants seeking employment (however, discussions with the </w:t>
      </w:r>
      <w:proofErr w:type="spellStart"/>
      <w:r w:rsidRPr="00F033B5">
        <w:rPr>
          <w:spacing w:val="-2"/>
        </w:rPr>
        <w:t>SHA</w:t>
      </w:r>
      <w:r>
        <w:rPr>
          <w:spacing w:val="-2"/>
        </w:rPr>
        <w:t>s</w:t>
      </w:r>
      <w:proofErr w:type="spellEnd"/>
      <w:r w:rsidRPr="00F033B5">
        <w:rPr>
          <w:spacing w:val="-2"/>
        </w:rPr>
        <w:t xml:space="preserve"> do not suggest that there w</w:t>
      </w:r>
      <w:r>
        <w:rPr>
          <w:spacing w:val="-2"/>
        </w:rPr>
        <w:t>ere</w:t>
      </w:r>
      <w:r w:rsidRPr="00F033B5">
        <w:rPr>
          <w:spacing w:val="-2"/>
        </w:rPr>
        <w:t xml:space="preserve"> a</w:t>
      </w:r>
      <w:r>
        <w:rPr>
          <w:spacing w:val="-2"/>
        </w:rPr>
        <w:t>ny</w:t>
      </w:r>
      <w:r w:rsidRPr="00F033B5">
        <w:rPr>
          <w:spacing w:val="-2"/>
        </w:rPr>
        <w:t xml:space="preserve"> change in local approaches to supporting tenants, and employment patterns for income support recipients receiving housing assistance do not suggest that national policy changes led to consistent increases in employment rates across the decade (BP 3))</w:t>
      </w:r>
    </w:p>
    <w:p w:rsidR="003C59A8" w:rsidRDefault="003C59A8" w:rsidP="003C59A8">
      <w:pPr>
        <w:pStyle w:val="ListBullet"/>
      </w:pPr>
      <w:r>
        <w:t>a consistent increase in general employment rates over time (although in neither state do the data suggest that this occurred to an extent that would explain the increases among people who moved into public housing).</w:t>
      </w:r>
    </w:p>
    <w:p w:rsidR="003C59A8" w:rsidRDefault="003C59A8" w:rsidP="003C59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RPr="00176D3F" w:rsidTr="003C59A8">
        <w:tc>
          <w:tcPr>
            <w:tcW w:w="8771" w:type="dxa"/>
            <w:tcBorders>
              <w:top w:val="single" w:sz="6" w:space="0" w:color="78A22F"/>
              <w:left w:val="nil"/>
              <w:bottom w:val="nil"/>
              <w:right w:val="nil"/>
            </w:tcBorders>
            <w:shd w:val="clear" w:color="auto" w:fill="auto"/>
          </w:tcPr>
          <w:p w:rsidR="003C59A8" w:rsidRPr="00176D3F" w:rsidRDefault="003C59A8" w:rsidP="003C59A8">
            <w:pPr>
              <w:pStyle w:val="FigureTitle"/>
            </w:pPr>
            <w:r w:rsidRPr="00784A05">
              <w:rPr>
                <w:b w:val="0"/>
              </w:rPr>
              <w:t xml:space="preserve">Figure </w:t>
            </w:r>
            <w:r w:rsidRPr="00784A05">
              <w:rPr>
                <w:b w:val="0"/>
              </w:rPr>
              <w:fldChar w:fldCharType="begin" w:fldLock="1"/>
            </w:r>
            <w:r w:rsidRPr="00784A05">
              <w:rPr>
                <w:b w:val="0"/>
              </w:rPr>
              <w:instrText xml:space="preserve"> COMMENTS  \* MERGEFORMAT </w:instrText>
            </w:r>
            <w:r w:rsidRPr="00784A05">
              <w:rPr>
                <w:b w:val="0"/>
              </w:rPr>
              <w:fldChar w:fldCharType="separate"/>
            </w:r>
            <w:r>
              <w:rPr>
                <w:b w:val="0"/>
              </w:rPr>
              <w:t>4.</w:t>
            </w:r>
            <w:r w:rsidRPr="00784A05">
              <w:rPr>
                <w:b w:val="0"/>
              </w:rPr>
              <w:fldChar w:fldCharType="end"/>
            </w:r>
            <w:r w:rsidRPr="00784A05">
              <w:rPr>
                <w:b w:val="0"/>
              </w:rPr>
              <w:fldChar w:fldCharType="begin" w:fldLock="1"/>
            </w:r>
            <w:r w:rsidRPr="00784A05">
              <w:rPr>
                <w:b w:val="0"/>
              </w:rPr>
              <w:instrText xml:space="preserve"> SEQ Figure \* ARABIC </w:instrText>
            </w:r>
            <w:r w:rsidRPr="00784A05">
              <w:rPr>
                <w:b w:val="0"/>
              </w:rPr>
              <w:fldChar w:fldCharType="separate"/>
            </w:r>
            <w:r>
              <w:rPr>
                <w:b w:val="0"/>
                <w:noProof/>
              </w:rPr>
              <w:t>5</w:t>
            </w:r>
            <w:r w:rsidRPr="00784A05">
              <w:rPr>
                <w:b w:val="0"/>
              </w:rPr>
              <w:fldChar w:fldCharType="end"/>
            </w:r>
            <w:r>
              <w:tab/>
              <w:t>Employment rates typically rise while waiting for public housing and following allocation of a property</w:t>
            </w:r>
            <w:proofErr w:type="spellStart"/>
            <w:r w:rsidRPr="00BE2844">
              <w:rPr>
                <w:rStyle w:val="NoteLabel"/>
                <w:b/>
              </w:rPr>
              <w:t>a,b,c</w:t>
            </w:r>
            <w:proofErr w:type="spellEnd"/>
          </w:p>
        </w:tc>
      </w:tr>
      <w:tr w:rsidR="007A4D4A" w:rsidTr="007A4D4A">
        <w:trPr>
          <w:trHeight w:val="5401"/>
        </w:trPr>
        <w:tc>
          <w:tcPr>
            <w:tcW w:w="8771" w:type="dxa"/>
            <w:tcBorders>
              <w:top w:val="nil"/>
              <w:left w:val="nil"/>
              <w:right w:val="nil"/>
            </w:tcBorders>
            <w:shd w:val="clear" w:color="auto" w:fill="auto"/>
            <w:tcMar>
              <w:top w:w="28" w:type="dxa"/>
              <w:bottom w:w="28" w:type="dxa"/>
            </w:tcMar>
          </w:tcPr>
          <w:p w:rsidR="007A4D4A" w:rsidRDefault="007A4D4A" w:rsidP="003C59A8">
            <w:pPr>
              <w:pStyle w:val="Figure"/>
            </w:pPr>
            <w:r>
              <w:rPr>
                <w:noProof/>
              </w:rPr>
              <mc:AlternateContent>
                <mc:Choice Requires="wpg">
                  <w:drawing>
                    <wp:inline distT="0" distB="0" distL="0" distR="0" wp14:anchorId="26EB22FA" wp14:editId="25A9A98A">
                      <wp:extent cx="5476875" cy="3343275"/>
                      <wp:effectExtent l="0" t="0" r="0" b="0"/>
                      <wp:docPr id="22" name="Group 22" descr="This chart shows the employment rates of individuals upon entry onto the waiting list for public housing, upon entry into public housing and 1 year after entry into public housing. Data is presented for South Australia and Western Australia and is categorised by the priority categories used in the waiting list of the relevant state. " title="Employment rates typically rise while waiting for public housing and following allocation of a property"/>
                      <wp:cNvGraphicFramePr/>
                      <a:graphic xmlns:a="http://schemas.openxmlformats.org/drawingml/2006/main">
                        <a:graphicData uri="http://schemas.microsoft.com/office/word/2010/wordprocessingGroup">
                          <wpg:wgp>
                            <wpg:cNvGrpSpPr/>
                            <wpg:grpSpPr>
                              <a:xfrm>
                                <a:off x="0" y="0"/>
                                <a:ext cx="5476875" cy="3343275"/>
                                <a:chOff x="0" y="0"/>
                                <a:chExt cx="5476875" cy="3343275"/>
                              </a:xfrm>
                            </wpg:grpSpPr>
                            <wpg:graphicFrame>
                              <wpg:cNvPr id="58" name="Chart 58" descr="This chart shows the employment rates of individuals upon entry onto the waiting list, for public housing, upon entry into public housing and 1 year after entry into public housing. Data is presented for South Australia and is categorised by the priority categories used in the waiting list of the relevant state. " title="Employment rates typically rise while waiting for public housing and following allocation of a property"/>
                              <wpg:cNvFrPr/>
                              <wpg:xfrm>
                                <a:off x="0" y="0"/>
                                <a:ext cx="2667000" cy="2914650"/>
                              </wpg:xfrm>
                              <a:graphic>
                                <a:graphicData uri="http://schemas.openxmlformats.org/drawingml/2006/chart">
                                  <c:chart xmlns:c="http://schemas.openxmlformats.org/drawingml/2006/chart" xmlns:r="http://schemas.openxmlformats.org/officeDocument/2006/relationships" r:id="rId46"/>
                                </a:graphicData>
                              </a:graphic>
                            </wpg:graphicFrame>
                            <wpg:graphicFrame>
                              <wpg:cNvPr id="76" name="Chart 76" descr="This chart shows the employment rates of individuals upon entry onto the waiting list, for public housing, upon entry into public housing and 1 year after entry into public housing. Data is presented for Western Australia and is categorised by the priority categories used in the waiting list of the relevant state. " title="Employment rates typically rise while waiting for public housing and following allocation of a property"/>
                              <wpg:cNvFrPr/>
                              <wpg:xfrm>
                                <a:off x="2809875" y="28575"/>
                                <a:ext cx="2667000" cy="2895600"/>
                              </wpg:xfrm>
                              <a:graphic>
                                <a:graphicData uri="http://schemas.openxmlformats.org/drawingml/2006/chart">
                                  <c:chart xmlns:c="http://schemas.openxmlformats.org/drawingml/2006/chart" xmlns:r="http://schemas.openxmlformats.org/officeDocument/2006/relationships" r:id="rId47"/>
                                </a:graphicData>
                              </a:graphic>
                            </wpg:graphicFrame>
                            <wpg:graphicFrame>
                              <wpg:cNvPr id="15" name="Chart 15" descr="Legend" title="Employment rates typically rise while waiting for public housing and following allocation of a property"/>
                              <wpg:cNvFrPr/>
                              <wpg:xfrm>
                                <a:off x="19050" y="3019425"/>
                                <a:ext cx="5419725" cy="323850"/>
                              </wpg:xfrm>
                              <a:graphic>
                                <a:graphicData uri="http://schemas.openxmlformats.org/drawingml/2006/chart">
                                  <c:chart xmlns:c="http://schemas.openxmlformats.org/drawingml/2006/chart" xmlns:r="http://schemas.openxmlformats.org/officeDocument/2006/relationships" r:id="rId48"/>
                                </a:graphicData>
                              </a:graphic>
                            </wpg:graphicFrame>
                          </wpg:wgp>
                        </a:graphicData>
                      </a:graphic>
                    </wp:inline>
                  </w:drawing>
                </mc:Choice>
                <mc:Fallback>
                  <w:pict>
                    <v:group id="Group 22" o:spid="_x0000_s1026" alt="Title: Employment rates typically rise while waiting for public housing and following allocation of a property - Description: This chart shows the employment rates of individuals upon entry onto the waiting list for public housing, upon entry into public housing and 1 year after entry into public housing. Data is presented for South Australia and Western Australia and is categorised by the priority categories used in the waiting list of the relevant state. " style="width:431.25pt;height:263.25pt;mso-position-horizontal-relative:char;mso-position-vertical-relative:line" coordsize="54768,33432" o:gfxdata="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">
                      <v:shape id="Chart 58" o:spid="_x0000_s1027" type="#_x0000_t75" alt="This chart shows the employment rates of individuals upon entry onto the waiting list, for public housing, upon entry into public housing and 1 year after entry into public housing. Data is presented for South Australia and is categorised by the priority categories used in the waiting list of the relevant state. " style="position:absolute;width:26639;height:2913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">
                        <v:imagedata r:id="rId49" o:title=""/>
                        <o:lock v:ext="edit" aspectratio="f"/>
                      </v:shape>
                      <v:shape id="Chart 76" o:spid="_x0000_s1028" type="#_x0000_t75" alt="This chart shows the employment rates of individuals upon entry onto the waiting list, for public housing, upon entry into public housing and 1 year after entry into public housing. Data is presented for Western Australia and is categorised by the priority categories used in the waiting list of the relevant state. " style="position:absolute;left:28102;top:304;width:26640;height:289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">
                        <v:imagedata r:id="rId50" o:title=""/>
                        <o:lock v:ext="edit" aspectratio="f"/>
                      </v:shape>
                      <v:shape id="Chart 15" o:spid="_x0000_s1029" type="#_x0000_t75" alt="Legend" style="position:absolute;left:182;top:30175;width:54194;height:323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">
                        <v:imagedata r:id="rId51" o:title=""/>
                        <o:lock v:ext="edit" aspectratio="f"/>
                      </v:shape>
                      <w10:anchorlock/>
                    </v:group>
                  </w:pict>
                </mc:Fallback>
              </mc:AlternateContent>
            </w:r>
          </w:p>
        </w:tc>
      </w:tr>
      <w:tr w:rsidR="003C59A8" w:rsidRPr="00B32308" w:rsidTr="003C59A8">
        <w:tc>
          <w:tcPr>
            <w:tcW w:w="8771" w:type="dxa"/>
            <w:tcBorders>
              <w:top w:val="nil"/>
              <w:left w:val="nil"/>
              <w:bottom w:val="nil"/>
              <w:right w:val="nil"/>
            </w:tcBorders>
            <w:shd w:val="clear" w:color="auto" w:fill="auto"/>
          </w:tcPr>
          <w:p w:rsidR="003C59A8" w:rsidRPr="00B32308" w:rsidRDefault="003C59A8" w:rsidP="003C59A8">
            <w:pPr>
              <w:pStyle w:val="Note"/>
            </w:pPr>
            <w:proofErr w:type="spellStart"/>
            <w:r>
              <w:rPr>
                <w:rStyle w:val="NoteLabel"/>
              </w:rPr>
              <w:t>a</w:t>
            </w:r>
            <w:proofErr w:type="spellEnd"/>
            <w:r w:rsidRPr="009D2BAD">
              <w:t xml:space="preserve"> </w:t>
            </w:r>
            <w:r>
              <w:t>Rates are for people who spent at least one year in public housing. Similar employment rate patterns are obtained when tenants who spent at least three years in public housing are included in the analysis.</w:t>
            </w:r>
            <w:r w:rsidRPr="009D2BAD">
              <w:t xml:space="preserve"> </w:t>
            </w:r>
            <w:r>
              <w:br/>
            </w:r>
            <w:r>
              <w:rPr>
                <w:rStyle w:val="NoteLabel"/>
              </w:rPr>
              <w:t>b</w:t>
            </w:r>
            <w:r>
              <w:t xml:space="preserve"> Observations include working age household heads (South Australia) or individuals (Western Australia) who are observed both as an applicant and a tenant between 2004 and 2013, and whose category did not change while on the waiting list. </w:t>
            </w:r>
            <w:r>
              <w:rPr>
                <w:rStyle w:val="NoteLabel"/>
              </w:rPr>
              <w:t>c</w:t>
            </w:r>
            <w:r>
              <w:t> Employment rates at ‘entry onto waiting list’ are at 30 June after entry to the waiting list. Employment rates at ‘entry into public housing’ and ‘1 year after entry into public housing’ are at the 30 June after each of those events.</w:t>
            </w:r>
          </w:p>
        </w:tc>
      </w:tr>
      <w:tr w:rsidR="003C59A8" w:rsidRPr="00176D3F" w:rsidTr="003C59A8">
        <w:tc>
          <w:tcPr>
            <w:tcW w:w="8771" w:type="dxa"/>
            <w:tcBorders>
              <w:top w:val="nil"/>
              <w:left w:val="nil"/>
              <w:bottom w:val="nil"/>
              <w:right w:val="nil"/>
            </w:tcBorders>
            <w:shd w:val="clear" w:color="auto" w:fill="auto"/>
          </w:tcPr>
          <w:p w:rsidR="003C59A8" w:rsidRPr="00176D3F" w:rsidRDefault="003C59A8" w:rsidP="008A75BF">
            <w:pPr>
              <w:pStyle w:val="Source"/>
            </w:pPr>
            <w:r>
              <w:rPr>
                <w:i/>
              </w:rPr>
              <w:t>S</w:t>
            </w:r>
            <w:r w:rsidRPr="00784A05">
              <w:rPr>
                <w:i/>
              </w:rPr>
              <w:t>ource</w:t>
            </w:r>
            <w:r w:rsidRPr="00176D3F">
              <w:t xml:space="preserve">: </w:t>
            </w:r>
            <w:r w:rsidR="008A75BF">
              <w:t>Department for</w:t>
            </w:r>
            <w:r w:rsidRPr="00AA08B2">
              <w:t xml:space="preserve"> Communities and Social Inclusion, Housing SA, administrative data (unpublished)</w:t>
            </w:r>
            <w:r>
              <w:t>, Department of Housing (Western Australia), administrative data (unpublished).</w:t>
            </w:r>
          </w:p>
        </w:tc>
      </w:tr>
      <w:tr w:rsidR="003C59A8" w:rsidTr="003C59A8">
        <w:tc>
          <w:tcPr>
            <w:tcW w:w="8771" w:type="dxa"/>
            <w:tcBorders>
              <w:top w:val="nil"/>
              <w:left w:val="nil"/>
              <w:bottom w:val="single" w:sz="6" w:space="0" w:color="78A22F"/>
              <w:right w:val="nil"/>
            </w:tcBorders>
            <w:shd w:val="clear" w:color="auto" w:fill="auto"/>
          </w:tcPr>
          <w:p w:rsidR="003C59A8" w:rsidRDefault="003C59A8" w:rsidP="003C59A8">
            <w:pPr>
              <w:pStyle w:val="Figurespace"/>
            </w:pPr>
          </w:p>
        </w:tc>
      </w:tr>
      <w:tr w:rsidR="003C59A8" w:rsidRPr="000863A5"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p w:rsidR="003C59A8" w:rsidRPr="00B03FEC" w:rsidRDefault="003C59A8" w:rsidP="003C59A8">
      <w:pPr>
        <w:pStyle w:val="BodyText"/>
        <w:rPr>
          <w:spacing w:val="-2"/>
        </w:rPr>
      </w:pPr>
      <w:r>
        <w:rPr>
          <w:spacing w:val="-2"/>
        </w:rPr>
        <w:t>In the case of Western Australia, given</w:t>
      </w:r>
      <w:r w:rsidRPr="00B03FEC">
        <w:rPr>
          <w:spacing w:val="-2"/>
        </w:rPr>
        <w:t xml:space="preserve"> income eligibility thresholds are </w:t>
      </w:r>
      <w:r>
        <w:rPr>
          <w:spacing w:val="-2"/>
        </w:rPr>
        <w:t>similar</w:t>
      </w:r>
      <w:r w:rsidRPr="00B03FEC">
        <w:rPr>
          <w:spacing w:val="-2"/>
        </w:rPr>
        <w:t xml:space="preserve"> for applicants and tenants, it is likely that a person who manages their employment to retain eligibility pre-entry will do the same thing post-entry. </w:t>
      </w:r>
      <w:r>
        <w:rPr>
          <w:spacing w:val="-2"/>
        </w:rPr>
        <w:t>Any</w:t>
      </w:r>
      <w:r w:rsidRPr="00B03FEC">
        <w:rPr>
          <w:spacing w:val="-2"/>
        </w:rPr>
        <w:t xml:space="preserve"> welfare locks </w:t>
      </w:r>
      <w:r>
        <w:rPr>
          <w:spacing w:val="-2"/>
        </w:rPr>
        <w:t xml:space="preserve">consequently would </w:t>
      </w:r>
      <w:r w:rsidRPr="00B03FEC">
        <w:rPr>
          <w:spacing w:val="-2"/>
        </w:rPr>
        <w:t xml:space="preserve">apply both to applicants and to tenants, and the observed increases in employment following a move into public housing are </w:t>
      </w:r>
      <w:r>
        <w:rPr>
          <w:spacing w:val="-2"/>
        </w:rPr>
        <w:t>more likely due to a stability effect.</w:t>
      </w:r>
    </w:p>
    <w:p w:rsidR="003C59A8" w:rsidRPr="00B03FEC" w:rsidRDefault="003C59A8" w:rsidP="003C59A8">
      <w:pPr>
        <w:pStyle w:val="BodyText"/>
        <w:rPr>
          <w:spacing w:val="-2"/>
        </w:rPr>
      </w:pPr>
      <w:r w:rsidRPr="00B03FEC">
        <w:rPr>
          <w:spacing w:val="-2"/>
        </w:rPr>
        <w:t xml:space="preserve">Overall, the </w:t>
      </w:r>
      <w:r>
        <w:rPr>
          <w:spacing w:val="-2"/>
        </w:rPr>
        <w:t>patterns</w:t>
      </w:r>
      <w:r w:rsidRPr="00B03FEC">
        <w:rPr>
          <w:spacing w:val="-2"/>
        </w:rPr>
        <w:t xml:space="preserve"> in employment rates </w:t>
      </w:r>
      <w:r>
        <w:rPr>
          <w:spacing w:val="-2"/>
        </w:rPr>
        <w:t>in both South Australia and Western Australia suggest welfare locks, if they exist, are not strong. The increases in employment following entry into public housing might reflect the positive effect of housing stability for some new tenants</w:t>
      </w:r>
      <w:r w:rsidRPr="00B03FEC">
        <w:rPr>
          <w:spacing w:val="-2"/>
        </w:rPr>
        <w:t>.</w:t>
      </w:r>
      <w:r w:rsidRPr="00B03FEC" w:rsidDel="00B32FBA">
        <w:rPr>
          <w:spacing w:val="-2"/>
        </w:rPr>
        <w:t xml:space="preserve"> </w:t>
      </w:r>
      <w:r>
        <w:rPr>
          <w:spacing w:val="-2"/>
        </w:rPr>
        <w:t>E</w:t>
      </w:r>
      <w:r w:rsidRPr="00B03FEC">
        <w:rPr>
          <w:spacing w:val="-2"/>
        </w:rPr>
        <w:t>ntry to public housing possibly provided some tenants a stable base from which to seek work.</w:t>
      </w:r>
    </w:p>
    <w:p w:rsidR="003C59A8" w:rsidRDefault="003C59A8" w:rsidP="003C59A8">
      <w:pPr>
        <w:pStyle w:val="BodyText"/>
        <w:rPr>
          <w:spacing w:val="-2"/>
        </w:rPr>
      </w:pPr>
      <w:r>
        <w:rPr>
          <w:spacing w:val="-2"/>
        </w:rPr>
        <w:t xml:space="preserve">Unfortunately, the results for South Australia and Western Australia are not easily compared. First, the South Australian figures only include head tenants, whereas employment rates for all working-age household members are reflected in the Western Australian results. If head </w:t>
      </w:r>
      <w:r>
        <w:rPr>
          <w:spacing w:val="-2"/>
        </w:rPr>
        <w:lastRenderedPageBreak/>
        <w:t>tenants have a different probability of employment from other household members, interstate comparisons will be flawed. Second, the two states use different categories — although comparisons of tenants who were category 1 or 2 or priority applicants, or category 3 or wait turn applicants, might be valid.</w:t>
      </w:r>
    </w:p>
    <w:p w:rsidR="003C59A8" w:rsidRDefault="003C59A8" w:rsidP="003C59A8">
      <w:pPr>
        <w:pStyle w:val="BodyText"/>
        <w:rPr>
          <w:spacing w:val="-2"/>
        </w:rPr>
      </w:pPr>
      <w:r>
        <w:rPr>
          <w:spacing w:val="-2"/>
        </w:rPr>
        <w:t xml:space="preserve">To facilitate an interstate comparison, </w:t>
      </w:r>
      <w:r w:rsidRPr="00607E44">
        <w:rPr>
          <w:spacing w:val="-2"/>
        </w:rPr>
        <w:t xml:space="preserve">the analysis </w:t>
      </w:r>
      <w:r>
        <w:rPr>
          <w:spacing w:val="-2"/>
        </w:rPr>
        <w:t>was</w:t>
      </w:r>
      <w:r w:rsidRPr="00607E44">
        <w:rPr>
          <w:spacing w:val="-2"/>
        </w:rPr>
        <w:t xml:space="preserve"> restricted to single person households</w:t>
      </w:r>
      <w:r>
        <w:rPr>
          <w:spacing w:val="-2"/>
        </w:rPr>
        <w:t xml:space="preserve"> (and data for category 1 and 2 applicants in South Australia were merged). Very</w:t>
      </w:r>
      <w:r w:rsidRPr="00607E44">
        <w:rPr>
          <w:spacing w:val="-2"/>
        </w:rPr>
        <w:t xml:space="preserve"> similar tenant employment levels are observed </w:t>
      </w:r>
      <w:r>
        <w:rPr>
          <w:spacing w:val="-2"/>
        </w:rPr>
        <w:t>for</w:t>
      </w:r>
      <w:r w:rsidRPr="00607E44">
        <w:rPr>
          <w:spacing w:val="-2"/>
        </w:rPr>
        <w:t xml:space="preserve"> the two states</w:t>
      </w:r>
      <w:r>
        <w:rPr>
          <w:spacing w:val="-2"/>
        </w:rPr>
        <w:t>, for both higher and lower needs categories (BP 4)</w:t>
      </w:r>
      <w:r w:rsidRPr="00607E44">
        <w:rPr>
          <w:spacing w:val="-2"/>
        </w:rPr>
        <w:t>.</w:t>
      </w:r>
    </w:p>
    <w:p w:rsidR="003C59A8" w:rsidRPr="00607E44" w:rsidRDefault="003C59A8" w:rsidP="003C59A8">
      <w:pPr>
        <w:pStyle w:val="BodyText"/>
        <w:rPr>
          <w:spacing w:val="-2"/>
        </w:rPr>
      </w:pPr>
      <w:r>
        <w:rPr>
          <w:spacing w:val="-2"/>
        </w:rPr>
        <w:t xml:space="preserve">This observation has implications for the question of whether </w:t>
      </w:r>
      <w:r w:rsidRPr="00607E44">
        <w:rPr>
          <w:spacing w:val="-2"/>
        </w:rPr>
        <w:t>income eligibility thresholds for tenants in Western Australia create welfare locks</w:t>
      </w:r>
      <w:r>
        <w:rPr>
          <w:spacing w:val="-2"/>
        </w:rPr>
        <w:t>. If that is the case,</w:t>
      </w:r>
      <w:r w:rsidRPr="00607E44">
        <w:rPr>
          <w:spacing w:val="-2"/>
        </w:rPr>
        <w:t xml:space="preserve"> it might be expected that employment rates among tenants</w:t>
      </w:r>
      <w:r>
        <w:rPr>
          <w:spacing w:val="-2"/>
        </w:rPr>
        <w:t xml:space="preserve"> in that state</w:t>
      </w:r>
      <w:r w:rsidRPr="00607E44">
        <w:rPr>
          <w:spacing w:val="-2"/>
        </w:rPr>
        <w:t xml:space="preserve"> would be markedly lower</w:t>
      </w:r>
      <w:r>
        <w:rPr>
          <w:spacing w:val="-2"/>
        </w:rPr>
        <w:t xml:space="preserve"> than in South Australia</w:t>
      </w:r>
      <w:r w:rsidRPr="00607E44">
        <w:rPr>
          <w:spacing w:val="-2"/>
        </w:rPr>
        <w:t xml:space="preserve">. The fact that </w:t>
      </w:r>
      <w:r>
        <w:rPr>
          <w:spacing w:val="-2"/>
        </w:rPr>
        <w:t>this</w:t>
      </w:r>
      <w:r w:rsidRPr="00607E44">
        <w:rPr>
          <w:spacing w:val="-2"/>
        </w:rPr>
        <w:t xml:space="preserve"> isn’t the case </w:t>
      </w:r>
      <w:r>
        <w:rPr>
          <w:spacing w:val="-2"/>
        </w:rPr>
        <w:t xml:space="preserve">suggests that welfare locks are </w:t>
      </w:r>
      <w:r w:rsidRPr="00607E44">
        <w:rPr>
          <w:spacing w:val="-2"/>
        </w:rPr>
        <w:t>not a</w:t>
      </w:r>
      <w:r>
        <w:rPr>
          <w:spacing w:val="-2"/>
        </w:rPr>
        <w:t>n</w:t>
      </w:r>
      <w:r w:rsidRPr="00607E44">
        <w:rPr>
          <w:spacing w:val="-2"/>
        </w:rPr>
        <w:t xml:space="preserve"> issue for tenants in Western Australia.</w:t>
      </w:r>
    </w:p>
    <w:p w:rsidR="003C59A8" w:rsidRDefault="003C59A8" w:rsidP="003C59A8">
      <w:pPr>
        <w:pStyle w:val="Heading3"/>
      </w:pPr>
      <w:r>
        <w:t>Characteristics of the data limit more complex analysis</w:t>
      </w:r>
    </w:p>
    <w:p w:rsidR="003C59A8" w:rsidRDefault="003C59A8" w:rsidP="003C59A8">
      <w:pPr>
        <w:pStyle w:val="BodyText"/>
      </w:pPr>
      <w:r>
        <w:t>One problem with using the employment rates of people prior to and following a move to draw conclusions about the effect of public housing on employment is that the ‘counterfactual’ is unknown. What would the employment rates of ‘movers’ have looked like if they hadn’t moved into public housing? Maybe the patterns of increasing employment would have occurred even if this group hadn’t moved into public housing.</w:t>
      </w:r>
    </w:p>
    <w:p w:rsidR="003C59A8" w:rsidRDefault="003C59A8" w:rsidP="003C59A8">
      <w:pPr>
        <w:pStyle w:val="BodyText"/>
      </w:pPr>
      <w:r>
        <w:t xml:space="preserve">One way of testing this possibility is to compare the employment rates of those who move into public housing with those who remain on the waiting list. Assuming that people who become tenants would have had similar employment rates to their peers who remained on the waiting list, any differences between the groups could be attributed to a move into public housing. This was the approach adopted by Dockery et al. </w:t>
      </w:r>
      <w:r w:rsidRPr="00BE121E">
        <w:t>(2008)</w:t>
      </w:r>
      <w:r>
        <w:t xml:space="preserve"> in concluding that welfare locks exist.</w:t>
      </w:r>
    </w:p>
    <w:p w:rsidR="003C59A8" w:rsidRDefault="003C59A8" w:rsidP="003C59A8">
      <w:pPr>
        <w:pStyle w:val="BodyText"/>
      </w:pPr>
      <w:r>
        <w:t>However, analysis of this type requires information about applicants’ employment outcomes while they remain on the waiting list. As mentioned above, there is a question mark over how up</w:t>
      </w:r>
      <w:r>
        <w:noBreakHyphen/>
        <w:t>to</w:t>
      </w:r>
      <w:r>
        <w:noBreakHyphen/>
        <w:t>date this information is for applicants in both South Australia and Western Australia.</w:t>
      </w:r>
    </w:p>
    <w:p w:rsidR="003C59A8" w:rsidRDefault="003C59A8" w:rsidP="003C59A8">
      <w:pPr>
        <w:pStyle w:val="BodyText"/>
      </w:pPr>
      <w:r>
        <w:t xml:space="preserve">If applicants tend not to notify their state housing authority when they are in employment, then their employment rates will be understated. A comparison of tenant and applicant employment rates will suggest that tenants are more likely to be in employment, when that might not be the case. Dockery et al. </w:t>
      </w:r>
      <w:r w:rsidRPr="00BE121E">
        <w:t>(</w:t>
      </w:r>
      <w:proofErr w:type="spellStart"/>
      <w:r w:rsidRPr="00BE121E">
        <w:t>2008</w:t>
      </w:r>
      <w:r>
        <w:t>b</w:t>
      </w:r>
      <w:proofErr w:type="spellEnd"/>
      <w:r w:rsidRPr="00BE121E">
        <w:t>, footnote 19)</w:t>
      </w:r>
      <w:r>
        <w:t xml:space="preserve"> note that their results might be affected by this issue.</w:t>
      </w:r>
    </w:p>
    <w:p w:rsidR="003C59A8" w:rsidRPr="008013BF" w:rsidRDefault="003C59A8" w:rsidP="003C59A8">
      <w:pPr>
        <w:pStyle w:val="BodyText"/>
      </w:pPr>
      <w:r w:rsidRPr="008013BF">
        <w:t>The Commission has compare</w:t>
      </w:r>
      <w:r>
        <w:t>d</w:t>
      </w:r>
      <w:r w:rsidRPr="008013BF">
        <w:t xml:space="preserve"> tenant and applicant employment </w:t>
      </w:r>
      <w:r>
        <w:t>rate</w:t>
      </w:r>
      <w:r w:rsidRPr="008013BF">
        <w:t>s</w:t>
      </w:r>
      <w:r>
        <w:t xml:space="preserve"> (BP </w:t>
      </w:r>
      <w:r w:rsidRPr="008013BF">
        <w:t xml:space="preserve">6). Like Dockery et al.’s </w:t>
      </w:r>
      <w:r w:rsidRPr="00BE121E">
        <w:t>(2008)</w:t>
      </w:r>
      <w:r w:rsidRPr="008013BF">
        <w:t xml:space="preserve"> study, the results suggest that welfare lock</w:t>
      </w:r>
      <w:r>
        <w:t>s</w:t>
      </w:r>
      <w:r w:rsidRPr="008013BF">
        <w:t xml:space="preserve"> exist. However, tests of the data suggest that the results are likely to be biased in favour of this finding (</w:t>
      </w:r>
      <w:r>
        <w:t>BP</w:t>
      </w:r>
      <w:r w:rsidRPr="008013BF">
        <w:t> 6).</w:t>
      </w:r>
    </w:p>
    <w:p w:rsidR="003C59A8" w:rsidRDefault="00F2785D" w:rsidP="003C59A8">
      <w:pPr>
        <w:pStyle w:val="Heading2"/>
      </w:pPr>
      <w:r>
        <w:lastRenderedPageBreak/>
        <w:fldChar w:fldCharType="begin" w:fldLock="1"/>
      </w:r>
      <w:r>
        <w:instrText xml:space="preserve"> COMMENTS  \* MERGEFORMAT </w:instrText>
      </w:r>
      <w:r>
        <w:fldChar w:fldCharType="separate"/>
      </w:r>
      <w:r w:rsidR="003C59A8">
        <w:t>4.</w:t>
      </w:r>
      <w:r>
        <w:fldChar w:fldCharType="end"/>
      </w:r>
      <w:r w:rsidR="00FB0E2F">
        <w:fldChar w:fldCharType="begin" w:fldLock="1"/>
      </w:r>
      <w:r w:rsidR="00FB0E2F">
        <w:instrText xml:space="preserve"> SEQ Heading2 </w:instrText>
      </w:r>
      <w:r w:rsidR="00FB0E2F">
        <w:fldChar w:fldCharType="separate"/>
      </w:r>
      <w:r w:rsidR="003C59A8">
        <w:rPr>
          <w:noProof/>
        </w:rPr>
        <w:t>4</w:t>
      </w:r>
      <w:r w:rsidR="00FB0E2F">
        <w:rPr>
          <w:noProof/>
        </w:rPr>
        <w:fldChar w:fldCharType="end"/>
      </w:r>
      <w:r w:rsidR="003C59A8">
        <w:tab/>
        <w:t>Further research is needed</w:t>
      </w:r>
    </w:p>
    <w:p w:rsidR="003C59A8" w:rsidRDefault="003C59A8" w:rsidP="003C59A8">
      <w:pPr>
        <w:pStyle w:val="BodyText"/>
      </w:pPr>
      <w:r>
        <w:t>The problem of a lack of reliable data on applicants’ incomes and, therefore, employment could be resolved by linking data of the sort used in this chapter with Centrelink payments data (assuming that most, if not all, applicants for public housing are income support payment recipients and that they accurately report changes in their income to Centrelink).</w:t>
      </w:r>
    </w:p>
    <w:p w:rsidR="003C59A8" w:rsidRDefault="003C59A8" w:rsidP="003C59A8">
      <w:pPr>
        <w:pStyle w:val="BodyText"/>
      </w:pPr>
      <w:r>
        <w:t>The duration of private tenancies also merits further investigation, particularly because the bond guarantee data cited above do not include information about why tenancies ended. Further research could explore why so many low income private tenancies appear to be quite short. Are tenants choosing to move or are landlords asking tenants to leave? Are tenants with longer tenures more likely to be employed?</w:t>
      </w:r>
    </w:p>
    <w:p w:rsidR="003C59A8" w:rsidRDefault="003C59A8" w:rsidP="003C59A8">
      <w:pPr>
        <w:pStyle w:val="BodyText"/>
      </w:pPr>
      <w:r>
        <w:t>The possibility that income eligibility thresholds create welfare locks for tenants also merits further investigation. One way of testing this might be to compare the employment outcomes of tenants in Western Australia prior to and following the introduction of the eligibility threshold with those of tenants in another jurisdiction that did not introduce policy changes over the same period. Another might be to look at Western Australian data pre and post the policy change.</w:t>
      </w:r>
    </w:p>
    <w:p w:rsidR="003C59A8" w:rsidRDefault="003C59A8" w:rsidP="003C59A8">
      <w:pPr>
        <w:sectPr w:rsidR="003C59A8" w:rsidSect="003C59A8">
          <w:headerReference w:type="even" r:id="rId52"/>
          <w:headerReference w:type="default" r:id="rId53"/>
          <w:footerReference w:type="even" r:id="rId54"/>
          <w:footerReference w:type="default" r:id="rId55"/>
          <w:type w:val="oddPage"/>
          <w:pgSz w:w="11907" w:h="16840" w:code="9"/>
          <w:pgMar w:top="1985" w:right="1304" w:bottom="1247" w:left="1814" w:header="1701" w:footer="397" w:gutter="0"/>
          <w:pgNumType w:chapSep="period"/>
          <w:cols w:space="720"/>
          <w:docGrid w:linePitch="326"/>
        </w:sectPr>
      </w:pPr>
    </w:p>
    <w:p w:rsidR="003C59A8" w:rsidRDefault="003C59A8" w:rsidP="00C83237">
      <w:pPr>
        <w:pStyle w:val="Heading1"/>
        <w:spacing w:before="0" w:after="1760"/>
      </w:pPr>
      <w:r>
        <w:lastRenderedPageBreak/>
        <w:t>5</w:t>
      </w:r>
      <w:r>
        <w:tab/>
        <w:t>Summary and policy observations</w:t>
      </w:r>
    </w:p>
    <w:p w:rsidR="003C59A8" w:rsidRDefault="003C59A8" w:rsidP="003C59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Tr="003C59A8">
        <w:tc>
          <w:tcPr>
            <w:tcW w:w="8771" w:type="dxa"/>
            <w:tcBorders>
              <w:top w:val="single" w:sz="6" w:space="0" w:color="78A22F"/>
              <w:left w:val="nil"/>
              <w:bottom w:val="nil"/>
              <w:right w:val="nil"/>
            </w:tcBorders>
            <w:shd w:val="clear" w:color="auto" w:fill="F2F2F2"/>
          </w:tcPr>
          <w:p w:rsidR="003C59A8" w:rsidRPr="00EA6FEF" w:rsidRDefault="003C59A8" w:rsidP="003C59A8">
            <w:pPr>
              <w:pStyle w:val="BoxTitle"/>
            </w:pPr>
            <w:r>
              <w:t>Key points</w:t>
            </w:r>
          </w:p>
        </w:tc>
      </w:tr>
      <w:tr w:rsidR="003C59A8" w:rsidTr="003C59A8">
        <w:trPr>
          <w:cantSplit/>
        </w:trPr>
        <w:tc>
          <w:tcPr>
            <w:tcW w:w="8771" w:type="dxa"/>
            <w:tcBorders>
              <w:top w:val="nil"/>
              <w:left w:val="nil"/>
              <w:bottom w:val="nil"/>
              <w:right w:val="nil"/>
            </w:tcBorders>
            <w:shd w:val="clear" w:color="auto" w:fill="F2F2F2"/>
          </w:tcPr>
          <w:p w:rsidR="003C59A8" w:rsidRDefault="003C59A8" w:rsidP="003C59A8">
            <w:pPr>
              <w:pStyle w:val="BoxListBullet"/>
            </w:pPr>
            <w:r>
              <w:t>This project drew on three large administrative datasets —</w:t>
            </w:r>
            <w:r w:rsidRPr="008153F1">
              <w:t> </w:t>
            </w:r>
            <w:r>
              <w:t>Centrelink payments data and records from the state housing authorities of South Australia and Western Australia — to examine the links between housing assistance and participation in employment.</w:t>
            </w:r>
          </w:p>
          <w:p w:rsidR="003C59A8" w:rsidRDefault="003C59A8" w:rsidP="003C59A8">
            <w:pPr>
              <w:pStyle w:val="BoxListBullet2"/>
            </w:pPr>
            <w:r>
              <w:t>The forms of housing assistance examined encompassed social housing (primarily public housing) and Commonwealth Rent Assistance (</w:t>
            </w:r>
            <w:proofErr w:type="spellStart"/>
            <w:r>
              <w:t>CRA</w:t>
            </w:r>
            <w:proofErr w:type="spellEnd"/>
            <w:r>
              <w:t>).</w:t>
            </w:r>
          </w:p>
          <w:p w:rsidR="003C59A8" w:rsidRDefault="003C59A8" w:rsidP="003C59A8">
            <w:pPr>
              <w:pStyle w:val="BoxListBullet"/>
            </w:pPr>
            <w:r>
              <w:t xml:space="preserve">Only about 10 per cent of working age public housing tenants who receive income support payments (ISP) are employed. In contrast, the employment rate among other working age ISP recipients, including those who receive </w:t>
            </w:r>
            <w:proofErr w:type="spellStart"/>
            <w:r>
              <w:t>CRA</w:t>
            </w:r>
            <w:proofErr w:type="spellEnd"/>
            <w:r>
              <w:t>, is about 20 per cent.</w:t>
            </w:r>
          </w:p>
          <w:p w:rsidR="003C59A8" w:rsidRPr="00363EED" w:rsidRDefault="003C59A8" w:rsidP="003C59A8">
            <w:pPr>
              <w:pStyle w:val="BoxListBullet"/>
            </w:pPr>
            <w:r>
              <w:t>Receipt of housing assistance plays a very small role in public housing tenants’</w:t>
            </w:r>
            <w:r w:rsidRPr="00363EED">
              <w:t xml:space="preserve"> </w:t>
            </w:r>
            <w:r>
              <w:t xml:space="preserve">relatively </w:t>
            </w:r>
            <w:r w:rsidRPr="00363EED">
              <w:t>low employment rates</w:t>
            </w:r>
            <w:r>
              <w:t xml:space="preserve">. </w:t>
            </w:r>
            <w:r w:rsidRPr="001849AB">
              <w:t>I</w:t>
            </w:r>
            <w:r w:rsidRPr="00363EED">
              <w:t xml:space="preserve">t is the characteristics of individuals, and not the characteristics of the housing assistance that they receive, that matter to </w:t>
            </w:r>
            <w:r>
              <w:t xml:space="preserve">participation in </w:t>
            </w:r>
            <w:r w:rsidRPr="00363EED">
              <w:t>employment.</w:t>
            </w:r>
          </w:p>
          <w:p w:rsidR="003C59A8" w:rsidRDefault="003C59A8" w:rsidP="003C59A8">
            <w:pPr>
              <w:pStyle w:val="BoxListBullet"/>
            </w:pPr>
            <w:r>
              <w:t>Welfare locks among applicants for public housing —</w:t>
            </w:r>
            <w:r w:rsidRPr="008153F1">
              <w:t> </w:t>
            </w:r>
            <w:r>
              <w:t>where people avoid employment while waiting for public housing in order to remain eligible —</w:t>
            </w:r>
            <w:r w:rsidRPr="008153F1">
              <w:t> </w:t>
            </w:r>
            <w:r>
              <w:t>do not appear to be particularly important in South Australia or Western Australia. Employment rates do increase after entry into public housing, and this might be related to the added stability a household gains from the move. More generally, housing stability is associated with higher employment rates.</w:t>
            </w:r>
          </w:p>
          <w:p w:rsidR="003C59A8" w:rsidRDefault="003C59A8" w:rsidP="003C59A8">
            <w:pPr>
              <w:pStyle w:val="BoxListBullet"/>
            </w:pPr>
            <w:r>
              <w:t xml:space="preserve">A number of reviews and inquiries have recommended charging public housing tenants market rent, while allowing them to receive </w:t>
            </w:r>
            <w:proofErr w:type="spellStart"/>
            <w:r>
              <w:t>CRA</w:t>
            </w:r>
            <w:proofErr w:type="spellEnd"/>
            <w:r>
              <w:t>, in order to improve employment rates. However, as the employment rates of public housing tenants who are ISP recipients are associated with their characteristics and not their housing tenure, this change is unlikely to improve their employment rates.</w:t>
            </w:r>
          </w:p>
          <w:p w:rsidR="003C59A8" w:rsidRDefault="003C59A8" w:rsidP="003C59A8">
            <w:pPr>
              <w:pStyle w:val="BoxListBullet"/>
            </w:pPr>
            <w:r>
              <w:t>Many existing policies focus on providing assistance to public housing tenants seeking employment. However, employment rates have not changed much over the period examined in this project (2003 to 2013).</w:t>
            </w:r>
          </w:p>
          <w:p w:rsidR="003C59A8" w:rsidRDefault="003C59A8" w:rsidP="003C59A8">
            <w:pPr>
              <w:pStyle w:val="BoxListBullet"/>
            </w:pPr>
            <w:r>
              <w:t>Nevertheless, there is scope for increasing employment among public housing tenants.</w:t>
            </w:r>
          </w:p>
          <w:p w:rsidR="003C59A8" w:rsidRDefault="003C59A8" w:rsidP="003C59A8">
            <w:pPr>
              <w:pStyle w:val="BoxListBullet"/>
            </w:pPr>
            <w:r>
              <w:t>A new approach may be needed to tackle the low levels of employment in public housing; one which provides coordinated support across jurisdictions to public housing tenants while also ensuring that the financial incentives that they face do not deter them from entering the workforce.</w:t>
            </w:r>
          </w:p>
          <w:p w:rsidR="003C59A8" w:rsidRDefault="003C59A8" w:rsidP="003C59A8">
            <w:pPr>
              <w:pStyle w:val="BoxListBullet2"/>
            </w:pPr>
            <w:r>
              <w:t>The effectiveness of such an approach could be established through a policy trial combining intensive case management for public housing tenants with bonuses paid after entering paid employment and moving into the private rental market. Any such trial should include a robust evaluation process, including cost–benefit analysis.</w:t>
            </w:r>
          </w:p>
          <w:p w:rsidR="003C59A8" w:rsidRDefault="003C59A8" w:rsidP="003C59A8">
            <w:pPr>
              <w:pStyle w:val="BoxListBullet"/>
            </w:pPr>
            <w:r>
              <w:t>Recognising the positive effects of housing stability on participation in employment, governments could consider ways to improve the stability of tenures in the private rental market.</w:t>
            </w:r>
          </w:p>
        </w:tc>
      </w:tr>
      <w:tr w:rsidR="003C59A8" w:rsidTr="003C59A8">
        <w:trPr>
          <w:cantSplit/>
        </w:trPr>
        <w:tc>
          <w:tcPr>
            <w:tcW w:w="8771" w:type="dxa"/>
            <w:tcBorders>
              <w:top w:val="nil"/>
              <w:left w:val="nil"/>
              <w:bottom w:val="single" w:sz="6" w:space="0" w:color="78A22F"/>
              <w:right w:val="nil"/>
            </w:tcBorders>
            <w:shd w:val="clear" w:color="auto" w:fill="F2F2F2"/>
          </w:tcPr>
          <w:p w:rsidR="003C59A8" w:rsidRDefault="003C59A8" w:rsidP="003C59A8">
            <w:pPr>
              <w:pStyle w:val="Box"/>
              <w:spacing w:before="0" w:line="120" w:lineRule="exact"/>
            </w:pPr>
          </w:p>
        </w:tc>
      </w:tr>
    </w:tbl>
    <w:p w:rsidR="003C59A8" w:rsidRPr="00DE273E" w:rsidRDefault="003C59A8" w:rsidP="003C59A8">
      <w:pPr>
        <w:pStyle w:val="BodyText"/>
        <w:rPr>
          <w:spacing w:val="-2"/>
        </w:rPr>
      </w:pPr>
      <w:r w:rsidRPr="00DE273E">
        <w:rPr>
          <w:spacing w:val="-2"/>
        </w:rPr>
        <w:lastRenderedPageBreak/>
        <w:t xml:space="preserve">This project has examined the links between </w:t>
      </w:r>
      <w:r>
        <w:rPr>
          <w:spacing w:val="-2"/>
        </w:rPr>
        <w:t xml:space="preserve">participation in </w:t>
      </w:r>
      <w:r w:rsidRPr="00DE273E">
        <w:rPr>
          <w:spacing w:val="-2"/>
        </w:rPr>
        <w:t>employment and receipt of housing assistance in the form of either public housing or Commonwealth Rent Assistance (</w:t>
      </w:r>
      <w:proofErr w:type="spellStart"/>
      <w:r w:rsidRPr="00DE273E">
        <w:rPr>
          <w:spacing w:val="-2"/>
        </w:rPr>
        <w:t>CRA</w:t>
      </w:r>
      <w:proofErr w:type="spellEnd"/>
      <w:r w:rsidRPr="00DE273E">
        <w:rPr>
          <w:spacing w:val="-2"/>
        </w:rPr>
        <w:t>). It has also assessed the effect of housing assistance on recipients’ financial incentives to work, including effective marginal tax rates (</w:t>
      </w:r>
      <w:proofErr w:type="spellStart"/>
      <w:r w:rsidRPr="00DE273E">
        <w:rPr>
          <w:spacing w:val="-2"/>
        </w:rPr>
        <w:t>EMTRs</w:t>
      </w:r>
      <w:proofErr w:type="spellEnd"/>
      <w:r w:rsidRPr="00DE273E">
        <w:rPr>
          <w:spacing w:val="-2"/>
        </w:rPr>
        <w:t>) faced at different levels of earned income. Although community housing is not explicitly considered in much of the analysis, many of the conclusions for public housing are likely to be applicable to this housing tenure.</w:t>
      </w:r>
    </w:p>
    <w:p w:rsidR="003C59A8" w:rsidRDefault="003C59A8" w:rsidP="003C59A8">
      <w:pPr>
        <w:pStyle w:val="BodyText"/>
      </w:pPr>
      <w:r>
        <w:t>Use of datasets created from administrative records has been a feature of the project. Access to Centrelink administrative data on all income support payment (ISP) recipients for the period 2003–13 has enabled a more detailed look at the relationship between housing assistance and employment than has been possible previously. Access to administrative records for public housing applicants and tenants in South Australia and Western Australia has enabled research into the effects that a move into public housing may have on employment for people who became tenants over the decade to 2013 — a period that saw increasing priority for high needs applicants in housing allocations.</w:t>
      </w:r>
    </w:p>
    <w:p w:rsidR="003C59A8" w:rsidRDefault="003C59A8" w:rsidP="003C59A8">
      <w:pPr>
        <w:pStyle w:val="BodyText"/>
      </w:pPr>
      <w:r>
        <w:t>Key observations from the analysis — reflecting both on the linkages between housing assistance and employment as well as the implications of other welfare policies for housing assistance recipients — are summarised in section 5.1. Section 5.2 examines the recommendations made by past reviews and inquiries in light of the findings from this research project, and comments on options for future policy directions.</w:t>
      </w:r>
    </w:p>
    <w:p w:rsidR="003C59A8" w:rsidRDefault="00F2785D" w:rsidP="003C59A8">
      <w:pPr>
        <w:pStyle w:val="Heading2"/>
      </w:pPr>
      <w:r>
        <w:fldChar w:fldCharType="begin" w:fldLock="1"/>
      </w:r>
      <w:r>
        <w:instrText xml:space="preserve"> COMMENTS  \* MERGEFORMAT </w:instrText>
      </w:r>
      <w:r>
        <w:fldChar w:fldCharType="separate"/>
      </w:r>
      <w:r w:rsidR="003C59A8">
        <w:t>5.</w:t>
      </w:r>
      <w:r>
        <w:fldChar w:fldCharType="end"/>
      </w:r>
      <w:r w:rsidR="00FB0E2F">
        <w:fldChar w:fldCharType="begin" w:fldLock="1"/>
      </w:r>
      <w:r w:rsidR="00FB0E2F">
        <w:instrText xml:space="preserve"> SEQ Heading2 </w:instrText>
      </w:r>
      <w:r w:rsidR="00FB0E2F">
        <w:fldChar w:fldCharType="separate"/>
      </w:r>
      <w:r w:rsidR="003C59A8">
        <w:rPr>
          <w:noProof/>
        </w:rPr>
        <w:t>1</w:t>
      </w:r>
      <w:r w:rsidR="00FB0E2F">
        <w:rPr>
          <w:noProof/>
        </w:rPr>
        <w:fldChar w:fldCharType="end"/>
      </w:r>
      <w:r w:rsidR="003C59A8">
        <w:tab/>
        <w:t>Summary observations</w:t>
      </w:r>
    </w:p>
    <w:p w:rsidR="003C59A8" w:rsidRPr="00DE273E" w:rsidRDefault="003C59A8" w:rsidP="003C59A8">
      <w:pPr>
        <w:pStyle w:val="Heading3"/>
        <w:spacing w:before="280"/>
      </w:pPr>
      <w:r>
        <w:t xml:space="preserve">Personal </w:t>
      </w:r>
      <w:r w:rsidRPr="00DE273E">
        <w:t>characteristics explain low employment rates</w:t>
      </w:r>
      <w:r>
        <w:t xml:space="preserve"> among </w:t>
      </w:r>
      <w:r w:rsidRPr="00DE273E">
        <w:t>public housing</w:t>
      </w:r>
      <w:r>
        <w:t xml:space="preserve"> tenant</w:t>
      </w:r>
      <w:r w:rsidRPr="00DE273E">
        <w:t>s</w:t>
      </w:r>
    </w:p>
    <w:p w:rsidR="003C59A8" w:rsidRDefault="003C59A8" w:rsidP="003C59A8">
      <w:pPr>
        <w:pStyle w:val="BodyText"/>
      </w:pPr>
      <w:r>
        <w:t xml:space="preserve">About 10 per cent of working age public housing tenants who receive ISPs are employed. In contrast, the employment rate among other working age ISP recipients, including those who receive </w:t>
      </w:r>
      <w:proofErr w:type="spellStart"/>
      <w:r>
        <w:t>CRA</w:t>
      </w:r>
      <w:proofErr w:type="spellEnd"/>
      <w:r>
        <w:t>, is about 20 per cent.</w:t>
      </w:r>
    </w:p>
    <w:p w:rsidR="003C59A8" w:rsidRDefault="003C59A8" w:rsidP="003C59A8">
      <w:pPr>
        <w:pStyle w:val="BodyText"/>
      </w:pPr>
      <w:r w:rsidRPr="0032409E">
        <w:t>Perhaps these differences aren’t surprising. Public housing tenants differ from other ISP recipients in many ways that might affect whether they work</w:t>
      </w:r>
      <w:r>
        <w:t>, other than their housing tenure</w:t>
      </w:r>
      <w:r w:rsidRPr="0032409E">
        <w:t xml:space="preserve">. They are much more likely to be Disability Support Pensioners, tend to be older and, if jobseekers, are much more likely to have been assessed as facing significant or severe barriers to employment. They are also much more likely to live in disadvantaged neighbourhoods where </w:t>
      </w:r>
      <w:r>
        <w:t xml:space="preserve">accessing </w:t>
      </w:r>
      <w:r w:rsidRPr="0032409E">
        <w:t>job</w:t>
      </w:r>
      <w:r>
        <w:t>s</w:t>
      </w:r>
      <w:r w:rsidRPr="0032409E">
        <w:t xml:space="preserve"> </w:t>
      </w:r>
      <w:r>
        <w:t>might be more difficult</w:t>
      </w:r>
      <w:r w:rsidRPr="0032409E">
        <w:t xml:space="preserve"> and where many neighbours might rely on ISPs. Furthermore, many were allocated a property because they had an urgent need for housing — for example, because they were homeless or at risk of homelessness, which can be linked with other characteristics that affect employmen</w:t>
      </w:r>
      <w:r>
        <w:t>t, such as</w:t>
      </w:r>
      <w:r w:rsidRPr="0032409E">
        <w:t xml:space="preserve"> mental health or substance abuse issues. </w:t>
      </w:r>
      <w:proofErr w:type="spellStart"/>
      <w:r w:rsidRPr="0032409E">
        <w:t>CRA</w:t>
      </w:r>
      <w:proofErr w:type="spellEnd"/>
      <w:r w:rsidRPr="0032409E">
        <w:t xml:space="preserve"> recipients </w:t>
      </w:r>
      <w:r>
        <w:t xml:space="preserve">tend to </w:t>
      </w:r>
      <w:r w:rsidRPr="0032409E">
        <w:t>have characteristics that are more like those of ISP recipients who don’t receive housing assistance.</w:t>
      </w:r>
    </w:p>
    <w:p w:rsidR="003C59A8" w:rsidRPr="0032409E" w:rsidRDefault="003C59A8" w:rsidP="003C59A8">
      <w:pPr>
        <w:pStyle w:val="BodyText"/>
      </w:pPr>
      <w:r>
        <w:lastRenderedPageBreak/>
        <w:t xml:space="preserve">Econometric analysis indicates that if </w:t>
      </w:r>
      <w:r>
        <w:rPr>
          <w:spacing w:val="-2"/>
        </w:rPr>
        <w:t>public housing tenants had the same characteristics as other ISP recipients, they would have similar employment rates — more tenants would be employed. I</w:t>
      </w:r>
      <w:r w:rsidRPr="00EF7CF8">
        <w:t>t is the characteristics of individuals, and not the characteristics of the housing assistance that they receive, that matter to employment.</w:t>
      </w:r>
    </w:p>
    <w:p w:rsidR="003C59A8" w:rsidRPr="00010B00" w:rsidRDefault="003C59A8" w:rsidP="00010B00">
      <w:pPr>
        <w:pStyle w:val="Heading3"/>
        <w:spacing w:before="360"/>
        <w:rPr>
          <w:spacing w:val="-4"/>
        </w:rPr>
      </w:pPr>
      <w:r w:rsidRPr="00010B00">
        <w:rPr>
          <w:spacing w:val="-4"/>
        </w:rPr>
        <w:t>Stable housing is likely to matter more to employment than welfare locks</w:t>
      </w:r>
    </w:p>
    <w:p w:rsidR="003C59A8" w:rsidRPr="004F20AD" w:rsidRDefault="003C59A8" w:rsidP="003C59A8">
      <w:pPr>
        <w:pStyle w:val="BodyText"/>
      </w:pPr>
      <w:r w:rsidRPr="004F20AD">
        <w:t xml:space="preserve">Financial incentives to enter, and remain in, public housing are strong. Many public housing tenants have more disposable income after paying rent than they would if they were renting privately and receiving </w:t>
      </w:r>
      <w:proofErr w:type="spellStart"/>
      <w:r w:rsidRPr="004F20AD">
        <w:t>CRA</w:t>
      </w:r>
      <w:proofErr w:type="spellEnd"/>
      <w:r w:rsidRPr="004F20AD">
        <w:t xml:space="preserve"> (especially if they live in a higher rent area). This outcome is accentuated by </w:t>
      </w:r>
      <w:r>
        <w:t>differences</w:t>
      </w:r>
      <w:r w:rsidRPr="004F20AD">
        <w:t xml:space="preserve"> between the profile</w:t>
      </w:r>
      <w:r>
        <w:t>s</w:t>
      </w:r>
      <w:r w:rsidRPr="004F20AD">
        <w:t xml:space="preserve"> of the housing stock and tenant households — many singles live in multi</w:t>
      </w:r>
      <w:r>
        <w:noBreakHyphen/>
      </w:r>
      <w:r w:rsidRPr="004F20AD">
        <w:t>bedroom dwellings</w:t>
      </w:r>
      <w:r>
        <w:t>, which attract higher rents in the private market</w:t>
      </w:r>
      <w:r w:rsidRPr="004F20AD">
        <w:t>. Public housing tenants also tend to have greater housing stability. Lease terms are typically longer than those available in the private market. In some states, tenure is ongoing. Given these characteristics of public housing, it is not surprising that waiting lists around the country are long.</w:t>
      </w:r>
    </w:p>
    <w:p w:rsidR="003C59A8" w:rsidRDefault="003C59A8" w:rsidP="003C59A8">
      <w:pPr>
        <w:pStyle w:val="BodyText"/>
      </w:pPr>
      <w:r>
        <w:t>Policy makers have been concerned that people on waiting lists might avoid employment so that they can remain below the income eligibility thresholds for public housing. That is, that a ‘welfare lock’ exists for public housing applicants.</w:t>
      </w:r>
    </w:p>
    <w:p w:rsidR="003C59A8" w:rsidRDefault="003C59A8" w:rsidP="003C59A8">
      <w:pPr>
        <w:pStyle w:val="BodyText"/>
        <w:rPr>
          <w:spacing w:val="-2"/>
        </w:rPr>
      </w:pPr>
      <w:r>
        <w:t xml:space="preserve">Contrary to the welfare lock hypothesis, employment rates among successful applicants for public housing in both South Australia and Western Australia increased while they were on the waiting list — suggesting that welfare locks, if they exist, are not particularly important in these states. Employment rates also tended to increase following a move into public housing. In both South Australia and Western Australia, these increases are more suggestive of a </w:t>
      </w:r>
      <w:r>
        <w:rPr>
          <w:spacing w:val="-2"/>
        </w:rPr>
        <w:t>positive effect of housing stability.</w:t>
      </w:r>
    </w:p>
    <w:p w:rsidR="003C59A8" w:rsidRDefault="003C59A8" w:rsidP="003C59A8">
      <w:pPr>
        <w:pStyle w:val="BodyText"/>
        <w:rPr>
          <w:spacing w:val="-2"/>
        </w:rPr>
      </w:pPr>
      <w:r>
        <w:rPr>
          <w:spacing w:val="-2"/>
        </w:rPr>
        <w:t>Eligibility thresholds — set at relatively low levels of income — were introduced for public housing tenants in Western Australia in 2006. While this might have been expected to discourage some tenants from working, the evidence suggests that, in general, this has not been the case.</w:t>
      </w:r>
    </w:p>
    <w:p w:rsidR="003C59A8" w:rsidRPr="00405D19" w:rsidRDefault="003C59A8" w:rsidP="003C59A8">
      <w:pPr>
        <w:pStyle w:val="BodyText"/>
      </w:pPr>
      <w:r w:rsidRPr="00405D19">
        <w:t xml:space="preserve">More broadly, housing stability is important to employment for all ISP recipients. Address changes are negatively associated with employment. The more times a person has </w:t>
      </w:r>
      <w:r>
        <w:t>moved</w:t>
      </w:r>
      <w:r w:rsidRPr="00405D19">
        <w:t xml:space="preserve"> over a 12</w:t>
      </w:r>
      <w:r>
        <w:noBreakHyphen/>
      </w:r>
      <w:r w:rsidRPr="00405D19">
        <w:t>month period, the less likely it is they will be working at the end of that year.</w:t>
      </w:r>
    </w:p>
    <w:p w:rsidR="003C59A8" w:rsidRPr="009C525E" w:rsidRDefault="003C59A8" w:rsidP="00010B00">
      <w:pPr>
        <w:pStyle w:val="Heading3"/>
        <w:spacing w:before="360"/>
      </w:pPr>
      <w:r>
        <w:t>Housing assistance affects recipients’ financial incentives to work — but not as much as withdrawal of income support payments</w:t>
      </w:r>
    </w:p>
    <w:p w:rsidR="003C59A8" w:rsidRDefault="003C59A8" w:rsidP="003C59A8">
      <w:pPr>
        <w:pStyle w:val="BodyText"/>
      </w:pPr>
      <w:r>
        <w:t>Some ISP recipients, including the most prevalent recipients of housing assistance — single, childless Disability Support Pension (</w:t>
      </w:r>
      <w:proofErr w:type="spellStart"/>
      <w:r>
        <w:t>DSP</w:t>
      </w:r>
      <w:proofErr w:type="spellEnd"/>
      <w:r>
        <w:t xml:space="preserve">) and </w:t>
      </w:r>
      <w:proofErr w:type="spellStart"/>
      <w:r>
        <w:t>Newstart</w:t>
      </w:r>
      <w:proofErr w:type="spellEnd"/>
      <w:r>
        <w:t xml:space="preserve"> Allowance recipients — face very high apparent financial disincentives to work. Withdrawal of housing assistance contributes to the </w:t>
      </w:r>
      <w:proofErr w:type="spellStart"/>
      <w:r>
        <w:t>EMTRs</w:t>
      </w:r>
      <w:proofErr w:type="spellEnd"/>
      <w:r>
        <w:t xml:space="preserve"> faced by these groups, but it is the withdrawal of the primary ISP that drives the particularly high </w:t>
      </w:r>
      <w:proofErr w:type="spellStart"/>
      <w:r>
        <w:t>EMTRs</w:t>
      </w:r>
      <w:proofErr w:type="spellEnd"/>
      <w:r>
        <w:t>.</w:t>
      </w:r>
    </w:p>
    <w:p w:rsidR="003C59A8" w:rsidRPr="006359B6" w:rsidRDefault="003C59A8" w:rsidP="003C59A8">
      <w:pPr>
        <w:pStyle w:val="BodyText"/>
        <w:rPr>
          <w:spacing w:val="-4"/>
        </w:rPr>
      </w:pPr>
      <w:r w:rsidRPr="006359B6">
        <w:rPr>
          <w:spacing w:val="-4"/>
        </w:rPr>
        <w:lastRenderedPageBreak/>
        <w:t xml:space="preserve">Public housing tenants typically pay 25 per cent of their assessable income in rent. This means that a tenant’s rent rises as their employment income increases. Initially, the </w:t>
      </w:r>
      <w:proofErr w:type="spellStart"/>
      <w:r w:rsidRPr="006359B6">
        <w:rPr>
          <w:spacing w:val="-4"/>
        </w:rPr>
        <w:t>EMTR</w:t>
      </w:r>
      <w:proofErr w:type="spellEnd"/>
      <w:r w:rsidRPr="006359B6">
        <w:rPr>
          <w:spacing w:val="-4"/>
        </w:rPr>
        <w:t xml:space="preserve"> associated with rent setting rules is 25 per cent but as their ISP commences to be withdrawn assessable income is significantly affected. The </w:t>
      </w:r>
      <w:proofErr w:type="spellStart"/>
      <w:r w:rsidRPr="006359B6">
        <w:rPr>
          <w:spacing w:val="-4"/>
        </w:rPr>
        <w:t>EMTR</w:t>
      </w:r>
      <w:proofErr w:type="spellEnd"/>
      <w:r w:rsidRPr="006359B6">
        <w:rPr>
          <w:spacing w:val="-4"/>
        </w:rPr>
        <w:t xml:space="preserve"> </w:t>
      </w:r>
      <w:r w:rsidRPr="006359B6">
        <w:rPr>
          <w:i/>
          <w:spacing w:val="-4"/>
        </w:rPr>
        <w:t>due to housing assistance</w:t>
      </w:r>
      <w:r w:rsidRPr="006359B6">
        <w:rPr>
          <w:spacing w:val="-4"/>
        </w:rPr>
        <w:t xml:space="preserve"> consequently falls. For a </w:t>
      </w:r>
      <w:proofErr w:type="spellStart"/>
      <w:r w:rsidRPr="006359B6">
        <w:rPr>
          <w:spacing w:val="-4"/>
        </w:rPr>
        <w:t>Newstart</w:t>
      </w:r>
      <w:proofErr w:type="spellEnd"/>
      <w:r w:rsidRPr="006359B6">
        <w:rPr>
          <w:spacing w:val="-4"/>
        </w:rPr>
        <w:t xml:space="preserve"> </w:t>
      </w:r>
      <w:proofErr w:type="spellStart"/>
      <w:r w:rsidRPr="006359B6">
        <w:rPr>
          <w:spacing w:val="-4"/>
        </w:rPr>
        <w:t>Allowee</w:t>
      </w:r>
      <w:proofErr w:type="spellEnd"/>
      <w:r w:rsidRPr="006359B6">
        <w:rPr>
          <w:spacing w:val="-4"/>
        </w:rPr>
        <w:t xml:space="preserve">, for example, the </w:t>
      </w:r>
      <w:proofErr w:type="spellStart"/>
      <w:r w:rsidRPr="006359B6">
        <w:rPr>
          <w:spacing w:val="-4"/>
        </w:rPr>
        <w:t>EMTR</w:t>
      </w:r>
      <w:proofErr w:type="spellEnd"/>
      <w:r w:rsidRPr="006359B6">
        <w:rPr>
          <w:spacing w:val="-4"/>
        </w:rPr>
        <w:t xml:space="preserve"> falls to 10 per cent when their ISP is withdrawn at a rate of 60 cents in the dollar. The housing assistance </w:t>
      </w:r>
      <w:proofErr w:type="spellStart"/>
      <w:r w:rsidRPr="006359B6">
        <w:rPr>
          <w:spacing w:val="-4"/>
        </w:rPr>
        <w:t>EMTR</w:t>
      </w:r>
      <w:proofErr w:type="spellEnd"/>
      <w:r w:rsidRPr="006359B6">
        <w:rPr>
          <w:spacing w:val="-4"/>
        </w:rPr>
        <w:t xml:space="preserve"> returns to 25 per cent when the ISP is fully withdrawn if the tenant has not started paying market rent. </w:t>
      </w:r>
    </w:p>
    <w:p w:rsidR="003C59A8" w:rsidRPr="00854289" w:rsidRDefault="003C59A8" w:rsidP="003C59A8">
      <w:pPr>
        <w:pStyle w:val="BodyText"/>
        <w:rPr>
          <w:spacing w:val="-2"/>
        </w:rPr>
      </w:pPr>
      <w:r w:rsidRPr="00854289">
        <w:rPr>
          <w:spacing w:val="-2"/>
        </w:rPr>
        <w:t xml:space="preserve">Unlike public housing rent setting rules, </w:t>
      </w:r>
      <w:proofErr w:type="spellStart"/>
      <w:r w:rsidRPr="00854289">
        <w:rPr>
          <w:spacing w:val="-2"/>
        </w:rPr>
        <w:t>CRA</w:t>
      </w:r>
      <w:proofErr w:type="spellEnd"/>
      <w:r w:rsidRPr="00854289">
        <w:rPr>
          <w:spacing w:val="-2"/>
        </w:rPr>
        <w:t xml:space="preserve"> does not contribute to </w:t>
      </w:r>
      <w:proofErr w:type="spellStart"/>
      <w:r w:rsidRPr="00854289">
        <w:rPr>
          <w:spacing w:val="-2"/>
        </w:rPr>
        <w:t>EMTRs</w:t>
      </w:r>
      <w:proofErr w:type="spellEnd"/>
      <w:r w:rsidRPr="00854289">
        <w:rPr>
          <w:spacing w:val="-2"/>
        </w:rPr>
        <w:t xml:space="preserve"> at lower levels of earned income. For ISP recipients who do not receive Family Tax Benefits </w:t>
      </w:r>
      <w:r>
        <w:rPr>
          <w:spacing w:val="-2"/>
        </w:rPr>
        <w:t>p</w:t>
      </w:r>
      <w:r w:rsidRPr="00854289">
        <w:rPr>
          <w:spacing w:val="-2"/>
        </w:rPr>
        <w:t>art A (</w:t>
      </w:r>
      <w:proofErr w:type="spellStart"/>
      <w:r w:rsidRPr="00854289">
        <w:rPr>
          <w:spacing w:val="-2"/>
        </w:rPr>
        <w:t>FTB</w:t>
      </w:r>
      <w:proofErr w:type="spellEnd"/>
      <w:r w:rsidRPr="00854289">
        <w:rPr>
          <w:spacing w:val="-2"/>
        </w:rPr>
        <w:t xml:space="preserve"> A), </w:t>
      </w:r>
      <w:proofErr w:type="spellStart"/>
      <w:r w:rsidRPr="00854289">
        <w:rPr>
          <w:spacing w:val="-2"/>
        </w:rPr>
        <w:t>CRA</w:t>
      </w:r>
      <w:proofErr w:type="spellEnd"/>
      <w:r w:rsidRPr="00854289">
        <w:rPr>
          <w:spacing w:val="-2"/>
        </w:rPr>
        <w:t xml:space="preserve"> is withdrawn </w:t>
      </w:r>
      <w:r>
        <w:rPr>
          <w:spacing w:val="-2"/>
        </w:rPr>
        <w:t xml:space="preserve">only </w:t>
      </w:r>
      <w:r w:rsidRPr="00854289">
        <w:rPr>
          <w:spacing w:val="-2"/>
        </w:rPr>
        <w:t>once their ISP is reduced to zero</w:t>
      </w:r>
      <w:r>
        <w:rPr>
          <w:spacing w:val="-2"/>
        </w:rPr>
        <w:t> </w:t>
      </w:r>
      <w:r w:rsidRPr="00854289">
        <w:rPr>
          <w:spacing w:val="-2"/>
        </w:rPr>
        <w:t xml:space="preserve">— for example, for a </w:t>
      </w:r>
      <w:proofErr w:type="spellStart"/>
      <w:r w:rsidRPr="00854289">
        <w:rPr>
          <w:spacing w:val="-2"/>
        </w:rPr>
        <w:t>Newstart</w:t>
      </w:r>
      <w:proofErr w:type="spellEnd"/>
      <w:r w:rsidRPr="00854289">
        <w:rPr>
          <w:spacing w:val="-2"/>
        </w:rPr>
        <w:t xml:space="preserve"> </w:t>
      </w:r>
      <w:proofErr w:type="spellStart"/>
      <w:r>
        <w:rPr>
          <w:spacing w:val="-2"/>
        </w:rPr>
        <w:t>A</w:t>
      </w:r>
      <w:r w:rsidRPr="00854289">
        <w:rPr>
          <w:spacing w:val="-2"/>
        </w:rPr>
        <w:t>llowee</w:t>
      </w:r>
      <w:proofErr w:type="spellEnd"/>
      <w:r>
        <w:rPr>
          <w:spacing w:val="-2"/>
        </w:rPr>
        <w:t xml:space="preserve">, this occurs when their annual income exceeds about </w:t>
      </w:r>
      <w:r w:rsidRPr="00854289">
        <w:rPr>
          <w:spacing w:val="-2"/>
        </w:rPr>
        <w:t>$</w:t>
      </w:r>
      <w:r>
        <w:rPr>
          <w:spacing w:val="-2"/>
        </w:rPr>
        <w:t>25 0</w:t>
      </w:r>
      <w:r w:rsidRPr="00854289">
        <w:rPr>
          <w:spacing w:val="-2"/>
        </w:rPr>
        <w:t>00 — and then at the same rate as the ISP</w:t>
      </w:r>
      <w:r>
        <w:rPr>
          <w:spacing w:val="-2"/>
        </w:rPr>
        <w:t xml:space="preserve"> (60 cents in the dollar)</w:t>
      </w:r>
      <w:r w:rsidRPr="00854289">
        <w:rPr>
          <w:spacing w:val="-2"/>
        </w:rPr>
        <w:t xml:space="preserve">. For families that receive </w:t>
      </w:r>
      <w:proofErr w:type="spellStart"/>
      <w:r w:rsidRPr="00854289">
        <w:rPr>
          <w:spacing w:val="-2"/>
        </w:rPr>
        <w:t>CRA</w:t>
      </w:r>
      <w:proofErr w:type="spellEnd"/>
      <w:r w:rsidRPr="00854289">
        <w:rPr>
          <w:spacing w:val="-2"/>
        </w:rPr>
        <w:t xml:space="preserve"> as part of their </w:t>
      </w:r>
      <w:proofErr w:type="spellStart"/>
      <w:r w:rsidRPr="00854289">
        <w:rPr>
          <w:spacing w:val="-2"/>
        </w:rPr>
        <w:t>FTB</w:t>
      </w:r>
      <w:proofErr w:type="spellEnd"/>
      <w:r w:rsidRPr="00854289">
        <w:rPr>
          <w:spacing w:val="-2"/>
        </w:rPr>
        <w:t xml:space="preserve"> A, withdrawal of </w:t>
      </w:r>
      <w:proofErr w:type="spellStart"/>
      <w:r w:rsidRPr="00854289">
        <w:rPr>
          <w:spacing w:val="-2"/>
        </w:rPr>
        <w:t>CRA</w:t>
      </w:r>
      <w:proofErr w:type="spellEnd"/>
      <w:r w:rsidRPr="00854289">
        <w:rPr>
          <w:spacing w:val="-2"/>
        </w:rPr>
        <w:t xml:space="preserve"> starts from an income of about $50 000, </w:t>
      </w:r>
      <w:r>
        <w:rPr>
          <w:spacing w:val="-2"/>
        </w:rPr>
        <w:t>and occurs along with withdrawal of</w:t>
      </w:r>
      <w:r w:rsidRPr="00854289">
        <w:rPr>
          <w:spacing w:val="-2"/>
        </w:rPr>
        <w:t xml:space="preserve"> </w:t>
      </w:r>
      <w:proofErr w:type="spellStart"/>
      <w:r w:rsidRPr="00854289">
        <w:rPr>
          <w:spacing w:val="-2"/>
        </w:rPr>
        <w:t>FTB</w:t>
      </w:r>
      <w:proofErr w:type="spellEnd"/>
      <w:r w:rsidRPr="00854289">
        <w:rPr>
          <w:spacing w:val="-2"/>
        </w:rPr>
        <w:t xml:space="preserve"> A (</w:t>
      </w:r>
      <w:r>
        <w:rPr>
          <w:spacing w:val="-2"/>
        </w:rPr>
        <w:t xml:space="preserve">which is withdrawn at a rate of </w:t>
      </w:r>
      <w:r w:rsidRPr="00854289">
        <w:rPr>
          <w:spacing w:val="-2"/>
        </w:rPr>
        <w:t>20 cents in the dollar).</w:t>
      </w:r>
    </w:p>
    <w:p w:rsidR="003C59A8" w:rsidRDefault="00F2785D" w:rsidP="003C59A8">
      <w:pPr>
        <w:pStyle w:val="Heading2"/>
      </w:pPr>
      <w:r>
        <w:fldChar w:fldCharType="begin" w:fldLock="1"/>
      </w:r>
      <w:r>
        <w:instrText xml:space="preserve"> COMMENTS  \* MERGEFORMAT </w:instrText>
      </w:r>
      <w:r>
        <w:fldChar w:fldCharType="separate"/>
      </w:r>
      <w:r w:rsidR="003C59A8">
        <w:t>5.</w:t>
      </w:r>
      <w:r>
        <w:fldChar w:fldCharType="end"/>
      </w:r>
      <w:r w:rsidR="00FB0E2F">
        <w:fldChar w:fldCharType="begin" w:fldLock="1"/>
      </w:r>
      <w:r w:rsidR="00FB0E2F">
        <w:instrText xml:space="preserve"> SEQ Heading2 </w:instrText>
      </w:r>
      <w:r w:rsidR="00FB0E2F">
        <w:fldChar w:fldCharType="separate"/>
      </w:r>
      <w:r w:rsidR="003C59A8">
        <w:rPr>
          <w:noProof/>
        </w:rPr>
        <w:t>2</w:t>
      </w:r>
      <w:r w:rsidR="00FB0E2F">
        <w:rPr>
          <w:noProof/>
        </w:rPr>
        <w:fldChar w:fldCharType="end"/>
      </w:r>
      <w:r w:rsidR="003C59A8">
        <w:tab/>
        <w:t>Policy observations</w:t>
      </w:r>
    </w:p>
    <w:p w:rsidR="003C59A8" w:rsidRDefault="003C59A8" w:rsidP="003C59A8">
      <w:pPr>
        <w:pStyle w:val="BodyText"/>
      </w:pPr>
      <w:r>
        <w:t>Housing assistance policies have been the focus of many reviews over the past three decades. Similar recommendations have emerged over time, but the review effort has not led to much change in housing assistance policies (box </w:t>
      </w:r>
      <w:r>
        <w:fldChar w:fldCharType="begin" w:fldLock="1"/>
      </w:r>
      <w:r>
        <w:instrText xml:space="preserve"> LINK Word.Document.12 "\\\\MEL_1\\groups\\Elmrb\\04_Current projects\\Housing\\04_Reports\\Report\\Draft\\Ch 5 Summary observations v 1.docx" OLE_LINK1 \a \t </w:instrText>
      </w:r>
      <w:r>
        <w:fldChar w:fldCharType="separate"/>
      </w:r>
      <w:r>
        <w:t>5.1</w:t>
      </w:r>
      <w:r>
        <w:fldChar w:fldCharType="end"/>
      </w:r>
      <w:r>
        <w:t>).</w:t>
      </w:r>
    </w:p>
    <w:p w:rsidR="003C59A8" w:rsidRDefault="003C59A8" w:rsidP="003C59A8">
      <w:pPr>
        <w:pStyle w:val="BodyText"/>
      </w:pPr>
      <w:r>
        <w:t xml:space="preserve">Most recently, the </w:t>
      </w:r>
      <w:r w:rsidRPr="00DC0F71">
        <w:rPr>
          <w:i/>
        </w:rPr>
        <w:t>Review of Australia’s Welfare System</w:t>
      </w:r>
      <w:r>
        <w:t xml:space="preserve"> (the McClure Review) has called for governments to recognise housing assistance as a ‘fundamental component of securing social and employment outcomes’ </w:t>
      </w:r>
      <w:r w:rsidRPr="000D47CB">
        <w:rPr>
          <w:szCs w:val="24"/>
        </w:rPr>
        <w:t>(Commonwealth of Australia 2015, p. 81)</w:t>
      </w:r>
      <w:r>
        <w:t xml:space="preserve">. </w:t>
      </w:r>
    </w:p>
    <w:p w:rsidR="003C59A8" w:rsidRDefault="003C59A8" w:rsidP="003C59A8">
      <w:pPr>
        <w:pStyle w:val="BodyText"/>
      </w:pPr>
      <w:r>
        <w:t xml:space="preserve">The review has raised concerns about the effects of public housing rent settings, which were found to create poor work incentives for tenants. In addition, the review pointed to the discrepancies in the level of support offered to public housing tenants and tenants in the private rental market, who receive a lower subsidy (in the form of </w:t>
      </w:r>
      <w:proofErr w:type="spellStart"/>
      <w:r>
        <w:t>CRA</w:t>
      </w:r>
      <w:proofErr w:type="spellEnd"/>
      <w:r>
        <w:t>) and are also affected by lower levels of housing stability. To address these issues, it recommended that:</w:t>
      </w:r>
    </w:p>
    <w:p w:rsidR="003C59A8" w:rsidRPr="006359B6" w:rsidRDefault="003C59A8" w:rsidP="003C59A8">
      <w:pPr>
        <w:pStyle w:val="ListBullet"/>
        <w:rPr>
          <w:spacing w:val="-4"/>
          <w:kern w:val="16"/>
        </w:rPr>
      </w:pPr>
      <w:r w:rsidRPr="006359B6">
        <w:rPr>
          <w:spacing w:val="-4"/>
          <w:kern w:val="16"/>
        </w:rPr>
        <w:t xml:space="preserve">public housing rents should no longer be based on income, and tenants should receive </w:t>
      </w:r>
      <w:proofErr w:type="spellStart"/>
      <w:r w:rsidRPr="006359B6">
        <w:rPr>
          <w:spacing w:val="-4"/>
          <w:kern w:val="16"/>
        </w:rPr>
        <w:t>CRA</w:t>
      </w:r>
      <w:proofErr w:type="spellEnd"/>
    </w:p>
    <w:p w:rsidR="003C59A8" w:rsidRDefault="003C59A8" w:rsidP="003C59A8">
      <w:pPr>
        <w:pStyle w:val="ListBullet"/>
      </w:pPr>
      <w:r>
        <w:t xml:space="preserve">the levels and indexation of </w:t>
      </w:r>
      <w:proofErr w:type="spellStart"/>
      <w:r>
        <w:t>CRA</w:t>
      </w:r>
      <w:proofErr w:type="spellEnd"/>
      <w:r>
        <w:t xml:space="preserve"> should be reviewed, to ensure it reflects the costs of rental housing </w:t>
      </w:r>
      <w:r w:rsidRPr="00FF4D8F">
        <w:rPr>
          <w:szCs w:val="24"/>
        </w:rPr>
        <w:t>(Commonwealth of Australia 2015)</w:t>
      </w:r>
      <w:r>
        <w:t>.</w:t>
      </w:r>
    </w:p>
    <w:p w:rsidR="003C59A8" w:rsidRDefault="003C59A8" w:rsidP="003C59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Tr="003C59A8">
        <w:tc>
          <w:tcPr>
            <w:tcW w:w="8771" w:type="dxa"/>
            <w:tcBorders>
              <w:top w:val="single" w:sz="6" w:space="0" w:color="78A22F"/>
              <w:left w:val="nil"/>
              <w:bottom w:val="nil"/>
              <w:right w:val="nil"/>
            </w:tcBorders>
            <w:shd w:val="clear" w:color="auto" w:fill="F2F2F2"/>
          </w:tcPr>
          <w:p w:rsidR="003C59A8" w:rsidRDefault="003C59A8" w:rsidP="003C59A8">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5.</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1</w:t>
            </w:r>
            <w:r>
              <w:rPr>
                <w:b w:val="0"/>
              </w:rPr>
              <w:fldChar w:fldCharType="end"/>
            </w:r>
            <w:r>
              <w:tab/>
              <w:t>Past reviews and reforms of housing assistance policies — consistent themes across decades</w:t>
            </w:r>
          </w:p>
        </w:tc>
      </w:tr>
      <w:tr w:rsidR="003C59A8" w:rsidTr="003C59A8">
        <w:trPr>
          <w:cantSplit/>
        </w:trPr>
        <w:tc>
          <w:tcPr>
            <w:tcW w:w="8771" w:type="dxa"/>
            <w:tcBorders>
              <w:top w:val="nil"/>
              <w:left w:val="nil"/>
              <w:bottom w:val="nil"/>
              <w:right w:val="nil"/>
            </w:tcBorders>
            <w:shd w:val="clear" w:color="auto" w:fill="F2F2F2"/>
          </w:tcPr>
          <w:p w:rsidR="003C59A8" w:rsidRPr="00F24F54" w:rsidRDefault="003C59A8" w:rsidP="003C59A8">
            <w:pPr>
              <w:pStyle w:val="Box"/>
              <w:rPr>
                <w:spacing w:val="-2"/>
              </w:rPr>
            </w:pPr>
            <w:r w:rsidRPr="00F24F54">
              <w:rPr>
                <w:spacing w:val="-2"/>
              </w:rPr>
              <w:t xml:space="preserve">Over the past three decades, housing assistance policies have been a focus </w:t>
            </w:r>
            <w:r>
              <w:rPr>
                <w:spacing w:val="-2"/>
              </w:rPr>
              <w:t>for</w:t>
            </w:r>
            <w:r w:rsidRPr="00F24F54">
              <w:rPr>
                <w:spacing w:val="-2"/>
              </w:rPr>
              <w:t xml:space="preserve"> a number of government reviews, including those by the Senate Standing Committee on Community Affairs </w:t>
            </w:r>
            <w:r w:rsidRPr="00F24F54">
              <w:rPr>
                <w:rFonts w:cs="Arial"/>
                <w:spacing w:val="-2"/>
              </w:rPr>
              <w:t>(1997)</w:t>
            </w:r>
            <w:r w:rsidRPr="00F24F54">
              <w:rPr>
                <w:spacing w:val="-2"/>
              </w:rPr>
              <w:t xml:space="preserve">, the Senate Select Committee on Housing Affordability </w:t>
            </w:r>
            <w:r w:rsidRPr="00F24F54">
              <w:rPr>
                <w:rFonts w:cs="Arial"/>
                <w:spacing w:val="-2"/>
              </w:rPr>
              <w:t>(2008)</w:t>
            </w:r>
            <w:r w:rsidRPr="00F24F54">
              <w:rPr>
                <w:spacing w:val="-2"/>
              </w:rPr>
              <w:t xml:space="preserve">, Australia’s Future Tax System Review </w:t>
            </w:r>
            <w:r w:rsidRPr="00F24F54">
              <w:rPr>
                <w:rFonts w:cs="Arial"/>
                <w:spacing w:val="-2"/>
                <w:szCs w:val="24"/>
              </w:rPr>
              <w:t>(Treasury </w:t>
            </w:r>
            <w:proofErr w:type="spellStart"/>
            <w:r w:rsidRPr="00F24F54">
              <w:rPr>
                <w:rFonts w:cs="Arial"/>
                <w:spacing w:val="-2"/>
                <w:szCs w:val="24"/>
              </w:rPr>
              <w:t>2010</w:t>
            </w:r>
            <w:r>
              <w:rPr>
                <w:rFonts w:cs="Arial"/>
                <w:spacing w:val="-2"/>
                <w:szCs w:val="24"/>
              </w:rPr>
              <w:t>b</w:t>
            </w:r>
            <w:proofErr w:type="spellEnd"/>
            <w:r w:rsidRPr="00F24F54">
              <w:rPr>
                <w:rFonts w:cs="Arial"/>
                <w:spacing w:val="-2"/>
                <w:szCs w:val="24"/>
              </w:rPr>
              <w:t>)</w:t>
            </w:r>
            <w:r w:rsidRPr="00F24F54">
              <w:rPr>
                <w:spacing w:val="-2"/>
              </w:rPr>
              <w:t xml:space="preserve"> and, most recently, the National Commission of Audit </w:t>
            </w:r>
            <w:r w:rsidRPr="00F24F54">
              <w:rPr>
                <w:rFonts w:cs="Arial"/>
                <w:spacing w:val="-2"/>
              </w:rPr>
              <w:t>(2014)</w:t>
            </w:r>
            <w:r w:rsidRPr="00F24F54">
              <w:rPr>
                <w:spacing w:val="-2"/>
              </w:rPr>
              <w:t xml:space="preserve"> and the Indigenous Jobs and Training Review (The Forrest Review) </w:t>
            </w:r>
            <w:r w:rsidRPr="00F24F54">
              <w:rPr>
                <w:rFonts w:cs="Arial"/>
                <w:spacing w:val="-2"/>
                <w:szCs w:val="24"/>
              </w:rPr>
              <w:t>(Australian Government 2014)</w:t>
            </w:r>
            <w:r w:rsidRPr="00F24F54">
              <w:rPr>
                <w:spacing w:val="-2"/>
              </w:rPr>
              <w:t>. The Productivity Commission has also reviewed</w:t>
            </w:r>
            <w:r>
              <w:rPr>
                <w:spacing w:val="-2"/>
              </w:rPr>
              <w:t xml:space="preserve"> aspects of</w:t>
            </w:r>
            <w:r w:rsidRPr="00F24F54">
              <w:rPr>
                <w:spacing w:val="-2"/>
              </w:rPr>
              <w:t xml:space="preserve"> these policies on a number of occasions (see, for example, </w:t>
            </w:r>
            <w:r w:rsidRPr="00F24F54">
              <w:rPr>
                <w:rFonts w:cs="Arial"/>
                <w:spacing w:val="-2"/>
                <w:szCs w:val="24"/>
              </w:rPr>
              <w:t>IC 1993; PC 2004, 2014)</w:t>
            </w:r>
            <w:r w:rsidRPr="00F24F54">
              <w:rPr>
                <w:spacing w:val="-2"/>
              </w:rPr>
              <w:t>.</w:t>
            </w:r>
          </w:p>
          <w:p w:rsidR="003C59A8" w:rsidRDefault="003C59A8" w:rsidP="003C59A8">
            <w:pPr>
              <w:pStyle w:val="Box"/>
            </w:pPr>
            <w:r>
              <w:t>A few consistent themes are evident in the recommendations made across time:</w:t>
            </w:r>
          </w:p>
          <w:p w:rsidR="003C59A8" w:rsidRPr="000B0E01" w:rsidRDefault="003C59A8" w:rsidP="003C59A8">
            <w:pPr>
              <w:pStyle w:val="BoxListBullet"/>
            </w:pPr>
            <w:r w:rsidRPr="000B0E01">
              <w:t>Public housing rent setting may create disincentives to workforce participation, and should be reviewed. Many commentators suggested that public housing tenants should pay market rents and receive Commonwealth Rent Assistance (</w:t>
            </w:r>
            <w:proofErr w:type="spellStart"/>
            <w:r w:rsidRPr="000B0E01">
              <w:t>CRA</w:t>
            </w:r>
            <w:proofErr w:type="spellEnd"/>
            <w:r w:rsidRPr="000B0E01">
              <w:t xml:space="preserve">). More broadly, a number of reviews called for clearer policy direction for public housing and substantial increases in funding to </w:t>
            </w:r>
            <w:r>
              <w:t>boost</w:t>
            </w:r>
            <w:r w:rsidRPr="000B0E01">
              <w:t xml:space="preserve"> supply.</w:t>
            </w:r>
          </w:p>
          <w:p w:rsidR="003C59A8" w:rsidRDefault="003C59A8" w:rsidP="003C59A8">
            <w:pPr>
              <w:pStyle w:val="BoxListBullet"/>
            </w:pPr>
            <w:proofErr w:type="spellStart"/>
            <w:r>
              <w:t>CRA</w:t>
            </w:r>
            <w:proofErr w:type="spellEnd"/>
            <w:r>
              <w:t xml:space="preserve"> should be reviewed, and the Australian Government should consider extending eligibility and raising the amount paid. </w:t>
            </w:r>
            <w:proofErr w:type="spellStart"/>
            <w:r>
              <w:t>CRA</w:t>
            </w:r>
            <w:proofErr w:type="spellEnd"/>
            <w:r>
              <w:t xml:space="preserve"> has been found to be ineffective in addressing the housing difficulties experienced by some recipients.</w:t>
            </w:r>
          </w:p>
          <w:p w:rsidR="003C59A8" w:rsidRDefault="003C59A8" w:rsidP="003C59A8">
            <w:pPr>
              <w:pStyle w:val="Box"/>
            </w:pPr>
            <w:r w:rsidRPr="00F24F54">
              <w:rPr>
                <w:spacing w:val="-2"/>
              </w:rPr>
              <w:t xml:space="preserve">In response to the reviews, governments acknowledged the need to assist low income households and shared the concerns raised about the possibility that rent setting models affect </w:t>
            </w:r>
            <w:r>
              <w:rPr>
                <w:spacing w:val="-2"/>
              </w:rPr>
              <w:t>workforce participation by public housing tenants.</w:t>
            </w:r>
          </w:p>
          <w:p w:rsidR="003C59A8" w:rsidRDefault="003C59A8" w:rsidP="003C59A8">
            <w:pPr>
              <w:pStyle w:val="Box"/>
            </w:pPr>
            <w:r w:rsidRPr="00F24F54">
              <w:t xml:space="preserve">However, on the whole, the recommendations have not </w:t>
            </w:r>
            <w:r>
              <w:t>led to much change — and some key attempts to reform housing assistance policies have been unsuccessful.</w:t>
            </w:r>
          </w:p>
          <w:p w:rsidR="003C59A8" w:rsidRPr="004A370C" w:rsidRDefault="003C59A8" w:rsidP="003C59A8">
            <w:pPr>
              <w:pStyle w:val="BoxListBullet"/>
            </w:pPr>
            <w:r>
              <w:t xml:space="preserve">Following the release of the National Housing Strategy </w:t>
            </w:r>
            <w:r w:rsidRPr="00C4287E">
              <w:rPr>
                <w:rFonts w:cs="Arial"/>
              </w:rPr>
              <w:t>(1992)</w:t>
            </w:r>
            <w:r>
              <w:t xml:space="preserve">, the 1992 Commonwealth Budget increased </w:t>
            </w:r>
            <w:proofErr w:type="spellStart"/>
            <w:r>
              <w:t>CRA</w:t>
            </w:r>
            <w:proofErr w:type="spellEnd"/>
            <w:r>
              <w:t>, and included a commitment that ‘[p]</w:t>
            </w:r>
            <w:proofErr w:type="spellStart"/>
            <w:r w:rsidRPr="004A370C">
              <w:t>eople</w:t>
            </w:r>
            <w:proofErr w:type="spellEnd"/>
            <w:r w:rsidRPr="004A370C">
              <w:t xml:space="preserve"> on low incomes paying more than 20 per cent of their income on rent will be assisted by the Government towards meeting those costs</w:t>
            </w:r>
            <w:r>
              <w:t xml:space="preserve">’ </w:t>
            </w:r>
            <w:r w:rsidRPr="004A370C">
              <w:t>(</w:t>
            </w:r>
            <w:proofErr w:type="spellStart"/>
            <w:r w:rsidRPr="004A370C">
              <w:t>DHHCS</w:t>
            </w:r>
            <w:proofErr w:type="spellEnd"/>
            <w:r w:rsidRPr="004A370C">
              <w:t xml:space="preserve"> </w:t>
            </w:r>
            <w:proofErr w:type="spellStart"/>
            <w:r w:rsidRPr="004A370C">
              <w:t>1992b</w:t>
            </w:r>
            <w:proofErr w:type="spellEnd"/>
            <w:r w:rsidRPr="004A370C">
              <w:t>, pp.</w:t>
            </w:r>
            <w:r>
              <w:t> </w:t>
            </w:r>
            <w:r w:rsidRPr="004A370C">
              <w:t>14–15, quoted in IC 1993, p. 251)</w:t>
            </w:r>
            <w:r>
              <w:t>. However, no specific policy was introduced to ensure this affordability benchmark was met.</w:t>
            </w:r>
          </w:p>
          <w:p w:rsidR="003C59A8" w:rsidRPr="00F24F54" w:rsidRDefault="003C59A8" w:rsidP="003C59A8">
            <w:pPr>
              <w:pStyle w:val="BoxListBullet"/>
              <w:rPr>
                <w:spacing w:val="-2"/>
              </w:rPr>
            </w:pPr>
            <w:r w:rsidRPr="00F24F54">
              <w:rPr>
                <w:spacing w:val="-2"/>
              </w:rPr>
              <w:t>In 1996, the Council of Australian Governments (</w:t>
            </w:r>
            <w:proofErr w:type="spellStart"/>
            <w:r w:rsidRPr="00F24F54">
              <w:rPr>
                <w:spacing w:val="-2"/>
              </w:rPr>
              <w:t>COAG</w:t>
            </w:r>
            <w:proofErr w:type="spellEnd"/>
            <w:r w:rsidRPr="00F24F54">
              <w:rPr>
                <w:spacing w:val="-2"/>
              </w:rPr>
              <w:t>) adopted a framework for long term housing assistance reform</w:t>
            </w:r>
            <w:r>
              <w:rPr>
                <w:spacing w:val="-2"/>
              </w:rPr>
              <w:t xml:space="preserve"> that</w:t>
            </w:r>
            <w:r w:rsidRPr="00F24F54">
              <w:rPr>
                <w:spacing w:val="-2"/>
              </w:rPr>
              <w:t xml:space="preserve"> included extending </w:t>
            </w:r>
            <w:proofErr w:type="spellStart"/>
            <w:r w:rsidRPr="00F24F54">
              <w:rPr>
                <w:spacing w:val="-2"/>
              </w:rPr>
              <w:t>CRA</w:t>
            </w:r>
            <w:proofErr w:type="spellEnd"/>
            <w:r w:rsidRPr="00F24F54">
              <w:rPr>
                <w:spacing w:val="-2"/>
              </w:rPr>
              <w:t xml:space="preserve"> eligibility to public housing tenants, while abolishing Commonwealth housing assistance grants to the </w:t>
            </w:r>
            <w:r>
              <w:rPr>
                <w:spacing w:val="-2"/>
              </w:rPr>
              <w:t>S</w:t>
            </w:r>
            <w:r w:rsidRPr="00F24F54">
              <w:rPr>
                <w:spacing w:val="-2"/>
              </w:rPr>
              <w:t>tates</w:t>
            </w:r>
            <w:r>
              <w:rPr>
                <w:spacing w:val="-2"/>
              </w:rPr>
              <w:t xml:space="preserve"> and Territories</w:t>
            </w:r>
            <w:r w:rsidRPr="00F24F54">
              <w:rPr>
                <w:spacing w:val="-2"/>
              </w:rPr>
              <w:t xml:space="preserve">. </w:t>
            </w:r>
            <w:proofErr w:type="spellStart"/>
            <w:r w:rsidRPr="00F24F54">
              <w:rPr>
                <w:spacing w:val="-2"/>
              </w:rPr>
              <w:t>COAG</w:t>
            </w:r>
            <w:proofErr w:type="spellEnd"/>
            <w:r w:rsidRPr="00F24F54">
              <w:rPr>
                <w:spacing w:val="-2"/>
              </w:rPr>
              <w:t xml:space="preserve"> intended to finalise negotiations on the new framework in 1997 </w:t>
            </w:r>
            <w:r w:rsidRPr="00F24F54">
              <w:rPr>
                <w:spacing w:val="-2"/>
                <w:szCs w:val="24"/>
              </w:rPr>
              <w:t>(</w:t>
            </w:r>
            <w:proofErr w:type="spellStart"/>
            <w:r w:rsidRPr="00F24F54">
              <w:rPr>
                <w:spacing w:val="-2"/>
                <w:szCs w:val="24"/>
              </w:rPr>
              <w:t>COAG</w:t>
            </w:r>
            <w:proofErr w:type="spellEnd"/>
            <w:r w:rsidRPr="00F24F54">
              <w:rPr>
                <w:spacing w:val="-2"/>
                <w:szCs w:val="24"/>
              </w:rPr>
              <w:t> 1996)</w:t>
            </w:r>
            <w:r w:rsidRPr="00F24F54">
              <w:rPr>
                <w:spacing w:val="-2"/>
              </w:rPr>
              <w:t xml:space="preserve">. However, the Commonwealth decided not to pursue the reforms </w:t>
            </w:r>
            <w:r w:rsidRPr="00F24F54">
              <w:rPr>
                <w:spacing w:val="-2"/>
                <w:szCs w:val="24"/>
              </w:rPr>
              <w:t>(</w:t>
            </w:r>
            <w:proofErr w:type="spellStart"/>
            <w:r w:rsidRPr="00F24F54">
              <w:rPr>
                <w:spacing w:val="-2"/>
                <w:szCs w:val="24"/>
              </w:rPr>
              <w:t>FACS</w:t>
            </w:r>
            <w:proofErr w:type="spellEnd"/>
            <w:r w:rsidRPr="00F24F54">
              <w:rPr>
                <w:spacing w:val="-2"/>
                <w:szCs w:val="24"/>
              </w:rPr>
              <w:t> 1999)</w:t>
            </w:r>
            <w:r w:rsidRPr="00F24F54">
              <w:rPr>
                <w:spacing w:val="-2"/>
              </w:rPr>
              <w:t xml:space="preserve">. According to </w:t>
            </w:r>
            <w:proofErr w:type="spellStart"/>
            <w:r w:rsidRPr="00F24F54">
              <w:rPr>
                <w:spacing w:val="-2"/>
              </w:rPr>
              <w:t>Hulse</w:t>
            </w:r>
            <w:proofErr w:type="spellEnd"/>
            <w:r w:rsidRPr="00F24F54">
              <w:rPr>
                <w:spacing w:val="-2"/>
              </w:rPr>
              <w:t xml:space="preserve"> </w:t>
            </w:r>
            <w:r w:rsidRPr="00F24F54">
              <w:rPr>
                <w:spacing w:val="-2"/>
                <w:szCs w:val="24"/>
              </w:rPr>
              <w:t>(2002, p. 16)</w:t>
            </w:r>
            <w:r w:rsidRPr="00F24F54">
              <w:rPr>
                <w:spacing w:val="-2"/>
              </w:rPr>
              <w:t>, there were a number of reasons for the decision, but:</w:t>
            </w:r>
          </w:p>
          <w:p w:rsidR="003C59A8" w:rsidRDefault="003C59A8" w:rsidP="003C59A8">
            <w:pPr>
              <w:pStyle w:val="BoxQuote"/>
            </w:pPr>
            <w:r w:rsidRPr="0014392E">
              <w:t>Ultimately, the proposals were unsuccessful due to Commonwealth concerns about the cost implications, state and territory concerns about the financial arrangements, and community and interest group opposition.</w:t>
            </w:r>
          </w:p>
        </w:tc>
      </w:tr>
      <w:tr w:rsidR="003C59A8" w:rsidTr="003C59A8">
        <w:trPr>
          <w:cantSplit/>
        </w:trPr>
        <w:tc>
          <w:tcPr>
            <w:tcW w:w="8771" w:type="dxa"/>
            <w:tcBorders>
              <w:top w:val="nil"/>
              <w:left w:val="nil"/>
              <w:bottom w:val="single" w:sz="6" w:space="0" w:color="78A22F"/>
              <w:right w:val="nil"/>
            </w:tcBorders>
            <w:shd w:val="clear" w:color="auto" w:fill="F2F2F2"/>
          </w:tcPr>
          <w:p w:rsidR="003C59A8" w:rsidRDefault="003C59A8" w:rsidP="003C59A8">
            <w:pPr>
              <w:pStyle w:val="Box"/>
              <w:spacing w:before="0" w:line="120" w:lineRule="exact"/>
            </w:pPr>
          </w:p>
        </w:tc>
      </w:tr>
      <w:tr w:rsidR="003C59A8" w:rsidRPr="000863A5"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p w:rsidR="003C59A8" w:rsidRPr="00010B00" w:rsidRDefault="003C59A8" w:rsidP="003C59A8">
      <w:pPr>
        <w:pStyle w:val="BodyText"/>
        <w:rPr>
          <w:spacing w:val="-2"/>
        </w:rPr>
      </w:pPr>
      <w:r w:rsidRPr="00010B00">
        <w:rPr>
          <w:spacing w:val="-2"/>
        </w:rPr>
        <w:t xml:space="preserve">The review emphasised the role of the </w:t>
      </w:r>
      <w:r w:rsidRPr="00010B00">
        <w:rPr>
          <w:i/>
          <w:spacing w:val="-2"/>
        </w:rPr>
        <w:t>Reform of the Federation White Paper</w:t>
      </w:r>
      <w:r w:rsidRPr="00010B00">
        <w:rPr>
          <w:spacing w:val="-2"/>
        </w:rPr>
        <w:t xml:space="preserve"> process, which is currently underway and is likely to have substantial implications on housing assistance policy </w:t>
      </w:r>
      <w:r w:rsidRPr="00010B00">
        <w:rPr>
          <w:spacing w:val="-2"/>
          <w:szCs w:val="24"/>
        </w:rPr>
        <w:t>(Commonwealth of Australia 2015)</w:t>
      </w:r>
      <w:r w:rsidRPr="00010B00">
        <w:rPr>
          <w:spacing w:val="-2"/>
        </w:rPr>
        <w:t>. The</w:t>
      </w:r>
      <w:r w:rsidRPr="00010B00">
        <w:rPr>
          <w:i/>
          <w:spacing w:val="-2"/>
        </w:rPr>
        <w:t xml:space="preserve"> </w:t>
      </w:r>
      <w:r w:rsidRPr="00010B00">
        <w:rPr>
          <w:spacing w:val="-2"/>
        </w:rPr>
        <w:t xml:space="preserve">White Paper, which is being developed by the Australian Government in consultation with States and Territories, is seeking to clarify the roles and responsibilities of each level of government. The taskforce that is developing the White Paper has published five issues papers, including one on housing and homelessness policies. The paper outlines the roles of governments in housing markets, and </w:t>
      </w:r>
      <w:r w:rsidRPr="00010B00">
        <w:rPr>
          <w:spacing w:val="-2"/>
        </w:rPr>
        <w:lastRenderedPageBreak/>
        <w:t xml:space="preserve">highlights the substantial overlap between the Australian and the State and Territory Governments’ roles within housing assistance. It seeks feedback on the expected effects of assigning full responsibility for housing assistance to one level of government, and looks to establish which is the lowest level of government that could deliver services effectively </w:t>
      </w:r>
      <w:r w:rsidRPr="00010B00">
        <w:rPr>
          <w:rFonts w:cs="Arial"/>
          <w:spacing w:val="-2"/>
          <w:szCs w:val="24"/>
        </w:rPr>
        <w:t>(</w:t>
      </w:r>
      <w:proofErr w:type="spellStart"/>
      <w:r w:rsidRPr="00010B00">
        <w:rPr>
          <w:rFonts w:cs="Arial"/>
          <w:spacing w:val="-2"/>
          <w:szCs w:val="24"/>
        </w:rPr>
        <w:t>DPMC</w:t>
      </w:r>
      <w:proofErr w:type="spellEnd"/>
      <w:r w:rsidRPr="00010B00">
        <w:rPr>
          <w:rFonts w:cs="Arial"/>
          <w:spacing w:val="-2"/>
          <w:szCs w:val="24"/>
        </w:rPr>
        <w:t> 2014)</w:t>
      </w:r>
      <w:r w:rsidRPr="00010B00">
        <w:rPr>
          <w:spacing w:val="-2"/>
        </w:rPr>
        <w:t>. Consultations continue and the White Paper will be delivered in 2016.</w:t>
      </w:r>
    </w:p>
    <w:p w:rsidR="003C59A8" w:rsidRDefault="003C59A8" w:rsidP="003C59A8">
      <w:pPr>
        <w:pStyle w:val="BodyText"/>
      </w:pPr>
      <w:r>
        <w:t>In addition, at least two other current inquiries are likely to make recommendations for change in housing assistance policies.</w:t>
      </w:r>
    </w:p>
    <w:p w:rsidR="003C59A8" w:rsidRPr="00DC0F71" w:rsidRDefault="003C59A8" w:rsidP="003C59A8">
      <w:pPr>
        <w:pStyle w:val="ListBullet"/>
      </w:pPr>
      <w:r w:rsidRPr="00DC0F71">
        <w:t>The Senate Economics References Committee is completing an inquiry into affordable housing</w:t>
      </w:r>
      <w:r>
        <w:t>.</w:t>
      </w:r>
      <w:r w:rsidRPr="00DC0F71">
        <w:t xml:space="preserve"> </w:t>
      </w:r>
      <w:r>
        <w:t>H</w:t>
      </w:r>
      <w:r w:rsidRPr="00DC0F71">
        <w:t>ousing assistance policies</w:t>
      </w:r>
      <w:r>
        <w:t xml:space="preserve"> were</w:t>
      </w:r>
      <w:r w:rsidRPr="00DC0F71">
        <w:t xml:space="preserve"> raised in </w:t>
      </w:r>
      <w:r>
        <w:t>several</w:t>
      </w:r>
      <w:r w:rsidRPr="00DC0F71">
        <w:t xml:space="preserve"> submissions to the inquiry, including from the Department of Social Services and housing organisations. The report is due in </w:t>
      </w:r>
      <w:r>
        <w:t>mid</w:t>
      </w:r>
      <w:r>
        <w:noBreakHyphen/>
        <w:t>April</w:t>
      </w:r>
      <w:r w:rsidRPr="00DC0F71">
        <w:t xml:space="preserve"> 2015 </w:t>
      </w:r>
      <w:r w:rsidRPr="00DC0F71">
        <w:rPr>
          <w:rFonts w:cs="Arial"/>
          <w:szCs w:val="24"/>
        </w:rPr>
        <w:t>(</w:t>
      </w:r>
      <w:proofErr w:type="spellStart"/>
      <w:r w:rsidRPr="00DC0F71">
        <w:rPr>
          <w:rFonts w:cs="Arial"/>
          <w:szCs w:val="24"/>
        </w:rPr>
        <w:t>SSCE</w:t>
      </w:r>
      <w:proofErr w:type="spellEnd"/>
      <w:r w:rsidRPr="00DC0F71">
        <w:rPr>
          <w:rFonts w:cs="Arial"/>
          <w:szCs w:val="24"/>
        </w:rPr>
        <w:t> 2014)</w:t>
      </w:r>
      <w:r w:rsidRPr="00DC0F71">
        <w:t>.</w:t>
      </w:r>
    </w:p>
    <w:p w:rsidR="003C59A8" w:rsidRDefault="003C59A8" w:rsidP="003C59A8">
      <w:pPr>
        <w:pStyle w:val="ListBullet"/>
      </w:pPr>
      <w:r w:rsidRPr="00DC0F71">
        <w:t>The New South Wales Government is consulting on suggested reforms to its social housing policies. The reforms</w:t>
      </w:r>
      <w:r>
        <w:t xml:space="preserve"> are</w:t>
      </w:r>
      <w:r w:rsidRPr="00DC0F71">
        <w:t xml:space="preserve"> intend</w:t>
      </w:r>
      <w:r>
        <w:t>ed</w:t>
      </w:r>
      <w:r w:rsidRPr="00DC0F71">
        <w:t xml:space="preserve"> to introduce a new approach to the state’s social housing system, which will act as a safety net for vulnerable people and support their transition back into the private rental market. One of the options proposed is </w:t>
      </w:r>
      <w:r>
        <w:t xml:space="preserve">to </w:t>
      </w:r>
      <w:r w:rsidRPr="00DC0F71">
        <w:t xml:space="preserve">expand the range of services available to social housing tenants to enhance their employment outcomes </w:t>
      </w:r>
      <w:r w:rsidRPr="00E35092">
        <w:rPr>
          <w:szCs w:val="24"/>
        </w:rPr>
        <w:t>(</w:t>
      </w:r>
      <w:proofErr w:type="spellStart"/>
      <w:r w:rsidRPr="00E35092">
        <w:rPr>
          <w:szCs w:val="24"/>
        </w:rPr>
        <w:t>FACS</w:t>
      </w:r>
      <w:proofErr w:type="spellEnd"/>
      <w:r w:rsidRPr="00E35092">
        <w:rPr>
          <w:szCs w:val="24"/>
        </w:rPr>
        <w:t xml:space="preserve"> NSW 2014)</w:t>
      </w:r>
      <w:r w:rsidRPr="00DC0F71">
        <w:t>.</w:t>
      </w:r>
    </w:p>
    <w:p w:rsidR="003C59A8" w:rsidRDefault="003C59A8" w:rsidP="003C59A8">
      <w:pPr>
        <w:pStyle w:val="Heading3"/>
      </w:pPr>
      <w:r>
        <w:t xml:space="preserve">Moving public housing tenants to market rents and </w:t>
      </w:r>
      <w:proofErr w:type="spellStart"/>
      <w:r>
        <w:t>CRA</w:t>
      </w:r>
      <w:proofErr w:type="spellEnd"/>
      <w:r>
        <w:t xml:space="preserve"> eligibility is unlikely to improve participation in employment</w:t>
      </w:r>
    </w:p>
    <w:p w:rsidR="003C59A8" w:rsidRDefault="003C59A8" w:rsidP="003C59A8">
      <w:pPr>
        <w:pStyle w:val="BodyText"/>
      </w:pPr>
      <w:r>
        <w:t xml:space="preserve">A number of reviews have suggested that public housing tenants should pay market rents rather than rents set as a percentage of income, and that they should become eligible for </w:t>
      </w:r>
      <w:proofErr w:type="spellStart"/>
      <w:r>
        <w:t>CRA</w:t>
      </w:r>
      <w:proofErr w:type="spellEnd"/>
      <w:r>
        <w:t xml:space="preserve"> </w:t>
      </w:r>
      <w:r w:rsidRPr="00A71FD8">
        <w:rPr>
          <w:szCs w:val="24"/>
        </w:rPr>
        <w:t xml:space="preserve">(including IC 1993; </w:t>
      </w:r>
      <w:proofErr w:type="spellStart"/>
      <w:r w:rsidRPr="00A71FD8">
        <w:rPr>
          <w:szCs w:val="24"/>
        </w:rPr>
        <w:t>NCOA</w:t>
      </w:r>
      <w:proofErr w:type="spellEnd"/>
      <w:r w:rsidRPr="00A71FD8">
        <w:rPr>
          <w:szCs w:val="24"/>
        </w:rPr>
        <w:t> 2014; Treasury </w:t>
      </w:r>
      <w:proofErr w:type="spellStart"/>
      <w:r w:rsidRPr="00A71FD8">
        <w:rPr>
          <w:szCs w:val="24"/>
        </w:rPr>
        <w:t>2010</w:t>
      </w:r>
      <w:r>
        <w:rPr>
          <w:szCs w:val="24"/>
        </w:rPr>
        <w:t>b</w:t>
      </w:r>
      <w:proofErr w:type="spellEnd"/>
      <w:r>
        <w:rPr>
          <w:szCs w:val="24"/>
        </w:rPr>
        <w:t>; McClure Review, as above</w:t>
      </w:r>
      <w:r w:rsidRPr="00A71FD8">
        <w:rPr>
          <w:szCs w:val="24"/>
        </w:rPr>
        <w:t>)</w:t>
      </w:r>
      <w:r>
        <w:t>.</w:t>
      </w:r>
    </w:p>
    <w:p w:rsidR="003C59A8" w:rsidRDefault="003C59A8" w:rsidP="003C59A8">
      <w:pPr>
        <w:pStyle w:val="BodyText"/>
      </w:pPr>
      <w:r>
        <w:t xml:space="preserve">One argument for this change is that it will reduce the effect of housing assistance on </w:t>
      </w:r>
      <w:proofErr w:type="spellStart"/>
      <w:r>
        <w:t>EMTRs</w:t>
      </w:r>
      <w:proofErr w:type="spellEnd"/>
      <w:r>
        <w:t>, increasing the share of pay that is taken home and hence improve participation in employment. As many of the bodies that have suggested this policy change have observed, it would also have a number of other effects.</w:t>
      </w:r>
    </w:p>
    <w:p w:rsidR="003C59A8" w:rsidRDefault="003C59A8" w:rsidP="003C59A8">
      <w:pPr>
        <w:pStyle w:val="ListBullet"/>
      </w:pPr>
      <w:r>
        <w:t>Removal of the financial incentive to enter public housing would also reduce waiting lists.</w:t>
      </w:r>
    </w:p>
    <w:p w:rsidR="003C59A8" w:rsidRDefault="003C59A8" w:rsidP="003C59A8">
      <w:pPr>
        <w:pStyle w:val="ListBullet"/>
      </w:pPr>
      <w:r>
        <w:t>It would help to address differences in the profiles of the housing stock and tenant households — contributing to more efficient use of the housing stock. But it would also result in longer waiting lists for single person households (unless the composition of the housing stock changed).</w:t>
      </w:r>
    </w:p>
    <w:p w:rsidR="003C59A8" w:rsidRDefault="003C59A8" w:rsidP="003C59A8">
      <w:pPr>
        <w:pStyle w:val="ListBullet"/>
      </w:pPr>
      <w:r>
        <w:t xml:space="preserve">It would improve equity </w:t>
      </w:r>
      <w:r w:rsidRPr="00AE27EB">
        <w:rPr>
          <w:i/>
        </w:rPr>
        <w:t>between</w:t>
      </w:r>
      <w:r>
        <w:t xml:space="preserve"> public tenants and private tenants, as many public housing tenants are financially better off than their peers in the private rental market.</w:t>
      </w:r>
    </w:p>
    <w:p w:rsidR="003C59A8" w:rsidRPr="00F92015" w:rsidRDefault="003C59A8" w:rsidP="003C59A8">
      <w:pPr>
        <w:pStyle w:val="ListBullet"/>
        <w:rPr>
          <w:spacing w:val="-2"/>
        </w:rPr>
      </w:pPr>
      <w:r>
        <w:rPr>
          <w:spacing w:val="-2"/>
        </w:rPr>
        <w:t xml:space="preserve">It would possibly improve, over the longer term, </w:t>
      </w:r>
      <w:r w:rsidRPr="00F92015">
        <w:rPr>
          <w:spacing w:val="-2"/>
        </w:rPr>
        <w:t xml:space="preserve">inequity </w:t>
      </w:r>
      <w:r>
        <w:rPr>
          <w:i/>
          <w:spacing w:val="-2"/>
        </w:rPr>
        <w:t>among</w:t>
      </w:r>
      <w:r w:rsidRPr="00F92015">
        <w:rPr>
          <w:spacing w:val="-2"/>
        </w:rPr>
        <w:t xml:space="preserve"> public housing tenants</w:t>
      </w:r>
      <w:r>
        <w:rPr>
          <w:spacing w:val="-2"/>
        </w:rPr>
        <w:t>, created by rent setting models that mean tenant households can pay similar rents for very different properties.</w:t>
      </w:r>
    </w:p>
    <w:p w:rsidR="003C59A8" w:rsidRDefault="003C59A8" w:rsidP="003C59A8">
      <w:pPr>
        <w:pStyle w:val="BodyText"/>
      </w:pPr>
      <w:r>
        <w:lastRenderedPageBreak/>
        <w:t>However, because the employment rates of public housing tenants who are ISP recipients are primarily associated with their characteristics and not their housing tenure, this change is unlikely to have much effect on their employment (figure </w:t>
      </w:r>
      <w:r>
        <w:fldChar w:fldCharType="begin" w:fldLock="1"/>
      </w:r>
      <w:r>
        <w:instrText xml:space="preserve"> LINK Word.Document.12 "\\\\MEL_1\\groups\\Elmrb\\04_Current projects\\Housing\\04_Reports\\Report\\Draft\\Ch 5 Summary observations v 1.docx" "OLE_LINK3" \a \t </w:instrText>
      </w:r>
      <w:r>
        <w:fldChar w:fldCharType="separate"/>
      </w:r>
      <w:r>
        <w:t>5.1</w:t>
      </w:r>
      <w:r>
        <w:fldChar w:fldCharType="end"/>
      </w:r>
      <w:r>
        <w:t xml:space="preserve">). That said, to the extent that some of these characteristics could be modified to be more like those of other ISP recipients, for example, through some intensive intervention, the </w:t>
      </w:r>
      <w:proofErr w:type="spellStart"/>
      <w:r>
        <w:t>EMTRs</w:t>
      </w:r>
      <w:proofErr w:type="spellEnd"/>
      <w:r>
        <w:t xml:space="preserve"> associated with public housing rent setting could start to matter to whether tenants enter employment.</w:t>
      </w:r>
    </w:p>
    <w:p w:rsidR="003C59A8" w:rsidRDefault="003C59A8" w:rsidP="003C59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Tr="003C59A8">
        <w:tc>
          <w:tcPr>
            <w:tcW w:w="8771" w:type="dxa"/>
            <w:tcBorders>
              <w:top w:val="single" w:sz="6" w:space="0" w:color="78A22F"/>
              <w:left w:val="nil"/>
              <w:bottom w:val="nil"/>
              <w:right w:val="nil"/>
            </w:tcBorders>
            <w:shd w:val="clear" w:color="auto" w:fill="auto"/>
          </w:tcPr>
          <w:p w:rsidR="003C59A8" w:rsidRDefault="003C59A8" w:rsidP="003C59A8">
            <w:pPr>
              <w:pStyle w:val="FigureTitle"/>
            </w:pPr>
            <w:r w:rsidRPr="00784A05">
              <w:rPr>
                <w:b w:val="0"/>
              </w:rPr>
              <w:t xml:space="preserve">Figure </w:t>
            </w:r>
            <w:r w:rsidRPr="00784A05">
              <w:rPr>
                <w:b w:val="0"/>
              </w:rPr>
              <w:fldChar w:fldCharType="begin" w:fldLock="1"/>
            </w:r>
            <w:r w:rsidRPr="00784A05">
              <w:rPr>
                <w:b w:val="0"/>
              </w:rPr>
              <w:instrText xml:space="preserve"> COMMENTS  \* MERGEFORMAT </w:instrText>
            </w:r>
            <w:r w:rsidRPr="00784A05">
              <w:rPr>
                <w:b w:val="0"/>
              </w:rPr>
              <w:fldChar w:fldCharType="separate"/>
            </w:r>
            <w:r>
              <w:rPr>
                <w:b w:val="0"/>
              </w:rPr>
              <w:t>5.</w:t>
            </w:r>
            <w:r w:rsidRPr="00784A05">
              <w:rPr>
                <w:b w:val="0"/>
              </w:rPr>
              <w:fldChar w:fldCharType="end"/>
            </w:r>
            <w:r w:rsidRPr="00784A05">
              <w:rPr>
                <w:b w:val="0"/>
              </w:rPr>
              <w:fldChar w:fldCharType="begin" w:fldLock="1"/>
            </w:r>
            <w:r w:rsidRPr="00784A05">
              <w:rPr>
                <w:b w:val="0"/>
              </w:rPr>
              <w:instrText xml:space="preserve"> SEQ Figure \* ARABIC </w:instrText>
            </w:r>
            <w:r w:rsidRPr="00784A05">
              <w:rPr>
                <w:b w:val="0"/>
              </w:rPr>
              <w:fldChar w:fldCharType="separate"/>
            </w:r>
            <w:r>
              <w:rPr>
                <w:b w:val="0"/>
                <w:noProof/>
              </w:rPr>
              <w:t>1</w:t>
            </w:r>
            <w:r w:rsidRPr="00784A05">
              <w:rPr>
                <w:b w:val="0"/>
              </w:rPr>
              <w:fldChar w:fldCharType="end"/>
            </w:r>
            <w:r>
              <w:tab/>
              <w:t xml:space="preserve">Expected employment effect of moving from public housing to receipt of </w:t>
            </w:r>
            <w:proofErr w:type="spellStart"/>
            <w:r>
              <w:t>CRA</w:t>
            </w:r>
            <w:proofErr w:type="spellEnd"/>
            <w:r>
              <w:t>, by income support payment type</w:t>
            </w:r>
            <w:r w:rsidRPr="006E01A5">
              <w:rPr>
                <w:rStyle w:val="NoteLabel"/>
                <w:b/>
              </w:rPr>
              <w:t>a</w:t>
            </w:r>
          </w:p>
          <w:p w:rsidR="003C59A8" w:rsidRPr="00176D3F" w:rsidRDefault="003C59A8" w:rsidP="003C59A8">
            <w:pPr>
              <w:pStyle w:val="Subtitle"/>
            </w:pPr>
            <w:r>
              <w:t>Percentage point difference from no housing assistance, 2004–2013 data</w:t>
            </w:r>
          </w:p>
        </w:tc>
      </w:tr>
      <w:tr w:rsidR="003C59A8" w:rsidTr="003C59A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3C59A8" w:rsidTr="003C59A8">
              <w:trPr>
                <w:jc w:val="center"/>
              </w:trPr>
              <w:tc>
                <w:tcPr>
                  <w:tcW w:w="8504" w:type="dxa"/>
                  <w:tcBorders>
                    <w:top w:val="nil"/>
                    <w:bottom w:val="nil"/>
                  </w:tcBorders>
                </w:tcPr>
                <w:p w:rsidR="003C59A8" w:rsidRDefault="003C59A8" w:rsidP="003C59A8">
                  <w:pPr>
                    <w:pStyle w:val="Figure"/>
                    <w:spacing w:before="60" w:after="60"/>
                  </w:pPr>
                  <w:r>
                    <w:rPr>
                      <w:noProof/>
                    </w:rPr>
                    <w:drawing>
                      <wp:inline distT="0" distB="0" distL="0" distR="0" wp14:anchorId="32C371C1" wp14:editId="0EEFC312">
                        <wp:extent cx="5220000" cy="2412000"/>
                        <wp:effectExtent l="0" t="0" r="0" b="7620"/>
                        <wp:docPr id="16" name="Chart 16" descr="This chart shows the percentage point difference in the expected employment rate from no housing assistance, using 2004-2013 data. Data is presented for different types of income support payments." title="Expected employment effect of moving from public housing to receipt of CRA, by income support payment type"/>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tc>
            </w:tr>
          </w:tbl>
          <w:p w:rsidR="003C59A8" w:rsidRDefault="003C59A8" w:rsidP="003C59A8">
            <w:pPr>
              <w:pStyle w:val="Figure"/>
            </w:pPr>
          </w:p>
        </w:tc>
      </w:tr>
      <w:tr w:rsidR="003C59A8" w:rsidRPr="00176D3F" w:rsidTr="003C59A8">
        <w:tc>
          <w:tcPr>
            <w:tcW w:w="8771" w:type="dxa"/>
            <w:tcBorders>
              <w:top w:val="nil"/>
              <w:left w:val="nil"/>
              <w:bottom w:val="nil"/>
              <w:right w:val="nil"/>
            </w:tcBorders>
            <w:shd w:val="clear" w:color="auto" w:fill="auto"/>
          </w:tcPr>
          <w:p w:rsidR="003C59A8" w:rsidRPr="00176D3F" w:rsidRDefault="003C59A8" w:rsidP="003C59A8">
            <w:pPr>
              <w:pStyle w:val="Note"/>
            </w:pPr>
            <w:proofErr w:type="spellStart"/>
            <w:r>
              <w:rPr>
                <w:rStyle w:val="NoteLabel"/>
              </w:rPr>
              <w:t>a</w:t>
            </w:r>
            <w:proofErr w:type="spellEnd"/>
            <w:r>
              <w:t xml:space="preserve"> The employment effect of housing assistance is calculated using odds ratios from a fixed effects </w:t>
            </w:r>
            <w:proofErr w:type="spellStart"/>
            <w:r>
              <w:t>logit</w:t>
            </w:r>
            <w:proofErr w:type="spellEnd"/>
            <w:r>
              <w:t xml:space="preserve"> model that includes interaction terms between housing assistance type and ISP, and takes into account unobserved differences between ISP recipients. As the odds ratio effect is a relative measure, the expected effect is calculated on the basis that 12.2 per cent of Carer Payment recipients who do not receive any housing assistance are employed. It is assumed that the mean effect of unobserved differences is zero.</w:t>
            </w:r>
          </w:p>
        </w:tc>
      </w:tr>
      <w:tr w:rsidR="003C59A8" w:rsidRPr="00176D3F" w:rsidTr="003C59A8">
        <w:tc>
          <w:tcPr>
            <w:tcW w:w="8771" w:type="dxa"/>
            <w:tcBorders>
              <w:top w:val="nil"/>
              <w:left w:val="nil"/>
              <w:bottom w:val="nil"/>
              <w:right w:val="nil"/>
            </w:tcBorders>
            <w:shd w:val="clear" w:color="auto" w:fill="auto"/>
          </w:tcPr>
          <w:p w:rsidR="003C59A8" w:rsidRPr="00176D3F" w:rsidRDefault="003C59A8" w:rsidP="003C59A8">
            <w:pPr>
              <w:pStyle w:val="Source"/>
            </w:pPr>
            <w:r>
              <w:rPr>
                <w:i/>
              </w:rPr>
              <w:t>S</w:t>
            </w:r>
            <w:r w:rsidRPr="00784A05">
              <w:rPr>
                <w:i/>
              </w:rPr>
              <w:t>ource</w:t>
            </w:r>
            <w:r w:rsidRPr="00176D3F">
              <w:t xml:space="preserve">: </w:t>
            </w:r>
            <w:r>
              <w:t>Author estimates based on Research and Evaluation Database.</w:t>
            </w:r>
          </w:p>
        </w:tc>
      </w:tr>
      <w:tr w:rsidR="003C59A8" w:rsidTr="003C59A8">
        <w:tc>
          <w:tcPr>
            <w:tcW w:w="8771" w:type="dxa"/>
            <w:tcBorders>
              <w:top w:val="nil"/>
              <w:left w:val="nil"/>
              <w:bottom w:val="single" w:sz="6" w:space="0" w:color="78A22F"/>
              <w:right w:val="nil"/>
            </w:tcBorders>
            <w:shd w:val="clear" w:color="auto" w:fill="auto"/>
          </w:tcPr>
          <w:p w:rsidR="003C59A8" w:rsidRDefault="003C59A8" w:rsidP="003C59A8">
            <w:pPr>
              <w:pStyle w:val="Figurespace"/>
            </w:pPr>
          </w:p>
        </w:tc>
      </w:tr>
      <w:tr w:rsidR="003C59A8" w:rsidRPr="000863A5"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p w:rsidR="003C59A8" w:rsidRDefault="003C59A8" w:rsidP="003C59A8">
      <w:pPr>
        <w:pStyle w:val="BodyText"/>
      </w:pPr>
      <w:r>
        <w:t xml:space="preserve">Such a policy change would also leave many tenants financially worse off because </w:t>
      </w:r>
      <w:proofErr w:type="spellStart"/>
      <w:r>
        <w:t>CRA</w:t>
      </w:r>
      <w:proofErr w:type="spellEnd"/>
      <w:r>
        <w:t xml:space="preserve"> at current levels would not fully compensate them for the increase in rent that they would face. For example, a single, childless Disability Support Pension (</w:t>
      </w:r>
      <w:proofErr w:type="spellStart"/>
      <w:r>
        <w:t>DSP</w:t>
      </w:r>
      <w:proofErr w:type="spellEnd"/>
      <w:r>
        <w:t>) recipient with no other sources of income receives an ISP of about $</w:t>
      </w:r>
      <w:r w:rsidR="006D6E9B">
        <w:t>19</w:t>
      </w:r>
      <w:r>
        <w:t> </w:t>
      </w:r>
      <w:r w:rsidR="006D6E9B">
        <w:t>970</w:t>
      </w:r>
      <w:r>
        <w:t xml:space="preserve"> a year, or $</w:t>
      </w:r>
      <w:r w:rsidR="006D6E9B">
        <w:t>383</w:t>
      </w:r>
      <w:r>
        <w:t xml:space="preserve"> a week.</w:t>
      </w:r>
      <w:r w:rsidRPr="00FB6BD9">
        <w:rPr>
          <w:rStyle w:val="FootnoteReference"/>
        </w:rPr>
        <w:footnoteReference w:id="21"/>
      </w:r>
      <w:r>
        <w:t xml:space="preserve"> Living in public housing under current rent setting rules, they would pay rent of about $</w:t>
      </w:r>
      <w:r w:rsidR="006D6E9B">
        <w:t>96</w:t>
      </w:r>
      <w:r>
        <w:t xml:space="preserve"> a week (25 per cent of their </w:t>
      </w:r>
      <w:r w:rsidR="006D6E9B">
        <w:t xml:space="preserve">assessable </w:t>
      </w:r>
      <w:r>
        <w:t xml:space="preserve">income). Assume that they would have to pay a market rent of $190 if they rented from a private landlord (the median paid by </w:t>
      </w:r>
      <w:proofErr w:type="spellStart"/>
      <w:r>
        <w:t>DSP</w:t>
      </w:r>
      <w:proofErr w:type="spellEnd"/>
      <w:r>
        <w:t xml:space="preserve"> recipients renting privately in 2013). Under current policy settings, they would receive </w:t>
      </w:r>
      <w:proofErr w:type="spellStart"/>
      <w:r>
        <w:t>CRA</w:t>
      </w:r>
      <w:proofErr w:type="spellEnd"/>
      <w:r>
        <w:t xml:space="preserve"> of about $64 a week, in effect reducing their out</w:t>
      </w:r>
      <w:r>
        <w:noBreakHyphen/>
        <w:t>of</w:t>
      </w:r>
      <w:r>
        <w:noBreakHyphen/>
        <w:t>pocket rent to about $126 a week (30 per cent of income). In other words, rather than paying rent of $</w:t>
      </w:r>
      <w:r w:rsidR="006D6E9B">
        <w:t>96</w:t>
      </w:r>
      <w:r>
        <w:t xml:space="preserve"> a week</w:t>
      </w:r>
      <w:r w:rsidR="006D6E9B">
        <w:t xml:space="preserve"> in public housing</w:t>
      </w:r>
      <w:r>
        <w:t xml:space="preserve">, they </w:t>
      </w:r>
      <w:r>
        <w:lastRenderedPageBreak/>
        <w:t>would pay $126. Overall, they would have about $</w:t>
      </w:r>
      <w:r w:rsidR="006D6E9B">
        <w:t>30</w:t>
      </w:r>
      <w:r>
        <w:t xml:space="preserve"> a week less in disposable income after paying rent, or </w:t>
      </w:r>
      <w:r w:rsidR="006D6E9B">
        <w:t xml:space="preserve">about </w:t>
      </w:r>
      <w:r>
        <w:t>$1</w:t>
      </w:r>
      <w:r w:rsidR="006D6E9B">
        <w:t>5</w:t>
      </w:r>
      <w:r>
        <w:t>00 a year.</w:t>
      </w:r>
    </w:p>
    <w:p w:rsidR="003C59A8" w:rsidRDefault="003C59A8" w:rsidP="003C59A8">
      <w:pPr>
        <w:pStyle w:val="BodyText"/>
      </w:pPr>
      <w:r>
        <w:t xml:space="preserve">At higher market rents, the </w:t>
      </w:r>
      <w:proofErr w:type="spellStart"/>
      <w:r>
        <w:t>DSP</w:t>
      </w:r>
      <w:proofErr w:type="spellEnd"/>
      <w:r>
        <w:t xml:space="preserve"> recipient would experience larger falls in post rent income if they were asked to pay market rent, and received </w:t>
      </w:r>
      <w:proofErr w:type="spellStart"/>
      <w:r>
        <w:t>CRA</w:t>
      </w:r>
      <w:proofErr w:type="spellEnd"/>
      <w:r>
        <w:t xml:space="preserve"> (figure </w:t>
      </w:r>
      <w:r>
        <w:fldChar w:fldCharType="begin" w:fldLock="1"/>
      </w:r>
      <w:r>
        <w:instrText xml:space="preserve"> LINK Word.Document.12 "\\\\MEL_1\\groups\\Elmrb\\04_Current projects\\Housing\\04_Reports\\Report\\Draft\\Ch 5 Summary observations v 1.docx" "OLE_LINK4" \a \t </w:instrText>
      </w:r>
      <w:r>
        <w:fldChar w:fldCharType="separate"/>
      </w:r>
      <w:r>
        <w:t>5.2</w:t>
      </w:r>
      <w:r>
        <w:fldChar w:fldCharType="end"/>
      </w:r>
      <w:r>
        <w:t xml:space="preserve">). At a market rent of $250 a week, they are worse off by </w:t>
      </w:r>
      <w:r w:rsidR="006D6E9B">
        <w:t xml:space="preserve">about </w:t>
      </w:r>
      <w:r>
        <w:t>$</w:t>
      </w:r>
      <w:r w:rsidR="006D6E9B">
        <w:t>90</w:t>
      </w:r>
      <w:r>
        <w:t xml:space="preserve"> a week (or </w:t>
      </w:r>
      <w:r w:rsidR="006D6E9B">
        <w:t xml:space="preserve">about </w:t>
      </w:r>
      <w:r>
        <w:t>$4</w:t>
      </w:r>
      <w:r w:rsidR="006D6E9B">
        <w:t>7</w:t>
      </w:r>
      <w:r>
        <w:t>00 a year).</w:t>
      </w:r>
    </w:p>
    <w:p w:rsidR="003C59A8" w:rsidRDefault="003C59A8" w:rsidP="003C59A8">
      <w:pPr>
        <w:pStyle w:val="BodyText"/>
      </w:pPr>
      <w:r>
        <w:t xml:space="preserve">The average single public housing tenant in South Australia lives in a property with a market rent of $205 a week. In Western Australia, the average is $322 a week. These figures suggest that many tenants would be worse off, some much more so, under the suggested policy change, given current rent setting policies, market rents and rates of </w:t>
      </w:r>
      <w:proofErr w:type="spellStart"/>
      <w:r>
        <w:t>CRA</w:t>
      </w:r>
      <w:proofErr w:type="spellEnd"/>
      <w:r>
        <w:t>.</w:t>
      </w:r>
    </w:p>
    <w:p w:rsidR="003C59A8" w:rsidRDefault="003C59A8" w:rsidP="003C59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Tr="003C59A8">
        <w:tc>
          <w:tcPr>
            <w:tcW w:w="8771" w:type="dxa"/>
            <w:tcBorders>
              <w:top w:val="single" w:sz="6" w:space="0" w:color="78A22F"/>
              <w:left w:val="nil"/>
              <w:bottom w:val="nil"/>
              <w:right w:val="nil"/>
            </w:tcBorders>
            <w:shd w:val="clear" w:color="auto" w:fill="auto"/>
          </w:tcPr>
          <w:p w:rsidR="003C59A8" w:rsidRDefault="003C59A8" w:rsidP="003C59A8">
            <w:pPr>
              <w:pStyle w:val="FigureTitle"/>
            </w:pPr>
            <w:r w:rsidRPr="00784A05">
              <w:rPr>
                <w:b w:val="0"/>
              </w:rPr>
              <w:t xml:space="preserve">Figure </w:t>
            </w:r>
            <w:r w:rsidRPr="00784A05">
              <w:rPr>
                <w:b w:val="0"/>
              </w:rPr>
              <w:fldChar w:fldCharType="begin" w:fldLock="1"/>
            </w:r>
            <w:r w:rsidRPr="00784A05">
              <w:rPr>
                <w:b w:val="0"/>
              </w:rPr>
              <w:instrText xml:space="preserve"> COMMENTS  \* MERGEFORMAT </w:instrText>
            </w:r>
            <w:r w:rsidRPr="00784A05">
              <w:rPr>
                <w:b w:val="0"/>
              </w:rPr>
              <w:fldChar w:fldCharType="separate"/>
            </w:r>
            <w:r>
              <w:rPr>
                <w:b w:val="0"/>
              </w:rPr>
              <w:t>5.</w:t>
            </w:r>
            <w:r w:rsidRPr="00784A05">
              <w:rPr>
                <w:b w:val="0"/>
              </w:rPr>
              <w:fldChar w:fldCharType="end"/>
            </w:r>
            <w:r w:rsidRPr="00784A05">
              <w:rPr>
                <w:b w:val="0"/>
              </w:rPr>
              <w:fldChar w:fldCharType="begin" w:fldLock="1"/>
            </w:r>
            <w:r w:rsidRPr="00784A05">
              <w:rPr>
                <w:b w:val="0"/>
              </w:rPr>
              <w:instrText xml:space="preserve"> SEQ Figure \* ARABIC </w:instrText>
            </w:r>
            <w:r w:rsidRPr="00784A05">
              <w:rPr>
                <w:b w:val="0"/>
              </w:rPr>
              <w:fldChar w:fldCharType="separate"/>
            </w:r>
            <w:r>
              <w:rPr>
                <w:b w:val="0"/>
                <w:noProof/>
              </w:rPr>
              <w:t>2</w:t>
            </w:r>
            <w:r w:rsidRPr="00784A05">
              <w:rPr>
                <w:b w:val="0"/>
              </w:rPr>
              <w:fldChar w:fldCharType="end"/>
            </w:r>
            <w:r>
              <w:tab/>
              <w:t>A move to market rents would leave many public housing tenants worse off</w:t>
            </w:r>
            <w:proofErr w:type="spellStart"/>
            <w:r w:rsidRPr="006B3323">
              <w:rPr>
                <w:rStyle w:val="NoteLabel"/>
                <w:b/>
              </w:rPr>
              <w:t>a</w:t>
            </w:r>
            <w:r w:rsidR="00FE5C8B">
              <w:rPr>
                <w:rStyle w:val="NoteLabel"/>
                <w:b/>
              </w:rPr>
              <w:t>,b</w:t>
            </w:r>
            <w:r w:rsidR="00C06E20">
              <w:rPr>
                <w:rStyle w:val="NoteLabel"/>
                <w:b/>
              </w:rPr>
              <w:t>,c</w:t>
            </w:r>
            <w:proofErr w:type="spellEnd"/>
          </w:p>
          <w:p w:rsidR="003C59A8" w:rsidRPr="00176D3F" w:rsidRDefault="003C59A8" w:rsidP="003C59A8">
            <w:pPr>
              <w:pStyle w:val="Subtitle"/>
            </w:pPr>
            <w:r>
              <w:t>Examples are for people with no income other than their ISP</w:t>
            </w:r>
          </w:p>
        </w:tc>
      </w:tr>
      <w:tr w:rsidR="003C59A8" w:rsidTr="003C59A8">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3C59A8" w:rsidTr="003C59A8">
              <w:trPr>
                <w:jc w:val="center"/>
              </w:trPr>
              <w:tc>
                <w:tcPr>
                  <w:tcW w:w="8504" w:type="dxa"/>
                  <w:tcBorders>
                    <w:top w:val="nil"/>
                    <w:bottom w:val="nil"/>
                  </w:tcBorders>
                </w:tcPr>
                <w:p w:rsidR="003C59A8" w:rsidRDefault="003C59A8" w:rsidP="003C59A8">
                  <w:pPr>
                    <w:pStyle w:val="Figure"/>
                    <w:spacing w:before="60" w:after="60"/>
                  </w:pPr>
                  <w:r>
                    <w:rPr>
                      <w:noProof/>
                    </w:rPr>
                    <w:drawing>
                      <wp:inline distT="0" distB="0" distL="0" distR="0" wp14:anchorId="1F1B47BB" wp14:editId="749BA1A1">
                        <wp:extent cx="5362575" cy="2847975"/>
                        <wp:effectExtent l="0" t="0" r="0" b="0"/>
                        <wp:docPr id="17" name="Chart 17" descr="This chart shows the extent to which an ISP recipient's disposable income post rent is higher if they pay 25 per cent of their income in public housing rent rather than if they rent privately and receive CRA. Examples are for people with no income other than their ISP, and include single, childess recipients of Newstart and DSP, and a single FTB and Parenting Payment recipient with one child." title="A move to market rents would leave many public housing tenants worse off"/>
                        <wp:cNvGraphicFramePr/>
                        <a:graphic xmlns:a="http://schemas.openxmlformats.org/drawingml/2006/main">
                          <a:graphicData uri="http://schemas.openxmlformats.org/drawingml/2006/chart">
                            <c:chart xmlns:c="http://schemas.openxmlformats.org/drawingml/2006/chart" xmlns:r="http://schemas.openxmlformats.org/officeDocument/2006/relationships" r:id="rId57"/>
                          </a:graphicData>
                        </a:graphic>
                      </wp:inline>
                    </w:drawing>
                  </w:r>
                </w:p>
              </w:tc>
            </w:tr>
          </w:tbl>
          <w:p w:rsidR="003C59A8" w:rsidRDefault="003C59A8" w:rsidP="003C59A8">
            <w:pPr>
              <w:pStyle w:val="Figure"/>
            </w:pPr>
          </w:p>
        </w:tc>
      </w:tr>
      <w:tr w:rsidR="003C59A8" w:rsidRPr="00176D3F" w:rsidTr="003C59A8">
        <w:tc>
          <w:tcPr>
            <w:tcW w:w="8771" w:type="dxa"/>
            <w:tcBorders>
              <w:top w:val="nil"/>
              <w:left w:val="nil"/>
              <w:bottom w:val="nil"/>
              <w:right w:val="nil"/>
            </w:tcBorders>
            <w:shd w:val="clear" w:color="auto" w:fill="auto"/>
          </w:tcPr>
          <w:p w:rsidR="003C59A8" w:rsidRPr="00176D3F" w:rsidRDefault="003C59A8" w:rsidP="00C06E20">
            <w:pPr>
              <w:pStyle w:val="Note"/>
            </w:pPr>
            <w:r>
              <w:rPr>
                <w:rStyle w:val="NoteLabel"/>
              </w:rPr>
              <w:t>a</w:t>
            </w:r>
            <w:r>
              <w:t xml:space="preserve"> </w:t>
            </w:r>
            <w:r w:rsidR="005435F5">
              <w:t xml:space="preserve">NWS — </w:t>
            </w:r>
            <w:proofErr w:type="spellStart"/>
            <w:r w:rsidR="005435F5">
              <w:t>Newstart</w:t>
            </w:r>
            <w:proofErr w:type="spellEnd"/>
            <w:r w:rsidR="005435F5">
              <w:t xml:space="preserve"> Allowance; </w:t>
            </w:r>
            <w:proofErr w:type="spellStart"/>
            <w:r w:rsidR="005435F5">
              <w:t>DSP</w:t>
            </w:r>
            <w:proofErr w:type="spellEnd"/>
            <w:r w:rsidR="005435F5">
              <w:t xml:space="preserve"> — Disability Support Pension; PP and </w:t>
            </w:r>
            <w:proofErr w:type="spellStart"/>
            <w:r w:rsidR="005435F5">
              <w:t>FTB</w:t>
            </w:r>
            <w:proofErr w:type="spellEnd"/>
            <w:r w:rsidR="005435F5">
              <w:t xml:space="preserve"> — Parenting Payment Single and Family Tax Benefit.</w:t>
            </w:r>
            <w:r w:rsidR="00FE5C8B">
              <w:t xml:space="preserve"> </w:t>
            </w:r>
            <w:r w:rsidR="00FE5C8B" w:rsidRPr="00FE5C8B">
              <w:rPr>
                <w:rStyle w:val="NoteLabel"/>
              </w:rPr>
              <w:t>b</w:t>
            </w:r>
            <w:r w:rsidR="00FE5C8B">
              <w:t xml:space="preserve"> </w:t>
            </w:r>
            <w:r w:rsidR="00A116D5">
              <w:t xml:space="preserve">The schedule for the PP recipient does not include the effects </w:t>
            </w:r>
            <w:r w:rsidR="00C06E20">
              <w:t xml:space="preserve">on disposable income </w:t>
            </w:r>
            <w:r w:rsidR="00A116D5">
              <w:t>of the Seniors and Pensioners Tax Offset. Inclusion of this offset has no discernible effect on the schedule.</w:t>
            </w:r>
            <w:r w:rsidR="00C06E20">
              <w:t xml:space="preserve"> </w:t>
            </w:r>
            <w:r w:rsidR="00C06E20" w:rsidRPr="00C06E20">
              <w:rPr>
                <w:rStyle w:val="NoteLabel"/>
              </w:rPr>
              <w:t>c</w:t>
            </w:r>
            <w:r w:rsidR="00C06E20">
              <w:t xml:space="preserve"> ISP, </w:t>
            </w:r>
            <w:proofErr w:type="spellStart"/>
            <w:r w:rsidR="00C06E20">
              <w:t>FTB</w:t>
            </w:r>
            <w:proofErr w:type="spellEnd"/>
            <w:r w:rsidR="00C06E20">
              <w:t xml:space="preserve"> and </w:t>
            </w:r>
            <w:proofErr w:type="spellStart"/>
            <w:r w:rsidR="00C06E20">
              <w:t>CRA</w:t>
            </w:r>
            <w:proofErr w:type="spellEnd"/>
            <w:r w:rsidR="00C06E20">
              <w:t xml:space="preserve"> rates as at June 2014.</w:t>
            </w:r>
          </w:p>
        </w:tc>
      </w:tr>
      <w:tr w:rsidR="003C59A8" w:rsidRPr="00176D3F" w:rsidTr="003C59A8">
        <w:tc>
          <w:tcPr>
            <w:tcW w:w="8771" w:type="dxa"/>
            <w:tcBorders>
              <w:top w:val="nil"/>
              <w:left w:val="nil"/>
              <w:bottom w:val="nil"/>
              <w:right w:val="nil"/>
            </w:tcBorders>
            <w:shd w:val="clear" w:color="auto" w:fill="auto"/>
          </w:tcPr>
          <w:p w:rsidR="003C59A8" w:rsidRPr="00176D3F" w:rsidRDefault="003C59A8" w:rsidP="003C59A8">
            <w:pPr>
              <w:pStyle w:val="Source"/>
            </w:pPr>
            <w:r>
              <w:rPr>
                <w:i/>
              </w:rPr>
              <w:t>S</w:t>
            </w:r>
            <w:r w:rsidRPr="00784A05">
              <w:rPr>
                <w:i/>
              </w:rPr>
              <w:t>ource</w:t>
            </w:r>
            <w:r w:rsidRPr="00176D3F">
              <w:t xml:space="preserve">: </w:t>
            </w:r>
            <w:r>
              <w:t xml:space="preserve">Estimated from the </w:t>
            </w:r>
            <w:proofErr w:type="spellStart"/>
            <w:r>
              <w:t>PCTT</w:t>
            </w:r>
            <w:proofErr w:type="spellEnd"/>
            <w:r>
              <w:t xml:space="preserve"> 2014 model.</w:t>
            </w:r>
          </w:p>
        </w:tc>
      </w:tr>
      <w:tr w:rsidR="003C59A8" w:rsidTr="003C59A8">
        <w:tc>
          <w:tcPr>
            <w:tcW w:w="8771" w:type="dxa"/>
            <w:tcBorders>
              <w:top w:val="nil"/>
              <w:left w:val="nil"/>
              <w:bottom w:val="single" w:sz="6" w:space="0" w:color="78A22F"/>
              <w:right w:val="nil"/>
            </w:tcBorders>
            <w:shd w:val="clear" w:color="auto" w:fill="auto"/>
          </w:tcPr>
          <w:p w:rsidR="003C59A8" w:rsidRDefault="003C59A8" w:rsidP="003C59A8">
            <w:pPr>
              <w:pStyle w:val="Figurespace"/>
            </w:pPr>
          </w:p>
        </w:tc>
      </w:tr>
      <w:tr w:rsidR="003C59A8" w:rsidRPr="000863A5"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p w:rsidR="003C59A8" w:rsidRDefault="003C59A8" w:rsidP="003C59A8">
      <w:pPr>
        <w:pStyle w:val="BodyText"/>
        <w:rPr>
          <w:spacing w:val="-2"/>
        </w:rPr>
      </w:pPr>
      <w:r>
        <w:rPr>
          <w:spacing w:val="-2"/>
        </w:rPr>
        <w:t>One option t</w:t>
      </w:r>
      <w:r w:rsidRPr="00B85F8D">
        <w:rPr>
          <w:spacing w:val="-2"/>
        </w:rPr>
        <w:t xml:space="preserve">o reduce </w:t>
      </w:r>
      <w:r>
        <w:rPr>
          <w:spacing w:val="-2"/>
        </w:rPr>
        <w:t xml:space="preserve">the </w:t>
      </w:r>
      <w:r w:rsidRPr="00B85F8D">
        <w:rPr>
          <w:spacing w:val="-2"/>
        </w:rPr>
        <w:t xml:space="preserve">effect </w:t>
      </w:r>
      <w:r>
        <w:rPr>
          <w:spacing w:val="-2"/>
        </w:rPr>
        <w:t xml:space="preserve">of the suggested policy change </w:t>
      </w:r>
      <w:r w:rsidRPr="00B85F8D">
        <w:rPr>
          <w:spacing w:val="-2"/>
        </w:rPr>
        <w:t xml:space="preserve">on </w:t>
      </w:r>
      <w:r>
        <w:rPr>
          <w:spacing w:val="-2"/>
        </w:rPr>
        <w:t xml:space="preserve">public housing tenants’ </w:t>
      </w:r>
      <w:r w:rsidRPr="00B85F8D">
        <w:rPr>
          <w:spacing w:val="-2"/>
        </w:rPr>
        <w:t xml:space="preserve">post </w:t>
      </w:r>
      <w:r>
        <w:rPr>
          <w:spacing w:val="-2"/>
        </w:rPr>
        <w:t>rent incomes</w:t>
      </w:r>
      <w:r w:rsidRPr="00B85F8D">
        <w:rPr>
          <w:spacing w:val="-2"/>
        </w:rPr>
        <w:t xml:space="preserve"> </w:t>
      </w:r>
      <w:r>
        <w:rPr>
          <w:spacing w:val="-2"/>
        </w:rPr>
        <w:t xml:space="preserve">would of course be to increase </w:t>
      </w:r>
      <w:proofErr w:type="spellStart"/>
      <w:r>
        <w:rPr>
          <w:spacing w:val="-2"/>
        </w:rPr>
        <w:t>CRA</w:t>
      </w:r>
      <w:proofErr w:type="spellEnd"/>
      <w:r w:rsidRPr="00B85F8D">
        <w:rPr>
          <w:spacing w:val="-2"/>
        </w:rPr>
        <w:t xml:space="preserve">. </w:t>
      </w:r>
      <w:r>
        <w:t>While this would have a fiscal impact</w:t>
      </w:r>
      <w:r>
        <w:rPr>
          <w:spacing w:val="-2"/>
        </w:rPr>
        <w:t>, there is also a r</w:t>
      </w:r>
      <w:r w:rsidRPr="00B85F8D">
        <w:rPr>
          <w:spacing w:val="-2"/>
        </w:rPr>
        <w:t>isk that, at least in the short run</w:t>
      </w:r>
      <w:r>
        <w:rPr>
          <w:spacing w:val="-2"/>
        </w:rPr>
        <w:t xml:space="preserve"> (that is, before there can be a meaningful supply response)</w:t>
      </w:r>
      <w:r w:rsidRPr="00B85F8D">
        <w:rPr>
          <w:spacing w:val="-2"/>
        </w:rPr>
        <w:t xml:space="preserve">, </w:t>
      </w:r>
      <w:r>
        <w:rPr>
          <w:spacing w:val="-2"/>
        </w:rPr>
        <w:t>it</w:t>
      </w:r>
      <w:r w:rsidRPr="00B85F8D">
        <w:rPr>
          <w:spacing w:val="-2"/>
        </w:rPr>
        <w:t xml:space="preserve"> </w:t>
      </w:r>
      <w:r>
        <w:rPr>
          <w:spacing w:val="-2"/>
        </w:rPr>
        <w:t xml:space="preserve">would contribute to increases in rents. Modelling of the likely effect of an increase in </w:t>
      </w:r>
      <w:proofErr w:type="spellStart"/>
      <w:r>
        <w:rPr>
          <w:spacing w:val="-2"/>
        </w:rPr>
        <w:t>CRA</w:t>
      </w:r>
      <w:proofErr w:type="spellEnd"/>
      <w:r>
        <w:rPr>
          <w:spacing w:val="-2"/>
        </w:rPr>
        <w:t xml:space="preserve"> on the supply of low cost rental properties and rents would be useful to understanding the likely effect of any increase in </w:t>
      </w:r>
      <w:proofErr w:type="spellStart"/>
      <w:r>
        <w:rPr>
          <w:spacing w:val="-2"/>
        </w:rPr>
        <w:t>CRA</w:t>
      </w:r>
      <w:proofErr w:type="spellEnd"/>
      <w:r>
        <w:rPr>
          <w:spacing w:val="-2"/>
        </w:rPr>
        <w:t xml:space="preserve"> on recipients’ post rent incomes.</w:t>
      </w:r>
    </w:p>
    <w:p w:rsidR="003C59A8" w:rsidRDefault="00DA4E2C" w:rsidP="00DA4E2C">
      <w:pPr>
        <w:pStyle w:val="Heading2"/>
      </w:pPr>
      <w:r>
        <w:lastRenderedPageBreak/>
        <w:t>5.3</w:t>
      </w:r>
      <w:r>
        <w:tab/>
      </w:r>
      <w:r w:rsidR="003C59A8">
        <w:t>A potential way forward: better employment incentives for public housing tenants</w:t>
      </w:r>
    </w:p>
    <w:p w:rsidR="003C59A8" w:rsidRDefault="003C59A8" w:rsidP="003C59A8">
      <w:pPr>
        <w:pStyle w:val="BodyText"/>
      </w:pPr>
      <w:r>
        <w:t>As this report has shown, public housing tenants have markedly lower employment rates than other ISP recipients (chapter 3). Governments have committed to addressing this issue in the National Affordable Housing Agreement, by ‘</w:t>
      </w:r>
      <w:r w:rsidRPr="006F26A3">
        <w:t>creating incentives for public housing tenants to take up employment opportunities within the broader employment framework</w:t>
      </w:r>
      <w:r>
        <w:t xml:space="preserve">’ </w:t>
      </w:r>
      <w:r w:rsidRPr="0083660B">
        <w:rPr>
          <w:szCs w:val="24"/>
        </w:rPr>
        <w:t>(</w:t>
      </w:r>
      <w:proofErr w:type="spellStart"/>
      <w:r w:rsidRPr="0083660B">
        <w:rPr>
          <w:szCs w:val="24"/>
        </w:rPr>
        <w:t>COAG</w:t>
      </w:r>
      <w:proofErr w:type="spellEnd"/>
      <w:r w:rsidRPr="0083660B">
        <w:rPr>
          <w:szCs w:val="24"/>
        </w:rPr>
        <w:t> 2009, p. 8)</w:t>
      </w:r>
      <w:r>
        <w:t>.</w:t>
      </w:r>
    </w:p>
    <w:p w:rsidR="003C59A8" w:rsidRDefault="003C59A8" w:rsidP="003C59A8">
      <w:pPr>
        <w:pStyle w:val="BodyText"/>
      </w:pPr>
      <w:r>
        <w:t>There is substantial scope for increasing employment rates in public housing. Although only 10 per cent of public housing tenants who receive ISPs are employed, many tenants have been assessed by Centrelink and job services providers as having work capacity. Over 80 per cent of those who are not working are estimated to have some work capacity, and 20 per cent are estimated to have a relatively high work capacity (BP 3).</w:t>
      </w:r>
      <w:r w:rsidRPr="00FB6BD9">
        <w:rPr>
          <w:rStyle w:val="FootnoteReference"/>
        </w:rPr>
        <w:footnoteReference w:id="22"/>
      </w:r>
    </w:p>
    <w:p w:rsidR="003C59A8" w:rsidRDefault="003C59A8" w:rsidP="003C59A8">
      <w:pPr>
        <w:pStyle w:val="BodyText"/>
      </w:pPr>
      <w:r>
        <w:t>A number of existing policies, both targeted and universal, aim to support public housing tenants in finding employment (box </w:t>
      </w:r>
      <w:r>
        <w:fldChar w:fldCharType="begin" w:fldLock="1"/>
      </w:r>
      <w:r>
        <w:instrText xml:space="preserve"> LINK Word.Document.12 "\\\\MEL_1\\groups\\Elmrb\\04_Current projects\\Housing\\04_Reports\\Report\\Draft\\Ch 5 Summary and policy observations v2 CLEAN.docx" "OLE_LINK2" \a \t </w:instrText>
      </w:r>
      <w:r>
        <w:fldChar w:fldCharType="separate"/>
      </w:r>
      <w:r>
        <w:t>5.2</w:t>
      </w:r>
      <w:r>
        <w:fldChar w:fldCharType="end"/>
      </w:r>
      <w:r>
        <w:t xml:space="preserve">). </w:t>
      </w:r>
    </w:p>
    <w:p w:rsidR="003C59A8" w:rsidRDefault="003C59A8" w:rsidP="003C59A8">
      <w:pPr>
        <w:pStyle w:val="BodyText"/>
      </w:pPr>
      <w:r>
        <w:t xml:space="preserve">Existing policies focus on providing assistance to public housing tenants seeking employment. However, these policies have been unsuccessful in raising employment rates over the period examined in this project (BP 3). They would appear not to be particularly effective at addressing the characteristics that are impeding employment for many tenants. In addition, as chapter 2 shows, for many tenants, entering employment often results, at best, in a small net increase in disposable income, as a result of the high </w:t>
      </w:r>
      <w:proofErr w:type="spellStart"/>
      <w:r>
        <w:t>EMTRs</w:t>
      </w:r>
      <w:proofErr w:type="spellEnd"/>
      <w:r>
        <w:t xml:space="preserve"> that occur as ISPs are withdrawn, and as income</w:t>
      </w:r>
      <w:r>
        <w:noBreakHyphen/>
        <w:t xml:space="preserve">based rents in public housing increase. These </w:t>
      </w:r>
      <w:proofErr w:type="spellStart"/>
      <w:r>
        <w:t>EMTRs</w:t>
      </w:r>
      <w:proofErr w:type="spellEnd"/>
      <w:r>
        <w:t xml:space="preserve"> markedly reduce tenants’ financial incentives to take up a job.</w:t>
      </w:r>
    </w:p>
    <w:p w:rsidR="003C59A8" w:rsidRDefault="003C59A8" w:rsidP="003C59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Tr="003C59A8">
        <w:tc>
          <w:tcPr>
            <w:tcW w:w="8771" w:type="dxa"/>
            <w:tcBorders>
              <w:top w:val="single" w:sz="6" w:space="0" w:color="78A22F"/>
              <w:left w:val="nil"/>
              <w:bottom w:val="nil"/>
              <w:right w:val="nil"/>
            </w:tcBorders>
            <w:shd w:val="clear" w:color="auto" w:fill="F2F2F2"/>
          </w:tcPr>
          <w:p w:rsidR="003C59A8" w:rsidRDefault="003C59A8" w:rsidP="003C59A8">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5.</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2</w:t>
            </w:r>
            <w:r>
              <w:rPr>
                <w:b w:val="0"/>
              </w:rPr>
              <w:fldChar w:fldCharType="end"/>
            </w:r>
            <w:r>
              <w:tab/>
              <w:t>Employment services available to public housing tenants</w:t>
            </w:r>
          </w:p>
        </w:tc>
      </w:tr>
      <w:tr w:rsidR="003C59A8" w:rsidTr="003C59A8">
        <w:trPr>
          <w:cantSplit/>
        </w:trPr>
        <w:tc>
          <w:tcPr>
            <w:tcW w:w="8771" w:type="dxa"/>
            <w:tcBorders>
              <w:top w:val="nil"/>
              <w:left w:val="nil"/>
              <w:bottom w:val="nil"/>
              <w:right w:val="nil"/>
            </w:tcBorders>
            <w:shd w:val="clear" w:color="auto" w:fill="F2F2F2"/>
          </w:tcPr>
          <w:p w:rsidR="003C59A8" w:rsidRDefault="003C59A8" w:rsidP="003C59A8">
            <w:pPr>
              <w:pStyle w:val="Box"/>
            </w:pPr>
            <w:r>
              <w:t>Unemployed public housing tenants are entitled to access mainstream employment services. These are available to all job seekers based on their personal circumstances, regardless of where they live. Services are delivered via two programs.</w:t>
            </w:r>
          </w:p>
          <w:p w:rsidR="003C59A8" w:rsidRPr="004D4E6E" w:rsidRDefault="003C59A8" w:rsidP="003C59A8">
            <w:pPr>
              <w:pStyle w:val="BoxListBullet"/>
            </w:pPr>
            <w:r w:rsidRPr="004D4E6E">
              <w:t xml:space="preserve">Over 50 per cent of </w:t>
            </w:r>
            <w:r>
              <w:t xml:space="preserve">working age </w:t>
            </w:r>
            <w:r w:rsidRPr="004D4E6E">
              <w:t xml:space="preserve">tenants </w:t>
            </w:r>
            <w:r>
              <w:t xml:space="preserve">in receipt of ISPs </w:t>
            </w:r>
            <w:r w:rsidRPr="004D4E6E">
              <w:t xml:space="preserve">receive </w:t>
            </w:r>
            <w:r>
              <w:t>the</w:t>
            </w:r>
            <w:r w:rsidRPr="004D4E6E">
              <w:t xml:space="preserve"> Disability Support Pension</w:t>
            </w:r>
            <w:r>
              <w:t xml:space="preserve"> (BP 3)</w:t>
            </w:r>
            <w:r w:rsidRPr="004D4E6E">
              <w:t xml:space="preserve">, and are eligible for assistance through the Disability Employment Services (DES) program. DES providers </w:t>
            </w:r>
            <w:r>
              <w:t>assist</w:t>
            </w:r>
            <w:r w:rsidRPr="004D4E6E">
              <w:t xml:space="preserve"> job seekers</w:t>
            </w:r>
            <w:r>
              <w:t xml:space="preserve"> </w:t>
            </w:r>
            <w:r w:rsidRPr="004D4E6E">
              <w:t>to build work capa</w:t>
            </w:r>
            <w:r>
              <w:t>bil</w:t>
            </w:r>
            <w:r w:rsidRPr="004D4E6E">
              <w:t>ity</w:t>
            </w:r>
            <w:r>
              <w:t xml:space="preserve"> and</w:t>
            </w:r>
            <w:r w:rsidRPr="004D4E6E">
              <w:t xml:space="preserve"> find suitable jobs</w:t>
            </w:r>
            <w:r>
              <w:t xml:space="preserve">. They also </w:t>
            </w:r>
            <w:r w:rsidRPr="004D4E6E">
              <w:t>offer support after</w:t>
            </w:r>
            <w:r>
              <w:t xml:space="preserve"> clients</w:t>
            </w:r>
            <w:r w:rsidRPr="004D4E6E">
              <w:t xml:space="preserve"> start work </w:t>
            </w:r>
            <w:r w:rsidRPr="00BB0070">
              <w:rPr>
                <w:rFonts w:cs="Arial"/>
                <w:szCs w:val="24"/>
              </w:rPr>
              <w:t>(</w:t>
            </w:r>
            <w:proofErr w:type="spellStart"/>
            <w:r w:rsidRPr="00BB0070">
              <w:rPr>
                <w:rFonts w:cs="Arial"/>
                <w:szCs w:val="24"/>
              </w:rPr>
              <w:t>DEEWR</w:t>
            </w:r>
            <w:proofErr w:type="spellEnd"/>
            <w:r w:rsidRPr="00BB0070">
              <w:rPr>
                <w:rFonts w:cs="Arial"/>
                <w:szCs w:val="24"/>
              </w:rPr>
              <w:t> 2013)</w:t>
            </w:r>
            <w:r>
              <w:t>.</w:t>
            </w:r>
            <w:r w:rsidRPr="004D4E6E">
              <w:t xml:space="preserve"> </w:t>
            </w:r>
          </w:p>
          <w:p w:rsidR="003C59A8" w:rsidRPr="00A13537" w:rsidRDefault="003C59A8" w:rsidP="003C59A8">
            <w:pPr>
              <w:pStyle w:val="BoxListBullet"/>
              <w:rPr>
                <w:spacing w:val="-2"/>
              </w:rPr>
            </w:pPr>
            <w:r w:rsidRPr="00A13537">
              <w:rPr>
                <w:spacing w:val="-2"/>
              </w:rPr>
              <w:t>Job Services Australia (</w:t>
            </w:r>
            <w:proofErr w:type="spellStart"/>
            <w:r w:rsidRPr="00A13537">
              <w:rPr>
                <w:spacing w:val="-2"/>
              </w:rPr>
              <w:t>JSA</w:t>
            </w:r>
            <w:proofErr w:type="spellEnd"/>
            <w:r w:rsidRPr="00A13537">
              <w:rPr>
                <w:spacing w:val="-2"/>
              </w:rPr>
              <w:t xml:space="preserve">) offers employment services to public housing tenants who are receiving </w:t>
            </w:r>
            <w:proofErr w:type="spellStart"/>
            <w:r w:rsidRPr="00A13537">
              <w:rPr>
                <w:spacing w:val="-2"/>
              </w:rPr>
              <w:t>Newstart</w:t>
            </w:r>
            <w:proofErr w:type="spellEnd"/>
            <w:r w:rsidRPr="00A13537">
              <w:rPr>
                <w:spacing w:val="-2"/>
              </w:rPr>
              <w:t xml:space="preserve"> Allowance (21.7 per cent of working age tenants who receive an ISP) and other ISPs (including those on Parenting Payment and Disability Support Pension recipients who choose to use </w:t>
            </w:r>
            <w:proofErr w:type="spellStart"/>
            <w:r w:rsidRPr="00A13537">
              <w:rPr>
                <w:spacing w:val="-2"/>
              </w:rPr>
              <w:t>JSA</w:t>
            </w:r>
            <w:proofErr w:type="spellEnd"/>
            <w:r w:rsidRPr="00A13537">
              <w:rPr>
                <w:spacing w:val="-2"/>
              </w:rPr>
              <w:t xml:space="preserve">). </w:t>
            </w:r>
            <w:proofErr w:type="spellStart"/>
            <w:r w:rsidRPr="00A13537">
              <w:rPr>
                <w:spacing w:val="-2"/>
              </w:rPr>
              <w:t>JSA</w:t>
            </w:r>
            <w:proofErr w:type="spellEnd"/>
            <w:r w:rsidRPr="00A13537">
              <w:rPr>
                <w:spacing w:val="-2"/>
              </w:rPr>
              <w:t xml:space="preserve"> groups applicants into one of four streams, based on their characteristics and the barriers to employment that they face. Of the </w:t>
            </w:r>
            <w:proofErr w:type="spellStart"/>
            <w:r w:rsidRPr="00A13537">
              <w:rPr>
                <w:spacing w:val="-2"/>
              </w:rPr>
              <w:t>Newstart</w:t>
            </w:r>
            <w:proofErr w:type="spellEnd"/>
            <w:r w:rsidRPr="00A13537">
              <w:rPr>
                <w:spacing w:val="-2"/>
              </w:rPr>
              <w:t xml:space="preserve"> recipients residing in public housing, over 70 per cent are classified in streams 3 and 4, entitling them to additional services (</w:t>
            </w:r>
            <w:r>
              <w:rPr>
                <w:spacing w:val="-2"/>
              </w:rPr>
              <w:t xml:space="preserve">BP </w:t>
            </w:r>
            <w:r w:rsidRPr="00A13537">
              <w:rPr>
                <w:spacing w:val="-2"/>
              </w:rPr>
              <w:t xml:space="preserve">3). For example, applicants in stream 4 are regarded as having severe barriers to employment, and are entitled to intensive assistance, including counselling and subsidised training </w:t>
            </w:r>
            <w:r w:rsidRPr="00DB07C1">
              <w:rPr>
                <w:rFonts w:cs="Arial"/>
                <w:szCs w:val="24"/>
              </w:rPr>
              <w:t>(DoE 2013)</w:t>
            </w:r>
            <w:r w:rsidRPr="00A13537">
              <w:rPr>
                <w:spacing w:val="-2"/>
              </w:rPr>
              <w:t xml:space="preserve">. </w:t>
            </w:r>
            <w:r>
              <w:rPr>
                <w:spacing w:val="-2"/>
              </w:rPr>
              <w:t xml:space="preserve">New </w:t>
            </w:r>
            <w:proofErr w:type="spellStart"/>
            <w:r>
              <w:rPr>
                <w:spacing w:val="-2"/>
              </w:rPr>
              <w:t>JSA</w:t>
            </w:r>
            <w:proofErr w:type="spellEnd"/>
            <w:r>
              <w:rPr>
                <w:spacing w:val="-2"/>
              </w:rPr>
              <w:t xml:space="preserve"> contracts from 1 July </w:t>
            </w:r>
            <w:r w:rsidRPr="00A13537">
              <w:rPr>
                <w:spacing w:val="-2"/>
              </w:rPr>
              <w:t>2015 may affect stream allocations and the services delivered.</w:t>
            </w:r>
          </w:p>
          <w:p w:rsidR="003C59A8" w:rsidRDefault="003C59A8" w:rsidP="003C59A8">
            <w:pPr>
              <w:pStyle w:val="Box"/>
            </w:pPr>
            <w:r>
              <w:t xml:space="preserve">Of the job seekers who participated in the DES program or in stream 3 of </w:t>
            </w:r>
            <w:proofErr w:type="spellStart"/>
            <w:r>
              <w:t>JSA</w:t>
            </w:r>
            <w:proofErr w:type="spellEnd"/>
            <w:r>
              <w:t xml:space="preserve"> in the 12 months to June 2014, one in three were employed in September 2014. Of those who participated in stream 4 of </w:t>
            </w:r>
            <w:proofErr w:type="spellStart"/>
            <w:r>
              <w:t>JSA</w:t>
            </w:r>
            <w:proofErr w:type="spellEnd"/>
            <w:r>
              <w:t xml:space="preserve">, one in four were in employment in September 2014 </w:t>
            </w:r>
            <w:r w:rsidRPr="00DB07C1">
              <w:rPr>
                <w:rFonts w:cs="Arial"/>
                <w:szCs w:val="24"/>
              </w:rPr>
              <w:t>(DoE </w:t>
            </w:r>
            <w:proofErr w:type="spellStart"/>
            <w:r w:rsidRPr="00DB07C1">
              <w:rPr>
                <w:rFonts w:cs="Arial"/>
                <w:szCs w:val="24"/>
              </w:rPr>
              <w:t>2015a</w:t>
            </w:r>
            <w:proofErr w:type="spellEnd"/>
            <w:r w:rsidRPr="00DB07C1">
              <w:rPr>
                <w:rFonts w:cs="Arial"/>
                <w:szCs w:val="24"/>
              </w:rPr>
              <w:t xml:space="preserve">, </w:t>
            </w:r>
            <w:proofErr w:type="spellStart"/>
            <w:r w:rsidRPr="00DB07C1">
              <w:rPr>
                <w:rFonts w:cs="Arial"/>
                <w:szCs w:val="24"/>
              </w:rPr>
              <w:t>2015b</w:t>
            </w:r>
            <w:proofErr w:type="spellEnd"/>
            <w:r w:rsidRPr="00DB07C1">
              <w:rPr>
                <w:rFonts w:cs="Arial"/>
                <w:szCs w:val="24"/>
              </w:rPr>
              <w:t>)</w:t>
            </w:r>
            <w:r>
              <w:t xml:space="preserve">. </w:t>
            </w:r>
          </w:p>
          <w:p w:rsidR="003C59A8" w:rsidRDefault="003C59A8" w:rsidP="003C59A8">
            <w:pPr>
              <w:pStyle w:val="Box"/>
            </w:pPr>
            <w:r>
              <w:t>Some State Governments and not</w:t>
            </w:r>
            <w:r>
              <w:noBreakHyphen/>
              <w:t>for</w:t>
            </w:r>
            <w:r>
              <w:noBreakHyphen/>
              <w:t>profit organisations offer employment programs catering specifically to public housing tenants. For example, two programs currently offer case management to Victorian public housing tenants:</w:t>
            </w:r>
          </w:p>
          <w:p w:rsidR="003C59A8" w:rsidRDefault="003C59A8" w:rsidP="003C59A8">
            <w:pPr>
              <w:pStyle w:val="BoxListBullet"/>
            </w:pPr>
            <w:r>
              <w:t>Five ‘Work and Learning Centres’ are operated by not</w:t>
            </w:r>
            <w:r>
              <w:noBreakHyphen/>
              <w:t>for</w:t>
            </w:r>
            <w:r>
              <w:noBreakHyphen/>
              <w:t xml:space="preserve">profit organisations and provide case management services for disadvantaged people, particularly public housing tenants </w:t>
            </w:r>
            <w:r w:rsidRPr="00E35092">
              <w:rPr>
                <w:rFonts w:cs="Arial"/>
                <w:szCs w:val="24"/>
              </w:rPr>
              <w:t>(</w:t>
            </w:r>
            <w:proofErr w:type="spellStart"/>
            <w:r w:rsidRPr="00E35092">
              <w:rPr>
                <w:rFonts w:cs="Arial"/>
                <w:szCs w:val="24"/>
              </w:rPr>
              <w:t>DHS</w:t>
            </w:r>
            <w:proofErr w:type="spellEnd"/>
            <w:r w:rsidRPr="00E35092">
              <w:rPr>
                <w:rFonts w:cs="Arial"/>
                <w:szCs w:val="24"/>
              </w:rPr>
              <w:t xml:space="preserve"> Vic </w:t>
            </w:r>
            <w:proofErr w:type="spellStart"/>
            <w:r w:rsidRPr="00E35092">
              <w:rPr>
                <w:rFonts w:cs="Arial"/>
                <w:szCs w:val="24"/>
              </w:rPr>
              <w:t>2013b</w:t>
            </w:r>
            <w:proofErr w:type="spellEnd"/>
            <w:r w:rsidRPr="00E35092">
              <w:rPr>
                <w:rFonts w:cs="Arial"/>
                <w:szCs w:val="24"/>
              </w:rPr>
              <w:t>)</w:t>
            </w:r>
            <w:r>
              <w:t>. The first centre was established in 2005 and was co</w:t>
            </w:r>
            <w:r>
              <w:noBreakHyphen/>
              <w:t xml:space="preserve">funded by the former federal Department of Education, Employment and Workplace Relations and the Brotherhood of St Laurence </w:t>
            </w:r>
            <w:r w:rsidRPr="00784990">
              <w:rPr>
                <w:szCs w:val="24"/>
              </w:rPr>
              <w:t>(Horn 2012)</w:t>
            </w:r>
            <w:r>
              <w:t xml:space="preserve">. Since 2011, the Victorian Government has been funding the centres </w:t>
            </w:r>
            <w:r w:rsidRPr="00E35092">
              <w:rPr>
                <w:rFonts w:cs="Arial"/>
                <w:szCs w:val="24"/>
              </w:rPr>
              <w:t>(</w:t>
            </w:r>
            <w:proofErr w:type="spellStart"/>
            <w:r w:rsidRPr="00E35092">
              <w:rPr>
                <w:rFonts w:cs="Arial"/>
                <w:szCs w:val="24"/>
              </w:rPr>
              <w:t>DHS</w:t>
            </w:r>
            <w:proofErr w:type="spellEnd"/>
            <w:r w:rsidRPr="00E35092">
              <w:rPr>
                <w:rFonts w:cs="Arial"/>
                <w:szCs w:val="24"/>
              </w:rPr>
              <w:t xml:space="preserve"> Vic </w:t>
            </w:r>
            <w:proofErr w:type="spellStart"/>
            <w:r w:rsidRPr="00E35092">
              <w:rPr>
                <w:rFonts w:cs="Arial"/>
                <w:szCs w:val="24"/>
              </w:rPr>
              <w:t>2013b</w:t>
            </w:r>
            <w:proofErr w:type="spellEnd"/>
            <w:r w:rsidRPr="00E35092">
              <w:rPr>
                <w:rFonts w:cs="Arial"/>
                <w:szCs w:val="24"/>
              </w:rPr>
              <w:t>)</w:t>
            </w:r>
            <w:r>
              <w:t xml:space="preserve"> (see box 5.4 for details about the evaluation of the centres). </w:t>
            </w:r>
          </w:p>
          <w:p w:rsidR="003C59A8" w:rsidRDefault="003C59A8" w:rsidP="003C59A8">
            <w:pPr>
              <w:pStyle w:val="BoxListBullet"/>
            </w:pPr>
            <w:r>
              <w:t xml:space="preserve">A Public Tenant Employment Program is operated by the Victorian Government, providing public housing tenants with access to accredited training and assistance in finding and retaining employment. Between 2005 and 2012, the program assisted over 2800 tenants to find work or attend vocational training </w:t>
            </w:r>
            <w:r w:rsidRPr="00E35092">
              <w:rPr>
                <w:rFonts w:cs="Arial"/>
                <w:szCs w:val="24"/>
              </w:rPr>
              <w:t>(</w:t>
            </w:r>
            <w:proofErr w:type="spellStart"/>
            <w:r w:rsidRPr="00E35092">
              <w:rPr>
                <w:rFonts w:cs="Arial"/>
                <w:szCs w:val="24"/>
              </w:rPr>
              <w:t>DHS</w:t>
            </w:r>
            <w:proofErr w:type="spellEnd"/>
            <w:r w:rsidRPr="00E35092">
              <w:rPr>
                <w:rFonts w:cs="Arial"/>
                <w:szCs w:val="24"/>
              </w:rPr>
              <w:t xml:space="preserve"> Vic </w:t>
            </w:r>
            <w:proofErr w:type="spellStart"/>
            <w:r w:rsidRPr="00E35092">
              <w:rPr>
                <w:rFonts w:cs="Arial"/>
                <w:szCs w:val="24"/>
              </w:rPr>
              <w:t>2013a</w:t>
            </w:r>
            <w:proofErr w:type="spellEnd"/>
            <w:r w:rsidRPr="00E35092">
              <w:rPr>
                <w:rFonts w:cs="Arial"/>
                <w:szCs w:val="24"/>
              </w:rPr>
              <w:t>)</w:t>
            </w:r>
            <w:r>
              <w:t>.</w:t>
            </w:r>
          </w:p>
        </w:tc>
      </w:tr>
      <w:tr w:rsidR="003C59A8" w:rsidTr="003C59A8">
        <w:trPr>
          <w:cantSplit/>
        </w:trPr>
        <w:tc>
          <w:tcPr>
            <w:tcW w:w="8771" w:type="dxa"/>
            <w:tcBorders>
              <w:top w:val="nil"/>
              <w:left w:val="nil"/>
              <w:bottom w:val="single" w:sz="6" w:space="0" w:color="78A22F"/>
              <w:right w:val="nil"/>
            </w:tcBorders>
            <w:shd w:val="clear" w:color="auto" w:fill="F2F2F2"/>
          </w:tcPr>
          <w:p w:rsidR="003C59A8" w:rsidRDefault="003C59A8" w:rsidP="003C59A8">
            <w:pPr>
              <w:pStyle w:val="Box"/>
              <w:spacing w:before="0" w:line="120" w:lineRule="exact"/>
            </w:pPr>
          </w:p>
        </w:tc>
      </w:tr>
      <w:tr w:rsidR="003C59A8" w:rsidRPr="000863A5"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p w:rsidR="003C59A8" w:rsidRDefault="003C59A8" w:rsidP="003C59A8">
      <w:pPr>
        <w:pStyle w:val="BodyText"/>
      </w:pPr>
      <w:r>
        <w:t xml:space="preserve">A new approach may be needed to tackle the low levels of employment among ISP recipients living in public housing. Such an approach could combine intensive support for tenants looking for employment with temporary changes to </w:t>
      </w:r>
      <w:proofErr w:type="spellStart"/>
      <w:r>
        <w:t>EMTRs</w:t>
      </w:r>
      <w:proofErr w:type="spellEnd"/>
      <w:r>
        <w:t>. It could:</w:t>
      </w:r>
    </w:p>
    <w:p w:rsidR="003C59A8" w:rsidRDefault="003C59A8" w:rsidP="003C59A8">
      <w:pPr>
        <w:pStyle w:val="ListBullet"/>
      </w:pPr>
      <w:r>
        <w:t>build on existing services and policies, such as employment services and bonuses offered to welfare recipients who find and keep a job</w:t>
      </w:r>
    </w:p>
    <w:p w:rsidR="003C59A8" w:rsidRDefault="003C59A8" w:rsidP="003C59A8">
      <w:pPr>
        <w:pStyle w:val="ListBullet"/>
      </w:pPr>
      <w:r>
        <w:t>offer some extra support services for public housing tenants, in recognition of the barriers they face in finding employment and moving into the private rental market</w:t>
      </w:r>
    </w:p>
    <w:p w:rsidR="003C59A8" w:rsidRDefault="003C59A8" w:rsidP="003C59A8">
      <w:pPr>
        <w:pStyle w:val="ListBullet"/>
      </w:pPr>
      <w:r>
        <w:lastRenderedPageBreak/>
        <w:t xml:space="preserve">ensure that the financial consequences faced by public housing tenants do not deter them from entering the workforce. While the welfare system offers incentives to finding employment (box 5.5), the high </w:t>
      </w:r>
      <w:proofErr w:type="spellStart"/>
      <w:r>
        <w:t>EMTRs</w:t>
      </w:r>
      <w:proofErr w:type="spellEnd"/>
      <w:r>
        <w:t xml:space="preserve"> faced by public housing tenants may need to be temporarily adjusted</w:t>
      </w:r>
    </w:p>
    <w:p w:rsidR="003C59A8" w:rsidRDefault="003C59A8" w:rsidP="003C59A8">
      <w:pPr>
        <w:pStyle w:val="ListBullet"/>
      </w:pPr>
      <w:r>
        <w:t xml:space="preserve">integrate the employment and housing support services available to tenants in a coordinated effort to assist them in finding and keeping a job, as well as moving into and sustaining a private tenancy. </w:t>
      </w:r>
    </w:p>
    <w:p w:rsidR="003C59A8" w:rsidRDefault="003C59A8" w:rsidP="003C59A8">
      <w:pPr>
        <w:pStyle w:val="BodyText"/>
      </w:pPr>
      <w:r>
        <w:t>Integrated employment policies, which include financial incentives, have been shown to be effective in promoting the employment of public housing tenants in the United States (box 5</w:t>
      </w:r>
      <w:r w:rsidRPr="00116A9B">
        <w:t>.</w:t>
      </w:r>
      <w:r>
        <w:t>3</w:t>
      </w:r>
      <w:r w:rsidRPr="000C7121">
        <w:t>).</w:t>
      </w:r>
      <w:r>
        <w:t xml:space="preserve"> To establish the benefits of this approach in Australia, governments could trial a policy that would offer all public housing tenants the option to participate in intensive case management and receive financial incentives once they find and keep a job. The components of such a trial are discussed in more detail below. </w:t>
      </w:r>
    </w:p>
    <w:p w:rsidR="003C59A8" w:rsidRDefault="003C59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Tr="003C59A8">
        <w:tc>
          <w:tcPr>
            <w:tcW w:w="8771" w:type="dxa"/>
            <w:tcBorders>
              <w:top w:val="single" w:sz="6" w:space="0" w:color="78A22F"/>
              <w:left w:val="nil"/>
              <w:bottom w:val="nil"/>
              <w:right w:val="nil"/>
            </w:tcBorders>
            <w:shd w:val="clear" w:color="auto" w:fill="F2F2F2"/>
          </w:tcPr>
          <w:p w:rsidR="003C59A8" w:rsidRDefault="003C59A8">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5.</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3</w:t>
            </w:r>
            <w:r>
              <w:rPr>
                <w:b w:val="0"/>
              </w:rPr>
              <w:fldChar w:fldCharType="end"/>
            </w:r>
            <w:r>
              <w:tab/>
              <w:t>Integrated employment services for public housing tenants: evidence from the United States</w:t>
            </w:r>
          </w:p>
        </w:tc>
      </w:tr>
      <w:tr w:rsidR="003C59A8" w:rsidTr="003C59A8">
        <w:trPr>
          <w:cantSplit/>
        </w:trPr>
        <w:tc>
          <w:tcPr>
            <w:tcW w:w="8771" w:type="dxa"/>
            <w:tcBorders>
              <w:top w:val="nil"/>
              <w:left w:val="nil"/>
              <w:bottom w:val="nil"/>
              <w:right w:val="nil"/>
            </w:tcBorders>
            <w:shd w:val="clear" w:color="auto" w:fill="F2F2F2"/>
          </w:tcPr>
          <w:p w:rsidR="003C59A8" w:rsidRDefault="003C59A8" w:rsidP="003C59A8">
            <w:pPr>
              <w:pStyle w:val="Box"/>
            </w:pPr>
            <w:r>
              <w:t>Housing assistance policy in the United States places a strong emphasis on improving the employment outcomes of public housing tenants by using a variety of case management and other experimental policies. Over the years, a number of policy experiments (also known as demonstration projects) intended to improve employment outcomes have been funded by the Federal Department of Housing and Urban Development (</w:t>
            </w:r>
            <w:proofErr w:type="spellStart"/>
            <w:r>
              <w:t>HUD</w:t>
            </w:r>
            <w:proofErr w:type="spellEnd"/>
            <w:r>
              <w:t>). Some of these policies continue to operate. For example:</w:t>
            </w:r>
          </w:p>
          <w:p w:rsidR="003C59A8" w:rsidRDefault="003C59A8" w:rsidP="003C59A8">
            <w:pPr>
              <w:pStyle w:val="BoxListBullet"/>
            </w:pPr>
            <w:r>
              <w:t xml:space="preserve">One of the </w:t>
            </w:r>
            <w:proofErr w:type="spellStart"/>
            <w:r>
              <w:t>HUD’s</w:t>
            </w:r>
            <w:proofErr w:type="spellEnd"/>
            <w:r>
              <w:t xml:space="preserve"> smaller policies, the Family Self</w:t>
            </w:r>
            <w:r>
              <w:noBreakHyphen/>
              <w:t>Sufficiency Program, includes intensive intervention through case management, and has been found to be effective in promoting employment among housing assistance recipients. The program has been operating since 1990. It offers very low income households a cash bonus if all working age members complete training, find employment, leave public housing and no longer receive welfare payments within a five</w:t>
            </w:r>
            <w:r>
              <w:noBreakHyphen/>
              <w:t xml:space="preserve">year timeframe. The cash payments accumulate in a savings account that can’t be accessed while the household receives intensive case management services, governed by a contract it signs with its housing provider </w:t>
            </w:r>
            <w:r w:rsidRPr="00C66233">
              <w:rPr>
                <w:szCs w:val="24"/>
              </w:rPr>
              <w:t>(</w:t>
            </w:r>
            <w:proofErr w:type="spellStart"/>
            <w:r w:rsidRPr="00C66233">
              <w:rPr>
                <w:szCs w:val="24"/>
              </w:rPr>
              <w:t>HUD</w:t>
            </w:r>
            <w:proofErr w:type="spellEnd"/>
            <w:r w:rsidRPr="00C66233">
              <w:rPr>
                <w:szCs w:val="24"/>
              </w:rPr>
              <w:t> 2013)</w:t>
            </w:r>
            <w:r>
              <w:t xml:space="preserve">. An evaluation of the program found its success rate was over 60 per cent </w:t>
            </w:r>
            <w:r w:rsidRPr="00323084">
              <w:rPr>
                <w:szCs w:val="24"/>
              </w:rPr>
              <w:t>(</w:t>
            </w:r>
            <w:proofErr w:type="spellStart"/>
            <w:r w:rsidRPr="00323084">
              <w:rPr>
                <w:szCs w:val="24"/>
              </w:rPr>
              <w:t>deSilva</w:t>
            </w:r>
            <w:proofErr w:type="spellEnd"/>
            <w:r w:rsidRPr="00323084">
              <w:rPr>
                <w:szCs w:val="24"/>
              </w:rPr>
              <w:t xml:space="preserve"> et al. 2011)</w:t>
            </w:r>
            <w:r>
              <w:t>.</w:t>
            </w:r>
          </w:p>
          <w:p w:rsidR="003C59A8" w:rsidRDefault="003C59A8" w:rsidP="003C59A8">
            <w:pPr>
              <w:pStyle w:val="BoxListBullet"/>
            </w:pPr>
            <w:r>
              <w:t xml:space="preserve">In 2014, the </w:t>
            </w:r>
            <w:proofErr w:type="spellStart"/>
            <w:r>
              <w:t>HUD</w:t>
            </w:r>
            <w:proofErr w:type="spellEnd"/>
            <w:r>
              <w:t xml:space="preserve"> decided to renew the funding to Jobs</w:t>
            </w:r>
            <w:r>
              <w:noBreakHyphen/>
              <w:t xml:space="preserve">Plus, an integrated initiative targeting public housing residents </w:t>
            </w:r>
            <w:r w:rsidRPr="008A639C">
              <w:rPr>
                <w:szCs w:val="24"/>
              </w:rPr>
              <w:t>(</w:t>
            </w:r>
            <w:proofErr w:type="spellStart"/>
            <w:r w:rsidRPr="008A639C">
              <w:rPr>
                <w:szCs w:val="24"/>
              </w:rPr>
              <w:t>HUD</w:t>
            </w:r>
            <w:proofErr w:type="spellEnd"/>
            <w:r w:rsidRPr="008A639C">
              <w:rPr>
                <w:szCs w:val="24"/>
              </w:rPr>
              <w:t> </w:t>
            </w:r>
            <w:proofErr w:type="spellStart"/>
            <w:r w:rsidRPr="008A639C">
              <w:rPr>
                <w:szCs w:val="24"/>
              </w:rPr>
              <w:t>nd</w:t>
            </w:r>
            <w:proofErr w:type="spellEnd"/>
            <w:r w:rsidRPr="008A639C">
              <w:rPr>
                <w:szCs w:val="24"/>
              </w:rPr>
              <w:t>)</w:t>
            </w:r>
            <w:r>
              <w:t>. Initially operating from 1998 to 2003 in six cities across the United States, the program included three components:</w:t>
            </w:r>
          </w:p>
          <w:p w:rsidR="003C59A8" w:rsidRDefault="003C59A8" w:rsidP="003C59A8">
            <w:pPr>
              <w:pStyle w:val="BoxListBullet2"/>
            </w:pPr>
            <w:r>
              <w:t>employment services centres in public housing areas</w:t>
            </w:r>
          </w:p>
          <w:p w:rsidR="003C59A8" w:rsidRDefault="003C59A8" w:rsidP="003C59A8">
            <w:pPr>
              <w:pStyle w:val="BoxListBullet2"/>
            </w:pPr>
            <w:r>
              <w:t>changes to rent setting rules to reduce work disincentives, either by setting a fixed rental payment or varying the percentage of income charged as rent when income increased</w:t>
            </w:r>
          </w:p>
          <w:p w:rsidR="003C59A8" w:rsidRDefault="003C59A8" w:rsidP="003C59A8">
            <w:pPr>
              <w:pStyle w:val="BoxListBullet2"/>
            </w:pPr>
            <w:r>
              <w:t xml:space="preserve">community support and extensive informal assistance, intended to reach residents who would not use mainstream employment services. </w:t>
            </w:r>
          </w:p>
          <w:p w:rsidR="003C59A8" w:rsidRDefault="00E63421" w:rsidP="003C59A8">
            <w:pPr>
              <w:pStyle w:val="Continued"/>
            </w:pPr>
            <w:r>
              <w:t>(c</w:t>
            </w:r>
            <w:r w:rsidR="003C59A8">
              <w:t>ontinued next page</w:t>
            </w:r>
            <w:r>
              <w:t>)</w:t>
            </w:r>
          </w:p>
        </w:tc>
      </w:tr>
      <w:tr w:rsidR="003C59A8" w:rsidTr="003C59A8">
        <w:trPr>
          <w:cantSplit/>
        </w:trPr>
        <w:tc>
          <w:tcPr>
            <w:tcW w:w="8771" w:type="dxa"/>
            <w:tcBorders>
              <w:top w:val="nil"/>
              <w:left w:val="nil"/>
              <w:bottom w:val="single" w:sz="6" w:space="0" w:color="78A22F"/>
              <w:right w:val="nil"/>
            </w:tcBorders>
            <w:shd w:val="clear" w:color="auto" w:fill="F2F2F2"/>
          </w:tcPr>
          <w:p w:rsidR="003C59A8" w:rsidRDefault="003C59A8">
            <w:pPr>
              <w:pStyle w:val="Box"/>
              <w:spacing w:before="0" w:line="120" w:lineRule="exact"/>
            </w:pPr>
          </w:p>
        </w:tc>
      </w:tr>
      <w:tr w:rsidR="003C59A8" w:rsidRPr="000863A5"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p w:rsidR="003C59A8" w:rsidRDefault="003C59A8" w:rsidP="003C59A8">
      <w:pPr>
        <w:pStyle w:val="BodyText"/>
      </w:pPr>
    </w:p>
    <w:p w:rsidR="003C59A8" w:rsidRDefault="003C59A8" w:rsidP="003C59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Tr="003C59A8">
        <w:tc>
          <w:tcPr>
            <w:tcW w:w="8771" w:type="dxa"/>
            <w:tcBorders>
              <w:top w:val="single" w:sz="6" w:space="0" w:color="78A22F"/>
              <w:left w:val="nil"/>
              <w:bottom w:val="nil"/>
              <w:right w:val="nil"/>
            </w:tcBorders>
            <w:shd w:val="clear" w:color="auto" w:fill="F2F2F2"/>
          </w:tcPr>
          <w:p w:rsidR="003C59A8" w:rsidRDefault="003C59A8" w:rsidP="00E63421">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5.</w:t>
            </w:r>
            <w:r>
              <w:rPr>
                <w:b w:val="0"/>
              </w:rPr>
              <w:fldChar w:fldCharType="end"/>
            </w:r>
            <w:r>
              <w:rPr>
                <w:b w:val="0"/>
              </w:rPr>
              <w:t>3</w:t>
            </w:r>
            <w:r>
              <w:tab/>
            </w:r>
            <w:r w:rsidR="00E63421" w:rsidRPr="00E63421">
              <w:rPr>
                <w:b w:val="0"/>
                <w:sz w:val="18"/>
                <w:szCs w:val="18"/>
              </w:rPr>
              <w:t>(c</w:t>
            </w:r>
            <w:r w:rsidRPr="00E63421">
              <w:rPr>
                <w:b w:val="0"/>
                <w:sz w:val="18"/>
                <w:szCs w:val="18"/>
              </w:rPr>
              <w:t>ontinued</w:t>
            </w:r>
            <w:r w:rsidR="00E63421" w:rsidRPr="00E63421">
              <w:rPr>
                <w:b w:val="0"/>
                <w:sz w:val="18"/>
                <w:szCs w:val="18"/>
              </w:rPr>
              <w:t>)</w:t>
            </w:r>
          </w:p>
        </w:tc>
      </w:tr>
      <w:tr w:rsidR="003C59A8" w:rsidTr="003C59A8">
        <w:trPr>
          <w:cantSplit/>
        </w:trPr>
        <w:tc>
          <w:tcPr>
            <w:tcW w:w="8771" w:type="dxa"/>
            <w:tcBorders>
              <w:top w:val="nil"/>
              <w:left w:val="nil"/>
              <w:bottom w:val="nil"/>
              <w:right w:val="nil"/>
            </w:tcBorders>
            <w:shd w:val="clear" w:color="auto" w:fill="F2F2F2"/>
          </w:tcPr>
          <w:p w:rsidR="003C59A8" w:rsidRDefault="003C59A8" w:rsidP="003C59A8">
            <w:pPr>
              <w:pStyle w:val="BoxListBullet"/>
              <w:numPr>
                <w:ilvl w:val="0"/>
                <w:numId w:val="0"/>
              </w:numPr>
              <w:ind w:left="284"/>
            </w:pPr>
            <w:r>
              <w:t xml:space="preserve">An evaluation of the program found that it led to increased employment rates and higher earnings among residents. The increases in income were larger for those who were not receiving welfare payments, compared with welfare recipients, and the positive effects on income were still found three years after the program had ended. The evaluation also found that the program was very challenging to implement, due to the involvement of many different organisations and administrative difficulties (for example, the </w:t>
            </w:r>
            <w:proofErr w:type="spellStart"/>
            <w:r>
              <w:t>HUD</w:t>
            </w:r>
            <w:proofErr w:type="spellEnd"/>
            <w:r>
              <w:t xml:space="preserve"> took two years to approve the variation to rent setting rules) </w:t>
            </w:r>
            <w:r w:rsidRPr="008A639C">
              <w:rPr>
                <w:szCs w:val="24"/>
              </w:rPr>
              <w:t xml:space="preserve">(Bloom, </w:t>
            </w:r>
            <w:proofErr w:type="spellStart"/>
            <w:r w:rsidRPr="008A639C">
              <w:rPr>
                <w:szCs w:val="24"/>
              </w:rPr>
              <w:t>Riccio</w:t>
            </w:r>
            <w:proofErr w:type="spellEnd"/>
            <w:r w:rsidRPr="008A639C">
              <w:rPr>
                <w:szCs w:val="24"/>
              </w:rPr>
              <w:t xml:space="preserve"> and </w:t>
            </w:r>
            <w:proofErr w:type="spellStart"/>
            <w:r w:rsidRPr="008A639C">
              <w:rPr>
                <w:szCs w:val="24"/>
              </w:rPr>
              <w:t>Verma</w:t>
            </w:r>
            <w:proofErr w:type="spellEnd"/>
            <w:r w:rsidRPr="008A639C">
              <w:rPr>
                <w:szCs w:val="24"/>
              </w:rPr>
              <w:t> 2005)</w:t>
            </w:r>
            <w:r>
              <w:t>.</w:t>
            </w:r>
          </w:p>
        </w:tc>
      </w:tr>
      <w:tr w:rsidR="003C59A8" w:rsidTr="003C59A8">
        <w:trPr>
          <w:cantSplit/>
        </w:trPr>
        <w:tc>
          <w:tcPr>
            <w:tcW w:w="8771" w:type="dxa"/>
            <w:tcBorders>
              <w:top w:val="nil"/>
              <w:left w:val="nil"/>
              <w:bottom w:val="single" w:sz="6" w:space="0" w:color="78A22F"/>
              <w:right w:val="nil"/>
            </w:tcBorders>
            <w:shd w:val="clear" w:color="auto" w:fill="F2F2F2"/>
          </w:tcPr>
          <w:p w:rsidR="003C59A8" w:rsidRDefault="003C59A8" w:rsidP="003C59A8">
            <w:pPr>
              <w:pStyle w:val="Box"/>
              <w:spacing w:before="0" w:line="120" w:lineRule="exact"/>
            </w:pPr>
          </w:p>
        </w:tc>
      </w:tr>
      <w:tr w:rsidR="003C59A8" w:rsidRPr="000863A5"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p w:rsidR="003C59A8" w:rsidRDefault="003C59A8" w:rsidP="003C59A8">
      <w:pPr>
        <w:pStyle w:val="Heading3"/>
      </w:pPr>
      <w:r>
        <w:t>Intensive case management</w:t>
      </w:r>
    </w:p>
    <w:p w:rsidR="003C59A8" w:rsidRDefault="003C59A8" w:rsidP="003C59A8">
      <w:pPr>
        <w:pStyle w:val="BodyText"/>
      </w:pPr>
      <w:r w:rsidRPr="00083A3B">
        <w:t>Case management can be defined as</w:t>
      </w:r>
      <w:r>
        <w:t>:</w:t>
      </w:r>
    </w:p>
    <w:p w:rsidR="003C59A8" w:rsidRPr="00083A3B" w:rsidRDefault="003C59A8" w:rsidP="003C59A8">
      <w:pPr>
        <w:pStyle w:val="Quote"/>
      </w:pPr>
      <w:r>
        <w:t xml:space="preserve">… </w:t>
      </w:r>
      <w:r w:rsidRPr="00083A3B">
        <w:t>a collaborative, client focused approach in which services and responses are coordinated and delivered based on assessed risk and need, to achieve goals (outcomes) that are identified by the individual</w:t>
      </w:r>
      <w:r>
        <w:t xml:space="preserve">. … </w:t>
      </w:r>
      <w:r w:rsidRPr="00083A3B">
        <w:t>Within a case management model, all services work in a coordinated way to achieve shared outcomes for the individual</w:t>
      </w:r>
      <w:r>
        <w:t>.</w:t>
      </w:r>
      <w:r w:rsidRPr="00083A3B">
        <w:t xml:space="preserve"> </w:t>
      </w:r>
      <w:r w:rsidRPr="00E35092">
        <w:rPr>
          <w:szCs w:val="24"/>
        </w:rPr>
        <w:t>(</w:t>
      </w:r>
      <w:proofErr w:type="spellStart"/>
      <w:r w:rsidRPr="00E35092">
        <w:rPr>
          <w:szCs w:val="24"/>
        </w:rPr>
        <w:t>DHS</w:t>
      </w:r>
      <w:proofErr w:type="spellEnd"/>
      <w:r w:rsidRPr="00E35092">
        <w:rPr>
          <w:szCs w:val="24"/>
        </w:rPr>
        <w:t xml:space="preserve"> Vic 2012, p. 5)</w:t>
      </w:r>
      <w:r w:rsidRPr="00FB6BD9">
        <w:rPr>
          <w:rStyle w:val="FootnoteReference"/>
        </w:rPr>
        <w:footnoteReference w:id="23"/>
      </w:r>
      <w:r w:rsidRPr="00083A3B">
        <w:t xml:space="preserve"> </w:t>
      </w:r>
    </w:p>
    <w:p w:rsidR="003C59A8" w:rsidRDefault="003C59A8" w:rsidP="003C59A8">
      <w:pPr>
        <w:pStyle w:val="BodyText"/>
      </w:pPr>
      <w:r>
        <w:t>In a trial, intensive case management services could be offered to any job seeker in public housing for a certain period of time. The initial focus of the case manager would be on preparing their clients to enter the workforce, finding suitable employment for them and providing relevant support while initially in work. Once they find a job and are settled in employment, clients could be supported in finding appropriate accommodation in the private rental market. Policy makers could also consider introducing two</w:t>
      </w:r>
      <w:r>
        <w:noBreakHyphen/>
        <w:t xml:space="preserve">tiered case management, including a more intensive approach until clients find a job and move out of public housing, and then providing occasional support and contact to ensure clients are able to sustain their employment and private tenancy. </w:t>
      </w:r>
    </w:p>
    <w:p w:rsidR="003C59A8" w:rsidRPr="00F747D9" w:rsidRDefault="003C59A8" w:rsidP="003C59A8">
      <w:pPr>
        <w:pStyle w:val="BodyText"/>
      </w:pPr>
      <w:r>
        <w:t xml:space="preserve">In designing an intensive case management model for public housing tenants, policy makers can draw on lessons learnt from past and current efforts. Evaluations of past attempts have shown the importance of cooperation between different parts of government, </w:t>
      </w:r>
      <w:r w:rsidRPr="00F747D9">
        <w:t>as well as proactive engagement with job seekers and employers (box</w:t>
      </w:r>
      <w:r>
        <w:t> </w:t>
      </w:r>
      <w:r w:rsidRPr="00F747D9">
        <w:t>5.</w:t>
      </w:r>
      <w:r>
        <w:t>4</w:t>
      </w:r>
      <w:r w:rsidRPr="00F747D9">
        <w:t>).</w:t>
      </w:r>
    </w:p>
    <w:p w:rsidR="003C59A8" w:rsidRDefault="003C59A8" w:rsidP="003C59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Tr="003C59A8">
        <w:tc>
          <w:tcPr>
            <w:tcW w:w="8771" w:type="dxa"/>
            <w:tcBorders>
              <w:top w:val="single" w:sz="6" w:space="0" w:color="78A22F"/>
              <w:left w:val="nil"/>
              <w:bottom w:val="nil"/>
              <w:right w:val="nil"/>
            </w:tcBorders>
            <w:shd w:val="clear" w:color="auto" w:fill="F2F2F2"/>
          </w:tcPr>
          <w:p w:rsidR="003C59A8" w:rsidRDefault="003C59A8" w:rsidP="003C59A8">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5.</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4</w:t>
            </w:r>
            <w:r>
              <w:rPr>
                <w:b w:val="0"/>
              </w:rPr>
              <w:fldChar w:fldCharType="end"/>
            </w:r>
            <w:r>
              <w:tab/>
              <w:t>Examples of intensive case management projects</w:t>
            </w:r>
          </w:p>
        </w:tc>
      </w:tr>
      <w:tr w:rsidR="003C59A8" w:rsidTr="003C59A8">
        <w:trPr>
          <w:cantSplit/>
        </w:trPr>
        <w:tc>
          <w:tcPr>
            <w:tcW w:w="8771" w:type="dxa"/>
            <w:tcBorders>
              <w:top w:val="nil"/>
              <w:left w:val="nil"/>
              <w:bottom w:val="nil"/>
              <w:right w:val="nil"/>
            </w:tcBorders>
            <w:shd w:val="clear" w:color="auto" w:fill="F2F2F2"/>
          </w:tcPr>
          <w:p w:rsidR="003C59A8" w:rsidRDefault="003C59A8" w:rsidP="003C59A8">
            <w:pPr>
              <w:pStyle w:val="Box"/>
              <w:rPr>
                <w:lang w:val="en-US" w:eastAsia="en-US"/>
              </w:rPr>
            </w:pPr>
            <w:r>
              <w:rPr>
                <w:lang w:val="en-US" w:eastAsia="en-US"/>
              </w:rPr>
              <w:t>Over the years, a number of intensive case management programs have been run in Australia. Some have focused on people eligible for or receiving housing assistance.</w:t>
            </w:r>
          </w:p>
          <w:p w:rsidR="003C59A8" w:rsidRDefault="003C59A8" w:rsidP="003C59A8">
            <w:pPr>
              <w:pStyle w:val="BoxHeading1"/>
            </w:pPr>
            <w:r>
              <w:rPr>
                <w:lang w:val="en-US" w:eastAsia="en-US"/>
              </w:rPr>
              <w:t>The Youth Homeless Jobseeker Trial (</w:t>
            </w:r>
            <w:proofErr w:type="spellStart"/>
            <w:r>
              <w:rPr>
                <w:lang w:val="en-US" w:eastAsia="en-US"/>
              </w:rPr>
              <w:t>YP4</w:t>
            </w:r>
            <w:proofErr w:type="spellEnd"/>
            <w:r>
              <w:rPr>
                <w:lang w:val="en-US" w:eastAsia="en-US"/>
              </w:rPr>
              <w:t>)</w:t>
            </w:r>
          </w:p>
          <w:p w:rsidR="003C59A8" w:rsidRDefault="003C59A8" w:rsidP="003C59A8">
            <w:pPr>
              <w:pStyle w:val="Box"/>
            </w:pPr>
            <w:r w:rsidRPr="00E80FAB">
              <w:t xml:space="preserve">The </w:t>
            </w:r>
            <w:r>
              <w:rPr>
                <w:lang w:val="en-US" w:eastAsia="en-US"/>
              </w:rPr>
              <w:t>Youth Homeless Jobseeker Trial (</w:t>
            </w:r>
            <w:proofErr w:type="spellStart"/>
            <w:r w:rsidRPr="00E80FAB">
              <w:t>YP4</w:t>
            </w:r>
            <w:proofErr w:type="spellEnd"/>
            <w:r>
              <w:t xml:space="preserve">) ran from 2005 to 2008 at four locations in Victoria, and was intended to ascertain the benefits of case management. </w:t>
            </w:r>
            <w:proofErr w:type="spellStart"/>
            <w:r>
              <w:t>YP4</w:t>
            </w:r>
            <w:proofErr w:type="spellEnd"/>
            <w:r>
              <w:t xml:space="preserve"> was designed to be a randomised control trial — eligible individuals (homeless people under 35, receiving </w:t>
            </w:r>
            <w:proofErr w:type="spellStart"/>
            <w:r>
              <w:t>Newstart</w:t>
            </w:r>
            <w:proofErr w:type="spellEnd"/>
            <w:r>
              <w:t xml:space="preserve"> or Youth Allowance) were to be randomly assigned to a treatment or a control group. Each member of the treatment group was assigned a case manager, who was supposed to meet with the client regularly, discuss their needs, direct them to the appropriate services and, if required, assist them in accessing those services. </w:t>
            </w:r>
            <w:proofErr w:type="spellStart"/>
            <w:r>
              <w:t>YP4</w:t>
            </w:r>
            <w:proofErr w:type="spellEnd"/>
            <w:r>
              <w:t xml:space="preserve"> did not involve any new services — the members of the control group had access to the same services, but were not assigned a case manager. </w:t>
            </w:r>
          </w:p>
          <w:p w:rsidR="003C59A8" w:rsidRDefault="003C59A8" w:rsidP="003C59A8">
            <w:pPr>
              <w:pStyle w:val="Box"/>
            </w:pPr>
            <w:r>
              <w:t>The trial’s evaluation done by the Melbourne Institute found that it had a number of problems:</w:t>
            </w:r>
          </w:p>
          <w:p w:rsidR="003C59A8" w:rsidRDefault="003C59A8" w:rsidP="003C59A8">
            <w:pPr>
              <w:pStyle w:val="BoxListBullet"/>
            </w:pPr>
            <w:r>
              <w:t>the rate of recruitment was lower than expected, partly because recruitment was initially based on ‘spontaneous recognition’ by Centrelink staff. This approach was later replaced by identification using Centrelink payments administration data. However, these data did not include the clients’ homelessness status</w:t>
            </w:r>
          </w:p>
          <w:p w:rsidR="003C59A8" w:rsidRDefault="003C59A8" w:rsidP="003C59A8">
            <w:pPr>
              <w:pStyle w:val="BoxListBullet"/>
            </w:pPr>
            <w:r>
              <w:t>assignment to the treatment or control groups was not completely random</w:t>
            </w:r>
          </w:p>
          <w:p w:rsidR="003C59A8" w:rsidRDefault="003C59A8" w:rsidP="003C59A8">
            <w:pPr>
              <w:pStyle w:val="BoxListBullet"/>
            </w:pPr>
            <w:r>
              <w:t>case managers were allocated very little time for each client</w:t>
            </w:r>
            <w:r w:rsidRPr="00944D61">
              <w:t xml:space="preserve"> </w:t>
            </w:r>
          </w:p>
          <w:p w:rsidR="003C59A8" w:rsidRPr="00944D61" w:rsidRDefault="003C59A8" w:rsidP="003C59A8">
            <w:pPr>
              <w:pStyle w:val="BoxListBullet"/>
            </w:pPr>
            <w:r w:rsidRPr="00944D61">
              <w:t>20 per cent of participants had no contact with their case manager.</w:t>
            </w:r>
            <w:r>
              <w:t xml:space="preserve"> </w:t>
            </w:r>
          </w:p>
          <w:p w:rsidR="003C59A8" w:rsidRPr="00944D61" w:rsidRDefault="003C59A8" w:rsidP="003C59A8">
            <w:pPr>
              <w:pStyle w:val="Box"/>
            </w:pPr>
            <w:r w:rsidRPr="00944D61">
              <w:t xml:space="preserve">The evaluation showed that the program did not have a significant effect on the economic or psychological wellbeing of treatment group participants. This was linked in part to the issues </w:t>
            </w:r>
            <w:r>
              <w:t>with</w:t>
            </w:r>
            <w:r w:rsidRPr="00944D61">
              <w:t xml:space="preserve"> the program’s implementation (Borland, Tseng and Wilkins 2013).</w:t>
            </w:r>
          </w:p>
          <w:p w:rsidR="003C59A8" w:rsidRDefault="003C59A8" w:rsidP="003C59A8">
            <w:pPr>
              <w:pStyle w:val="BoxHeading1"/>
            </w:pPr>
            <w:proofErr w:type="spellStart"/>
            <w:r>
              <w:rPr>
                <w:lang w:val="en-US" w:eastAsia="en-US"/>
              </w:rPr>
              <w:t>Centres</w:t>
            </w:r>
            <w:proofErr w:type="spellEnd"/>
            <w:r>
              <w:rPr>
                <w:lang w:val="en-US" w:eastAsia="en-US"/>
              </w:rPr>
              <w:t xml:space="preserve"> for Work and Learning</w:t>
            </w:r>
          </w:p>
          <w:p w:rsidR="003C59A8" w:rsidRDefault="003C59A8" w:rsidP="003C59A8">
            <w:pPr>
              <w:pStyle w:val="Box"/>
            </w:pPr>
            <w:r>
              <w:rPr>
                <w:szCs w:val="24"/>
              </w:rPr>
              <w:t xml:space="preserve">Also in Victoria, five Centres for Work and Learning </w:t>
            </w:r>
            <w:r>
              <w:t>offer integrated case management to disadvantaged people, focusing on public housing tenants.</w:t>
            </w:r>
            <w:r w:rsidRPr="002E0F73">
              <w:rPr>
                <w:szCs w:val="24"/>
              </w:rPr>
              <w:t xml:space="preserve"> The </w:t>
            </w:r>
            <w:r>
              <w:rPr>
                <w:szCs w:val="24"/>
              </w:rPr>
              <w:t>Brotherhood of St Laurence</w:t>
            </w:r>
            <w:r w:rsidRPr="002E0F73">
              <w:rPr>
                <w:szCs w:val="24"/>
              </w:rPr>
              <w:t xml:space="preserve"> </w:t>
            </w:r>
            <w:r>
              <w:rPr>
                <w:szCs w:val="24"/>
              </w:rPr>
              <w:t xml:space="preserve">established the first centre in 2005 in the Melbourne suburb of Fitzroy. </w:t>
            </w:r>
            <w:r>
              <w:t>Clients mostly self</w:t>
            </w:r>
            <w:r>
              <w:noBreakHyphen/>
              <w:t xml:space="preserve">refer to the centres, although the centres’ case managers also work within public housing estates, to try and reach disengaged clients </w:t>
            </w:r>
            <w:r w:rsidRPr="00487C4C">
              <w:rPr>
                <w:rFonts w:cs="Times"/>
                <w:szCs w:val="24"/>
              </w:rPr>
              <w:t>(Brotherhood of St Laurence 2012)</w:t>
            </w:r>
            <w:r>
              <w:t xml:space="preserve">. Apart from outreach to residents, the centres also approach prospective employers, and support them (as well as job seekers) to ensure employment is sustainable. </w:t>
            </w:r>
          </w:p>
          <w:p w:rsidR="003C59A8" w:rsidRPr="00E8066C" w:rsidRDefault="003C59A8" w:rsidP="003C59A8">
            <w:pPr>
              <w:pStyle w:val="Box"/>
              <w:rPr>
                <w:spacing w:val="-2"/>
              </w:rPr>
            </w:pPr>
            <w:r w:rsidRPr="00E8066C">
              <w:rPr>
                <w:spacing w:val="-2"/>
              </w:rPr>
              <w:t xml:space="preserve">In its evaluation of the first centre in Fitzroy, the </w:t>
            </w:r>
            <w:r w:rsidRPr="00E8066C">
              <w:rPr>
                <w:spacing w:val="-2"/>
                <w:szCs w:val="24"/>
              </w:rPr>
              <w:t xml:space="preserve">Brotherhood of St Laurence </w:t>
            </w:r>
            <w:r w:rsidRPr="00E8066C">
              <w:rPr>
                <w:spacing w:val="-2"/>
              </w:rPr>
              <w:t xml:space="preserve">has reported that it delivered employment outcomes that were comparable to those achieved by Job Services Australia </w:t>
            </w:r>
            <w:r w:rsidRPr="00E8066C">
              <w:rPr>
                <w:spacing w:val="-2"/>
                <w:szCs w:val="24"/>
              </w:rPr>
              <w:t>(Horn 2012)</w:t>
            </w:r>
            <w:r w:rsidRPr="00E8066C">
              <w:rPr>
                <w:spacing w:val="-2"/>
              </w:rPr>
              <w:t xml:space="preserve">. This was seen as a positive outcome, as the </w:t>
            </w:r>
            <w:r w:rsidRPr="00E8066C">
              <w:rPr>
                <w:spacing w:val="-2"/>
                <w:szCs w:val="24"/>
              </w:rPr>
              <w:t>Brotherhood of St Laurence</w:t>
            </w:r>
            <w:r w:rsidRPr="00E8066C">
              <w:rPr>
                <w:spacing w:val="-2"/>
              </w:rPr>
              <w:t xml:space="preserve"> considered that the centre’s clients faced particularly high barriers to employment </w:t>
            </w:r>
            <w:r w:rsidRPr="00E8066C">
              <w:rPr>
                <w:rFonts w:cs="Times"/>
                <w:spacing w:val="-2"/>
                <w:szCs w:val="24"/>
              </w:rPr>
              <w:t>(Brotherhood of St Laurence 2012)</w:t>
            </w:r>
            <w:r w:rsidRPr="00E8066C">
              <w:rPr>
                <w:spacing w:val="-2"/>
              </w:rPr>
              <w:t xml:space="preserve">. Similar results were reported in a later evaluation, which encompassed all five centres currently operating in Victoria </w:t>
            </w:r>
            <w:r w:rsidRPr="00E8066C">
              <w:rPr>
                <w:spacing w:val="-2"/>
                <w:szCs w:val="24"/>
              </w:rPr>
              <w:t>(</w:t>
            </w:r>
            <w:proofErr w:type="spellStart"/>
            <w:r w:rsidRPr="00E8066C">
              <w:rPr>
                <w:spacing w:val="-2"/>
                <w:szCs w:val="24"/>
              </w:rPr>
              <w:t>Bodsworth</w:t>
            </w:r>
            <w:proofErr w:type="spellEnd"/>
            <w:r w:rsidRPr="00E8066C">
              <w:rPr>
                <w:spacing w:val="-2"/>
                <w:szCs w:val="24"/>
              </w:rPr>
              <w:t> 2014)</w:t>
            </w:r>
            <w:r w:rsidRPr="00E8066C">
              <w:rPr>
                <w:spacing w:val="-2"/>
              </w:rPr>
              <w:t xml:space="preserve">. The results may have been affected by the fact that clients chose to join the centres, which indicates </w:t>
            </w:r>
            <w:r>
              <w:rPr>
                <w:spacing w:val="-2"/>
              </w:rPr>
              <w:t xml:space="preserve">a </w:t>
            </w:r>
            <w:r w:rsidRPr="00E8066C">
              <w:rPr>
                <w:spacing w:val="-2"/>
              </w:rPr>
              <w:t>high willingness to find a job.</w:t>
            </w:r>
          </w:p>
        </w:tc>
      </w:tr>
      <w:tr w:rsidR="003C59A8" w:rsidTr="003C59A8">
        <w:trPr>
          <w:cantSplit/>
        </w:trPr>
        <w:tc>
          <w:tcPr>
            <w:tcW w:w="8771" w:type="dxa"/>
            <w:tcBorders>
              <w:top w:val="nil"/>
              <w:left w:val="nil"/>
              <w:bottom w:val="single" w:sz="6" w:space="0" w:color="78A22F"/>
              <w:right w:val="nil"/>
            </w:tcBorders>
            <w:shd w:val="clear" w:color="auto" w:fill="F2F2F2"/>
          </w:tcPr>
          <w:p w:rsidR="003C59A8" w:rsidRDefault="003C59A8" w:rsidP="003C59A8">
            <w:pPr>
              <w:pStyle w:val="Box"/>
              <w:spacing w:before="0" w:line="120" w:lineRule="exact"/>
            </w:pPr>
          </w:p>
        </w:tc>
      </w:tr>
      <w:tr w:rsidR="003C59A8" w:rsidRPr="000863A5"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p w:rsidR="003C59A8" w:rsidRDefault="003C59A8" w:rsidP="003C59A8">
      <w:pPr>
        <w:pStyle w:val="Heading3"/>
      </w:pPr>
      <w:r>
        <w:lastRenderedPageBreak/>
        <w:t>Financial incentives</w:t>
      </w:r>
    </w:p>
    <w:p w:rsidR="003C59A8" w:rsidRDefault="003C59A8" w:rsidP="003C59A8">
      <w:pPr>
        <w:pStyle w:val="BodyText"/>
      </w:pPr>
      <w:r>
        <w:t xml:space="preserve">Once unemployed public housing tenants find a job, and their employment income rises, they face high </w:t>
      </w:r>
      <w:proofErr w:type="spellStart"/>
      <w:r>
        <w:t>EMTRs</w:t>
      </w:r>
      <w:proofErr w:type="spellEnd"/>
      <w:r>
        <w:t xml:space="preserve">, in part due to an increase in rents. As a result, they may see only a small increase in their disposable income (chapter 2). A number of policies are already in place to ease the financial transition into work for income support recipients in </w:t>
      </w:r>
      <w:r w:rsidRPr="00F747D9">
        <w:t>public housing (box</w:t>
      </w:r>
      <w:r>
        <w:t> </w:t>
      </w:r>
      <w:r w:rsidRPr="00F747D9">
        <w:t>5.</w:t>
      </w:r>
      <w:r>
        <w:t>5</w:t>
      </w:r>
      <w:r w:rsidRPr="00F747D9">
        <w:t>).</w:t>
      </w:r>
    </w:p>
    <w:p w:rsidR="003C59A8" w:rsidRDefault="003C59A8" w:rsidP="003C59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Tr="003C59A8">
        <w:tc>
          <w:tcPr>
            <w:tcW w:w="8771" w:type="dxa"/>
            <w:tcBorders>
              <w:top w:val="single" w:sz="6" w:space="0" w:color="78A22F"/>
              <w:left w:val="nil"/>
              <w:bottom w:val="nil"/>
              <w:right w:val="nil"/>
            </w:tcBorders>
            <w:shd w:val="clear" w:color="auto" w:fill="F2F2F2"/>
          </w:tcPr>
          <w:p w:rsidR="003C59A8" w:rsidRDefault="003C59A8" w:rsidP="003C59A8">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5.</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5</w:t>
            </w:r>
            <w:r>
              <w:rPr>
                <w:b w:val="0"/>
              </w:rPr>
              <w:fldChar w:fldCharType="end"/>
            </w:r>
            <w:r>
              <w:tab/>
              <w:t>Financial incentives for public housing residents moving into employment</w:t>
            </w:r>
          </w:p>
        </w:tc>
      </w:tr>
      <w:tr w:rsidR="003C59A8" w:rsidTr="003C59A8">
        <w:trPr>
          <w:cantSplit/>
        </w:trPr>
        <w:tc>
          <w:tcPr>
            <w:tcW w:w="8771" w:type="dxa"/>
            <w:tcBorders>
              <w:top w:val="nil"/>
              <w:left w:val="nil"/>
              <w:bottom w:val="nil"/>
              <w:right w:val="nil"/>
            </w:tcBorders>
            <w:shd w:val="clear" w:color="auto" w:fill="F2F2F2"/>
          </w:tcPr>
          <w:p w:rsidR="003C59A8" w:rsidRDefault="003C59A8" w:rsidP="003C59A8">
            <w:pPr>
              <w:pStyle w:val="Box"/>
            </w:pPr>
            <w:r>
              <w:t xml:space="preserve">There are a number of policy initiatives in place that delay the increase in effective marginal tax rates experienced by income support recipients who find a job. Some of these initiatives are offered specifically to public housing tenants. </w:t>
            </w:r>
          </w:p>
          <w:p w:rsidR="003C59A8" w:rsidRDefault="003C59A8" w:rsidP="003C59A8">
            <w:pPr>
              <w:pStyle w:val="BoxListBullet"/>
            </w:pPr>
            <w:r>
              <w:t>Working credits allow income support recipients to accrue credits while they are not working, which they can use to offset their employment income once they get a job. This allows individuals to continue receiving Centrelink benefits for a short while, even after their income has risen above the cut</w:t>
            </w:r>
            <w:r>
              <w:noBreakHyphen/>
              <w:t xml:space="preserve">off level. Most recipients can accumulate working credits to offset income of up to $1000 — in effect, this would allow them to receive </w:t>
            </w:r>
            <w:proofErr w:type="spellStart"/>
            <w:r>
              <w:t>Newstart</w:t>
            </w:r>
            <w:proofErr w:type="spellEnd"/>
            <w:r>
              <w:t xml:space="preserve"> Allowance for an additional fortnight if they take up a full time job at the minimum wage. </w:t>
            </w:r>
          </w:p>
          <w:p w:rsidR="003C59A8" w:rsidRDefault="003C59A8" w:rsidP="003C59A8">
            <w:pPr>
              <w:pStyle w:val="BoxListBullet"/>
              <w:numPr>
                <w:ilvl w:val="0"/>
                <w:numId w:val="0"/>
              </w:numPr>
              <w:ind w:left="284"/>
              <w:rPr>
                <w:szCs w:val="24"/>
              </w:rPr>
            </w:pPr>
            <w:r>
              <w:t xml:space="preserve">Working credits are available to all income support recipients of working age, with the exception of full time students and apprentices receiving Youth Allowance and </w:t>
            </w:r>
            <w:proofErr w:type="spellStart"/>
            <w:r>
              <w:t>Austudy</w:t>
            </w:r>
            <w:proofErr w:type="spellEnd"/>
            <w:r>
              <w:t xml:space="preserve">, who can access the Student Income Bank. This program operates in a very similar way to working credits, but with much higher income and accrual limits. It allows participants to generate income of up to $472 a fortnight, and continue to accrue credits. Accrued credits can be used to offset a total income of up to $10 600 </w:t>
            </w:r>
            <w:r w:rsidRPr="00A418F5">
              <w:rPr>
                <w:rFonts w:cs="Arial"/>
                <w:szCs w:val="24"/>
              </w:rPr>
              <w:t>(</w:t>
            </w:r>
            <w:proofErr w:type="spellStart"/>
            <w:r w:rsidRPr="00A418F5">
              <w:rPr>
                <w:rFonts w:cs="Arial"/>
                <w:szCs w:val="24"/>
              </w:rPr>
              <w:t>DHS</w:t>
            </w:r>
            <w:proofErr w:type="spellEnd"/>
            <w:r w:rsidRPr="00A418F5">
              <w:rPr>
                <w:rFonts w:cs="Arial"/>
                <w:szCs w:val="24"/>
              </w:rPr>
              <w:t> </w:t>
            </w:r>
            <w:proofErr w:type="spellStart"/>
            <w:r w:rsidRPr="00A418F5">
              <w:rPr>
                <w:rFonts w:cs="Arial"/>
                <w:szCs w:val="24"/>
              </w:rPr>
              <w:t>2014</w:t>
            </w:r>
            <w:r>
              <w:rPr>
                <w:rFonts w:cs="Arial"/>
                <w:szCs w:val="24"/>
              </w:rPr>
              <w:t>a</w:t>
            </w:r>
            <w:proofErr w:type="spellEnd"/>
            <w:r w:rsidRPr="00A418F5">
              <w:rPr>
                <w:rFonts w:cs="Arial"/>
                <w:szCs w:val="24"/>
              </w:rPr>
              <w:t xml:space="preserve">; </w:t>
            </w:r>
            <w:proofErr w:type="spellStart"/>
            <w:r w:rsidRPr="00A418F5">
              <w:rPr>
                <w:rFonts w:cs="Arial"/>
                <w:szCs w:val="24"/>
              </w:rPr>
              <w:t>DSS</w:t>
            </w:r>
            <w:proofErr w:type="spellEnd"/>
            <w:r w:rsidRPr="00A418F5">
              <w:rPr>
                <w:rFonts w:cs="Arial"/>
                <w:szCs w:val="24"/>
              </w:rPr>
              <w:t> 2015)</w:t>
            </w:r>
            <w:r>
              <w:t xml:space="preserve">. </w:t>
            </w:r>
          </w:p>
          <w:p w:rsidR="003C59A8" w:rsidRPr="00E8066C" w:rsidRDefault="003C59A8" w:rsidP="003C59A8">
            <w:pPr>
              <w:pStyle w:val="BoxListBullet"/>
              <w:numPr>
                <w:ilvl w:val="0"/>
                <w:numId w:val="0"/>
              </w:numPr>
              <w:ind w:left="284"/>
              <w:rPr>
                <w:spacing w:val="-2"/>
              </w:rPr>
            </w:pPr>
            <w:r w:rsidRPr="00E8066C">
              <w:rPr>
                <w:spacing w:val="-2"/>
              </w:rPr>
              <w:t xml:space="preserve">In 2008, an evaluation of the working credits program found that it increased employment rates and earnings for recipients. For example, employment rates for single women receiving parenting payments increased by nine percentage points, and reached about 35 per cent, as a result of the introduction of working credits. Effects were weaker for other types of recipients, with the employment rates of men on unemployment benefits estimated to have risen by two percentage points, to about 20 per cent </w:t>
            </w:r>
            <w:r w:rsidRPr="00E8066C">
              <w:rPr>
                <w:rFonts w:cs="Arial"/>
                <w:spacing w:val="-2"/>
                <w:szCs w:val="24"/>
              </w:rPr>
              <w:t xml:space="preserve">(Leigh, Wilkins and van </w:t>
            </w:r>
            <w:proofErr w:type="spellStart"/>
            <w:r w:rsidRPr="00E8066C">
              <w:rPr>
                <w:rFonts w:cs="Arial"/>
                <w:spacing w:val="-2"/>
                <w:szCs w:val="24"/>
              </w:rPr>
              <w:t>Zijl</w:t>
            </w:r>
            <w:proofErr w:type="spellEnd"/>
            <w:r w:rsidRPr="00E8066C">
              <w:rPr>
                <w:rFonts w:cs="Arial"/>
                <w:spacing w:val="-2"/>
                <w:szCs w:val="24"/>
              </w:rPr>
              <w:t xml:space="preserve"> de Jong 2008)</w:t>
            </w:r>
            <w:r w:rsidRPr="00E8066C">
              <w:rPr>
                <w:spacing w:val="-2"/>
              </w:rPr>
              <w:t>.</w:t>
            </w:r>
          </w:p>
          <w:p w:rsidR="003C59A8" w:rsidRDefault="003C59A8" w:rsidP="003C59A8">
            <w:pPr>
              <w:pStyle w:val="BoxListBullet"/>
              <w:numPr>
                <w:ilvl w:val="0"/>
                <w:numId w:val="0"/>
              </w:numPr>
              <w:ind w:left="284"/>
            </w:pPr>
            <w:r>
              <w:t xml:space="preserve">Eligible income support recipients who commence work are also able to keep their concession card and receive other payments, such as Family Tax Benefit A, at a higher rate for a limited period of time </w:t>
            </w:r>
            <w:r w:rsidRPr="00A418F5">
              <w:rPr>
                <w:rFonts w:cs="Arial"/>
                <w:szCs w:val="24"/>
              </w:rPr>
              <w:t>(</w:t>
            </w:r>
            <w:proofErr w:type="spellStart"/>
            <w:r w:rsidRPr="00A418F5">
              <w:rPr>
                <w:rFonts w:cs="Arial"/>
                <w:szCs w:val="24"/>
              </w:rPr>
              <w:t>DHS</w:t>
            </w:r>
            <w:proofErr w:type="spellEnd"/>
            <w:r w:rsidRPr="00A418F5">
              <w:rPr>
                <w:rFonts w:cs="Arial"/>
                <w:szCs w:val="24"/>
              </w:rPr>
              <w:t> </w:t>
            </w:r>
            <w:proofErr w:type="spellStart"/>
            <w:r w:rsidRPr="00A418F5">
              <w:rPr>
                <w:rFonts w:cs="Arial"/>
                <w:szCs w:val="24"/>
              </w:rPr>
              <w:t>2014</w:t>
            </w:r>
            <w:r>
              <w:rPr>
                <w:rFonts w:cs="Arial"/>
                <w:szCs w:val="24"/>
              </w:rPr>
              <w:t>a</w:t>
            </w:r>
            <w:proofErr w:type="spellEnd"/>
            <w:r w:rsidRPr="00A418F5">
              <w:rPr>
                <w:rFonts w:cs="Arial"/>
                <w:szCs w:val="24"/>
              </w:rPr>
              <w:t xml:space="preserve">; </w:t>
            </w:r>
            <w:proofErr w:type="spellStart"/>
            <w:r w:rsidRPr="00A418F5">
              <w:rPr>
                <w:rFonts w:cs="Arial"/>
                <w:szCs w:val="24"/>
              </w:rPr>
              <w:t>DSS</w:t>
            </w:r>
            <w:proofErr w:type="spellEnd"/>
            <w:r w:rsidRPr="00A418F5">
              <w:rPr>
                <w:rFonts w:cs="Arial"/>
                <w:szCs w:val="24"/>
              </w:rPr>
              <w:t> 2015)</w:t>
            </w:r>
            <w:r>
              <w:t>.</w:t>
            </w:r>
          </w:p>
          <w:p w:rsidR="003C59A8" w:rsidRDefault="003C59A8" w:rsidP="003C59A8">
            <w:pPr>
              <w:pStyle w:val="BoxListBullet"/>
            </w:pPr>
            <w:r>
              <w:t xml:space="preserve">The Commonwealth Government offers bonuses to eligible job seekers who get and keep a job, and to those who move for work. </w:t>
            </w:r>
          </w:p>
          <w:p w:rsidR="003C59A8" w:rsidRPr="000172BD" w:rsidRDefault="003C59A8" w:rsidP="003C59A8">
            <w:pPr>
              <w:pStyle w:val="BoxListBullet2"/>
            </w:pPr>
            <w:r>
              <w:rPr>
                <w:lang w:val="en"/>
              </w:rPr>
              <w:t xml:space="preserve">The ‘Job Commitment Bonus’ provides a payment of $6500 to eligible people aged 18 to 30 who </w:t>
            </w:r>
            <w:r w:rsidRPr="000172BD">
              <w:t xml:space="preserve">have been on </w:t>
            </w:r>
            <w:proofErr w:type="spellStart"/>
            <w:r w:rsidRPr="000172BD">
              <w:t>Newstart</w:t>
            </w:r>
            <w:proofErr w:type="spellEnd"/>
            <w:r w:rsidRPr="000172BD">
              <w:t xml:space="preserve"> Allowance or Youth Allowance (as a job seeker) for 12 months or more, if they find and keep a job and remain completely off welfare for a continuous period of 24 months. The bonus is paid in two instalments</w:t>
            </w:r>
            <w:r>
              <w:t xml:space="preserve">. As this is a new program, payments will only be made after July 2015 </w:t>
            </w:r>
            <w:r w:rsidRPr="00A418F5">
              <w:rPr>
                <w:rFonts w:cs="Arial"/>
                <w:szCs w:val="24"/>
              </w:rPr>
              <w:t>(DoE 2014)</w:t>
            </w:r>
            <w:r w:rsidRPr="000172BD">
              <w:t>.</w:t>
            </w:r>
          </w:p>
          <w:p w:rsidR="003C59A8" w:rsidRDefault="003C59A8" w:rsidP="003C59A8">
            <w:pPr>
              <w:pStyle w:val="BoxListBullet2"/>
            </w:pPr>
            <w:r w:rsidRPr="000172BD">
              <w:t xml:space="preserve">The </w:t>
            </w:r>
            <w:r>
              <w:t>‘</w:t>
            </w:r>
            <w:r w:rsidRPr="000172BD">
              <w:t>Relocation Assis</w:t>
            </w:r>
            <w:r>
              <w:t>tance to Take Up a Job’ program</w:t>
            </w:r>
            <w:r w:rsidRPr="000172BD">
              <w:t xml:space="preserve"> offers up to $9000 to eligible job seekers who move to start work</w:t>
            </w:r>
            <w:r>
              <w:t xml:space="preserve"> </w:t>
            </w:r>
            <w:r w:rsidRPr="00A418F5">
              <w:rPr>
                <w:rFonts w:cs="Arial"/>
                <w:szCs w:val="24"/>
              </w:rPr>
              <w:t>(DoE 2014)</w:t>
            </w:r>
            <w:r w:rsidRPr="000172BD">
              <w:t xml:space="preserve">. </w:t>
            </w:r>
          </w:p>
          <w:p w:rsidR="003C59A8" w:rsidRDefault="00E63421" w:rsidP="003C59A8">
            <w:pPr>
              <w:pStyle w:val="Continued"/>
            </w:pPr>
            <w:r>
              <w:t>(c</w:t>
            </w:r>
            <w:r w:rsidR="003C59A8">
              <w:t>ontinued next page</w:t>
            </w:r>
            <w:r>
              <w:t>)</w:t>
            </w:r>
          </w:p>
        </w:tc>
      </w:tr>
      <w:tr w:rsidR="003C59A8" w:rsidTr="003C59A8">
        <w:trPr>
          <w:cantSplit/>
        </w:trPr>
        <w:tc>
          <w:tcPr>
            <w:tcW w:w="8771" w:type="dxa"/>
            <w:tcBorders>
              <w:top w:val="nil"/>
              <w:left w:val="nil"/>
              <w:bottom w:val="single" w:sz="6" w:space="0" w:color="78A22F"/>
              <w:right w:val="nil"/>
            </w:tcBorders>
            <w:shd w:val="clear" w:color="auto" w:fill="F2F2F2"/>
          </w:tcPr>
          <w:p w:rsidR="003C59A8" w:rsidRDefault="003C59A8" w:rsidP="003C59A8">
            <w:pPr>
              <w:pStyle w:val="Box"/>
              <w:spacing w:before="0" w:line="120" w:lineRule="exact"/>
            </w:pPr>
          </w:p>
        </w:tc>
      </w:tr>
      <w:tr w:rsidR="003C59A8" w:rsidRPr="000863A5"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p w:rsidR="003C59A8" w:rsidRDefault="003C59A8" w:rsidP="003C59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Tr="003C59A8">
        <w:tc>
          <w:tcPr>
            <w:tcW w:w="8771" w:type="dxa"/>
            <w:tcBorders>
              <w:top w:val="single" w:sz="6" w:space="0" w:color="78A22F"/>
              <w:left w:val="nil"/>
              <w:bottom w:val="nil"/>
              <w:right w:val="nil"/>
            </w:tcBorders>
            <w:shd w:val="clear" w:color="auto" w:fill="F2F2F2"/>
          </w:tcPr>
          <w:p w:rsidR="003C59A8" w:rsidRDefault="003C59A8" w:rsidP="00E63421">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5.</w:t>
            </w:r>
            <w:r>
              <w:rPr>
                <w:b w:val="0"/>
              </w:rPr>
              <w:fldChar w:fldCharType="end"/>
            </w:r>
            <w:r>
              <w:rPr>
                <w:b w:val="0"/>
              </w:rPr>
              <w:t>5</w:t>
            </w:r>
            <w:r>
              <w:rPr>
                <w:b w:val="0"/>
              </w:rPr>
              <w:fldChar w:fldCharType="begin" w:fldLock="1"/>
            </w:r>
            <w:r>
              <w:rPr>
                <w:b w:val="0"/>
              </w:rPr>
              <w:instrText xml:space="preserve"> SEQ Box \* ARABIC </w:instrText>
            </w:r>
            <w:r>
              <w:rPr>
                <w:b w:val="0"/>
              </w:rPr>
              <w:fldChar w:fldCharType="end"/>
            </w:r>
            <w:r>
              <w:tab/>
            </w:r>
            <w:r w:rsidR="00E63421" w:rsidRPr="00E63421">
              <w:rPr>
                <w:b w:val="0"/>
                <w:sz w:val="18"/>
                <w:szCs w:val="18"/>
              </w:rPr>
              <w:t>(c</w:t>
            </w:r>
            <w:r w:rsidRPr="00E63421">
              <w:rPr>
                <w:b w:val="0"/>
                <w:sz w:val="18"/>
                <w:szCs w:val="18"/>
              </w:rPr>
              <w:t>ontinued</w:t>
            </w:r>
            <w:r w:rsidR="00E63421" w:rsidRPr="00E63421">
              <w:rPr>
                <w:b w:val="0"/>
                <w:sz w:val="18"/>
                <w:szCs w:val="18"/>
              </w:rPr>
              <w:t>)</w:t>
            </w:r>
          </w:p>
        </w:tc>
      </w:tr>
      <w:tr w:rsidR="003C59A8" w:rsidTr="003C59A8">
        <w:trPr>
          <w:cantSplit/>
        </w:trPr>
        <w:tc>
          <w:tcPr>
            <w:tcW w:w="8771" w:type="dxa"/>
            <w:tcBorders>
              <w:top w:val="nil"/>
              <w:left w:val="nil"/>
              <w:bottom w:val="nil"/>
              <w:right w:val="nil"/>
            </w:tcBorders>
            <w:shd w:val="clear" w:color="auto" w:fill="F2F2F2"/>
          </w:tcPr>
          <w:p w:rsidR="003C59A8" w:rsidRDefault="003C59A8" w:rsidP="003C59A8">
            <w:pPr>
              <w:pStyle w:val="BoxListBullet"/>
            </w:pPr>
            <w:r w:rsidRPr="00F14840">
              <w:t xml:space="preserve">New South Wales, Victoria, Queensland and the Northern Territory offer grace periods for public housing residents whose income rises after they secure employment. In these jurisdictions, tenants may be eligible to pay reduced rents for a period of up to six months before their rent is adjusted to reflect their new income </w:t>
            </w:r>
            <w:r w:rsidRPr="005718FD">
              <w:rPr>
                <w:rFonts w:cs="Arial"/>
                <w:szCs w:val="24"/>
              </w:rPr>
              <w:t>(</w:t>
            </w:r>
            <w:proofErr w:type="spellStart"/>
            <w:r w:rsidRPr="005718FD">
              <w:rPr>
                <w:rFonts w:cs="Arial"/>
                <w:szCs w:val="24"/>
              </w:rPr>
              <w:t>DHS</w:t>
            </w:r>
            <w:proofErr w:type="spellEnd"/>
            <w:r w:rsidRPr="005718FD">
              <w:rPr>
                <w:rFonts w:cs="Arial"/>
                <w:szCs w:val="24"/>
              </w:rPr>
              <w:t xml:space="preserve"> Vic 2014; Housing NSW 2015; Northern Territory Government 2014; Queensland Government 2014)</w:t>
            </w:r>
            <w:r w:rsidRPr="00F14840">
              <w:t>.</w:t>
            </w:r>
          </w:p>
        </w:tc>
      </w:tr>
      <w:tr w:rsidR="003C59A8" w:rsidTr="003C59A8">
        <w:trPr>
          <w:cantSplit/>
        </w:trPr>
        <w:tc>
          <w:tcPr>
            <w:tcW w:w="8771" w:type="dxa"/>
            <w:tcBorders>
              <w:top w:val="nil"/>
              <w:left w:val="nil"/>
              <w:bottom w:val="single" w:sz="6" w:space="0" w:color="78A22F"/>
              <w:right w:val="nil"/>
            </w:tcBorders>
            <w:shd w:val="clear" w:color="auto" w:fill="F2F2F2"/>
          </w:tcPr>
          <w:p w:rsidR="003C59A8" w:rsidRDefault="003C59A8" w:rsidP="003C59A8">
            <w:pPr>
              <w:pStyle w:val="Box"/>
              <w:spacing w:before="0" w:line="120" w:lineRule="exact"/>
            </w:pPr>
          </w:p>
        </w:tc>
      </w:tr>
      <w:tr w:rsidR="003C59A8" w:rsidRPr="000863A5"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p w:rsidR="003C59A8" w:rsidRPr="00583080" w:rsidRDefault="003C59A8" w:rsidP="003C59A8">
      <w:pPr>
        <w:pStyle w:val="BodyText"/>
      </w:pPr>
      <w:r w:rsidRPr="00EF7CF8">
        <w:t xml:space="preserve">A trial of integrated </w:t>
      </w:r>
      <w:r>
        <w:t>employment incentives could build on existing policies by offering proactive case management for a set of self</w:t>
      </w:r>
      <w:r>
        <w:noBreakHyphen/>
        <w:t>identified job seekers, accompanied by:</w:t>
      </w:r>
    </w:p>
    <w:p w:rsidR="003C59A8" w:rsidRDefault="003C59A8" w:rsidP="003C59A8">
      <w:pPr>
        <w:pStyle w:val="ListBullet"/>
      </w:pPr>
      <w:r>
        <w:t xml:space="preserve">a reduction in </w:t>
      </w:r>
      <w:proofErr w:type="spellStart"/>
      <w:r>
        <w:t>EMTRs</w:t>
      </w:r>
      <w:proofErr w:type="spellEnd"/>
      <w:r>
        <w:t xml:space="preserve"> for recipients of ISPs through larger employment bonuses. To achieve this, public housing tenants who find a job and receive an employment income that is high enough to cause a reduction in their ISP could receive a cash bonus after a set amount of time.</w:t>
      </w:r>
      <w:r w:rsidRPr="00FB6BD9">
        <w:rPr>
          <w:rStyle w:val="FootnoteReference"/>
        </w:rPr>
        <w:footnoteReference w:id="24"/>
      </w:r>
      <w:r>
        <w:t xml:space="preserve"> Tenants could continue to face the same </w:t>
      </w:r>
      <w:proofErr w:type="spellStart"/>
      <w:r>
        <w:t>EMTRs</w:t>
      </w:r>
      <w:proofErr w:type="spellEnd"/>
      <w:r>
        <w:t xml:space="preserve"> as currently apply, however, a proportion of their withdrawn ISP could be returned to them once they have passed employment milestones. Bonuses could be paid in instalments, for example after three and 12 months in continuous employment. A higher amount could be paid to those who also move out of public housing</w:t>
      </w:r>
    </w:p>
    <w:p w:rsidR="003C59A8" w:rsidRDefault="003C59A8" w:rsidP="003C59A8">
      <w:pPr>
        <w:pStyle w:val="ListBullet"/>
      </w:pPr>
      <w:r>
        <w:t>a grace period during which public housing rents do not rise despite the increase in the household wage. As outlined in box 5.5</w:t>
      </w:r>
      <w:r w:rsidRPr="00CB2690">
        <w:rPr>
          <w:rStyle w:val="BodyTextChar"/>
        </w:rPr>
        <w:t>, these are already available in some jurisdictions</w:t>
      </w:r>
      <w:r>
        <w:rPr>
          <w:rStyle w:val="BodyTextChar"/>
        </w:rPr>
        <w:t xml:space="preserve"> but not as part of a co</w:t>
      </w:r>
      <w:r>
        <w:rPr>
          <w:rStyle w:val="BodyTextChar"/>
        </w:rPr>
        <w:noBreakHyphen/>
        <w:t xml:space="preserve">ordinated effort to reduce </w:t>
      </w:r>
      <w:proofErr w:type="spellStart"/>
      <w:r>
        <w:rPr>
          <w:rStyle w:val="BodyTextChar"/>
        </w:rPr>
        <w:t>EMTRs</w:t>
      </w:r>
      <w:proofErr w:type="spellEnd"/>
      <w:r w:rsidRPr="00CB2690">
        <w:rPr>
          <w:rStyle w:val="BodyTextChar"/>
        </w:rPr>
        <w:t xml:space="preserve">. </w:t>
      </w:r>
      <w:r>
        <w:rPr>
          <w:rStyle w:val="BodyTextChar"/>
        </w:rPr>
        <w:t xml:space="preserve">They should only be offered once during the trial for eligible participants, to prevent tenants temporarily reducing their working hours and then reapplying for additional rent concessions. </w:t>
      </w:r>
    </w:p>
    <w:p w:rsidR="003C59A8" w:rsidRDefault="003C59A8" w:rsidP="003C59A8">
      <w:pPr>
        <w:pStyle w:val="BodyText"/>
      </w:pPr>
      <w:r>
        <w:t xml:space="preserve">The financial incentives offered as part of the trial could also be made available to public housing tenants who find a job without the support of case managers. </w:t>
      </w:r>
    </w:p>
    <w:p w:rsidR="003C59A8" w:rsidRDefault="003C59A8" w:rsidP="003C59A8">
      <w:pPr>
        <w:pStyle w:val="Heading3"/>
      </w:pPr>
      <w:r>
        <w:t>Evaluation strategy</w:t>
      </w:r>
    </w:p>
    <w:p w:rsidR="003C59A8" w:rsidRDefault="003C59A8" w:rsidP="003C59A8">
      <w:pPr>
        <w:pStyle w:val="BodyText"/>
      </w:pPr>
      <w:r>
        <w:t>The trial should include an evaluation framework, incorporating a cost–benefit analysis. To achieve this, detailed and consistent data should be collected on participants and providers, allowing comparisons across time. Administrative data could be used to identify trends among similar groups of public housing tenants who do not participate in the trial. Non</w:t>
      </w:r>
      <w:r>
        <w:noBreakHyphen/>
        <w:t>participants should be used as a comparison group, to help with an evaluation of whether any benefits arise from varying employment incentives. Additional information may need to be collected from a matched sample of non</w:t>
      </w:r>
      <w:r>
        <w:noBreakHyphen/>
        <w:t xml:space="preserve">participants, if administrative data do not include relevant variables, such as individuals’ level of education. </w:t>
      </w:r>
    </w:p>
    <w:p w:rsidR="003C59A8" w:rsidRDefault="003C59A8" w:rsidP="003C59A8">
      <w:pPr>
        <w:pStyle w:val="BodyText"/>
      </w:pPr>
      <w:r w:rsidRPr="00620475">
        <w:lastRenderedPageBreak/>
        <w:t xml:space="preserve">Findings from the evaluation </w:t>
      </w:r>
      <w:r>
        <w:t>could</w:t>
      </w:r>
      <w:r w:rsidRPr="00620475">
        <w:t xml:space="preserve"> inform future reform directions in the broader welfare system. This may be of particular importance </w:t>
      </w:r>
      <w:r>
        <w:t xml:space="preserve">in considering broader policy </w:t>
      </w:r>
      <w:r w:rsidRPr="00620475">
        <w:t xml:space="preserve">changes to </w:t>
      </w:r>
      <w:r>
        <w:t xml:space="preserve">address high </w:t>
      </w:r>
      <w:proofErr w:type="spellStart"/>
      <w:r w:rsidRPr="00620475">
        <w:t>EMTRs</w:t>
      </w:r>
      <w:proofErr w:type="spellEnd"/>
      <w:r w:rsidRPr="00620475">
        <w:t xml:space="preserve">. </w:t>
      </w:r>
      <w:r>
        <w:t>H</w:t>
      </w:r>
      <w:r w:rsidRPr="00620475">
        <w:t xml:space="preserve">igh </w:t>
      </w:r>
      <w:proofErr w:type="spellStart"/>
      <w:r w:rsidRPr="00620475">
        <w:t>EMTRs</w:t>
      </w:r>
      <w:proofErr w:type="spellEnd"/>
      <w:r w:rsidRPr="00620475">
        <w:t xml:space="preserve"> are a result of the means testing inherent in the </w:t>
      </w:r>
      <w:r>
        <w:t xml:space="preserve">Australian </w:t>
      </w:r>
      <w:r w:rsidRPr="00620475">
        <w:t>tax and transfer</w:t>
      </w:r>
      <w:r>
        <w:t xml:space="preserve"> system. E</w:t>
      </w:r>
      <w:r w:rsidRPr="00620475">
        <w:t>xtend</w:t>
      </w:r>
      <w:r>
        <w:t>ing</w:t>
      </w:r>
      <w:r w:rsidRPr="00620475">
        <w:t xml:space="preserve"> the income range over which people are eligible for some income support</w:t>
      </w:r>
      <w:r>
        <w:t xml:space="preserve"> would lower </w:t>
      </w:r>
      <w:proofErr w:type="spellStart"/>
      <w:r>
        <w:t>EMTRs</w:t>
      </w:r>
      <w:proofErr w:type="spellEnd"/>
      <w:r w:rsidRPr="00620475">
        <w:t xml:space="preserve">, </w:t>
      </w:r>
      <w:r>
        <w:t>but could also lead</w:t>
      </w:r>
      <w:r w:rsidRPr="00620475">
        <w:t xml:space="preserve"> to higher budget outlays on welfare</w:t>
      </w:r>
      <w:r>
        <w:t xml:space="preserve"> </w:t>
      </w:r>
      <w:r w:rsidRPr="00AC58FB">
        <w:rPr>
          <w:szCs w:val="24"/>
        </w:rPr>
        <w:t>(</w:t>
      </w:r>
      <w:proofErr w:type="spellStart"/>
      <w:r w:rsidRPr="00AC58FB">
        <w:rPr>
          <w:szCs w:val="24"/>
        </w:rPr>
        <w:t>DWP</w:t>
      </w:r>
      <w:proofErr w:type="spellEnd"/>
      <w:r w:rsidRPr="00AC58FB">
        <w:rPr>
          <w:szCs w:val="24"/>
        </w:rPr>
        <w:t> 2010)</w:t>
      </w:r>
      <w:r w:rsidRPr="00620475">
        <w:t>.</w:t>
      </w:r>
      <w:r>
        <w:t xml:space="preserve"> At the same time, by increasing take</w:t>
      </w:r>
      <w:r>
        <w:noBreakHyphen/>
        <w:t xml:space="preserve">home pay, lower </w:t>
      </w:r>
      <w:proofErr w:type="spellStart"/>
      <w:r>
        <w:t>EMTRs</w:t>
      </w:r>
      <w:proofErr w:type="spellEnd"/>
      <w:r>
        <w:t xml:space="preserve"> may have positive effects on workforce participation </w:t>
      </w:r>
      <w:r w:rsidRPr="0028708F">
        <w:rPr>
          <w:szCs w:val="24"/>
        </w:rPr>
        <w:t>(</w:t>
      </w:r>
      <w:proofErr w:type="spellStart"/>
      <w:r w:rsidRPr="0028708F">
        <w:rPr>
          <w:szCs w:val="24"/>
        </w:rPr>
        <w:t>Pareliussen</w:t>
      </w:r>
      <w:proofErr w:type="spellEnd"/>
      <w:r w:rsidRPr="0028708F">
        <w:rPr>
          <w:szCs w:val="24"/>
        </w:rPr>
        <w:t> 2013)</w:t>
      </w:r>
      <w:r>
        <w:t xml:space="preserve">. The United Kingdom is currently reforming its welfare system, including its housing assistance policies, and is reducing </w:t>
      </w:r>
      <w:proofErr w:type="spellStart"/>
      <w:r>
        <w:t>EMTRs</w:t>
      </w:r>
      <w:proofErr w:type="spellEnd"/>
      <w:r>
        <w:t xml:space="preserve"> (box </w:t>
      </w:r>
      <w:r w:rsidRPr="00F747D9">
        <w:t>5.</w:t>
      </w:r>
      <w:r>
        <w:t>6</w:t>
      </w:r>
      <w:r w:rsidRPr="00F747D9">
        <w:t>). Lessons learnt from this process may be informative for Australian policy makers.</w:t>
      </w:r>
    </w:p>
    <w:p w:rsidR="003C59A8" w:rsidRDefault="003C59A8" w:rsidP="003C59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Tr="003C59A8">
        <w:tc>
          <w:tcPr>
            <w:tcW w:w="8771" w:type="dxa"/>
            <w:tcBorders>
              <w:top w:val="single" w:sz="6" w:space="0" w:color="78A22F"/>
              <w:left w:val="nil"/>
              <w:bottom w:val="nil"/>
              <w:right w:val="nil"/>
            </w:tcBorders>
            <w:shd w:val="clear" w:color="auto" w:fill="F2F2F2"/>
          </w:tcPr>
          <w:p w:rsidR="003C59A8" w:rsidRDefault="003C59A8" w:rsidP="003C59A8">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5.</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6</w:t>
            </w:r>
            <w:r>
              <w:rPr>
                <w:b w:val="0"/>
              </w:rPr>
              <w:fldChar w:fldCharType="end"/>
            </w:r>
            <w:r>
              <w:tab/>
              <w:t xml:space="preserve">Lowering </w:t>
            </w:r>
            <w:proofErr w:type="spellStart"/>
            <w:r>
              <w:t>EMTRs</w:t>
            </w:r>
            <w:proofErr w:type="spellEnd"/>
            <w:r>
              <w:t xml:space="preserve"> to boost workforce participation: The UK welfare reform</w:t>
            </w:r>
          </w:p>
        </w:tc>
      </w:tr>
      <w:tr w:rsidR="003C59A8" w:rsidTr="003C59A8">
        <w:trPr>
          <w:cantSplit/>
        </w:trPr>
        <w:tc>
          <w:tcPr>
            <w:tcW w:w="8771" w:type="dxa"/>
            <w:tcBorders>
              <w:top w:val="nil"/>
              <w:left w:val="nil"/>
              <w:bottom w:val="nil"/>
              <w:right w:val="nil"/>
            </w:tcBorders>
            <w:shd w:val="clear" w:color="auto" w:fill="F2F2F2"/>
          </w:tcPr>
          <w:p w:rsidR="003C59A8" w:rsidRDefault="003C59A8" w:rsidP="003C59A8">
            <w:pPr>
              <w:pStyle w:val="Box"/>
            </w:pPr>
            <w:r>
              <w:t xml:space="preserve">Successive governments in the United Kingdom have been concerned about the effects of welfare payments and, in particular, housing assistance, on workforce participation (see, for example, </w:t>
            </w:r>
            <w:proofErr w:type="spellStart"/>
            <w:r w:rsidRPr="00A03764">
              <w:rPr>
                <w:rFonts w:cs="Arial"/>
                <w:szCs w:val="24"/>
              </w:rPr>
              <w:t>DERT</w:t>
            </w:r>
            <w:proofErr w:type="spellEnd"/>
            <w:r w:rsidRPr="00A03764">
              <w:rPr>
                <w:rFonts w:cs="Arial"/>
                <w:szCs w:val="24"/>
              </w:rPr>
              <w:t> 2000)</w:t>
            </w:r>
            <w:r>
              <w:t>. Housing benefit payment rules, as well as other income support policies, have been changed repeatedly in an attempt to improve work incentives. This has resulted in a highly complex payment system, with effective marginal tax rates (</w:t>
            </w:r>
            <w:proofErr w:type="spellStart"/>
            <w:r>
              <w:t>EMTRs</w:t>
            </w:r>
            <w:proofErr w:type="spellEnd"/>
            <w:r>
              <w:t xml:space="preserve">) of almost 100 per cent in some cases </w:t>
            </w:r>
            <w:r w:rsidRPr="000842F2">
              <w:rPr>
                <w:rFonts w:cs="Arial"/>
                <w:szCs w:val="24"/>
              </w:rPr>
              <w:t>(</w:t>
            </w:r>
            <w:proofErr w:type="spellStart"/>
            <w:r w:rsidRPr="000842F2">
              <w:rPr>
                <w:rFonts w:cs="Arial"/>
                <w:szCs w:val="24"/>
              </w:rPr>
              <w:t>DWP</w:t>
            </w:r>
            <w:proofErr w:type="spellEnd"/>
            <w:r w:rsidRPr="000842F2">
              <w:rPr>
                <w:rFonts w:cs="Arial"/>
                <w:szCs w:val="24"/>
              </w:rPr>
              <w:t> 2010)</w:t>
            </w:r>
            <w:r>
              <w:t xml:space="preserve">. </w:t>
            </w:r>
          </w:p>
          <w:p w:rsidR="003C59A8" w:rsidRPr="00DF690F" w:rsidRDefault="003C59A8" w:rsidP="003C59A8">
            <w:pPr>
              <w:pStyle w:val="Box"/>
            </w:pPr>
            <w:r>
              <w:t>The UK Government is overhauling its welfare system t</w:t>
            </w:r>
            <w:r w:rsidRPr="00DF690F">
              <w:t xml:space="preserve">o reduce regulatory complexity and encourage employment. Since 2013, the Government has been progressively rolling out </w:t>
            </w:r>
            <w:r>
              <w:t>‘u</w:t>
            </w:r>
            <w:r w:rsidRPr="00DF690F">
              <w:t>niversal credit</w:t>
            </w:r>
            <w:r>
              <w:t>’</w:t>
            </w:r>
            <w:r w:rsidRPr="00DF690F">
              <w:t xml:space="preserve">, which amalgamates the main welfare payments and tax credits available to healthy working age individuals, including housing and unemployment benefits. It is paid out based on nationally consistent rules, and withdrawn at a rate </w:t>
            </w:r>
            <w:r>
              <w:t xml:space="preserve">of 65 per cent </w:t>
            </w:r>
            <w:r w:rsidRPr="00DF690F">
              <w:t xml:space="preserve">as income rises (currently each type of payment has different taper rates). </w:t>
            </w:r>
            <w:r>
              <w:t xml:space="preserve">The highest </w:t>
            </w:r>
            <w:proofErr w:type="spellStart"/>
            <w:r>
              <w:t>EMTRs</w:t>
            </w:r>
            <w:proofErr w:type="spellEnd"/>
            <w:r w:rsidRPr="00DF690F">
              <w:t xml:space="preserve"> </w:t>
            </w:r>
            <w:r>
              <w:t>in the new system, for individuals who pay tax on employment income and receive benefits, reach 76 </w:t>
            </w:r>
            <w:r w:rsidRPr="00DF690F">
              <w:t>per</w:t>
            </w:r>
            <w:r>
              <w:t> </w:t>
            </w:r>
            <w:r w:rsidRPr="00DF690F">
              <w:t>cent (</w:t>
            </w:r>
            <w:proofErr w:type="spellStart"/>
            <w:r w:rsidRPr="00DF690F">
              <w:t>Pareliussen</w:t>
            </w:r>
            <w:proofErr w:type="spellEnd"/>
            <w:r w:rsidRPr="00DF690F">
              <w:t> 2013).</w:t>
            </w:r>
          </w:p>
          <w:p w:rsidR="003C59A8" w:rsidRDefault="003C59A8" w:rsidP="003C59A8">
            <w:pPr>
              <w:pStyle w:val="Box"/>
            </w:pPr>
            <w:r w:rsidRPr="00DF690F">
              <w:t xml:space="preserve">The UK Government expects the new welfare system to boost workforce participation, by increasing the financial rewards to find </w:t>
            </w:r>
            <w:r>
              <w:t xml:space="preserve">and keep a job. The new system </w:t>
            </w:r>
            <w:r w:rsidRPr="00DF690F">
              <w:t>lower</w:t>
            </w:r>
            <w:r>
              <w:t>s</w:t>
            </w:r>
            <w:r w:rsidRPr="00DF690F">
              <w:t xml:space="preserve"> </w:t>
            </w:r>
            <w:proofErr w:type="spellStart"/>
            <w:r>
              <w:t>EMTRs</w:t>
            </w:r>
            <w:proofErr w:type="spellEnd"/>
            <w:r w:rsidRPr="00DF690F">
              <w:t xml:space="preserve">, and increases the income households can </w:t>
            </w:r>
            <w:r>
              <w:t>earn</w:t>
            </w:r>
            <w:r w:rsidRPr="00DF690F">
              <w:t xml:space="preserve"> before they lose benefits. As a result, ‘the combined withdrawal of benefits and taxes from the lowest earners (who tend to have the least secure employment prospects) is always less than from higher earners’ (</w:t>
            </w:r>
            <w:proofErr w:type="spellStart"/>
            <w:r w:rsidRPr="00DF690F">
              <w:t>DWP</w:t>
            </w:r>
            <w:proofErr w:type="spellEnd"/>
            <w:r w:rsidRPr="00DF690F">
              <w:t xml:space="preserve"> 2010, p. 56). </w:t>
            </w:r>
            <w:r>
              <w:t xml:space="preserve">To receive benefits, each individual must comply with their ‘claimant commitment’, which varies according to their circumstances. For example, job seekers are required to actively look for work to remain eligible for benefits </w:t>
            </w:r>
            <w:r w:rsidRPr="000842F2">
              <w:rPr>
                <w:rFonts w:cs="Arial"/>
                <w:szCs w:val="24"/>
              </w:rPr>
              <w:t>(</w:t>
            </w:r>
            <w:proofErr w:type="spellStart"/>
            <w:r w:rsidRPr="000842F2">
              <w:rPr>
                <w:rFonts w:cs="Arial"/>
                <w:szCs w:val="24"/>
              </w:rPr>
              <w:t>DWP</w:t>
            </w:r>
            <w:proofErr w:type="spellEnd"/>
            <w:r w:rsidRPr="000842F2">
              <w:rPr>
                <w:rFonts w:cs="Arial"/>
                <w:szCs w:val="24"/>
              </w:rPr>
              <w:t> 2010)</w:t>
            </w:r>
            <w:r>
              <w:t>.</w:t>
            </w:r>
          </w:p>
          <w:p w:rsidR="003C59A8" w:rsidRDefault="003C59A8" w:rsidP="003C59A8">
            <w:pPr>
              <w:pStyle w:val="Box"/>
            </w:pPr>
            <w:r>
              <w:t xml:space="preserve">According to Government estimates, the introduction of universal credit will reduce the number of workless households by up to 300 000 </w:t>
            </w:r>
            <w:r w:rsidRPr="000842F2">
              <w:rPr>
                <w:rFonts w:cs="Arial"/>
                <w:szCs w:val="24"/>
              </w:rPr>
              <w:t>(</w:t>
            </w:r>
            <w:proofErr w:type="spellStart"/>
            <w:r w:rsidRPr="000842F2">
              <w:rPr>
                <w:rFonts w:cs="Arial"/>
                <w:szCs w:val="24"/>
              </w:rPr>
              <w:t>DWP</w:t>
            </w:r>
            <w:proofErr w:type="spellEnd"/>
            <w:r w:rsidRPr="000842F2">
              <w:rPr>
                <w:rFonts w:cs="Arial"/>
                <w:szCs w:val="24"/>
              </w:rPr>
              <w:t> 2010)</w:t>
            </w:r>
            <w:r>
              <w:t xml:space="preserve">, corresponding to about one per cent of the UK workforce </w:t>
            </w:r>
            <w:r w:rsidRPr="00000B4A">
              <w:rPr>
                <w:szCs w:val="24"/>
              </w:rPr>
              <w:t>(</w:t>
            </w:r>
            <w:proofErr w:type="spellStart"/>
            <w:r w:rsidRPr="00000B4A">
              <w:rPr>
                <w:szCs w:val="24"/>
              </w:rPr>
              <w:t>Pareliussen</w:t>
            </w:r>
            <w:proofErr w:type="spellEnd"/>
            <w:r w:rsidRPr="00000B4A">
              <w:rPr>
                <w:szCs w:val="24"/>
              </w:rPr>
              <w:t> 2013)</w:t>
            </w:r>
            <w:r>
              <w:t xml:space="preserve">. Evaluations of the universal credit rollout to date have showed that the ‘early evidence [on labour market outcomes under universal credit] is encouraging’ </w:t>
            </w:r>
            <w:r w:rsidRPr="001E2A88">
              <w:rPr>
                <w:rFonts w:cs="Arial"/>
                <w:szCs w:val="24"/>
              </w:rPr>
              <w:t>(</w:t>
            </w:r>
            <w:proofErr w:type="spellStart"/>
            <w:r w:rsidRPr="001E2A88">
              <w:rPr>
                <w:rFonts w:cs="Arial"/>
                <w:szCs w:val="24"/>
              </w:rPr>
              <w:t>DWP</w:t>
            </w:r>
            <w:proofErr w:type="spellEnd"/>
            <w:r w:rsidRPr="001E2A88">
              <w:rPr>
                <w:rFonts w:cs="Arial"/>
                <w:szCs w:val="24"/>
              </w:rPr>
              <w:t> 2014, p. 3)</w:t>
            </w:r>
            <w:r>
              <w:t>.</w:t>
            </w:r>
          </w:p>
          <w:p w:rsidR="003C59A8" w:rsidRDefault="00E63421" w:rsidP="003C59A8">
            <w:pPr>
              <w:pStyle w:val="Continued"/>
              <w:rPr>
                <w:szCs w:val="24"/>
              </w:rPr>
            </w:pPr>
            <w:r>
              <w:t>(c</w:t>
            </w:r>
            <w:r w:rsidR="003C59A8">
              <w:t>ontinued next page</w:t>
            </w:r>
            <w:r>
              <w:t>)</w:t>
            </w:r>
          </w:p>
        </w:tc>
      </w:tr>
      <w:tr w:rsidR="003C59A8" w:rsidTr="003C59A8">
        <w:trPr>
          <w:cantSplit/>
        </w:trPr>
        <w:tc>
          <w:tcPr>
            <w:tcW w:w="8771" w:type="dxa"/>
            <w:tcBorders>
              <w:top w:val="nil"/>
              <w:left w:val="nil"/>
              <w:bottom w:val="single" w:sz="6" w:space="0" w:color="78A22F"/>
              <w:right w:val="nil"/>
            </w:tcBorders>
            <w:shd w:val="clear" w:color="auto" w:fill="F2F2F2"/>
          </w:tcPr>
          <w:p w:rsidR="003C59A8" w:rsidRDefault="003C59A8" w:rsidP="003C59A8">
            <w:pPr>
              <w:pStyle w:val="Box"/>
              <w:spacing w:before="0" w:line="120" w:lineRule="exact"/>
            </w:pPr>
          </w:p>
        </w:tc>
      </w:tr>
      <w:tr w:rsidR="003C59A8" w:rsidRPr="000863A5"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p w:rsidR="003C59A8" w:rsidRDefault="003C59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Tr="003C59A8">
        <w:tc>
          <w:tcPr>
            <w:tcW w:w="8771" w:type="dxa"/>
            <w:tcBorders>
              <w:top w:val="single" w:sz="6" w:space="0" w:color="78A22F"/>
              <w:left w:val="nil"/>
              <w:bottom w:val="nil"/>
              <w:right w:val="nil"/>
            </w:tcBorders>
            <w:shd w:val="clear" w:color="auto" w:fill="F2F2F2"/>
          </w:tcPr>
          <w:p w:rsidR="003C59A8" w:rsidRDefault="003C59A8" w:rsidP="00E63421">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5.</w:t>
            </w:r>
            <w:r>
              <w:rPr>
                <w:b w:val="0"/>
              </w:rPr>
              <w:fldChar w:fldCharType="end"/>
            </w:r>
            <w:r w:rsidR="006359B6">
              <w:rPr>
                <w:b w:val="0"/>
              </w:rPr>
              <w:t>6</w:t>
            </w:r>
            <w:r>
              <w:tab/>
            </w:r>
            <w:r w:rsidR="00E63421" w:rsidRPr="00E63421">
              <w:rPr>
                <w:b w:val="0"/>
                <w:sz w:val="18"/>
                <w:szCs w:val="18"/>
              </w:rPr>
              <w:t>(c</w:t>
            </w:r>
            <w:r w:rsidRPr="00E63421">
              <w:rPr>
                <w:b w:val="0"/>
                <w:sz w:val="18"/>
                <w:szCs w:val="18"/>
              </w:rPr>
              <w:t>ontinued</w:t>
            </w:r>
            <w:r w:rsidR="00E63421" w:rsidRPr="00E63421">
              <w:rPr>
                <w:b w:val="0"/>
                <w:sz w:val="18"/>
                <w:szCs w:val="18"/>
              </w:rPr>
              <w:t>)</w:t>
            </w:r>
          </w:p>
        </w:tc>
      </w:tr>
      <w:tr w:rsidR="003C59A8" w:rsidTr="003C59A8">
        <w:trPr>
          <w:cantSplit/>
        </w:trPr>
        <w:tc>
          <w:tcPr>
            <w:tcW w:w="8771" w:type="dxa"/>
            <w:tcBorders>
              <w:top w:val="nil"/>
              <w:left w:val="nil"/>
              <w:bottom w:val="nil"/>
              <w:right w:val="nil"/>
            </w:tcBorders>
            <w:shd w:val="clear" w:color="auto" w:fill="F2F2F2"/>
          </w:tcPr>
          <w:p w:rsidR="003C59A8" w:rsidRDefault="003C59A8" w:rsidP="003C59A8">
            <w:pPr>
              <w:pStyle w:val="Box"/>
              <w:rPr>
                <w:szCs w:val="24"/>
              </w:rPr>
            </w:pPr>
            <w:r w:rsidRPr="00F747D9">
              <w:rPr>
                <w:spacing w:val="-2"/>
              </w:rPr>
              <w:t>The OECD expects that the increase in labour supply will come particularly from groups that are under</w:t>
            </w:r>
            <w:r>
              <w:rPr>
                <w:spacing w:val="-2"/>
              </w:rPr>
              <w:noBreakHyphen/>
            </w:r>
            <w:r w:rsidRPr="00F747D9">
              <w:rPr>
                <w:spacing w:val="-2"/>
              </w:rPr>
              <w:t xml:space="preserve">represented in the workforce, such as single parents </w:t>
            </w:r>
            <w:r w:rsidRPr="00F747D9">
              <w:rPr>
                <w:spacing w:val="-2"/>
                <w:szCs w:val="24"/>
              </w:rPr>
              <w:t>(</w:t>
            </w:r>
            <w:proofErr w:type="spellStart"/>
            <w:r w:rsidRPr="00F747D9">
              <w:rPr>
                <w:spacing w:val="-2"/>
                <w:szCs w:val="24"/>
              </w:rPr>
              <w:t>Pareliussen</w:t>
            </w:r>
            <w:proofErr w:type="spellEnd"/>
            <w:r w:rsidRPr="00F747D9">
              <w:rPr>
                <w:spacing w:val="-2"/>
                <w:szCs w:val="24"/>
              </w:rPr>
              <w:t> 2013)</w:t>
            </w:r>
            <w:r w:rsidRPr="00F747D9">
              <w:rPr>
                <w:spacing w:val="-2"/>
              </w:rPr>
              <w:t>. The organisation has warned that the new regime may encourage a disproportionate number of par</w:t>
            </w:r>
            <w:r>
              <w:rPr>
                <w:spacing w:val="-2"/>
              </w:rPr>
              <w:t>t</w:t>
            </w:r>
            <w:r>
              <w:rPr>
                <w:spacing w:val="-2"/>
              </w:rPr>
              <w:noBreakHyphen/>
              <w:t xml:space="preserve">time jobs, as a constant </w:t>
            </w:r>
            <w:proofErr w:type="spellStart"/>
            <w:r>
              <w:rPr>
                <w:spacing w:val="-2"/>
              </w:rPr>
              <w:t>EMTR</w:t>
            </w:r>
            <w:proofErr w:type="spellEnd"/>
            <w:r w:rsidRPr="00F747D9">
              <w:rPr>
                <w:spacing w:val="-2"/>
              </w:rPr>
              <w:t xml:space="preserve"> does not offer a strong incentive for benefit recipients to increase their working hours after entering the workforce. In contrast, a system where </w:t>
            </w:r>
            <w:proofErr w:type="spellStart"/>
            <w:r w:rsidRPr="00F747D9">
              <w:rPr>
                <w:spacing w:val="-2"/>
              </w:rPr>
              <w:t>EMTRs</w:t>
            </w:r>
            <w:proofErr w:type="spellEnd"/>
            <w:r w:rsidRPr="00F747D9">
              <w:rPr>
                <w:spacing w:val="-2"/>
              </w:rPr>
              <w:t xml:space="preserve"> are very high for very low incomes, but are then reduced dramatically (for example, from 100 per cent to 30 per cent) as income rises, may be more effective in promoting full</w:t>
            </w:r>
            <w:r>
              <w:rPr>
                <w:spacing w:val="-2"/>
              </w:rPr>
              <w:noBreakHyphen/>
            </w:r>
            <w:r w:rsidRPr="00F747D9">
              <w:rPr>
                <w:spacing w:val="-2"/>
              </w:rPr>
              <w:t xml:space="preserve">time work </w:t>
            </w:r>
            <w:r w:rsidRPr="00F747D9">
              <w:rPr>
                <w:rFonts w:cs="Arial"/>
                <w:spacing w:val="-2"/>
                <w:szCs w:val="24"/>
              </w:rPr>
              <w:t>(OECD 2014)</w:t>
            </w:r>
            <w:r w:rsidRPr="00F747D9">
              <w:rPr>
                <w:spacing w:val="-2"/>
              </w:rPr>
              <w:t>.</w:t>
            </w:r>
          </w:p>
        </w:tc>
      </w:tr>
      <w:tr w:rsidR="003C59A8" w:rsidTr="003C59A8">
        <w:trPr>
          <w:cantSplit/>
          <w:trHeight w:val="80"/>
        </w:trPr>
        <w:tc>
          <w:tcPr>
            <w:tcW w:w="8771" w:type="dxa"/>
            <w:tcBorders>
              <w:top w:val="nil"/>
              <w:left w:val="nil"/>
              <w:bottom w:val="single" w:sz="6" w:space="0" w:color="78A22F"/>
              <w:right w:val="nil"/>
            </w:tcBorders>
            <w:shd w:val="clear" w:color="auto" w:fill="F2F2F2"/>
          </w:tcPr>
          <w:p w:rsidR="003C59A8" w:rsidRDefault="003C59A8">
            <w:pPr>
              <w:pStyle w:val="Box"/>
              <w:spacing w:before="0" w:line="120" w:lineRule="exact"/>
            </w:pPr>
          </w:p>
        </w:tc>
      </w:tr>
      <w:tr w:rsidR="003C59A8" w:rsidRPr="000863A5"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p w:rsidR="003C59A8" w:rsidRDefault="00DA4E2C" w:rsidP="003C59A8">
      <w:pPr>
        <w:pStyle w:val="Heading2"/>
      </w:pPr>
      <w:r>
        <w:t>5.4</w:t>
      </w:r>
      <w:r>
        <w:tab/>
      </w:r>
      <w:r w:rsidR="003C59A8">
        <w:t>Improving stability in the private rental market</w:t>
      </w:r>
    </w:p>
    <w:p w:rsidR="003C59A8" w:rsidRDefault="003C59A8" w:rsidP="003C59A8">
      <w:pPr>
        <w:pStyle w:val="BodyText"/>
      </w:pPr>
      <w:r>
        <w:t>One of the key differences between private and public tenants is the length of their leases — in South Australia, the median duration of private tenancies that ended in the financial year 2012</w:t>
      </w:r>
      <w:r>
        <w:noBreakHyphen/>
        <w:t>13 was just over one year.</w:t>
      </w:r>
      <w:r w:rsidRPr="00FB6BD9">
        <w:rPr>
          <w:rStyle w:val="FootnoteReference"/>
        </w:rPr>
        <w:footnoteReference w:id="25"/>
      </w:r>
      <w:r>
        <w:t xml:space="preserve"> In contrast, the median duration of public housing tenancies was over seven years (chapter 4). </w:t>
      </w:r>
    </w:p>
    <w:p w:rsidR="003C59A8" w:rsidRDefault="003C59A8" w:rsidP="003C59A8">
      <w:pPr>
        <w:pStyle w:val="BodyText"/>
      </w:pPr>
      <w:r>
        <w:t xml:space="preserve">Address changes are negatively associated with employment rates for ISP recipients (chapter 4). More broadly, housing instability may have adverse effects on wellbeing: </w:t>
      </w:r>
    </w:p>
    <w:p w:rsidR="003C59A8" w:rsidRPr="005B2B82" w:rsidRDefault="003C59A8" w:rsidP="003C59A8">
      <w:pPr>
        <w:pStyle w:val="Quote"/>
      </w:pPr>
      <w:r>
        <w:t xml:space="preserve">A lack of secure and stable housing can affect the health and wellbeing of a person, and their ability to obtain and maintain employment. A severe consequence of not being able to secure or sustain suitable housing is homelessness. </w:t>
      </w:r>
      <w:r w:rsidRPr="005B2B82">
        <w:rPr>
          <w:szCs w:val="24"/>
        </w:rPr>
        <w:t>(</w:t>
      </w:r>
      <w:proofErr w:type="spellStart"/>
      <w:r w:rsidRPr="005B2B82">
        <w:rPr>
          <w:szCs w:val="24"/>
        </w:rPr>
        <w:t>AIHW</w:t>
      </w:r>
      <w:proofErr w:type="spellEnd"/>
      <w:r w:rsidRPr="005B2B82">
        <w:rPr>
          <w:szCs w:val="24"/>
        </w:rPr>
        <w:t> </w:t>
      </w:r>
      <w:proofErr w:type="spellStart"/>
      <w:r w:rsidRPr="005B2B82">
        <w:rPr>
          <w:szCs w:val="24"/>
        </w:rPr>
        <w:t>2013a</w:t>
      </w:r>
      <w:proofErr w:type="spellEnd"/>
      <w:r w:rsidRPr="005B2B82">
        <w:rPr>
          <w:szCs w:val="24"/>
        </w:rPr>
        <w:t>, p. 2)</w:t>
      </w:r>
    </w:p>
    <w:p w:rsidR="003C59A8" w:rsidRDefault="003C59A8" w:rsidP="003C59A8">
      <w:pPr>
        <w:pStyle w:val="BodyText"/>
      </w:pPr>
      <w:r>
        <w:t xml:space="preserve">Research suggests that housing stability tends to increase the probability of employment, and have a positive effect on a number of other wellbeing indicators, including people’s health </w:t>
      </w:r>
      <w:r w:rsidRPr="003E48BE">
        <w:rPr>
          <w:szCs w:val="24"/>
        </w:rPr>
        <w:t>(</w:t>
      </w:r>
      <w:proofErr w:type="spellStart"/>
      <w:r w:rsidRPr="003E48BE">
        <w:rPr>
          <w:szCs w:val="24"/>
        </w:rPr>
        <w:t>AIHW</w:t>
      </w:r>
      <w:proofErr w:type="spellEnd"/>
      <w:r w:rsidRPr="003E48BE">
        <w:rPr>
          <w:szCs w:val="24"/>
        </w:rPr>
        <w:t> </w:t>
      </w:r>
      <w:proofErr w:type="spellStart"/>
      <w:r w:rsidRPr="003E48BE">
        <w:rPr>
          <w:szCs w:val="24"/>
        </w:rPr>
        <w:t>2013b</w:t>
      </w:r>
      <w:proofErr w:type="spellEnd"/>
      <w:r w:rsidRPr="003E48BE">
        <w:rPr>
          <w:szCs w:val="24"/>
        </w:rPr>
        <w:t>; Phipps and Young 2005; Wood, Ong and Dockery 2007)</w:t>
      </w:r>
      <w:r>
        <w:t>.</w:t>
      </w:r>
    </w:p>
    <w:p w:rsidR="003C59A8" w:rsidRPr="00224B6E" w:rsidRDefault="003C59A8" w:rsidP="003C59A8">
      <w:pPr>
        <w:pStyle w:val="BodyText"/>
        <w:rPr>
          <w:spacing w:val="-2"/>
        </w:rPr>
      </w:pPr>
      <w:r w:rsidRPr="00224B6E">
        <w:rPr>
          <w:spacing w:val="-2"/>
        </w:rPr>
        <w:t xml:space="preserve">However, Australia’s private rental market has been described as one where lease terms are relatively short and regulations offer tenants only limited protection </w:t>
      </w:r>
      <w:r w:rsidRPr="00224B6E">
        <w:rPr>
          <w:spacing w:val="-2"/>
          <w:szCs w:val="24"/>
        </w:rPr>
        <w:t>(Kelly et al. 2013)</w:t>
      </w:r>
      <w:r w:rsidRPr="00224B6E">
        <w:rPr>
          <w:spacing w:val="-2"/>
        </w:rPr>
        <w:t xml:space="preserve">. This could be hampering some private renters in finding and retaining employment, and discouraging some public housing tenants from moving to a private tenancy. In this context, governments could consider two possible actions to increase the stability of tenure for private renters: reforming tenancy legislation and increasing their involvement in head leasing. </w:t>
      </w:r>
    </w:p>
    <w:p w:rsidR="003C59A8" w:rsidRDefault="003C59A8" w:rsidP="003C59A8">
      <w:pPr>
        <w:pStyle w:val="Heading3"/>
      </w:pPr>
      <w:r>
        <w:t>Possible policy options</w:t>
      </w:r>
    </w:p>
    <w:p w:rsidR="003C59A8" w:rsidRDefault="003C59A8" w:rsidP="003C59A8">
      <w:pPr>
        <w:pStyle w:val="BodyText"/>
      </w:pPr>
      <w:r>
        <w:t xml:space="preserve">Compared to other OECD countries, Australia’s tenant protection is relatively weak, ranking below that offered by regulation in Canada and New Zealand </w:t>
      </w:r>
      <w:r w:rsidRPr="00AD778B">
        <w:rPr>
          <w:szCs w:val="24"/>
        </w:rPr>
        <w:t>(OECD 2011)</w:t>
      </w:r>
      <w:r>
        <w:t>.</w:t>
      </w:r>
      <w:r w:rsidRPr="00FB6BD9">
        <w:rPr>
          <w:rStyle w:val="FootnoteReference"/>
        </w:rPr>
        <w:footnoteReference w:id="26"/>
      </w:r>
      <w:r>
        <w:t xml:space="preserve"> For </w:t>
      </w:r>
      <w:r>
        <w:lastRenderedPageBreak/>
        <w:t>example, compared with tenants in other developed countries, Australian tenants have shorter lease terms and shorter notice periods when landlords decide to terminate a tenancy. Further, landlords in Australia can generally terminate a lease without citing a specific reason (known as ‘</w:t>
      </w:r>
      <w:r w:rsidRPr="0099216A">
        <w:t>without</w:t>
      </w:r>
      <w:r>
        <w:noBreakHyphen/>
      </w:r>
      <w:r w:rsidRPr="0099216A">
        <w:t>grounds termination’</w:t>
      </w:r>
      <w:r>
        <w:t>).</w:t>
      </w:r>
      <w:r w:rsidRPr="00FB6BD9">
        <w:rPr>
          <w:rStyle w:val="FootnoteReference"/>
        </w:rPr>
        <w:footnoteReference w:id="27"/>
      </w:r>
      <w:r>
        <w:t xml:space="preserve"> Researchers have argued that this could contribute to insecurity and instability for tenants </w:t>
      </w:r>
      <w:r w:rsidRPr="009E456F">
        <w:rPr>
          <w:szCs w:val="24"/>
        </w:rPr>
        <w:t>(Kelly et al. 2013)</w:t>
      </w:r>
      <w:r>
        <w:t xml:space="preserve">, which may lead to poorer employment outcomes </w:t>
      </w:r>
      <w:r w:rsidRPr="00B64989">
        <w:rPr>
          <w:szCs w:val="24"/>
        </w:rPr>
        <w:t>(PC 2014; Stone et al.</w:t>
      </w:r>
      <w:r w:rsidRPr="00AC0914">
        <w:rPr>
          <w:szCs w:val="24"/>
        </w:rPr>
        <w:t> </w:t>
      </w:r>
      <w:r w:rsidRPr="007E7927">
        <w:rPr>
          <w:szCs w:val="24"/>
        </w:rPr>
        <w:t>2013)</w:t>
      </w:r>
      <w:r>
        <w:t xml:space="preserve">. </w:t>
      </w:r>
    </w:p>
    <w:p w:rsidR="003C59A8" w:rsidRDefault="003C59A8" w:rsidP="003C59A8">
      <w:pPr>
        <w:pStyle w:val="BodyText"/>
      </w:pPr>
      <w:r>
        <w:t xml:space="preserve">Rental market regulation is the responsibility of State Governments, and each jurisdiction periodically reviews and updates its tenancy act. Some researchers and tenancy advocacy groups have suggested a broad review of legislation, which would encompass ways to prevent evictions and increase lease terms </w:t>
      </w:r>
      <w:r w:rsidRPr="000D47CB">
        <w:rPr>
          <w:szCs w:val="24"/>
        </w:rPr>
        <w:t>(</w:t>
      </w:r>
      <w:proofErr w:type="spellStart"/>
      <w:r w:rsidRPr="000D47CB">
        <w:rPr>
          <w:szCs w:val="24"/>
        </w:rPr>
        <w:t>Hulse</w:t>
      </w:r>
      <w:proofErr w:type="spellEnd"/>
      <w:r w:rsidRPr="000D47CB">
        <w:rPr>
          <w:szCs w:val="24"/>
        </w:rPr>
        <w:t xml:space="preserve">, Milligan and </w:t>
      </w:r>
      <w:proofErr w:type="spellStart"/>
      <w:r w:rsidRPr="000D47CB">
        <w:rPr>
          <w:szCs w:val="24"/>
        </w:rPr>
        <w:t>Easthope</w:t>
      </w:r>
      <w:proofErr w:type="spellEnd"/>
      <w:r w:rsidRPr="00FF4D8F">
        <w:rPr>
          <w:szCs w:val="24"/>
        </w:rPr>
        <w:t> 2011; Kelly et al. </w:t>
      </w:r>
      <w:r w:rsidRPr="000D47CB">
        <w:rPr>
          <w:szCs w:val="24"/>
        </w:rPr>
        <w:t>2013; National Shelter 2010)</w:t>
      </w:r>
      <w:r>
        <w:t>. Reforms to rental market regulations have, for example, been undertaken in Ireland over the course of the past decade (box 5.7).</w:t>
      </w:r>
    </w:p>
    <w:p w:rsidR="003C59A8" w:rsidRDefault="003C59A8" w:rsidP="003C59A8">
      <w:pPr>
        <w:pStyle w:val="BodyText"/>
      </w:pPr>
      <w:r>
        <w:t xml:space="preserve">In the course of jurisdictions’ reviews of tenancy regulation, they might consider introducing the requirement to put in place repayment plans for tenants who are in rent arrears. This requirement was introduced in New South Wales in 2010 </w:t>
      </w:r>
      <w:r w:rsidRPr="00A410C2">
        <w:rPr>
          <w:szCs w:val="24"/>
        </w:rPr>
        <w:t>(National Shelter 2010)</w:t>
      </w:r>
      <w:r>
        <w:t xml:space="preserve">. </w:t>
      </w:r>
    </w:p>
    <w:p w:rsidR="003C59A8" w:rsidRDefault="003C59A8" w:rsidP="003C59A8">
      <w:pPr>
        <w:pStyle w:val="BodyText"/>
      </w:pPr>
      <w:r>
        <w:t xml:space="preserve">Any such reviews will need to balance the need for tenant protection with possible implications for landlords, and the supply of dwellings in the private rental market </w:t>
      </w:r>
      <w:r w:rsidRPr="00E35092">
        <w:rPr>
          <w:szCs w:val="24"/>
        </w:rPr>
        <w:t>(</w:t>
      </w:r>
      <w:proofErr w:type="spellStart"/>
      <w:r w:rsidRPr="00E35092">
        <w:rPr>
          <w:szCs w:val="24"/>
        </w:rPr>
        <w:t>FaHCSIA</w:t>
      </w:r>
      <w:proofErr w:type="spellEnd"/>
      <w:r w:rsidRPr="005718FD">
        <w:rPr>
          <w:szCs w:val="24"/>
        </w:rPr>
        <w:t> 2008)</w:t>
      </w:r>
      <w:r>
        <w:t xml:space="preserve">. </w:t>
      </w:r>
    </w:p>
    <w:p w:rsidR="003C59A8" w:rsidRDefault="003C59A8" w:rsidP="003C59A8">
      <w:pPr>
        <w:pStyle w:val="BodyText"/>
      </w:pPr>
      <w:r>
        <w:t>Reviews of tenancy legislation would benefit from the use of administrative data from state housing authorities (</w:t>
      </w:r>
      <w:proofErr w:type="spellStart"/>
      <w:r>
        <w:t>SHAs</w:t>
      </w:r>
      <w:proofErr w:type="spellEnd"/>
      <w:r>
        <w:t>), and, in particular, rental bond lodgements. These data are likely to shed light on patterns in, and reasons for, turnover in the private rental market.</w:t>
      </w:r>
    </w:p>
    <w:p w:rsidR="003C59A8" w:rsidRDefault="003C59A8" w:rsidP="003C59A8">
      <w:pPr>
        <w:pStyle w:val="BodyText"/>
      </w:pPr>
      <w:r>
        <w:t>Head leasing might also be considered further.</w:t>
      </w:r>
      <w:r w:rsidRPr="00FB6BD9">
        <w:rPr>
          <w:rStyle w:val="FootnoteReference"/>
        </w:rPr>
        <w:footnoteReference w:id="28"/>
      </w:r>
      <w:r>
        <w:t xml:space="preserve"> Head leasing is often used by community housing providers — in 2010, about a quarter of community housing dwellings were head leased </w:t>
      </w:r>
      <w:r w:rsidRPr="002154DF">
        <w:rPr>
          <w:szCs w:val="24"/>
        </w:rPr>
        <w:t>(</w:t>
      </w:r>
      <w:proofErr w:type="spellStart"/>
      <w:r w:rsidRPr="002154DF">
        <w:rPr>
          <w:szCs w:val="24"/>
        </w:rPr>
        <w:t>AIHW</w:t>
      </w:r>
      <w:proofErr w:type="spellEnd"/>
      <w:r w:rsidRPr="002154DF">
        <w:rPr>
          <w:szCs w:val="24"/>
        </w:rPr>
        <w:t> 2011)</w:t>
      </w:r>
      <w:r>
        <w:t xml:space="preserve">. Some </w:t>
      </w:r>
      <w:proofErr w:type="spellStart"/>
      <w:r>
        <w:t>SHAs</w:t>
      </w:r>
      <w:proofErr w:type="spellEnd"/>
      <w:r>
        <w:t xml:space="preserve"> head lease properties directly to boost their stock (see for example, Housing NSW </w:t>
      </w:r>
      <w:r w:rsidRPr="00D941CF">
        <w:t>(2014)</w:t>
      </w:r>
      <w:r>
        <w:t xml:space="preserve">), or assist community housing providers in head leasing dwellings that are used as transitional accommodation for households in urgent need (see for example, Queensland Government </w:t>
      </w:r>
      <w:r w:rsidRPr="00D941CF">
        <w:t>(2013)</w:t>
      </w:r>
      <w:r>
        <w:t xml:space="preserve">). </w:t>
      </w:r>
    </w:p>
    <w:p w:rsidR="003C59A8" w:rsidRDefault="003C59A8" w:rsidP="003C59A8">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3C59A8" w:rsidTr="003C59A8">
        <w:tc>
          <w:tcPr>
            <w:tcW w:w="8771" w:type="dxa"/>
            <w:tcBorders>
              <w:top w:val="single" w:sz="6" w:space="0" w:color="78A22F"/>
              <w:left w:val="nil"/>
              <w:bottom w:val="nil"/>
              <w:right w:val="nil"/>
            </w:tcBorders>
            <w:shd w:val="clear" w:color="auto" w:fill="F2F2F2"/>
          </w:tcPr>
          <w:p w:rsidR="003C59A8" w:rsidRDefault="003C59A8" w:rsidP="003C59A8">
            <w:pPr>
              <w:pStyle w:val="BoxTitle"/>
            </w:pPr>
            <w:r>
              <w:rPr>
                <w:b w:val="0"/>
              </w:rPr>
              <w:t xml:space="preserve">Box </w:t>
            </w:r>
            <w:r>
              <w:rPr>
                <w:b w:val="0"/>
              </w:rPr>
              <w:fldChar w:fldCharType="begin" w:fldLock="1"/>
            </w:r>
            <w:r>
              <w:rPr>
                <w:b w:val="0"/>
              </w:rPr>
              <w:instrText xml:space="preserve"> COMMENTS  \* MERGEFORMAT </w:instrText>
            </w:r>
            <w:r>
              <w:rPr>
                <w:b w:val="0"/>
              </w:rPr>
              <w:fldChar w:fldCharType="separate"/>
            </w:r>
            <w:r>
              <w:rPr>
                <w:b w:val="0"/>
              </w:rPr>
              <w:t>5.</w:t>
            </w:r>
            <w:r>
              <w:rPr>
                <w:b w:val="0"/>
              </w:rPr>
              <w:fldChar w:fldCharType="end"/>
            </w:r>
            <w:r>
              <w:rPr>
                <w:b w:val="0"/>
              </w:rPr>
              <w:fldChar w:fldCharType="begin" w:fldLock="1"/>
            </w:r>
            <w:r>
              <w:rPr>
                <w:b w:val="0"/>
              </w:rPr>
              <w:instrText xml:space="preserve"> SEQ Box \* ARABIC </w:instrText>
            </w:r>
            <w:r>
              <w:rPr>
                <w:b w:val="0"/>
              </w:rPr>
              <w:fldChar w:fldCharType="separate"/>
            </w:r>
            <w:r>
              <w:rPr>
                <w:b w:val="0"/>
                <w:noProof/>
              </w:rPr>
              <w:t>7</w:t>
            </w:r>
            <w:r>
              <w:rPr>
                <w:b w:val="0"/>
              </w:rPr>
              <w:fldChar w:fldCharType="end"/>
            </w:r>
            <w:r>
              <w:tab/>
              <w:t xml:space="preserve">Strengthening security of tenure through regulation: the Irish experience </w:t>
            </w:r>
          </w:p>
        </w:tc>
      </w:tr>
      <w:tr w:rsidR="003C59A8" w:rsidTr="003C59A8">
        <w:trPr>
          <w:cantSplit/>
        </w:trPr>
        <w:tc>
          <w:tcPr>
            <w:tcW w:w="8771" w:type="dxa"/>
            <w:tcBorders>
              <w:top w:val="nil"/>
              <w:left w:val="nil"/>
              <w:bottom w:val="nil"/>
              <w:right w:val="nil"/>
            </w:tcBorders>
            <w:shd w:val="clear" w:color="auto" w:fill="F2F2F2"/>
          </w:tcPr>
          <w:p w:rsidR="003C59A8" w:rsidRDefault="003C59A8" w:rsidP="003C59A8">
            <w:pPr>
              <w:pStyle w:val="Box"/>
            </w:pPr>
            <w:r>
              <w:t xml:space="preserve">Ireland has one of the smallest private rental sectors of all OECD countries, with private rental accounting for about 10 per cent of the housing stock in 2009 (in comparison, in Australia, private rental dwellings formed 24 per cent of the housing stock in 2009) </w:t>
            </w:r>
            <w:r w:rsidRPr="00014615">
              <w:rPr>
                <w:rFonts w:cs="Arial"/>
                <w:szCs w:val="24"/>
              </w:rPr>
              <w:t>(OECD 2011)</w:t>
            </w:r>
            <w:r>
              <w:t xml:space="preserve">. In an attempt to support the development of a larger and more sustainable private rental sector, the Irish Government introduced substantial reforms in 2004, intended primarily to promote security of tenure for tenants. </w:t>
            </w:r>
          </w:p>
          <w:p w:rsidR="003C59A8" w:rsidRDefault="003C59A8" w:rsidP="003C59A8">
            <w:pPr>
              <w:pStyle w:val="Box"/>
            </w:pPr>
            <w:r>
              <w:t xml:space="preserve">Prior to 2004, Irish landlords offered tenants similar lease terms to those available in Australia. Tenants could sign a fixed term lease, often for 12 months, or a monthly lease. The notice period to end a tenancy was 28 days </w:t>
            </w:r>
            <w:r w:rsidRPr="007E2EED">
              <w:rPr>
                <w:rFonts w:cs="Arial"/>
                <w:szCs w:val="24"/>
              </w:rPr>
              <w:t>(O’Sullivan 2014)</w:t>
            </w:r>
            <w:r>
              <w:t xml:space="preserve">. </w:t>
            </w:r>
          </w:p>
          <w:p w:rsidR="003C59A8" w:rsidRDefault="003C59A8" w:rsidP="003C59A8">
            <w:pPr>
              <w:pStyle w:val="Box"/>
            </w:pPr>
            <w:r>
              <w:t xml:space="preserve">The Residential Tenancies Act 2004 introduced a new lease term of four years. Under the Act, a tenant who occupied a dwelling for six months is entitled to continue living in the dwelling for another three and a half years. The tenancy can be terminated earlier at the request of the tenant, in cases where the tenant does not comply with their obligations under the lease, or if the landlord requires the dwelling for their own occupation, the occupation of a family member, for renovations or for sale </w:t>
            </w:r>
            <w:r w:rsidRPr="007E2EED">
              <w:rPr>
                <w:rFonts w:cs="Arial"/>
                <w:szCs w:val="24"/>
              </w:rPr>
              <w:t>(O’Sullivan 2014)</w:t>
            </w:r>
            <w:r>
              <w:t xml:space="preserve">. Landlords and tenants can still sign fixed term leases, and tenants have the right to notify their landlords at the end of lease if they choose to remain in the property after their lease expires </w:t>
            </w:r>
            <w:r w:rsidRPr="00EC7134">
              <w:rPr>
                <w:rFonts w:cs="Arial"/>
                <w:szCs w:val="24"/>
              </w:rPr>
              <w:t>(Citizens Information 2011)</w:t>
            </w:r>
            <w:r>
              <w:t xml:space="preserve">. </w:t>
            </w:r>
          </w:p>
          <w:p w:rsidR="003C59A8" w:rsidRDefault="003C59A8" w:rsidP="003C59A8">
            <w:pPr>
              <w:pStyle w:val="Box"/>
            </w:pPr>
            <w:r>
              <w:t xml:space="preserve">Some researchers have pointed out that the introduction of greater security of tenure does not appear to have had a negative effect on supply in the private rental market </w:t>
            </w:r>
            <w:r w:rsidRPr="00E82C1F">
              <w:rPr>
                <w:rFonts w:cs="Arial"/>
                <w:szCs w:val="24"/>
              </w:rPr>
              <w:t>(Kelly et al. 2013)</w:t>
            </w:r>
            <w:r>
              <w:t xml:space="preserve">. Since the introduction of the Act in 2004, the private rental market in Ireland has grown substantially. Between 2006 and 2011, the proportion of households renting privately has grown from 10 to 19 per cent </w:t>
            </w:r>
            <w:r w:rsidRPr="00E82C1F">
              <w:rPr>
                <w:rFonts w:cs="Arial"/>
                <w:szCs w:val="24"/>
              </w:rPr>
              <w:t>(Central Statistics Office 2012)</w:t>
            </w:r>
            <w:r>
              <w:t xml:space="preserve">. </w:t>
            </w:r>
          </w:p>
          <w:p w:rsidR="003C59A8" w:rsidRPr="00C80EE5" w:rsidRDefault="003C59A8" w:rsidP="003C59A8">
            <w:pPr>
              <w:pStyle w:val="Box"/>
            </w:pPr>
            <w:r>
              <w:t xml:space="preserve">More recent reviews undertaken by the Irish Government have shown that concerns around security of tenure still remain. The average lease length is 18 months, implying that many tenants do not benefit from the longer lease terms introduced by regulation </w:t>
            </w:r>
            <w:r w:rsidRPr="00995867">
              <w:rPr>
                <w:rFonts w:cs="Arial"/>
                <w:szCs w:val="24"/>
              </w:rPr>
              <w:t>(</w:t>
            </w:r>
            <w:proofErr w:type="spellStart"/>
            <w:r w:rsidRPr="00995867">
              <w:rPr>
                <w:rFonts w:cs="Arial"/>
                <w:szCs w:val="24"/>
              </w:rPr>
              <w:t>DKM</w:t>
            </w:r>
            <w:proofErr w:type="spellEnd"/>
            <w:r w:rsidRPr="00995867">
              <w:rPr>
                <w:rFonts w:cs="Arial"/>
                <w:szCs w:val="24"/>
              </w:rPr>
              <w:t xml:space="preserve"> Economic Consultants </w:t>
            </w:r>
            <w:proofErr w:type="spellStart"/>
            <w:r w:rsidRPr="00995867">
              <w:rPr>
                <w:rFonts w:cs="Arial"/>
                <w:szCs w:val="24"/>
              </w:rPr>
              <w:t>2014b</w:t>
            </w:r>
            <w:proofErr w:type="spellEnd"/>
            <w:r w:rsidRPr="00995867">
              <w:rPr>
                <w:rFonts w:cs="Arial"/>
                <w:szCs w:val="24"/>
              </w:rPr>
              <w:t>)</w:t>
            </w:r>
            <w:r>
              <w:t xml:space="preserve">. In addition, rents have been rising rapidly and there is a shortage of affordable rental housing </w:t>
            </w:r>
            <w:r w:rsidRPr="00995867">
              <w:rPr>
                <w:rFonts w:cs="Arial"/>
                <w:szCs w:val="24"/>
              </w:rPr>
              <w:t>(</w:t>
            </w:r>
            <w:proofErr w:type="spellStart"/>
            <w:r w:rsidRPr="00995867">
              <w:rPr>
                <w:rFonts w:cs="Arial"/>
                <w:szCs w:val="24"/>
              </w:rPr>
              <w:t>DKM</w:t>
            </w:r>
            <w:proofErr w:type="spellEnd"/>
            <w:r w:rsidRPr="00995867">
              <w:rPr>
                <w:rFonts w:cs="Arial"/>
                <w:szCs w:val="24"/>
              </w:rPr>
              <w:t xml:space="preserve"> Economic Consultants </w:t>
            </w:r>
            <w:proofErr w:type="spellStart"/>
            <w:r w:rsidRPr="00995867">
              <w:rPr>
                <w:rFonts w:cs="Arial"/>
                <w:szCs w:val="24"/>
              </w:rPr>
              <w:t>2014a</w:t>
            </w:r>
            <w:proofErr w:type="spellEnd"/>
            <w:r w:rsidRPr="00995867">
              <w:rPr>
                <w:rFonts w:cs="Arial"/>
                <w:szCs w:val="24"/>
              </w:rPr>
              <w:t>)</w:t>
            </w:r>
            <w:r>
              <w:t xml:space="preserve">. The reviews have found ‘considerable scope to improve the security of tenure in Ireland’ </w:t>
            </w:r>
            <w:r w:rsidRPr="00BB0070">
              <w:rPr>
                <w:rFonts w:cs="Arial"/>
                <w:szCs w:val="24"/>
              </w:rPr>
              <w:t>(National Economic &amp; Social Council 2014, p. 51)</w:t>
            </w:r>
            <w:r>
              <w:t xml:space="preserve">. The Irish Government is currently considering options for changes to the private rental market, to further increase security of tenure </w:t>
            </w:r>
            <w:r w:rsidRPr="00995867">
              <w:rPr>
                <w:rFonts w:cs="Arial"/>
                <w:szCs w:val="24"/>
              </w:rPr>
              <w:t>(</w:t>
            </w:r>
            <w:proofErr w:type="spellStart"/>
            <w:r w:rsidRPr="00995867">
              <w:rPr>
                <w:rFonts w:cs="Arial"/>
                <w:szCs w:val="24"/>
              </w:rPr>
              <w:t>DKM</w:t>
            </w:r>
            <w:proofErr w:type="spellEnd"/>
            <w:r w:rsidRPr="00995867">
              <w:rPr>
                <w:rFonts w:cs="Arial"/>
                <w:szCs w:val="24"/>
              </w:rPr>
              <w:t xml:space="preserve"> Economic Consultants </w:t>
            </w:r>
            <w:proofErr w:type="spellStart"/>
            <w:r w:rsidRPr="00995867">
              <w:rPr>
                <w:rFonts w:cs="Arial"/>
                <w:szCs w:val="24"/>
              </w:rPr>
              <w:t>2014a</w:t>
            </w:r>
            <w:proofErr w:type="spellEnd"/>
            <w:r w:rsidRPr="00995867">
              <w:rPr>
                <w:rFonts w:cs="Arial"/>
                <w:szCs w:val="24"/>
              </w:rPr>
              <w:t>)</w:t>
            </w:r>
            <w:r>
              <w:t>.</w:t>
            </w:r>
          </w:p>
        </w:tc>
      </w:tr>
      <w:tr w:rsidR="003C59A8" w:rsidTr="003C59A8">
        <w:trPr>
          <w:cantSplit/>
        </w:trPr>
        <w:tc>
          <w:tcPr>
            <w:tcW w:w="8771" w:type="dxa"/>
            <w:tcBorders>
              <w:top w:val="nil"/>
              <w:left w:val="nil"/>
              <w:bottom w:val="single" w:sz="6" w:space="0" w:color="78A22F"/>
              <w:right w:val="nil"/>
            </w:tcBorders>
            <w:shd w:val="clear" w:color="auto" w:fill="F2F2F2"/>
          </w:tcPr>
          <w:p w:rsidR="003C59A8" w:rsidRDefault="003C59A8" w:rsidP="003C59A8">
            <w:pPr>
              <w:pStyle w:val="Box"/>
              <w:spacing w:before="0" w:line="120" w:lineRule="exact"/>
            </w:pPr>
          </w:p>
        </w:tc>
      </w:tr>
      <w:tr w:rsidR="003C59A8" w:rsidRPr="000863A5"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p w:rsidR="003C59A8" w:rsidRDefault="003C59A8" w:rsidP="003C59A8">
      <w:pPr>
        <w:pStyle w:val="BodyText"/>
      </w:pPr>
      <w:r>
        <w:t>State Governments could consider head leasing properties in the private rental market for longer periods and offering them to public housing applicants and tenants. Longer leases would offer tenants stability of tenure and could improve participation in employment.</w:t>
      </w:r>
    </w:p>
    <w:p w:rsidR="003C59A8" w:rsidRDefault="003C59A8" w:rsidP="003C59A8">
      <w:pPr>
        <w:pStyle w:val="BodyText"/>
      </w:pPr>
      <w:r>
        <w:t>Broader use of head leasing could also:</w:t>
      </w:r>
    </w:p>
    <w:p w:rsidR="003C59A8" w:rsidRDefault="003C59A8" w:rsidP="003C59A8">
      <w:pPr>
        <w:pStyle w:val="ListBullet"/>
      </w:pPr>
      <w:r>
        <w:t xml:space="preserve">address some of the mismatch in the public housing stock, with large dwellings built for families currently occupied by small households (chapter 4). </w:t>
      </w:r>
      <w:proofErr w:type="spellStart"/>
      <w:r>
        <w:t>SHAs</w:t>
      </w:r>
      <w:proofErr w:type="spellEnd"/>
      <w:r>
        <w:t xml:space="preserve"> could head lease smaller properties in the private rental market. Larger dwellings that do not suit the needs of public housing applicants could be let at market rents to households that are not eligible for public housing, providing </w:t>
      </w:r>
      <w:proofErr w:type="spellStart"/>
      <w:r>
        <w:t>SHAs</w:t>
      </w:r>
      <w:proofErr w:type="spellEnd"/>
      <w:r>
        <w:t xml:space="preserve"> with additional revenue</w:t>
      </w:r>
    </w:p>
    <w:p w:rsidR="003C59A8" w:rsidRDefault="003C59A8" w:rsidP="003C59A8">
      <w:pPr>
        <w:pStyle w:val="ListBullet"/>
      </w:pPr>
      <w:r>
        <w:lastRenderedPageBreak/>
        <w:t xml:space="preserve">create more flexibility for </w:t>
      </w:r>
      <w:proofErr w:type="spellStart"/>
      <w:r>
        <w:t>SHAs</w:t>
      </w:r>
      <w:proofErr w:type="spellEnd"/>
      <w:r>
        <w:t xml:space="preserve"> to house clients in areas that are close to good public transport options, although this might require larger rent subsidies, as rents in these locations tend to be higher</w:t>
      </w:r>
    </w:p>
    <w:p w:rsidR="003C59A8" w:rsidRDefault="003C59A8" w:rsidP="003C59A8">
      <w:pPr>
        <w:pStyle w:val="ListBullet"/>
      </w:pPr>
      <w:r>
        <w:t xml:space="preserve">increase the flexibility of </w:t>
      </w:r>
      <w:proofErr w:type="spellStart"/>
      <w:r>
        <w:t>SHAs</w:t>
      </w:r>
      <w:proofErr w:type="spellEnd"/>
      <w:r>
        <w:t xml:space="preserve"> to accommodate the needs of applicants and tenants, without reshaping the public housing stock. Changing the stock to suit the current composition of applicant and tenant households may mean it will not be well suited to the needs of future applicants.</w:t>
      </w:r>
    </w:p>
    <w:p w:rsidR="003C59A8" w:rsidRDefault="003C59A8" w:rsidP="003C59A8">
      <w:pPr>
        <w:pStyle w:val="ListBullet"/>
        <w:numPr>
          <w:ilvl w:val="0"/>
          <w:numId w:val="0"/>
        </w:numPr>
        <w:ind w:left="340" w:hanging="340"/>
      </w:pPr>
    </w:p>
    <w:p w:rsidR="003C59A8" w:rsidRDefault="003C59A8" w:rsidP="003C59A8">
      <w:pPr>
        <w:sectPr w:rsidR="003C59A8" w:rsidSect="003C59A8">
          <w:headerReference w:type="even" r:id="rId58"/>
          <w:headerReference w:type="default" r:id="rId59"/>
          <w:footerReference w:type="even" r:id="rId60"/>
          <w:footerReference w:type="default" r:id="rId61"/>
          <w:type w:val="oddPage"/>
          <w:pgSz w:w="11907" w:h="16840" w:code="9"/>
          <w:pgMar w:top="1985" w:right="1304" w:bottom="1247" w:left="1814" w:header="1701" w:footer="397" w:gutter="0"/>
          <w:pgNumType w:chapSep="period"/>
          <w:cols w:space="720"/>
          <w:docGrid w:linePitch="326"/>
        </w:sectPr>
      </w:pPr>
    </w:p>
    <w:p w:rsidR="003C59A8" w:rsidRDefault="003C59A8" w:rsidP="003C59A8">
      <w:pPr>
        <w:pStyle w:val="Chapter"/>
        <w:ind w:left="907" w:hanging="907"/>
      </w:pPr>
      <w:r>
        <w:lastRenderedPageBreak/>
        <w:t>A</w:t>
      </w:r>
      <w:r>
        <w:tab/>
        <w:t>Public consultation</w:t>
      </w:r>
    </w:p>
    <w:p w:rsidR="003C59A8" w:rsidRDefault="003C59A8" w:rsidP="003C59A8">
      <w:pPr>
        <w:pStyle w:val="BodyText"/>
      </w:pPr>
      <w:r>
        <w:t xml:space="preserve">Over the course of this project, the Commission has consulted with a range of stakeholders. </w:t>
      </w:r>
      <w:r w:rsidRPr="00D0671A">
        <w:t>As detailed in table</w:t>
      </w:r>
      <w:r>
        <w:t>s</w:t>
      </w:r>
      <w:r w:rsidRPr="00D0671A">
        <w:t> </w:t>
      </w:r>
      <w:proofErr w:type="spellStart"/>
      <w:r w:rsidRPr="00D0671A">
        <w:t>A.</w:t>
      </w:r>
      <w:r>
        <w:t>1</w:t>
      </w:r>
      <w:proofErr w:type="spellEnd"/>
      <w:r>
        <w:t xml:space="preserve"> and </w:t>
      </w:r>
      <w:proofErr w:type="spellStart"/>
      <w:r>
        <w:t>A.2</w:t>
      </w:r>
      <w:proofErr w:type="spellEnd"/>
      <w:r w:rsidRPr="00D0671A">
        <w:t xml:space="preserve">, </w:t>
      </w:r>
      <w:r>
        <w:t xml:space="preserve">meetings were held </w:t>
      </w:r>
      <w:r w:rsidRPr="00D0671A">
        <w:t xml:space="preserve">with </w:t>
      </w:r>
      <w:r>
        <w:t>government departments, industry associations, welfare groups, academics and various other non</w:t>
      </w:r>
      <w:r>
        <w:noBreakHyphen/>
        <w:t>government organisations.</w:t>
      </w:r>
    </w:p>
    <w:p w:rsidR="003C59A8" w:rsidRDefault="003C59A8" w:rsidP="003C59A8">
      <w:pPr>
        <w:pStyle w:val="BodyText"/>
      </w:pPr>
      <w:r>
        <w:t xml:space="preserve">A roundtable was held in Melbourne on 3 March 2015. A list of participants is provided in table </w:t>
      </w:r>
      <w:proofErr w:type="spellStart"/>
      <w:r>
        <w:t>A.3</w:t>
      </w:r>
      <w:proofErr w:type="spellEnd"/>
      <w:r>
        <w:t xml:space="preserve">. </w:t>
      </w:r>
    </w:p>
    <w:p w:rsidR="003C59A8" w:rsidRDefault="003C59A8" w:rsidP="003C59A8">
      <w:pPr>
        <w:pStyle w:val="BodyText"/>
      </w:pPr>
      <w:r w:rsidRPr="00D0671A">
        <w:t xml:space="preserve">The Commission </w:t>
      </w:r>
      <w:r>
        <w:t>would like to thank all who have contributed to this study.</w:t>
      </w:r>
    </w:p>
    <w:p w:rsidR="003C59A8" w:rsidRDefault="003C59A8" w:rsidP="003C59A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3C59A8" w:rsidTr="003C59A8">
        <w:tc>
          <w:tcPr>
            <w:tcW w:w="8771" w:type="dxa"/>
            <w:tcBorders>
              <w:top w:val="single" w:sz="6" w:space="0" w:color="78A22F"/>
              <w:left w:val="nil"/>
              <w:bottom w:val="nil"/>
              <w:right w:val="nil"/>
            </w:tcBorders>
            <w:shd w:val="clear" w:color="auto" w:fill="auto"/>
          </w:tcPr>
          <w:p w:rsidR="003C59A8" w:rsidRPr="00784A05" w:rsidRDefault="003C59A8" w:rsidP="003C59A8">
            <w:pPr>
              <w:pStyle w:val="TableTitle"/>
            </w:pPr>
            <w:r>
              <w:rPr>
                <w:b w:val="0"/>
              </w:rPr>
              <w:t xml:space="preserve">Table </w:t>
            </w:r>
            <w:r>
              <w:rPr>
                <w:b w:val="0"/>
              </w:rPr>
              <w:fldChar w:fldCharType="begin" w:fldLock="1"/>
            </w:r>
            <w:r>
              <w:rPr>
                <w:b w:val="0"/>
              </w:rPr>
              <w:instrText xml:space="preserve"> COMMENTS  \* MERGEFORMAT </w:instrText>
            </w:r>
            <w:r>
              <w:rPr>
                <w:b w:val="0"/>
              </w:rPr>
              <w:fldChar w:fldCharType="separate"/>
            </w:r>
            <w:proofErr w:type="spellStart"/>
            <w:r>
              <w:rPr>
                <w:b w:val="0"/>
              </w:rPr>
              <w:t>A.</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1</w:t>
            </w:r>
            <w:proofErr w:type="spellEnd"/>
            <w:r>
              <w:rPr>
                <w:b w:val="0"/>
              </w:rPr>
              <w:fldChar w:fldCharType="end"/>
            </w:r>
            <w:r>
              <w:tab/>
              <w:t>Visits</w:t>
            </w:r>
          </w:p>
        </w:tc>
      </w:tr>
      <w:tr w:rsidR="003C59A8" w:rsidTr="003C59A8">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487"/>
            </w:tblGrid>
            <w:tr w:rsidR="003C59A8" w:rsidTr="003C59A8">
              <w:tc>
                <w:tcPr>
                  <w:tcW w:w="5000" w:type="pct"/>
                  <w:tcBorders>
                    <w:top w:val="single" w:sz="6" w:space="0" w:color="BFBFBF"/>
                    <w:bottom w:val="single" w:sz="6" w:space="0" w:color="BFBFBF"/>
                  </w:tcBorders>
                  <w:shd w:val="clear" w:color="auto" w:fill="auto"/>
                  <w:tcMar>
                    <w:top w:w="28" w:type="dxa"/>
                  </w:tcMar>
                </w:tcPr>
                <w:p w:rsidR="003C59A8" w:rsidRDefault="003C59A8" w:rsidP="003C59A8">
                  <w:pPr>
                    <w:pStyle w:val="TableColumnHeading"/>
                    <w:ind w:right="28"/>
                    <w:jc w:val="left"/>
                  </w:pPr>
                  <w:r>
                    <w:t>Participant</w:t>
                  </w:r>
                </w:p>
              </w:tc>
            </w:tr>
            <w:tr w:rsidR="003C59A8" w:rsidTr="003C59A8">
              <w:tc>
                <w:tcPr>
                  <w:tcW w:w="5000" w:type="pct"/>
                  <w:tcBorders>
                    <w:top w:val="single" w:sz="6" w:space="0" w:color="BFBFBF"/>
                  </w:tcBorders>
                </w:tcPr>
                <w:p w:rsidR="003C59A8" w:rsidRPr="00A9081F" w:rsidRDefault="003C59A8" w:rsidP="00C61C89">
                  <w:pPr>
                    <w:pStyle w:val="TableBodyText"/>
                    <w:spacing w:before="80"/>
                    <w:ind w:left="119" w:hanging="113"/>
                    <w:jc w:val="left"/>
                    <w:rPr>
                      <w:b/>
                      <w:sz w:val="22"/>
                      <w:szCs w:val="22"/>
                    </w:rPr>
                  </w:pPr>
                  <w:r>
                    <w:rPr>
                      <w:b/>
                      <w:sz w:val="22"/>
                      <w:szCs w:val="22"/>
                    </w:rPr>
                    <w:t xml:space="preserve">Sydney, </w:t>
                  </w:r>
                  <w:r w:rsidRPr="00A9081F">
                    <w:rPr>
                      <w:b/>
                      <w:sz w:val="22"/>
                      <w:szCs w:val="22"/>
                    </w:rPr>
                    <w:t>New South Wales</w:t>
                  </w:r>
                </w:p>
              </w:tc>
            </w:tr>
            <w:tr w:rsidR="003C59A8" w:rsidTr="003C59A8">
              <w:tc>
                <w:tcPr>
                  <w:tcW w:w="5000" w:type="pct"/>
                </w:tcPr>
                <w:p w:rsidR="003C59A8" w:rsidRDefault="003C59A8" w:rsidP="00C61C89">
                  <w:pPr>
                    <w:pStyle w:val="TableBodyText"/>
                    <w:tabs>
                      <w:tab w:val="left" w:pos="1333"/>
                    </w:tabs>
                    <w:spacing w:line="120" w:lineRule="atLeast"/>
                    <w:ind w:right="28"/>
                    <w:jc w:val="left"/>
                  </w:pPr>
                  <w:r>
                    <w:t>Australian Council of Social Service</w:t>
                  </w:r>
                </w:p>
              </w:tc>
            </w:tr>
            <w:tr w:rsidR="003C59A8" w:rsidTr="003C59A8">
              <w:tc>
                <w:tcPr>
                  <w:tcW w:w="5000" w:type="pct"/>
                  <w:shd w:val="clear" w:color="auto" w:fill="auto"/>
                </w:tcPr>
                <w:p w:rsidR="003C59A8" w:rsidRDefault="003C59A8" w:rsidP="00C61C89">
                  <w:pPr>
                    <w:pStyle w:val="TableBodyText"/>
                    <w:jc w:val="left"/>
                  </w:pPr>
                  <w:r>
                    <w:t>Housing NSW</w:t>
                  </w:r>
                </w:p>
              </w:tc>
            </w:tr>
            <w:tr w:rsidR="003C59A8" w:rsidTr="003C59A8">
              <w:trPr>
                <w:trHeight w:val="263"/>
              </w:trPr>
              <w:tc>
                <w:tcPr>
                  <w:tcW w:w="5000" w:type="pct"/>
                  <w:shd w:val="clear" w:color="auto" w:fill="auto"/>
                </w:tcPr>
                <w:p w:rsidR="003C59A8" w:rsidRDefault="003C59A8" w:rsidP="00C61C89">
                  <w:pPr>
                    <w:pStyle w:val="TableBodyText"/>
                    <w:jc w:val="left"/>
                  </w:pPr>
                  <w:r>
                    <w:t>National Shelter</w:t>
                  </w:r>
                </w:p>
              </w:tc>
            </w:tr>
            <w:tr w:rsidR="003C59A8" w:rsidTr="003C59A8">
              <w:tc>
                <w:tcPr>
                  <w:tcW w:w="5000" w:type="pct"/>
                  <w:shd w:val="clear" w:color="auto" w:fill="auto"/>
                </w:tcPr>
                <w:p w:rsidR="003C59A8" w:rsidRDefault="003C59A8" w:rsidP="00C61C89">
                  <w:pPr>
                    <w:pStyle w:val="TableBodyText"/>
                    <w:jc w:val="left"/>
                  </w:pPr>
                  <w:r>
                    <w:t xml:space="preserve">University of New South Wales </w:t>
                  </w:r>
                  <w:r w:rsidRPr="00E304D3">
                    <w:t xml:space="preserve">— </w:t>
                  </w:r>
                  <w:r>
                    <w:t>Faculty of Built Environment</w:t>
                  </w:r>
                </w:p>
              </w:tc>
            </w:tr>
            <w:tr w:rsidR="003C59A8" w:rsidTr="003C59A8">
              <w:tc>
                <w:tcPr>
                  <w:tcW w:w="5000" w:type="pct"/>
                  <w:shd w:val="clear" w:color="auto" w:fill="auto"/>
                </w:tcPr>
                <w:p w:rsidR="003C59A8" w:rsidRPr="00105DB5" w:rsidRDefault="003C59A8" w:rsidP="00C61C89">
                  <w:pPr>
                    <w:pStyle w:val="TableBodyText"/>
                    <w:spacing w:before="40"/>
                    <w:ind w:left="119" w:hanging="113"/>
                    <w:jc w:val="left"/>
                  </w:pPr>
                  <w:r>
                    <w:rPr>
                      <w:b/>
                      <w:sz w:val="22"/>
                      <w:szCs w:val="22"/>
                    </w:rPr>
                    <w:t xml:space="preserve">Melbourne, </w:t>
                  </w:r>
                  <w:r w:rsidRPr="00A9081F">
                    <w:rPr>
                      <w:b/>
                      <w:sz w:val="22"/>
                      <w:szCs w:val="22"/>
                    </w:rPr>
                    <w:t>Victoria</w:t>
                  </w:r>
                  <w:r>
                    <w:rPr>
                      <w:b/>
                      <w:sz w:val="22"/>
                      <w:szCs w:val="22"/>
                    </w:rPr>
                    <w:t xml:space="preserve"> </w:t>
                  </w:r>
                </w:p>
              </w:tc>
            </w:tr>
            <w:tr w:rsidR="003C59A8" w:rsidTr="003C59A8">
              <w:tc>
                <w:tcPr>
                  <w:tcW w:w="5000" w:type="pct"/>
                  <w:shd w:val="clear" w:color="auto" w:fill="auto"/>
                </w:tcPr>
                <w:p w:rsidR="003C59A8" w:rsidRDefault="003C59A8" w:rsidP="00C61C89">
                  <w:pPr>
                    <w:pStyle w:val="TableBodyText"/>
                    <w:tabs>
                      <w:tab w:val="left" w:pos="1333"/>
                    </w:tabs>
                    <w:spacing w:line="120" w:lineRule="atLeast"/>
                    <w:ind w:right="28"/>
                    <w:jc w:val="left"/>
                  </w:pPr>
                  <w:r w:rsidRPr="00B36B0B">
                    <w:t>Australian Housing and Urban Research Institute</w:t>
                  </w:r>
                </w:p>
              </w:tc>
            </w:tr>
            <w:tr w:rsidR="003C59A8" w:rsidTr="003C59A8">
              <w:tc>
                <w:tcPr>
                  <w:tcW w:w="5000" w:type="pct"/>
                  <w:shd w:val="clear" w:color="auto" w:fill="auto"/>
                </w:tcPr>
                <w:p w:rsidR="003C59A8" w:rsidRPr="00A9081F" w:rsidRDefault="003C59A8" w:rsidP="00C61C89">
                  <w:pPr>
                    <w:pStyle w:val="TableBodyText"/>
                    <w:tabs>
                      <w:tab w:val="left" w:pos="1333"/>
                    </w:tabs>
                    <w:spacing w:line="120" w:lineRule="atLeast"/>
                    <w:ind w:right="28"/>
                    <w:jc w:val="left"/>
                  </w:pPr>
                  <w:r>
                    <w:t>Brotherhood of St Laurence</w:t>
                  </w:r>
                </w:p>
              </w:tc>
            </w:tr>
            <w:tr w:rsidR="003C59A8" w:rsidTr="003C59A8">
              <w:tc>
                <w:tcPr>
                  <w:tcW w:w="5000" w:type="pct"/>
                  <w:shd w:val="clear" w:color="auto" w:fill="auto"/>
                </w:tcPr>
                <w:p w:rsidR="003C59A8" w:rsidRDefault="003C59A8" w:rsidP="00C61C89">
                  <w:pPr>
                    <w:pStyle w:val="TableBodyText"/>
                    <w:tabs>
                      <w:tab w:val="left" w:pos="1333"/>
                    </w:tabs>
                    <w:spacing w:line="120" w:lineRule="atLeast"/>
                    <w:ind w:right="28"/>
                    <w:jc w:val="left"/>
                  </w:pPr>
                  <w:r>
                    <w:t>Department of Human Services (Victoria)</w:t>
                  </w:r>
                </w:p>
              </w:tc>
            </w:tr>
            <w:tr w:rsidR="003C59A8" w:rsidTr="003C59A8">
              <w:tc>
                <w:tcPr>
                  <w:tcW w:w="5000" w:type="pct"/>
                  <w:shd w:val="clear" w:color="auto" w:fill="auto"/>
                </w:tcPr>
                <w:p w:rsidR="003C59A8" w:rsidRDefault="003C59A8" w:rsidP="00C61C89">
                  <w:pPr>
                    <w:pStyle w:val="TableBodyText"/>
                    <w:tabs>
                      <w:tab w:val="left" w:pos="1333"/>
                    </w:tabs>
                    <w:spacing w:line="120" w:lineRule="atLeast"/>
                    <w:ind w:right="28"/>
                    <w:jc w:val="left"/>
                  </w:pPr>
                  <w:r w:rsidRPr="00E304D3">
                    <w:t>Housing &amp; Homelessness Policy Research Working Group</w:t>
                  </w:r>
                </w:p>
              </w:tc>
            </w:tr>
            <w:tr w:rsidR="003C59A8" w:rsidTr="003C59A8">
              <w:tc>
                <w:tcPr>
                  <w:tcW w:w="5000" w:type="pct"/>
                  <w:shd w:val="clear" w:color="auto" w:fill="auto"/>
                </w:tcPr>
                <w:p w:rsidR="003C59A8" w:rsidRDefault="003C59A8" w:rsidP="00C61C89">
                  <w:pPr>
                    <w:pStyle w:val="TableBodyText"/>
                    <w:tabs>
                      <w:tab w:val="left" w:pos="1333"/>
                    </w:tabs>
                    <w:spacing w:line="120" w:lineRule="atLeast"/>
                    <w:ind w:right="28"/>
                    <w:jc w:val="left"/>
                  </w:pPr>
                  <w:proofErr w:type="spellStart"/>
                  <w:r w:rsidRPr="00E304D3">
                    <w:t>RMIT</w:t>
                  </w:r>
                  <w:proofErr w:type="spellEnd"/>
                  <w:r w:rsidRPr="00E304D3">
                    <w:t xml:space="preserve"> — Centre for Urban Research</w:t>
                  </w:r>
                </w:p>
              </w:tc>
            </w:tr>
            <w:tr w:rsidR="003C59A8" w:rsidTr="003C59A8">
              <w:tc>
                <w:tcPr>
                  <w:tcW w:w="5000" w:type="pct"/>
                  <w:shd w:val="clear" w:color="auto" w:fill="auto"/>
                </w:tcPr>
                <w:p w:rsidR="003C59A8" w:rsidRPr="00E304D3" w:rsidRDefault="003C59A8" w:rsidP="00C61C89">
                  <w:pPr>
                    <w:pStyle w:val="TableBodyText"/>
                    <w:tabs>
                      <w:tab w:val="left" w:pos="1333"/>
                    </w:tabs>
                    <w:spacing w:line="120" w:lineRule="atLeast"/>
                    <w:ind w:right="28"/>
                    <w:jc w:val="left"/>
                  </w:pPr>
                  <w:r>
                    <w:t xml:space="preserve">Swinburne University </w:t>
                  </w:r>
                  <w:r w:rsidRPr="00E304D3">
                    <w:t xml:space="preserve">— </w:t>
                  </w:r>
                  <w:r>
                    <w:t>The Swinburne Institute for Social Research</w:t>
                  </w:r>
                </w:p>
              </w:tc>
            </w:tr>
            <w:tr w:rsidR="003C59A8" w:rsidTr="003C59A8">
              <w:tc>
                <w:tcPr>
                  <w:tcW w:w="5000" w:type="pct"/>
                  <w:shd w:val="clear" w:color="auto" w:fill="auto"/>
                </w:tcPr>
                <w:p w:rsidR="003C59A8" w:rsidRPr="00D80971" w:rsidRDefault="003C59A8" w:rsidP="00C61C89">
                  <w:pPr>
                    <w:pStyle w:val="TableBodyText"/>
                    <w:spacing w:before="40"/>
                    <w:ind w:left="119" w:hanging="113"/>
                    <w:jc w:val="left"/>
                    <w:rPr>
                      <w:b/>
                    </w:rPr>
                  </w:pPr>
                  <w:r>
                    <w:rPr>
                      <w:b/>
                      <w:sz w:val="22"/>
                      <w:szCs w:val="22"/>
                    </w:rPr>
                    <w:t xml:space="preserve">Adelaide, </w:t>
                  </w:r>
                  <w:r w:rsidRPr="00D80971">
                    <w:rPr>
                      <w:b/>
                      <w:sz w:val="22"/>
                      <w:szCs w:val="22"/>
                    </w:rPr>
                    <w:t>South Australia</w:t>
                  </w:r>
                </w:p>
              </w:tc>
            </w:tr>
            <w:tr w:rsidR="003C59A8" w:rsidTr="003C59A8">
              <w:tc>
                <w:tcPr>
                  <w:tcW w:w="5000" w:type="pct"/>
                  <w:shd w:val="clear" w:color="auto" w:fill="auto"/>
                </w:tcPr>
                <w:p w:rsidR="003C59A8" w:rsidRPr="00D7010F" w:rsidRDefault="003C59A8" w:rsidP="003C59A8">
                  <w:pPr>
                    <w:pStyle w:val="TableBodyText"/>
                    <w:jc w:val="left"/>
                  </w:pPr>
                  <w:r>
                    <w:t>Housing SA</w:t>
                  </w:r>
                </w:p>
              </w:tc>
            </w:tr>
            <w:tr w:rsidR="003C59A8" w:rsidTr="003C59A8">
              <w:tc>
                <w:tcPr>
                  <w:tcW w:w="5000" w:type="pct"/>
                  <w:shd w:val="clear" w:color="auto" w:fill="auto"/>
                </w:tcPr>
                <w:p w:rsidR="003C59A8" w:rsidRPr="00D80971" w:rsidRDefault="003C59A8" w:rsidP="00C61C89">
                  <w:pPr>
                    <w:pStyle w:val="TableBodyText"/>
                    <w:spacing w:before="40"/>
                    <w:ind w:left="119" w:hanging="113"/>
                    <w:jc w:val="left"/>
                    <w:rPr>
                      <w:b/>
                    </w:rPr>
                  </w:pPr>
                  <w:r>
                    <w:rPr>
                      <w:b/>
                      <w:sz w:val="22"/>
                      <w:szCs w:val="22"/>
                    </w:rPr>
                    <w:t xml:space="preserve">Perth, </w:t>
                  </w:r>
                  <w:r w:rsidRPr="00D80971">
                    <w:rPr>
                      <w:b/>
                      <w:sz w:val="22"/>
                      <w:szCs w:val="22"/>
                    </w:rPr>
                    <w:t>Western Australia</w:t>
                  </w:r>
                </w:p>
              </w:tc>
            </w:tr>
            <w:tr w:rsidR="003C59A8" w:rsidTr="003C59A8">
              <w:tc>
                <w:tcPr>
                  <w:tcW w:w="5000" w:type="pct"/>
                  <w:shd w:val="clear" w:color="auto" w:fill="auto"/>
                </w:tcPr>
                <w:p w:rsidR="003C59A8" w:rsidRPr="00D7010F" w:rsidRDefault="003C59A8" w:rsidP="003C59A8">
                  <w:pPr>
                    <w:pStyle w:val="TableBodyText"/>
                    <w:jc w:val="left"/>
                  </w:pPr>
                  <w:r>
                    <w:t>Department of Housing (Western Australia)</w:t>
                  </w:r>
                </w:p>
              </w:tc>
            </w:tr>
            <w:tr w:rsidR="003C59A8" w:rsidTr="003C59A8">
              <w:tc>
                <w:tcPr>
                  <w:tcW w:w="5000" w:type="pct"/>
                  <w:shd w:val="clear" w:color="auto" w:fill="auto"/>
                </w:tcPr>
                <w:p w:rsidR="003C59A8" w:rsidRPr="00D7010F" w:rsidRDefault="003C59A8" w:rsidP="003C59A8">
                  <w:pPr>
                    <w:pStyle w:val="TableBodyText"/>
                    <w:jc w:val="left"/>
                  </w:pPr>
                  <w:r w:rsidRPr="00D7010F">
                    <w:t>Western Australian Council of Social Service</w:t>
                  </w:r>
                </w:p>
              </w:tc>
            </w:tr>
            <w:tr w:rsidR="003C59A8" w:rsidTr="003C59A8">
              <w:tc>
                <w:tcPr>
                  <w:tcW w:w="5000" w:type="pct"/>
                  <w:shd w:val="clear" w:color="auto" w:fill="auto"/>
                </w:tcPr>
                <w:p w:rsidR="003C59A8" w:rsidRDefault="003C59A8" w:rsidP="00C61C89">
                  <w:pPr>
                    <w:pStyle w:val="TableBodyText"/>
                    <w:spacing w:before="40"/>
                    <w:ind w:left="119" w:hanging="113"/>
                    <w:jc w:val="left"/>
                  </w:pPr>
                  <w:r>
                    <w:rPr>
                      <w:b/>
                      <w:sz w:val="22"/>
                      <w:szCs w:val="22"/>
                    </w:rPr>
                    <w:t xml:space="preserve">Canberra, </w:t>
                  </w:r>
                  <w:r w:rsidRPr="005C2D8A">
                    <w:rPr>
                      <w:b/>
                      <w:sz w:val="22"/>
                      <w:szCs w:val="22"/>
                    </w:rPr>
                    <w:t>Australian Capital Territory</w:t>
                  </w:r>
                </w:p>
              </w:tc>
            </w:tr>
            <w:tr w:rsidR="003C59A8" w:rsidTr="003C59A8">
              <w:tc>
                <w:tcPr>
                  <w:tcW w:w="5000" w:type="pct"/>
                  <w:shd w:val="clear" w:color="auto" w:fill="auto"/>
                </w:tcPr>
                <w:p w:rsidR="003C59A8" w:rsidRPr="004740EC" w:rsidRDefault="003C59A8" w:rsidP="003C59A8">
                  <w:pPr>
                    <w:pStyle w:val="TableBodyText"/>
                    <w:ind w:left="119" w:hanging="113"/>
                    <w:jc w:val="left"/>
                  </w:pPr>
                  <w:r w:rsidRPr="004740EC">
                    <w:t>Australian Institute of Health and Welfare</w:t>
                  </w:r>
                </w:p>
              </w:tc>
            </w:tr>
            <w:tr w:rsidR="003C59A8" w:rsidTr="003C59A8">
              <w:tc>
                <w:tcPr>
                  <w:tcW w:w="5000" w:type="pct"/>
                  <w:shd w:val="clear" w:color="auto" w:fill="auto"/>
                </w:tcPr>
                <w:p w:rsidR="003C59A8" w:rsidRPr="00E304D3" w:rsidRDefault="003C59A8" w:rsidP="003C59A8">
                  <w:pPr>
                    <w:pStyle w:val="TableBodyText"/>
                    <w:ind w:left="119" w:hanging="113"/>
                    <w:jc w:val="left"/>
                  </w:pPr>
                  <w:r w:rsidRPr="00E304D3">
                    <w:t>Community Housing Federation of Australia</w:t>
                  </w:r>
                </w:p>
              </w:tc>
            </w:tr>
            <w:tr w:rsidR="003126BD" w:rsidTr="003C59A8">
              <w:tc>
                <w:tcPr>
                  <w:tcW w:w="5000" w:type="pct"/>
                  <w:shd w:val="clear" w:color="auto" w:fill="auto"/>
                </w:tcPr>
                <w:p w:rsidR="003126BD" w:rsidRPr="00E304D3" w:rsidRDefault="003126BD" w:rsidP="003C59A8">
                  <w:pPr>
                    <w:pStyle w:val="TableBodyText"/>
                    <w:ind w:left="119" w:hanging="113"/>
                    <w:jc w:val="left"/>
                  </w:pPr>
                  <w:r>
                    <w:t>Department of Social Services (Commonwealth)</w:t>
                  </w:r>
                </w:p>
              </w:tc>
            </w:tr>
            <w:tr w:rsidR="003126BD" w:rsidTr="003C59A8">
              <w:tc>
                <w:tcPr>
                  <w:tcW w:w="5000" w:type="pct"/>
                  <w:shd w:val="clear" w:color="auto" w:fill="auto"/>
                </w:tcPr>
                <w:p w:rsidR="003126BD" w:rsidRPr="00E304D3" w:rsidRDefault="003126BD" w:rsidP="003C59A8">
                  <w:pPr>
                    <w:pStyle w:val="TableBodyText"/>
                    <w:ind w:left="119" w:hanging="113"/>
                    <w:jc w:val="left"/>
                  </w:pPr>
                  <w:r>
                    <w:t>Department of Human Services (Commonwealth)</w:t>
                  </w:r>
                </w:p>
              </w:tc>
            </w:tr>
            <w:tr w:rsidR="003C59A8" w:rsidTr="003C59A8">
              <w:tc>
                <w:tcPr>
                  <w:tcW w:w="5000" w:type="pct"/>
                  <w:tcBorders>
                    <w:bottom w:val="single" w:sz="6" w:space="0" w:color="BFBFBF"/>
                  </w:tcBorders>
                  <w:shd w:val="clear" w:color="auto" w:fill="auto"/>
                </w:tcPr>
                <w:p w:rsidR="003C59A8" w:rsidRPr="00E304D3" w:rsidRDefault="003C59A8" w:rsidP="003126BD">
                  <w:pPr>
                    <w:pStyle w:val="TableBodyText"/>
                    <w:ind w:left="119" w:hanging="113"/>
                    <w:jc w:val="left"/>
                  </w:pPr>
                  <w:r>
                    <w:t xml:space="preserve">Department of </w:t>
                  </w:r>
                  <w:r w:rsidR="003126BD">
                    <w:t>Employment</w:t>
                  </w:r>
                  <w:r>
                    <w:t xml:space="preserve"> (Commonwealth)</w:t>
                  </w:r>
                </w:p>
              </w:tc>
            </w:tr>
          </w:tbl>
          <w:p w:rsidR="003C59A8" w:rsidRDefault="003C59A8" w:rsidP="003C59A8">
            <w:pPr>
              <w:pStyle w:val="Box"/>
            </w:pPr>
          </w:p>
        </w:tc>
      </w:tr>
      <w:tr w:rsidR="003C59A8" w:rsidTr="003C59A8">
        <w:trPr>
          <w:cantSplit/>
        </w:trPr>
        <w:tc>
          <w:tcPr>
            <w:tcW w:w="8771" w:type="dxa"/>
            <w:tcBorders>
              <w:top w:val="nil"/>
              <w:left w:val="nil"/>
              <w:bottom w:val="single" w:sz="6" w:space="0" w:color="78A22F"/>
              <w:right w:val="nil"/>
            </w:tcBorders>
            <w:shd w:val="clear" w:color="auto" w:fill="auto"/>
          </w:tcPr>
          <w:p w:rsidR="003C59A8" w:rsidRDefault="003C59A8" w:rsidP="003C59A8">
            <w:pPr>
              <w:pStyle w:val="Box"/>
              <w:spacing w:before="0" w:line="120" w:lineRule="exact"/>
            </w:pPr>
          </w:p>
        </w:tc>
      </w:tr>
      <w:tr w:rsidR="003C59A8" w:rsidRPr="000863A5"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p w:rsidR="003C59A8" w:rsidRDefault="003C59A8" w:rsidP="003C59A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3C59A8" w:rsidTr="003C59A8">
        <w:tc>
          <w:tcPr>
            <w:tcW w:w="8771" w:type="dxa"/>
            <w:tcBorders>
              <w:top w:val="single" w:sz="6" w:space="0" w:color="78A22F"/>
              <w:left w:val="nil"/>
              <w:bottom w:val="nil"/>
              <w:right w:val="nil"/>
            </w:tcBorders>
            <w:shd w:val="clear" w:color="auto" w:fill="auto"/>
          </w:tcPr>
          <w:p w:rsidR="003C59A8" w:rsidRPr="00784A05" w:rsidRDefault="003C59A8" w:rsidP="003C59A8">
            <w:pPr>
              <w:pStyle w:val="TableTitle"/>
            </w:pPr>
            <w:r>
              <w:rPr>
                <w:b w:val="0"/>
              </w:rPr>
              <w:t xml:space="preserve">Table </w:t>
            </w:r>
            <w:r>
              <w:rPr>
                <w:b w:val="0"/>
              </w:rPr>
              <w:fldChar w:fldCharType="begin" w:fldLock="1"/>
            </w:r>
            <w:r>
              <w:rPr>
                <w:b w:val="0"/>
              </w:rPr>
              <w:instrText xml:space="preserve"> COMMENTS  \* MERGEFORMAT </w:instrText>
            </w:r>
            <w:r>
              <w:rPr>
                <w:b w:val="0"/>
              </w:rPr>
              <w:fldChar w:fldCharType="separate"/>
            </w:r>
            <w:proofErr w:type="spellStart"/>
            <w:r>
              <w:rPr>
                <w:b w:val="0"/>
              </w:rPr>
              <w:t>A.</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2</w:t>
            </w:r>
            <w:proofErr w:type="spellEnd"/>
            <w:r>
              <w:rPr>
                <w:b w:val="0"/>
              </w:rPr>
              <w:fldChar w:fldCharType="end"/>
            </w:r>
            <w:r>
              <w:tab/>
            </w:r>
            <w:r w:rsidRPr="001A1D4A">
              <w:t>Teleconferences</w:t>
            </w:r>
          </w:p>
        </w:tc>
      </w:tr>
      <w:tr w:rsidR="003C59A8" w:rsidTr="003C59A8">
        <w:trPr>
          <w:cantSplit/>
        </w:trPr>
        <w:tc>
          <w:tcPr>
            <w:tcW w:w="8771" w:type="dxa"/>
            <w:tcBorders>
              <w:top w:val="nil"/>
              <w:left w:val="nil"/>
              <w:bottom w:val="nil"/>
              <w:right w:val="nil"/>
            </w:tcBorders>
            <w:shd w:val="clear" w:color="auto" w:fill="auto"/>
          </w:tcPr>
          <w:tbl>
            <w:tblPr>
              <w:tblW w:w="5000" w:type="pct"/>
              <w:tblBorders>
                <w:top w:val="single" w:sz="6" w:space="0" w:color="BFBFBF"/>
                <w:bottom w:val="single" w:sz="6" w:space="0" w:color="BFBFBF"/>
                <w:insideH w:val="single" w:sz="6" w:space="0" w:color="BFBFBF"/>
                <w:insideV w:val="single" w:sz="6" w:space="0" w:color="BFBFBF"/>
              </w:tblBorders>
              <w:tblCellMar>
                <w:top w:w="28" w:type="dxa"/>
                <w:left w:w="0" w:type="dxa"/>
                <w:right w:w="0" w:type="dxa"/>
              </w:tblCellMar>
              <w:tblLook w:val="0000" w:firstRow="0" w:lastRow="0" w:firstColumn="0" w:lastColumn="0" w:noHBand="0" w:noVBand="0"/>
            </w:tblPr>
            <w:tblGrid>
              <w:gridCol w:w="8487"/>
            </w:tblGrid>
            <w:tr w:rsidR="003C59A8" w:rsidTr="00690CDF">
              <w:tc>
                <w:tcPr>
                  <w:tcW w:w="5000" w:type="pct"/>
                  <w:shd w:val="clear" w:color="auto" w:fill="auto"/>
                  <w:tcMar>
                    <w:top w:w="28" w:type="dxa"/>
                  </w:tcMar>
                </w:tcPr>
                <w:p w:rsidR="003C59A8" w:rsidRDefault="003C59A8" w:rsidP="003C59A8">
                  <w:pPr>
                    <w:pStyle w:val="TableColumnHeading"/>
                    <w:ind w:right="28"/>
                    <w:jc w:val="left"/>
                  </w:pPr>
                  <w:r>
                    <w:t>Participant</w:t>
                  </w:r>
                </w:p>
              </w:tc>
            </w:tr>
            <w:tr w:rsidR="003C59A8" w:rsidTr="00690CDF">
              <w:tc>
                <w:tcPr>
                  <w:tcW w:w="5000" w:type="pct"/>
                </w:tcPr>
                <w:p w:rsidR="003C59A8" w:rsidRDefault="003C59A8" w:rsidP="00FB0E2F">
                  <w:pPr>
                    <w:pStyle w:val="TableBodyText"/>
                    <w:spacing w:before="40"/>
                    <w:ind w:right="28"/>
                    <w:jc w:val="left"/>
                  </w:pPr>
                  <w:r w:rsidRPr="00D7010F">
                    <w:t>Department of Housing and Public Works (Queensland)</w:t>
                  </w:r>
                </w:p>
              </w:tc>
            </w:tr>
          </w:tbl>
          <w:p w:rsidR="003C59A8" w:rsidRDefault="003C59A8" w:rsidP="003C59A8">
            <w:pPr>
              <w:pStyle w:val="Box"/>
            </w:pPr>
          </w:p>
        </w:tc>
      </w:tr>
      <w:tr w:rsidR="003C59A8" w:rsidTr="003C59A8">
        <w:trPr>
          <w:cantSplit/>
        </w:trPr>
        <w:tc>
          <w:tcPr>
            <w:tcW w:w="8771" w:type="dxa"/>
            <w:tcBorders>
              <w:top w:val="nil"/>
              <w:left w:val="nil"/>
              <w:bottom w:val="single" w:sz="6" w:space="0" w:color="78A22F"/>
              <w:right w:val="nil"/>
            </w:tcBorders>
            <w:shd w:val="clear" w:color="auto" w:fill="auto"/>
          </w:tcPr>
          <w:p w:rsidR="003C59A8" w:rsidRDefault="003C59A8" w:rsidP="003C59A8">
            <w:pPr>
              <w:pStyle w:val="Box"/>
              <w:spacing w:before="0" w:line="120" w:lineRule="exact"/>
            </w:pPr>
          </w:p>
        </w:tc>
      </w:tr>
      <w:tr w:rsidR="003C59A8" w:rsidRPr="000863A5"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p w:rsidR="003C59A8" w:rsidRDefault="003C59A8" w:rsidP="003C59A8">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3C59A8" w:rsidTr="003C59A8">
        <w:tc>
          <w:tcPr>
            <w:tcW w:w="8771" w:type="dxa"/>
            <w:tcBorders>
              <w:top w:val="single" w:sz="6" w:space="0" w:color="78A22F"/>
              <w:left w:val="nil"/>
              <w:bottom w:val="nil"/>
              <w:right w:val="nil"/>
            </w:tcBorders>
            <w:shd w:val="clear" w:color="auto" w:fill="auto"/>
          </w:tcPr>
          <w:p w:rsidR="003C59A8" w:rsidRPr="001A1D4A" w:rsidRDefault="003C59A8" w:rsidP="003C59A8">
            <w:pPr>
              <w:pStyle w:val="TableTitle"/>
            </w:pPr>
            <w:r>
              <w:rPr>
                <w:b w:val="0"/>
              </w:rPr>
              <w:t xml:space="preserve">Table </w:t>
            </w:r>
            <w:r>
              <w:rPr>
                <w:b w:val="0"/>
              </w:rPr>
              <w:fldChar w:fldCharType="begin" w:fldLock="1"/>
            </w:r>
            <w:r>
              <w:rPr>
                <w:b w:val="0"/>
              </w:rPr>
              <w:instrText xml:space="preserve"> COMMENTS  \* MERGEFORMAT </w:instrText>
            </w:r>
            <w:r>
              <w:rPr>
                <w:b w:val="0"/>
              </w:rPr>
              <w:fldChar w:fldCharType="separate"/>
            </w:r>
            <w:proofErr w:type="spellStart"/>
            <w:r>
              <w:rPr>
                <w:b w:val="0"/>
              </w:rPr>
              <w:t>A.</w:t>
            </w:r>
            <w:r>
              <w:rPr>
                <w:b w:val="0"/>
              </w:rPr>
              <w:fldChar w:fldCharType="end"/>
            </w:r>
            <w:r>
              <w:rPr>
                <w:b w:val="0"/>
              </w:rPr>
              <w:fldChar w:fldCharType="begin" w:fldLock="1"/>
            </w:r>
            <w:r>
              <w:rPr>
                <w:b w:val="0"/>
              </w:rPr>
              <w:instrText xml:space="preserve"> SEQ Table \* ARABIC </w:instrText>
            </w:r>
            <w:r>
              <w:rPr>
                <w:b w:val="0"/>
              </w:rPr>
              <w:fldChar w:fldCharType="separate"/>
            </w:r>
            <w:r>
              <w:rPr>
                <w:b w:val="0"/>
                <w:noProof/>
              </w:rPr>
              <w:t>3</w:t>
            </w:r>
            <w:proofErr w:type="spellEnd"/>
            <w:r>
              <w:rPr>
                <w:b w:val="0"/>
              </w:rPr>
              <w:fldChar w:fldCharType="end"/>
            </w:r>
            <w:r>
              <w:tab/>
            </w:r>
            <w:r w:rsidRPr="001A1D4A">
              <w:t>Roundtable</w:t>
            </w:r>
          </w:p>
          <w:p w:rsidR="003C59A8" w:rsidRPr="00784A05" w:rsidRDefault="003C59A8" w:rsidP="003C59A8">
            <w:pPr>
              <w:pStyle w:val="Subtitle"/>
            </w:pPr>
            <w:r>
              <w:t>Melbourne (3 March 2015)</w:t>
            </w:r>
          </w:p>
        </w:tc>
      </w:tr>
      <w:tr w:rsidR="003C59A8" w:rsidTr="003C59A8">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830"/>
              <w:gridCol w:w="5657"/>
            </w:tblGrid>
            <w:tr w:rsidR="003C59A8" w:rsidTr="003C59A8">
              <w:tc>
                <w:tcPr>
                  <w:tcW w:w="1667" w:type="pct"/>
                  <w:tcBorders>
                    <w:top w:val="single" w:sz="6" w:space="0" w:color="BFBFBF"/>
                    <w:bottom w:val="single" w:sz="6" w:space="0" w:color="BFBFBF"/>
                  </w:tcBorders>
                  <w:shd w:val="clear" w:color="auto" w:fill="auto"/>
                  <w:tcMar>
                    <w:top w:w="28" w:type="dxa"/>
                  </w:tcMar>
                </w:tcPr>
                <w:p w:rsidR="003C59A8" w:rsidRDefault="003C59A8" w:rsidP="003C59A8">
                  <w:pPr>
                    <w:pStyle w:val="TableColumnHeading"/>
                    <w:spacing w:line="240" w:lineRule="exact"/>
                    <w:jc w:val="left"/>
                  </w:pPr>
                  <w:r>
                    <w:t>Participant</w:t>
                  </w:r>
                </w:p>
              </w:tc>
              <w:tc>
                <w:tcPr>
                  <w:tcW w:w="3333" w:type="pct"/>
                  <w:tcBorders>
                    <w:top w:val="single" w:sz="6" w:space="0" w:color="BFBFBF"/>
                    <w:bottom w:val="single" w:sz="6" w:space="0" w:color="BFBFBF"/>
                  </w:tcBorders>
                  <w:shd w:val="clear" w:color="auto" w:fill="auto"/>
                  <w:tcMar>
                    <w:top w:w="28" w:type="dxa"/>
                  </w:tcMar>
                </w:tcPr>
                <w:p w:rsidR="003C59A8" w:rsidRDefault="003C59A8" w:rsidP="003C59A8">
                  <w:pPr>
                    <w:pStyle w:val="TableColumnHeading"/>
                    <w:spacing w:line="240" w:lineRule="exact"/>
                    <w:ind w:right="0"/>
                    <w:jc w:val="left"/>
                  </w:pPr>
                  <w:r>
                    <w:t>Organisation</w:t>
                  </w:r>
                </w:p>
              </w:tc>
            </w:tr>
            <w:tr w:rsidR="003C59A8" w:rsidTr="003C59A8">
              <w:tc>
                <w:tcPr>
                  <w:tcW w:w="1667" w:type="pct"/>
                  <w:tcBorders>
                    <w:top w:val="single" w:sz="6" w:space="0" w:color="BFBFBF"/>
                  </w:tcBorders>
                  <w:vAlign w:val="center"/>
                </w:tcPr>
                <w:p w:rsidR="003C59A8" w:rsidRPr="00B90A40" w:rsidRDefault="003C59A8" w:rsidP="00C61C89">
                  <w:pPr>
                    <w:pStyle w:val="TableBodyText"/>
                    <w:spacing w:before="40"/>
                    <w:jc w:val="left"/>
                  </w:pPr>
                  <w:r w:rsidRPr="00B90A40">
                    <w:t>Iain Scott</w:t>
                  </w:r>
                </w:p>
              </w:tc>
              <w:tc>
                <w:tcPr>
                  <w:tcW w:w="3333" w:type="pct"/>
                  <w:tcBorders>
                    <w:top w:val="single" w:sz="6" w:space="0" w:color="BFBFBF"/>
                  </w:tcBorders>
                  <w:vAlign w:val="center"/>
                </w:tcPr>
                <w:p w:rsidR="003C59A8" w:rsidRPr="00B90A40" w:rsidRDefault="003C59A8" w:rsidP="00C61C89">
                  <w:pPr>
                    <w:pStyle w:val="TableBodyText"/>
                    <w:spacing w:before="40"/>
                    <w:jc w:val="left"/>
                  </w:pPr>
                  <w:r w:rsidRPr="00B90A40">
                    <w:t>Department of Social Services</w:t>
                  </w:r>
                </w:p>
              </w:tc>
            </w:tr>
            <w:tr w:rsidR="003C59A8" w:rsidTr="003C59A8">
              <w:tc>
                <w:tcPr>
                  <w:tcW w:w="1667" w:type="pct"/>
                  <w:vAlign w:val="center"/>
                </w:tcPr>
                <w:p w:rsidR="003C59A8" w:rsidRPr="00B90A40" w:rsidRDefault="003C59A8" w:rsidP="003C59A8">
                  <w:pPr>
                    <w:pStyle w:val="TableBodyText"/>
                    <w:jc w:val="left"/>
                  </w:pPr>
                  <w:r w:rsidRPr="00B90A40">
                    <w:t>Sean Innis</w:t>
                  </w:r>
                </w:p>
              </w:tc>
              <w:tc>
                <w:tcPr>
                  <w:tcW w:w="3333" w:type="pct"/>
                  <w:vAlign w:val="center"/>
                </w:tcPr>
                <w:p w:rsidR="003C59A8" w:rsidRPr="00B90A40" w:rsidRDefault="003C59A8" w:rsidP="003C59A8">
                  <w:pPr>
                    <w:pStyle w:val="TableBodyText"/>
                    <w:jc w:val="left"/>
                  </w:pPr>
                  <w:r w:rsidRPr="00B90A40">
                    <w:t xml:space="preserve">Department of Social Services </w:t>
                  </w:r>
                </w:p>
              </w:tc>
            </w:tr>
            <w:tr w:rsidR="003C59A8" w:rsidTr="003C59A8">
              <w:tc>
                <w:tcPr>
                  <w:tcW w:w="1667" w:type="pct"/>
                  <w:vAlign w:val="center"/>
                </w:tcPr>
                <w:p w:rsidR="003C59A8" w:rsidRPr="00B90A40" w:rsidRDefault="003C59A8" w:rsidP="003C59A8">
                  <w:pPr>
                    <w:pStyle w:val="TableBodyText"/>
                    <w:jc w:val="left"/>
                  </w:pPr>
                  <w:r w:rsidRPr="00B90A40">
                    <w:t xml:space="preserve">Ben </w:t>
                  </w:r>
                  <w:proofErr w:type="spellStart"/>
                  <w:r w:rsidRPr="00B90A40">
                    <w:t>Carmody</w:t>
                  </w:r>
                  <w:proofErr w:type="spellEnd"/>
                </w:p>
              </w:tc>
              <w:tc>
                <w:tcPr>
                  <w:tcW w:w="3333" w:type="pct"/>
                  <w:vAlign w:val="center"/>
                </w:tcPr>
                <w:p w:rsidR="003C59A8" w:rsidRPr="00B90A40" w:rsidRDefault="003C59A8" w:rsidP="003C59A8">
                  <w:pPr>
                    <w:pStyle w:val="TableBodyText"/>
                    <w:jc w:val="left"/>
                  </w:pPr>
                  <w:r w:rsidRPr="00B90A40">
                    <w:t xml:space="preserve">Department of Social Services </w:t>
                  </w:r>
                </w:p>
              </w:tc>
            </w:tr>
            <w:tr w:rsidR="003C59A8" w:rsidTr="003C59A8">
              <w:tc>
                <w:tcPr>
                  <w:tcW w:w="1667" w:type="pct"/>
                  <w:vAlign w:val="center"/>
                </w:tcPr>
                <w:p w:rsidR="003C59A8" w:rsidRPr="00B90A40" w:rsidRDefault="003C59A8" w:rsidP="003C59A8">
                  <w:pPr>
                    <w:pStyle w:val="TableBodyText"/>
                    <w:jc w:val="left"/>
                  </w:pPr>
                  <w:r>
                    <w:t>Michelle Wilson</w:t>
                  </w:r>
                </w:p>
              </w:tc>
              <w:tc>
                <w:tcPr>
                  <w:tcW w:w="3333" w:type="pct"/>
                  <w:vAlign w:val="center"/>
                </w:tcPr>
                <w:p w:rsidR="003C59A8" w:rsidRPr="00B90A40" w:rsidRDefault="003C59A8" w:rsidP="003C59A8">
                  <w:pPr>
                    <w:pStyle w:val="TableBodyText"/>
                    <w:jc w:val="left"/>
                  </w:pPr>
                  <w:r w:rsidRPr="00B90A40">
                    <w:t>Department of Human Services</w:t>
                  </w:r>
                </w:p>
              </w:tc>
            </w:tr>
            <w:tr w:rsidR="003C59A8" w:rsidTr="003C59A8">
              <w:tc>
                <w:tcPr>
                  <w:tcW w:w="1667" w:type="pct"/>
                  <w:vAlign w:val="center"/>
                </w:tcPr>
                <w:p w:rsidR="003C59A8" w:rsidRPr="00B90A40" w:rsidRDefault="003C59A8" w:rsidP="003C59A8">
                  <w:pPr>
                    <w:pStyle w:val="TableBodyText"/>
                    <w:jc w:val="left"/>
                  </w:pPr>
                  <w:r w:rsidRPr="00B90A40">
                    <w:t>Mark Morrison</w:t>
                  </w:r>
                </w:p>
              </w:tc>
              <w:tc>
                <w:tcPr>
                  <w:tcW w:w="3333" w:type="pct"/>
                  <w:vAlign w:val="center"/>
                </w:tcPr>
                <w:p w:rsidR="003C59A8" w:rsidRPr="00B90A40" w:rsidRDefault="003C59A8" w:rsidP="003C59A8">
                  <w:pPr>
                    <w:pStyle w:val="TableBodyText"/>
                    <w:jc w:val="left"/>
                  </w:pPr>
                  <w:r w:rsidRPr="00B90A40">
                    <w:t xml:space="preserve">Department of Human Services </w:t>
                  </w:r>
                </w:p>
              </w:tc>
            </w:tr>
            <w:tr w:rsidR="003C59A8" w:rsidTr="003C59A8">
              <w:trPr>
                <w:trHeight w:val="100"/>
              </w:trPr>
              <w:tc>
                <w:tcPr>
                  <w:tcW w:w="1667" w:type="pct"/>
                  <w:vAlign w:val="center"/>
                </w:tcPr>
                <w:p w:rsidR="003C59A8" w:rsidRPr="00B90A40" w:rsidRDefault="003C59A8" w:rsidP="003C59A8">
                  <w:pPr>
                    <w:pStyle w:val="TableBodyText"/>
                    <w:jc w:val="left"/>
                  </w:pPr>
                  <w:r>
                    <w:t>Julie Polson</w:t>
                  </w:r>
                </w:p>
              </w:tc>
              <w:tc>
                <w:tcPr>
                  <w:tcW w:w="3333" w:type="pct"/>
                  <w:vAlign w:val="center"/>
                </w:tcPr>
                <w:p w:rsidR="003C59A8" w:rsidRPr="00B90A40" w:rsidRDefault="003C59A8" w:rsidP="003C59A8">
                  <w:pPr>
                    <w:pStyle w:val="TableBodyText"/>
                    <w:jc w:val="left"/>
                  </w:pPr>
                  <w:r w:rsidRPr="00B90A40">
                    <w:t>Department of Employment</w:t>
                  </w:r>
                  <w:r>
                    <w:t xml:space="preserve"> </w:t>
                  </w:r>
                </w:p>
              </w:tc>
            </w:tr>
            <w:tr w:rsidR="003C59A8" w:rsidTr="003C59A8">
              <w:tc>
                <w:tcPr>
                  <w:tcW w:w="1667" w:type="pct"/>
                  <w:vAlign w:val="center"/>
                </w:tcPr>
                <w:p w:rsidR="003C59A8" w:rsidRPr="00B90A40" w:rsidRDefault="003C59A8" w:rsidP="003C59A8">
                  <w:pPr>
                    <w:pStyle w:val="TableBodyText"/>
                    <w:jc w:val="left"/>
                  </w:pPr>
                  <w:r>
                    <w:t>Nicole Berry</w:t>
                  </w:r>
                </w:p>
              </w:tc>
              <w:tc>
                <w:tcPr>
                  <w:tcW w:w="3333" w:type="pct"/>
                  <w:vAlign w:val="center"/>
                </w:tcPr>
                <w:p w:rsidR="003C59A8" w:rsidRPr="00B90A40" w:rsidRDefault="003C59A8" w:rsidP="003C59A8">
                  <w:pPr>
                    <w:pStyle w:val="TableBodyText"/>
                    <w:jc w:val="left"/>
                  </w:pPr>
                  <w:r>
                    <w:t>Department of the Prime Minister and Cabinet</w:t>
                  </w:r>
                </w:p>
              </w:tc>
            </w:tr>
            <w:tr w:rsidR="003C59A8" w:rsidTr="003C59A8">
              <w:tc>
                <w:tcPr>
                  <w:tcW w:w="1667" w:type="pct"/>
                  <w:vAlign w:val="center"/>
                </w:tcPr>
                <w:p w:rsidR="003C59A8" w:rsidRPr="00B90A40" w:rsidRDefault="003C59A8" w:rsidP="003C59A8">
                  <w:pPr>
                    <w:pStyle w:val="TableBodyText"/>
                    <w:jc w:val="left"/>
                  </w:pPr>
                  <w:r w:rsidRPr="00B90A40">
                    <w:t>Geoff Slack</w:t>
                  </w:r>
                </w:p>
              </w:tc>
              <w:tc>
                <w:tcPr>
                  <w:tcW w:w="3333" w:type="pct"/>
                  <w:vAlign w:val="center"/>
                </w:tcPr>
                <w:p w:rsidR="003C59A8" w:rsidRPr="00B90A40" w:rsidRDefault="003C59A8" w:rsidP="003C59A8">
                  <w:pPr>
                    <w:pStyle w:val="TableBodyText"/>
                    <w:jc w:val="left"/>
                  </w:pPr>
                  <w:r w:rsidRPr="00B90A40">
                    <w:t>Housing SA</w:t>
                  </w:r>
                </w:p>
              </w:tc>
            </w:tr>
            <w:tr w:rsidR="003C59A8" w:rsidTr="003C59A8">
              <w:tc>
                <w:tcPr>
                  <w:tcW w:w="1667" w:type="pct"/>
                  <w:vAlign w:val="center"/>
                </w:tcPr>
                <w:p w:rsidR="003C59A8" w:rsidRPr="00B90A40" w:rsidRDefault="003C59A8" w:rsidP="003C59A8">
                  <w:pPr>
                    <w:pStyle w:val="TableBodyText"/>
                    <w:jc w:val="left"/>
                  </w:pPr>
                  <w:r>
                    <w:t>Deborah Brill</w:t>
                  </w:r>
                </w:p>
              </w:tc>
              <w:tc>
                <w:tcPr>
                  <w:tcW w:w="3333" w:type="pct"/>
                  <w:vAlign w:val="center"/>
                </w:tcPr>
                <w:p w:rsidR="003C59A8" w:rsidRPr="00B90A40" w:rsidRDefault="003C59A8" w:rsidP="003C59A8">
                  <w:pPr>
                    <w:pStyle w:val="TableBodyText"/>
                    <w:jc w:val="left"/>
                  </w:pPr>
                  <w:r>
                    <w:t>Department of Family and Community Services, NSW</w:t>
                  </w:r>
                </w:p>
              </w:tc>
            </w:tr>
            <w:tr w:rsidR="003C59A8" w:rsidTr="003C59A8">
              <w:tc>
                <w:tcPr>
                  <w:tcW w:w="1667" w:type="pct"/>
                  <w:vAlign w:val="center"/>
                </w:tcPr>
                <w:p w:rsidR="003C59A8" w:rsidRDefault="003C59A8" w:rsidP="003C59A8">
                  <w:pPr>
                    <w:pStyle w:val="TableBodyText"/>
                    <w:jc w:val="left"/>
                  </w:pPr>
                  <w:r>
                    <w:t>Emma Forrest</w:t>
                  </w:r>
                </w:p>
              </w:tc>
              <w:tc>
                <w:tcPr>
                  <w:tcW w:w="3333" w:type="pct"/>
                  <w:vAlign w:val="center"/>
                </w:tcPr>
                <w:p w:rsidR="003C59A8" w:rsidRDefault="003C59A8" w:rsidP="003C59A8">
                  <w:pPr>
                    <w:pStyle w:val="TableBodyText"/>
                    <w:jc w:val="left"/>
                  </w:pPr>
                  <w:r>
                    <w:t>Department of Housing (Western Australia)</w:t>
                  </w:r>
                </w:p>
              </w:tc>
            </w:tr>
            <w:tr w:rsidR="003C59A8" w:rsidTr="003C59A8">
              <w:tc>
                <w:tcPr>
                  <w:tcW w:w="1667" w:type="pct"/>
                  <w:vAlign w:val="center"/>
                </w:tcPr>
                <w:p w:rsidR="003C59A8" w:rsidRPr="00B90A40" w:rsidRDefault="003C59A8" w:rsidP="003C59A8">
                  <w:pPr>
                    <w:pStyle w:val="TableBodyText"/>
                    <w:jc w:val="left"/>
                  </w:pPr>
                  <w:r w:rsidRPr="00B90A40">
                    <w:t>Carol Croce</w:t>
                  </w:r>
                </w:p>
              </w:tc>
              <w:tc>
                <w:tcPr>
                  <w:tcW w:w="3333" w:type="pct"/>
                  <w:vAlign w:val="center"/>
                </w:tcPr>
                <w:p w:rsidR="003C59A8" w:rsidRPr="00B90A40" w:rsidRDefault="003C59A8" w:rsidP="003C59A8">
                  <w:pPr>
                    <w:pStyle w:val="TableBodyText"/>
                    <w:jc w:val="left"/>
                  </w:pPr>
                  <w:r w:rsidRPr="00B90A40">
                    <w:t>Community Housing Federation of Australia</w:t>
                  </w:r>
                </w:p>
              </w:tc>
            </w:tr>
            <w:tr w:rsidR="003C59A8" w:rsidTr="003C59A8">
              <w:tc>
                <w:tcPr>
                  <w:tcW w:w="1667" w:type="pct"/>
                  <w:vAlign w:val="center"/>
                </w:tcPr>
                <w:p w:rsidR="003C59A8" w:rsidRPr="00B90A40" w:rsidRDefault="003C59A8" w:rsidP="003C59A8">
                  <w:pPr>
                    <w:pStyle w:val="TableBodyText"/>
                    <w:jc w:val="left"/>
                  </w:pPr>
                  <w:r w:rsidRPr="00B90A40">
                    <w:t>Ian Winter</w:t>
                  </w:r>
                </w:p>
              </w:tc>
              <w:tc>
                <w:tcPr>
                  <w:tcW w:w="3333" w:type="pct"/>
                </w:tcPr>
                <w:p w:rsidR="003C59A8" w:rsidRPr="00B90A40" w:rsidRDefault="003C59A8" w:rsidP="003C59A8">
                  <w:pPr>
                    <w:pStyle w:val="TableBodyText"/>
                    <w:jc w:val="left"/>
                  </w:pPr>
                  <w:r w:rsidRPr="00B90A40">
                    <w:t>Australian Housing and Urban Research Institute</w:t>
                  </w:r>
                </w:p>
              </w:tc>
            </w:tr>
            <w:tr w:rsidR="003C59A8" w:rsidTr="003C59A8">
              <w:tc>
                <w:tcPr>
                  <w:tcW w:w="1667" w:type="pct"/>
                  <w:vAlign w:val="center"/>
                </w:tcPr>
                <w:p w:rsidR="003C59A8" w:rsidRPr="00B90A40" w:rsidRDefault="003C59A8" w:rsidP="003C59A8">
                  <w:pPr>
                    <w:pStyle w:val="TableBodyText"/>
                    <w:jc w:val="left"/>
                  </w:pPr>
                  <w:r w:rsidRPr="00B90A40">
                    <w:t>Gavin Wood</w:t>
                  </w:r>
                </w:p>
              </w:tc>
              <w:tc>
                <w:tcPr>
                  <w:tcW w:w="3333" w:type="pct"/>
                  <w:vAlign w:val="center"/>
                </w:tcPr>
                <w:p w:rsidR="003C59A8" w:rsidRPr="00B90A40" w:rsidRDefault="003C59A8" w:rsidP="003C59A8">
                  <w:pPr>
                    <w:pStyle w:val="TableBodyText"/>
                    <w:jc w:val="left"/>
                  </w:pPr>
                  <w:proofErr w:type="spellStart"/>
                  <w:r w:rsidRPr="00B90A40">
                    <w:t>RMIT</w:t>
                  </w:r>
                  <w:proofErr w:type="spellEnd"/>
                </w:p>
              </w:tc>
            </w:tr>
            <w:tr w:rsidR="003C59A8" w:rsidTr="003C59A8">
              <w:tc>
                <w:tcPr>
                  <w:tcW w:w="1667" w:type="pct"/>
                  <w:vAlign w:val="center"/>
                </w:tcPr>
                <w:p w:rsidR="003C59A8" w:rsidRPr="00B90A40" w:rsidRDefault="003C59A8" w:rsidP="003C59A8">
                  <w:pPr>
                    <w:pStyle w:val="TableBodyText"/>
                    <w:jc w:val="left"/>
                  </w:pPr>
                  <w:r w:rsidRPr="00B90A40">
                    <w:t>Mi</w:t>
                  </w:r>
                  <w:r>
                    <w:t>chael</w:t>
                  </w:r>
                  <w:r w:rsidRPr="00B90A40">
                    <w:t xml:space="preserve"> Dockery</w:t>
                  </w:r>
                </w:p>
              </w:tc>
              <w:tc>
                <w:tcPr>
                  <w:tcW w:w="3333" w:type="pct"/>
                  <w:vAlign w:val="center"/>
                </w:tcPr>
                <w:p w:rsidR="003C59A8" w:rsidRPr="00B90A40" w:rsidRDefault="003C59A8" w:rsidP="003C59A8">
                  <w:pPr>
                    <w:pStyle w:val="TableBodyText"/>
                    <w:jc w:val="left"/>
                  </w:pPr>
                  <w:r w:rsidRPr="00B90A40">
                    <w:t>Curtin University</w:t>
                  </w:r>
                </w:p>
              </w:tc>
            </w:tr>
            <w:tr w:rsidR="003C59A8" w:rsidTr="003C59A8">
              <w:tc>
                <w:tcPr>
                  <w:tcW w:w="1667" w:type="pct"/>
                  <w:vAlign w:val="center"/>
                </w:tcPr>
                <w:p w:rsidR="003C59A8" w:rsidRPr="00B90A40" w:rsidRDefault="003C59A8" w:rsidP="003C59A8">
                  <w:pPr>
                    <w:pStyle w:val="TableBodyText"/>
                    <w:jc w:val="left"/>
                  </w:pPr>
                  <w:r w:rsidRPr="00B90A40">
                    <w:t>Jacqui Phillips</w:t>
                  </w:r>
                </w:p>
              </w:tc>
              <w:tc>
                <w:tcPr>
                  <w:tcW w:w="3333" w:type="pct"/>
                  <w:vAlign w:val="center"/>
                </w:tcPr>
                <w:p w:rsidR="003C59A8" w:rsidRPr="00B90A40" w:rsidRDefault="003C59A8" w:rsidP="003C59A8">
                  <w:pPr>
                    <w:pStyle w:val="TableBodyText"/>
                    <w:jc w:val="left"/>
                  </w:pPr>
                  <w:r w:rsidRPr="00B90A40">
                    <w:t>Australian Council of Social Service</w:t>
                  </w:r>
                </w:p>
              </w:tc>
            </w:tr>
            <w:tr w:rsidR="003C59A8" w:rsidTr="003C59A8">
              <w:tc>
                <w:tcPr>
                  <w:tcW w:w="1667" w:type="pct"/>
                  <w:vAlign w:val="center"/>
                </w:tcPr>
                <w:p w:rsidR="003C59A8" w:rsidRPr="00B90A40" w:rsidRDefault="003C59A8" w:rsidP="003C59A8">
                  <w:pPr>
                    <w:pStyle w:val="TableBodyText"/>
                    <w:jc w:val="left"/>
                  </w:pPr>
                  <w:r w:rsidRPr="00B90A40">
                    <w:t>Tony Nicholson</w:t>
                  </w:r>
                </w:p>
              </w:tc>
              <w:tc>
                <w:tcPr>
                  <w:tcW w:w="3333" w:type="pct"/>
                  <w:vAlign w:val="center"/>
                </w:tcPr>
                <w:p w:rsidR="003C59A8" w:rsidRPr="00B90A40" w:rsidRDefault="003C59A8" w:rsidP="003C59A8">
                  <w:pPr>
                    <w:pStyle w:val="TableBodyText"/>
                    <w:jc w:val="left"/>
                  </w:pPr>
                  <w:r w:rsidRPr="00B90A40">
                    <w:t>Brotherhood of St Laurence</w:t>
                  </w:r>
                </w:p>
              </w:tc>
            </w:tr>
            <w:tr w:rsidR="003C59A8" w:rsidTr="003C59A8">
              <w:tc>
                <w:tcPr>
                  <w:tcW w:w="1667" w:type="pct"/>
                  <w:vAlign w:val="center"/>
                </w:tcPr>
                <w:p w:rsidR="003C59A8" w:rsidRPr="00B90A40" w:rsidRDefault="003C59A8" w:rsidP="003C59A8">
                  <w:pPr>
                    <w:pStyle w:val="TableBodyText"/>
                    <w:jc w:val="left"/>
                  </w:pPr>
                  <w:r w:rsidRPr="00B90A40">
                    <w:t>Peter Harris</w:t>
                  </w:r>
                </w:p>
              </w:tc>
              <w:tc>
                <w:tcPr>
                  <w:tcW w:w="3333" w:type="pct"/>
                  <w:vAlign w:val="center"/>
                </w:tcPr>
                <w:p w:rsidR="003C59A8" w:rsidRPr="00B90A40" w:rsidRDefault="003C59A8" w:rsidP="003C59A8">
                  <w:pPr>
                    <w:pStyle w:val="TableBodyText"/>
                    <w:jc w:val="left"/>
                  </w:pPr>
                  <w:r w:rsidRPr="00B90A40">
                    <w:t>Productivity Commission</w:t>
                  </w:r>
                </w:p>
              </w:tc>
            </w:tr>
            <w:tr w:rsidR="003C59A8" w:rsidTr="003C59A8">
              <w:tc>
                <w:tcPr>
                  <w:tcW w:w="1667" w:type="pct"/>
                </w:tcPr>
                <w:p w:rsidR="003C59A8" w:rsidRDefault="003C59A8" w:rsidP="003C59A8">
                  <w:pPr>
                    <w:pStyle w:val="TableBodyText"/>
                    <w:jc w:val="left"/>
                  </w:pPr>
                  <w:r>
                    <w:t>Alison McClelland</w:t>
                  </w:r>
                </w:p>
              </w:tc>
              <w:tc>
                <w:tcPr>
                  <w:tcW w:w="3333" w:type="pct"/>
                  <w:vAlign w:val="center"/>
                </w:tcPr>
                <w:p w:rsidR="003C59A8" w:rsidRPr="00B90A40" w:rsidRDefault="003C59A8" w:rsidP="003C59A8">
                  <w:pPr>
                    <w:pStyle w:val="TableBodyText"/>
                    <w:jc w:val="left"/>
                  </w:pPr>
                  <w:r w:rsidRPr="00B90A40">
                    <w:t>Productivity Commission</w:t>
                  </w:r>
                </w:p>
              </w:tc>
            </w:tr>
            <w:tr w:rsidR="003C59A8" w:rsidTr="003C59A8">
              <w:tc>
                <w:tcPr>
                  <w:tcW w:w="1667" w:type="pct"/>
                </w:tcPr>
                <w:p w:rsidR="003C59A8" w:rsidRPr="00B90A40" w:rsidRDefault="003C59A8" w:rsidP="003C59A8">
                  <w:pPr>
                    <w:pStyle w:val="TableBodyText"/>
                    <w:jc w:val="left"/>
                  </w:pPr>
                  <w:r w:rsidRPr="00B90A40">
                    <w:t>Jenny Gordon</w:t>
                  </w:r>
                </w:p>
              </w:tc>
              <w:tc>
                <w:tcPr>
                  <w:tcW w:w="3333" w:type="pct"/>
                  <w:vAlign w:val="center"/>
                </w:tcPr>
                <w:p w:rsidR="003C59A8" w:rsidRPr="00B90A40" w:rsidRDefault="003C59A8" w:rsidP="003C59A8">
                  <w:pPr>
                    <w:pStyle w:val="TableBodyText"/>
                    <w:jc w:val="left"/>
                  </w:pPr>
                  <w:r w:rsidRPr="00B90A40">
                    <w:t>Productivity Commission</w:t>
                  </w:r>
                </w:p>
              </w:tc>
            </w:tr>
            <w:tr w:rsidR="003C59A8" w:rsidTr="003C59A8">
              <w:tc>
                <w:tcPr>
                  <w:tcW w:w="1667" w:type="pct"/>
                </w:tcPr>
                <w:p w:rsidR="003C59A8" w:rsidRPr="00B90A40" w:rsidRDefault="003C59A8" w:rsidP="003C59A8">
                  <w:pPr>
                    <w:pStyle w:val="TableBodyText"/>
                    <w:jc w:val="left"/>
                  </w:pPr>
                  <w:r w:rsidRPr="00B90A40">
                    <w:t xml:space="preserve">Ralph Lattimore </w:t>
                  </w:r>
                </w:p>
              </w:tc>
              <w:tc>
                <w:tcPr>
                  <w:tcW w:w="3333" w:type="pct"/>
                  <w:vAlign w:val="center"/>
                </w:tcPr>
                <w:p w:rsidR="003C59A8" w:rsidRPr="00B90A40" w:rsidRDefault="003C59A8" w:rsidP="003C59A8">
                  <w:pPr>
                    <w:pStyle w:val="TableBodyText"/>
                    <w:jc w:val="left"/>
                  </w:pPr>
                  <w:r w:rsidRPr="00B90A40">
                    <w:t>Productivity Commission</w:t>
                  </w:r>
                </w:p>
              </w:tc>
            </w:tr>
            <w:tr w:rsidR="003C59A8" w:rsidTr="003C59A8">
              <w:tc>
                <w:tcPr>
                  <w:tcW w:w="1667" w:type="pct"/>
                  <w:shd w:val="clear" w:color="auto" w:fill="auto"/>
                </w:tcPr>
                <w:p w:rsidR="003C59A8" w:rsidRPr="00B90A40" w:rsidRDefault="003C59A8" w:rsidP="003C59A8">
                  <w:pPr>
                    <w:pStyle w:val="TableBodyText"/>
                    <w:jc w:val="left"/>
                  </w:pPr>
                  <w:r w:rsidRPr="00B90A40">
                    <w:t>Patrick Jomini</w:t>
                  </w:r>
                </w:p>
              </w:tc>
              <w:tc>
                <w:tcPr>
                  <w:tcW w:w="3333" w:type="pct"/>
                  <w:shd w:val="clear" w:color="auto" w:fill="auto"/>
                  <w:vAlign w:val="center"/>
                </w:tcPr>
                <w:p w:rsidR="003C59A8" w:rsidRPr="00B90A40" w:rsidRDefault="003C59A8" w:rsidP="003C59A8">
                  <w:pPr>
                    <w:pStyle w:val="TableBodyText"/>
                    <w:jc w:val="left"/>
                  </w:pPr>
                  <w:r w:rsidRPr="00B90A40">
                    <w:t>Productivity Commission</w:t>
                  </w:r>
                </w:p>
              </w:tc>
            </w:tr>
            <w:tr w:rsidR="003C59A8" w:rsidTr="003C59A8">
              <w:tc>
                <w:tcPr>
                  <w:tcW w:w="1667" w:type="pct"/>
                  <w:tcBorders>
                    <w:bottom w:val="single" w:sz="6" w:space="0" w:color="BFBFBF"/>
                  </w:tcBorders>
                  <w:shd w:val="clear" w:color="auto" w:fill="auto"/>
                </w:tcPr>
                <w:p w:rsidR="003C59A8" w:rsidRPr="00B90A40" w:rsidRDefault="003C59A8" w:rsidP="003C59A8">
                  <w:pPr>
                    <w:pStyle w:val="TableBodyText"/>
                    <w:jc w:val="left"/>
                  </w:pPr>
                  <w:r w:rsidRPr="00B90A40">
                    <w:t>Lou Will</w:t>
                  </w:r>
                </w:p>
              </w:tc>
              <w:tc>
                <w:tcPr>
                  <w:tcW w:w="3333" w:type="pct"/>
                  <w:tcBorders>
                    <w:bottom w:val="single" w:sz="6" w:space="0" w:color="BFBFBF"/>
                  </w:tcBorders>
                  <w:shd w:val="clear" w:color="auto" w:fill="auto"/>
                  <w:vAlign w:val="center"/>
                </w:tcPr>
                <w:p w:rsidR="003C59A8" w:rsidRPr="00B90A40" w:rsidRDefault="003C59A8" w:rsidP="003C59A8">
                  <w:pPr>
                    <w:pStyle w:val="TableBodyText"/>
                    <w:jc w:val="left"/>
                  </w:pPr>
                  <w:r w:rsidRPr="00B90A40">
                    <w:t>Productivity Commission</w:t>
                  </w:r>
                </w:p>
              </w:tc>
            </w:tr>
          </w:tbl>
          <w:p w:rsidR="003C59A8" w:rsidRDefault="003C59A8" w:rsidP="003C59A8">
            <w:pPr>
              <w:pStyle w:val="Box"/>
            </w:pPr>
          </w:p>
        </w:tc>
      </w:tr>
      <w:tr w:rsidR="003C59A8" w:rsidTr="003C59A8">
        <w:trPr>
          <w:cantSplit/>
        </w:trPr>
        <w:tc>
          <w:tcPr>
            <w:tcW w:w="8771" w:type="dxa"/>
            <w:tcBorders>
              <w:top w:val="nil"/>
              <w:left w:val="nil"/>
              <w:bottom w:val="single" w:sz="6" w:space="0" w:color="78A22F"/>
              <w:right w:val="nil"/>
            </w:tcBorders>
            <w:shd w:val="clear" w:color="auto" w:fill="auto"/>
          </w:tcPr>
          <w:p w:rsidR="003C59A8" w:rsidRDefault="003C59A8" w:rsidP="003C59A8">
            <w:pPr>
              <w:pStyle w:val="Box"/>
              <w:spacing w:before="0" w:line="120" w:lineRule="exact"/>
            </w:pPr>
          </w:p>
        </w:tc>
      </w:tr>
      <w:tr w:rsidR="003C59A8" w:rsidRPr="000863A5" w:rsidTr="003C59A8">
        <w:tc>
          <w:tcPr>
            <w:tcW w:w="8771" w:type="dxa"/>
            <w:tcBorders>
              <w:top w:val="single" w:sz="6" w:space="0" w:color="78A22F"/>
              <w:left w:val="nil"/>
              <w:bottom w:val="nil"/>
              <w:right w:val="nil"/>
            </w:tcBorders>
          </w:tcPr>
          <w:p w:rsidR="003C59A8" w:rsidRPr="00626D32" w:rsidRDefault="003C59A8" w:rsidP="003C59A8">
            <w:pPr>
              <w:pStyle w:val="BoxSpaceBelow"/>
            </w:pPr>
          </w:p>
        </w:tc>
      </w:tr>
    </w:tbl>
    <w:p w:rsidR="003C59A8" w:rsidRDefault="003C59A8" w:rsidP="003C59A8">
      <w:pPr>
        <w:pStyle w:val="Continued"/>
        <w:spacing w:before="120"/>
      </w:pPr>
    </w:p>
    <w:p w:rsidR="003C59A8" w:rsidRDefault="003C59A8" w:rsidP="003C59A8">
      <w:pPr>
        <w:sectPr w:rsidR="003C59A8" w:rsidSect="003C59A8">
          <w:headerReference w:type="even" r:id="rId62"/>
          <w:headerReference w:type="default" r:id="rId63"/>
          <w:footerReference w:type="even" r:id="rId64"/>
          <w:footerReference w:type="default" r:id="rId65"/>
          <w:type w:val="oddPage"/>
          <w:pgSz w:w="11907" w:h="16840" w:code="9"/>
          <w:pgMar w:top="1985" w:right="1304" w:bottom="1247" w:left="1814" w:header="1701" w:footer="397" w:gutter="0"/>
          <w:pgNumType w:chapSep="period"/>
          <w:cols w:space="720"/>
          <w:docGrid w:linePitch="326"/>
        </w:sectPr>
      </w:pPr>
    </w:p>
    <w:p w:rsidR="003C59A8" w:rsidRDefault="003C59A8" w:rsidP="003C59A8">
      <w:pPr>
        <w:pStyle w:val="Heading1"/>
        <w:spacing w:before="0"/>
      </w:pPr>
      <w:r>
        <w:lastRenderedPageBreak/>
        <w:t>References</w:t>
      </w:r>
    </w:p>
    <w:p w:rsidR="003C59A8" w:rsidRDefault="003C59A8" w:rsidP="003C59A8">
      <w:pPr>
        <w:pStyle w:val="Reference"/>
      </w:pPr>
      <w:r>
        <w:t xml:space="preserve">ABS (Australian Bureau of Statistics) 2010, </w:t>
      </w:r>
      <w:r w:rsidRPr="00E15E2F">
        <w:rPr>
          <w:i/>
        </w:rPr>
        <w:t>Australian Statistical Geography Standard (</w:t>
      </w:r>
      <w:proofErr w:type="spellStart"/>
      <w:r w:rsidRPr="00E15E2F">
        <w:rPr>
          <w:i/>
        </w:rPr>
        <w:t>ASGS</w:t>
      </w:r>
      <w:proofErr w:type="spellEnd"/>
      <w:r w:rsidRPr="00E15E2F">
        <w:rPr>
          <w:i/>
        </w:rPr>
        <w:t>): Volume 1 - Main Structure and Greater Capital City Statistical Areas</w:t>
      </w:r>
      <w:r>
        <w:t>, July 2011, Cat. no. 1270.0.55.001, Canberra.</w:t>
      </w:r>
    </w:p>
    <w:p w:rsidR="003C59A8" w:rsidRDefault="003C59A8" w:rsidP="003C59A8">
      <w:pPr>
        <w:pStyle w:val="Reference"/>
      </w:pPr>
      <w:r>
        <w:t xml:space="preserve">—— </w:t>
      </w:r>
      <w:proofErr w:type="spellStart"/>
      <w:r>
        <w:t>2013a</w:t>
      </w:r>
      <w:proofErr w:type="spellEnd"/>
      <w:r>
        <w:t xml:space="preserve">, </w:t>
      </w:r>
      <w:r w:rsidRPr="00E15E2F">
        <w:rPr>
          <w:i/>
        </w:rPr>
        <w:t>Housing Occupancy and Costs 2011-12</w:t>
      </w:r>
      <w:r>
        <w:t>, August, Cat. no. 4130.0.</w:t>
      </w:r>
    </w:p>
    <w:p w:rsidR="003C59A8" w:rsidRDefault="003C59A8" w:rsidP="003C59A8">
      <w:pPr>
        <w:pStyle w:val="Reference"/>
      </w:pPr>
      <w:r>
        <w:t xml:space="preserve">—— </w:t>
      </w:r>
      <w:proofErr w:type="spellStart"/>
      <w:r>
        <w:t>2013b</w:t>
      </w:r>
      <w:proofErr w:type="spellEnd"/>
      <w:r>
        <w:t xml:space="preserve">, </w:t>
      </w:r>
      <w:proofErr w:type="spellStart"/>
      <w:r w:rsidRPr="00E15E2F">
        <w:rPr>
          <w:i/>
        </w:rPr>
        <w:t>Microdata</w:t>
      </w:r>
      <w:proofErr w:type="spellEnd"/>
      <w:r w:rsidRPr="00E15E2F">
        <w:rPr>
          <w:i/>
        </w:rPr>
        <w:t>: Survey of Income and Housing, Australia, 2011–12</w:t>
      </w:r>
      <w:r>
        <w:t>, Cat. no. 6541.0.30.001, Canberra.</w:t>
      </w:r>
    </w:p>
    <w:p w:rsidR="003C59A8" w:rsidRDefault="006C1B71" w:rsidP="003C59A8">
      <w:pPr>
        <w:pStyle w:val="Reference"/>
      </w:pPr>
      <w:r>
        <w:t xml:space="preserve">—— </w:t>
      </w:r>
      <w:proofErr w:type="spellStart"/>
      <w:r w:rsidR="003C59A8">
        <w:t>2014a</w:t>
      </w:r>
      <w:proofErr w:type="spellEnd"/>
      <w:r w:rsidR="003C59A8">
        <w:t xml:space="preserve">, </w:t>
      </w:r>
      <w:r w:rsidR="003C59A8" w:rsidRPr="009D35D2">
        <w:rPr>
          <w:i/>
        </w:rPr>
        <w:t>Australian Demographic Statistics</w:t>
      </w:r>
      <w:r w:rsidR="003C59A8">
        <w:t>, Jun 2014, Cat. no. 3101.0, Canberra.</w:t>
      </w:r>
    </w:p>
    <w:p w:rsidR="003C59A8" w:rsidRDefault="003C59A8" w:rsidP="003C59A8">
      <w:pPr>
        <w:pStyle w:val="Reference"/>
      </w:pPr>
      <w:r>
        <w:t xml:space="preserve">—— </w:t>
      </w:r>
      <w:proofErr w:type="spellStart"/>
      <w:r>
        <w:t>2014b</w:t>
      </w:r>
      <w:proofErr w:type="spellEnd"/>
      <w:r>
        <w:t xml:space="preserve">, </w:t>
      </w:r>
      <w:r w:rsidRPr="009D35D2">
        <w:rPr>
          <w:i/>
        </w:rPr>
        <w:t>Consumer Price Index, Australia, Sep 2014</w:t>
      </w:r>
      <w:r>
        <w:t>, Cat. no. 6401, Canberra.</w:t>
      </w:r>
    </w:p>
    <w:p w:rsidR="003C59A8" w:rsidRDefault="003C59A8" w:rsidP="003C59A8">
      <w:pPr>
        <w:pStyle w:val="Reference"/>
      </w:pPr>
      <w:r>
        <w:t xml:space="preserve">—— </w:t>
      </w:r>
      <w:proofErr w:type="spellStart"/>
      <w:r>
        <w:t>2014c</w:t>
      </w:r>
      <w:proofErr w:type="spellEnd"/>
      <w:r>
        <w:t xml:space="preserve">, </w:t>
      </w:r>
      <w:proofErr w:type="spellStart"/>
      <w:r>
        <w:t>IRSD</w:t>
      </w:r>
      <w:proofErr w:type="spellEnd"/>
      <w:r>
        <w:t xml:space="preserve"> (Index of Relative Socio-economic Disadvantage), http://www.abs.gov.au/ausstats/abs@.nsf/Lookup/2033.0.55.001main+features100052011 (accessed 20 January 2015).</w:t>
      </w:r>
    </w:p>
    <w:p w:rsidR="003C59A8" w:rsidRDefault="006C1B71" w:rsidP="003C59A8">
      <w:pPr>
        <w:pStyle w:val="Reference"/>
      </w:pPr>
      <w:r>
        <w:t xml:space="preserve">—— </w:t>
      </w:r>
      <w:proofErr w:type="spellStart"/>
      <w:r w:rsidR="003C59A8">
        <w:t>2014d</w:t>
      </w:r>
      <w:proofErr w:type="spellEnd"/>
      <w:r w:rsidR="003C59A8">
        <w:t xml:space="preserve">, </w:t>
      </w:r>
      <w:r w:rsidR="003C59A8" w:rsidRPr="009D35D2">
        <w:rPr>
          <w:i/>
        </w:rPr>
        <w:t>Labour Force, Australia, Detailed - Electronic Delivery, Nov 2014</w:t>
      </w:r>
      <w:r w:rsidR="003C59A8">
        <w:t>, Cat. no. 6291.0.55.001, Canberra.</w:t>
      </w:r>
    </w:p>
    <w:p w:rsidR="003C59A8" w:rsidRDefault="003C59A8" w:rsidP="003C59A8">
      <w:pPr>
        <w:pStyle w:val="Reference"/>
      </w:pPr>
      <w:proofErr w:type="spellStart"/>
      <w:r>
        <w:t>AIHW</w:t>
      </w:r>
      <w:proofErr w:type="spellEnd"/>
      <w:r>
        <w:t xml:space="preserve"> (Australian Institute of Health and Welfare) </w:t>
      </w:r>
      <w:proofErr w:type="spellStart"/>
      <w:r>
        <w:t>nd</w:t>
      </w:r>
      <w:proofErr w:type="spellEnd"/>
      <w:r>
        <w:t>, Head-leased dwelling (private), Meteor Metadata Online Registry, http://</w:t>
      </w:r>
      <w:proofErr w:type="spellStart"/>
      <w:r>
        <w:t>meteor.aihw.gov.au</w:t>
      </w:r>
      <w:proofErr w:type="spellEnd"/>
      <w:r>
        <w:t>/content/</w:t>
      </w:r>
      <w:proofErr w:type="spellStart"/>
      <w:r>
        <w:t>index.phtml</w:t>
      </w:r>
      <w:proofErr w:type="spellEnd"/>
      <w:r>
        <w:t>/</w:t>
      </w:r>
      <w:r>
        <w:br/>
      </w:r>
      <w:proofErr w:type="spellStart"/>
      <w:r>
        <w:t>itemId</w:t>
      </w:r>
      <w:proofErr w:type="spellEnd"/>
      <w:r>
        <w:t>/327414 (accessed 2 February 2015).</w:t>
      </w:r>
    </w:p>
    <w:p w:rsidR="003C59A8" w:rsidRDefault="003C59A8" w:rsidP="003C59A8">
      <w:pPr>
        <w:pStyle w:val="Reference"/>
      </w:pPr>
      <w:r>
        <w:t xml:space="preserve">—— 2011, </w:t>
      </w:r>
      <w:r w:rsidRPr="009D35D2">
        <w:rPr>
          <w:i/>
        </w:rPr>
        <w:t>Community housing 2009-10</w:t>
      </w:r>
      <w:r>
        <w:t xml:space="preserve">, Cat. no. </w:t>
      </w:r>
      <w:proofErr w:type="spellStart"/>
      <w:r>
        <w:t>HOU</w:t>
      </w:r>
      <w:proofErr w:type="spellEnd"/>
      <w:r>
        <w:t xml:space="preserve"> 235, Canberra.</w:t>
      </w:r>
    </w:p>
    <w:p w:rsidR="003C59A8" w:rsidRDefault="003C59A8" w:rsidP="003C59A8">
      <w:pPr>
        <w:pStyle w:val="Reference"/>
      </w:pPr>
      <w:r>
        <w:t xml:space="preserve">—— </w:t>
      </w:r>
      <w:proofErr w:type="spellStart"/>
      <w:r>
        <w:t>2013a</w:t>
      </w:r>
      <w:proofErr w:type="spellEnd"/>
      <w:r>
        <w:t xml:space="preserve">, </w:t>
      </w:r>
      <w:r w:rsidRPr="009D35D2">
        <w:rPr>
          <w:i/>
        </w:rPr>
        <w:t>Housing assistance in Australia 2013</w:t>
      </w:r>
      <w:r>
        <w:t xml:space="preserve">, Cat. no. </w:t>
      </w:r>
      <w:proofErr w:type="spellStart"/>
      <w:r>
        <w:t>HOU</w:t>
      </w:r>
      <w:proofErr w:type="spellEnd"/>
      <w:r>
        <w:t xml:space="preserve"> 271, Canberra.</w:t>
      </w:r>
    </w:p>
    <w:p w:rsidR="003C59A8" w:rsidRDefault="003C59A8" w:rsidP="003C59A8">
      <w:pPr>
        <w:pStyle w:val="Reference"/>
      </w:pPr>
      <w:r>
        <w:t>——</w:t>
      </w:r>
      <w:proofErr w:type="spellStart"/>
      <w:r>
        <w:t>2013b</w:t>
      </w:r>
      <w:proofErr w:type="spellEnd"/>
      <w:r>
        <w:t xml:space="preserve">, </w:t>
      </w:r>
      <w:r w:rsidRPr="009D35D2">
        <w:rPr>
          <w:i/>
        </w:rPr>
        <w:t>National social housing survey: a summary of national results 2012</w:t>
      </w:r>
      <w:r>
        <w:t>, May, Bulletin 117, Canberra.</w:t>
      </w:r>
    </w:p>
    <w:p w:rsidR="003C59A8" w:rsidRDefault="003C59A8" w:rsidP="003C59A8">
      <w:pPr>
        <w:pStyle w:val="Reference"/>
      </w:pPr>
      <w:r>
        <w:t xml:space="preserve">—— 2014, </w:t>
      </w:r>
      <w:r w:rsidRPr="008748F2">
        <w:rPr>
          <w:i/>
        </w:rPr>
        <w:t>Housing Assistance in Australia 2014</w:t>
      </w:r>
      <w:r>
        <w:t xml:space="preserve">, Cat. no. </w:t>
      </w:r>
      <w:proofErr w:type="spellStart"/>
      <w:r>
        <w:t>HOU</w:t>
      </w:r>
      <w:proofErr w:type="spellEnd"/>
      <w:r>
        <w:t xml:space="preserve"> 275, Canberra.</w:t>
      </w:r>
    </w:p>
    <w:p w:rsidR="003C59A8" w:rsidRDefault="003C59A8" w:rsidP="003C59A8">
      <w:pPr>
        <w:pStyle w:val="Reference"/>
      </w:pPr>
      <w:proofErr w:type="spellStart"/>
      <w:r>
        <w:t>ASIB</w:t>
      </w:r>
      <w:proofErr w:type="spellEnd"/>
      <w:r>
        <w:t xml:space="preserve"> (Australian Social Inclusion Board) 2012, </w:t>
      </w:r>
      <w:r w:rsidRPr="008748F2">
        <w:rPr>
          <w:i/>
        </w:rPr>
        <w:t>Social Inclusion in Australia: How Australia is Faring</w:t>
      </w:r>
      <w:r>
        <w:t xml:space="preserve">, 2nd Edition, </w:t>
      </w:r>
      <w:proofErr w:type="spellStart"/>
      <w:r>
        <w:t>ASIB</w:t>
      </w:r>
      <w:proofErr w:type="spellEnd"/>
      <w:r>
        <w:t>, Canberra.</w:t>
      </w:r>
    </w:p>
    <w:p w:rsidR="003C59A8" w:rsidRDefault="003C59A8" w:rsidP="003C59A8">
      <w:pPr>
        <w:pStyle w:val="Reference"/>
      </w:pPr>
      <w:r>
        <w:t xml:space="preserve">Australian Government 2014, </w:t>
      </w:r>
      <w:r w:rsidRPr="008748F2">
        <w:rPr>
          <w:i/>
        </w:rPr>
        <w:t>Creating Parity - The Forrest Review</w:t>
      </w:r>
      <w:r>
        <w:t>, August, https://</w:t>
      </w:r>
      <w:proofErr w:type="spellStart"/>
      <w:r>
        <w:t>indigenousjobsandtrainingreview.dpmc.gov.au</w:t>
      </w:r>
      <w:proofErr w:type="spellEnd"/>
      <w:r>
        <w:t>/ (accessed 23 January 2015).</w:t>
      </w:r>
    </w:p>
    <w:p w:rsidR="003C59A8" w:rsidRDefault="003C59A8" w:rsidP="003C59A8">
      <w:pPr>
        <w:pStyle w:val="Reference"/>
      </w:pPr>
      <w:r>
        <w:t xml:space="preserve">Bloom, H., </w:t>
      </w:r>
      <w:proofErr w:type="spellStart"/>
      <w:r>
        <w:t>Riccio</w:t>
      </w:r>
      <w:proofErr w:type="spellEnd"/>
      <w:r>
        <w:t xml:space="preserve">, J. and </w:t>
      </w:r>
      <w:proofErr w:type="spellStart"/>
      <w:r>
        <w:t>Verma</w:t>
      </w:r>
      <w:proofErr w:type="spellEnd"/>
      <w:r>
        <w:t xml:space="preserve">, N. 2005, </w:t>
      </w:r>
      <w:r w:rsidRPr="008748F2">
        <w:rPr>
          <w:i/>
        </w:rPr>
        <w:t>Promoting Work in Public Housing - The Effectiveness of Jobs-Plus</w:t>
      </w:r>
      <w:r>
        <w:t xml:space="preserve">, March, </w:t>
      </w:r>
      <w:proofErr w:type="spellStart"/>
      <w:r>
        <w:t>MDRC</w:t>
      </w:r>
      <w:proofErr w:type="spellEnd"/>
      <w:r>
        <w:t>, http://www.mdrc.org/project/jobs-plus-community-revitalization-initiative-public-housing-families#related-content (accessed 25 November 2014).</w:t>
      </w:r>
    </w:p>
    <w:p w:rsidR="003C59A8" w:rsidRDefault="003C59A8" w:rsidP="003C59A8">
      <w:pPr>
        <w:pStyle w:val="Reference"/>
      </w:pPr>
      <w:proofErr w:type="spellStart"/>
      <w:r>
        <w:t>Bodsworth</w:t>
      </w:r>
      <w:proofErr w:type="spellEnd"/>
      <w:r>
        <w:t xml:space="preserve">, E. 2014, </w:t>
      </w:r>
      <w:r w:rsidRPr="008748F2">
        <w:rPr>
          <w:i/>
        </w:rPr>
        <w:t>Investing in local people and harnessing local communities - A progress report on Victoria’s Work and Learning Centres</w:t>
      </w:r>
      <w:r>
        <w:t>, August, Brotherhood of St Laurence.</w:t>
      </w:r>
    </w:p>
    <w:p w:rsidR="003C59A8" w:rsidRDefault="003C59A8" w:rsidP="003C59A8">
      <w:pPr>
        <w:pStyle w:val="Reference"/>
      </w:pPr>
      <w:r>
        <w:lastRenderedPageBreak/>
        <w:t xml:space="preserve">Borland, J., Tseng, Y.-P. and Wilkins, R. 2013, </w:t>
      </w:r>
      <w:r w:rsidRPr="00060C6F">
        <w:rPr>
          <w:i/>
        </w:rPr>
        <w:t>Does Coordination of Welfare Services’ Delivery Make a Difference for Extremely Disadvantaged Jobseekers? Evidence from the ‘</w:t>
      </w:r>
      <w:proofErr w:type="spellStart"/>
      <w:r w:rsidRPr="00060C6F">
        <w:rPr>
          <w:i/>
        </w:rPr>
        <w:t>YP4</w:t>
      </w:r>
      <w:proofErr w:type="spellEnd"/>
      <w:r w:rsidRPr="00060C6F">
        <w:rPr>
          <w:i/>
        </w:rPr>
        <w:t>’ Trial</w:t>
      </w:r>
      <w:r>
        <w:t>, Melbourne Institute Working Paper, March, 12/13.</w:t>
      </w:r>
    </w:p>
    <w:p w:rsidR="003C59A8" w:rsidRDefault="003C59A8" w:rsidP="003C59A8">
      <w:pPr>
        <w:pStyle w:val="Reference"/>
      </w:pPr>
      <w:r>
        <w:t xml:space="preserve">Brotherhood of St Laurence 2012, </w:t>
      </w:r>
      <w:r w:rsidRPr="00060C6F">
        <w:rPr>
          <w:i/>
        </w:rPr>
        <w:t>Centre for Work and Learning, Yarra - Evaluation report</w:t>
      </w:r>
      <w:r>
        <w:t>, June, Research and Policy Centre.</w:t>
      </w:r>
    </w:p>
    <w:p w:rsidR="003C59A8" w:rsidRDefault="003C59A8" w:rsidP="003C59A8">
      <w:pPr>
        <w:pStyle w:val="Reference"/>
      </w:pPr>
      <w:r>
        <w:t xml:space="preserve">Burke, T., Stone, J., </w:t>
      </w:r>
      <w:proofErr w:type="spellStart"/>
      <w:r>
        <w:t>Glackin</w:t>
      </w:r>
      <w:proofErr w:type="spellEnd"/>
      <w:r>
        <w:t xml:space="preserve">, S. and </w:t>
      </w:r>
      <w:proofErr w:type="spellStart"/>
      <w:r>
        <w:t>Scheurer</w:t>
      </w:r>
      <w:proofErr w:type="spellEnd"/>
      <w:r>
        <w:t xml:space="preserve">, J. 2014, </w:t>
      </w:r>
      <w:r w:rsidRPr="00060C6F">
        <w:rPr>
          <w:i/>
        </w:rPr>
        <w:t>Transport disadvantage and low</w:t>
      </w:r>
      <w:r w:rsidRPr="00060C6F">
        <w:rPr>
          <w:i/>
        </w:rPr>
        <w:noBreakHyphen/>
        <w:t>income rental housing</w:t>
      </w:r>
      <w:r>
        <w:t>, Positioning Paper, 157, Australian Housing and Urban Research Institute.</w:t>
      </w:r>
    </w:p>
    <w:p w:rsidR="003C59A8" w:rsidRDefault="003C59A8" w:rsidP="003C59A8">
      <w:pPr>
        <w:pStyle w:val="Reference"/>
      </w:pPr>
      <w:r>
        <w:t xml:space="preserve">Central Statistics Office 2012, </w:t>
      </w:r>
      <w:r w:rsidRPr="00060C6F">
        <w:rPr>
          <w:i/>
        </w:rPr>
        <w:t>The Roof over our Heads</w:t>
      </w:r>
      <w:r>
        <w:t>, August, Dublin.</w:t>
      </w:r>
    </w:p>
    <w:p w:rsidR="003C59A8" w:rsidRDefault="003C59A8" w:rsidP="003C59A8">
      <w:pPr>
        <w:pStyle w:val="Reference"/>
      </w:pPr>
      <w:r>
        <w:t xml:space="preserve">Citizens Information 2011, </w:t>
      </w:r>
      <w:r w:rsidRPr="00060C6F">
        <w:rPr>
          <w:i/>
        </w:rPr>
        <w:t>Types of tenancy in Ireland</w:t>
      </w:r>
      <w:r>
        <w:t>, http://www.citizensinformation.ie/en/housing/renting_a_home/types_of_tenancy.html (accessed 3 February 2015).</w:t>
      </w:r>
    </w:p>
    <w:p w:rsidR="003C59A8" w:rsidRDefault="003C59A8" w:rsidP="003C59A8">
      <w:pPr>
        <w:pStyle w:val="Reference"/>
      </w:pPr>
      <w:proofErr w:type="spellStart"/>
      <w:r>
        <w:t>COAG</w:t>
      </w:r>
      <w:proofErr w:type="spellEnd"/>
      <w:r>
        <w:t xml:space="preserve"> (Council of Australian Governments) 1996, </w:t>
      </w:r>
      <w:r w:rsidRPr="00060C6F">
        <w:rPr>
          <w:i/>
        </w:rPr>
        <w:t>Long-Term Housing Assistance Reform, Council of Australian Governments’ Communiqué</w:t>
      </w:r>
      <w:r>
        <w:t>, 14 June, http://archive.coag.gov.au/coag_meeting_outcomes/1996-06-14/docs/attachment_a.cfm (accessed 13 August 2014).</w:t>
      </w:r>
    </w:p>
    <w:p w:rsidR="003C59A8" w:rsidRDefault="003C59A8" w:rsidP="003C59A8">
      <w:pPr>
        <w:pStyle w:val="Reference"/>
      </w:pPr>
      <w:r>
        <w:t xml:space="preserve">—— 2009, </w:t>
      </w:r>
      <w:r w:rsidRPr="00060C6F">
        <w:rPr>
          <w:i/>
        </w:rPr>
        <w:t>National Affordable Housing Agreement</w:t>
      </w:r>
      <w:r>
        <w:t>, http://</w:t>
      </w:r>
      <w:proofErr w:type="spellStart"/>
      <w:r>
        <w:t>www.coag.gov.au</w:t>
      </w:r>
      <w:proofErr w:type="spellEnd"/>
      <w:r>
        <w:t>/node/305 (accessed 24 April 2013).</w:t>
      </w:r>
    </w:p>
    <w:p w:rsidR="003C59A8" w:rsidRDefault="003C59A8" w:rsidP="003C59A8">
      <w:pPr>
        <w:pStyle w:val="Reference"/>
      </w:pPr>
      <w:r>
        <w:t xml:space="preserve">Commonwealth of Australia 2015, </w:t>
      </w:r>
      <w:r w:rsidRPr="00060C6F">
        <w:rPr>
          <w:i/>
        </w:rPr>
        <w:t>A New System for Better Employment and Social Outcomes - Final Report of the Reference Group on Welfare Reform to the Minister for Social Services</w:t>
      </w:r>
      <w:r>
        <w:t>, February, Canberra, https://www.dss.gov.au/our-responsibilities/review-of-australias-welfare-system/a-new-system-for-better-employment-and-social-outcomes-full-version-of-the-final-report (accessed 4 March 2015).</w:t>
      </w:r>
    </w:p>
    <w:p w:rsidR="003C59A8" w:rsidRDefault="003C59A8" w:rsidP="003C59A8">
      <w:pPr>
        <w:pStyle w:val="Reference"/>
      </w:pPr>
      <w:r>
        <w:t xml:space="preserve">Davies, </w:t>
      </w:r>
      <w:proofErr w:type="spellStart"/>
      <w:r>
        <w:t>A.K</w:t>
      </w:r>
      <w:proofErr w:type="spellEnd"/>
      <w:r>
        <w:t xml:space="preserve">. 2009, </w:t>
      </w:r>
      <w:r w:rsidRPr="00060C6F">
        <w:rPr>
          <w:i/>
        </w:rPr>
        <w:t>‘The structure of suburban employment in Melbourne’</w:t>
      </w:r>
      <w:r>
        <w:t>, University of Melbourne, Melbourne.</w:t>
      </w:r>
    </w:p>
    <w:p w:rsidR="003C59A8" w:rsidRDefault="003C59A8" w:rsidP="003C59A8">
      <w:pPr>
        <w:pStyle w:val="Reference"/>
      </w:pPr>
      <w:proofErr w:type="spellStart"/>
      <w:r>
        <w:t>DEEWR</w:t>
      </w:r>
      <w:proofErr w:type="spellEnd"/>
      <w:r>
        <w:t xml:space="preserve"> (Department of Education, Employment and Workplace Relations) 2013, </w:t>
      </w:r>
      <w:r w:rsidRPr="00060C6F">
        <w:rPr>
          <w:i/>
        </w:rPr>
        <w:t>Evaluation of Disability Employment Services 2010-2013</w:t>
      </w:r>
      <w:r>
        <w:t>, http://www.dss.gov.au/our-responsibilities/disability-and-carers/publications-articles/policy-research/evaluation-of-disability-employment-services-2010-2013 (accessed 29 August 2014).</w:t>
      </w:r>
    </w:p>
    <w:p w:rsidR="003C59A8" w:rsidRDefault="003C59A8" w:rsidP="003C59A8">
      <w:pPr>
        <w:pStyle w:val="Reference"/>
      </w:pPr>
      <w:r>
        <w:t xml:space="preserve">Department of Health, Housing and Community Services 1992, </w:t>
      </w:r>
      <w:r w:rsidRPr="00060C6F">
        <w:rPr>
          <w:i/>
        </w:rPr>
        <w:t>National Housing Strategy: agenda for action</w:t>
      </w:r>
      <w:r>
        <w:t>, December.</w:t>
      </w:r>
    </w:p>
    <w:p w:rsidR="003C59A8" w:rsidRDefault="003C59A8" w:rsidP="003C59A8">
      <w:pPr>
        <w:pStyle w:val="Reference"/>
      </w:pPr>
      <w:r>
        <w:t xml:space="preserve">Department of Housing WA (Department of Housing Western Australia) 2015, </w:t>
      </w:r>
      <w:r w:rsidRPr="00060C6F">
        <w:rPr>
          <w:i/>
        </w:rPr>
        <w:t>Rental Policy Manual</w:t>
      </w:r>
      <w:r>
        <w:t>, Perth, http://</w:t>
      </w:r>
      <w:proofErr w:type="spellStart"/>
      <w:r>
        <w:t>www.dhw.wa.gov.au</w:t>
      </w:r>
      <w:proofErr w:type="spellEnd"/>
      <w:r>
        <w:t>/</w:t>
      </w:r>
      <w:proofErr w:type="spellStart"/>
      <w:r>
        <w:t>HousingDocuments</w:t>
      </w:r>
      <w:proofErr w:type="spellEnd"/>
      <w:r>
        <w:t>/</w:t>
      </w:r>
      <w:r>
        <w:br/>
      </w:r>
      <w:proofErr w:type="spellStart"/>
      <w:r>
        <w:t>Rental_Policy_Manual.pdf</w:t>
      </w:r>
      <w:proofErr w:type="spellEnd"/>
      <w:r>
        <w:t xml:space="preserve"> (accessed 22 January 2015).</w:t>
      </w:r>
    </w:p>
    <w:p w:rsidR="003C59A8" w:rsidRDefault="003C59A8" w:rsidP="003C59A8">
      <w:pPr>
        <w:pStyle w:val="Reference"/>
      </w:pPr>
      <w:proofErr w:type="spellStart"/>
      <w:r>
        <w:t>DERT</w:t>
      </w:r>
      <w:proofErr w:type="spellEnd"/>
      <w:r>
        <w:t xml:space="preserve"> (Department of the Environment, Transport and the Regions) 2000,</w:t>
      </w:r>
      <w:r w:rsidRPr="00A92336">
        <w:rPr>
          <w:i/>
        </w:rPr>
        <w:t xml:space="preserve"> Quality and Choice: A Decent Home for All</w:t>
      </w:r>
      <w:r>
        <w:t>, The Housing Green Paper, April, London.</w:t>
      </w:r>
    </w:p>
    <w:p w:rsidR="003C59A8" w:rsidRDefault="003C59A8" w:rsidP="003C59A8">
      <w:pPr>
        <w:pStyle w:val="Reference"/>
      </w:pPr>
      <w:proofErr w:type="spellStart"/>
      <w:r>
        <w:lastRenderedPageBreak/>
        <w:t>deSilva</w:t>
      </w:r>
      <w:proofErr w:type="spellEnd"/>
      <w:r>
        <w:t xml:space="preserve">, L., </w:t>
      </w:r>
      <w:proofErr w:type="spellStart"/>
      <w:r>
        <w:t>Wijewardena</w:t>
      </w:r>
      <w:proofErr w:type="spellEnd"/>
      <w:r>
        <w:t xml:space="preserve">, I., Wood, M. and </w:t>
      </w:r>
      <w:proofErr w:type="spellStart"/>
      <w:r>
        <w:t>Kaul</w:t>
      </w:r>
      <w:proofErr w:type="spellEnd"/>
      <w:r>
        <w:t>, B. 2011, E</w:t>
      </w:r>
      <w:r w:rsidRPr="00A92336">
        <w:rPr>
          <w:i/>
        </w:rPr>
        <w:t>valuation of the Family Self-Sufficiency Program: Prospective Study</w:t>
      </w:r>
      <w:r>
        <w:t>, February, Department of Housing and Urban Development, Washington, D.C.</w:t>
      </w:r>
    </w:p>
    <w:p w:rsidR="003C59A8" w:rsidRDefault="003C59A8" w:rsidP="003C59A8">
      <w:pPr>
        <w:pStyle w:val="Reference"/>
      </w:pPr>
      <w:proofErr w:type="spellStart"/>
      <w:r>
        <w:t>DHS</w:t>
      </w:r>
      <w:proofErr w:type="spellEnd"/>
      <w:r>
        <w:t xml:space="preserve"> (Department of Human Services) </w:t>
      </w:r>
      <w:proofErr w:type="spellStart"/>
      <w:r>
        <w:t>2014a</w:t>
      </w:r>
      <w:proofErr w:type="spellEnd"/>
      <w:r>
        <w:t xml:space="preserve">, </w:t>
      </w:r>
      <w:r w:rsidRPr="00A92336">
        <w:rPr>
          <w:i/>
        </w:rPr>
        <w:t>A Guide to Australian Government Payments 20 September – 31 December 2014</w:t>
      </w:r>
      <w:r>
        <w:t>, http://</w:t>
      </w:r>
      <w:proofErr w:type="spellStart"/>
      <w:r>
        <w:t>www.humanservices.gov.au</w:t>
      </w:r>
      <w:proofErr w:type="spellEnd"/>
      <w:r>
        <w:t>/</w:t>
      </w:r>
      <w:r>
        <w:br/>
        <w:t>spw/corporate/publications-and-resources/resources/co029/co029-1409.pdf (accessed 30 September 2014).</w:t>
      </w:r>
    </w:p>
    <w:p w:rsidR="003C59A8" w:rsidRDefault="003C59A8" w:rsidP="003C59A8">
      <w:pPr>
        <w:pStyle w:val="Reference"/>
      </w:pPr>
      <w:r>
        <w:t xml:space="preserve">—— </w:t>
      </w:r>
      <w:proofErr w:type="spellStart"/>
      <w:r>
        <w:t>2014b</w:t>
      </w:r>
      <w:proofErr w:type="spellEnd"/>
      <w:r>
        <w:t>, Disability Support Pension, http://</w:t>
      </w:r>
      <w:proofErr w:type="spellStart"/>
      <w:r>
        <w:t>www.humanservices.gov.au</w:t>
      </w:r>
      <w:proofErr w:type="spellEnd"/>
      <w:r>
        <w:t>/</w:t>
      </w:r>
      <w:r>
        <w:br/>
        <w:t>customer/services/</w:t>
      </w:r>
      <w:proofErr w:type="spellStart"/>
      <w:r>
        <w:t>centrelink</w:t>
      </w:r>
      <w:proofErr w:type="spellEnd"/>
      <w:r>
        <w:t>/disability-support-pension (accessed 20 February 2015).</w:t>
      </w:r>
    </w:p>
    <w:p w:rsidR="003C59A8" w:rsidRDefault="003C59A8" w:rsidP="003C59A8">
      <w:pPr>
        <w:pStyle w:val="Reference"/>
      </w:pPr>
      <w:proofErr w:type="spellStart"/>
      <w:r>
        <w:t>DHS</w:t>
      </w:r>
      <w:proofErr w:type="spellEnd"/>
      <w:r>
        <w:t xml:space="preserve"> Vic (Department of Human Services, Victoria) 2012, </w:t>
      </w:r>
      <w:r w:rsidRPr="00A92336">
        <w:rPr>
          <w:i/>
        </w:rPr>
        <w:t>Social Housing Advocac</w:t>
      </w:r>
      <w:r w:rsidR="006C1B71">
        <w:rPr>
          <w:i/>
        </w:rPr>
        <w:t>y and Support Program (</w:t>
      </w:r>
      <w:proofErr w:type="spellStart"/>
      <w:r w:rsidR="006C1B71">
        <w:rPr>
          <w:i/>
        </w:rPr>
        <w:t>SHASP</w:t>
      </w:r>
      <w:proofErr w:type="spellEnd"/>
      <w:r w:rsidR="006C1B71">
        <w:rPr>
          <w:i/>
        </w:rPr>
        <w:t xml:space="preserve">): </w:t>
      </w:r>
      <w:r w:rsidRPr="00A92336">
        <w:rPr>
          <w:i/>
        </w:rPr>
        <w:t>Interim Integrated Case Management Guidelines</w:t>
      </w:r>
      <w:r>
        <w:t>, http://www.dhs.vic.gov.au/__data/assets/word_doc/0008/746963/shasp_interim-integrated-case-management-guidelines-1112.doc (accessed 29 August 2014).</w:t>
      </w:r>
    </w:p>
    <w:p w:rsidR="003C59A8" w:rsidRDefault="003C59A8" w:rsidP="003C59A8">
      <w:pPr>
        <w:pStyle w:val="Reference"/>
      </w:pPr>
      <w:r>
        <w:t xml:space="preserve">—— </w:t>
      </w:r>
      <w:proofErr w:type="spellStart"/>
      <w:r>
        <w:t>2013a</w:t>
      </w:r>
      <w:proofErr w:type="spellEnd"/>
      <w:r>
        <w:t>, Public Tenant Employment Program, http://www.dhs.vic.gov.au/about-the-department/plans,-programs-and-projects/programs/housing-and-community-building/public-tenant-employment-program (accessed 29 August 2014).</w:t>
      </w:r>
    </w:p>
    <w:p w:rsidR="003C59A8" w:rsidRDefault="003C59A8" w:rsidP="003C59A8">
      <w:pPr>
        <w:pStyle w:val="Reference"/>
      </w:pPr>
      <w:r>
        <w:t xml:space="preserve">—— </w:t>
      </w:r>
      <w:proofErr w:type="spellStart"/>
      <w:r>
        <w:t>2013b</w:t>
      </w:r>
      <w:proofErr w:type="spellEnd"/>
      <w:r>
        <w:t>, Work and Learning Centres, http://www.dhs.vic.gov.au/for-individuals/housing-and-accommodation/public-housing/living-in-housing/training-and-employment/work-and-learning-centres (accessed 29 August 2014).</w:t>
      </w:r>
    </w:p>
    <w:p w:rsidR="003C59A8" w:rsidRDefault="003C59A8" w:rsidP="003C59A8">
      <w:pPr>
        <w:pStyle w:val="Reference"/>
      </w:pPr>
      <w:r>
        <w:t xml:space="preserve">—— </w:t>
      </w:r>
      <w:proofErr w:type="spellStart"/>
      <w:r>
        <w:t>2014a</w:t>
      </w:r>
      <w:proofErr w:type="spellEnd"/>
      <w:r>
        <w:t>, Market and Rebated Rent, http://</w:t>
      </w:r>
      <w:proofErr w:type="spellStart"/>
      <w:r>
        <w:t>www.housing.vic.gov.au</w:t>
      </w:r>
      <w:proofErr w:type="spellEnd"/>
      <w:r>
        <w:t>/market-and-rebated-rent (accessed 22 January 2015).</w:t>
      </w:r>
    </w:p>
    <w:p w:rsidR="003C59A8" w:rsidRDefault="003C59A8" w:rsidP="003C59A8">
      <w:pPr>
        <w:pStyle w:val="Reference"/>
      </w:pPr>
      <w:r>
        <w:t xml:space="preserve">—— </w:t>
      </w:r>
      <w:proofErr w:type="spellStart"/>
      <w:r>
        <w:t>2014b</w:t>
      </w:r>
      <w:proofErr w:type="spellEnd"/>
      <w:r>
        <w:t>, Public housing - fixed rent, http://www.dhs.vic.gov.au/for-individuals/housing-and-accommodation/public-housing/living-in-housing/rent-in-public-housing/public-housing-fixed-rent (accessed 3 February 2015).</w:t>
      </w:r>
    </w:p>
    <w:p w:rsidR="003C59A8" w:rsidRDefault="003C59A8" w:rsidP="003C59A8">
      <w:pPr>
        <w:pStyle w:val="Reference"/>
      </w:pPr>
      <w:proofErr w:type="spellStart"/>
      <w:r>
        <w:t>DKM</w:t>
      </w:r>
      <w:proofErr w:type="spellEnd"/>
      <w:r>
        <w:t xml:space="preserve"> Economic Consultants </w:t>
      </w:r>
      <w:proofErr w:type="spellStart"/>
      <w:r>
        <w:t>2014a</w:t>
      </w:r>
      <w:proofErr w:type="spellEnd"/>
      <w:r>
        <w:t xml:space="preserve">, </w:t>
      </w:r>
      <w:r w:rsidRPr="00A92336">
        <w:rPr>
          <w:i/>
        </w:rPr>
        <w:t>Future of the Private Rented Sector</w:t>
      </w:r>
      <w:r>
        <w:t>, Report prepared for The Housing Agency on behalf of the Private Residential Tenancies Board, Ireland, October, Dublin, http://</w:t>
      </w:r>
      <w:proofErr w:type="spellStart"/>
      <w:r>
        <w:t>www.prtb.ie</w:t>
      </w:r>
      <w:proofErr w:type="spellEnd"/>
      <w:r>
        <w:t>/</w:t>
      </w:r>
      <w:proofErr w:type="spellStart"/>
      <w:r>
        <w:t>mwg</w:t>
      </w:r>
      <w:proofErr w:type="spellEnd"/>
      <w:r>
        <w:t>-internal/</w:t>
      </w:r>
      <w:proofErr w:type="spellStart"/>
      <w:r>
        <w:t>de5fs23hu73ds</w:t>
      </w:r>
      <w:proofErr w:type="spellEnd"/>
      <w:r>
        <w:t>/</w:t>
      </w:r>
      <w:proofErr w:type="spellStart"/>
      <w:r>
        <w:t>progress?id</w:t>
      </w:r>
      <w:proofErr w:type="spellEnd"/>
      <w:r w:rsidR="00C61C89">
        <w:br/>
      </w:r>
      <w:r>
        <w:t>=</w:t>
      </w:r>
      <w:proofErr w:type="spellStart"/>
      <w:r>
        <w:t>feuC301dqR</w:t>
      </w:r>
      <w:proofErr w:type="spellEnd"/>
      <w:r>
        <w:t xml:space="preserve"> (accessed 7 January 2015).</w:t>
      </w:r>
    </w:p>
    <w:p w:rsidR="003C59A8" w:rsidRDefault="003C59A8" w:rsidP="003C59A8">
      <w:pPr>
        <w:pStyle w:val="Reference"/>
      </w:pPr>
      <w:r>
        <w:t xml:space="preserve">—— </w:t>
      </w:r>
      <w:proofErr w:type="spellStart"/>
      <w:r>
        <w:t>2014b</w:t>
      </w:r>
      <w:proofErr w:type="spellEnd"/>
      <w:r>
        <w:t xml:space="preserve">, </w:t>
      </w:r>
      <w:r w:rsidRPr="00A92336">
        <w:rPr>
          <w:i/>
        </w:rPr>
        <w:t>Rent Stability in the Private Rented Sector</w:t>
      </w:r>
      <w:r>
        <w:t>, Report prepared for The Housing Agency on behalf of the Private Residential Tenancies Board, Ireland, September, Dublin, http://www.prtb.ie/mwg-internal/de5fs23hu73ds/progress?id=8Jw1xLf+YE (accessed 7 January 2015).</w:t>
      </w:r>
    </w:p>
    <w:p w:rsidR="003C59A8" w:rsidRDefault="003C59A8" w:rsidP="003C59A8">
      <w:pPr>
        <w:pStyle w:val="Reference"/>
      </w:pPr>
      <w:r>
        <w:t xml:space="preserve">Dockery, </w:t>
      </w:r>
      <w:proofErr w:type="spellStart"/>
      <w:r>
        <w:t>A.M.</w:t>
      </w:r>
      <w:proofErr w:type="spellEnd"/>
      <w:r>
        <w:t xml:space="preserve">, </w:t>
      </w:r>
      <w:proofErr w:type="spellStart"/>
      <w:r>
        <w:t>Feeny</w:t>
      </w:r>
      <w:proofErr w:type="spellEnd"/>
      <w:r>
        <w:t xml:space="preserve">, S., </w:t>
      </w:r>
      <w:proofErr w:type="spellStart"/>
      <w:r>
        <w:t>Hulse</w:t>
      </w:r>
      <w:proofErr w:type="spellEnd"/>
      <w:r>
        <w:t xml:space="preserve">, K., Ong, R., </w:t>
      </w:r>
      <w:proofErr w:type="spellStart"/>
      <w:r>
        <w:t>Saugeres</w:t>
      </w:r>
      <w:proofErr w:type="spellEnd"/>
      <w:r>
        <w:t xml:space="preserve">, L., </w:t>
      </w:r>
      <w:proofErr w:type="spellStart"/>
      <w:r>
        <w:t>Spong</w:t>
      </w:r>
      <w:proofErr w:type="spellEnd"/>
      <w:r>
        <w:t xml:space="preserve">, H., Whelan, S. and Wood, G. </w:t>
      </w:r>
      <w:proofErr w:type="spellStart"/>
      <w:r>
        <w:t>2008a</w:t>
      </w:r>
      <w:proofErr w:type="spellEnd"/>
      <w:r>
        <w:t xml:space="preserve">, </w:t>
      </w:r>
      <w:r w:rsidRPr="00FE12F6">
        <w:rPr>
          <w:i/>
        </w:rPr>
        <w:t>Housing assistance and economic participation</w:t>
      </w:r>
      <w:r>
        <w:t>, Research Paper, Australian Housing and Urban Research Institute.</w:t>
      </w:r>
    </w:p>
    <w:p w:rsidR="003C59A8" w:rsidRDefault="003C59A8" w:rsidP="003C59A8">
      <w:pPr>
        <w:pStyle w:val="Reference"/>
      </w:pPr>
      <w:r>
        <w:t xml:space="preserve">Dockery, </w:t>
      </w:r>
      <w:proofErr w:type="spellStart"/>
      <w:r>
        <w:t>A.M.</w:t>
      </w:r>
      <w:proofErr w:type="spellEnd"/>
      <w:r>
        <w:t xml:space="preserve">, Ong, R., Whelan, S. and Wood, G. </w:t>
      </w:r>
      <w:proofErr w:type="spellStart"/>
      <w:r>
        <w:t>2008b</w:t>
      </w:r>
      <w:proofErr w:type="spellEnd"/>
      <w:r>
        <w:t xml:space="preserve">, </w:t>
      </w:r>
      <w:r w:rsidRPr="00FE12F6">
        <w:rPr>
          <w:i/>
        </w:rPr>
        <w:t>The relationship between public housing, wait lists, tenure and labour market outcomes</w:t>
      </w:r>
      <w:r>
        <w:t>, Research Paper, 9, Australian Housing and Urban Research Institute.</w:t>
      </w:r>
    </w:p>
    <w:p w:rsidR="003C59A8" w:rsidRDefault="003C59A8" w:rsidP="003C59A8">
      <w:pPr>
        <w:pStyle w:val="Reference"/>
      </w:pPr>
      <w:r>
        <w:lastRenderedPageBreak/>
        <w:t xml:space="preserve">Dodson, J. 2005, </w:t>
      </w:r>
      <w:r w:rsidRPr="00FE12F6">
        <w:rPr>
          <w:i/>
        </w:rPr>
        <w:t>Is there a spatial mismatch between housing affordability and employment opportunity in Melbourne?</w:t>
      </w:r>
      <w:r>
        <w:t>, Final Report, 80, Australian Housing and Urban Research Institute.</w:t>
      </w:r>
    </w:p>
    <w:p w:rsidR="003C59A8" w:rsidRDefault="003C59A8" w:rsidP="003C59A8">
      <w:pPr>
        <w:pStyle w:val="Reference"/>
      </w:pPr>
      <w:r>
        <w:t xml:space="preserve">DoE (Department of Employment) 2013, </w:t>
      </w:r>
      <w:r w:rsidRPr="00FE12F6">
        <w:rPr>
          <w:i/>
        </w:rPr>
        <w:t>Job Services Australia eligibility and how to register</w:t>
      </w:r>
      <w:r>
        <w:t>, http://employment.gov.au/job-services-australia-eligibility-and-how-register (accessed 29 August 2014).</w:t>
      </w:r>
    </w:p>
    <w:p w:rsidR="003C59A8" w:rsidRDefault="006C1B71" w:rsidP="003C59A8">
      <w:pPr>
        <w:pStyle w:val="Reference"/>
      </w:pPr>
      <w:r>
        <w:t xml:space="preserve">—— </w:t>
      </w:r>
      <w:r w:rsidR="003C59A8">
        <w:t xml:space="preserve">2014, </w:t>
      </w:r>
      <w:r w:rsidR="003C59A8" w:rsidRPr="00FE12F6">
        <w:rPr>
          <w:i/>
        </w:rPr>
        <w:t>New employment programmes available from 1 July</w:t>
      </w:r>
      <w:r w:rsidR="003C59A8">
        <w:t>, http://employment.gov.au/news/new-employment-programmes-available-1-july (accessed 29 January 2015).</w:t>
      </w:r>
    </w:p>
    <w:p w:rsidR="003C59A8" w:rsidRDefault="003C59A8" w:rsidP="003C59A8">
      <w:pPr>
        <w:pStyle w:val="Reference"/>
      </w:pPr>
      <w:r>
        <w:t xml:space="preserve">—— </w:t>
      </w:r>
      <w:proofErr w:type="spellStart"/>
      <w:r>
        <w:t>2015a</w:t>
      </w:r>
      <w:proofErr w:type="spellEnd"/>
      <w:r>
        <w:t xml:space="preserve">, </w:t>
      </w:r>
      <w:r w:rsidRPr="00FE12F6">
        <w:rPr>
          <w:i/>
        </w:rPr>
        <w:t>Labour Market Assistance Outcomes - Disability Employment Services</w:t>
      </w:r>
      <w:r>
        <w:t>, January.</w:t>
      </w:r>
    </w:p>
    <w:p w:rsidR="003C59A8" w:rsidRDefault="003C59A8" w:rsidP="003C59A8">
      <w:pPr>
        <w:pStyle w:val="Reference"/>
      </w:pPr>
      <w:r>
        <w:t xml:space="preserve">—— </w:t>
      </w:r>
      <w:proofErr w:type="spellStart"/>
      <w:r>
        <w:t>2015b</w:t>
      </w:r>
      <w:proofErr w:type="spellEnd"/>
      <w:r>
        <w:t xml:space="preserve">, </w:t>
      </w:r>
      <w:r w:rsidRPr="00FE12F6">
        <w:rPr>
          <w:i/>
        </w:rPr>
        <w:t>Labour Market Assistance Outcomes - Job Services Australia</w:t>
      </w:r>
      <w:r>
        <w:t>, January.</w:t>
      </w:r>
    </w:p>
    <w:p w:rsidR="003C59A8" w:rsidRDefault="003C59A8" w:rsidP="003C59A8">
      <w:pPr>
        <w:pStyle w:val="Reference"/>
      </w:pPr>
      <w:proofErr w:type="spellStart"/>
      <w:r>
        <w:t>DPMC</w:t>
      </w:r>
      <w:proofErr w:type="spellEnd"/>
      <w:r>
        <w:t xml:space="preserve"> (Department of Prime Minister and Cabinet) 2014, </w:t>
      </w:r>
      <w:r w:rsidRPr="00FE12F6">
        <w:rPr>
          <w:i/>
        </w:rPr>
        <w:t>Roles and Responsibilities in Housing and Homelessness</w:t>
      </w:r>
      <w:r>
        <w:t>, Reform of the Federation White Paper - Issues paper 2, December, Canberra.</w:t>
      </w:r>
    </w:p>
    <w:p w:rsidR="003C59A8" w:rsidRDefault="003C59A8" w:rsidP="003C59A8">
      <w:pPr>
        <w:pStyle w:val="Reference"/>
      </w:pPr>
      <w:proofErr w:type="spellStart"/>
      <w:r>
        <w:t>DSS</w:t>
      </w:r>
      <w:proofErr w:type="spellEnd"/>
      <w:r>
        <w:t xml:space="preserve"> (Department of Social Services) 2015, </w:t>
      </w:r>
      <w:r w:rsidRPr="00FE12F6">
        <w:rPr>
          <w:i/>
        </w:rPr>
        <w:t>Guide to Social Security Law</w:t>
      </w:r>
      <w:r>
        <w:t>, http://</w:t>
      </w:r>
      <w:proofErr w:type="spellStart"/>
      <w:r>
        <w:t>guides.dss.gov.au</w:t>
      </w:r>
      <w:proofErr w:type="spellEnd"/>
      <w:r>
        <w:t>/guide-social-security-law (accessed 29 January 2015).</w:t>
      </w:r>
    </w:p>
    <w:p w:rsidR="003C59A8" w:rsidRDefault="003C59A8" w:rsidP="003C59A8">
      <w:pPr>
        <w:pStyle w:val="Reference"/>
      </w:pPr>
      <w:proofErr w:type="spellStart"/>
      <w:r>
        <w:t>DVA</w:t>
      </w:r>
      <w:proofErr w:type="spellEnd"/>
      <w:r>
        <w:t xml:space="preserve"> (Department of Veterans’ Affairs) 2013, </w:t>
      </w:r>
      <w:proofErr w:type="spellStart"/>
      <w:r w:rsidRPr="00FE12F6">
        <w:rPr>
          <w:i/>
        </w:rPr>
        <w:t>DVA</w:t>
      </w:r>
      <w:proofErr w:type="spellEnd"/>
      <w:r w:rsidRPr="00FE12F6">
        <w:rPr>
          <w:i/>
        </w:rPr>
        <w:t xml:space="preserve"> Benefits and Services</w:t>
      </w:r>
      <w:r>
        <w:t>, http://www.dva.gov.au/pensions_and_compensation/yandyp/Pages/ch6.aspx (accessed 21 July 2014).</w:t>
      </w:r>
    </w:p>
    <w:p w:rsidR="003C59A8" w:rsidRDefault="003C59A8" w:rsidP="003C59A8">
      <w:pPr>
        <w:pStyle w:val="Reference"/>
      </w:pPr>
      <w:proofErr w:type="spellStart"/>
      <w:r>
        <w:t>DWP</w:t>
      </w:r>
      <w:proofErr w:type="spellEnd"/>
      <w:r>
        <w:t xml:space="preserve"> 2010, </w:t>
      </w:r>
      <w:r w:rsidRPr="00FE12F6">
        <w:rPr>
          <w:i/>
        </w:rPr>
        <w:t>Universal Credit: welfare that works</w:t>
      </w:r>
      <w:r>
        <w:t>, November, London, https://www.gov.uk/government/publications/universal-credit-welfare-that-works (accessed 5 February 2015).</w:t>
      </w:r>
    </w:p>
    <w:p w:rsidR="003C59A8" w:rsidRDefault="003C59A8" w:rsidP="003C59A8">
      <w:pPr>
        <w:pStyle w:val="Reference"/>
      </w:pPr>
      <w:r>
        <w:t xml:space="preserve">—— 2014, </w:t>
      </w:r>
      <w:r w:rsidRPr="00FE12F6">
        <w:rPr>
          <w:i/>
        </w:rPr>
        <w:t>Universal Credit Pathfinder Evaluation</w:t>
      </w:r>
      <w:r>
        <w:t>, October, London, https://www.gov.uk/government/publications/universal-credit-pathfinder-evaluation (accessed 6 February 2015).</w:t>
      </w:r>
    </w:p>
    <w:p w:rsidR="003C59A8" w:rsidRDefault="003C59A8" w:rsidP="003C59A8">
      <w:pPr>
        <w:pStyle w:val="Reference"/>
      </w:pPr>
      <w:proofErr w:type="spellStart"/>
      <w:r>
        <w:t>FACS</w:t>
      </w:r>
      <w:proofErr w:type="spellEnd"/>
      <w:r>
        <w:t xml:space="preserve"> (Department of Families and Community Services (</w:t>
      </w:r>
      <w:proofErr w:type="spellStart"/>
      <w:r>
        <w:t>C’Wlth</w:t>
      </w:r>
      <w:proofErr w:type="spellEnd"/>
      <w:r>
        <w:t xml:space="preserve">)) 1999, </w:t>
      </w:r>
      <w:r w:rsidRPr="00FE12F6">
        <w:rPr>
          <w:i/>
        </w:rPr>
        <w:t>Housing Assistance Act 1996 Annual Report 1996-1997</w:t>
      </w:r>
      <w:r>
        <w:t>, Canberra, http://www.dss.gov.au/our-responsibilities/housing-support/publications-articles/housing/housing-assistance-act-1996-annual-reports/commonwealth-state-housing-agreement-csha-annual-report-1996-1997?HTML (accessed 13 August 2014).</w:t>
      </w:r>
    </w:p>
    <w:p w:rsidR="003C59A8" w:rsidRDefault="003C59A8" w:rsidP="003C59A8">
      <w:pPr>
        <w:pStyle w:val="Reference"/>
      </w:pPr>
      <w:proofErr w:type="spellStart"/>
      <w:r>
        <w:t>FACS</w:t>
      </w:r>
      <w:proofErr w:type="spellEnd"/>
      <w:r>
        <w:t xml:space="preserve"> NSW (Department of Family and Community Services, New South Wales) 2014, </w:t>
      </w:r>
      <w:r w:rsidRPr="00FE12F6">
        <w:rPr>
          <w:i/>
        </w:rPr>
        <w:t>Social Housing in NSW: A discussion paper for input and comment</w:t>
      </w:r>
      <w:r>
        <w:t>, November, http://</w:t>
      </w:r>
      <w:proofErr w:type="spellStart"/>
      <w:r>
        <w:t>www.facs.nsw.gov.au</w:t>
      </w:r>
      <w:proofErr w:type="spellEnd"/>
      <w:r>
        <w:t>/reforms/social-housing-in-</w:t>
      </w:r>
      <w:proofErr w:type="spellStart"/>
      <w:r>
        <w:t>nsw</w:t>
      </w:r>
      <w:proofErr w:type="spellEnd"/>
      <w:r>
        <w:t xml:space="preserve"> (accessed 23 January 2015).</w:t>
      </w:r>
    </w:p>
    <w:p w:rsidR="003C59A8" w:rsidRDefault="003C59A8" w:rsidP="003C59A8">
      <w:pPr>
        <w:pStyle w:val="Reference"/>
      </w:pPr>
      <w:proofErr w:type="spellStart"/>
      <w:r>
        <w:t>FaHCSIA</w:t>
      </w:r>
      <w:proofErr w:type="spellEnd"/>
      <w:r>
        <w:t xml:space="preserve"> (Department of Families, Housing, Community Services and Indigenous Affairs) 2008, </w:t>
      </w:r>
      <w:r w:rsidRPr="00FE12F6">
        <w:rPr>
          <w:i/>
        </w:rPr>
        <w:t>The Road Home: A National Approach to Reducing Homelessness</w:t>
      </w:r>
      <w:r>
        <w:rPr>
          <w:i/>
        </w:rPr>
        <w:t xml:space="preserve">, </w:t>
      </w:r>
      <w:r w:rsidRPr="00FE12F6">
        <w:t>Canberra.</w:t>
      </w:r>
    </w:p>
    <w:p w:rsidR="003C59A8" w:rsidRDefault="003C59A8" w:rsidP="003C59A8">
      <w:pPr>
        <w:pStyle w:val="Reference"/>
      </w:pPr>
      <w:r>
        <w:lastRenderedPageBreak/>
        <w:t>Fair Work Commission 2014, Annual Wage Review 2013–14 Decision, https://www.fwc.gov.au/awards-and-agreements/minimum-wages-conditions/annual-wage-reviews/annual-wage-review-2013-14-1 (accessed 23 February 2015).</w:t>
      </w:r>
    </w:p>
    <w:p w:rsidR="003C59A8" w:rsidRDefault="003C59A8" w:rsidP="003C59A8">
      <w:pPr>
        <w:pStyle w:val="Reference"/>
      </w:pPr>
      <w:r>
        <w:t>Government of South Australia 2014, How Rent is Set for Public Housing, http://www.sa.gov.au/topics/housing-property-and-land/housing/renting-and-letting/renting-public-housing/being-a-public-housing-tenant/rent-water-and-other-charges/how-rent-is-set-for-public-housing (accessed 22 January 2015).</w:t>
      </w:r>
    </w:p>
    <w:p w:rsidR="003C59A8" w:rsidRDefault="003C59A8" w:rsidP="003C59A8">
      <w:pPr>
        <w:pStyle w:val="Reference"/>
      </w:pPr>
      <w:proofErr w:type="spellStart"/>
      <w:r>
        <w:t>Hedman</w:t>
      </w:r>
      <w:proofErr w:type="spellEnd"/>
      <w:r>
        <w:t xml:space="preserve">, L. and van Ham, M. 2012, ‘Understanding neighbourhood effects: Selection bias and residential mobility’, </w:t>
      </w:r>
      <w:r w:rsidRPr="00FE12F6">
        <w:rPr>
          <w:i/>
        </w:rPr>
        <w:t>Neighbourhood effects research: New perspectives</w:t>
      </w:r>
      <w:r>
        <w:t>, Springer, pp. 79–99, http://</w:t>
      </w:r>
      <w:proofErr w:type="spellStart"/>
      <w:r>
        <w:t>link.springer.com</w:t>
      </w:r>
      <w:proofErr w:type="spellEnd"/>
      <w:r>
        <w:t>/chapter/10.1007/978-94-007-2309-2_4 (accessed 20 March 2015).</w:t>
      </w:r>
    </w:p>
    <w:p w:rsidR="003C59A8" w:rsidRDefault="003C59A8" w:rsidP="003C59A8">
      <w:pPr>
        <w:pStyle w:val="Reference"/>
      </w:pPr>
      <w:r>
        <w:t>Horn, M. 2012, ‘Integrated approached to address high levels of unemployment in public housing neighbourhoods: the Centre for Work and Learning, Yarra’, presented at National Housing Conference, Brisbane, 31 October.</w:t>
      </w:r>
    </w:p>
    <w:p w:rsidR="003C59A8" w:rsidRDefault="003C59A8" w:rsidP="003C59A8">
      <w:pPr>
        <w:pStyle w:val="Reference"/>
      </w:pPr>
      <w:r>
        <w:t xml:space="preserve">Housing NSW (Housing New South Wales) </w:t>
      </w:r>
      <w:proofErr w:type="spellStart"/>
      <w:r>
        <w:t>2014a</w:t>
      </w:r>
      <w:proofErr w:type="spellEnd"/>
      <w:r>
        <w:t xml:space="preserve">, </w:t>
      </w:r>
      <w:proofErr w:type="spellStart"/>
      <w:r>
        <w:t>Headleasing</w:t>
      </w:r>
      <w:proofErr w:type="spellEnd"/>
      <w:r>
        <w:t xml:space="preserve"> policy, http://www.housing.nsw.gov.au/Forms+Policies+and+Fact+Sheets/Policies/Headleasing+Policy.htm (accessed 2 February 2015).</w:t>
      </w:r>
    </w:p>
    <w:p w:rsidR="003C59A8" w:rsidRDefault="003C59A8" w:rsidP="003C59A8">
      <w:pPr>
        <w:pStyle w:val="Reference"/>
      </w:pPr>
      <w:r>
        <w:t xml:space="preserve">—— </w:t>
      </w:r>
      <w:proofErr w:type="spellStart"/>
      <w:r>
        <w:t>2014b</w:t>
      </w:r>
      <w:proofErr w:type="spellEnd"/>
      <w:r>
        <w:t>, Tenancy Charges and Account Management Policy Supplement, http://www.housing.nsw.gov.au/Forms+Policies+and+Fact+Sheets/Policies/Tenancy+Charges+and+Account+Management+Policy+Supplement.htm#concessional (accessed 22 January 2015).</w:t>
      </w:r>
    </w:p>
    <w:p w:rsidR="003C59A8" w:rsidRDefault="003C59A8" w:rsidP="003C59A8">
      <w:pPr>
        <w:pStyle w:val="Reference"/>
      </w:pPr>
      <w:r>
        <w:t>—— 2015, Charging Rent Policy, http://</w:t>
      </w:r>
      <w:proofErr w:type="spellStart"/>
      <w:r>
        <w:t>www.housing.nsw.gov.au</w:t>
      </w:r>
      <w:proofErr w:type="spellEnd"/>
      <w:r>
        <w:t>/</w:t>
      </w:r>
      <w:r>
        <w:br/>
      </w:r>
      <w:proofErr w:type="spellStart"/>
      <w:r>
        <w:t>Forms+Policies+and+Fact+Sheets</w:t>
      </w:r>
      <w:proofErr w:type="spellEnd"/>
      <w:r>
        <w:t>/Policies/</w:t>
      </w:r>
      <w:proofErr w:type="spellStart"/>
      <w:r>
        <w:t>Charging+Rent+Policy.htm</w:t>
      </w:r>
      <w:proofErr w:type="spellEnd"/>
      <w:r>
        <w:t xml:space="preserve"> (accessed 22 January 2015).</w:t>
      </w:r>
    </w:p>
    <w:p w:rsidR="003C59A8" w:rsidRDefault="003C59A8" w:rsidP="003C59A8">
      <w:pPr>
        <w:pStyle w:val="Reference"/>
      </w:pPr>
      <w:r>
        <w:t>Housing Tasmania 2013, Housing Tasmania Rent Setting Method, Hobart, http://www.dhhs.tas.gov.au/__data/assets/pdf_file/0009/148851/Housing_Tasmania_Rent_Setting_Method_Policy.pdf (accessed 22 January 2015).</w:t>
      </w:r>
    </w:p>
    <w:p w:rsidR="003C59A8" w:rsidRDefault="003C59A8" w:rsidP="003C59A8">
      <w:pPr>
        <w:pStyle w:val="Reference"/>
      </w:pPr>
      <w:proofErr w:type="spellStart"/>
      <w:r>
        <w:t>HUD</w:t>
      </w:r>
      <w:proofErr w:type="spellEnd"/>
      <w:r>
        <w:t xml:space="preserve"> (Department of Housing and Urban Development, United States) </w:t>
      </w:r>
      <w:proofErr w:type="spellStart"/>
      <w:r>
        <w:t>nd</w:t>
      </w:r>
      <w:proofErr w:type="spellEnd"/>
      <w:r>
        <w:t>, Jobs Plus Pilot Program, http://portal.hud.gov/hudportal/HUD?src=/program_offices/administration/</w:t>
      </w:r>
      <w:r>
        <w:br/>
        <w:t>grants/</w:t>
      </w:r>
      <w:proofErr w:type="spellStart"/>
      <w:r>
        <w:t>fundsavail</w:t>
      </w:r>
      <w:proofErr w:type="spellEnd"/>
      <w:r>
        <w:t>/</w:t>
      </w:r>
      <w:proofErr w:type="spellStart"/>
      <w:r>
        <w:t>nofa14</w:t>
      </w:r>
      <w:proofErr w:type="spellEnd"/>
      <w:r>
        <w:t>/</w:t>
      </w:r>
      <w:proofErr w:type="spellStart"/>
      <w:r>
        <w:t>jppp</w:t>
      </w:r>
      <w:proofErr w:type="spellEnd"/>
      <w:r>
        <w:t xml:space="preserve"> (accessed 25 November 2014).</w:t>
      </w:r>
    </w:p>
    <w:p w:rsidR="003C59A8" w:rsidRDefault="003C59A8" w:rsidP="003C59A8">
      <w:pPr>
        <w:pStyle w:val="Reference"/>
      </w:pPr>
      <w:r>
        <w:t xml:space="preserve">—— 2013, </w:t>
      </w:r>
      <w:r w:rsidRPr="00FE12F6">
        <w:rPr>
          <w:i/>
        </w:rPr>
        <w:t xml:space="preserve">Programs of </w:t>
      </w:r>
      <w:proofErr w:type="spellStart"/>
      <w:r w:rsidRPr="00FE12F6">
        <w:rPr>
          <w:i/>
        </w:rPr>
        <w:t>HUD</w:t>
      </w:r>
      <w:proofErr w:type="spellEnd"/>
      <w:r>
        <w:t>, http://</w:t>
      </w:r>
      <w:proofErr w:type="spellStart"/>
      <w:r>
        <w:t>www.huduser.org</w:t>
      </w:r>
      <w:proofErr w:type="spellEnd"/>
      <w:r>
        <w:t>/portal/publications/</w:t>
      </w:r>
      <w:r>
        <w:br/>
      </w:r>
      <w:proofErr w:type="spellStart"/>
      <w:r>
        <w:t>progs_of_hud.html</w:t>
      </w:r>
      <w:proofErr w:type="spellEnd"/>
      <w:r>
        <w:t xml:space="preserve"> (accessed 21 July 2014).</w:t>
      </w:r>
    </w:p>
    <w:p w:rsidR="003C59A8" w:rsidRDefault="003C59A8" w:rsidP="003C59A8">
      <w:pPr>
        <w:pStyle w:val="Reference"/>
      </w:pPr>
      <w:proofErr w:type="spellStart"/>
      <w:r>
        <w:t>Hulse</w:t>
      </w:r>
      <w:proofErr w:type="spellEnd"/>
      <w:r>
        <w:t xml:space="preserve">, K. 2002, ‘Rent Assistance: Time for a Policy Review?’, </w:t>
      </w:r>
      <w:r w:rsidRPr="00FE12F6">
        <w:rPr>
          <w:i/>
        </w:rPr>
        <w:t>Just Policy: A Journal of Australian Social Policy</w:t>
      </w:r>
      <w:r>
        <w:t>, no. 25, pp. 13–25.</w:t>
      </w:r>
    </w:p>
    <w:p w:rsidR="003C59A8" w:rsidRDefault="003C59A8" w:rsidP="003C59A8">
      <w:pPr>
        <w:pStyle w:val="Reference"/>
      </w:pPr>
      <w:proofErr w:type="spellStart"/>
      <w:r>
        <w:t>Hulse</w:t>
      </w:r>
      <w:proofErr w:type="spellEnd"/>
      <w:r>
        <w:t xml:space="preserve">, K., Milligan, V. and </w:t>
      </w:r>
      <w:proofErr w:type="spellStart"/>
      <w:r>
        <w:t>Easthope</w:t>
      </w:r>
      <w:proofErr w:type="spellEnd"/>
      <w:r>
        <w:t xml:space="preserve">, H. 2011, </w:t>
      </w:r>
      <w:r w:rsidRPr="002855FF">
        <w:rPr>
          <w:i/>
        </w:rPr>
        <w:t>Secure occupancy in rental housing - conceptual foundations and comparative perspectives</w:t>
      </w:r>
      <w:r>
        <w:t>, Final Report, 170, Australian Housing and Urban Research Institute.</w:t>
      </w:r>
    </w:p>
    <w:p w:rsidR="003C59A8" w:rsidRDefault="003C59A8" w:rsidP="003C59A8">
      <w:pPr>
        <w:pStyle w:val="Reference"/>
      </w:pPr>
      <w:r>
        <w:t xml:space="preserve">—— and </w:t>
      </w:r>
      <w:proofErr w:type="spellStart"/>
      <w:r>
        <w:t>Saugeres</w:t>
      </w:r>
      <w:proofErr w:type="spellEnd"/>
      <w:r>
        <w:t xml:space="preserve">, L. 2008, </w:t>
      </w:r>
      <w:r w:rsidRPr="002855FF">
        <w:rPr>
          <w:i/>
        </w:rPr>
        <w:t>Home life, work and housing decisions: a qualitative analysis</w:t>
      </w:r>
      <w:r>
        <w:t>, Research Paper, 7, Australian Housing and Urban Research Institute.</w:t>
      </w:r>
    </w:p>
    <w:p w:rsidR="003C59A8" w:rsidRDefault="003C59A8" w:rsidP="003C59A8">
      <w:pPr>
        <w:pStyle w:val="Reference"/>
      </w:pPr>
      <w:r>
        <w:lastRenderedPageBreak/>
        <w:t xml:space="preserve">IC (Industry Commission) 1993, </w:t>
      </w:r>
      <w:r w:rsidRPr="002855FF">
        <w:rPr>
          <w:i/>
        </w:rPr>
        <w:t>Public Housing</w:t>
      </w:r>
      <w:r>
        <w:t>, Inquiry Report, 34, Canberra.</w:t>
      </w:r>
    </w:p>
    <w:p w:rsidR="003C59A8" w:rsidRDefault="003C59A8" w:rsidP="003C59A8">
      <w:pPr>
        <w:pStyle w:val="Reference"/>
      </w:pPr>
      <w:r>
        <w:t xml:space="preserve">Kelly, J.-F., Hunter, J., Harrison, C. and </w:t>
      </w:r>
      <w:proofErr w:type="spellStart"/>
      <w:r>
        <w:t>Donegan</w:t>
      </w:r>
      <w:proofErr w:type="spellEnd"/>
      <w:r>
        <w:t xml:space="preserve">, P. 2013, </w:t>
      </w:r>
      <w:r w:rsidRPr="002855FF">
        <w:rPr>
          <w:i/>
        </w:rPr>
        <w:t>Renovating Housing Policy</w:t>
      </w:r>
      <w:r>
        <w:t>, October, Grattan Institute, Melbourne.</w:t>
      </w:r>
    </w:p>
    <w:p w:rsidR="003C59A8" w:rsidRDefault="003C59A8" w:rsidP="003C59A8">
      <w:pPr>
        <w:pStyle w:val="Reference"/>
      </w:pPr>
      <w:r>
        <w:t xml:space="preserve">Leigh, A., Wilkins, R. and van </w:t>
      </w:r>
      <w:proofErr w:type="spellStart"/>
      <w:r>
        <w:t>Zijl</w:t>
      </w:r>
      <w:proofErr w:type="spellEnd"/>
      <w:r>
        <w:t xml:space="preserve"> de Jong, M. 2008, </w:t>
      </w:r>
      <w:r w:rsidRPr="002855FF">
        <w:rPr>
          <w:i/>
        </w:rPr>
        <w:t>Working Credits - A low cost alternative to universal earned income tax credits?</w:t>
      </w:r>
      <w:r>
        <w:t>, Final report for the Australian Government Department of Employment and Workplace Relations, March, Melbourne Institute of Applied Economic and Social Research.</w:t>
      </w:r>
    </w:p>
    <w:p w:rsidR="003C59A8" w:rsidRDefault="003C59A8" w:rsidP="003C59A8">
      <w:pPr>
        <w:pStyle w:val="Reference"/>
      </w:pPr>
      <w:r>
        <w:t xml:space="preserve">Manley, D. and Van Ham, M. 2012, ‘Neighbourhood effects, housing tenure and individual employment outcomes’, </w:t>
      </w:r>
      <w:r w:rsidRPr="002855FF">
        <w:rPr>
          <w:i/>
        </w:rPr>
        <w:t>Neighbourhood effects research: New perspectives</w:t>
      </w:r>
      <w:r>
        <w:t>, Springer, pp. 79–99, http://</w:t>
      </w:r>
      <w:proofErr w:type="spellStart"/>
      <w:r>
        <w:t>link.springer.com</w:t>
      </w:r>
      <w:proofErr w:type="spellEnd"/>
      <w:r>
        <w:t>/chapter/10.1007/978-94-007-2309-2_7 (accessed 20 March 2015).</w:t>
      </w:r>
    </w:p>
    <w:p w:rsidR="003C59A8" w:rsidRDefault="003C59A8" w:rsidP="003C59A8">
      <w:pPr>
        <w:pStyle w:val="Reference"/>
      </w:pPr>
      <w:proofErr w:type="spellStart"/>
      <w:r>
        <w:t>NCOA</w:t>
      </w:r>
      <w:proofErr w:type="spellEnd"/>
      <w:r>
        <w:t xml:space="preserve"> (National Commission of Audit) 2014, </w:t>
      </w:r>
      <w:r w:rsidRPr="002855FF">
        <w:rPr>
          <w:i/>
        </w:rPr>
        <w:t>The Report of the National Commission of Audit</w:t>
      </w:r>
      <w:r>
        <w:t xml:space="preserve">, </w:t>
      </w:r>
      <w:proofErr w:type="spellStart"/>
      <w:r>
        <w:t>Appendices</w:t>
      </w:r>
      <w:proofErr w:type="spellEnd"/>
      <w:r>
        <w:t>, Volume 2, March, Canberra.</w:t>
      </w:r>
    </w:p>
    <w:p w:rsidR="003C59A8" w:rsidRDefault="003C59A8" w:rsidP="003C59A8">
      <w:pPr>
        <w:pStyle w:val="Reference"/>
      </w:pPr>
      <w:r>
        <w:t xml:space="preserve">National Economic &amp; Social Council 2014, </w:t>
      </w:r>
      <w:r w:rsidRPr="00A354F1">
        <w:rPr>
          <w:i/>
        </w:rPr>
        <w:t>Homeownership and Rental: What Road is Ireland On?</w:t>
      </w:r>
      <w:r>
        <w:t>, December, 140.</w:t>
      </w:r>
    </w:p>
    <w:p w:rsidR="003C59A8" w:rsidRDefault="003C59A8" w:rsidP="003C59A8">
      <w:pPr>
        <w:pStyle w:val="Reference"/>
      </w:pPr>
      <w:r>
        <w:t xml:space="preserve">National Shelter 2010, </w:t>
      </w:r>
      <w:r w:rsidRPr="00A354F1">
        <w:rPr>
          <w:i/>
        </w:rPr>
        <w:t>A Better Lease on Life - Improving Australian Tenancy Law</w:t>
      </w:r>
      <w:r>
        <w:t>, April, http://www.tenantsact.org.au/_literature_143607/A_Better_Lease_on_Life. (accessed 7 January 2015).</w:t>
      </w:r>
    </w:p>
    <w:p w:rsidR="003C59A8" w:rsidRDefault="003C59A8" w:rsidP="003C59A8">
      <w:pPr>
        <w:pStyle w:val="Reference"/>
      </w:pPr>
      <w:r>
        <w:t>Northern Territory Government 2014, Employment Incentive Scheme, http://www.housing.nt.gov.au/public_housing/living_in_public_housing/employment_incentives_and_commercial_enterprise (accessed 3 February 2015).</w:t>
      </w:r>
    </w:p>
    <w:p w:rsidR="003C59A8" w:rsidRDefault="003C59A8" w:rsidP="003C59A8">
      <w:pPr>
        <w:pStyle w:val="Reference"/>
      </w:pPr>
      <w:r>
        <w:t>O’Sullivan, E. 2014, ‘The Private Rented Sector in the Republic of Ireland’, presented at Bigger and Better: The Future of Private Renting in Northern Ireland, Belfast, 6 November.</w:t>
      </w:r>
    </w:p>
    <w:p w:rsidR="003C59A8" w:rsidRDefault="003C59A8" w:rsidP="003C59A8">
      <w:pPr>
        <w:pStyle w:val="Reference"/>
      </w:pPr>
      <w:r>
        <w:t xml:space="preserve">OECD (Organisation for Economic Co-operation and Development) 2014, </w:t>
      </w:r>
      <w:r w:rsidRPr="00A354F1">
        <w:rPr>
          <w:i/>
        </w:rPr>
        <w:t>Connecting People with Jobs: Activation policies in the United Kingdom</w:t>
      </w:r>
      <w:r>
        <w:t>, OECD Publishing, Paris.</w:t>
      </w:r>
    </w:p>
    <w:p w:rsidR="003C59A8" w:rsidRDefault="003C59A8" w:rsidP="003C59A8">
      <w:pPr>
        <w:pStyle w:val="Reference"/>
      </w:pPr>
      <w:r>
        <w:t xml:space="preserve">—— 2011, </w:t>
      </w:r>
      <w:r w:rsidRPr="00A354F1">
        <w:rPr>
          <w:i/>
        </w:rPr>
        <w:t>Housing and the Economy: Policies for Renovation</w:t>
      </w:r>
      <w:r>
        <w:t>, OECD Publishing, Paris.</w:t>
      </w:r>
    </w:p>
    <w:p w:rsidR="003C59A8" w:rsidRDefault="003C59A8" w:rsidP="003C59A8">
      <w:pPr>
        <w:pStyle w:val="Reference"/>
      </w:pPr>
      <w:proofErr w:type="spellStart"/>
      <w:r>
        <w:t>Pareliussen</w:t>
      </w:r>
      <w:proofErr w:type="spellEnd"/>
      <w:r>
        <w:t xml:space="preserve">, J. 2013, </w:t>
      </w:r>
      <w:r w:rsidRPr="00A354F1">
        <w:rPr>
          <w:i/>
        </w:rPr>
        <w:t>Work Incentives and Universal Credit - Reform of the Benefit System in the United Kingdom</w:t>
      </w:r>
      <w:r>
        <w:t>, OECD Economics Department Working Papers, 1033, OECD Publishing, http://www.oecd-ilibrary.org/economics/work-incentives-and-universal-credit_5k49lcn89rkf-en (accessed 29 July 2014).</w:t>
      </w:r>
    </w:p>
    <w:p w:rsidR="003C59A8" w:rsidRDefault="003C59A8" w:rsidP="003C59A8">
      <w:pPr>
        <w:pStyle w:val="Reference"/>
      </w:pPr>
      <w:r>
        <w:t xml:space="preserve">PC (Productivity Commission) 2004, </w:t>
      </w:r>
      <w:r w:rsidRPr="00A354F1">
        <w:rPr>
          <w:i/>
        </w:rPr>
        <w:t>First Home Ownership</w:t>
      </w:r>
      <w:r>
        <w:t>, 28, Melbourne.</w:t>
      </w:r>
    </w:p>
    <w:p w:rsidR="003C59A8" w:rsidRDefault="003C59A8" w:rsidP="003C59A8">
      <w:pPr>
        <w:pStyle w:val="Reference"/>
      </w:pPr>
      <w:r>
        <w:t xml:space="preserve">—— 2014, </w:t>
      </w:r>
      <w:r w:rsidRPr="00A354F1">
        <w:rPr>
          <w:i/>
        </w:rPr>
        <w:t>Geographic Labour Mobility</w:t>
      </w:r>
      <w:r>
        <w:t>, Research Report, Canberra.</w:t>
      </w:r>
    </w:p>
    <w:p w:rsidR="003C59A8" w:rsidRDefault="003C59A8" w:rsidP="003C59A8">
      <w:pPr>
        <w:pStyle w:val="Reference"/>
      </w:pPr>
      <w:r>
        <w:t xml:space="preserve">Phipps, P. and Young, P. 2005, </w:t>
      </w:r>
      <w:r w:rsidRPr="00A354F1">
        <w:rPr>
          <w:i/>
        </w:rPr>
        <w:t>Housing assistance and non-shelter outcomes</w:t>
      </w:r>
      <w:r>
        <w:t>, Final Report, 74, Australian Housing and Urban Research Institute.</w:t>
      </w:r>
    </w:p>
    <w:p w:rsidR="003C59A8" w:rsidRDefault="003C59A8" w:rsidP="003C59A8">
      <w:pPr>
        <w:pStyle w:val="Reference"/>
      </w:pPr>
      <w:r>
        <w:t>Queensland Government 2013, Community Rent Scheme, https://www.qld.gov.au/housing/housing-providers-investors/community-rent-scheme/ (accessed 2 February 2015).</w:t>
      </w:r>
    </w:p>
    <w:p w:rsidR="003C59A8" w:rsidRDefault="003C59A8" w:rsidP="003C59A8">
      <w:pPr>
        <w:pStyle w:val="Reference"/>
      </w:pPr>
      <w:r>
        <w:lastRenderedPageBreak/>
        <w:t xml:space="preserve">—— </w:t>
      </w:r>
      <w:proofErr w:type="spellStart"/>
      <w:r>
        <w:t>2014a</w:t>
      </w:r>
      <w:proofErr w:type="spellEnd"/>
      <w:r>
        <w:t>, How Rent is Calculated, https://www.qld.gov.au/housing/public-community-housing/how-rent-is-calculated/ (accessed 22 January 2015).</w:t>
      </w:r>
    </w:p>
    <w:p w:rsidR="003C59A8" w:rsidRDefault="003C59A8" w:rsidP="003C59A8">
      <w:pPr>
        <w:pStyle w:val="Reference"/>
      </w:pPr>
      <w:r>
        <w:t xml:space="preserve">—— </w:t>
      </w:r>
      <w:proofErr w:type="spellStart"/>
      <w:r>
        <w:t>2014b</w:t>
      </w:r>
      <w:proofErr w:type="spellEnd"/>
      <w:r>
        <w:t>, Rent policy update, https://www.qld.gov.au/housing/public-community-housing/rent-policy-update/ (accessed 3 February 2015).</w:t>
      </w:r>
    </w:p>
    <w:p w:rsidR="003C59A8" w:rsidRDefault="003C59A8" w:rsidP="003C59A8">
      <w:pPr>
        <w:pStyle w:val="Reference"/>
      </w:pPr>
      <w:proofErr w:type="spellStart"/>
      <w:r>
        <w:t>SCRGSP</w:t>
      </w:r>
      <w:proofErr w:type="spellEnd"/>
      <w:r>
        <w:t xml:space="preserve"> (Steering Committee for the Review of Government Service Provision) 2014, </w:t>
      </w:r>
      <w:r w:rsidRPr="00A354F1">
        <w:rPr>
          <w:i/>
        </w:rPr>
        <w:t>Report on Government Services 2014</w:t>
      </w:r>
      <w:r>
        <w:t>, Productivity Commission, Canberra.</w:t>
      </w:r>
    </w:p>
    <w:p w:rsidR="003C59A8" w:rsidRDefault="003C59A8" w:rsidP="003C59A8">
      <w:pPr>
        <w:pStyle w:val="Reference"/>
      </w:pPr>
      <w:r>
        <w:t xml:space="preserve">—— 2015, </w:t>
      </w:r>
      <w:r w:rsidRPr="00A354F1">
        <w:rPr>
          <w:i/>
        </w:rPr>
        <w:t>Report on Government Services 2015</w:t>
      </w:r>
      <w:r>
        <w:t>, Productivity Commission, Canberra.</w:t>
      </w:r>
    </w:p>
    <w:p w:rsidR="003C59A8" w:rsidRDefault="003C59A8" w:rsidP="003C59A8">
      <w:pPr>
        <w:pStyle w:val="Reference"/>
      </w:pPr>
      <w:proofErr w:type="spellStart"/>
      <w:r>
        <w:t>SSCCA</w:t>
      </w:r>
      <w:proofErr w:type="spellEnd"/>
      <w:r>
        <w:t xml:space="preserve"> (Senate Standing Committee on Community Affairs) 1997, </w:t>
      </w:r>
      <w:r w:rsidRPr="00A354F1">
        <w:rPr>
          <w:i/>
        </w:rPr>
        <w:t>Report on Housing Assistance</w:t>
      </w:r>
      <w:r>
        <w:t>, December, http://</w:t>
      </w:r>
      <w:proofErr w:type="spellStart"/>
      <w:r>
        <w:t>www.aph.gov.au</w:t>
      </w:r>
      <w:proofErr w:type="spellEnd"/>
      <w:r>
        <w:t>/</w:t>
      </w:r>
      <w:proofErr w:type="spellStart"/>
      <w:r>
        <w:t>Parliamentary_Business</w:t>
      </w:r>
      <w:proofErr w:type="spellEnd"/>
      <w:r>
        <w:t>/</w:t>
      </w:r>
      <w:r>
        <w:br/>
        <w:t>Committees/Senate/Community_Affairs/Completed_inquiries/1996-99/housing/report/index (accessed 27 June 2014).</w:t>
      </w:r>
    </w:p>
    <w:p w:rsidR="003C59A8" w:rsidRDefault="003C59A8" w:rsidP="003C59A8">
      <w:pPr>
        <w:pStyle w:val="Reference"/>
      </w:pPr>
      <w:proofErr w:type="spellStart"/>
      <w:r>
        <w:t>SSCE</w:t>
      </w:r>
      <w:proofErr w:type="spellEnd"/>
      <w:r>
        <w:t xml:space="preserve"> (Senate Standing Committees on Economics) 2014, Affordable housing - Senate Economics References Committee inquiry, http://</w:t>
      </w:r>
      <w:proofErr w:type="spellStart"/>
      <w:r>
        <w:t>www.aph.gov.au</w:t>
      </w:r>
      <w:proofErr w:type="spellEnd"/>
      <w:r>
        <w:t>/</w:t>
      </w:r>
      <w:r>
        <w:br/>
        <w:t>Parliamentary_Business/Committees/Senate/Economics/Affordable_housing_2013 (accessed 23 January 2015).</w:t>
      </w:r>
    </w:p>
    <w:p w:rsidR="003C59A8" w:rsidRDefault="003C59A8" w:rsidP="003C59A8">
      <w:pPr>
        <w:pStyle w:val="Reference"/>
      </w:pPr>
      <w:proofErr w:type="spellStart"/>
      <w:r>
        <w:t>SSCHAA</w:t>
      </w:r>
      <w:proofErr w:type="spellEnd"/>
      <w:r>
        <w:t xml:space="preserve"> (Senate Select Committee on Housing Affordability in Australia) 2008, </w:t>
      </w:r>
      <w:r w:rsidRPr="00A354F1">
        <w:rPr>
          <w:i/>
        </w:rPr>
        <w:t>A good house is hard to find: Housing affordability in Australia</w:t>
      </w:r>
      <w:r>
        <w:t>, June.</w:t>
      </w:r>
    </w:p>
    <w:p w:rsidR="003C59A8" w:rsidRDefault="003C59A8" w:rsidP="003C59A8">
      <w:pPr>
        <w:pStyle w:val="Reference"/>
      </w:pPr>
      <w:r>
        <w:t xml:space="preserve">Stone, W., Burke, T., </w:t>
      </w:r>
      <w:proofErr w:type="spellStart"/>
      <w:r>
        <w:t>Hulse</w:t>
      </w:r>
      <w:proofErr w:type="spellEnd"/>
      <w:r>
        <w:t>, K. and Ralston, L. 2013,</w:t>
      </w:r>
      <w:r w:rsidRPr="00A354F1">
        <w:rPr>
          <w:i/>
        </w:rPr>
        <w:t xml:space="preserve"> Long-term private rental in a changing Australian private rental sector</w:t>
      </w:r>
      <w:r>
        <w:t>, Final report no. 209, Australian Housing and Urban Research Institute.</w:t>
      </w:r>
    </w:p>
    <w:p w:rsidR="003C59A8" w:rsidRDefault="003C59A8" w:rsidP="003C59A8">
      <w:pPr>
        <w:pStyle w:val="Reference"/>
      </w:pPr>
      <w:r>
        <w:t xml:space="preserve">Treasury </w:t>
      </w:r>
      <w:proofErr w:type="spellStart"/>
      <w:r>
        <w:t>2010a</w:t>
      </w:r>
      <w:proofErr w:type="spellEnd"/>
      <w:r>
        <w:t xml:space="preserve">, </w:t>
      </w:r>
      <w:r w:rsidRPr="00DE54E5">
        <w:rPr>
          <w:i/>
        </w:rPr>
        <w:t>Australia’s Future Tax system - Papers</w:t>
      </w:r>
      <w:r>
        <w:t>, http://taxreview.treasury.gov.au/content/content.aspx?doc=html/pubs_reports.htm (accessed 13 December 2014).</w:t>
      </w:r>
    </w:p>
    <w:p w:rsidR="003C59A8" w:rsidRDefault="003C59A8" w:rsidP="003C59A8">
      <w:pPr>
        <w:pStyle w:val="Reference"/>
      </w:pPr>
      <w:r>
        <w:t xml:space="preserve">—— </w:t>
      </w:r>
      <w:proofErr w:type="spellStart"/>
      <w:r>
        <w:t>2010b</w:t>
      </w:r>
      <w:proofErr w:type="spellEnd"/>
      <w:r>
        <w:t xml:space="preserve">, </w:t>
      </w:r>
      <w:r w:rsidRPr="00474724">
        <w:rPr>
          <w:i/>
        </w:rPr>
        <w:t>Australia’s Future Tax System: Report to the Treasurer</w:t>
      </w:r>
      <w:r>
        <w:t>, Detailed Analysis, vol. 2, Canberra.</w:t>
      </w:r>
    </w:p>
    <w:p w:rsidR="003C59A8" w:rsidRDefault="003C59A8" w:rsidP="003C59A8">
      <w:pPr>
        <w:pStyle w:val="Reference"/>
      </w:pPr>
      <w:proofErr w:type="spellStart"/>
      <w:r>
        <w:t>Turton</w:t>
      </w:r>
      <w:proofErr w:type="spellEnd"/>
      <w:r>
        <w:t xml:space="preserve">, P. 2014, ‘Coaching Inspiration Back into Case Management: Key Learning from the Detour Innovation Action Project’, </w:t>
      </w:r>
      <w:r w:rsidRPr="00474724">
        <w:rPr>
          <w:i/>
        </w:rPr>
        <w:t>Parity</w:t>
      </w:r>
      <w:r>
        <w:t>, vol. 27, no. 3, pp. 16–18.</w:t>
      </w:r>
    </w:p>
    <w:p w:rsidR="003C59A8" w:rsidRDefault="003C59A8" w:rsidP="003C59A8">
      <w:pPr>
        <w:pStyle w:val="Reference"/>
      </w:pPr>
      <w:r>
        <w:t xml:space="preserve">Whelan, S. 2004, </w:t>
      </w:r>
      <w:r w:rsidRPr="00474724">
        <w:rPr>
          <w:i/>
        </w:rPr>
        <w:t>An analysis of the determinants of the labour market activities of housing assistance recipient</w:t>
      </w:r>
      <w:r>
        <w:t>s, Final Report, 70, Australian Housing and Urban Research Institute, http://</w:t>
      </w:r>
      <w:proofErr w:type="spellStart"/>
      <w:r>
        <w:t>www.ahuri.edu.au</w:t>
      </w:r>
      <w:proofErr w:type="spellEnd"/>
      <w:r>
        <w:t>/publications/</w:t>
      </w:r>
      <w:proofErr w:type="spellStart"/>
      <w:r>
        <w:t>p60203</w:t>
      </w:r>
      <w:proofErr w:type="spellEnd"/>
      <w:r>
        <w:t>/ (accessed 22 April 2013).</w:t>
      </w:r>
    </w:p>
    <w:p w:rsidR="003C59A8" w:rsidRDefault="003C59A8" w:rsidP="003C59A8">
      <w:pPr>
        <w:pStyle w:val="Reference"/>
      </w:pPr>
      <w:r>
        <w:t xml:space="preserve">—— and Ong, R. 2008, </w:t>
      </w:r>
      <w:r w:rsidRPr="00474724">
        <w:rPr>
          <w:i/>
        </w:rPr>
        <w:t>Econometric Modelling of Housing Assistance and Labour Market Participation</w:t>
      </w:r>
      <w:r>
        <w:t>, Research Report, 6, Australian Housing and Urban Research Institute, Melbourne.</w:t>
      </w:r>
    </w:p>
    <w:p w:rsidR="003C59A8" w:rsidRDefault="003C59A8" w:rsidP="003C59A8">
      <w:pPr>
        <w:pStyle w:val="Reference"/>
      </w:pPr>
      <w:r>
        <w:t xml:space="preserve">Wood, G., Ong, R. and </w:t>
      </w:r>
      <w:proofErr w:type="spellStart"/>
      <w:r>
        <w:t>Cigdem</w:t>
      </w:r>
      <w:proofErr w:type="spellEnd"/>
      <w:r>
        <w:t xml:space="preserve">, M. 2014, </w:t>
      </w:r>
      <w:r w:rsidRPr="00474724">
        <w:rPr>
          <w:i/>
        </w:rPr>
        <w:t>Housing affordability dynamics in Australia: new insights from the last decade</w:t>
      </w:r>
      <w:r>
        <w:t>, Final Report, 233, Australian Housing and Urban Research Institute, http://</w:t>
      </w:r>
      <w:proofErr w:type="spellStart"/>
      <w:r>
        <w:t>www.ahuri.edu.au</w:t>
      </w:r>
      <w:proofErr w:type="spellEnd"/>
      <w:r>
        <w:t>/publications/projects/</w:t>
      </w:r>
      <w:proofErr w:type="spellStart"/>
      <w:r>
        <w:t>p53021</w:t>
      </w:r>
      <w:proofErr w:type="spellEnd"/>
      <w:r>
        <w:t xml:space="preserve"> (accessed 9 December 2014).</w:t>
      </w:r>
    </w:p>
    <w:p w:rsidR="003C59A8" w:rsidRDefault="003C59A8" w:rsidP="003C59A8">
      <w:pPr>
        <w:pStyle w:val="Reference"/>
      </w:pPr>
      <w:r>
        <w:lastRenderedPageBreak/>
        <w:t xml:space="preserve">——, —— and Dockery, A. 2009, ‘The Long-run Decline in Employment Participation for Australian Public Housing Tenants: An Investigation’, </w:t>
      </w:r>
      <w:r w:rsidRPr="00474724">
        <w:rPr>
          <w:i/>
        </w:rPr>
        <w:t>Housing Studies</w:t>
      </w:r>
      <w:r>
        <w:t>, vol. 24, no. 1, pp. 103–126.</w:t>
      </w:r>
    </w:p>
    <w:p w:rsidR="003C59A8" w:rsidRDefault="003C59A8" w:rsidP="003C59A8">
      <w:pPr>
        <w:pStyle w:val="Reference"/>
      </w:pPr>
      <w:r>
        <w:t>Wood, G., Ong, R. and Dockery, M. 2007, ‘A quasi-experimental approach to the analysis of the employment outcomes of public housing tenants’, presented at 2nd Australasian Housing Researchers’ Conference, Brisbane, 20 June.</w:t>
      </w:r>
    </w:p>
    <w:sectPr w:rsidR="003C59A8" w:rsidSect="003C59A8">
      <w:headerReference w:type="even" r:id="rId66"/>
      <w:headerReference w:type="default" r:id="rId67"/>
      <w:footerReference w:type="even" r:id="rId68"/>
      <w:footerReference w:type="default" r:id="rId69"/>
      <w:type w:val="oddPage"/>
      <w:pgSz w:w="11907" w:h="16840" w:code="9"/>
      <w:pgMar w:top="1985" w:right="1304" w:bottom="1247" w:left="1814" w:header="1701" w:footer="397" w:gutter="0"/>
      <w:pgNumType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8A7" w:rsidRDefault="00A828A7">
      <w:r>
        <w:separator/>
      </w:r>
    </w:p>
  </w:endnote>
  <w:endnote w:type="continuationSeparator" w:id="0">
    <w:p w:rsidR="00A828A7" w:rsidRDefault="00A82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A828A7" w:rsidTr="003C59A8">
      <w:trPr>
        <w:trHeight w:val="567"/>
      </w:trPr>
      <w:tc>
        <w:tcPr>
          <w:tcW w:w="510" w:type="dxa"/>
          <w:tcBorders>
            <w:top w:val="single" w:sz="4" w:space="0" w:color="auto"/>
          </w:tcBorders>
          <w:shd w:val="clear" w:color="auto" w:fill="auto"/>
        </w:tcPr>
        <w:p w:rsidR="00A828A7" w:rsidRPr="003C59A8" w:rsidRDefault="00A828A7" w:rsidP="003C59A8">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F2785D">
            <w:rPr>
              <w:rStyle w:val="PageNumber"/>
              <w:noProof/>
            </w:rPr>
            <w:t>2</w:t>
          </w:r>
          <w:r>
            <w:rPr>
              <w:rStyle w:val="PageNumber"/>
            </w:rPr>
            <w:fldChar w:fldCharType="end"/>
          </w:r>
        </w:p>
      </w:tc>
      <w:tc>
        <w:tcPr>
          <w:tcW w:w="7767" w:type="dxa"/>
          <w:tcBorders>
            <w:top w:val="single" w:sz="4" w:space="0" w:color="auto"/>
          </w:tcBorders>
          <w:shd w:val="clear" w:color="auto" w:fill="auto"/>
        </w:tcPr>
        <w:p w:rsidR="00A828A7" w:rsidRDefault="00A828A7" w:rsidP="003C59A8">
          <w:pPr>
            <w:pStyle w:val="Footer"/>
          </w:pPr>
          <w:r>
            <w:t>HOUSING ASSISTANCE AND EMPLOYMENT IN AUSTRALIA</w:t>
          </w:r>
        </w:p>
      </w:tc>
      <w:tc>
        <w:tcPr>
          <w:tcW w:w="510" w:type="dxa"/>
          <w:tcBorders>
            <w:top w:val="single" w:sz="4" w:space="0" w:color="auto"/>
          </w:tcBorders>
          <w:shd w:val="clear" w:color="auto" w:fill="auto"/>
        </w:tcPr>
        <w:p w:rsidR="00A828A7" w:rsidRDefault="00A828A7" w:rsidP="003C59A8">
          <w:pPr>
            <w:pStyle w:val="Footer"/>
          </w:pPr>
        </w:p>
      </w:tc>
    </w:tr>
  </w:tbl>
  <w:p w:rsidR="00A828A7" w:rsidRPr="003C59A8" w:rsidRDefault="00A828A7" w:rsidP="003C59A8">
    <w:pPr>
      <w:pStyle w:val="FooterEnd"/>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A828A7" w:rsidTr="003C59A8">
      <w:trPr>
        <w:trHeight w:val="567"/>
      </w:trPr>
      <w:tc>
        <w:tcPr>
          <w:tcW w:w="510" w:type="dxa"/>
          <w:tcBorders>
            <w:top w:val="single" w:sz="4" w:space="0" w:color="auto"/>
          </w:tcBorders>
          <w:shd w:val="clear" w:color="auto" w:fill="auto"/>
        </w:tcPr>
        <w:p w:rsidR="00A828A7" w:rsidRDefault="00A828A7" w:rsidP="003C59A8">
          <w:pPr>
            <w:pStyle w:val="Footer"/>
          </w:pPr>
        </w:p>
      </w:tc>
      <w:tc>
        <w:tcPr>
          <w:tcW w:w="7767" w:type="dxa"/>
          <w:tcBorders>
            <w:top w:val="single" w:sz="4" w:space="0" w:color="auto"/>
          </w:tcBorders>
          <w:shd w:val="clear" w:color="auto" w:fill="auto"/>
        </w:tcPr>
        <w:p w:rsidR="00A828A7" w:rsidRDefault="00A828A7" w:rsidP="003C59A8">
          <w:pPr>
            <w:pStyle w:val="Footer"/>
            <w:jc w:val="right"/>
          </w:pPr>
          <w:r>
            <w:t>SUMMARY AND POLICY OBSERVATIONS</w:t>
          </w:r>
        </w:p>
      </w:tc>
      <w:tc>
        <w:tcPr>
          <w:tcW w:w="510" w:type="dxa"/>
          <w:tcBorders>
            <w:top w:val="single" w:sz="4" w:space="0" w:color="auto"/>
          </w:tcBorders>
          <w:shd w:val="clear" w:color="auto" w:fill="auto"/>
        </w:tcPr>
        <w:p w:rsidR="00A828A7" w:rsidRPr="003C59A8" w:rsidRDefault="00A828A7" w:rsidP="003C59A8">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F2785D">
            <w:rPr>
              <w:rStyle w:val="PageNumber"/>
              <w:noProof/>
            </w:rPr>
            <w:t>67</w:t>
          </w:r>
          <w:r>
            <w:rPr>
              <w:rStyle w:val="PageNumber"/>
            </w:rPr>
            <w:fldChar w:fldCharType="end"/>
          </w:r>
        </w:p>
      </w:tc>
    </w:tr>
  </w:tbl>
  <w:p w:rsidR="00A828A7" w:rsidRPr="003C59A8" w:rsidRDefault="00A828A7" w:rsidP="003C59A8">
    <w:pPr>
      <w:pStyle w:val="FooterEnd"/>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A828A7" w:rsidTr="003C59A8">
      <w:trPr>
        <w:trHeight w:val="567"/>
      </w:trPr>
      <w:tc>
        <w:tcPr>
          <w:tcW w:w="510" w:type="dxa"/>
          <w:tcBorders>
            <w:top w:val="single" w:sz="4" w:space="0" w:color="auto"/>
          </w:tcBorders>
          <w:shd w:val="clear" w:color="auto" w:fill="auto"/>
        </w:tcPr>
        <w:p w:rsidR="00A828A7" w:rsidRPr="003C59A8" w:rsidRDefault="00A828A7" w:rsidP="003C59A8">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F2785D">
            <w:rPr>
              <w:rStyle w:val="PageNumber"/>
              <w:noProof/>
            </w:rPr>
            <w:t>70</w:t>
          </w:r>
          <w:r>
            <w:rPr>
              <w:rStyle w:val="PageNumber"/>
            </w:rPr>
            <w:fldChar w:fldCharType="end"/>
          </w:r>
        </w:p>
      </w:tc>
      <w:tc>
        <w:tcPr>
          <w:tcW w:w="7767" w:type="dxa"/>
          <w:tcBorders>
            <w:top w:val="single" w:sz="4" w:space="0" w:color="auto"/>
          </w:tcBorders>
          <w:shd w:val="clear" w:color="auto" w:fill="auto"/>
        </w:tcPr>
        <w:p w:rsidR="00A828A7" w:rsidRDefault="00A828A7" w:rsidP="003C59A8">
          <w:pPr>
            <w:pStyle w:val="Footer"/>
          </w:pPr>
          <w:r>
            <w:t>HOUSING ASSISTANCE AND EMPLOYMENT IN AUSTRALIA</w:t>
          </w:r>
        </w:p>
      </w:tc>
      <w:tc>
        <w:tcPr>
          <w:tcW w:w="510" w:type="dxa"/>
          <w:tcBorders>
            <w:top w:val="single" w:sz="4" w:space="0" w:color="auto"/>
          </w:tcBorders>
          <w:shd w:val="clear" w:color="auto" w:fill="auto"/>
        </w:tcPr>
        <w:p w:rsidR="00A828A7" w:rsidRDefault="00A828A7" w:rsidP="003C59A8">
          <w:pPr>
            <w:pStyle w:val="Footer"/>
          </w:pPr>
        </w:p>
      </w:tc>
    </w:tr>
  </w:tbl>
  <w:p w:rsidR="00A828A7" w:rsidRPr="003C59A8" w:rsidRDefault="00A828A7" w:rsidP="003C59A8">
    <w:pPr>
      <w:pStyle w:val="FooterEnd"/>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A828A7" w:rsidTr="003C59A8">
      <w:trPr>
        <w:trHeight w:val="567"/>
      </w:trPr>
      <w:tc>
        <w:tcPr>
          <w:tcW w:w="510" w:type="dxa"/>
          <w:tcBorders>
            <w:top w:val="single" w:sz="4" w:space="0" w:color="auto"/>
          </w:tcBorders>
          <w:shd w:val="clear" w:color="auto" w:fill="auto"/>
        </w:tcPr>
        <w:p w:rsidR="00A828A7" w:rsidRDefault="00A828A7" w:rsidP="003C59A8">
          <w:pPr>
            <w:pStyle w:val="Footer"/>
          </w:pPr>
        </w:p>
      </w:tc>
      <w:tc>
        <w:tcPr>
          <w:tcW w:w="7767" w:type="dxa"/>
          <w:tcBorders>
            <w:top w:val="single" w:sz="4" w:space="0" w:color="auto"/>
          </w:tcBorders>
          <w:shd w:val="clear" w:color="auto" w:fill="auto"/>
        </w:tcPr>
        <w:p w:rsidR="00A828A7" w:rsidRDefault="00A828A7" w:rsidP="003C59A8">
          <w:pPr>
            <w:pStyle w:val="Footer"/>
            <w:jc w:val="right"/>
          </w:pPr>
          <w:r>
            <w:t>PUBLIC CONSULTATION</w:t>
          </w:r>
        </w:p>
      </w:tc>
      <w:tc>
        <w:tcPr>
          <w:tcW w:w="510" w:type="dxa"/>
          <w:tcBorders>
            <w:top w:val="single" w:sz="4" w:space="0" w:color="auto"/>
          </w:tcBorders>
          <w:shd w:val="clear" w:color="auto" w:fill="auto"/>
        </w:tcPr>
        <w:p w:rsidR="00A828A7" w:rsidRPr="003C59A8" w:rsidRDefault="00A828A7" w:rsidP="003C59A8">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F2785D">
            <w:rPr>
              <w:rStyle w:val="PageNumber"/>
              <w:noProof/>
            </w:rPr>
            <w:t>69</w:t>
          </w:r>
          <w:r>
            <w:rPr>
              <w:rStyle w:val="PageNumber"/>
            </w:rPr>
            <w:fldChar w:fldCharType="end"/>
          </w:r>
        </w:p>
      </w:tc>
    </w:tr>
  </w:tbl>
  <w:p w:rsidR="00A828A7" w:rsidRPr="003C59A8" w:rsidRDefault="00A828A7" w:rsidP="003C59A8">
    <w:pPr>
      <w:pStyle w:val="FooterEnd"/>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A828A7" w:rsidTr="003C59A8">
      <w:trPr>
        <w:trHeight w:val="567"/>
      </w:trPr>
      <w:tc>
        <w:tcPr>
          <w:tcW w:w="510" w:type="dxa"/>
          <w:tcBorders>
            <w:top w:val="single" w:sz="4" w:space="0" w:color="auto"/>
          </w:tcBorders>
          <w:shd w:val="clear" w:color="auto" w:fill="auto"/>
        </w:tcPr>
        <w:p w:rsidR="00A828A7" w:rsidRPr="003C59A8" w:rsidRDefault="00A828A7" w:rsidP="003C59A8">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2803C6">
            <w:rPr>
              <w:rStyle w:val="PageNumber"/>
              <w:noProof/>
            </w:rPr>
            <w:t>78</w:t>
          </w:r>
          <w:r>
            <w:rPr>
              <w:rStyle w:val="PageNumber"/>
            </w:rPr>
            <w:fldChar w:fldCharType="end"/>
          </w:r>
        </w:p>
      </w:tc>
      <w:tc>
        <w:tcPr>
          <w:tcW w:w="7767" w:type="dxa"/>
          <w:tcBorders>
            <w:top w:val="single" w:sz="4" w:space="0" w:color="auto"/>
          </w:tcBorders>
          <w:shd w:val="clear" w:color="auto" w:fill="auto"/>
        </w:tcPr>
        <w:p w:rsidR="00A828A7" w:rsidRDefault="00A828A7" w:rsidP="003C59A8">
          <w:pPr>
            <w:pStyle w:val="Footer"/>
          </w:pPr>
          <w:r>
            <w:t>HOUSING ASSISTANCE AND EMPLOYMENT IN AUSTRALIA</w:t>
          </w:r>
        </w:p>
      </w:tc>
      <w:tc>
        <w:tcPr>
          <w:tcW w:w="510" w:type="dxa"/>
          <w:tcBorders>
            <w:top w:val="single" w:sz="4" w:space="0" w:color="auto"/>
          </w:tcBorders>
          <w:shd w:val="clear" w:color="auto" w:fill="auto"/>
        </w:tcPr>
        <w:p w:rsidR="00A828A7" w:rsidRDefault="00A828A7" w:rsidP="003C59A8">
          <w:pPr>
            <w:pStyle w:val="Footer"/>
          </w:pPr>
        </w:p>
      </w:tc>
    </w:tr>
  </w:tbl>
  <w:p w:rsidR="00A828A7" w:rsidRPr="003C59A8" w:rsidRDefault="00A828A7" w:rsidP="003C59A8">
    <w:pPr>
      <w:pStyle w:val="FooterEnd"/>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A828A7" w:rsidTr="003C59A8">
      <w:trPr>
        <w:trHeight w:val="567"/>
      </w:trPr>
      <w:tc>
        <w:tcPr>
          <w:tcW w:w="510" w:type="dxa"/>
          <w:tcBorders>
            <w:top w:val="single" w:sz="4" w:space="0" w:color="auto"/>
          </w:tcBorders>
          <w:shd w:val="clear" w:color="auto" w:fill="auto"/>
        </w:tcPr>
        <w:p w:rsidR="00A828A7" w:rsidRDefault="00A828A7" w:rsidP="003C59A8">
          <w:pPr>
            <w:pStyle w:val="Footer"/>
          </w:pPr>
        </w:p>
      </w:tc>
      <w:tc>
        <w:tcPr>
          <w:tcW w:w="7767" w:type="dxa"/>
          <w:tcBorders>
            <w:top w:val="single" w:sz="4" w:space="0" w:color="auto"/>
          </w:tcBorders>
          <w:shd w:val="clear" w:color="auto" w:fill="auto"/>
        </w:tcPr>
        <w:p w:rsidR="00A828A7" w:rsidRDefault="00A828A7" w:rsidP="003C59A8">
          <w:pPr>
            <w:pStyle w:val="Footer"/>
            <w:jc w:val="right"/>
          </w:pPr>
          <w:r>
            <w:t>References</w:t>
          </w:r>
        </w:p>
      </w:tc>
      <w:tc>
        <w:tcPr>
          <w:tcW w:w="510" w:type="dxa"/>
          <w:tcBorders>
            <w:top w:val="single" w:sz="4" w:space="0" w:color="auto"/>
          </w:tcBorders>
          <w:shd w:val="clear" w:color="auto" w:fill="auto"/>
        </w:tcPr>
        <w:p w:rsidR="00A828A7" w:rsidRPr="003C59A8" w:rsidRDefault="00A828A7" w:rsidP="003C59A8">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2803C6">
            <w:rPr>
              <w:rStyle w:val="PageNumber"/>
              <w:noProof/>
            </w:rPr>
            <w:t>77</w:t>
          </w:r>
          <w:r>
            <w:rPr>
              <w:rStyle w:val="PageNumber"/>
            </w:rPr>
            <w:fldChar w:fldCharType="end"/>
          </w:r>
        </w:p>
      </w:tc>
    </w:tr>
  </w:tbl>
  <w:p w:rsidR="00A828A7" w:rsidRPr="003C59A8" w:rsidRDefault="00A828A7" w:rsidP="003C59A8">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A828A7" w:rsidTr="003C59A8">
      <w:trPr>
        <w:trHeight w:val="567"/>
      </w:trPr>
      <w:tc>
        <w:tcPr>
          <w:tcW w:w="510" w:type="dxa"/>
          <w:tcBorders>
            <w:top w:val="single" w:sz="4" w:space="0" w:color="auto"/>
          </w:tcBorders>
          <w:shd w:val="clear" w:color="auto" w:fill="auto"/>
        </w:tcPr>
        <w:p w:rsidR="00A828A7" w:rsidRDefault="00A828A7" w:rsidP="003C59A8">
          <w:pPr>
            <w:pStyle w:val="Footer"/>
          </w:pPr>
        </w:p>
      </w:tc>
      <w:tc>
        <w:tcPr>
          <w:tcW w:w="7767" w:type="dxa"/>
          <w:tcBorders>
            <w:top w:val="single" w:sz="4" w:space="0" w:color="auto"/>
          </w:tcBorders>
          <w:shd w:val="clear" w:color="auto" w:fill="auto"/>
        </w:tcPr>
        <w:p w:rsidR="00A828A7" w:rsidRDefault="00A828A7" w:rsidP="003C59A8">
          <w:pPr>
            <w:pStyle w:val="Footer"/>
            <w:jc w:val="right"/>
          </w:pPr>
          <w:r>
            <w:t>WHAT IS THIS REPORT ABOUT</w:t>
          </w:r>
        </w:p>
      </w:tc>
      <w:tc>
        <w:tcPr>
          <w:tcW w:w="510" w:type="dxa"/>
          <w:tcBorders>
            <w:top w:val="single" w:sz="4" w:space="0" w:color="auto"/>
          </w:tcBorders>
          <w:shd w:val="clear" w:color="auto" w:fill="auto"/>
        </w:tcPr>
        <w:p w:rsidR="00A828A7" w:rsidRPr="003C59A8" w:rsidRDefault="00A828A7" w:rsidP="003C59A8">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F2785D">
            <w:rPr>
              <w:rStyle w:val="PageNumber"/>
              <w:noProof/>
            </w:rPr>
            <w:t>1</w:t>
          </w:r>
          <w:r>
            <w:rPr>
              <w:rStyle w:val="PageNumber"/>
            </w:rPr>
            <w:fldChar w:fldCharType="end"/>
          </w:r>
        </w:p>
      </w:tc>
    </w:tr>
  </w:tbl>
  <w:p w:rsidR="00A828A7" w:rsidRPr="003C59A8" w:rsidRDefault="00A828A7" w:rsidP="003C59A8">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A828A7" w:rsidTr="003C59A8">
      <w:trPr>
        <w:trHeight w:val="567"/>
      </w:trPr>
      <w:tc>
        <w:tcPr>
          <w:tcW w:w="510" w:type="dxa"/>
          <w:tcBorders>
            <w:top w:val="single" w:sz="4" w:space="0" w:color="auto"/>
          </w:tcBorders>
          <w:shd w:val="clear" w:color="auto" w:fill="auto"/>
        </w:tcPr>
        <w:p w:rsidR="00A828A7" w:rsidRPr="003C59A8" w:rsidRDefault="00A828A7" w:rsidP="003C59A8">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F2785D">
            <w:rPr>
              <w:rStyle w:val="PageNumber"/>
              <w:noProof/>
            </w:rPr>
            <w:t>14</w:t>
          </w:r>
          <w:r>
            <w:rPr>
              <w:rStyle w:val="PageNumber"/>
            </w:rPr>
            <w:fldChar w:fldCharType="end"/>
          </w:r>
        </w:p>
      </w:tc>
      <w:tc>
        <w:tcPr>
          <w:tcW w:w="7767" w:type="dxa"/>
          <w:tcBorders>
            <w:top w:val="single" w:sz="4" w:space="0" w:color="auto"/>
          </w:tcBorders>
          <w:shd w:val="clear" w:color="auto" w:fill="auto"/>
        </w:tcPr>
        <w:p w:rsidR="00A828A7" w:rsidRDefault="00A828A7" w:rsidP="003C59A8">
          <w:pPr>
            <w:pStyle w:val="Footer"/>
          </w:pPr>
          <w:r>
            <w:t>HOUSING ASSISTANCE AND EMPLOYMENT IN AUSTRALIA</w:t>
          </w:r>
        </w:p>
      </w:tc>
      <w:tc>
        <w:tcPr>
          <w:tcW w:w="510" w:type="dxa"/>
          <w:tcBorders>
            <w:top w:val="single" w:sz="4" w:space="0" w:color="auto"/>
          </w:tcBorders>
          <w:shd w:val="clear" w:color="auto" w:fill="auto"/>
        </w:tcPr>
        <w:p w:rsidR="00A828A7" w:rsidRDefault="00A828A7" w:rsidP="003C59A8">
          <w:pPr>
            <w:pStyle w:val="Footer"/>
          </w:pPr>
        </w:p>
      </w:tc>
    </w:tr>
  </w:tbl>
  <w:p w:rsidR="00A828A7" w:rsidRPr="003C59A8" w:rsidRDefault="00A828A7" w:rsidP="003C59A8">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A828A7" w:rsidTr="003C59A8">
      <w:trPr>
        <w:trHeight w:val="567"/>
      </w:trPr>
      <w:tc>
        <w:tcPr>
          <w:tcW w:w="510" w:type="dxa"/>
          <w:tcBorders>
            <w:top w:val="single" w:sz="4" w:space="0" w:color="auto"/>
          </w:tcBorders>
          <w:shd w:val="clear" w:color="auto" w:fill="auto"/>
        </w:tcPr>
        <w:p w:rsidR="00A828A7" w:rsidRDefault="00A828A7" w:rsidP="003C59A8">
          <w:pPr>
            <w:pStyle w:val="Footer"/>
          </w:pPr>
        </w:p>
      </w:tc>
      <w:tc>
        <w:tcPr>
          <w:tcW w:w="7767" w:type="dxa"/>
          <w:tcBorders>
            <w:top w:val="single" w:sz="4" w:space="0" w:color="auto"/>
          </w:tcBorders>
          <w:shd w:val="clear" w:color="auto" w:fill="auto"/>
        </w:tcPr>
        <w:p w:rsidR="00A828A7" w:rsidRDefault="00A828A7" w:rsidP="003C59A8">
          <w:pPr>
            <w:pStyle w:val="Footer"/>
            <w:jc w:val="right"/>
          </w:pPr>
          <w:r>
            <w:t>HOW DOES HOUSING ASSISTANCE WORK</w:t>
          </w:r>
        </w:p>
      </w:tc>
      <w:tc>
        <w:tcPr>
          <w:tcW w:w="510" w:type="dxa"/>
          <w:tcBorders>
            <w:top w:val="single" w:sz="4" w:space="0" w:color="auto"/>
          </w:tcBorders>
          <w:shd w:val="clear" w:color="auto" w:fill="auto"/>
        </w:tcPr>
        <w:p w:rsidR="00A828A7" w:rsidRPr="003C59A8" w:rsidRDefault="00A828A7" w:rsidP="003C59A8">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F2785D">
            <w:rPr>
              <w:rStyle w:val="PageNumber"/>
              <w:noProof/>
            </w:rPr>
            <w:t>15</w:t>
          </w:r>
          <w:r>
            <w:rPr>
              <w:rStyle w:val="PageNumber"/>
            </w:rPr>
            <w:fldChar w:fldCharType="end"/>
          </w:r>
        </w:p>
      </w:tc>
    </w:tr>
  </w:tbl>
  <w:p w:rsidR="00A828A7" w:rsidRPr="003C59A8" w:rsidRDefault="00A828A7" w:rsidP="003C59A8">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A828A7" w:rsidTr="003C59A8">
      <w:trPr>
        <w:trHeight w:val="567"/>
      </w:trPr>
      <w:tc>
        <w:tcPr>
          <w:tcW w:w="510" w:type="dxa"/>
          <w:tcBorders>
            <w:top w:val="single" w:sz="4" w:space="0" w:color="auto"/>
          </w:tcBorders>
          <w:shd w:val="clear" w:color="auto" w:fill="auto"/>
        </w:tcPr>
        <w:p w:rsidR="00A828A7" w:rsidRPr="003C59A8" w:rsidRDefault="00A828A7" w:rsidP="003C59A8">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F2785D">
            <w:rPr>
              <w:rStyle w:val="PageNumber"/>
              <w:noProof/>
            </w:rPr>
            <w:t>24</w:t>
          </w:r>
          <w:r>
            <w:rPr>
              <w:rStyle w:val="PageNumber"/>
            </w:rPr>
            <w:fldChar w:fldCharType="end"/>
          </w:r>
        </w:p>
      </w:tc>
      <w:tc>
        <w:tcPr>
          <w:tcW w:w="7767" w:type="dxa"/>
          <w:tcBorders>
            <w:top w:val="single" w:sz="4" w:space="0" w:color="auto"/>
          </w:tcBorders>
          <w:shd w:val="clear" w:color="auto" w:fill="auto"/>
        </w:tcPr>
        <w:p w:rsidR="00A828A7" w:rsidRDefault="00A828A7" w:rsidP="003C59A8">
          <w:pPr>
            <w:pStyle w:val="Footer"/>
          </w:pPr>
          <w:r>
            <w:t>HOUSING ASSISTANCE AND EMPLOYMENT IN AUSTRALIA</w:t>
          </w:r>
        </w:p>
      </w:tc>
      <w:tc>
        <w:tcPr>
          <w:tcW w:w="510" w:type="dxa"/>
          <w:tcBorders>
            <w:top w:val="single" w:sz="4" w:space="0" w:color="auto"/>
          </w:tcBorders>
          <w:shd w:val="clear" w:color="auto" w:fill="auto"/>
        </w:tcPr>
        <w:p w:rsidR="00A828A7" w:rsidRDefault="00A828A7" w:rsidP="003C59A8">
          <w:pPr>
            <w:pStyle w:val="Footer"/>
          </w:pPr>
        </w:p>
      </w:tc>
    </w:tr>
  </w:tbl>
  <w:p w:rsidR="00A828A7" w:rsidRPr="003C59A8" w:rsidRDefault="00A828A7" w:rsidP="003C59A8">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A828A7" w:rsidTr="003C59A8">
      <w:trPr>
        <w:trHeight w:val="567"/>
      </w:trPr>
      <w:tc>
        <w:tcPr>
          <w:tcW w:w="510" w:type="dxa"/>
          <w:tcBorders>
            <w:top w:val="single" w:sz="4" w:space="0" w:color="auto"/>
          </w:tcBorders>
          <w:shd w:val="clear" w:color="auto" w:fill="auto"/>
        </w:tcPr>
        <w:p w:rsidR="00A828A7" w:rsidRDefault="00A828A7" w:rsidP="003C59A8">
          <w:pPr>
            <w:pStyle w:val="Footer"/>
          </w:pPr>
        </w:p>
      </w:tc>
      <w:tc>
        <w:tcPr>
          <w:tcW w:w="7767" w:type="dxa"/>
          <w:tcBorders>
            <w:top w:val="single" w:sz="4" w:space="0" w:color="auto"/>
          </w:tcBorders>
          <w:shd w:val="clear" w:color="auto" w:fill="auto"/>
        </w:tcPr>
        <w:p w:rsidR="00A828A7" w:rsidRDefault="00A828A7" w:rsidP="003C59A8">
          <w:pPr>
            <w:pStyle w:val="Footer"/>
            <w:jc w:val="right"/>
          </w:pPr>
          <w:r>
            <w:t>LINKS BETWEEN HOUSING ASSISTANCE AND EMPLOYMENT</w:t>
          </w:r>
        </w:p>
      </w:tc>
      <w:tc>
        <w:tcPr>
          <w:tcW w:w="510" w:type="dxa"/>
          <w:tcBorders>
            <w:top w:val="single" w:sz="4" w:space="0" w:color="auto"/>
          </w:tcBorders>
          <w:shd w:val="clear" w:color="auto" w:fill="auto"/>
        </w:tcPr>
        <w:p w:rsidR="00A828A7" w:rsidRPr="003C59A8" w:rsidRDefault="00A828A7" w:rsidP="003C59A8">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F2785D">
            <w:rPr>
              <w:rStyle w:val="PageNumber"/>
              <w:noProof/>
            </w:rPr>
            <w:t>25</w:t>
          </w:r>
          <w:r>
            <w:rPr>
              <w:rStyle w:val="PageNumber"/>
            </w:rPr>
            <w:fldChar w:fldCharType="end"/>
          </w:r>
        </w:p>
      </w:tc>
    </w:tr>
  </w:tbl>
  <w:p w:rsidR="00A828A7" w:rsidRPr="003C59A8" w:rsidRDefault="00A828A7" w:rsidP="003C59A8">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A828A7" w:rsidTr="003C59A8">
      <w:trPr>
        <w:trHeight w:val="567"/>
      </w:trPr>
      <w:tc>
        <w:tcPr>
          <w:tcW w:w="510" w:type="dxa"/>
          <w:tcBorders>
            <w:top w:val="single" w:sz="4" w:space="0" w:color="auto"/>
          </w:tcBorders>
          <w:shd w:val="clear" w:color="auto" w:fill="auto"/>
        </w:tcPr>
        <w:p w:rsidR="00A828A7" w:rsidRPr="003C59A8" w:rsidRDefault="00A828A7" w:rsidP="003C59A8">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F2785D">
            <w:rPr>
              <w:rStyle w:val="PageNumber"/>
              <w:noProof/>
            </w:rPr>
            <w:t>42</w:t>
          </w:r>
          <w:r>
            <w:rPr>
              <w:rStyle w:val="PageNumber"/>
            </w:rPr>
            <w:fldChar w:fldCharType="end"/>
          </w:r>
        </w:p>
      </w:tc>
      <w:tc>
        <w:tcPr>
          <w:tcW w:w="7767" w:type="dxa"/>
          <w:tcBorders>
            <w:top w:val="single" w:sz="4" w:space="0" w:color="auto"/>
          </w:tcBorders>
          <w:shd w:val="clear" w:color="auto" w:fill="auto"/>
        </w:tcPr>
        <w:p w:rsidR="00A828A7" w:rsidRDefault="00A828A7" w:rsidP="003C59A8">
          <w:pPr>
            <w:pStyle w:val="Footer"/>
          </w:pPr>
          <w:r>
            <w:t>HOUSING ASSISTANCE AND EMPLOYMENT IN AUSTRALIA</w:t>
          </w:r>
        </w:p>
      </w:tc>
      <w:tc>
        <w:tcPr>
          <w:tcW w:w="510" w:type="dxa"/>
          <w:tcBorders>
            <w:top w:val="single" w:sz="4" w:space="0" w:color="auto"/>
          </w:tcBorders>
          <w:shd w:val="clear" w:color="auto" w:fill="auto"/>
        </w:tcPr>
        <w:p w:rsidR="00A828A7" w:rsidRDefault="00A828A7" w:rsidP="003C59A8">
          <w:pPr>
            <w:pStyle w:val="Footer"/>
          </w:pPr>
        </w:p>
      </w:tc>
    </w:tr>
  </w:tbl>
  <w:p w:rsidR="00A828A7" w:rsidRPr="003C59A8" w:rsidRDefault="00A828A7" w:rsidP="003C59A8">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A828A7" w:rsidTr="003C59A8">
      <w:trPr>
        <w:trHeight w:val="567"/>
      </w:trPr>
      <w:tc>
        <w:tcPr>
          <w:tcW w:w="510" w:type="dxa"/>
          <w:tcBorders>
            <w:top w:val="single" w:sz="4" w:space="0" w:color="auto"/>
          </w:tcBorders>
          <w:shd w:val="clear" w:color="auto" w:fill="auto"/>
        </w:tcPr>
        <w:p w:rsidR="00A828A7" w:rsidRDefault="00A828A7" w:rsidP="003C59A8">
          <w:pPr>
            <w:pStyle w:val="Footer"/>
          </w:pPr>
        </w:p>
      </w:tc>
      <w:tc>
        <w:tcPr>
          <w:tcW w:w="7767" w:type="dxa"/>
          <w:tcBorders>
            <w:top w:val="single" w:sz="4" w:space="0" w:color="auto"/>
          </w:tcBorders>
          <w:shd w:val="clear" w:color="auto" w:fill="auto"/>
        </w:tcPr>
        <w:p w:rsidR="00A828A7" w:rsidRDefault="00A828A7" w:rsidP="003C59A8">
          <w:pPr>
            <w:pStyle w:val="Footer"/>
            <w:jc w:val="right"/>
          </w:pPr>
          <w:r>
            <w:t>WELFARE LOCKS AND STABILITY EFFECTS</w:t>
          </w:r>
        </w:p>
      </w:tc>
      <w:tc>
        <w:tcPr>
          <w:tcW w:w="510" w:type="dxa"/>
          <w:tcBorders>
            <w:top w:val="single" w:sz="4" w:space="0" w:color="auto"/>
          </w:tcBorders>
          <w:shd w:val="clear" w:color="auto" w:fill="auto"/>
        </w:tcPr>
        <w:p w:rsidR="00A828A7" w:rsidRPr="003C59A8" w:rsidRDefault="00A828A7" w:rsidP="003C59A8">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F2785D">
            <w:rPr>
              <w:rStyle w:val="PageNumber"/>
              <w:noProof/>
            </w:rPr>
            <w:t>45</w:t>
          </w:r>
          <w:r>
            <w:rPr>
              <w:rStyle w:val="PageNumber"/>
            </w:rPr>
            <w:fldChar w:fldCharType="end"/>
          </w:r>
        </w:p>
      </w:tc>
    </w:tr>
  </w:tbl>
  <w:p w:rsidR="00A828A7" w:rsidRPr="003C59A8" w:rsidRDefault="00A828A7" w:rsidP="003C59A8">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A828A7" w:rsidTr="003C59A8">
      <w:trPr>
        <w:trHeight w:val="567"/>
      </w:trPr>
      <w:tc>
        <w:tcPr>
          <w:tcW w:w="510" w:type="dxa"/>
          <w:tcBorders>
            <w:top w:val="single" w:sz="4" w:space="0" w:color="auto"/>
          </w:tcBorders>
          <w:shd w:val="clear" w:color="auto" w:fill="auto"/>
        </w:tcPr>
        <w:p w:rsidR="00A828A7" w:rsidRPr="003C59A8" w:rsidRDefault="00A828A7" w:rsidP="003C59A8">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F2785D">
            <w:rPr>
              <w:rStyle w:val="PageNumber"/>
              <w:noProof/>
            </w:rPr>
            <w:t>64</w:t>
          </w:r>
          <w:r>
            <w:rPr>
              <w:rStyle w:val="PageNumber"/>
            </w:rPr>
            <w:fldChar w:fldCharType="end"/>
          </w:r>
        </w:p>
      </w:tc>
      <w:tc>
        <w:tcPr>
          <w:tcW w:w="7767" w:type="dxa"/>
          <w:tcBorders>
            <w:top w:val="single" w:sz="4" w:space="0" w:color="auto"/>
          </w:tcBorders>
          <w:shd w:val="clear" w:color="auto" w:fill="auto"/>
        </w:tcPr>
        <w:p w:rsidR="00A828A7" w:rsidRDefault="00A828A7" w:rsidP="003C59A8">
          <w:pPr>
            <w:pStyle w:val="Footer"/>
          </w:pPr>
          <w:r>
            <w:t>HOUSING ASSISTANCE AND EMPLOYMENT IN AUSTRALIA</w:t>
          </w:r>
        </w:p>
      </w:tc>
      <w:tc>
        <w:tcPr>
          <w:tcW w:w="510" w:type="dxa"/>
          <w:tcBorders>
            <w:top w:val="single" w:sz="4" w:space="0" w:color="auto"/>
          </w:tcBorders>
          <w:shd w:val="clear" w:color="auto" w:fill="auto"/>
        </w:tcPr>
        <w:p w:rsidR="00A828A7" w:rsidRDefault="00A828A7" w:rsidP="003C59A8">
          <w:pPr>
            <w:pStyle w:val="Footer"/>
          </w:pPr>
        </w:p>
      </w:tc>
    </w:tr>
  </w:tbl>
  <w:p w:rsidR="00A828A7" w:rsidRPr="003C59A8" w:rsidRDefault="00A828A7" w:rsidP="003C59A8">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8A7" w:rsidRDefault="00A828A7">
      <w:r>
        <w:separator/>
      </w:r>
    </w:p>
  </w:footnote>
  <w:footnote w:type="continuationSeparator" w:id="0">
    <w:p w:rsidR="00A828A7" w:rsidRDefault="00A828A7">
      <w:r>
        <w:continuationSeparator/>
      </w:r>
    </w:p>
  </w:footnote>
  <w:footnote w:id="1">
    <w:p w:rsidR="00A828A7" w:rsidRDefault="00A828A7" w:rsidP="003C59A8">
      <w:pPr>
        <w:pStyle w:val="FootnoteText"/>
      </w:pPr>
      <w:r w:rsidRPr="009E7840">
        <w:rPr>
          <w:rStyle w:val="FootnoteReference"/>
        </w:rPr>
        <w:footnoteRef/>
      </w:r>
      <w:r>
        <w:tab/>
      </w:r>
      <w:r>
        <w:rPr>
          <w:spacing w:val="-2"/>
        </w:rPr>
        <w:t>This</w:t>
      </w:r>
      <w:r w:rsidRPr="00C11E4A">
        <w:rPr>
          <w:spacing w:val="-2"/>
        </w:rPr>
        <w:t xml:space="preserve"> </w:t>
      </w:r>
      <w:r>
        <w:rPr>
          <w:spacing w:val="-2"/>
        </w:rPr>
        <w:t>report</w:t>
      </w:r>
      <w:r w:rsidRPr="00C11E4A">
        <w:rPr>
          <w:spacing w:val="-2"/>
        </w:rPr>
        <w:t xml:space="preserve"> draw</w:t>
      </w:r>
      <w:r>
        <w:rPr>
          <w:spacing w:val="-2"/>
        </w:rPr>
        <w:t>s</w:t>
      </w:r>
      <w:r w:rsidRPr="00C11E4A">
        <w:rPr>
          <w:spacing w:val="-2"/>
        </w:rPr>
        <w:t xml:space="preserve"> on </w:t>
      </w:r>
      <w:r>
        <w:rPr>
          <w:spacing w:val="-2"/>
        </w:rPr>
        <w:t xml:space="preserve">six detailed </w:t>
      </w:r>
      <w:r w:rsidRPr="00C11E4A">
        <w:rPr>
          <w:spacing w:val="-2"/>
        </w:rPr>
        <w:t>background paper</w:t>
      </w:r>
      <w:r>
        <w:rPr>
          <w:spacing w:val="-2"/>
        </w:rPr>
        <w:t>s</w:t>
      </w:r>
      <w:r w:rsidRPr="00C11E4A">
        <w:rPr>
          <w:spacing w:val="-2"/>
        </w:rPr>
        <w:t xml:space="preserve"> </w:t>
      </w:r>
      <w:r>
        <w:rPr>
          <w:spacing w:val="-2"/>
        </w:rPr>
        <w:t>referenced as BP 1, BP 2, etc</w:t>
      </w:r>
      <w:r w:rsidRPr="00C11E4A">
        <w:rPr>
          <w:spacing w:val="-2"/>
        </w:rPr>
        <w:t>.</w:t>
      </w:r>
    </w:p>
  </w:footnote>
  <w:footnote w:id="2">
    <w:p w:rsidR="00A828A7" w:rsidRDefault="00A828A7">
      <w:pPr>
        <w:pStyle w:val="FootnoteText"/>
      </w:pPr>
      <w:r>
        <w:rPr>
          <w:rStyle w:val="FootnoteReference"/>
        </w:rPr>
        <w:footnoteRef/>
      </w:r>
      <w:r>
        <w:tab/>
        <w:t xml:space="preserve">About three quarters of </w:t>
      </w:r>
      <w:proofErr w:type="spellStart"/>
      <w:r>
        <w:t>CRA</w:t>
      </w:r>
      <w:proofErr w:type="spellEnd"/>
      <w:r>
        <w:t xml:space="preserve"> recipients are eligible for the maximum payment </w:t>
      </w:r>
      <w:r w:rsidRPr="00C00898">
        <w:rPr>
          <w:szCs w:val="24"/>
        </w:rPr>
        <w:t>(</w:t>
      </w:r>
      <w:proofErr w:type="spellStart"/>
      <w:r w:rsidRPr="00C00898">
        <w:rPr>
          <w:szCs w:val="24"/>
        </w:rPr>
        <w:t>SCRGSP</w:t>
      </w:r>
      <w:proofErr w:type="spellEnd"/>
      <w:r w:rsidRPr="00C00898">
        <w:rPr>
          <w:szCs w:val="24"/>
        </w:rPr>
        <w:t> 2015)</w:t>
      </w:r>
      <w:r>
        <w:t>.</w:t>
      </w:r>
    </w:p>
  </w:footnote>
  <w:footnote w:id="3">
    <w:p w:rsidR="00A828A7" w:rsidRDefault="00A828A7" w:rsidP="003C59A8">
      <w:pPr>
        <w:pStyle w:val="FootnoteText"/>
      </w:pPr>
      <w:r w:rsidRPr="007B3680">
        <w:rPr>
          <w:rStyle w:val="FootnoteReference"/>
        </w:rPr>
        <w:footnoteRef/>
      </w:r>
      <w:r>
        <w:tab/>
        <w:t xml:space="preserve">Income support payments are welfare payments administered by the Department of Human Services. Rent assistance is also available to recipients of some Department of Veterans Affairs pensions </w:t>
      </w:r>
      <w:r w:rsidRPr="004D563C">
        <w:rPr>
          <w:szCs w:val="24"/>
        </w:rPr>
        <w:t>(</w:t>
      </w:r>
      <w:proofErr w:type="spellStart"/>
      <w:r w:rsidRPr="004D563C">
        <w:rPr>
          <w:szCs w:val="24"/>
        </w:rPr>
        <w:t>DVA</w:t>
      </w:r>
      <w:proofErr w:type="spellEnd"/>
      <w:r w:rsidRPr="004D563C">
        <w:rPr>
          <w:szCs w:val="24"/>
        </w:rPr>
        <w:t> 2013)</w:t>
      </w:r>
      <w:r>
        <w:t>. Due to our focus on incentives to work, these payments are not analysed in this report.</w:t>
      </w:r>
    </w:p>
  </w:footnote>
  <w:footnote w:id="4">
    <w:p w:rsidR="00A828A7" w:rsidRDefault="00A828A7" w:rsidP="003C59A8">
      <w:pPr>
        <w:pStyle w:val="FootnoteText"/>
      </w:pPr>
      <w:r w:rsidRPr="007B3680">
        <w:rPr>
          <w:rStyle w:val="FootnoteReference"/>
        </w:rPr>
        <w:footnoteRef/>
      </w:r>
      <w:r>
        <w:tab/>
        <w:t>The types of income included in assessable income vary between jurisdictions, and some types of income are assessed at a lower rate. Assessable income also differs slightly in community housing, both between and within jurisdictions (BP 2.)</w:t>
      </w:r>
    </w:p>
  </w:footnote>
  <w:footnote w:id="5">
    <w:p w:rsidR="00A828A7" w:rsidRDefault="00A828A7">
      <w:pPr>
        <w:pStyle w:val="FootnoteText"/>
      </w:pPr>
      <w:r w:rsidRPr="007B3680">
        <w:rPr>
          <w:rStyle w:val="FootnoteReference"/>
        </w:rPr>
        <w:footnoteRef/>
      </w:r>
      <w:r>
        <w:tab/>
        <w:t xml:space="preserve">Community housing tenants are an exception. They typically pay income based rents and are eligible for </w:t>
      </w:r>
      <w:proofErr w:type="spellStart"/>
      <w:r>
        <w:t>CRA</w:t>
      </w:r>
      <w:proofErr w:type="spellEnd"/>
      <w:r>
        <w:t xml:space="preserve">. </w:t>
      </w:r>
      <w:proofErr w:type="spellStart"/>
      <w:r>
        <w:t>CRA</w:t>
      </w:r>
      <w:proofErr w:type="spellEnd"/>
      <w:r>
        <w:t xml:space="preserve"> is not included in the measure of assessable income used in setting rents, and is payable to the community housing provider — it does not contribute to a household’s income.</w:t>
      </w:r>
    </w:p>
  </w:footnote>
  <w:footnote w:id="6">
    <w:p w:rsidR="00A828A7" w:rsidRDefault="00A828A7">
      <w:pPr>
        <w:pStyle w:val="FootnoteText"/>
      </w:pPr>
      <w:r w:rsidRPr="007B3680">
        <w:rPr>
          <w:rStyle w:val="FootnoteReference"/>
        </w:rPr>
        <w:footnoteRef/>
      </w:r>
      <w:r>
        <w:tab/>
        <w:t>Similar conclusions most likely apply to community housing, but data that would confirm this to be the case are not available.</w:t>
      </w:r>
    </w:p>
  </w:footnote>
  <w:footnote w:id="7">
    <w:p w:rsidR="00A828A7" w:rsidRDefault="00A828A7" w:rsidP="003C59A8">
      <w:pPr>
        <w:pStyle w:val="FootnoteText"/>
      </w:pPr>
      <w:r w:rsidRPr="007B3680">
        <w:rPr>
          <w:rStyle w:val="FootnoteReference"/>
        </w:rPr>
        <w:footnoteRef/>
      </w:r>
      <w:r>
        <w:tab/>
        <w:t>Rates at March 2014.</w:t>
      </w:r>
    </w:p>
  </w:footnote>
  <w:footnote w:id="8">
    <w:p w:rsidR="00A828A7" w:rsidRDefault="00A828A7" w:rsidP="003C59A8">
      <w:pPr>
        <w:pStyle w:val="FootnoteText"/>
      </w:pPr>
      <w:r w:rsidRPr="0027757F">
        <w:rPr>
          <w:rStyle w:val="FootnoteReference"/>
        </w:rPr>
        <w:footnoteRef/>
      </w:r>
      <w:r>
        <w:tab/>
        <w:t xml:space="preserve">Information on educational attainment is available for recipients of Youth Allowance and some </w:t>
      </w:r>
      <w:proofErr w:type="spellStart"/>
      <w:r>
        <w:t>Newstart</w:t>
      </w:r>
      <w:proofErr w:type="spellEnd"/>
      <w:r>
        <w:t xml:space="preserve"> </w:t>
      </w:r>
      <w:proofErr w:type="spellStart"/>
      <w:r>
        <w:t>Allowees</w:t>
      </w:r>
      <w:proofErr w:type="spellEnd"/>
      <w:r>
        <w:t>.</w:t>
      </w:r>
    </w:p>
  </w:footnote>
  <w:footnote w:id="9">
    <w:p w:rsidR="00A828A7" w:rsidRPr="00BA515A" w:rsidRDefault="00A828A7">
      <w:pPr>
        <w:pStyle w:val="FootnoteText"/>
        <w:rPr>
          <w:spacing w:val="-2"/>
        </w:rPr>
      </w:pPr>
      <w:r w:rsidRPr="0027757F">
        <w:rPr>
          <w:rStyle w:val="FootnoteReference"/>
        </w:rPr>
        <w:footnoteRef/>
      </w:r>
      <w:r w:rsidRPr="00BA515A">
        <w:rPr>
          <w:spacing w:val="-2"/>
        </w:rPr>
        <w:tab/>
        <w:t>The analysis presented in the remain</w:t>
      </w:r>
      <w:r>
        <w:rPr>
          <w:spacing w:val="-2"/>
        </w:rPr>
        <w:t>der</w:t>
      </w:r>
      <w:r w:rsidRPr="00BA515A">
        <w:rPr>
          <w:spacing w:val="-2"/>
        </w:rPr>
        <w:t xml:space="preserve"> of this chapter is based on a person’s ‘lagged’ housing tenure, that is, their tenure 12 months prior to the point at which their employment is examined. For example, information about housing tenure at 30 June 2012 is used in analysing the relationship between housing assistance and employment for people who were ISP recipients at 30 June 2013. People for whom information about previous tenure is not available are dropped from the analysis. Excluding this group from the analysis does not alter summary measures of ISP recipients’ characteristics. This approach </w:t>
      </w:r>
      <w:r>
        <w:rPr>
          <w:spacing w:val="-2"/>
        </w:rPr>
        <w:t>takes care</w:t>
      </w:r>
      <w:r w:rsidRPr="00BA515A">
        <w:rPr>
          <w:spacing w:val="-2"/>
        </w:rPr>
        <w:t xml:space="preserve"> </w:t>
      </w:r>
      <w:r>
        <w:rPr>
          <w:spacing w:val="-2"/>
        </w:rPr>
        <w:t>of</w:t>
      </w:r>
      <w:r w:rsidRPr="00BA515A">
        <w:rPr>
          <w:spacing w:val="-2"/>
        </w:rPr>
        <w:t xml:space="preserve"> potential </w:t>
      </w:r>
      <w:proofErr w:type="spellStart"/>
      <w:r w:rsidRPr="00BA515A">
        <w:rPr>
          <w:spacing w:val="-2"/>
        </w:rPr>
        <w:t>endogeneity</w:t>
      </w:r>
      <w:proofErr w:type="spellEnd"/>
      <w:r w:rsidRPr="00BA515A">
        <w:rPr>
          <w:spacing w:val="-2"/>
        </w:rPr>
        <w:t xml:space="preserve"> in the relationship between housing assistance and employment (BP 5)</w:t>
      </w:r>
      <w:r>
        <w:rPr>
          <w:spacing w:val="-2"/>
        </w:rPr>
        <w:t>.</w:t>
      </w:r>
      <w:r w:rsidRPr="00BA515A">
        <w:rPr>
          <w:spacing w:val="-2"/>
        </w:rPr>
        <w:t xml:space="preserve"> </w:t>
      </w:r>
    </w:p>
  </w:footnote>
  <w:footnote w:id="10">
    <w:p w:rsidR="00A828A7" w:rsidRDefault="00A828A7">
      <w:pPr>
        <w:pStyle w:val="FootnoteText"/>
      </w:pPr>
      <w:r w:rsidRPr="0027757F">
        <w:rPr>
          <w:rStyle w:val="FootnoteReference"/>
        </w:rPr>
        <w:footnoteRef/>
      </w:r>
      <w:r>
        <w:tab/>
        <w:t xml:space="preserve">Fixed effects panel regression techniques account for the unknown idiosyncrasies of each observation by assuming that these do not vary over the observation period. </w:t>
      </w:r>
    </w:p>
  </w:footnote>
  <w:footnote w:id="11">
    <w:p w:rsidR="00A828A7" w:rsidRDefault="00A828A7">
      <w:pPr>
        <w:pStyle w:val="FootnoteText"/>
      </w:pPr>
      <w:r w:rsidRPr="0027757F">
        <w:rPr>
          <w:rStyle w:val="FootnoteReference"/>
        </w:rPr>
        <w:footnoteRef/>
      </w:r>
      <w:r>
        <w:tab/>
        <w:t>Neighbourhoods are defined using ‘level 1 statistical areas’, the second smallest classification of geography used by the ABS. These areas have an average population of 400 people.</w:t>
      </w:r>
    </w:p>
  </w:footnote>
  <w:footnote w:id="12">
    <w:p w:rsidR="00A828A7" w:rsidRDefault="00A828A7">
      <w:pPr>
        <w:pStyle w:val="FootnoteText"/>
      </w:pPr>
      <w:r>
        <w:rPr>
          <w:rStyle w:val="FootnoteReference"/>
        </w:rPr>
        <w:footnoteRef/>
      </w:r>
      <w:r>
        <w:tab/>
        <w:t xml:space="preserve">The limited ability of public housing residents to choose their neighbourhood minimises the problem of selection bias in estimating neighbourhood effects among that sub-population </w:t>
      </w:r>
      <w:r w:rsidRPr="00E2731A">
        <w:rPr>
          <w:szCs w:val="24"/>
        </w:rPr>
        <w:t>(Manley and Van Ham 2012)</w:t>
      </w:r>
      <w:r>
        <w:t>.</w:t>
      </w:r>
    </w:p>
  </w:footnote>
  <w:footnote w:id="13">
    <w:p w:rsidR="00A828A7" w:rsidRDefault="00A828A7">
      <w:pPr>
        <w:pStyle w:val="FootnoteText"/>
      </w:pPr>
      <w:r>
        <w:rPr>
          <w:rStyle w:val="FootnoteReference"/>
        </w:rPr>
        <w:footnoteRef/>
      </w:r>
      <w:r>
        <w:tab/>
        <w:t>Public housing residents living in areas in the bottom quintile according to the Index of Relative Socioeconomic Disadvantage were predicted to have an employment rate 0.6 percentage points lower than those living in the top three quintiles, after taking into account both observed and unobserved characteristics. In contrast, having a permanent medical condition was predicted to reduce the employment rate of a public housing resident by 4.3 percentage points.</w:t>
      </w:r>
    </w:p>
  </w:footnote>
  <w:footnote w:id="14">
    <w:p w:rsidR="00A828A7" w:rsidRDefault="00A828A7">
      <w:pPr>
        <w:pStyle w:val="FootnoteText"/>
      </w:pPr>
      <w:r>
        <w:rPr>
          <w:rStyle w:val="FootnoteReference"/>
        </w:rPr>
        <w:footnoteRef/>
      </w:r>
      <w:r>
        <w:tab/>
        <w:t>The records were de-identified before the Commission received them, that is, the records did not include the identity of applicants and tenants, or any information that might enable the identities to be recovered.</w:t>
      </w:r>
    </w:p>
  </w:footnote>
  <w:footnote w:id="15">
    <w:p w:rsidR="00A828A7" w:rsidRDefault="00A828A7" w:rsidP="003C59A8">
      <w:pPr>
        <w:pStyle w:val="FootnoteText"/>
      </w:pPr>
      <w:r>
        <w:rPr>
          <w:rStyle w:val="FootnoteReference"/>
        </w:rPr>
        <w:footnoteRef/>
      </w:r>
      <w:r>
        <w:tab/>
        <w:t>From 16 January 2012, Western Australian applicants have been asked to declare their income at an annual review.</w:t>
      </w:r>
    </w:p>
  </w:footnote>
  <w:footnote w:id="16">
    <w:p w:rsidR="00A828A7" w:rsidRDefault="00A828A7">
      <w:pPr>
        <w:pStyle w:val="FootnoteText"/>
      </w:pPr>
      <w:r>
        <w:rPr>
          <w:rStyle w:val="FootnoteReference"/>
        </w:rPr>
        <w:footnoteRef/>
      </w:r>
      <w:r>
        <w:tab/>
        <w:t xml:space="preserve">It might also reflect the location of public housing in higher rent areas, but if that was the key factor, it might be expected that the differences between market rents paid by public housing tenants and </w:t>
      </w:r>
      <w:proofErr w:type="spellStart"/>
      <w:r>
        <w:t>CRA</w:t>
      </w:r>
      <w:proofErr w:type="spellEnd"/>
      <w:r>
        <w:t xml:space="preserve"> recipients would be consistently large across household types.</w:t>
      </w:r>
    </w:p>
  </w:footnote>
  <w:footnote w:id="17">
    <w:p w:rsidR="00A828A7" w:rsidRDefault="00A828A7">
      <w:pPr>
        <w:pStyle w:val="FootnoteText"/>
      </w:pPr>
      <w:r>
        <w:rPr>
          <w:rStyle w:val="FootnoteReference"/>
        </w:rPr>
        <w:footnoteRef/>
      </w:r>
      <w:r>
        <w:tab/>
        <w:t xml:space="preserve">This is not to say that single person households should live in single bedroom properties. Many single person households need more than one bedroom, for example, for when family or friends come to stay. But it is possible that the properties that are occupied by public housing tenants are less well suited to their needs than those occupied by </w:t>
      </w:r>
      <w:proofErr w:type="spellStart"/>
      <w:r>
        <w:t>CRA</w:t>
      </w:r>
      <w:proofErr w:type="spellEnd"/>
      <w:r>
        <w:t xml:space="preserve"> recipients — for example, the public housing tenants might be in </w:t>
      </w:r>
      <w:proofErr w:type="spellStart"/>
      <w:r>
        <w:t>stand alone</w:t>
      </w:r>
      <w:proofErr w:type="spellEnd"/>
      <w:r>
        <w:t xml:space="preserve"> family homes, the </w:t>
      </w:r>
      <w:proofErr w:type="spellStart"/>
      <w:r>
        <w:t>CRA</w:t>
      </w:r>
      <w:proofErr w:type="spellEnd"/>
      <w:r>
        <w:t xml:space="preserve"> recipients in two- or three-bedroom apartments.</w:t>
      </w:r>
    </w:p>
  </w:footnote>
  <w:footnote w:id="18">
    <w:p w:rsidR="00A828A7" w:rsidRDefault="00A828A7">
      <w:pPr>
        <w:pStyle w:val="FootnoteText"/>
      </w:pPr>
      <w:r>
        <w:rPr>
          <w:rStyle w:val="FootnoteReference"/>
        </w:rPr>
        <w:footnoteRef/>
      </w:r>
      <w:r>
        <w:tab/>
        <w:t>Data provided in addition to the administrative records for public housing applicants and tenants.</w:t>
      </w:r>
    </w:p>
  </w:footnote>
  <w:footnote w:id="19">
    <w:p w:rsidR="00A828A7" w:rsidRDefault="00A828A7">
      <w:pPr>
        <w:pStyle w:val="FootnoteText"/>
      </w:pPr>
      <w:r>
        <w:rPr>
          <w:rStyle w:val="FootnoteReference"/>
        </w:rPr>
        <w:footnoteRef/>
      </w:r>
      <w:r>
        <w:tab/>
        <w:t>These rates are higher than those reported in chapter 3 because they are based on data for all tenants, not just those in receipt of income support payments.</w:t>
      </w:r>
    </w:p>
  </w:footnote>
  <w:footnote w:id="20">
    <w:p w:rsidR="00A828A7" w:rsidRDefault="00A828A7">
      <w:pPr>
        <w:pStyle w:val="FootnoteText"/>
      </w:pPr>
      <w:r>
        <w:rPr>
          <w:rStyle w:val="FootnoteReference"/>
        </w:rPr>
        <w:footnoteRef/>
      </w:r>
      <w:r>
        <w:tab/>
        <w:t>As noted above, applicants’ employment rates will be underestimated to the extent that applicants do not update their state housing authority when their income changes.</w:t>
      </w:r>
    </w:p>
  </w:footnote>
  <w:footnote w:id="21">
    <w:p w:rsidR="00A828A7" w:rsidRDefault="00A828A7" w:rsidP="003C59A8">
      <w:pPr>
        <w:pStyle w:val="FootnoteText"/>
      </w:pPr>
      <w:r w:rsidRPr="00FB6BD9">
        <w:rPr>
          <w:rStyle w:val="FootnoteReference"/>
        </w:rPr>
        <w:footnoteRef/>
      </w:r>
      <w:r>
        <w:tab/>
        <w:t>Rate paid at June 2014, excluding the pension supplement.</w:t>
      </w:r>
    </w:p>
  </w:footnote>
  <w:footnote w:id="22">
    <w:p w:rsidR="00A828A7" w:rsidRDefault="00A828A7" w:rsidP="003C59A8">
      <w:pPr>
        <w:pStyle w:val="FootnoteText"/>
      </w:pPr>
      <w:r w:rsidRPr="00FB6BD9">
        <w:rPr>
          <w:rStyle w:val="FootnoteReference"/>
        </w:rPr>
        <w:footnoteRef/>
      </w:r>
      <w:r>
        <w:tab/>
        <w:t xml:space="preserve">These figures are Productivity Commission estimates based on Department of Human Services, administrative data (unpublished); the Research and Evaluation Database (unpublished); and ABS </w:t>
      </w:r>
      <w:r w:rsidRPr="00E35092">
        <w:t>(</w:t>
      </w:r>
      <w:proofErr w:type="spellStart"/>
      <w:r w:rsidRPr="00E35092">
        <w:t>2013b</w:t>
      </w:r>
      <w:proofErr w:type="spellEnd"/>
      <w:r w:rsidRPr="00E35092">
        <w:t>)</w:t>
      </w:r>
      <w:r>
        <w:t>. For full details on the data and assumptions used in calculating these figures, see BP 3.</w:t>
      </w:r>
    </w:p>
    <w:p w:rsidR="00A828A7" w:rsidRPr="005B2B82" w:rsidRDefault="00A828A7" w:rsidP="003C59A8">
      <w:pPr>
        <w:pStyle w:val="FootnoteText"/>
        <w:rPr>
          <w:lang w:val="en-US"/>
        </w:rPr>
      </w:pPr>
      <w:r>
        <w:rPr>
          <w:lang w:val="en-US"/>
        </w:rPr>
        <w:tab/>
        <w:t xml:space="preserve">Work capacity was regarded as high for tenants on the Disability Support Pension who were assessed as having work capacity of over eight hours a week; and for tenants receiving </w:t>
      </w:r>
      <w:proofErr w:type="spellStart"/>
      <w:r>
        <w:rPr>
          <w:lang w:val="en-US"/>
        </w:rPr>
        <w:t>Newstart</w:t>
      </w:r>
      <w:proofErr w:type="spellEnd"/>
      <w:r>
        <w:rPr>
          <w:lang w:val="en-US"/>
        </w:rPr>
        <w:t xml:space="preserve"> or Youth Allowance (Job seeker) who were considered ‘work ready’ or who had moderate barriers to employment. Recipients of other income support payments, such as Parenting Payments, were assumed to be able to achieve similar employment rates to ISP recipients on similar payments who were not living in public housing.</w:t>
      </w:r>
    </w:p>
  </w:footnote>
  <w:footnote w:id="23">
    <w:p w:rsidR="00A828A7" w:rsidRPr="00E8066C" w:rsidRDefault="00A828A7" w:rsidP="003C59A8">
      <w:pPr>
        <w:pStyle w:val="FootnoteText"/>
        <w:rPr>
          <w:spacing w:val="-2"/>
        </w:rPr>
      </w:pPr>
      <w:r w:rsidRPr="00FB6BD9">
        <w:rPr>
          <w:rStyle w:val="FootnoteReference"/>
        </w:rPr>
        <w:footnoteRef/>
      </w:r>
      <w:r>
        <w:tab/>
      </w:r>
      <w:r w:rsidRPr="00E8066C">
        <w:rPr>
          <w:spacing w:val="-2"/>
        </w:rPr>
        <w:t xml:space="preserve">Some organisations working with disadvantaged individuals refer to this process as mentoring or coaching, focusing on clients’ strengths and capabilities rather than the challenges they face </w:t>
      </w:r>
      <w:r w:rsidRPr="00E8066C">
        <w:rPr>
          <w:spacing w:val="-2"/>
          <w:szCs w:val="24"/>
        </w:rPr>
        <w:t>(</w:t>
      </w:r>
      <w:proofErr w:type="spellStart"/>
      <w:r w:rsidRPr="00E8066C">
        <w:rPr>
          <w:spacing w:val="-2"/>
          <w:szCs w:val="24"/>
        </w:rPr>
        <w:t>Turton</w:t>
      </w:r>
      <w:proofErr w:type="spellEnd"/>
      <w:r w:rsidRPr="00E8066C">
        <w:rPr>
          <w:spacing w:val="-2"/>
          <w:szCs w:val="24"/>
        </w:rPr>
        <w:t> 2014)</w:t>
      </w:r>
      <w:r w:rsidRPr="00E8066C">
        <w:rPr>
          <w:spacing w:val="-2"/>
        </w:rPr>
        <w:t xml:space="preserve">. </w:t>
      </w:r>
    </w:p>
  </w:footnote>
  <w:footnote w:id="24">
    <w:p w:rsidR="00A828A7" w:rsidRDefault="00A828A7" w:rsidP="003C59A8">
      <w:pPr>
        <w:pStyle w:val="FootnoteText"/>
      </w:pPr>
      <w:r w:rsidRPr="00FB6BD9">
        <w:rPr>
          <w:rStyle w:val="FootnoteReference"/>
        </w:rPr>
        <w:footnoteRef/>
      </w:r>
      <w:r>
        <w:tab/>
        <w:t xml:space="preserve">Income support recipients are allowed to generate income up to a certain level before their payment is reduced. In February 2015, </w:t>
      </w:r>
      <w:proofErr w:type="spellStart"/>
      <w:r>
        <w:t>Newstart</w:t>
      </w:r>
      <w:proofErr w:type="spellEnd"/>
      <w:r>
        <w:t xml:space="preserve"> recipients could earn up to $100, and single Disability Support Pension recipients could earn up to $160 a fortnight, before their payment was gradually reduced </w:t>
      </w:r>
      <w:r w:rsidRPr="00921B9F">
        <w:rPr>
          <w:szCs w:val="24"/>
        </w:rPr>
        <w:t>(</w:t>
      </w:r>
      <w:proofErr w:type="spellStart"/>
      <w:r w:rsidRPr="00921B9F">
        <w:rPr>
          <w:szCs w:val="24"/>
        </w:rPr>
        <w:t>DHS</w:t>
      </w:r>
      <w:proofErr w:type="spellEnd"/>
      <w:r w:rsidRPr="00921B9F">
        <w:rPr>
          <w:szCs w:val="24"/>
        </w:rPr>
        <w:t> </w:t>
      </w:r>
      <w:proofErr w:type="spellStart"/>
      <w:r w:rsidRPr="00921B9F">
        <w:rPr>
          <w:szCs w:val="24"/>
        </w:rPr>
        <w:t>2014</w:t>
      </w:r>
      <w:r>
        <w:rPr>
          <w:szCs w:val="24"/>
        </w:rPr>
        <w:t>a</w:t>
      </w:r>
      <w:proofErr w:type="spellEnd"/>
      <w:r w:rsidRPr="00921B9F">
        <w:rPr>
          <w:szCs w:val="24"/>
        </w:rPr>
        <w:t>)</w:t>
      </w:r>
      <w:r>
        <w:t xml:space="preserve">. </w:t>
      </w:r>
    </w:p>
  </w:footnote>
  <w:footnote w:id="25">
    <w:p w:rsidR="00A828A7" w:rsidRDefault="00A828A7">
      <w:pPr>
        <w:pStyle w:val="FootnoteText"/>
      </w:pPr>
      <w:r w:rsidRPr="00FB6BD9">
        <w:rPr>
          <w:rStyle w:val="FootnoteReference"/>
        </w:rPr>
        <w:footnoteRef/>
      </w:r>
      <w:r>
        <w:tab/>
        <w:t>For households that had received a bond guarantee from the State Government.</w:t>
      </w:r>
    </w:p>
  </w:footnote>
  <w:footnote w:id="26">
    <w:p w:rsidR="00A828A7" w:rsidRDefault="00A828A7" w:rsidP="003C59A8">
      <w:pPr>
        <w:pStyle w:val="FootnoteText"/>
      </w:pPr>
      <w:r w:rsidRPr="00FB6BD9">
        <w:rPr>
          <w:rStyle w:val="FootnoteReference"/>
        </w:rPr>
        <w:footnoteRef/>
      </w:r>
      <w:r>
        <w:tab/>
        <w:t>The OECD</w:t>
      </w:r>
      <w:r w:rsidRPr="00AD778B">
        <w:t xml:space="preserve"> indicator</w:t>
      </w:r>
      <w:r>
        <w:t xml:space="preserve"> used in this comparison</w:t>
      </w:r>
      <w:r w:rsidRPr="00AD778B">
        <w:t xml:space="preserve"> measures the extent of tenant</w:t>
      </w:r>
      <w:r>
        <w:t>–</w:t>
      </w:r>
      <w:r w:rsidRPr="00AD778B">
        <w:t>landlord regulation within a tenancy. It includes</w:t>
      </w:r>
      <w:r>
        <w:t xml:space="preserve"> measures for</w:t>
      </w:r>
      <w:r w:rsidRPr="00AD778B">
        <w:t xml:space="preserve"> the ease of evicting a tenant, </w:t>
      </w:r>
      <w:r>
        <w:t xml:space="preserve">the </w:t>
      </w:r>
      <w:r w:rsidRPr="00AD778B">
        <w:t>degree of tenure security and deposit requirements</w:t>
      </w:r>
      <w:r>
        <w:t xml:space="preserve">. Scores are reported on a scale of zero to six, where six represents maximum tenant protection. Based on 2009 data, scores varied between 1.83 in the United States, and 4.33 in Sweden. Australia’s score was 2.33, and the median was 2.42 </w:t>
      </w:r>
      <w:r w:rsidRPr="00AD778B">
        <w:rPr>
          <w:szCs w:val="24"/>
        </w:rPr>
        <w:t>(OECD 2011)</w:t>
      </w:r>
      <w:r>
        <w:t>.</w:t>
      </w:r>
    </w:p>
  </w:footnote>
  <w:footnote w:id="27">
    <w:p w:rsidR="00A828A7" w:rsidRDefault="00A828A7" w:rsidP="003C59A8">
      <w:pPr>
        <w:pStyle w:val="FootnoteText"/>
      </w:pPr>
      <w:r w:rsidRPr="00FB6BD9">
        <w:rPr>
          <w:rStyle w:val="FootnoteReference"/>
        </w:rPr>
        <w:footnoteRef/>
      </w:r>
      <w:r>
        <w:tab/>
        <w:t xml:space="preserve">‘Without grounds terminations’ can occur in all jurisdictions, except in Tasmania, where there is only a limited period around the end of a rental lease when tenants can be evicted without specific reason </w:t>
      </w:r>
      <w:r w:rsidRPr="008F2A94">
        <w:rPr>
          <w:szCs w:val="24"/>
        </w:rPr>
        <w:t>(National Shelter 2010)</w:t>
      </w:r>
      <w:r>
        <w:t xml:space="preserve">. </w:t>
      </w:r>
    </w:p>
  </w:footnote>
  <w:footnote w:id="28">
    <w:p w:rsidR="00A828A7" w:rsidRPr="00E8066C" w:rsidRDefault="00A828A7" w:rsidP="003C59A8">
      <w:pPr>
        <w:pStyle w:val="FootnoteText"/>
        <w:rPr>
          <w:spacing w:val="-2"/>
        </w:rPr>
      </w:pPr>
      <w:r w:rsidRPr="00FB6BD9">
        <w:rPr>
          <w:rStyle w:val="FootnoteReference"/>
        </w:rPr>
        <w:footnoteRef/>
      </w:r>
      <w:r>
        <w:tab/>
      </w:r>
      <w:r w:rsidRPr="00E8066C">
        <w:rPr>
          <w:spacing w:val="-2"/>
        </w:rPr>
        <w:t xml:space="preserve">Head leasing refers to situations where dwellings owned by private individuals or private corporations are leased to social housing providers, who then sublet them to eligible households. The social housing provider is usually responsible for tenant selection and tenancy management functions. Head leasing involves at least two leases: one between the dwelling owner and the social housing provider, and one between the provider and the tenant. The relevant Residential Tenancies Act applies to both leases </w:t>
      </w:r>
      <w:r w:rsidRPr="00E8066C">
        <w:rPr>
          <w:spacing w:val="-2"/>
          <w:szCs w:val="24"/>
        </w:rPr>
        <w:t>(</w:t>
      </w:r>
      <w:proofErr w:type="spellStart"/>
      <w:r w:rsidRPr="00E8066C">
        <w:rPr>
          <w:spacing w:val="-2"/>
          <w:szCs w:val="24"/>
        </w:rPr>
        <w:t>AIHW</w:t>
      </w:r>
      <w:proofErr w:type="spellEnd"/>
      <w:r w:rsidRPr="00E8066C">
        <w:rPr>
          <w:spacing w:val="-2"/>
          <w:szCs w:val="24"/>
        </w:rPr>
        <w:t> </w:t>
      </w:r>
      <w:proofErr w:type="spellStart"/>
      <w:r w:rsidRPr="00E8066C">
        <w:rPr>
          <w:spacing w:val="-2"/>
          <w:szCs w:val="24"/>
        </w:rPr>
        <w:t>nd</w:t>
      </w:r>
      <w:proofErr w:type="spellEnd"/>
      <w:r w:rsidRPr="00E8066C">
        <w:rPr>
          <w:spacing w:val="-2"/>
          <w:szCs w:val="24"/>
        </w:rPr>
        <w:t>)</w:t>
      </w:r>
      <w:r w:rsidRPr="00E8066C">
        <w:rPr>
          <w:spacing w:val="-2"/>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A828A7" w:rsidTr="003C59A8">
      <w:trPr>
        <w:trHeight w:val="300"/>
      </w:trPr>
      <w:tc>
        <w:tcPr>
          <w:tcW w:w="2154" w:type="dxa"/>
          <w:tcBorders>
            <w:top w:val="single" w:sz="24" w:space="0" w:color="auto"/>
          </w:tcBorders>
          <w:shd w:val="clear" w:color="auto" w:fill="auto"/>
        </w:tcPr>
        <w:p w:rsidR="00A828A7" w:rsidRDefault="00A828A7" w:rsidP="003C59A8">
          <w:pPr>
            <w:pStyle w:val="HeaderEven"/>
          </w:pPr>
        </w:p>
      </w:tc>
      <w:tc>
        <w:tcPr>
          <w:tcW w:w="6633" w:type="dxa"/>
          <w:tcBorders>
            <w:top w:val="single" w:sz="6" w:space="0" w:color="auto"/>
          </w:tcBorders>
          <w:shd w:val="clear" w:color="auto" w:fill="auto"/>
        </w:tcPr>
        <w:p w:rsidR="00A828A7" w:rsidRDefault="00A828A7" w:rsidP="003C59A8">
          <w:pPr>
            <w:pStyle w:val="HeaderEven"/>
          </w:pPr>
        </w:p>
      </w:tc>
    </w:tr>
  </w:tbl>
  <w:p w:rsidR="00A828A7" w:rsidRPr="003C59A8" w:rsidRDefault="00A828A7" w:rsidP="003C59A8">
    <w:pPr>
      <w:pStyle w:val="HeaderEn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A828A7" w:rsidTr="003C59A8">
      <w:trPr>
        <w:trHeight w:val="300"/>
      </w:trPr>
      <w:tc>
        <w:tcPr>
          <w:tcW w:w="6633" w:type="dxa"/>
          <w:tcBorders>
            <w:top w:val="single" w:sz="6" w:space="0" w:color="auto"/>
          </w:tcBorders>
          <w:shd w:val="clear" w:color="auto" w:fill="auto"/>
        </w:tcPr>
        <w:p w:rsidR="00A828A7" w:rsidRDefault="00A828A7" w:rsidP="003C59A8">
          <w:pPr>
            <w:pStyle w:val="HeaderOdd"/>
          </w:pPr>
        </w:p>
      </w:tc>
      <w:tc>
        <w:tcPr>
          <w:tcW w:w="2154" w:type="dxa"/>
          <w:tcBorders>
            <w:top w:val="single" w:sz="24" w:space="0" w:color="auto"/>
          </w:tcBorders>
          <w:shd w:val="clear" w:color="auto" w:fill="auto"/>
        </w:tcPr>
        <w:p w:rsidR="00A828A7" w:rsidRDefault="00A828A7" w:rsidP="003C59A8">
          <w:pPr>
            <w:pStyle w:val="HeaderOdd"/>
          </w:pPr>
        </w:p>
      </w:tc>
    </w:tr>
  </w:tbl>
  <w:p w:rsidR="00A828A7" w:rsidRPr="003C59A8" w:rsidRDefault="00A828A7" w:rsidP="003C59A8">
    <w:pPr>
      <w:pStyle w:val="HeaderEn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A828A7" w:rsidTr="003C59A8">
      <w:trPr>
        <w:trHeight w:val="300"/>
      </w:trPr>
      <w:tc>
        <w:tcPr>
          <w:tcW w:w="2154" w:type="dxa"/>
          <w:tcBorders>
            <w:top w:val="single" w:sz="24" w:space="0" w:color="auto"/>
          </w:tcBorders>
          <w:shd w:val="clear" w:color="auto" w:fill="auto"/>
        </w:tcPr>
        <w:p w:rsidR="00A828A7" w:rsidRDefault="00A828A7" w:rsidP="003C59A8">
          <w:pPr>
            <w:pStyle w:val="HeaderEven"/>
          </w:pPr>
        </w:p>
      </w:tc>
      <w:tc>
        <w:tcPr>
          <w:tcW w:w="6633" w:type="dxa"/>
          <w:tcBorders>
            <w:top w:val="single" w:sz="6" w:space="0" w:color="auto"/>
          </w:tcBorders>
          <w:shd w:val="clear" w:color="auto" w:fill="auto"/>
        </w:tcPr>
        <w:p w:rsidR="00A828A7" w:rsidRDefault="00A828A7" w:rsidP="003C59A8">
          <w:pPr>
            <w:pStyle w:val="HeaderEven"/>
          </w:pPr>
        </w:p>
      </w:tc>
    </w:tr>
  </w:tbl>
  <w:p w:rsidR="00A828A7" w:rsidRPr="003C59A8" w:rsidRDefault="00A828A7" w:rsidP="003C59A8">
    <w:pPr>
      <w:pStyle w:val="HeaderEnd"/>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A828A7" w:rsidTr="003C59A8">
      <w:trPr>
        <w:trHeight w:val="300"/>
      </w:trPr>
      <w:tc>
        <w:tcPr>
          <w:tcW w:w="6633" w:type="dxa"/>
          <w:tcBorders>
            <w:top w:val="single" w:sz="6" w:space="0" w:color="auto"/>
          </w:tcBorders>
          <w:shd w:val="clear" w:color="auto" w:fill="auto"/>
        </w:tcPr>
        <w:p w:rsidR="00A828A7" w:rsidRDefault="00A828A7" w:rsidP="003C59A8">
          <w:pPr>
            <w:pStyle w:val="HeaderOdd"/>
          </w:pPr>
        </w:p>
      </w:tc>
      <w:tc>
        <w:tcPr>
          <w:tcW w:w="2154" w:type="dxa"/>
          <w:tcBorders>
            <w:top w:val="single" w:sz="24" w:space="0" w:color="auto"/>
          </w:tcBorders>
          <w:shd w:val="clear" w:color="auto" w:fill="auto"/>
        </w:tcPr>
        <w:p w:rsidR="00A828A7" w:rsidRDefault="00A828A7" w:rsidP="003C59A8">
          <w:pPr>
            <w:pStyle w:val="HeaderOdd"/>
          </w:pPr>
        </w:p>
      </w:tc>
    </w:tr>
  </w:tbl>
  <w:p w:rsidR="00A828A7" w:rsidRPr="003C59A8" w:rsidRDefault="00A828A7" w:rsidP="003C59A8">
    <w:pPr>
      <w:pStyle w:val="HeaderEnd"/>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A828A7" w:rsidTr="003C59A8">
      <w:trPr>
        <w:trHeight w:val="300"/>
      </w:trPr>
      <w:tc>
        <w:tcPr>
          <w:tcW w:w="2154" w:type="dxa"/>
          <w:tcBorders>
            <w:top w:val="single" w:sz="24" w:space="0" w:color="auto"/>
          </w:tcBorders>
          <w:shd w:val="clear" w:color="auto" w:fill="auto"/>
        </w:tcPr>
        <w:p w:rsidR="00A828A7" w:rsidRDefault="00A828A7" w:rsidP="003C59A8">
          <w:pPr>
            <w:pStyle w:val="HeaderEven"/>
          </w:pPr>
        </w:p>
      </w:tc>
      <w:tc>
        <w:tcPr>
          <w:tcW w:w="6633" w:type="dxa"/>
          <w:tcBorders>
            <w:top w:val="single" w:sz="6" w:space="0" w:color="auto"/>
          </w:tcBorders>
          <w:shd w:val="clear" w:color="auto" w:fill="auto"/>
        </w:tcPr>
        <w:p w:rsidR="00A828A7" w:rsidRDefault="00A828A7" w:rsidP="003C59A8">
          <w:pPr>
            <w:pStyle w:val="HeaderEven"/>
          </w:pPr>
        </w:p>
      </w:tc>
    </w:tr>
  </w:tbl>
  <w:p w:rsidR="00A828A7" w:rsidRPr="003C59A8" w:rsidRDefault="00A828A7" w:rsidP="003C59A8">
    <w:pPr>
      <w:pStyle w:val="HeaderEnd"/>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A828A7" w:rsidTr="003C59A8">
      <w:trPr>
        <w:trHeight w:val="300"/>
      </w:trPr>
      <w:tc>
        <w:tcPr>
          <w:tcW w:w="6633" w:type="dxa"/>
          <w:tcBorders>
            <w:top w:val="single" w:sz="6" w:space="0" w:color="auto"/>
          </w:tcBorders>
          <w:shd w:val="clear" w:color="auto" w:fill="auto"/>
        </w:tcPr>
        <w:p w:rsidR="00A828A7" w:rsidRDefault="00A828A7" w:rsidP="003C59A8">
          <w:pPr>
            <w:pStyle w:val="HeaderOdd"/>
          </w:pPr>
        </w:p>
      </w:tc>
      <w:tc>
        <w:tcPr>
          <w:tcW w:w="2154" w:type="dxa"/>
          <w:tcBorders>
            <w:top w:val="single" w:sz="24" w:space="0" w:color="auto"/>
          </w:tcBorders>
          <w:shd w:val="clear" w:color="auto" w:fill="auto"/>
        </w:tcPr>
        <w:p w:rsidR="00A828A7" w:rsidRDefault="00A828A7" w:rsidP="003C59A8">
          <w:pPr>
            <w:pStyle w:val="HeaderOdd"/>
          </w:pPr>
        </w:p>
      </w:tc>
    </w:tr>
  </w:tbl>
  <w:p w:rsidR="00A828A7" w:rsidRPr="003C59A8" w:rsidRDefault="00A828A7" w:rsidP="003C59A8">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A828A7" w:rsidTr="003C59A8">
      <w:trPr>
        <w:trHeight w:val="300"/>
      </w:trPr>
      <w:tc>
        <w:tcPr>
          <w:tcW w:w="6633" w:type="dxa"/>
          <w:tcBorders>
            <w:top w:val="single" w:sz="6" w:space="0" w:color="auto"/>
          </w:tcBorders>
          <w:shd w:val="clear" w:color="auto" w:fill="auto"/>
        </w:tcPr>
        <w:p w:rsidR="00A828A7" w:rsidRDefault="00A828A7" w:rsidP="003C59A8">
          <w:pPr>
            <w:pStyle w:val="HeaderOdd"/>
          </w:pPr>
        </w:p>
      </w:tc>
      <w:tc>
        <w:tcPr>
          <w:tcW w:w="2154" w:type="dxa"/>
          <w:tcBorders>
            <w:top w:val="single" w:sz="24" w:space="0" w:color="auto"/>
          </w:tcBorders>
          <w:shd w:val="clear" w:color="auto" w:fill="auto"/>
        </w:tcPr>
        <w:p w:rsidR="00A828A7" w:rsidRDefault="00A828A7" w:rsidP="003C59A8">
          <w:pPr>
            <w:pStyle w:val="HeaderOdd"/>
          </w:pPr>
        </w:p>
      </w:tc>
    </w:tr>
  </w:tbl>
  <w:p w:rsidR="00A828A7" w:rsidRPr="003C59A8" w:rsidRDefault="00A828A7" w:rsidP="003C59A8">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A828A7" w:rsidTr="003C59A8">
      <w:trPr>
        <w:trHeight w:val="300"/>
      </w:trPr>
      <w:tc>
        <w:tcPr>
          <w:tcW w:w="2154" w:type="dxa"/>
          <w:tcBorders>
            <w:top w:val="single" w:sz="24" w:space="0" w:color="auto"/>
          </w:tcBorders>
          <w:shd w:val="clear" w:color="auto" w:fill="auto"/>
        </w:tcPr>
        <w:p w:rsidR="00A828A7" w:rsidRDefault="00A828A7" w:rsidP="003C59A8">
          <w:pPr>
            <w:pStyle w:val="HeaderEven"/>
          </w:pPr>
        </w:p>
      </w:tc>
      <w:tc>
        <w:tcPr>
          <w:tcW w:w="6633" w:type="dxa"/>
          <w:tcBorders>
            <w:top w:val="single" w:sz="6" w:space="0" w:color="auto"/>
          </w:tcBorders>
          <w:shd w:val="clear" w:color="auto" w:fill="auto"/>
        </w:tcPr>
        <w:p w:rsidR="00A828A7" w:rsidRDefault="00A828A7" w:rsidP="003C59A8">
          <w:pPr>
            <w:pStyle w:val="HeaderEven"/>
          </w:pPr>
        </w:p>
      </w:tc>
    </w:tr>
  </w:tbl>
  <w:p w:rsidR="00A828A7" w:rsidRPr="003C59A8" w:rsidRDefault="00A828A7" w:rsidP="003C59A8">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A828A7" w:rsidTr="003C59A8">
      <w:trPr>
        <w:trHeight w:val="300"/>
      </w:trPr>
      <w:tc>
        <w:tcPr>
          <w:tcW w:w="6633" w:type="dxa"/>
          <w:tcBorders>
            <w:top w:val="single" w:sz="6" w:space="0" w:color="auto"/>
          </w:tcBorders>
          <w:shd w:val="clear" w:color="auto" w:fill="auto"/>
        </w:tcPr>
        <w:p w:rsidR="00A828A7" w:rsidRDefault="00A828A7" w:rsidP="003C59A8">
          <w:pPr>
            <w:pStyle w:val="HeaderOdd"/>
          </w:pPr>
        </w:p>
      </w:tc>
      <w:tc>
        <w:tcPr>
          <w:tcW w:w="2154" w:type="dxa"/>
          <w:tcBorders>
            <w:top w:val="single" w:sz="24" w:space="0" w:color="auto"/>
          </w:tcBorders>
          <w:shd w:val="clear" w:color="auto" w:fill="auto"/>
        </w:tcPr>
        <w:p w:rsidR="00A828A7" w:rsidRDefault="00A828A7" w:rsidP="003C59A8">
          <w:pPr>
            <w:pStyle w:val="HeaderOdd"/>
          </w:pPr>
        </w:p>
      </w:tc>
    </w:tr>
  </w:tbl>
  <w:p w:rsidR="00A828A7" w:rsidRPr="003C59A8" w:rsidRDefault="00A828A7" w:rsidP="003C59A8">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A828A7" w:rsidTr="003C59A8">
      <w:trPr>
        <w:trHeight w:val="300"/>
      </w:trPr>
      <w:tc>
        <w:tcPr>
          <w:tcW w:w="2154" w:type="dxa"/>
          <w:tcBorders>
            <w:top w:val="single" w:sz="24" w:space="0" w:color="auto"/>
          </w:tcBorders>
          <w:shd w:val="clear" w:color="auto" w:fill="auto"/>
        </w:tcPr>
        <w:p w:rsidR="00A828A7" w:rsidRDefault="00A828A7" w:rsidP="003C59A8">
          <w:pPr>
            <w:pStyle w:val="HeaderEven"/>
          </w:pPr>
        </w:p>
      </w:tc>
      <w:tc>
        <w:tcPr>
          <w:tcW w:w="6633" w:type="dxa"/>
          <w:tcBorders>
            <w:top w:val="single" w:sz="6" w:space="0" w:color="auto"/>
          </w:tcBorders>
          <w:shd w:val="clear" w:color="auto" w:fill="auto"/>
        </w:tcPr>
        <w:p w:rsidR="00A828A7" w:rsidRDefault="00A828A7" w:rsidP="003C59A8">
          <w:pPr>
            <w:pStyle w:val="HeaderEven"/>
          </w:pPr>
        </w:p>
      </w:tc>
    </w:tr>
  </w:tbl>
  <w:p w:rsidR="00A828A7" w:rsidRPr="003C59A8" w:rsidRDefault="00A828A7" w:rsidP="003C59A8">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A828A7" w:rsidTr="003C59A8">
      <w:trPr>
        <w:trHeight w:val="300"/>
      </w:trPr>
      <w:tc>
        <w:tcPr>
          <w:tcW w:w="6633" w:type="dxa"/>
          <w:tcBorders>
            <w:top w:val="single" w:sz="6" w:space="0" w:color="auto"/>
          </w:tcBorders>
          <w:shd w:val="clear" w:color="auto" w:fill="auto"/>
        </w:tcPr>
        <w:p w:rsidR="00A828A7" w:rsidRDefault="00A828A7" w:rsidP="003C59A8">
          <w:pPr>
            <w:pStyle w:val="HeaderOdd"/>
          </w:pPr>
        </w:p>
      </w:tc>
      <w:tc>
        <w:tcPr>
          <w:tcW w:w="2154" w:type="dxa"/>
          <w:tcBorders>
            <w:top w:val="single" w:sz="24" w:space="0" w:color="auto"/>
          </w:tcBorders>
          <w:shd w:val="clear" w:color="auto" w:fill="auto"/>
        </w:tcPr>
        <w:p w:rsidR="00A828A7" w:rsidRDefault="00A828A7" w:rsidP="003C59A8">
          <w:pPr>
            <w:pStyle w:val="HeaderOdd"/>
          </w:pPr>
        </w:p>
      </w:tc>
    </w:tr>
  </w:tbl>
  <w:p w:rsidR="00A828A7" w:rsidRPr="003C59A8" w:rsidRDefault="00A828A7" w:rsidP="003C59A8">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A828A7" w:rsidTr="003C59A8">
      <w:trPr>
        <w:trHeight w:val="300"/>
      </w:trPr>
      <w:tc>
        <w:tcPr>
          <w:tcW w:w="2154" w:type="dxa"/>
          <w:tcBorders>
            <w:top w:val="single" w:sz="24" w:space="0" w:color="auto"/>
          </w:tcBorders>
          <w:shd w:val="clear" w:color="auto" w:fill="auto"/>
        </w:tcPr>
        <w:p w:rsidR="00A828A7" w:rsidRDefault="00A828A7" w:rsidP="003C59A8">
          <w:pPr>
            <w:pStyle w:val="HeaderEven"/>
          </w:pPr>
        </w:p>
      </w:tc>
      <w:tc>
        <w:tcPr>
          <w:tcW w:w="6633" w:type="dxa"/>
          <w:tcBorders>
            <w:top w:val="single" w:sz="6" w:space="0" w:color="auto"/>
          </w:tcBorders>
          <w:shd w:val="clear" w:color="auto" w:fill="auto"/>
        </w:tcPr>
        <w:p w:rsidR="00A828A7" w:rsidRDefault="00A828A7" w:rsidP="003C59A8">
          <w:pPr>
            <w:pStyle w:val="HeaderEven"/>
          </w:pPr>
        </w:p>
      </w:tc>
    </w:tr>
  </w:tbl>
  <w:p w:rsidR="00A828A7" w:rsidRPr="003C59A8" w:rsidRDefault="00A828A7" w:rsidP="003C59A8">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A828A7" w:rsidTr="003C59A8">
      <w:trPr>
        <w:trHeight w:val="300"/>
      </w:trPr>
      <w:tc>
        <w:tcPr>
          <w:tcW w:w="6633" w:type="dxa"/>
          <w:tcBorders>
            <w:top w:val="single" w:sz="6" w:space="0" w:color="auto"/>
          </w:tcBorders>
          <w:shd w:val="clear" w:color="auto" w:fill="auto"/>
        </w:tcPr>
        <w:p w:rsidR="00A828A7" w:rsidRDefault="00A828A7" w:rsidP="003C59A8">
          <w:pPr>
            <w:pStyle w:val="HeaderOdd"/>
          </w:pPr>
        </w:p>
      </w:tc>
      <w:tc>
        <w:tcPr>
          <w:tcW w:w="2154" w:type="dxa"/>
          <w:tcBorders>
            <w:top w:val="single" w:sz="24" w:space="0" w:color="auto"/>
          </w:tcBorders>
          <w:shd w:val="clear" w:color="auto" w:fill="auto"/>
        </w:tcPr>
        <w:p w:rsidR="00A828A7" w:rsidRDefault="00A828A7" w:rsidP="003C59A8">
          <w:pPr>
            <w:pStyle w:val="HeaderOdd"/>
          </w:pPr>
        </w:p>
      </w:tc>
    </w:tr>
  </w:tbl>
  <w:p w:rsidR="00A828A7" w:rsidRPr="003C59A8" w:rsidRDefault="00A828A7" w:rsidP="003C59A8">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A828A7" w:rsidTr="003C59A8">
      <w:trPr>
        <w:trHeight w:val="300"/>
      </w:trPr>
      <w:tc>
        <w:tcPr>
          <w:tcW w:w="2154" w:type="dxa"/>
          <w:tcBorders>
            <w:top w:val="single" w:sz="24" w:space="0" w:color="auto"/>
          </w:tcBorders>
          <w:shd w:val="clear" w:color="auto" w:fill="auto"/>
        </w:tcPr>
        <w:p w:rsidR="00A828A7" w:rsidRDefault="00A828A7" w:rsidP="003C59A8">
          <w:pPr>
            <w:pStyle w:val="HeaderEven"/>
          </w:pPr>
        </w:p>
      </w:tc>
      <w:tc>
        <w:tcPr>
          <w:tcW w:w="6633" w:type="dxa"/>
          <w:tcBorders>
            <w:top w:val="single" w:sz="6" w:space="0" w:color="auto"/>
          </w:tcBorders>
          <w:shd w:val="clear" w:color="auto" w:fill="auto"/>
        </w:tcPr>
        <w:p w:rsidR="00A828A7" w:rsidRDefault="00A828A7" w:rsidP="003C59A8">
          <w:pPr>
            <w:pStyle w:val="HeaderEven"/>
          </w:pPr>
        </w:p>
      </w:tc>
    </w:tr>
  </w:tbl>
  <w:p w:rsidR="00A828A7" w:rsidRPr="003C59A8" w:rsidRDefault="00A828A7" w:rsidP="003C59A8">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5E858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3274D20E"/>
    <w:lvl w:ilvl="0">
      <w:start w:val="1"/>
      <w:numFmt w:val="decimal"/>
      <w:lvlText w:val="%1."/>
      <w:lvlJc w:val="left"/>
      <w:pPr>
        <w:tabs>
          <w:tab w:val="num" w:pos="1492"/>
        </w:tabs>
        <w:ind w:left="1492" w:hanging="360"/>
      </w:pPr>
    </w:lvl>
  </w:abstractNum>
  <w:abstractNum w:abstractNumId="2">
    <w:nsid w:val="FFFFFF7D"/>
    <w:multiLevelType w:val="singleLevel"/>
    <w:tmpl w:val="D7963F56"/>
    <w:lvl w:ilvl="0">
      <w:start w:val="1"/>
      <w:numFmt w:val="decimal"/>
      <w:lvlText w:val="%1."/>
      <w:lvlJc w:val="left"/>
      <w:pPr>
        <w:tabs>
          <w:tab w:val="num" w:pos="1209"/>
        </w:tabs>
        <w:ind w:left="1209" w:hanging="360"/>
      </w:pPr>
    </w:lvl>
  </w:abstractNum>
  <w:abstractNum w:abstractNumId="3">
    <w:nsid w:val="FFFFFF7E"/>
    <w:multiLevelType w:val="singleLevel"/>
    <w:tmpl w:val="ED98921A"/>
    <w:lvl w:ilvl="0">
      <w:start w:val="1"/>
      <w:numFmt w:val="decimal"/>
      <w:lvlText w:val="%1."/>
      <w:lvlJc w:val="left"/>
      <w:pPr>
        <w:tabs>
          <w:tab w:val="num" w:pos="926"/>
        </w:tabs>
        <w:ind w:left="926" w:hanging="360"/>
      </w:pPr>
    </w:lvl>
  </w:abstractNum>
  <w:abstractNum w:abstractNumId="4">
    <w:nsid w:val="FFFFFF80"/>
    <w:multiLevelType w:val="singleLevel"/>
    <w:tmpl w:val="A074004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0201FC2"/>
    <w:lvl w:ilvl="0">
      <w:start w:val="1"/>
      <w:numFmt w:val="bullet"/>
      <w:lvlText w:val=""/>
      <w:lvlJc w:val="left"/>
      <w:pPr>
        <w:tabs>
          <w:tab w:val="num" w:pos="1209"/>
        </w:tabs>
        <w:ind w:left="1209" w:hanging="360"/>
      </w:pPr>
      <w:rPr>
        <w:rFonts w:ascii="Symbol" w:hAnsi="Symbol" w:hint="default"/>
      </w:rPr>
    </w:lvl>
  </w:abstractNum>
  <w:abstractNum w:abstractNumId="6">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7">
    <w:nsid w:val="FFFFFFFE"/>
    <w:multiLevelType w:val="singleLevel"/>
    <w:tmpl w:val="FFFFFFFF"/>
    <w:lvl w:ilvl="0">
      <w:numFmt w:val="decimal"/>
      <w:lvlText w:val="*"/>
      <w:lvlJc w:val="left"/>
    </w:lvl>
  </w:abstractNum>
  <w:abstractNum w:abstractNumId="8">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10">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11">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4">
    <w:nsid w:val="144D0D5A"/>
    <w:multiLevelType w:val="hybridMultilevel"/>
    <w:tmpl w:val="17A21E5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8">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9">
    <w:nsid w:val="3A7315E1"/>
    <w:multiLevelType w:val="multilevel"/>
    <w:tmpl w:val="19AC3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2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3">
    <w:nsid w:val="55987A3C"/>
    <w:multiLevelType w:val="hybridMultilevel"/>
    <w:tmpl w:val="DF6826D0"/>
    <w:lvl w:ilvl="0" w:tplc="27148228">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24">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5">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6">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8">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9">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8"/>
  </w:num>
  <w:num w:numId="2">
    <w:abstractNumId w:val="8"/>
  </w:num>
  <w:num w:numId="3">
    <w:abstractNumId w:val="21"/>
  </w:num>
  <w:num w:numId="4">
    <w:abstractNumId w:val="9"/>
  </w:num>
  <w:num w:numId="5">
    <w:abstractNumId w:val="27"/>
  </w:num>
  <w:num w:numId="6">
    <w:abstractNumId w:val="24"/>
  </w:num>
  <w:num w:numId="7">
    <w:abstractNumId w:val="13"/>
  </w:num>
  <w:num w:numId="8">
    <w:abstractNumId w:val="22"/>
  </w:num>
  <w:num w:numId="9">
    <w:abstractNumId w:val="12"/>
  </w:num>
  <w:num w:numId="10">
    <w:abstractNumId w:val="11"/>
  </w:num>
  <w:num w:numId="11">
    <w:abstractNumId w:val="16"/>
  </w:num>
  <w:num w:numId="12">
    <w:abstractNumId w:val="17"/>
  </w:num>
  <w:num w:numId="13">
    <w:abstractNumId w:val="10"/>
  </w:num>
  <w:num w:numId="14">
    <w:abstractNumId w:val="25"/>
  </w:num>
  <w:num w:numId="15">
    <w:abstractNumId w:val="28"/>
  </w:num>
  <w:num w:numId="16">
    <w:abstractNumId w:val="20"/>
  </w:num>
  <w:num w:numId="17">
    <w:abstractNumId w:val="29"/>
  </w:num>
  <w:num w:numId="18">
    <w:abstractNumId w:val="6"/>
  </w:num>
  <w:num w:numId="19">
    <w:abstractNumId w:val="7"/>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20">
    <w:abstractNumId w:val="26"/>
  </w:num>
  <w:num w:numId="21">
    <w:abstractNumId w:val="15"/>
  </w:num>
  <w:num w:numId="22">
    <w:abstractNumId w:val="3"/>
  </w:num>
  <w:num w:numId="23">
    <w:abstractNumId w:val="5"/>
  </w:num>
  <w:num w:numId="24">
    <w:abstractNumId w:val="4"/>
  </w:num>
  <w:num w:numId="25">
    <w:abstractNumId w:val="2"/>
  </w:num>
  <w:num w:numId="26">
    <w:abstractNumId w:val="1"/>
  </w:num>
  <w:num w:numId="27">
    <w:abstractNumId w:val="0"/>
  </w:num>
  <w:num w:numId="28">
    <w:abstractNumId w:val="19"/>
  </w:num>
  <w:num w:numId="29">
    <w:abstractNumId w:val="14"/>
  </w:num>
  <w:num w:numId="30">
    <w:abstractNumId w:val="2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mirrorMargins/>
  <w:proofState w:spelling="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3C59A8"/>
    <w:rsid w:val="00010B00"/>
    <w:rsid w:val="000227D5"/>
    <w:rsid w:val="000245AA"/>
    <w:rsid w:val="0003664B"/>
    <w:rsid w:val="0004111F"/>
    <w:rsid w:val="00054DEC"/>
    <w:rsid w:val="00055077"/>
    <w:rsid w:val="000565B3"/>
    <w:rsid w:val="00061F36"/>
    <w:rsid w:val="0007150B"/>
    <w:rsid w:val="00082F9F"/>
    <w:rsid w:val="000938F5"/>
    <w:rsid w:val="00095663"/>
    <w:rsid w:val="00096E55"/>
    <w:rsid w:val="0009783E"/>
    <w:rsid w:val="000B1022"/>
    <w:rsid w:val="000B601B"/>
    <w:rsid w:val="000C207E"/>
    <w:rsid w:val="000D41E9"/>
    <w:rsid w:val="000D528C"/>
    <w:rsid w:val="000F0035"/>
    <w:rsid w:val="000F04E7"/>
    <w:rsid w:val="000F060A"/>
    <w:rsid w:val="000F420B"/>
    <w:rsid w:val="00100868"/>
    <w:rsid w:val="00110116"/>
    <w:rsid w:val="00120072"/>
    <w:rsid w:val="001242E5"/>
    <w:rsid w:val="00126EB8"/>
    <w:rsid w:val="001274D4"/>
    <w:rsid w:val="001363AA"/>
    <w:rsid w:val="0013739A"/>
    <w:rsid w:val="00142165"/>
    <w:rsid w:val="00162434"/>
    <w:rsid w:val="00183E82"/>
    <w:rsid w:val="00186404"/>
    <w:rsid w:val="001878BB"/>
    <w:rsid w:val="00191AE0"/>
    <w:rsid w:val="0019293B"/>
    <w:rsid w:val="0019426B"/>
    <w:rsid w:val="001A6A4B"/>
    <w:rsid w:val="001C0865"/>
    <w:rsid w:val="001C0AED"/>
    <w:rsid w:val="001C3ABA"/>
    <w:rsid w:val="001C5111"/>
    <w:rsid w:val="001E7BE8"/>
    <w:rsid w:val="001F0248"/>
    <w:rsid w:val="001F3EB3"/>
    <w:rsid w:val="001F4F86"/>
    <w:rsid w:val="00202C2C"/>
    <w:rsid w:val="00203050"/>
    <w:rsid w:val="002135AB"/>
    <w:rsid w:val="002144BE"/>
    <w:rsid w:val="00242279"/>
    <w:rsid w:val="00243997"/>
    <w:rsid w:val="0024516C"/>
    <w:rsid w:val="00245C82"/>
    <w:rsid w:val="002556EE"/>
    <w:rsid w:val="002724BA"/>
    <w:rsid w:val="002803C6"/>
    <w:rsid w:val="00291B40"/>
    <w:rsid w:val="002B4008"/>
    <w:rsid w:val="002C439F"/>
    <w:rsid w:val="002D0C42"/>
    <w:rsid w:val="002D0E8E"/>
    <w:rsid w:val="002D14CC"/>
    <w:rsid w:val="00301189"/>
    <w:rsid w:val="00301E4A"/>
    <w:rsid w:val="003126BD"/>
    <w:rsid w:val="003168B8"/>
    <w:rsid w:val="00322D64"/>
    <w:rsid w:val="00323E09"/>
    <w:rsid w:val="00333932"/>
    <w:rsid w:val="003518AA"/>
    <w:rsid w:val="00352165"/>
    <w:rsid w:val="00353182"/>
    <w:rsid w:val="003565D9"/>
    <w:rsid w:val="003602E1"/>
    <w:rsid w:val="0037026F"/>
    <w:rsid w:val="00370AC8"/>
    <w:rsid w:val="00371240"/>
    <w:rsid w:val="00374731"/>
    <w:rsid w:val="00376E59"/>
    <w:rsid w:val="00377EC1"/>
    <w:rsid w:val="00380340"/>
    <w:rsid w:val="003919F9"/>
    <w:rsid w:val="003920CF"/>
    <w:rsid w:val="003B23C2"/>
    <w:rsid w:val="003C38B5"/>
    <w:rsid w:val="003C59A8"/>
    <w:rsid w:val="003C5D99"/>
    <w:rsid w:val="003D1087"/>
    <w:rsid w:val="003E2F59"/>
    <w:rsid w:val="003E746B"/>
    <w:rsid w:val="003F0789"/>
    <w:rsid w:val="00400603"/>
    <w:rsid w:val="00401882"/>
    <w:rsid w:val="004100C8"/>
    <w:rsid w:val="00411DBD"/>
    <w:rsid w:val="00412ACE"/>
    <w:rsid w:val="004145D2"/>
    <w:rsid w:val="00426CB4"/>
    <w:rsid w:val="00431249"/>
    <w:rsid w:val="004338D7"/>
    <w:rsid w:val="00434C19"/>
    <w:rsid w:val="00443496"/>
    <w:rsid w:val="00450810"/>
    <w:rsid w:val="00462C59"/>
    <w:rsid w:val="00470737"/>
    <w:rsid w:val="00477144"/>
    <w:rsid w:val="00491380"/>
    <w:rsid w:val="0049459F"/>
    <w:rsid w:val="004A38DD"/>
    <w:rsid w:val="004B43AE"/>
    <w:rsid w:val="004C30ED"/>
    <w:rsid w:val="004D5675"/>
    <w:rsid w:val="004E6E63"/>
    <w:rsid w:val="00510333"/>
    <w:rsid w:val="00517795"/>
    <w:rsid w:val="00523639"/>
    <w:rsid w:val="0053074D"/>
    <w:rsid w:val="00531FE5"/>
    <w:rsid w:val="005402FA"/>
    <w:rsid w:val="005415C4"/>
    <w:rsid w:val="005435F5"/>
    <w:rsid w:val="00550EB2"/>
    <w:rsid w:val="005729BD"/>
    <w:rsid w:val="00580154"/>
    <w:rsid w:val="00583C39"/>
    <w:rsid w:val="00586A90"/>
    <w:rsid w:val="00587F28"/>
    <w:rsid w:val="005909CF"/>
    <w:rsid w:val="00591E71"/>
    <w:rsid w:val="005A0D41"/>
    <w:rsid w:val="005D329F"/>
    <w:rsid w:val="005F48ED"/>
    <w:rsid w:val="00606B29"/>
    <w:rsid w:val="00606E78"/>
    <w:rsid w:val="00607BF1"/>
    <w:rsid w:val="00630D4D"/>
    <w:rsid w:val="00632A74"/>
    <w:rsid w:val="006359B6"/>
    <w:rsid w:val="00654D42"/>
    <w:rsid w:val="00663117"/>
    <w:rsid w:val="00666E02"/>
    <w:rsid w:val="00690CDF"/>
    <w:rsid w:val="006A4655"/>
    <w:rsid w:val="006B2B3C"/>
    <w:rsid w:val="006C1B71"/>
    <w:rsid w:val="006C1D81"/>
    <w:rsid w:val="006C7038"/>
    <w:rsid w:val="006D6E9B"/>
    <w:rsid w:val="006E2D48"/>
    <w:rsid w:val="006E73EF"/>
    <w:rsid w:val="007079C9"/>
    <w:rsid w:val="00714D4D"/>
    <w:rsid w:val="007266D3"/>
    <w:rsid w:val="00732029"/>
    <w:rsid w:val="00743823"/>
    <w:rsid w:val="007604BB"/>
    <w:rsid w:val="00772909"/>
    <w:rsid w:val="00785232"/>
    <w:rsid w:val="0079701E"/>
    <w:rsid w:val="007A21EB"/>
    <w:rsid w:val="007A4D4A"/>
    <w:rsid w:val="007B1A93"/>
    <w:rsid w:val="007C36C9"/>
    <w:rsid w:val="007D6401"/>
    <w:rsid w:val="007E01E4"/>
    <w:rsid w:val="007E2F72"/>
    <w:rsid w:val="007E7A12"/>
    <w:rsid w:val="007F7107"/>
    <w:rsid w:val="00800D4C"/>
    <w:rsid w:val="0081030F"/>
    <w:rsid w:val="00812F4A"/>
    <w:rsid w:val="0082087D"/>
    <w:rsid w:val="00835771"/>
    <w:rsid w:val="00842933"/>
    <w:rsid w:val="0086082C"/>
    <w:rsid w:val="00864ADC"/>
    <w:rsid w:val="008659E3"/>
    <w:rsid w:val="00880153"/>
    <w:rsid w:val="00880F97"/>
    <w:rsid w:val="0088133A"/>
    <w:rsid w:val="0089285E"/>
    <w:rsid w:val="0089436C"/>
    <w:rsid w:val="008A75BF"/>
    <w:rsid w:val="008B340F"/>
    <w:rsid w:val="008D365C"/>
    <w:rsid w:val="008D7622"/>
    <w:rsid w:val="009021A6"/>
    <w:rsid w:val="009030BF"/>
    <w:rsid w:val="00903B52"/>
    <w:rsid w:val="0091032F"/>
    <w:rsid w:val="00914368"/>
    <w:rsid w:val="00931076"/>
    <w:rsid w:val="009345D9"/>
    <w:rsid w:val="00934B15"/>
    <w:rsid w:val="00940C87"/>
    <w:rsid w:val="00942B62"/>
    <w:rsid w:val="0095323B"/>
    <w:rsid w:val="00956A0C"/>
    <w:rsid w:val="00956BD9"/>
    <w:rsid w:val="00962489"/>
    <w:rsid w:val="00967CD3"/>
    <w:rsid w:val="00990C2C"/>
    <w:rsid w:val="009A5171"/>
    <w:rsid w:val="009E1844"/>
    <w:rsid w:val="009F0D1B"/>
    <w:rsid w:val="009F5BBD"/>
    <w:rsid w:val="009F696D"/>
    <w:rsid w:val="009F6BC6"/>
    <w:rsid w:val="009F74EF"/>
    <w:rsid w:val="00A02826"/>
    <w:rsid w:val="00A116D5"/>
    <w:rsid w:val="00A15D5A"/>
    <w:rsid w:val="00A17328"/>
    <w:rsid w:val="00A23A20"/>
    <w:rsid w:val="00A24443"/>
    <w:rsid w:val="00A268B9"/>
    <w:rsid w:val="00A2703A"/>
    <w:rsid w:val="00A33DFF"/>
    <w:rsid w:val="00A35115"/>
    <w:rsid w:val="00A36D9A"/>
    <w:rsid w:val="00A451DC"/>
    <w:rsid w:val="00A554AB"/>
    <w:rsid w:val="00A57062"/>
    <w:rsid w:val="00A67781"/>
    <w:rsid w:val="00A761F9"/>
    <w:rsid w:val="00A828A7"/>
    <w:rsid w:val="00A92B53"/>
    <w:rsid w:val="00A94FA6"/>
    <w:rsid w:val="00AA49A0"/>
    <w:rsid w:val="00AA6710"/>
    <w:rsid w:val="00AB0681"/>
    <w:rsid w:val="00AC3A15"/>
    <w:rsid w:val="00AC63F3"/>
    <w:rsid w:val="00AD520B"/>
    <w:rsid w:val="00AE3BCC"/>
    <w:rsid w:val="00AF052A"/>
    <w:rsid w:val="00B16808"/>
    <w:rsid w:val="00B425C3"/>
    <w:rsid w:val="00B440AD"/>
    <w:rsid w:val="00B479BB"/>
    <w:rsid w:val="00B53E7E"/>
    <w:rsid w:val="00B6342E"/>
    <w:rsid w:val="00B7113F"/>
    <w:rsid w:val="00BA2BCF"/>
    <w:rsid w:val="00BA5B14"/>
    <w:rsid w:val="00BA73B6"/>
    <w:rsid w:val="00BA7E27"/>
    <w:rsid w:val="00BB2603"/>
    <w:rsid w:val="00BB4FCD"/>
    <w:rsid w:val="00BC04E9"/>
    <w:rsid w:val="00BD13EA"/>
    <w:rsid w:val="00BE2844"/>
    <w:rsid w:val="00BE3808"/>
    <w:rsid w:val="00BF51D4"/>
    <w:rsid w:val="00C03B88"/>
    <w:rsid w:val="00C062E9"/>
    <w:rsid w:val="00C06E20"/>
    <w:rsid w:val="00C07B64"/>
    <w:rsid w:val="00C13721"/>
    <w:rsid w:val="00C14FE4"/>
    <w:rsid w:val="00C3066D"/>
    <w:rsid w:val="00C45A82"/>
    <w:rsid w:val="00C52416"/>
    <w:rsid w:val="00C543F4"/>
    <w:rsid w:val="00C61C89"/>
    <w:rsid w:val="00C61CD1"/>
    <w:rsid w:val="00C6291C"/>
    <w:rsid w:val="00C633CB"/>
    <w:rsid w:val="00C664CD"/>
    <w:rsid w:val="00C736B7"/>
    <w:rsid w:val="00C81D4A"/>
    <w:rsid w:val="00C83237"/>
    <w:rsid w:val="00C8762C"/>
    <w:rsid w:val="00CA00F9"/>
    <w:rsid w:val="00CA2961"/>
    <w:rsid w:val="00CB50D7"/>
    <w:rsid w:val="00CB7177"/>
    <w:rsid w:val="00CB7CED"/>
    <w:rsid w:val="00CC070F"/>
    <w:rsid w:val="00CC1998"/>
    <w:rsid w:val="00CC4946"/>
    <w:rsid w:val="00CC64A1"/>
    <w:rsid w:val="00CF3B11"/>
    <w:rsid w:val="00D270A4"/>
    <w:rsid w:val="00D31FE9"/>
    <w:rsid w:val="00D34E1B"/>
    <w:rsid w:val="00D376BA"/>
    <w:rsid w:val="00D434A0"/>
    <w:rsid w:val="00D45634"/>
    <w:rsid w:val="00D5568A"/>
    <w:rsid w:val="00D63D73"/>
    <w:rsid w:val="00D64452"/>
    <w:rsid w:val="00D66E1E"/>
    <w:rsid w:val="00D70696"/>
    <w:rsid w:val="00D75722"/>
    <w:rsid w:val="00D80CF5"/>
    <w:rsid w:val="00DA4E2C"/>
    <w:rsid w:val="00DA5BBA"/>
    <w:rsid w:val="00DB26D2"/>
    <w:rsid w:val="00DB67C9"/>
    <w:rsid w:val="00DC0C95"/>
    <w:rsid w:val="00DC4F0B"/>
    <w:rsid w:val="00DD6580"/>
    <w:rsid w:val="00E01D7F"/>
    <w:rsid w:val="00E05C03"/>
    <w:rsid w:val="00E17C72"/>
    <w:rsid w:val="00E21FC6"/>
    <w:rsid w:val="00E431A9"/>
    <w:rsid w:val="00E56D97"/>
    <w:rsid w:val="00E63421"/>
    <w:rsid w:val="00E669E2"/>
    <w:rsid w:val="00E73A9F"/>
    <w:rsid w:val="00E76135"/>
    <w:rsid w:val="00E82F4F"/>
    <w:rsid w:val="00E864DF"/>
    <w:rsid w:val="00EB2CC3"/>
    <w:rsid w:val="00EB46A4"/>
    <w:rsid w:val="00EB4C1B"/>
    <w:rsid w:val="00EC2844"/>
    <w:rsid w:val="00EC5500"/>
    <w:rsid w:val="00ED18F8"/>
    <w:rsid w:val="00EE6EDA"/>
    <w:rsid w:val="00EE778E"/>
    <w:rsid w:val="00EF6719"/>
    <w:rsid w:val="00EF6C6C"/>
    <w:rsid w:val="00F056FC"/>
    <w:rsid w:val="00F0632F"/>
    <w:rsid w:val="00F069AE"/>
    <w:rsid w:val="00F10476"/>
    <w:rsid w:val="00F135D8"/>
    <w:rsid w:val="00F2785D"/>
    <w:rsid w:val="00F31299"/>
    <w:rsid w:val="00F3534A"/>
    <w:rsid w:val="00F35BFB"/>
    <w:rsid w:val="00F36ACC"/>
    <w:rsid w:val="00F51609"/>
    <w:rsid w:val="00F53046"/>
    <w:rsid w:val="00F55C25"/>
    <w:rsid w:val="00F653EE"/>
    <w:rsid w:val="00F73727"/>
    <w:rsid w:val="00F766A7"/>
    <w:rsid w:val="00F81006"/>
    <w:rsid w:val="00F85325"/>
    <w:rsid w:val="00FB0E2F"/>
    <w:rsid w:val="00FC2BE5"/>
    <w:rsid w:val="00FD22B1"/>
    <w:rsid w:val="00FD3172"/>
    <w:rsid w:val="00FD33F1"/>
    <w:rsid w:val="00FD3566"/>
    <w:rsid w:val="00FE5397"/>
    <w:rsid w:val="00FE5C8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footnote text" w:uiPriority="99"/>
    <w:lsdException w:name="footnote reference" w:uiPriority="99"/>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uiPriority w:val="99"/>
    <w:rsid w:val="00243997"/>
    <w:rPr>
      <w:rFonts w:ascii="Times New Roman" w:hAnsi="Times New Roman"/>
      <w:position w:val="6"/>
      <w:sz w:val="20"/>
      <w:vertAlign w:val="baseline"/>
    </w:rPr>
  </w:style>
  <w:style w:type="paragraph" w:styleId="FootnoteText">
    <w:name w:val="footnote text"/>
    <w:basedOn w:val="BodyText"/>
    <w:link w:val="FootnoteTextChar"/>
    <w:uiPriority w:val="99"/>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styleId="EndnoteReference">
    <w:name w:val="endnote reference"/>
    <w:basedOn w:val="DefaultParagraphFont"/>
    <w:rsid w:val="003C59A8"/>
    <w:rPr>
      <w:vertAlign w:val="superscript"/>
    </w:rPr>
  </w:style>
  <w:style w:type="character" w:customStyle="1" w:styleId="FootnoteTextChar">
    <w:name w:val="Footnote Text Char"/>
    <w:basedOn w:val="DefaultParagraphFont"/>
    <w:link w:val="FootnoteText"/>
    <w:uiPriority w:val="99"/>
    <w:rsid w:val="003C59A8"/>
  </w:style>
  <w:style w:type="character" w:customStyle="1" w:styleId="CommentTextChar">
    <w:name w:val="Comment Text Char"/>
    <w:basedOn w:val="DefaultParagraphFont"/>
    <w:semiHidden/>
    <w:rsid w:val="003C59A8"/>
    <w:rPr>
      <w:szCs w:val="24"/>
    </w:rPr>
  </w:style>
  <w:style w:type="paragraph" w:customStyle="1" w:styleId="Default">
    <w:name w:val="Default"/>
    <w:rsid w:val="003C59A8"/>
    <w:pPr>
      <w:widowControl w:val="0"/>
      <w:autoSpaceDE w:val="0"/>
      <w:autoSpaceDN w:val="0"/>
      <w:adjustRightInd w:val="0"/>
    </w:pPr>
    <w:rPr>
      <w:color w:val="000000"/>
      <w:sz w:val="24"/>
      <w:szCs w:val="24"/>
      <w:lang w:val="en-US"/>
    </w:rPr>
  </w:style>
  <w:style w:type="paragraph" w:styleId="CommentSubject">
    <w:name w:val="annotation subject"/>
    <w:basedOn w:val="CommentText"/>
    <w:next w:val="CommentText"/>
    <w:link w:val="CommentSubjectChar"/>
    <w:rsid w:val="003C59A8"/>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3C59A8"/>
    <w:rPr>
      <w:szCs w:val="24"/>
    </w:rPr>
  </w:style>
  <w:style w:type="character" w:customStyle="1" w:styleId="CommentSubjectChar">
    <w:name w:val="Comment Subject Char"/>
    <w:basedOn w:val="CommentTextChar1"/>
    <w:link w:val="CommentSubject"/>
    <w:rsid w:val="003C59A8"/>
    <w:rPr>
      <w:b/>
      <w:bCs/>
      <w:szCs w:val="24"/>
    </w:rPr>
  </w:style>
  <w:style w:type="paragraph" w:customStyle="1" w:styleId="Drad">
    <w:name w:val="Drad"/>
    <w:basedOn w:val="BodyText"/>
    <w:rsid w:val="003C59A8"/>
  </w:style>
  <w:style w:type="paragraph" w:styleId="BlockText">
    <w:name w:val="Block Text"/>
    <w:basedOn w:val="Normal"/>
    <w:rsid w:val="003C59A8"/>
    <w:pPr>
      <w:pBdr>
        <w:top w:val="single" w:sz="2" w:space="10" w:color="78A22F" w:themeColor="accent1" w:shadow="1"/>
        <w:left w:val="single" w:sz="2" w:space="10" w:color="78A22F" w:themeColor="accent1" w:shadow="1"/>
        <w:bottom w:val="single" w:sz="2" w:space="10" w:color="78A22F" w:themeColor="accent1" w:shadow="1"/>
        <w:right w:val="single" w:sz="2" w:space="10" w:color="78A22F" w:themeColor="accent1" w:shadow="1"/>
      </w:pBdr>
      <w:ind w:left="1152" w:right="1152"/>
    </w:pPr>
    <w:rPr>
      <w:rFonts w:asciiTheme="minorHAnsi" w:eastAsiaTheme="minorEastAsia" w:hAnsiTheme="minorHAnsi" w:cstheme="minorBidi"/>
      <w:i/>
      <w:iCs/>
      <w:color w:val="78A22F" w:themeColor="accent1"/>
    </w:rPr>
  </w:style>
  <w:style w:type="paragraph" w:styleId="NormalWeb">
    <w:name w:val="Normal (Web)"/>
    <w:basedOn w:val="Normal"/>
    <w:uiPriority w:val="99"/>
    <w:unhideWhenUsed/>
    <w:rsid w:val="003C59A8"/>
    <w:pPr>
      <w:spacing w:before="100" w:beforeAutospacing="1" w:after="100" w:afterAutospacing="1"/>
    </w:pPr>
  </w:style>
  <w:style w:type="paragraph" w:styleId="E-mailSignature">
    <w:name w:val="E-mail Signature"/>
    <w:basedOn w:val="Normal"/>
    <w:link w:val="E-mailSignatureChar"/>
    <w:rsid w:val="003C59A8"/>
  </w:style>
  <w:style w:type="character" w:customStyle="1" w:styleId="E-mailSignatureChar">
    <w:name w:val="E-mail Signature Char"/>
    <w:basedOn w:val="DefaultParagraphFont"/>
    <w:link w:val="E-mailSignature"/>
    <w:rsid w:val="003C59A8"/>
    <w:rPr>
      <w:sz w:val="24"/>
      <w:szCs w:val="24"/>
    </w:rPr>
  </w:style>
  <w:style w:type="paragraph" w:styleId="Revision">
    <w:name w:val="Revision"/>
    <w:hidden/>
    <w:uiPriority w:val="99"/>
    <w:semiHidden/>
    <w:rsid w:val="003C59A8"/>
    <w:rPr>
      <w:sz w:val="24"/>
      <w:szCs w:val="24"/>
    </w:rPr>
  </w:style>
  <w:style w:type="character" w:customStyle="1" w:styleId="QuoteChar">
    <w:name w:val="Quote Char"/>
    <w:basedOn w:val="DefaultParagraphFont"/>
    <w:link w:val="Quote"/>
    <w:rsid w:val="003C59A8"/>
    <w:rPr>
      <w:sz w:val="22"/>
    </w:rPr>
  </w:style>
  <w:style w:type="paragraph" w:customStyle="1" w:styleId="Pa8">
    <w:name w:val="Pa8"/>
    <w:basedOn w:val="Normal"/>
    <w:next w:val="Normal"/>
    <w:uiPriority w:val="99"/>
    <w:rsid w:val="003C59A8"/>
    <w:pPr>
      <w:autoSpaceDE w:val="0"/>
      <w:autoSpaceDN w:val="0"/>
      <w:adjustRightInd w:val="0"/>
      <w:spacing w:line="221" w:lineRule="atLeast"/>
    </w:pPr>
    <w:rPr>
      <w:rFonts w:ascii="Myriad Pro Light" w:hAnsi="Myriad Pro Light"/>
    </w:rPr>
  </w:style>
  <w:style w:type="paragraph" w:styleId="Bibliography">
    <w:name w:val="Bibliography"/>
    <w:basedOn w:val="Normal"/>
    <w:next w:val="Normal"/>
    <w:uiPriority w:val="37"/>
    <w:unhideWhenUsed/>
    <w:rsid w:val="003C59A8"/>
    <w:pPr>
      <w:spacing w:after="240"/>
      <w:ind w:left="720" w:hanging="720"/>
    </w:pPr>
  </w:style>
  <w:style w:type="character" w:styleId="Hyperlink">
    <w:name w:val="Hyperlink"/>
    <w:basedOn w:val="DefaultParagraphFont"/>
    <w:rsid w:val="00C61C89"/>
    <w:rPr>
      <w:color w:val="78A22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footnote text" w:uiPriority="99"/>
    <w:lsdException w:name="footnote reference" w:uiPriority="99"/>
    <w:lsdException w:name="Body Text" w:qFormat="1"/>
    <w:lsdException w:name="Subtitle"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semiHidden/>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1"/>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uiPriority w:val="99"/>
    <w:rsid w:val="00243997"/>
    <w:rPr>
      <w:rFonts w:ascii="Times New Roman" w:hAnsi="Times New Roman"/>
      <w:position w:val="6"/>
      <w:sz w:val="20"/>
      <w:vertAlign w:val="baseline"/>
    </w:rPr>
  </w:style>
  <w:style w:type="paragraph" w:styleId="FootnoteText">
    <w:name w:val="footnote text"/>
    <w:basedOn w:val="BodyText"/>
    <w:link w:val="FootnoteTextChar"/>
    <w:uiPriority w:val="99"/>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semiHidden/>
    <w:rsid w:val="00A17328"/>
    <w:pPr>
      <w:spacing w:before="0" w:line="40" w:lineRule="exact"/>
      <w:jc w:val="right"/>
    </w:pPr>
    <w:rPr>
      <w:smallCaps/>
      <w:sz w:val="16"/>
    </w:rPr>
  </w:style>
  <w:style w:type="paragraph" w:customStyle="1" w:styleId="PartNumber">
    <w:name w:val="Part Number"/>
    <w:basedOn w:val="BodyText"/>
    <w:next w:val="BodyText"/>
    <w:semiHidden/>
    <w:rsid w:val="00A17328"/>
    <w:pPr>
      <w:spacing w:before="4000" w:line="320" w:lineRule="exact"/>
      <w:ind w:left="6634"/>
      <w:jc w:val="right"/>
    </w:pPr>
    <w:rPr>
      <w:smallCaps/>
      <w:spacing w:val="60"/>
      <w:sz w:val="32"/>
    </w:rPr>
  </w:style>
  <w:style w:type="paragraph" w:customStyle="1" w:styleId="PartTitle">
    <w:name w:val="Part Title"/>
    <w:basedOn w:val="BodyText"/>
    <w:semiHidden/>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20"/>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21"/>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semiHidden/>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styleId="EndnoteReference">
    <w:name w:val="endnote reference"/>
    <w:basedOn w:val="DefaultParagraphFont"/>
    <w:rsid w:val="003C59A8"/>
    <w:rPr>
      <w:vertAlign w:val="superscript"/>
    </w:rPr>
  </w:style>
  <w:style w:type="character" w:customStyle="1" w:styleId="FootnoteTextChar">
    <w:name w:val="Footnote Text Char"/>
    <w:basedOn w:val="DefaultParagraphFont"/>
    <w:link w:val="FootnoteText"/>
    <w:uiPriority w:val="99"/>
    <w:rsid w:val="003C59A8"/>
  </w:style>
  <w:style w:type="character" w:customStyle="1" w:styleId="CommentTextChar">
    <w:name w:val="Comment Text Char"/>
    <w:basedOn w:val="DefaultParagraphFont"/>
    <w:semiHidden/>
    <w:rsid w:val="003C59A8"/>
    <w:rPr>
      <w:szCs w:val="24"/>
    </w:rPr>
  </w:style>
  <w:style w:type="paragraph" w:customStyle="1" w:styleId="Default">
    <w:name w:val="Default"/>
    <w:rsid w:val="003C59A8"/>
    <w:pPr>
      <w:widowControl w:val="0"/>
      <w:autoSpaceDE w:val="0"/>
      <w:autoSpaceDN w:val="0"/>
      <w:adjustRightInd w:val="0"/>
    </w:pPr>
    <w:rPr>
      <w:color w:val="000000"/>
      <w:sz w:val="24"/>
      <w:szCs w:val="24"/>
      <w:lang w:val="en-US"/>
    </w:rPr>
  </w:style>
  <w:style w:type="paragraph" w:styleId="CommentSubject">
    <w:name w:val="annotation subject"/>
    <w:basedOn w:val="CommentText"/>
    <w:next w:val="CommentText"/>
    <w:link w:val="CommentSubjectChar"/>
    <w:rsid w:val="003C59A8"/>
    <w:pPr>
      <w:spacing w:before="0" w:line="240" w:lineRule="auto"/>
      <w:ind w:left="0" w:firstLine="0"/>
    </w:pPr>
    <w:rPr>
      <w:b/>
      <w:bCs/>
      <w:szCs w:val="20"/>
    </w:rPr>
  </w:style>
  <w:style w:type="character" w:customStyle="1" w:styleId="CommentTextChar1">
    <w:name w:val="Comment Text Char1"/>
    <w:basedOn w:val="DefaultParagraphFont"/>
    <w:link w:val="CommentText"/>
    <w:semiHidden/>
    <w:rsid w:val="003C59A8"/>
    <w:rPr>
      <w:szCs w:val="24"/>
    </w:rPr>
  </w:style>
  <w:style w:type="character" w:customStyle="1" w:styleId="CommentSubjectChar">
    <w:name w:val="Comment Subject Char"/>
    <w:basedOn w:val="CommentTextChar1"/>
    <w:link w:val="CommentSubject"/>
    <w:rsid w:val="003C59A8"/>
    <w:rPr>
      <w:b/>
      <w:bCs/>
      <w:szCs w:val="24"/>
    </w:rPr>
  </w:style>
  <w:style w:type="paragraph" w:customStyle="1" w:styleId="Drad">
    <w:name w:val="Drad"/>
    <w:basedOn w:val="BodyText"/>
    <w:rsid w:val="003C59A8"/>
  </w:style>
  <w:style w:type="paragraph" w:styleId="BlockText">
    <w:name w:val="Block Text"/>
    <w:basedOn w:val="Normal"/>
    <w:rsid w:val="003C59A8"/>
    <w:pPr>
      <w:pBdr>
        <w:top w:val="single" w:sz="2" w:space="10" w:color="78A22F" w:themeColor="accent1" w:shadow="1"/>
        <w:left w:val="single" w:sz="2" w:space="10" w:color="78A22F" w:themeColor="accent1" w:shadow="1"/>
        <w:bottom w:val="single" w:sz="2" w:space="10" w:color="78A22F" w:themeColor="accent1" w:shadow="1"/>
        <w:right w:val="single" w:sz="2" w:space="10" w:color="78A22F" w:themeColor="accent1" w:shadow="1"/>
      </w:pBdr>
      <w:ind w:left="1152" w:right="1152"/>
    </w:pPr>
    <w:rPr>
      <w:rFonts w:asciiTheme="minorHAnsi" w:eastAsiaTheme="minorEastAsia" w:hAnsiTheme="minorHAnsi" w:cstheme="minorBidi"/>
      <w:i/>
      <w:iCs/>
      <w:color w:val="78A22F" w:themeColor="accent1"/>
    </w:rPr>
  </w:style>
  <w:style w:type="paragraph" w:styleId="NormalWeb">
    <w:name w:val="Normal (Web)"/>
    <w:basedOn w:val="Normal"/>
    <w:uiPriority w:val="99"/>
    <w:unhideWhenUsed/>
    <w:rsid w:val="003C59A8"/>
    <w:pPr>
      <w:spacing w:before="100" w:beforeAutospacing="1" w:after="100" w:afterAutospacing="1"/>
    </w:pPr>
  </w:style>
  <w:style w:type="paragraph" w:styleId="E-mailSignature">
    <w:name w:val="E-mail Signature"/>
    <w:basedOn w:val="Normal"/>
    <w:link w:val="E-mailSignatureChar"/>
    <w:rsid w:val="003C59A8"/>
  </w:style>
  <w:style w:type="character" w:customStyle="1" w:styleId="E-mailSignatureChar">
    <w:name w:val="E-mail Signature Char"/>
    <w:basedOn w:val="DefaultParagraphFont"/>
    <w:link w:val="E-mailSignature"/>
    <w:rsid w:val="003C59A8"/>
    <w:rPr>
      <w:sz w:val="24"/>
      <w:szCs w:val="24"/>
    </w:rPr>
  </w:style>
  <w:style w:type="paragraph" w:styleId="Revision">
    <w:name w:val="Revision"/>
    <w:hidden/>
    <w:uiPriority w:val="99"/>
    <w:semiHidden/>
    <w:rsid w:val="003C59A8"/>
    <w:rPr>
      <w:sz w:val="24"/>
      <w:szCs w:val="24"/>
    </w:rPr>
  </w:style>
  <w:style w:type="character" w:customStyle="1" w:styleId="QuoteChar">
    <w:name w:val="Quote Char"/>
    <w:basedOn w:val="DefaultParagraphFont"/>
    <w:link w:val="Quote"/>
    <w:rsid w:val="003C59A8"/>
    <w:rPr>
      <w:sz w:val="22"/>
    </w:rPr>
  </w:style>
  <w:style w:type="paragraph" w:customStyle="1" w:styleId="Pa8">
    <w:name w:val="Pa8"/>
    <w:basedOn w:val="Normal"/>
    <w:next w:val="Normal"/>
    <w:uiPriority w:val="99"/>
    <w:rsid w:val="003C59A8"/>
    <w:pPr>
      <w:autoSpaceDE w:val="0"/>
      <w:autoSpaceDN w:val="0"/>
      <w:adjustRightInd w:val="0"/>
      <w:spacing w:line="221" w:lineRule="atLeast"/>
    </w:pPr>
    <w:rPr>
      <w:rFonts w:ascii="Myriad Pro Light" w:hAnsi="Myriad Pro Light"/>
    </w:rPr>
  </w:style>
  <w:style w:type="paragraph" w:styleId="Bibliography">
    <w:name w:val="Bibliography"/>
    <w:basedOn w:val="Normal"/>
    <w:next w:val="Normal"/>
    <w:uiPriority w:val="37"/>
    <w:unhideWhenUsed/>
    <w:rsid w:val="003C59A8"/>
    <w:pPr>
      <w:spacing w:after="240"/>
      <w:ind w:left="720" w:hanging="720"/>
    </w:pPr>
  </w:style>
  <w:style w:type="character" w:styleId="Hyperlink">
    <w:name w:val="Hyperlink"/>
    <w:basedOn w:val="DefaultParagraphFont"/>
    <w:rsid w:val="00C61C89"/>
    <w:rPr>
      <w:color w:val="78A22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chart" Target="charts/chart9.xml"/><Relationship Id="rId39" Type="http://schemas.openxmlformats.org/officeDocument/2006/relationships/chart" Target="charts/chart16.xml"/><Relationship Id="rId21" Type="http://schemas.openxmlformats.org/officeDocument/2006/relationships/footer" Target="footer4.xml"/><Relationship Id="rId34" Type="http://schemas.openxmlformats.org/officeDocument/2006/relationships/chart" Target="charts/chart13.xml"/><Relationship Id="rId42" Type="http://schemas.openxmlformats.org/officeDocument/2006/relationships/image" Target="media/image6.png"/><Relationship Id="rId47" Type="http://schemas.openxmlformats.org/officeDocument/2006/relationships/chart" Target="charts/chart21.xml"/><Relationship Id="rId50" Type="http://schemas.openxmlformats.org/officeDocument/2006/relationships/image" Target="media/image8.png"/><Relationship Id="rId55" Type="http://schemas.openxmlformats.org/officeDocument/2006/relationships/footer" Target="footer8.xml"/><Relationship Id="rId63" Type="http://schemas.openxmlformats.org/officeDocument/2006/relationships/header" Target="header12.xml"/><Relationship Id="rId68" Type="http://schemas.openxmlformats.org/officeDocument/2006/relationships/footer" Target="footer13.xml"/><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hart" Target="charts/chart4.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chart" Target="charts/chart7.xml"/><Relationship Id="rId32" Type="http://schemas.openxmlformats.org/officeDocument/2006/relationships/footer" Target="footer6.xml"/><Relationship Id="rId37" Type="http://schemas.openxmlformats.org/officeDocument/2006/relationships/chart" Target="charts/chart14.xml"/><Relationship Id="rId40" Type="http://schemas.openxmlformats.org/officeDocument/2006/relationships/image" Target="media/image4.png"/><Relationship Id="rId45" Type="http://schemas.openxmlformats.org/officeDocument/2006/relationships/chart" Target="charts/chart19.xml"/><Relationship Id="rId53" Type="http://schemas.openxmlformats.org/officeDocument/2006/relationships/header" Target="header8.xml"/><Relationship Id="rId58" Type="http://schemas.openxmlformats.org/officeDocument/2006/relationships/header" Target="header9.xml"/><Relationship Id="rId66" Type="http://schemas.openxmlformats.org/officeDocument/2006/relationships/header" Target="header13.xml"/><Relationship Id="rId5" Type="http://schemas.openxmlformats.org/officeDocument/2006/relationships/settings" Target="settings.xml"/><Relationship Id="rId15" Type="http://schemas.openxmlformats.org/officeDocument/2006/relationships/chart" Target="charts/chart3.xml"/><Relationship Id="rId23" Type="http://schemas.openxmlformats.org/officeDocument/2006/relationships/chart" Target="charts/chart6.xml"/><Relationship Id="rId28" Type="http://schemas.openxmlformats.org/officeDocument/2006/relationships/chart" Target="charts/chart11.xml"/><Relationship Id="rId36" Type="http://schemas.openxmlformats.org/officeDocument/2006/relationships/image" Target="media/image3.png"/><Relationship Id="rId49" Type="http://schemas.openxmlformats.org/officeDocument/2006/relationships/image" Target="media/image7.png"/><Relationship Id="rId57" Type="http://schemas.openxmlformats.org/officeDocument/2006/relationships/chart" Target="charts/chart24.xml"/><Relationship Id="rId61" Type="http://schemas.openxmlformats.org/officeDocument/2006/relationships/footer" Target="footer10.xml"/><Relationship Id="rId10" Type="http://schemas.openxmlformats.org/officeDocument/2006/relationships/chart" Target="charts/chart2.xml"/><Relationship Id="rId19" Type="http://schemas.openxmlformats.org/officeDocument/2006/relationships/header" Target="header4.xml"/><Relationship Id="rId31" Type="http://schemas.openxmlformats.org/officeDocument/2006/relationships/footer" Target="footer5.xml"/><Relationship Id="rId44" Type="http://schemas.openxmlformats.org/officeDocument/2006/relationships/chart" Target="charts/chart18.xml"/><Relationship Id="rId52" Type="http://schemas.openxmlformats.org/officeDocument/2006/relationships/header" Target="header7.xml"/><Relationship Id="rId60" Type="http://schemas.openxmlformats.org/officeDocument/2006/relationships/footer" Target="footer9.xml"/><Relationship Id="rId65"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oter" Target="footer2.xml"/><Relationship Id="rId22" Type="http://schemas.openxmlformats.org/officeDocument/2006/relationships/image" Target="media/image1.emf"/><Relationship Id="rId27" Type="http://schemas.openxmlformats.org/officeDocument/2006/relationships/chart" Target="charts/chart10.xml"/><Relationship Id="rId30" Type="http://schemas.openxmlformats.org/officeDocument/2006/relationships/header" Target="header6.xml"/><Relationship Id="rId35" Type="http://schemas.openxmlformats.org/officeDocument/2006/relationships/image" Target="media/image2.png"/><Relationship Id="rId43" Type="http://schemas.openxmlformats.org/officeDocument/2006/relationships/chart" Target="charts/chart17.xml"/><Relationship Id="rId48" Type="http://schemas.openxmlformats.org/officeDocument/2006/relationships/chart" Target="charts/chart22.xml"/><Relationship Id="rId56" Type="http://schemas.openxmlformats.org/officeDocument/2006/relationships/chart" Target="charts/chart23.xml"/><Relationship Id="rId64" Type="http://schemas.openxmlformats.org/officeDocument/2006/relationships/footer" Target="footer11.xml"/><Relationship Id="rId69" Type="http://schemas.openxmlformats.org/officeDocument/2006/relationships/footer" Target="footer14.xml"/><Relationship Id="rId8" Type="http://schemas.openxmlformats.org/officeDocument/2006/relationships/endnotes" Target="endnotes.xml"/><Relationship Id="rId51" Type="http://schemas.openxmlformats.org/officeDocument/2006/relationships/image" Target="media/image9.png"/><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chart" Target="charts/chart5.xml"/><Relationship Id="rId25" Type="http://schemas.openxmlformats.org/officeDocument/2006/relationships/chart" Target="charts/chart8.xml"/><Relationship Id="rId33" Type="http://schemas.openxmlformats.org/officeDocument/2006/relationships/chart" Target="charts/chart12.xml"/><Relationship Id="rId38" Type="http://schemas.openxmlformats.org/officeDocument/2006/relationships/chart" Target="charts/chart15.xml"/><Relationship Id="rId46" Type="http://schemas.openxmlformats.org/officeDocument/2006/relationships/chart" Target="charts/chart20.xml"/><Relationship Id="rId59" Type="http://schemas.openxmlformats.org/officeDocument/2006/relationships/header" Target="header10.xml"/><Relationship Id="rId67" Type="http://schemas.openxmlformats.org/officeDocument/2006/relationships/header" Target="header14.xml"/><Relationship Id="rId20" Type="http://schemas.openxmlformats.org/officeDocument/2006/relationships/footer" Target="footer3.xml"/><Relationship Id="rId41" Type="http://schemas.openxmlformats.org/officeDocument/2006/relationships/image" Target="media/image5.png"/><Relationship Id="rId54" Type="http://schemas.openxmlformats.org/officeDocument/2006/relationships/footer" Target="footer7.xml"/><Relationship Id="rId62" Type="http://schemas.openxmlformats.org/officeDocument/2006/relationships/header" Target="header11.xml"/><Relationship Id="rId7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_compiler.dotm" TargetMode="Externa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8.xml"/></Relationships>
</file>

<file path=word/charts/_rels/chart1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9.xml"/></Relationships>
</file>

<file path=word/charts/_rels/chart12.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oleObject" Target="NULL" TargetMode="External"/><Relationship Id="rId1" Type="http://schemas.openxmlformats.org/officeDocument/2006/relationships/themeOverride" Target="../theme/themeOverride10.xml"/></Relationships>
</file>

<file path=word/charts/_rels/chart1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1.xml"/></Relationships>
</file>

<file path=word/charts/_rels/chart14.xml.rels><?xml version="1.0" encoding="UTF-8" standalone="yes"?>
<Relationships xmlns="http://schemas.openxmlformats.org/package/2006/relationships"><Relationship Id="rId3" Type="http://schemas.openxmlformats.org/officeDocument/2006/relationships/chartUserShapes" Target="../drawings/drawing4.xml"/><Relationship Id="rId2" Type="http://schemas.openxmlformats.org/officeDocument/2006/relationships/oleObject" Target="NULL" TargetMode="External"/><Relationship Id="rId1" Type="http://schemas.openxmlformats.org/officeDocument/2006/relationships/themeOverride" Target="../theme/themeOverride12.xml"/></Relationships>
</file>

<file path=word/charts/_rels/chart15.xml.rels><?xml version="1.0" encoding="UTF-8" standalone="yes"?>
<Relationships xmlns="http://schemas.openxmlformats.org/package/2006/relationships"><Relationship Id="rId3" Type="http://schemas.openxmlformats.org/officeDocument/2006/relationships/chartUserShapes" Target="../drawings/drawing5.xml"/><Relationship Id="rId2" Type="http://schemas.openxmlformats.org/officeDocument/2006/relationships/oleObject" Target="NULL" TargetMode="External"/><Relationship Id="rId1" Type="http://schemas.openxmlformats.org/officeDocument/2006/relationships/themeOverride" Target="../theme/themeOverride13.xml"/></Relationships>
</file>

<file path=word/charts/_rels/chart16.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4.xml"/></Relationships>
</file>

<file path=word/charts/_rels/chart17.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5.xml"/></Relationships>
</file>

<file path=word/charts/_rels/chart18.xml.rels><?xml version="1.0" encoding="UTF-8" standalone="yes"?>
<Relationships xmlns="http://schemas.openxmlformats.org/package/2006/relationships"><Relationship Id="rId3" Type="http://schemas.openxmlformats.org/officeDocument/2006/relationships/chartUserShapes" Target="../drawings/drawing6.xml"/><Relationship Id="rId2" Type="http://schemas.openxmlformats.org/officeDocument/2006/relationships/oleObject" Target="NULL" TargetMode="External"/><Relationship Id="rId1" Type="http://schemas.openxmlformats.org/officeDocument/2006/relationships/themeOverride" Target="../theme/themeOverride16.xml"/></Relationships>
</file>

<file path=word/charts/_rels/chart19.xml.rels><?xml version="1.0" encoding="UTF-8" standalone="yes"?>
<Relationships xmlns="http://schemas.openxmlformats.org/package/2006/relationships"><Relationship Id="rId3" Type="http://schemas.openxmlformats.org/officeDocument/2006/relationships/chartUserShapes" Target="../drawings/drawing7.xml"/><Relationship Id="rId2" Type="http://schemas.openxmlformats.org/officeDocument/2006/relationships/oleObject" Target="NULL" TargetMode="External"/><Relationship Id="rId1" Type="http://schemas.openxmlformats.org/officeDocument/2006/relationships/themeOverride" Target="../theme/themeOverride17.xml"/></Relationships>
</file>

<file path=word/charts/_rels/chart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20.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8.xml"/></Relationships>
</file>

<file path=word/charts/_rels/chart2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9.xml"/></Relationships>
</file>

<file path=word/charts/_rels/chart2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0.xml"/></Relationships>
</file>

<file path=word/charts/_rels/chart2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1.xml"/></Relationships>
</file>

<file path=word/charts/_rels/chart24.xml.rels><?xml version="1.0" encoding="UTF-8" standalone="yes"?>
<Relationships xmlns="http://schemas.openxmlformats.org/package/2006/relationships"><Relationship Id="rId3" Type="http://schemas.openxmlformats.org/officeDocument/2006/relationships/chartUserShapes" Target="../drawings/drawing8.xml"/><Relationship Id="rId2" Type="http://schemas.openxmlformats.org/officeDocument/2006/relationships/oleObject" Target="NULL" TargetMode="External"/><Relationship Id="rId1" Type="http://schemas.openxmlformats.org/officeDocument/2006/relationships/themeOverride" Target="../theme/themeOverride22.xml"/></Relationships>
</file>

<file path=word/charts/_rels/chart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NULL" TargetMode="External"/></Relationships>
</file>

<file path=word/charts/_rels/chart5.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NULL" TargetMode="External"/></Relationships>
</file>

<file path=word/charts/_rels/chart6.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4.xml"/></Relationships>
</file>

<file path=word/charts/_rels/chart7.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5.xml"/></Relationships>
</file>

<file path=word/charts/_rels/chart8.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6.xml"/></Relationships>
</file>

<file path=word/charts/_rels/chart9.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7.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77370763437179"/>
          <c:y val="4.8506944444444443E-2"/>
          <c:w val="0.53214728593708394"/>
          <c:h val="0.75541631944444465"/>
        </c:manualLayout>
      </c:layout>
      <c:areaChart>
        <c:grouping val="stacked"/>
        <c:varyColors val="0"/>
        <c:ser>
          <c:idx val="0"/>
          <c:order val="0"/>
          <c:tx>
            <c:strRef>
              <c:f>Sheet1!$O$43</c:f>
              <c:strCache>
                <c:ptCount val="1"/>
                <c:pt idx="0">
                  <c:v>Public housing</c:v>
                </c:pt>
              </c:strCache>
            </c:strRef>
          </c:tx>
          <c:spPr>
            <a:solidFill>
              <a:srgbClr val="78A22F"/>
            </a:solidFill>
            <a:ln>
              <a:solidFill>
                <a:srgbClr val="78A22F"/>
              </a:solidFill>
            </a:ln>
          </c:spPr>
          <c:cat>
            <c:numRef>
              <c:f>Sheet1!$N$45:$N$55</c:f>
              <c:numCache>
                <c:formatCode>General</c:formatCode>
                <c:ptCount val="11"/>
                <c:pt idx="0">
                  <c:v>2004</c:v>
                </c:pt>
                <c:pt idx="1">
                  <c:v>2005</c:v>
                </c:pt>
                <c:pt idx="2">
                  <c:v>2006</c:v>
                </c:pt>
                <c:pt idx="3">
                  <c:v>2007</c:v>
                </c:pt>
                <c:pt idx="4">
                  <c:v>2008</c:v>
                </c:pt>
                <c:pt idx="5">
                  <c:v>2009</c:v>
                </c:pt>
                <c:pt idx="6">
                  <c:v>2010</c:v>
                </c:pt>
                <c:pt idx="7">
                  <c:v>2011</c:v>
                </c:pt>
                <c:pt idx="8">
                  <c:v>2012</c:v>
                </c:pt>
                <c:pt idx="9">
                  <c:v>2013</c:v>
                </c:pt>
                <c:pt idx="10">
                  <c:v>2014</c:v>
                </c:pt>
              </c:numCache>
            </c:numRef>
          </c:cat>
          <c:val>
            <c:numRef>
              <c:f>Sheet1!$O$45:$O$55</c:f>
              <c:numCache>
                <c:formatCode>###\ ###\ ##0;\-###\ ###\ ##0;"–"</c:formatCode>
                <c:ptCount val="11"/>
                <c:pt idx="0">
                  <c:v>345.33499999999998</c:v>
                </c:pt>
                <c:pt idx="1">
                  <c:v>343.30099999999999</c:v>
                </c:pt>
                <c:pt idx="2">
                  <c:v>341.37799999999999</c:v>
                </c:pt>
                <c:pt idx="3">
                  <c:v>339.77100000000002</c:v>
                </c:pt>
                <c:pt idx="4">
                  <c:v>337.86599999999999</c:v>
                </c:pt>
                <c:pt idx="5">
                  <c:v>336.464</c:v>
                </c:pt>
                <c:pt idx="6">
                  <c:v>333.38299999999998</c:v>
                </c:pt>
                <c:pt idx="7">
                  <c:v>331.37099999999998</c:v>
                </c:pt>
                <c:pt idx="8">
                  <c:v>330.90600000000001</c:v>
                </c:pt>
                <c:pt idx="9">
                  <c:v>328.34</c:v>
                </c:pt>
                <c:pt idx="10">
                  <c:v>323.803</c:v>
                </c:pt>
              </c:numCache>
            </c:numRef>
          </c:val>
        </c:ser>
        <c:ser>
          <c:idx val="1"/>
          <c:order val="1"/>
          <c:tx>
            <c:strRef>
              <c:f>Sheet1!$P$43</c:f>
              <c:strCache>
                <c:ptCount val="1"/>
                <c:pt idx="0">
                  <c:v>State-owned and managed Indigenous housing</c:v>
                </c:pt>
              </c:strCache>
            </c:strRef>
          </c:tx>
          <c:spPr>
            <a:solidFill>
              <a:srgbClr val="265A9A"/>
            </a:solidFill>
            <a:ln>
              <a:solidFill>
                <a:srgbClr val="265A9A"/>
              </a:solidFill>
            </a:ln>
          </c:spPr>
          <c:cat>
            <c:numRef>
              <c:f>Sheet1!$N$45:$N$55</c:f>
              <c:numCache>
                <c:formatCode>General</c:formatCode>
                <c:ptCount val="11"/>
                <c:pt idx="0">
                  <c:v>2004</c:v>
                </c:pt>
                <c:pt idx="1">
                  <c:v>2005</c:v>
                </c:pt>
                <c:pt idx="2">
                  <c:v>2006</c:v>
                </c:pt>
                <c:pt idx="3">
                  <c:v>2007</c:v>
                </c:pt>
                <c:pt idx="4">
                  <c:v>2008</c:v>
                </c:pt>
                <c:pt idx="5">
                  <c:v>2009</c:v>
                </c:pt>
                <c:pt idx="6">
                  <c:v>2010</c:v>
                </c:pt>
                <c:pt idx="7">
                  <c:v>2011</c:v>
                </c:pt>
                <c:pt idx="8">
                  <c:v>2012</c:v>
                </c:pt>
                <c:pt idx="9">
                  <c:v>2013</c:v>
                </c:pt>
                <c:pt idx="10">
                  <c:v>2014</c:v>
                </c:pt>
              </c:numCache>
            </c:numRef>
          </c:cat>
          <c:val>
            <c:numRef>
              <c:f>Sheet1!$P$45:$P$55</c:f>
              <c:numCache>
                <c:formatCode>###\ ###\ ##0;\-###\ ###\ ##0;"–"</c:formatCode>
                <c:ptCount val="11"/>
                <c:pt idx="0">
                  <c:v>12.725</c:v>
                </c:pt>
                <c:pt idx="1">
                  <c:v>12.86</c:v>
                </c:pt>
                <c:pt idx="2">
                  <c:v>12.893000000000001</c:v>
                </c:pt>
                <c:pt idx="3">
                  <c:v>13.098000000000001</c:v>
                </c:pt>
                <c:pt idx="4">
                  <c:v>12.778</c:v>
                </c:pt>
                <c:pt idx="5">
                  <c:v>12.055999999999999</c:v>
                </c:pt>
                <c:pt idx="6">
                  <c:v>11.952</c:v>
                </c:pt>
                <c:pt idx="7">
                  <c:v>9.82</c:v>
                </c:pt>
                <c:pt idx="8">
                  <c:v>10.047000000000001</c:v>
                </c:pt>
                <c:pt idx="9">
                  <c:v>10.084</c:v>
                </c:pt>
                <c:pt idx="10">
                  <c:v>10.113</c:v>
                </c:pt>
              </c:numCache>
            </c:numRef>
          </c:val>
        </c:ser>
        <c:ser>
          <c:idx val="2"/>
          <c:order val="2"/>
          <c:tx>
            <c:strRef>
              <c:f>Sheet1!$Q$43</c:f>
              <c:strCache>
                <c:ptCount val="1"/>
                <c:pt idx="0">
                  <c:v>Community Housing</c:v>
                </c:pt>
              </c:strCache>
            </c:strRef>
          </c:tx>
          <c:spPr>
            <a:solidFill>
              <a:srgbClr val="B2D673"/>
            </a:solidFill>
            <a:ln>
              <a:solidFill>
                <a:srgbClr val="B2D673"/>
              </a:solidFill>
            </a:ln>
          </c:spPr>
          <c:cat>
            <c:numRef>
              <c:f>Sheet1!$N$45:$N$55</c:f>
              <c:numCache>
                <c:formatCode>General</c:formatCode>
                <c:ptCount val="11"/>
                <c:pt idx="0">
                  <c:v>2004</c:v>
                </c:pt>
                <c:pt idx="1">
                  <c:v>2005</c:v>
                </c:pt>
                <c:pt idx="2">
                  <c:v>2006</c:v>
                </c:pt>
                <c:pt idx="3">
                  <c:v>2007</c:v>
                </c:pt>
                <c:pt idx="4">
                  <c:v>2008</c:v>
                </c:pt>
                <c:pt idx="5">
                  <c:v>2009</c:v>
                </c:pt>
                <c:pt idx="6">
                  <c:v>2010</c:v>
                </c:pt>
                <c:pt idx="7">
                  <c:v>2011</c:v>
                </c:pt>
                <c:pt idx="8">
                  <c:v>2012</c:v>
                </c:pt>
                <c:pt idx="9">
                  <c:v>2013</c:v>
                </c:pt>
                <c:pt idx="10">
                  <c:v>2014</c:v>
                </c:pt>
              </c:numCache>
            </c:numRef>
          </c:cat>
          <c:val>
            <c:numRef>
              <c:f>Sheet1!$Q$45:$Q$55</c:f>
              <c:numCache>
                <c:formatCode>###\ ###\ ##0;\-###\ ###\ ##0;"–"</c:formatCode>
                <c:ptCount val="11"/>
                <c:pt idx="0">
                  <c:v>22.472999999999999</c:v>
                </c:pt>
                <c:pt idx="1">
                  <c:v>30.391922799999996</c:v>
                </c:pt>
                <c:pt idx="2">
                  <c:v>30.103000000000002</c:v>
                </c:pt>
                <c:pt idx="3">
                  <c:v>34.706999999999816</c:v>
                </c:pt>
                <c:pt idx="4">
                  <c:v>38.811303299999999</c:v>
                </c:pt>
                <c:pt idx="5">
                  <c:v>42.384</c:v>
                </c:pt>
                <c:pt idx="6">
                  <c:v>47.315989999999999</c:v>
                </c:pt>
                <c:pt idx="7">
                  <c:v>59.777000999999998</c:v>
                </c:pt>
                <c:pt idx="8">
                  <c:v>61.562979999999996</c:v>
                </c:pt>
                <c:pt idx="9">
                  <c:v>65.864989999999992</c:v>
                </c:pt>
                <c:pt idx="10">
                  <c:v>71.036000000000001</c:v>
                </c:pt>
              </c:numCache>
            </c:numRef>
          </c:val>
        </c:ser>
        <c:ser>
          <c:idx val="3"/>
          <c:order val="3"/>
          <c:tx>
            <c:strRef>
              <c:f>Sheet1!$R$43</c:f>
              <c:strCache>
                <c:ptCount val="1"/>
                <c:pt idx="0">
                  <c:v>Indigenous community housing</c:v>
                </c:pt>
              </c:strCache>
            </c:strRef>
          </c:tx>
          <c:spPr>
            <a:solidFill>
              <a:sysClr val="windowText" lastClr="000000">
                <a:lumMod val="85000"/>
                <a:lumOff val="15000"/>
              </a:sysClr>
            </a:solidFill>
            <a:ln>
              <a:solidFill>
                <a:sysClr val="windowText" lastClr="000000"/>
              </a:solidFill>
            </a:ln>
          </c:spPr>
          <c:cat>
            <c:numRef>
              <c:f>Sheet1!$N$45:$N$55</c:f>
              <c:numCache>
                <c:formatCode>General</c:formatCode>
                <c:ptCount val="11"/>
                <c:pt idx="0">
                  <c:v>2004</c:v>
                </c:pt>
                <c:pt idx="1">
                  <c:v>2005</c:v>
                </c:pt>
                <c:pt idx="2">
                  <c:v>2006</c:v>
                </c:pt>
                <c:pt idx="3">
                  <c:v>2007</c:v>
                </c:pt>
                <c:pt idx="4">
                  <c:v>2008</c:v>
                </c:pt>
                <c:pt idx="5">
                  <c:v>2009</c:v>
                </c:pt>
                <c:pt idx="6">
                  <c:v>2010</c:v>
                </c:pt>
                <c:pt idx="7">
                  <c:v>2011</c:v>
                </c:pt>
                <c:pt idx="8">
                  <c:v>2012</c:v>
                </c:pt>
                <c:pt idx="9">
                  <c:v>2013</c:v>
                </c:pt>
                <c:pt idx="10">
                  <c:v>2014</c:v>
                </c:pt>
              </c:numCache>
            </c:numRef>
          </c:cat>
          <c:val>
            <c:numRef>
              <c:f>Sheet1!$R$45:$R$55</c:f>
              <c:numCache>
                <c:formatCode>###\ ###\ ##0;\-###\ ###\ ##0;"–"</c:formatCode>
                <c:ptCount val="11"/>
                <c:pt idx="0">
                  <c:v>20.931999999999999</c:v>
                </c:pt>
                <c:pt idx="1">
                  <c:v>21.218499999999999</c:v>
                </c:pt>
                <c:pt idx="2">
                  <c:v>21.504999999999999</c:v>
                </c:pt>
                <c:pt idx="3">
                  <c:v>21.126999999999999</c:v>
                </c:pt>
                <c:pt idx="4">
                  <c:v>22.364000000000001</c:v>
                </c:pt>
                <c:pt idx="5">
                  <c:v>19.606999999999999</c:v>
                </c:pt>
                <c:pt idx="6">
                  <c:v>18.695</c:v>
                </c:pt>
                <c:pt idx="7">
                  <c:v>17.542999999999999</c:v>
                </c:pt>
                <c:pt idx="8">
                  <c:v>16.773</c:v>
                </c:pt>
                <c:pt idx="9">
                  <c:v>17.161999999999999</c:v>
                </c:pt>
                <c:pt idx="10">
                  <c:v>17.159333333333333</c:v>
                </c:pt>
              </c:numCache>
            </c:numRef>
          </c:val>
        </c:ser>
        <c:dLbls>
          <c:showLegendKey val="0"/>
          <c:showVal val="0"/>
          <c:showCatName val="0"/>
          <c:showSerName val="0"/>
          <c:showPercent val="0"/>
          <c:showBubbleSize val="0"/>
        </c:dLbls>
        <c:axId val="154520192"/>
        <c:axId val="153899392"/>
      </c:areaChart>
      <c:catAx>
        <c:axId val="154520192"/>
        <c:scaling>
          <c:orientation val="minMax"/>
        </c:scaling>
        <c:delete val="0"/>
        <c:axPos val="b"/>
        <c:numFmt formatCode="General" sourceLinked="1"/>
        <c:majorTickMark val="none"/>
        <c:minorTickMark val="none"/>
        <c:tickLblPos val="nextTo"/>
        <c:crossAx val="153899392"/>
        <c:crossesAt val="0"/>
        <c:auto val="1"/>
        <c:lblAlgn val="ctr"/>
        <c:lblOffset val="100"/>
        <c:noMultiLvlLbl val="0"/>
      </c:catAx>
      <c:valAx>
        <c:axId val="153899392"/>
        <c:scaling>
          <c:orientation val="minMax"/>
        </c:scaling>
        <c:delete val="0"/>
        <c:axPos val="l"/>
        <c:majorGridlines/>
        <c:title>
          <c:tx>
            <c:rich>
              <a:bodyPr rot="-5400000" vert="horz"/>
              <a:lstStyle/>
              <a:p>
                <a:pPr>
                  <a:defRPr/>
                </a:pPr>
                <a:r>
                  <a:rPr lang="en-US"/>
                  <a:t>Thousands ('000)</a:t>
                </a:r>
              </a:p>
            </c:rich>
          </c:tx>
          <c:layout>
            <c:manualLayout>
              <c:xMode val="edge"/>
              <c:yMode val="edge"/>
              <c:x val="1.8292822092890564E-3"/>
              <c:y val="0.30250561817027771"/>
            </c:manualLayout>
          </c:layout>
          <c:overlay val="0"/>
        </c:title>
        <c:numFmt formatCode="0" sourceLinked="0"/>
        <c:majorTickMark val="out"/>
        <c:minorTickMark val="none"/>
        <c:tickLblPos val="nextTo"/>
        <c:spPr>
          <a:ln>
            <a:solidFill>
              <a:sysClr val="window" lastClr="FFFFFF">
                <a:lumMod val="75000"/>
              </a:sysClr>
            </a:solidFill>
          </a:ln>
        </c:spPr>
        <c:crossAx val="154520192"/>
        <c:crosses val="autoZero"/>
        <c:crossBetween val="midCat"/>
      </c:valAx>
      <c:spPr>
        <a:noFill/>
        <a:ln>
          <a:solidFill>
            <a:sysClr val="window" lastClr="FFFFFF">
              <a:lumMod val="75000"/>
            </a:sysClr>
          </a:solidFill>
        </a:ln>
      </c:spPr>
    </c:plotArea>
    <c:legend>
      <c:legendPos val="b"/>
      <c:layout>
        <c:manualLayout>
          <c:xMode val="edge"/>
          <c:yMode val="edge"/>
          <c:x val="0.6532555441439386"/>
          <c:y val="0.12472955586434048"/>
          <c:w val="0.3371967362775305"/>
          <c:h val="0.67800763888888882"/>
        </c:manualLayout>
      </c:layout>
      <c:overlay val="0"/>
      <c:spPr>
        <a:ln>
          <a:noFill/>
        </a:ln>
      </c:spPr>
    </c:legend>
    <c:plotVisOnly val="1"/>
    <c:dispBlanksAs val="gap"/>
    <c:showDLblsOverMax val="0"/>
  </c:chart>
  <c:spPr>
    <a:noFill/>
    <a:ln>
      <a:noFill/>
    </a:ln>
  </c:spPr>
  <c:txPr>
    <a:bodyPr/>
    <a:lstStyle/>
    <a:p>
      <a:pPr>
        <a:defRPr baseline="0">
          <a:latin typeface="Arial" pitchFamily="34" charset="0"/>
        </a:defRPr>
      </a:pPr>
      <a:endParaRPr lang="en-US"/>
    </a:p>
  </c:txPr>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4213984674329501E-2"/>
          <c:y val="3.0412499999999999E-2"/>
          <c:w val="0.9157860153256705"/>
          <c:h val="0.60057685185185183"/>
        </c:manualLayout>
      </c:layout>
      <c:barChart>
        <c:barDir val="col"/>
        <c:grouping val="clustered"/>
        <c:varyColors val="0"/>
        <c:ser>
          <c:idx val="1"/>
          <c:order val="0"/>
          <c:tx>
            <c:v>Commonwealth Rent Assistance</c:v>
          </c:tx>
          <c:spPr>
            <a:solidFill>
              <a:srgbClr val="78A22F"/>
            </a:solidFill>
            <a:ln>
              <a:noFill/>
            </a:ln>
          </c:spPr>
          <c:invertIfNegative val="0"/>
          <c:cat>
            <c:strRef>
              <c:f>'descriptive statistics_children'!$B$5:$B$12</c:f>
              <c:strCache>
                <c:ptCount val="8"/>
                <c:pt idx="0">
                  <c:v>Disability Support Pension</c:v>
                </c:pt>
                <c:pt idx="1">
                  <c:v>Newstart Allowance</c:v>
                </c:pt>
                <c:pt idx="2">
                  <c:v>Parenting Payment (Single)</c:v>
                </c:pt>
                <c:pt idx="3">
                  <c:v>Parenting Payment (Partnered)</c:v>
                </c:pt>
                <c:pt idx="4">
                  <c:v>Youth Allowance (Study)</c:v>
                </c:pt>
                <c:pt idx="5">
                  <c:v>Youth Allowance (Job seeker)</c:v>
                </c:pt>
                <c:pt idx="6">
                  <c:v>Carer Payment</c:v>
                </c:pt>
                <c:pt idx="7">
                  <c:v>Other</c:v>
                </c:pt>
              </c:strCache>
            </c:strRef>
          </c:cat>
          <c:val>
            <c:numRef>
              <c:f>'predicted probability_children'!$E$30:$E$37</c:f>
              <c:numCache>
                <c:formatCode>General</c:formatCode>
                <c:ptCount val="8"/>
                <c:pt idx="0">
                  <c:v>11.63485</c:v>
                </c:pt>
                <c:pt idx="1">
                  <c:v>18.3779</c:v>
                </c:pt>
                <c:pt idx="2">
                  <c:v>9.3505400000000005</c:v>
                </c:pt>
                <c:pt idx="3">
                  <c:v>5.3875500000000001</c:v>
                </c:pt>
                <c:pt idx="4">
                  <c:v>24.135019999999997</c:v>
                </c:pt>
                <c:pt idx="5">
                  <c:v>22.186249999999998</c:v>
                </c:pt>
                <c:pt idx="6">
                  <c:v>8.8254999999999999</c:v>
                </c:pt>
                <c:pt idx="7">
                  <c:v>11.77835</c:v>
                </c:pt>
              </c:numCache>
            </c:numRef>
          </c:val>
        </c:ser>
        <c:ser>
          <c:idx val="2"/>
          <c:order val="1"/>
          <c:tx>
            <c:v>Public housing</c:v>
          </c:tx>
          <c:spPr>
            <a:solidFill>
              <a:srgbClr val="265A9A"/>
            </a:solidFill>
            <a:ln>
              <a:noFill/>
            </a:ln>
          </c:spPr>
          <c:invertIfNegative val="0"/>
          <c:cat>
            <c:strRef>
              <c:f>'descriptive statistics_children'!$B$5:$B$12</c:f>
              <c:strCache>
                <c:ptCount val="8"/>
                <c:pt idx="0">
                  <c:v>Disability Support Pension</c:v>
                </c:pt>
                <c:pt idx="1">
                  <c:v>Newstart Allowance</c:v>
                </c:pt>
                <c:pt idx="2">
                  <c:v>Parenting Payment (Single)</c:v>
                </c:pt>
                <c:pt idx="3">
                  <c:v>Parenting Payment (Partnered)</c:v>
                </c:pt>
                <c:pt idx="4">
                  <c:v>Youth Allowance (Study)</c:v>
                </c:pt>
                <c:pt idx="5">
                  <c:v>Youth Allowance (Job seeker)</c:v>
                </c:pt>
                <c:pt idx="6">
                  <c:v>Carer Payment</c:v>
                </c:pt>
                <c:pt idx="7">
                  <c:v>Other</c:v>
                </c:pt>
              </c:strCache>
            </c:strRef>
          </c:cat>
          <c:val>
            <c:numRef>
              <c:f>'predicted probability_children'!$E$46:$E$53</c:f>
              <c:numCache>
                <c:formatCode>General</c:formatCode>
                <c:ptCount val="8"/>
                <c:pt idx="0">
                  <c:v>11.93131</c:v>
                </c:pt>
                <c:pt idx="1">
                  <c:v>15.80256</c:v>
                </c:pt>
                <c:pt idx="2">
                  <c:v>7.2849700000000004</c:v>
                </c:pt>
                <c:pt idx="3">
                  <c:v>5.1185099999999997</c:v>
                </c:pt>
                <c:pt idx="4">
                  <c:v>21.934819999999998</c:v>
                </c:pt>
                <c:pt idx="5">
                  <c:v>17.391249999999999</c:v>
                </c:pt>
                <c:pt idx="6">
                  <c:v>8.1412499999999994</c:v>
                </c:pt>
                <c:pt idx="7">
                  <c:v>8.3452500000000001</c:v>
                </c:pt>
              </c:numCache>
            </c:numRef>
          </c:val>
        </c:ser>
        <c:ser>
          <c:idx val="0"/>
          <c:order val="2"/>
          <c:tx>
            <c:v>No housing assistance</c:v>
          </c:tx>
          <c:spPr>
            <a:solidFill>
              <a:srgbClr val="BFBFBF"/>
            </a:solidFill>
            <a:ln>
              <a:noFill/>
            </a:ln>
          </c:spPr>
          <c:invertIfNegative val="0"/>
          <c:cat>
            <c:strRef>
              <c:f>'descriptive statistics_children'!$B$5:$B$12</c:f>
              <c:strCache>
                <c:ptCount val="8"/>
                <c:pt idx="0">
                  <c:v>Disability Support Pension</c:v>
                </c:pt>
                <c:pt idx="1">
                  <c:v>Newstart Allowance</c:v>
                </c:pt>
                <c:pt idx="2">
                  <c:v>Parenting Payment (Single)</c:v>
                </c:pt>
                <c:pt idx="3">
                  <c:v>Parenting Payment (Partnered)</c:v>
                </c:pt>
                <c:pt idx="4">
                  <c:v>Youth Allowance (Study)</c:v>
                </c:pt>
                <c:pt idx="5">
                  <c:v>Youth Allowance (Job seeker)</c:v>
                </c:pt>
                <c:pt idx="6">
                  <c:v>Carer Payment</c:v>
                </c:pt>
                <c:pt idx="7">
                  <c:v>Other</c:v>
                </c:pt>
              </c:strCache>
            </c:strRef>
          </c:cat>
          <c:val>
            <c:numRef>
              <c:f>'predicted probability_children'!$E$38:$E$45</c:f>
              <c:numCache>
                <c:formatCode>General</c:formatCode>
                <c:ptCount val="8"/>
                <c:pt idx="0">
                  <c:v>13.301440000000001</c:v>
                </c:pt>
                <c:pt idx="1">
                  <c:v>19.959910000000001</c:v>
                </c:pt>
                <c:pt idx="2">
                  <c:v>12.073</c:v>
                </c:pt>
                <c:pt idx="3">
                  <c:v>6.35</c:v>
                </c:pt>
                <c:pt idx="4">
                  <c:v>28.904000000000003</c:v>
                </c:pt>
                <c:pt idx="5">
                  <c:v>25.926539999999999</c:v>
                </c:pt>
                <c:pt idx="6">
                  <c:v>10.32484</c:v>
                </c:pt>
                <c:pt idx="7">
                  <c:v>12.678120000000002</c:v>
                </c:pt>
              </c:numCache>
            </c:numRef>
          </c:val>
        </c:ser>
        <c:dLbls>
          <c:showLegendKey val="0"/>
          <c:showVal val="0"/>
          <c:showCatName val="0"/>
          <c:showSerName val="0"/>
          <c:showPercent val="0"/>
          <c:showBubbleSize val="0"/>
        </c:dLbls>
        <c:gapWidth val="150"/>
        <c:axId val="199622656"/>
        <c:axId val="199624192"/>
      </c:barChart>
      <c:catAx>
        <c:axId val="199622656"/>
        <c:scaling>
          <c:orientation val="minMax"/>
        </c:scaling>
        <c:delete val="0"/>
        <c:axPos val="b"/>
        <c:majorTickMark val="none"/>
        <c:minorTickMark val="none"/>
        <c:tickLblPos val="nextTo"/>
        <c:spPr>
          <a:ln>
            <a:solidFill>
              <a:srgbClr val="BFBFBF"/>
            </a:solidFill>
          </a:ln>
        </c:spPr>
        <c:txPr>
          <a:bodyPr/>
          <a:lstStyle/>
          <a:p>
            <a:pPr>
              <a:defRPr sz="870"/>
            </a:pPr>
            <a:endParaRPr lang="en-US"/>
          </a:p>
        </c:txPr>
        <c:crossAx val="199624192"/>
        <c:crosses val="autoZero"/>
        <c:auto val="1"/>
        <c:lblAlgn val="ctr"/>
        <c:lblOffset val="100"/>
        <c:noMultiLvlLbl val="0"/>
      </c:catAx>
      <c:valAx>
        <c:axId val="199624192"/>
        <c:scaling>
          <c:orientation val="minMax"/>
          <c:max val="30"/>
        </c:scaling>
        <c:delete val="0"/>
        <c:axPos val="l"/>
        <c:majorGridlines>
          <c:spPr>
            <a:ln>
              <a:noFill/>
            </a:ln>
          </c:spPr>
        </c:majorGridlines>
        <c:title>
          <c:tx>
            <c:rich>
              <a:bodyPr rot="-5400000" vert="horz"/>
              <a:lstStyle/>
              <a:p>
                <a:pPr>
                  <a:defRPr/>
                </a:pPr>
                <a:r>
                  <a:rPr lang="en-AU" baseline="0"/>
                  <a:t>Per cent</a:t>
                </a:r>
                <a:endParaRPr lang="en-AU"/>
              </a:p>
            </c:rich>
          </c:tx>
          <c:layout>
            <c:manualLayout>
              <c:xMode val="edge"/>
              <c:yMode val="edge"/>
              <c:x val="2.2709698378198841E-3"/>
              <c:y val="0.21037351219071743"/>
            </c:manualLayout>
          </c:layout>
          <c:overlay val="0"/>
        </c:title>
        <c:numFmt formatCode="General" sourceLinked="1"/>
        <c:majorTickMark val="out"/>
        <c:minorTickMark val="none"/>
        <c:tickLblPos val="nextTo"/>
        <c:spPr>
          <a:ln>
            <a:solidFill>
              <a:srgbClr val="BFBFBF"/>
            </a:solidFill>
          </a:ln>
        </c:spPr>
        <c:crossAx val="199622656"/>
        <c:crosses val="autoZero"/>
        <c:crossBetween val="between"/>
        <c:majorUnit val="6"/>
      </c:valAx>
      <c:spPr>
        <a:noFill/>
        <a:ln>
          <a:noFill/>
        </a:ln>
      </c:spPr>
    </c:plotArea>
    <c:legend>
      <c:legendPos val="b"/>
      <c:layout>
        <c:manualLayout>
          <c:xMode val="edge"/>
          <c:yMode val="edge"/>
          <c:x val="0.05"/>
          <c:y val="0.92385055808041638"/>
          <c:w val="0.9"/>
          <c:h val="7.6149222531345581E-2"/>
        </c:manualLayout>
      </c:layout>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050191570881226"/>
          <c:y val="2.9419983416252071E-2"/>
          <c:w val="0.87538703703703702"/>
          <c:h val="0.75647534722222221"/>
        </c:manualLayout>
      </c:layout>
      <c:barChart>
        <c:barDir val="col"/>
        <c:grouping val="clustered"/>
        <c:varyColors val="0"/>
        <c:ser>
          <c:idx val="0"/>
          <c:order val="0"/>
          <c:tx>
            <c:strRef>
              <c:f>'ppt difference_p'!$P$25</c:f>
              <c:strCache>
                <c:ptCount val="1"/>
                <c:pt idx="0">
                  <c:v>Commonwealth Rent Assistance</c:v>
                </c:pt>
              </c:strCache>
            </c:strRef>
          </c:tx>
          <c:spPr>
            <a:solidFill>
              <a:srgbClr val="78A22F"/>
            </a:solidFill>
            <a:ln>
              <a:solidFill>
                <a:srgbClr val="78A22F"/>
              </a:solidFill>
            </a:ln>
          </c:spPr>
          <c:invertIfNegative val="0"/>
          <c:cat>
            <c:strRef>
              <c:f>'ppt difference_p'!$O$26:$O$33</c:f>
              <c:strCache>
                <c:ptCount val="8"/>
                <c:pt idx="0">
                  <c:v>NSW</c:v>
                </c:pt>
                <c:pt idx="1">
                  <c:v>Vic</c:v>
                </c:pt>
                <c:pt idx="2">
                  <c:v>Qld</c:v>
                </c:pt>
                <c:pt idx="3">
                  <c:v>SA</c:v>
                </c:pt>
                <c:pt idx="4">
                  <c:v>WA</c:v>
                </c:pt>
                <c:pt idx="5">
                  <c:v>Tas</c:v>
                </c:pt>
                <c:pt idx="6">
                  <c:v>NT</c:v>
                </c:pt>
                <c:pt idx="7">
                  <c:v>ACT</c:v>
                </c:pt>
              </c:strCache>
            </c:strRef>
          </c:cat>
          <c:val>
            <c:numRef>
              <c:f>'ppt difference_p'!$P$26:$P$33</c:f>
              <c:numCache>
                <c:formatCode>0.00</c:formatCode>
                <c:ptCount val="8"/>
                <c:pt idx="0">
                  <c:v>0.42858347084058934</c:v>
                </c:pt>
                <c:pt idx="1">
                  <c:v>1.1784086437202141</c:v>
                </c:pt>
                <c:pt idx="2">
                  <c:v>1.0966704001987466</c:v>
                </c:pt>
                <c:pt idx="3">
                  <c:v>1.0243675874600697</c:v>
                </c:pt>
                <c:pt idx="4">
                  <c:v>1.2804525408518685</c:v>
                </c:pt>
                <c:pt idx="5">
                  <c:v>1.0339986973704782</c:v>
                </c:pt>
                <c:pt idx="6">
                  <c:v>0.95936094347207757</c:v>
                </c:pt>
                <c:pt idx="7">
                  <c:v>0.84996670352524006</c:v>
                </c:pt>
              </c:numCache>
            </c:numRef>
          </c:val>
        </c:ser>
        <c:ser>
          <c:idx val="1"/>
          <c:order val="1"/>
          <c:tx>
            <c:strRef>
              <c:f>'ppt difference_p'!$Q$25</c:f>
              <c:strCache>
                <c:ptCount val="1"/>
                <c:pt idx="0">
                  <c:v>Public housing</c:v>
                </c:pt>
              </c:strCache>
            </c:strRef>
          </c:tx>
          <c:spPr>
            <a:solidFill>
              <a:srgbClr val="265A9A"/>
            </a:solidFill>
            <a:ln>
              <a:solidFill>
                <a:srgbClr val="265A9A"/>
              </a:solidFill>
            </a:ln>
          </c:spPr>
          <c:invertIfNegative val="0"/>
          <c:cat>
            <c:strRef>
              <c:f>'ppt difference_p'!$O$26:$O$33</c:f>
              <c:strCache>
                <c:ptCount val="8"/>
                <c:pt idx="0">
                  <c:v>NSW</c:v>
                </c:pt>
                <c:pt idx="1">
                  <c:v>Vic</c:v>
                </c:pt>
                <c:pt idx="2">
                  <c:v>Qld</c:v>
                </c:pt>
                <c:pt idx="3">
                  <c:v>SA</c:v>
                </c:pt>
                <c:pt idx="4">
                  <c:v>WA</c:v>
                </c:pt>
                <c:pt idx="5">
                  <c:v>Tas</c:v>
                </c:pt>
                <c:pt idx="6">
                  <c:v>NT</c:v>
                </c:pt>
                <c:pt idx="7">
                  <c:v>ACT</c:v>
                </c:pt>
              </c:strCache>
            </c:strRef>
          </c:cat>
          <c:val>
            <c:numRef>
              <c:f>'ppt difference_p'!$Q$26:$Q$33</c:f>
              <c:numCache>
                <c:formatCode>0.00</c:formatCode>
                <c:ptCount val="8"/>
                <c:pt idx="0">
                  <c:v>-0.81080666269660284</c:v>
                </c:pt>
                <c:pt idx="1">
                  <c:v>0.31737526696697316</c:v>
                </c:pt>
                <c:pt idx="2">
                  <c:v>-0.29643146677775434</c:v>
                </c:pt>
                <c:pt idx="3">
                  <c:v>-0.31493704713976456</c:v>
                </c:pt>
                <c:pt idx="4">
                  <c:v>0.13607651059604819</c:v>
                </c:pt>
                <c:pt idx="5">
                  <c:v>-0.13276936193354061</c:v>
                </c:pt>
                <c:pt idx="6">
                  <c:v>0.88993366454012346</c:v>
                </c:pt>
                <c:pt idx="7">
                  <c:v>2.0428796137984122</c:v>
                </c:pt>
              </c:numCache>
            </c:numRef>
          </c:val>
        </c:ser>
        <c:dLbls>
          <c:showLegendKey val="0"/>
          <c:showVal val="0"/>
          <c:showCatName val="0"/>
          <c:showSerName val="0"/>
          <c:showPercent val="0"/>
          <c:showBubbleSize val="0"/>
        </c:dLbls>
        <c:gapWidth val="150"/>
        <c:axId val="199658496"/>
        <c:axId val="199660288"/>
      </c:barChart>
      <c:catAx>
        <c:axId val="199658496"/>
        <c:scaling>
          <c:orientation val="minMax"/>
        </c:scaling>
        <c:delete val="0"/>
        <c:axPos val="b"/>
        <c:majorTickMark val="out"/>
        <c:minorTickMark val="none"/>
        <c:tickLblPos val="low"/>
        <c:spPr>
          <a:ln>
            <a:solidFill>
              <a:srgbClr val="BFBFBF"/>
            </a:solidFill>
          </a:ln>
        </c:spPr>
        <c:crossAx val="199660288"/>
        <c:crosses val="autoZero"/>
        <c:auto val="1"/>
        <c:lblAlgn val="ctr"/>
        <c:lblOffset val="100"/>
        <c:noMultiLvlLbl val="0"/>
      </c:catAx>
      <c:valAx>
        <c:axId val="199660288"/>
        <c:scaling>
          <c:orientation val="minMax"/>
          <c:max val="10"/>
          <c:min val="-10"/>
        </c:scaling>
        <c:delete val="0"/>
        <c:axPos val="l"/>
        <c:majorGridlines>
          <c:spPr>
            <a:ln>
              <a:noFill/>
            </a:ln>
          </c:spPr>
        </c:majorGridlines>
        <c:title>
          <c:tx>
            <c:rich>
              <a:bodyPr rot="-5400000" vert="horz"/>
              <a:lstStyle/>
              <a:p>
                <a:pPr>
                  <a:defRPr/>
                </a:pPr>
                <a:r>
                  <a:rPr lang="en-AU"/>
                  <a:t>Percentage</a:t>
                </a:r>
                <a:r>
                  <a:rPr lang="en-AU" baseline="0"/>
                  <a:t> points</a:t>
                </a:r>
              </a:p>
            </c:rich>
          </c:tx>
          <c:layout>
            <c:manualLayout>
              <c:xMode val="edge"/>
              <c:yMode val="edge"/>
              <c:x val="1.8895977011494251E-2"/>
              <c:y val="0.2289984126984127"/>
            </c:manualLayout>
          </c:layout>
          <c:overlay val="0"/>
        </c:title>
        <c:numFmt formatCode="0" sourceLinked="0"/>
        <c:majorTickMark val="out"/>
        <c:minorTickMark val="none"/>
        <c:tickLblPos val="nextTo"/>
        <c:spPr>
          <a:ln>
            <a:solidFill>
              <a:srgbClr val="BFBFBF"/>
            </a:solidFill>
          </a:ln>
        </c:spPr>
        <c:crossAx val="199658496"/>
        <c:crosses val="autoZero"/>
        <c:crossBetween val="between"/>
        <c:majorUnit val="5"/>
      </c:valAx>
      <c:spPr>
        <a:noFill/>
        <a:ln>
          <a:noFill/>
        </a:ln>
      </c:spPr>
    </c:plotArea>
    <c:legend>
      <c:legendPos val="b"/>
      <c:layout>
        <c:manualLayout>
          <c:xMode val="edge"/>
          <c:yMode val="edge"/>
          <c:x val="0.10817816091954023"/>
          <c:y val="0.91602031509121062"/>
          <c:w val="0.80310727969348672"/>
          <c:h val="8.397968490878939E-2"/>
        </c:manualLayout>
      </c:layout>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9447410308059"/>
          <c:y val="5.2380952380952403E-2"/>
          <c:w val="0.88101174294179196"/>
          <c:h val="0.52584101987251597"/>
        </c:manualLayout>
      </c:layout>
      <c:barChart>
        <c:barDir val="col"/>
        <c:grouping val="stacked"/>
        <c:varyColors val="0"/>
        <c:ser>
          <c:idx val="0"/>
          <c:order val="0"/>
          <c:tx>
            <c:strRef>
              <c:f>'1,2,3,4 graphs'!$R$232</c:f>
              <c:strCache>
                <c:ptCount val="1"/>
                <c:pt idx="0">
                  <c:v>Rent paid</c:v>
                </c:pt>
              </c:strCache>
            </c:strRef>
          </c:tx>
          <c:spPr>
            <a:solidFill>
              <a:srgbClr val="78A22F"/>
            </a:solidFill>
            <a:ln>
              <a:solidFill>
                <a:srgbClr val="78A22F"/>
              </a:solidFill>
            </a:ln>
          </c:spPr>
          <c:invertIfNegative val="0"/>
          <c:cat>
            <c:multiLvlStrRef>
              <c:f>'1,2,3,4 graphs'!$O$233:$Q$240</c:f>
              <c:multiLvlStrCache>
                <c:ptCount val="8"/>
                <c:lvl>
                  <c:pt idx="0">
                    <c:v>Single only</c:v>
                  </c:pt>
                  <c:pt idx="1">
                    <c:v>Single, children aged under 16 only</c:v>
                  </c:pt>
                  <c:pt idx="2">
                    <c:v>Couple only</c:v>
                  </c:pt>
                  <c:pt idx="3">
                    <c:v>Couple, children aged  under 16 only</c:v>
                  </c:pt>
                  <c:pt idx="4">
                    <c:v>Single only</c:v>
                  </c:pt>
                  <c:pt idx="5">
                    <c:v>Single, children aged under 16 only</c:v>
                  </c:pt>
                  <c:pt idx="6">
                    <c:v>Couple only</c:v>
                  </c:pt>
                  <c:pt idx="7">
                    <c:v>Couple, children aged  under 16 only</c:v>
                  </c:pt>
                </c:lvl>
                <c:lvl>
                  <c:pt idx="0">
                    <c:v>Public housing</c:v>
                  </c:pt>
                  <c:pt idx="4">
                    <c:v>Private renter receiving CRA</c:v>
                  </c:pt>
                </c:lvl>
              </c:multiLvlStrCache>
            </c:multiLvlStrRef>
          </c:cat>
          <c:val>
            <c:numRef>
              <c:f>'1,2,3,4 graphs'!$R$233:$R$240</c:f>
              <c:numCache>
                <c:formatCode>0.00</c:formatCode>
                <c:ptCount val="8"/>
                <c:pt idx="0">
                  <c:v>95.932069999999996</c:v>
                </c:pt>
                <c:pt idx="1">
                  <c:v>124.7884</c:v>
                </c:pt>
                <c:pt idx="2">
                  <c:v>156.6489</c:v>
                </c:pt>
                <c:pt idx="3">
                  <c:v>177.6009</c:v>
                </c:pt>
                <c:pt idx="4">
                  <c:v>114.7235</c:v>
                </c:pt>
                <c:pt idx="5">
                  <c:v>171.38679999999999</c:v>
                </c:pt>
                <c:pt idx="6">
                  <c:v>175.34190000000001</c:v>
                </c:pt>
                <c:pt idx="7">
                  <c:v>189.96470000000002</c:v>
                </c:pt>
              </c:numCache>
            </c:numRef>
          </c:val>
        </c:ser>
        <c:ser>
          <c:idx val="1"/>
          <c:order val="1"/>
          <c:tx>
            <c:strRef>
              <c:f>'1,2,3,4 graphs'!$S$232</c:f>
              <c:strCache>
                <c:ptCount val="1"/>
                <c:pt idx="0">
                  <c:v>Subsidy</c:v>
                </c:pt>
              </c:strCache>
            </c:strRef>
          </c:tx>
          <c:spPr>
            <a:solidFill>
              <a:srgbClr val="265A9A"/>
            </a:solidFill>
            <a:ln>
              <a:solidFill>
                <a:srgbClr val="265A9A"/>
              </a:solidFill>
            </a:ln>
          </c:spPr>
          <c:invertIfNegative val="0"/>
          <c:cat>
            <c:multiLvlStrRef>
              <c:f>'1,2,3,4 graphs'!$O$233:$Q$240</c:f>
              <c:multiLvlStrCache>
                <c:ptCount val="8"/>
                <c:lvl>
                  <c:pt idx="0">
                    <c:v>Single only</c:v>
                  </c:pt>
                  <c:pt idx="1">
                    <c:v>Single, children aged under 16 only</c:v>
                  </c:pt>
                  <c:pt idx="2">
                    <c:v>Couple only</c:v>
                  </c:pt>
                  <c:pt idx="3">
                    <c:v>Couple, children aged  under 16 only</c:v>
                  </c:pt>
                  <c:pt idx="4">
                    <c:v>Single only</c:v>
                  </c:pt>
                  <c:pt idx="5">
                    <c:v>Single, children aged under 16 only</c:v>
                  </c:pt>
                  <c:pt idx="6">
                    <c:v>Couple only</c:v>
                  </c:pt>
                  <c:pt idx="7">
                    <c:v>Couple, children aged  under 16 only</c:v>
                  </c:pt>
                </c:lvl>
                <c:lvl>
                  <c:pt idx="0">
                    <c:v>Public housing</c:v>
                  </c:pt>
                  <c:pt idx="4">
                    <c:v>Private renter receiving CRA</c:v>
                  </c:pt>
                </c:lvl>
              </c:multiLvlStrCache>
            </c:multiLvlStrRef>
          </c:cat>
          <c:val>
            <c:numRef>
              <c:f>'1,2,3,4 graphs'!$S$233:$S$240</c:f>
              <c:numCache>
                <c:formatCode>General</c:formatCode>
                <c:ptCount val="8"/>
                <c:pt idx="0">
                  <c:v>109.01773000000001</c:v>
                </c:pt>
                <c:pt idx="1">
                  <c:v>108.02500000000001</c:v>
                </c:pt>
                <c:pt idx="2">
                  <c:v>68.281499999999994</c:v>
                </c:pt>
                <c:pt idx="3">
                  <c:v>57.947599999999994</c:v>
                </c:pt>
                <c:pt idx="4">
                  <c:v>49.07</c:v>
                </c:pt>
                <c:pt idx="5">
                  <c:v>68.25</c:v>
                </c:pt>
                <c:pt idx="6">
                  <c:v>57.82</c:v>
                </c:pt>
                <c:pt idx="7">
                  <c:v>72.03</c:v>
                </c:pt>
              </c:numCache>
            </c:numRef>
          </c:val>
        </c:ser>
        <c:dLbls>
          <c:showLegendKey val="0"/>
          <c:showVal val="0"/>
          <c:showCatName val="0"/>
          <c:showSerName val="0"/>
          <c:showPercent val="0"/>
          <c:showBubbleSize val="0"/>
        </c:dLbls>
        <c:gapWidth val="150"/>
        <c:overlap val="100"/>
        <c:axId val="199902720"/>
        <c:axId val="199904256"/>
      </c:barChart>
      <c:catAx>
        <c:axId val="199902720"/>
        <c:scaling>
          <c:orientation val="minMax"/>
        </c:scaling>
        <c:delete val="0"/>
        <c:axPos val="b"/>
        <c:majorTickMark val="out"/>
        <c:minorTickMark val="none"/>
        <c:tickLblPos val="nextTo"/>
        <c:spPr>
          <a:ln>
            <a:solidFill>
              <a:srgbClr val="BFBFBF"/>
            </a:solidFill>
          </a:ln>
        </c:spPr>
        <c:txPr>
          <a:bodyPr/>
          <a:lstStyle/>
          <a:p>
            <a:pPr>
              <a:defRPr sz="900"/>
            </a:pPr>
            <a:endParaRPr lang="en-US"/>
          </a:p>
        </c:txPr>
        <c:crossAx val="199904256"/>
        <c:crosses val="autoZero"/>
        <c:auto val="1"/>
        <c:lblAlgn val="ctr"/>
        <c:lblOffset val="100"/>
        <c:noMultiLvlLbl val="0"/>
      </c:catAx>
      <c:valAx>
        <c:axId val="199904256"/>
        <c:scaling>
          <c:orientation val="minMax"/>
          <c:max val="500"/>
        </c:scaling>
        <c:delete val="0"/>
        <c:axPos val="l"/>
        <c:majorGridlines>
          <c:spPr>
            <a:ln>
              <a:noFill/>
            </a:ln>
          </c:spPr>
        </c:majorGridlines>
        <c:title>
          <c:tx>
            <c:rich>
              <a:bodyPr rot="-5400000" vert="horz"/>
              <a:lstStyle/>
              <a:p>
                <a:pPr>
                  <a:defRPr sz="900"/>
                </a:pPr>
                <a:r>
                  <a:rPr lang="en-US" sz="900"/>
                  <a:t>$ per week</a:t>
                </a:r>
              </a:p>
            </c:rich>
          </c:tx>
          <c:layout>
            <c:manualLayout>
              <c:xMode val="edge"/>
              <c:yMode val="edge"/>
              <c:x val="4.7704233750745402E-3"/>
              <c:y val="0.121960254968129"/>
            </c:manualLayout>
          </c:layout>
          <c:overlay val="0"/>
        </c:title>
        <c:numFmt formatCode="0" sourceLinked="0"/>
        <c:majorTickMark val="out"/>
        <c:minorTickMark val="none"/>
        <c:tickLblPos val="nextTo"/>
        <c:spPr>
          <a:ln>
            <a:solidFill>
              <a:srgbClr val="BFBFBF"/>
            </a:solidFill>
          </a:ln>
        </c:spPr>
        <c:txPr>
          <a:bodyPr/>
          <a:lstStyle/>
          <a:p>
            <a:pPr>
              <a:defRPr sz="900"/>
            </a:pPr>
            <a:endParaRPr lang="en-US"/>
          </a:p>
        </c:txPr>
        <c:crossAx val="199902720"/>
        <c:crosses val="autoZero"/>
        <c:crossBetween val="between"/>
        <c:majorUnit val="100"/>
      </c:valAx>
      <c:spPr>
        <a:noFill/>
        <a:ln>
          <a:noFill/>
        </a:ln>
      </c:spPr>
    </c:plotArea>
    <c:legend>
      <c:legendPos val="b"/>
      <c:layout>
        <c:manualLayout>
          <c:xMode val="edge"/>
          <c:yMode val="edge"/>
          <c:x val="0.36878715741927615"/>
          <c:y val="9.493716239966446E-2"/>
          <c:w val="0.29104803759995101"/>
          <c:h val="8.1253468316460506E-2"/>
        </c:manualLayout>
      </c:layout>
      <c:overlay val="0"/>
      <c:spPr>
        <a:ln>
          <a:noFill/>
        </a:ln>
      </c:spPr>
      <c:txPr>
        <a:bodyPr/>
        <a:lstStyle/>
        <a:p>
          <a:pPr>
            <a:defRPr sz="900"/>
          </a:pPr>
          <a:endParaRPr lang="en-US"/>
        </a:p>
      </c:txPr>
    </c:legend>
    <c:plotVisOnly val="1"/>
    <c:dispBlanksAs val="gap"/>
    <c:showDLblsOverMax val="0"/>
  </c:chart>
  <c:spPr>
    <a:noFill/>
    <a:ln>
      <a:noFill/>
    </a:ln>
  </c:spPr>
  <c:txPr>
    <a:bodyPr/>
    <a:lstStyle/>
    <a:p>
      <a:pPr>
        <a:defRPr sz="900" spc="20" baseline="0">
          <a:latin typeface="Arial" pitchFamily="34" charset="0"/>
        </a:defRPr>
      </a:pPr>
      <a:endParaRPr lang="en-US"/>
    </a:p>
  </c:txPr>
  <c:externalData r:id="rId2">
    <c:autoUpdate val="0"/>
  </c:externalData>
  <c:userShapes r:id="rId3"/>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595511564666179"/>
          <c:y val="6.6145833333333334E-2"/>
          <c:w val="0.85747186735024306"/>
          <c:h val="0.57400104166666666"/>
        </c:manualLayout>
      </c:layout>
      <c:barChart>
        <c:barDir val="col"/>
        <c:grouping val="stacked"/>
        <c:varyColors val="0"/>
        <c:ser>
          <c:idx val="0"/>
          <c:order val="0"/>
          <c:tx>
            <c:strRef>
              <c:f>'graphs new'!$W$341</c:f>
              <c:strCache>
                <c:ptCount val="1"/>
                <c:pt idx="0">
                  <c:v>Rent paid</c:v>
                </c:pt>
              </c:strCache>
            </c:strRef>
          </c:tx>
          <c:spPr>
            <a:solidFill>
              <a:srgbClr val="78A22F"/>
            </a:solidFill>
            <a:ln>
              <a:solidFill>
                <a:srgbClr val="78A22F"/>
              </a:solidFill>
            </a:ln>
          </c:spPr>
          <c:invertIfNegative val="0"/>
          <c:cat>
            <c:multiLvlStrRef>
              <c:f>'graphs new'!$U$342:$V$349</c:f>
              <c:multiLvlStrCache>
                <c:ptCount val="8"/>
                <c:lvl>
                  <c:pt idx="0">
                    <c:v>Single only</c:v>
                  </c:pt>
                  <c:pt idx="1">
                    <c:v>Single, children aged under 16 only</c:v>
                  </c:pt>
                  <c:pt idx="2">
                    <c:v>Couple only</c:v>
                  </c:pt>
                  <c:pt idx="3">
                    <c:v>Couple, children aged under 16 only</c:v>
                  </c:pt>
                  <c:pt idx="4">
                    <c:v>Single only</c:v>
                  </c:pt>
                  <c:pt idx="5">
                    <c:v>Single, children aged under 16 only</c:v>
                  </c:pt>
                  <c:pt idx="6">
                    <c:v>Couple only</c:v>
                  </c:pt>
                  <c:pt idx="7">
                    <c:v>Couple, children aged under 16 only</c:v>
                  </c:pt>
                </c:lvl>
                <c:lvl>
                  <c:pt idx="0">
                    <c:v>Public housing</c:v>
                  </c:pt>
                  <c:pt idx="4">
                    <c:v>Private renter receiving CRA</c:v>
                  </c:pt>
                </c:lvl>
              </c:multiLvlStrCache>
            </c:multiLvlStrRef>
          </c:cat>
          <c:val>
            <c:numRef>
              <c:f>'graphs new'!$W$342:$W$349</c:f>
              <c:numCache>
                <c:formatCode>0.00</c:formatCode>
                <c:ptCount val="8"/>
                <c:pt idx="0">
                  <c:v>81.533339999999995</c:v>
                </c:pt>
                <c:pt idx="1">
                  <c:v>109.41670000000001</c:v>
                </c:pt>
                <c:pt idx="2">
                  <c:v>141.96010000000001</c:v>
                </c:pt>
                <c:pt idx="3">
                  <c:v>154.66839999999999</c:v>
                </c:pt>
                <c:pt idx="4" formatCode="General">
                  <c:v>120.15</c:v>
                </c:pt>
                <c:pt idx="5" formatCode="General">
                  <c:v>203.79</c:v>
                </c:pt>
                <c:pt idx="6" formatCode="General">
                  <c:v>206.47999999999996</c:v>
                </c:pt>
                <c:pt idx="7" formatCode="General">
                  <c:v>244.23</c:v>
                </c:pt>
              </c:numCache>
            </c:numRef>
          </c:val>
        </c:ser>
        <c:ser>
          <c:idx val="1"/>
          <c:order val="1"/>
          <c:tx>
            <c:strRef>
              <c:f>'graphs new'!$X$341</c:f>
              <c:strCache>
                <c:ptCount val="1"/>
                <c:pt idx="0">
                  <c:v>Subsidy</c:v>
                </c:pt>
              </c:strCache>
            </c:strRef>
          </c:tx>
          <c:spPr>
            <a:solidFill>
              <a:srgbClr val="265A9A"/>
            </a:solidFill>
            <a:ln>
              <a:solidFill>
                <a:srgbClr val="265A9A"/>
              </a:solidFill>
            </a:ln>
          </c:spPr>
          <c:invertIfNegative val="0"/>
          <c:cat>
            <c:multiLvlStrRef>
              <c:f>'graphs new'!$U$342:$V$349</c:f>
              <c:multiLvlStrCache>
                <c:ptCount val="8"/>
                <c:lvl>
                  <c:pt idx="0">
                    <c:v>Single only</c:v>
                  </c:pt>
                  <c:pt idx="1">
                    <c:v>Single, children aged under 16 only</c:v>
                  </c:pt>
                  <c:pt idx="2">
                    <c:v>Couple only</c:v>
                  </c:pt>
                  <c:pt idx="3">
                    <c:v>Couple, children aged under 16 only</c:v>
                  </c:pt>
                  <c:pt idx="4">
                    <c:v>Single only</c:v>
                  </c:pt>
                  <c:pt idx="5">
                    <c:v>Single, children aged under 16 only</c:v>
                  </c:pt>
                  <c:pt idx="6">
                    <c:v>Couple only</c:v>
                  </c:pt>
                  <c:pt idx="7">
                    <c:v>Couple, children aged under 16 only</c:v>
                  </c:pt>
                </c:lvl>
                <c:lvl>
                  <c:pt idx="0">
                    <c:v>Public housing</c:v>
                  </c:pt>
                  <c:pt idx="4">
                    <c:v>Private renter receiving CRA</c:v>
                  </c:pt>
                </c:lvl>
              </c:multiLvlStrCache>
            </c:multiLvlStrRef>
          </c:cat>
          <c:val>
            <c:numRef>
              <c:f>'graphs new'!$X$342:$X$349</c:f>
              <c:numCache>
                <c:formatCode>General</c:formatCode>
                <c:ptCount val="8"/>
                <c:pt idx="0">
                  <c:v>240.2466</c:v>
                </c:pt>
                <c:pt idx="1">
                  <c:v>271.90480000000002</c:v>
                </c:pt>
                <c:pt idx="2">
                  <c:v>185.28720000000001</c:v>
                </c:pt>
                <c:pt idx="3">
                  <c:v>215.68979999999999</c:v>
                </c:pt>
                <c:pt idx="4">
                  <c:v>61.5</c:v>
                </c:pt>
                <c:pt idx="5">
                  <c:v>72.03</c:v>
                </c:pt>
                <c:pt idx="6">
                  <c:v>57.8</c:v>
                </c:pt>
                <c:pt idx="7">
                  <c:v>72.03</c:v>
                </c:pt>
              </c:numCache>
            </c:numRef>
          </c:val>
        </c:ser>
        <c:dLbls>
          <c:showLegendKey val="0"/>
          <c:showVal val="0"/>
          <c:showCatName val="0"/>
          <c:showSerName val="0"/>
          <c:showPercent val="0"/>
          <c:showBubbleSize val="0"/>
        </c:dLbls>
        <c:gapWidth val="150"/>
        <c:overlap val="100"/>
        <c:axId val="212140800"/>
        <c:axId val="212142336"/>
      </c:barChart>
      <c:catAx>
        <c:axId val="212140800"/>
        <c:scaling>
          <c:orientation val="minMax"/>
        </c:scaling>
        <c:delete val="0"/>
        <c:axPos val="b"/>
        <c:majorTickMark val="out"/>
        <c:minorTickMark val="none"/>
        <c:tickLblPos val="nextTo"/>
        <c:spPr>
          <a:ln>
            <a:solidFill>
              <a:srgbClr val="BFBFBF"/>
            </a:solidFill>
          </a:ln>
        </c:spPr>
        <c:crossAx val="212142336"/>
        <c:crosses val="autoZero"/>
        <c:auto val="1"/>
        <c:lblAlgn val="ctr"/>
        <c:lblOffset val="100"/>
        <c:noMultiLvlLbl val="0"/>
      </c:catAx>
      <c:valAx>
        <c:axId val="212142336"/>
        <c:scaling>
          <c:orientation val="minMax"/>
          <c:max val="500"/>
        </c:scaling>
        <c:delete val="0"/>
        <c:axPos val="l"/>
        <c:majorGridlines>
          <c:spPr>
            <a:ln>
              <a:noFill/>
            </a:ln>
          </c:spPr>
        </c:majorGridlines>
        <c:title>
          <c:tx>
            <c:rich>
              <a:bodyPr rot="-5400000" vert="horz"/>
              <a:lstStyle/>
              <a:p>
                <a:pPr>
                  <a:defRPr/>
                </a:pPr>
                <a:r>
                  <a:rPr lang="en-US"/>
                  <a:t>$ per week</a:t>
                </a:r>
              </a:p>
            </c:rich>
          </c:tx>
          <c:layout>
            <c:manualLayout>
              <c:xMode val="edge"/>
              <c:yMode val="edge"/>
              <c:x val="1.9851576651510109E-2"/>
              <c:y val="0.23311827956989248"/>
            </c:manualLayout>
          </c:layout>
          <c:overlay val="0"/>
        </c:title>
        <c:numFmt formatCode="0" sourceLinked="0"/>
        <c:majorTickMark val="out"/>
        <c:minorTickMark val="none"/>
        <c:tickLblPos val="nextTo"/>
        <c:spPr>
          <a:ln>
            <a:solidFill>
              <a:srgbClr val="BFBFBF"/>
            </a:solidFill>
          </a:ln>
        </c:spPr>
        <c:crossAx val="212140800"/>
        <c:crosses val="autoZero"/>
        <c:crossBetween val="between"/>
        <c:majorUnit val="100"/>
      </c:valAx>
      <c:spPr>
        <a:noFill/>
        <a:ln>
          <a:noFill/>
        </a:ln>
      </c:spPr>
    </c:plotArea>
    <c:legend>
      <c:legendPos val="t"/>
      <c:layout>
        <c:manualLayout>
          <c:xMode val="edge"/>
          <c:yMode val="edge"/>
          <c:x val="0.39647628553473069"/>
          <c:y val="9.0677842689018712E-2"/>
          <c:w val="0.25869043658275109"/>
          <c:h val="6.8511716318965285E-2"/>
        </c:manualLayout>
      </c:layout>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5241174890087198"/>
          <c:y val="6.5573770491803296E-2"/>
          <c:w val="0.69107879663270699"/>
          <c:h val="0.75268639969814599"/>
        </c:manualLayout>
      </c:layout>
      <c:barChart>
        <c:barDir val="col"/>
        <c:grouping val="stacked"/>
        <c:varyColors val="0"/>
        <c:ser>
          <c:idx val="0"/>
          <c:order val="0"/>
          <c:tx>
            <c:strRef>
              <c:f>'new graphs'!$A$405</c:f>
              <c:strCache>
                <c:ptCount val="1"/>
                <c:pt idx="0">
                  <c:v>1 person</c:v>
                </c:pt>
              </c:strCache>
            </c:strRef>
          </c:tx>
          <c:spPr>
            <a:solidFill>
              <a:srgbClr val="78A22F"/>
            </a:solidFill>
            <a:ln>
              <a:solidFill>
                <a:srgbClr val="78A22F"/>
              </a:solidFill>
            </a:ln>
          </c:spPr>
          <c:invertIfNegative val="0"/>
          <c:cat>
            <c:strRef>
              <c:f>'new graphs'!$B$404:$E$404</c:f>
              <c:strCache>
                <c:ptCount val="4"/>
                <c:pt idx="0">
                  <c:v>1</c:v>
                </c:pt>
                <c:pt idx="1">
                  <c:v>2</c:v>
                </c:pt>
                <c:pt idx="2">
                  <c:v>3</c:v>
                </c:pt>
                <c:pt idx="3">
                  <c:v>4+</c:v>
                </c:pt>
              </c:strCache>
            </c:strRef>
          </c:cat>
          <c:val>
            <c:numRef>
              <c:f>'new graphs'!$B$405:$E$405</c:f>
              <c:numCache>
                <c:formatCode>#,##0</c:formatCode>
                <c:ptCount val="4"/>
                <c:pt idx="0">
                  <c:v>4947</c:v>
                </c:pt>
                <c:pt idx="1">
                  <c:v>11783</c:v>
                </c:pt>
                <c:pt idx="2">
                  <c:v>7487</c:v>
                </c:pt>
                <c:pt idx="3" formatCode="General">
                  <c:v>116</c:v>
                </c:pt>
              </c:numCache>
            </c:numRef>
          </c:val>
        </c:ser>
        <c:ser>
          <c:idx val="1"/>
          <c:order val="1"/>
          <c:tx>
            <c:strRef>
              <c:f>'new graphs'!$A$406</c:f>
              <c:strCache>
                <c:ptCount val="1"/>
                <c:pt idx="0">
                  <c:v>2 people</c:v>
                </c:pt>
              </c:strCache>
            </c:strRef>
          </c:tx>
          <c:spPr>
            <a:solidFill>
              <a:srgbClr val="265A9A"/>
            </a:solidFill>
            <a:ln>
              <a:solidFill>
                <a:srgbClr val="265A9A"/>
              </a:solidFill>
            </a:ln>
          </c:spPr>
          <c:invertIfNegative val="0"/>
          <c:cat>
            <c:strRef>
              <c:f>'new graphs'!$B$404:$E$404</c:f>
              <c:strCache>
                <c:ptCount val="4"/>
                <c:pt idx="0">
                  <c:v>1</c:v>
                </c:pt>
                <c:pt idx="1">
                  <c:v>2</c:v>
                </c:pt>
                <c:pt idx="2">
                  <c:v>3</c:v>
                </c:pt>
                <c:pt idx="3">
                  <c:v>4+</c:v>
                </c:pt>
              </c:strCache>
            </c:strRef>
          </c:cat>
          <c:val>
            <c:numRef>
              <c:f>'new graphs'!$B$406:$E$406</c:f>
              <c:numCache>
                <c:formatCode>#,##0</c:formatCode>
                <c:ptCount val="4"/>
                <c:pt idx="0" formatCode="General">
                  <c:v>110</c:v>
                </c:pt>
                <c:pt idx="1">
                  <c:v>2848</c:v>
                </c:pt>
                <c:pt idx="2">
                  <c:v>6391</c:v>
                </c:pt>
                <c:pt idx="3" formatCode="General">
                  <c:v>172</c:v>
                </c:pt>
              </c:numCache>
            </c:numRef>
          </c:val>
        </c:ser>
        <c:ser>
          <c:idx val="2"/>
          <c:order val="2"/>
          <c:tx>
            <c:strRef>
              <c:f>'new graphs'!$A$407</c:f>
              <c:strCache>
                <c:ptCount val="1"/>
                <c:pt idx="0">
                  <c:v>3 people</c:v>
                </c:pt>
              </c:strCache>
            </c:strRef>
          </c:tx>
          <c:spPr>
            <a:solidFill>
              <a:srgbClr val="B2D673"/>
            </a:solidFill>
            <a:ln>
              <a:solidFill>
                <a:srgbClr val="B2D673"/>
              </a:solidFill>
            </a:ln>
          </c:spPr>
          <c:invertIfNegative val="0"/>
          <c:cat>
            <c:strRef>
              <c:f>'new graphs'!$B$404:$E$404</c:f>
              <c:strCache>
                <c:ptCount val="4"/>
                <c:pt idx="0">
                  <c:v>1</c:v>
                </c:pt>
                <c:pt idx="1">
                  <c:v>2</c:v>
                </c:pt>
                <c:pt idx="2">
                  <c:v>3</c:v>
                </c:pt>
                <c:pt idx="3">
                  <c:v>4+</c:v>
                </c:pt>
              </c:strCache>
            </c:strRef>
          </c:cat>
          <c:val>
            <c:numRef>
              <c:f>'new graphs'!$B$407:$E$407</c:f>
              <c:numCache>
                <c:formatCode>General</c:formatCode>
                <c:ptCount val="4"/>
                <c:pt idx="0">
                  <c:v>2</c:v>
                </c:pt>
                <c:pt idx="1">
                  <c:v>248</c:v>
                </c:pt>
                <c:pt idx="2" formatCode="#,##0">
                  <c:v>2762</c:v>
                </c:pt>
                <c:pt idx="3">
                  <c:v>198</c:v>
                </c:pt>
              </c:numCache>
            </c:numRef>
          </c:val>
        </c:ser>
        <c:ser>
          <c:idx val="3"/>
          <c:order val="3"/>
          <c:tx>
            <c:strRef>
              <c:f>'new graphs'!$A$408</c:f>
              <c:strCache>
                <c:ptCount val="1"/>
                <c:pt idx="0">
                  <c:v>4 people</c:v>
                </c:pt>
              </c:strCache>
            </c:strRef>
          </c:tx>
          <c:spPr>
            <a:solidFill>
              <a:srgbClr val="000000"/>
            </a:solidFill>
            <a:ln>
              <a:solidFill>
                <a:srgbClr val="000000"/>
              </a:solidFill>
            </a:ln>
          </c:spPr>
          <c:invertIfNegative val="0"/>
          <c:cat>
            <c:strRef>
              <c:f>'new graphs'!$B$404:$E$404</c:f>
              <c:strCache>
                <c:ptCount val="4"/>
                <c:pt idx="0">
                  <c:v>1</c:v>
                </c:pt>
                <c:pt idx="1">
                  <c:v>2</c:v>
                </c:pt>
                <c:pt idx="2">
                  <c:v>3</c:v>
                </c:pt>
                <c:pt idx="3">
                  <c:v>4+</c:v>
                </c:pt>
              </c:strCache>
            </c:strRef>
          </c:cat>
          <c:val>
            <c:numRef>
              <c:f>'new graphs'!$B$408:$E$408</c:f>
              <c:numCache>
                <c:formatCode>General</c:formatCode>
                <c:ptCount val="4"/>
                <c:pt idx="0">
                  <c:v>1</c:v>
                </c:pt>
                <c:pt idx="1">
                  <c:v>72</c:v>
                </c:pt>
                <c:pt idx="2" formatCode="#,##0">
                  <c:v>1565</c:v>
                </c:pt>
                <c:pt idx="3">
                  <c:v>194</c:v>
                </c:pt>
              </c:numCache>
            </c:numRef>
          </c:val>
        </c:ser>
        <c:ser>
          <c:idx val="4"/>
          <c:order val="4"/>
          <c:tx>
            <c:strRef>
              <c:f>'new graphs'!$A$409</c:f>
              <c:strCache>
                <c:ptCount val="1"/>
                <c:pt idx="0">
                  <c:v>5 or more people</c:v>
                </c:pt>
              </c:strCache>
            </c:strRef>
          </c:tx>
          <c:spPr>
            <a:solidFill>
              <a:srgbClr val="F2F2F2"/>
            </a:solidFill>
            <a:ln>
              <a:solidFill>
                <a:srgbClr val="BFBFBF"/>
              </a:solidFill>
            </a:ln>
          </c:spPr>
          <c:invertIfNegative val="0"/>
          <c:cat>
            <c:strRef>
              <c:f>'new graphs'!$B$404:$E$404</c:f>
              <c:strCache>
                <c:ptCount val="4"/>
                <c:pt idx="0">
                  <c:v>1</c:v>
                </c:pt>
                <c:pt idx="1">
                  <c:v>2</c:v>
                </c:pt>
                <c:pt idx="2">
                  <c:v>3</c:v>
                </c:pt>
                <c:pt idx="3">
                  <c:v>4+</c:v>
                </c:pt>
              </c:strCache>
            </c:strRef>
          </c:cat>
          <c:val>
            <c:numRef>
              <c:f>'new graphs'!$B$409:$E$409</c:f>
              <c:numCache>
                <c:formatCode>General</c:formatCode>
                <c:ptCount val="4"/>
                <c:pt idx="0">
                  <c:v>0</c:v>
                </c:pt>
                <c:pt idx="1">
                  <c:v>20</c:v>
                </c:pt>
                <c:pt idx="2" formatCode="#,##0">
                  <c:v>1081</c:v>
                </c:pt>
                <c:pt idx="3">
                  <c:v>538</c:v>
                </c:pt>
              </c:numCache>
            </c:numRef>
          </c:val>
        </c:ser>
        <c:dLbls>
          <c:showLegendKey val="0"/>
          <c:showVal val="0"/>
          <c:showCatName val="0"/>
          <c:showSerName val="0"/>
          <c:showPercent val="0"/>
          <c:showBubbleSize val="0"/>
        </c:dLbls>
        <c:gapWidth val="100"/>
        <c:overlap val="100"/>
        <c:axId val="212204544"/>
        <c:axId val="212223104"/>
      </c:barChart>
      <c:catAx>
        <c:axId val="212204544"/>
        <c:scaling>
          <c:orientation val="minMax"/>
        </c:scaling>
        <c:delete val="0"/>
        <c:axPos val="b"/>
        <c:title>
          <c:tx>
            <c:rich>
              <a:bodyPr/>
              <a:lstStyle/>
              <a:p>
                <a:pPr>
                  <a:defRPr/>
                </a:pPr>
                <a:r>
                  <a:rPr lang="en-US"/>
                  <a:t>Number of bedrooms</a:t>
                </a:r>
              </a:p>
            </c:rich>
          </c:tx>
          <c:layout>
            <c:manualLayout>
              <c:xMode val="edge"/>
              <c:yMode val="edge"/>
              <c:x val="0.37407307894381098"/>
              <c:y val="0.90517023959646903"/>
            </c:manualLayout>
          </c:layout>
          <c:overlay val="0"/>
        </c:title>
        <c:majorTickMark val="none"/>
        <c:minorTickMark val="none"/>
        <c:tickLblPos val="nextTo"/>
        <c:spPr>
          <a:ln>
            <a:solidFill>
              <a:srgbClr val="BFBFBF"/>
            </a:solidFill>
          </a:ln>
        </c:spPr>
        <c:crossAx val="212223104"/>
        <c:crosses val="autoZero"/>
        <c:auto val="1"/>
        <c:lblAlgn val="ctr"/>
        <c:lblOffset val="100"/>
        <c:noMultiLvlLbl val="0"/>
      </c:catAx>
      <c:valAx>
        <c:axId val="212223104"/>
        <c:scaling>
          <c:orientation val="minMax"/>
          <c:max val="20000"/>
        </c:scaling>
        <c:delete val="0"/>
        <c:axPos val="l"/>
        <c:majorGridlines>
          <c:spPr>
            <a:ln>
              <a:noFill/>
            </a:ln>
          </c:spPr>
        </c:majorGridlines>
        <c:title>
          <c:tx>
            <c:rich>
              <a:bodyPr rot="-5400000" vert="horz"/>
              <a:lstStyle/>
              <a:p>
                <a:pPr>
                  <a:defRPr/>
                </a:pPr>
                <a:r>
                  <a:rPr lang="en-US"/>
                  <a:t>Number of households</a:t>
                </a:r>
              </a:p>
            </c:rich>
          </c:tx>
          <c:layout>
            <c:manualLayout>
              <c:xMode val="edge"/>
              <c:yMode val="edge"/>
              <c:x val="2.1734405564007801E-2"/>
              <c:y val="0.14178471070687401"/>
            </c:manualLayout>
          </c:layout>
          <c:overlay val="0"/>
        </c:title>
        <c:numFmt formatCode="#\ ##0;\-#\ ##0" sourceLinked="0"/>
        <c:majorTickMark val="out"/>
        <c:minorTickMark val="none"/>
        <c:tickLblPos val="nextTo"/>
        <c:spPr>
          <a:ln>
            <a:solidFill>
              <a:srgbClr val="BFBFBF"/>
            </a:solidFill>
          </a:ln>
        </c:spPr>
        <c:crossAx val="212204544"/>
        <c:crosses val="autoZero"/>
        <c:crossBetween val="between"/>
        <c:majorUnit val="5000"/>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userShapes r:id="rId3"/>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28134577440115099"/>
          <c:y val="6.6242038216560495E-2"/>
          <c:w val="0.676499658854119"/>
          <c:h val="0.75016600631927399"/>
        </c:manualLayout>
      </c:layout>
      <c:barChart>
        <c:barDir val="col"/>
        <c:grouping val="stacked"/>
        <c:varyColors val="0"/>
        <c:ser>
          <c:idx val="0"/>
          <c:order val="0"/>
          <c:tx>
            <c:strRef>
              <c:f>'graphs new'!$A$345</c:f>
              <c:strCache>
                <c:ptCount val="1"/>
                <c:pt idx="0">
                  <c:v>1 person</c:v>
                </c:pt>
              </c:strCache>
            </c:strRef>
          </c:tx>
          <c:spPr>
            <a:solidFill>
              <a:srgbClr val="78A22F"/>
            </a:solidFill>
            <a:ln>
              <a:solidFill>
                <a:srgbClr val="78A22F"/>
              </a:solidFill>
            </a:ln>
          </c:spPr>
          <c:invertIfNegative val="0"/>
          <c:cat>
            <c:strRef>
              <c:f>'graphs new'!$B$344:$E$344</c:f>
              <c:strCache>
                <c:ptCount val="4"/>
                <c:pt idx="0">
                  <c:v>1</c:v>
                </c:pt>
                <c:pt idx="1">
                  <c:v>2</c:v>
                </c:pt>
                <c:pt idx="2">
                  <c:v>3</c:v>
                </c:pt>
                <c:pt idx="3">
                  <c:v>4+</c:v>
                </c:pt>
              </c:strCache>
            </c:strRef>
          </c:cat>
          <c:val>
            <c:numRef>
              <c:f>'graphs new'!$B$345:$E$345</c:f>
              <c:numCache>
                <c:formatCode>#,##0</c:formatCode>
                <c:ptCount val="4"/>
                <c:pt idx="0">
                  <c:v>7400</c:v>
                </c:pt>
                <c:pt idx="1">
                  <c:v>6313</c:v>
                </c:pt>
                <c:pt idx="2">
                  <c:v>2904</c:v>
                </c:pt>
                <c:pt idx="3" formatCode="General">
                  <c:v>378</c:v>
                </c:pt>
              </c:numCache>
            </c:numRef>
          </c:val>
        </c:ser>
        <c:ser>
          <c:idx val="1"/>
          <c:order val="1"/>
          <c:tx>
            <c:strRef>
              <c:f>'graphs new'!$A$346</c:f>
              <c:strCache>
                <c:ptCount val="1"/>
                <c:pt idx="0">
                  <c:v>2 people</c:v>
                </c:pt>
              </c:strCache>
            </c:strRef>
          </c:tx>
          <c:spPr>
            <a:solidFill>
              <a:srgbClr val="265A9A"/>
            </a:solidFill>
            <a:ln>
              <a:solidFill>
                <a:srgbClr val="265A9A"/>
              </a:solidFill>
            </a:ln>
          </c:spPr>
          <c:invertIfNegative val="0"/>
          <c:cat>
            <c:strRef>
              <c:f>'graphs new'!$B$344:$E$344</c:f>
              <c:strCache>
                <c:ptCount val="4"/>
                <c:pt idx="0">
                  <c:v>1</c:v>
                </c:pt>
                <c:pt idx="1">
                  <c:v>2</c:v>
                </c:pt>
                <c:pt idx="2">
                  <c:v>3</c:v>
                </c:pt>
                <c:pt idx="3">
                  <c:v>4+</c:v>
                </c:pt>
              </c:strCache>
            </c:strRef>
          </c:cat>
          <c:val>
            <c:numRef>
              <c:f>'graphs new'!$B$346:$E$346</c:f>
              <c:numCache>
                <c:formatCode>#,##0</c:formatCode>
                <c:ptCount val="4"/>
                <c:pt idx="0" formatCode="General">
                  <c:v>368</c:v>
                </c:pt>
                <c:pt idx="1">
                  <c:v>2771</c:v>
                </c:pt>
                <c:pt idx="2">
                  <c:v>3165</c:v>
                </c:pt>
                <c:pt idx="3" formatCode="General">
                  <c:v>290</c:v>
                </c:pt>
              </c:numCache>
            </c:numRef>
          </c:val>
        </c:ser>
        <c:ser>
          <c:idx val="2"/>
          <c:order val="2"/>
          <c:tx>
            <c:strRef>
              <c:f>'graphs new'!$A$347</c:f>
              <c:strCache>
                <c:ptCount val="1"/>
                <c:pt idx="0">
                  <c:v>3 people</c:v>
                </c:pt>
              </c:strCache>
            </c:strRef>
          </c:tx>
          <c:spPr>
            <a:solidFill>
              <a:srgbClr val="B2D673"/>
            </a:solidFill>
            <a:ln>
              <a:solidFill>
                <a:srgbClr val="B2D673"/>
              </a:solidFill>
            </a:ln>
          </c:spPr>
          <c:invertIfNegative val="0"/>
          <c:cat>
            <c:strRef>
              <c:f>'graphs new'!$B$344:$E$344</c:f>
              <c:strCache>
                <c:ptCount val="4"/>
                <c:pt idx="0">
                  <c:v>1</c:v>
                </c:pt>
                <c:pt idx="1">
                  <c:v>2</c:v>
                </c:pt>
                <c:pt idx="2">
                  <c:v>3</c:v>
                </c:pt>
                <c:pt idx="3">
                  <c:v>4+</c:v>
                </c:pt>
              </c:strCache>
            </c:strRef>
          </c:cat>
          <c:val>
            <c:numRef>
              <c:f>'graphs new'!$B$347:$E$347</c:f>
              <c:numCache>
                <c:formatCode>General</c:formatCode>
                <c:ptCount val="4"/>
                <c:pt idx="0">
                  <c:v>25</c:v>
                </c:pt>
                <c:pt idx="1">
                  <c:v>357</c:v>
                </c:pt>
                <c:pt idx="2" formatCode="#,##0">
                  <c:v>2562</c:v>
                </c:pt>
                <c:pt idx="3">
                  <c:v>443</c:v>
                </c:pt>
              </c:numCache>
            </c:numRef>
          </c:val>
        </c:ser>
        <c:ser>
          <c:idx val="3"/>
          <c:order val="3"/>
          <c:tx>
            <c:strRef>
              <c:f>'graphs new'!$A$348</c:f>
              <c:strCache>
                <c:ptCount val="1"/>
                <c:pt idx="0">
                  <c:v>4 people</c:v>
                </c:pt>
              </c:strCache>
            </c:strRef>
          </c:tx>
          <c:spPr>
            <a:solidFill>
              <a:srgbClr val="000000"/>
            </a:solidFill>
            <a:ln>
              <a:solidFill>
                <a:srgbClr val="000000"/>
              </a:solidFill>
            </a:ln>
          </c:spPr>
          <c:invertIfNegative val="0"/>
          <c:cat>
            <c:strRef>
              <c:f>'graphs new'!$B$344:$E$344</c:f>
              <c:strCache>
                <c:ptCount val="4"/>
                <c:pt idx="0">
                  <c:v>1</c:v>
                </c:pt>
                <c:pt idx="1">
                  <c:v>2</c:v>
                </c:pt>
                <c:pt idx="2">
                  <c:v>3</c:v>
                </c:pt>
                <c:pt idx="3">
                  <c:v>4+</c:v>
                </c:pt>
              </c:strCache>
            </c:strRef>
          </c:cat>
          <c:val>
            <c:numRef>
              <c:f>'graphs new'!$B$348:$E$348</c:f>
              <c:numCache>
                <c:formatCode>General</c:formatCode>
                <c:ptCount val="4"/>
                <c:pt idx="0">
                  <c:v>4</c:v>
                </c:pt>
                <c:pt idx="1">
                  <c:v>100</c:v>
                </c:pt>
                <c:pt idx="2" formatCode="#,##0">
                  <c:v>1619</c:v>
                </c:pt>
                <c:pt idx="3">
                  <c:v>554</c:v>
                </c:pt>
              </c:numCache>
            </c:numRef>
          </c:val>
        </c:ser>
        <c:ser>
          <c:idx val="4"/>
          <c:order val="4"/>
          <c:tx>
            <c:strRef>
              <c:f>'graphs new'!$A$349</c:f>
              <c:strCache>
                <c:ptCount val="1"/>
                <c:pt idx="0">
                  <c:v>5 or more people</c:v>
                </c:pt>
              </c:strCache>
            </c:strRef>
          </c:tx>
          <c:spPr>
            <a:solidFill>
              <a:srgbClr val="F2F2F2"/>
            </a:solidFill>
            <a:ln>
              <a:solidFill>
                <a:srgbClr val="BFBFBF"/>
              </a:solidFill>
            </a:ln>
          </c:spPr>
          <c:invertIfNegative val="0"/>
          <c:cat>
            <c:strRef>
              <c:f>'graphs new'!$B$344:$E$344</c:f>
              <c:strCache>
                <c:ptCount val="4"/>
                <c:pt idx="0">
                  <c:v>1</c:v>
                </c:pt>
                <c:pt idx="1">
                  <c:v>2</c:v>
                </c:pt>
                <c:pt idx="2">
                  <c:v>3</c:v>
                </c:pt>
                <c:pt idx="3">
                  <c:v>4+</c:v>
                </c:pt>
              </c:strCache>
            </c:strRef>
          </c:cat>
          <c:val>
            <c:numRef>
              <c:f>'graphs new'!$B$349:$E$349</c:f>
              <c:numCache>
                <c:formatCode>General</c:formatCode>
                <c:ptCount val="4"/>
                <c:pt idx="0">
                  <c:v>2</c:v>
                </c:pt>
                <c:pt idx="1">
                  <c:v>53</c:v>
                </c:pt>
                <c:pt idx="2" formatCode="#,##0">
                  <c:v>1141</c:v>
                </c:pt>
                <c:pt idx="3" formatCode="#,##0">
                  <c:v>1323</c:v>
                </c:pt>
              </c:numCache>
            </c:numRef>
          </c:val>
        </c:ser>
        <c:dLbls>
          <c:showLegendKey val="0"/>
          <c:showVal val="0"/>
          <c:showCatName val="0"/>
          <c:showSerName val="0"/>
          <c:showPercent val="0"/>
          <c:showBubbleSize val="0"/>
        </c:dLbls>
        <c:gapWidth val="100"/>
        <c:overlap val="100"/>
        <c:axId val="212255488"/>
        <c:axId val="212257408"/>
      </c:barChart>
      <c:catAx>
        <c:axId val="212255488"/>
        <c:scaling>
          <c:orientation val="minMax"/>
        </c:scaling>
        <c:delete val="0"/>
        <c:axPos val="b"/>
        <c:title>
          <c:tx>
            <c:rich>
              <a:bodyPr/>
              <a:lstStyle/>
              <a:p>
                <a:pPr>
                  <a:defRPr/>
                </a:pPr>
                <a:r>
                  <a:rPr lang="en-US"/>
                  <a:t>Number of bedrooms</a:t>
                </a:r>
              </a:p>
            </c:rich>
          </c:tx>
          <c:layout>
            <c:manualLayout>
              <c:xMode val="edge"/>
              <c:yMode val="edge"/>
              <c:x val="0.40646591307234098"/>
              <c:y val="0.90420382165605095"/>
            </c:manualLayout>
          </c:layout>
          <c:overlay val="0"/>
        </c:title>
        <c:majorTickMark val="none"/>
        <c:minorTickMark val="none"/>
        <c:tickLblPos val="nextTo"/>
        <c:spPr>
          <a:ln>
            <a:solidFill>
              <a:srgbClr val="BFBFBF"/>
            </a:solidFill>
          </a:ln>
        </c:spPr>
        <c:crossAx val="212257408"/>
        <c:crosses val="autoZero"/>
        <c:auto val="1"/>
        <c:lblAlgn val="ctr"/>
        <c:lblOffset val="100"/>
        <c:noMultiLvlLbl val="0"/>
      </c:catAx>
      <c:valAx>
        <c:axId val="212257408"/>
        <c:scaling>
          <c:orientation val="minMax"/>
          <c:max val="20000"/>
        </c:scaling>
        <c:delete val="0"/>
        <c:axPos val="l"/>
        <c:majorGridlines>
          <c:spPr>
            <a:ln>
              <a:noFill/>
            </a:ln>
          </c:spPr>
        </c:majorGridlines>
        <c:title>
          <c:tx>
            <c:rich>
              <a:bodyPr rot="-5400000" vert="horz"/>
              <a:lstStyle/>
              <a:p>
                <a:pPr>
                  <a:defRPr/>
                </a:pPr>
                <a:r>
                  <a:rPr lang="en-US"/>
                  <a:t>Number of households</a:t>
                </a:r>
              </a:p>
            </c:rich>
          </c:tx>
          <c:layout>
            <c:manualLayout>
              <c:xMode val="edge"/>
              <c:yMode val="edge"/>
              <c:x val="3.2786885245901599E-2"/>
              <c:y val="0.12738853503184699"/>
            </c:manualLayout>
          </c:layout>
          <c:overlay val="0"/>
        </c:title>
        <c:numFmt formatCode="#\ ##0;\-#\ ##0" sourceLinked="0"/>
        <c:majorTickMark val="out"/>
        <c:minorTickMark val="none"/>
        <c:tickLblPos val="nextTo"/>
        <c:spPr>
          <a:ln>
            <a:solidFill>
              <a:srgbClr val="BFBFBF"/>
            </a:solidFill>
          </a:ln>
        </c:spPr>
        <c:crossAx val="212255488"/>
        <c:crosses val="autoZero"/>
        <c:crossBetween val="between"/>
        <c:majorUnit val="5000"/>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userShapes r:id="rId3"/>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7098875074008287E-2"/>
          <c:y val="0"/>
          <c:w val="0.74185908821788038"/>
          <c:h val="2.0850775471247911E-2"/>
        </c:manualLayout>
      </c:layout>
      <c:barChart>
        <c:barDir val="col"/>
        <c:grouping val="stacked"/>
        <c:varyColors val="0"/>
        <c:ser>
          <c:idx val="0"/>
          <c:order val="0"/>
          <c:tx>
            <c:strRef>
              <c:f>'new graphs'!$A$405</c:f>
              <c:strCache>
                <c:ptCount val="1"/>
                <c:pt idx="0">
                  <c:v>1 person</c:v>
                </c:pt>
              </c:strCache>
            </c:strRef>
          </c:tx>
          <c:spPr>
            <a:solidFill>
              <a:srgbClr val="78A22F"/>
            </a:solidFill>
            <a:ln>
              <a:solidFill>
                <a:srgbClr val="78A22F"/>
              </a:solidFill>
            </a:ln>
          </c:spPr>
          <c:invertIfNegative val="0"/>
          <c:cat>
            <c:strRef>
              <c:f>'new graphs'!$B$404:$E$404</c:f>
              <c:strCache>
                <c:ptCount val="4"/>
                <c:pt idx="0">
                  <c:v>1</c:v>
                </c:pt>
                <c:pt idx="1">
                  <c:v>2</c:v>
                </c:pt>
                <c:pt idx="2">
                  <c:v>3</c:v>
                </c:pt>
                <c:pt idx="3">
                  <c:v>4+</c:v>
                </c:pt>
              </c:strCache>
            </c:strRef>
          </c:cat>
          <c:val>
            <c:numRef>
              <c:f>'new graphs'!$B$405:$E$405</c:f>
              <c:numCache>
                <c:formatCode>#,##0</c:formatCode>
                <c:ptCount val="4"/>
                <c:pt idx="0">
                  <c:v>4947</c:v>
                </c:pt>
                <c:pt idx="1">
                  <c:v>11783</c:v>
                </c:pt>
                <c:pt idx="2">
                  <c:v>7487</c:v>
                </c:pt>
                <c:pt idx="3" formatCode="General">
                  <c:v>116</c:v>
                </c:pt>
              </c:numCache>
            </c:numRef>
          </c:val>
        </c:ser>
        <c:ser>
          <c:idx val="1"/>
          <c:order val="1"/>
          <c:tx>
            <c:strRef>
              <c:f>'new graphs'!$A$406</c:f>
              <c:strCache>
                <c:ptCount val="1"/>
                <c:pt idx="0">
                  <c:v>2 people</c:v>
                </c:pt>
              </c:strCache>
            </c:strRef>
          </c:tx>
          <c:spPr>
            <a:solidFill>
              <a:srgbClr val="265A9A"/>
            </a:solidFill>
            <a:ln>
              <a:solidFill>
                <a:srgbClr val="265A9A"/>
              </a:solidFill>
            </a:ln>
          </c:spPr>
          <c:invertIfNegative val="0"/>
          <c:cat>
            <c:strRef>
              <c:f>'new graphs'!$B$404:$E$404</c:f>
              <c:strCache>
                <c:ptCount val="4"/>
                <c:pt idx="0">
                  <c:v>1</c:v>
                </c:pt>
                <c:pt idx="1">
                  <c:v>2</c:v>
                </c:pt>
                <c:pt idx="2">
                  <c:v>3</c:v>
                </c:pt>
                <c:pt idx="3">
                  <c:v>4+</c:v>
                </c:pt>
              </c:strCache>
            </c:strRef>
          </c:cat>
          <c:val>
            <c:numRef>
              <c:f>'new graphs'!$B$406:$E$406</c:f>
              <c:numCache>
                <c:formatCode>#,##0</c:formatCode>
                <c:ptCount val="4"/>
                <c:pt idx="0" formatCode="General">
                  <c:v>110</c:v>
                </c:pt>
                <c:pt idx="1">
                  <c:v>2848</c:v>
                </c:pt>
                <c:pt idx="2">
                  <c:v>6391</c:v>
                </c:pt>
                <c:pt idx="3" formatCode="General">
                  <c:v>172</c:v>
                </c:pt>
              </c:numCache>
            </c:numRef>
          </c:val>
        </c:ser>
        <c:ser>
          <c:idx val="2"/>
          <c:order val="2"/>
          <c:tx>
            <c:strRef>
              <c:f>'new graphs'!$A$407</c:f>
              <c:strCache>
                <c:ptCount val="1"/>
                <c:pt idx="0">
                  <c:v>3 people</c:v>
                </c:pt>
              </c:strCache>
            </c:strRef>
          </c:tx>
          <c:spPr>
            <a:solidFill>
              <a:srgbClr val="B2D673"/>
            </a:solidFill>
            <a:ln>
              <a:solidFill>
                <a:srgbClr val="B2D673"/>
              </a:solidFill>
            </a:ln>
          </c:spPr>
          <c:invertIfNegative val="0"/>
          <c:cat>
            <c:strRef>
              <c:f>'new graphs'!$B$404:$E$404</c:f>
              <c:strCache>
                <c:ptCount val="4"/>
                <c:pt idx="0">
                  <c:v>1</c:v>
                </c:pt>
                <c:pt idx="1">
                  <c:v>2</c:v>
                </c:pt>
                <c:pt idx="2">
                  <c:v>3</c:v>
                </c:pt>
                <c:pt idx="3">
                  <c:v>4+</c:v>
                </c:pt>
              </c:strCache>
            </c:strRef>
          </c:cat>
          <c:val>
            <c:numRef>
              <c:f>'new graphs'!$B$407:$E$407</c:f>
              <c:numCache>
                <c:formatCode>General</c:formatCode>
                <c:ptCount val="4"/>
                <c:pt idx="0">
                  <c:v>2</c:v>
                </c:pt>
                <c:pt idx="1">
                  <c:v>248</c:v>
                </c:pt>
                <c:pt idx="2" formatCode="#,##0">
                  <c:v>2762</c:v>
                </c:pt>
                <c:pt idx="3">
                  <c:v>198</c:v>
                </c:pt>
              </c:numCache>
            </c:numRef>
          </c:val>
        </c:ser>
        <c:ser>
          <c:idx val="3"/>
          <c:order val="3"/>
          <c:tx>
            <c:strRef>
              <c:f>'new graphs'!$A$408</c:f>
              <c:strCache>
                <c:ptCount val="1"/>
                <c:pt idx="0">
                  <c:v>4 people</c:v>
                </c:pt>
              </c:strCache>
            </c:strRef>
          </c:tx>
          <c:spPr>
            <a:solidFill>
              <a:srgbClr val="000000"/>
            </a:solidFill>
            <a:ln>
              <a:solidFill>
                <a:srgbClr val="000000"/>
              </a:solidFill>
            </a:ln>
          </c:spPr>
          <c:invertIfNegative val="0"/>
          <c:cat>
            <c:strRef>
              <c:f>'new graphs'!$B$404:$E$404</c:f>
              <c:strCache>
                <c:ptCount val="4"/>
                <c:pt idx="0">
                  <c:v>1</c:v>
                </c:pt>
                <c:pt idx="1">
                  <c:v>2</c:v>
                </c:pt>
                <c:pt idx="2">
                  <c:v>3</c:v>
                </c:pt>
                <c:pt idx="3">
                  <c:v>4+</c:v>
                </c:pt>
              </c:strCache>
            </c:strRef>
          </c:cat>
          <c:val>
            <c:numRef>
              <c:f>'new graphs'!$B$408:$E$408</c:f>
              <c:numCache>
                <c:formatCode>General</c:formatCode>
                <c:ptCount val="4"/>
                <c:pt idx="0">
                  <c:v>1</c:v>
                </c:pt>
                <c:pt idx="1">
                  <c:v>72</c:v>
                </c:pt>
                <c:pt idx="2" formatCode="#,##0">
                  <c:v>1565</c:v>
                </c:pt>
                <c:pt idx="3">
                  <c:v>194</c:v>
                </c:pt>
              </c:numCache>
            </c:numRef>
          </c:val>
        </c:ser>
        <c:ser>
          <c:idx val="4"/>
          <c:order val="4"/>
          <c:tx>
            <c:strRef>
              <c:f>'new graphs'!$A$409</c:f>
              <c:strCache>
                <c:ptCount val="1"/>
                <c:pt idx="0">
                  <c:v>5 or more people</c:v>
                </c:pt>
              </c:strCache>
            </c:strRef>
          </c:tx>
          <c:spPr>
            <a:solidFill>
              <a:srgbClr val="F2F2F2"/>
            </a:solidFill>
            <a:ln>
              <a:solidFill>
                <a:srgbClr val="BFBFBF"/>
              </a:solidFill>
            </a:ln>
          </c:spPr>
          <c:invertIfNegative val="0"/>
          <c:cat>
            <c:strRef>
              <c:f>'new graphs'!$B$404:$E$404</c:f>
              <c:strCache>
                <c:ptCount val="4"/>
                <c:pt idx="0">
                  <c:v>1</c:v>
                </c:pt>
                <c:pt idx="1">
                  <c:v>2</c:v>
                </c:pt>
                <c:pt idx="2">
                  <c:v>3</c:v>
                </c:pt>
                <c:pt idx="3">
                  <c:v>4+</c:v>
                </c:pt>
              </c:strCache>
            </c:strRef>
          </c:cat>
          <c:val>
            <c:numRef>
              <c:f>'new graphs'!$B$409:$E$409</c:f>
              <c:numCache>
                <c:formatCode>General</c:formatCode>
                <c:ptCount val="4"/>
                <c:pt idx="0">
                  <c:v>0</c:v>
                </c:pt>
                <c:pt idx="1">
                  <c:v>20</c:v>
                </c:pt>
                <c:pt idx="2" formatCode="#,##0">
                  <c:v>1081</c:v>
                </c:pt>
                <c:pt idx="3">
                  <c:v>538</c:v>
                </c:pt>
              </c:numCache>
            </c:numRef>
          </c:val>
        </c:ser>
        <c:dLbls>
          <c:showLegendKey val="0"/>
          <c:showVal val="0"/>
          <c:showCatName val="0"/>
          <c:showSerName val="0"/>
          <c:showPercent val="0"/>
          <c:showBubbleSize val="0"/>
        </c:dLbls>
        <c:gapWidth val="150"/>
        <c:overlap val="100"/>
        <c:axId val="212318080"/>
        <c:axId val="212319616"/>
      </c:barChart>
      <c:catAx>
        <c:axId val="212318080"/>
        <c:scaling>
          <c:orientation val="minMax"/>
        </c:scaling>
        <c:delete val="1"/>
        <c:axPos val="b"/>
        <c:majorTickMark val="out"/>
        <c:minorTickMark val="none"/>
        <c:tickLblPos val="nextTo"/>
        <c:crossAx val="212319616"/>
        <c:crosses val="autoZero"/>
        <c:auto val="1"/>
        <c:lblAlgn val="ctr"/>
        <c:lblOffset val="100"/>
        <c:noMultiLvlLbl val="0"/>
      </c:catAx>
      <c:valAx>
        <c:axId val="212319616"/>
        <c:scaling>
          <c:orientation val="minMax"/>
          <c:max val="20000"/>
        </c:scaling>
        <c:delete val="1"/>
        <c:axPos val="l"/>
        <c:majorGridlines>
          <c:spPr>
            <a:ln>
              <a:noFill/>
            </a:ln>
          </c:spPr>
        </c:majorGridlines>
        <c:numFmt formatCode="#,##0" sourceLinked="1"/>
        <c:majorTickMark val="out"/>
        <c:minorTickMark val="none"/>
        <c:tickLblPos val="nextTo"/>
        <c:crossAx val="212318080"/>
        <c:crosses val="autoZero"/>
        <c:crossBetween val="between"/>
        <c:majorUnit val="5000"/>
      </c:valAx>
      <c:spPr>
        <a:noFill/>
        <a:ln>
          <a:noFill/>
        </a:ln>
      </c:spPr>
    </c:plotArea>
    <c:legend>
      <c:legendPos val="b"/>
      <c:layout>
        <c:manualLayout>
          <c:xMode val="edge"/>
          <c:yMode val="edge"/>
          <c:x val="0.128468692745556"/>
          <c:y val="1.4568360773084736E-3"/>
          <c:w val="0.743062614508888"/>
          <c:h val="0.98055710778088223"/>
        </c:manualLayout>
      </c:layout>
      <c:overlay val="0"/>
      <c:spPr>
        <a:solidFill>
          <a:sysClr val="window" lastClr="FFFFFF"/>
        </a:solidFill>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9293295019157082E-2"/>
          <c:y val="6.7346180555555551E-2"/>
          <c:w val="0.89129942528735628"/>
          <c:h val="0.85179854760307427"/>
        </c:manualLayout>
      </c:layout>
      <c:barChart>
        <c:barDir val="col"/>
        <c:grouping val="clustered"/>
        <c:varyColors val="0"/>
        <c:ser>
          <c:idx val="1"/>
          <c:order val="0"/>
          <c:tx>
            <c:v>"Number of moves"</c:v>
          </c:tx>
          <c:spPr>
            <a:solidFill>
              <a:srgbClr val="78A22F"/>
            </a:solidFill>
            <a:ln>
              <a:noFill/>
            </a:ln>
          </c:spPr>
          <c:invertIfNegative val="0"/>
          <c:cat>
            <c:strRef>
              <c:f>'ppt difference_n'!$D$20:$D$22</c:f>
              <c:strCache>
                <c:ptCount val="3"/>
                <c:pt idx="0">
                  <c:v>1 change</c:v>
                </c:pt>
                <c:pt idx="1">
                  <c:v>2 changes</c:v>
                </c:pt>
                <c:pt idx="2">
                  <c:v>3 or more changes</c:v>
                </c:pt>
              </c:strCache>
            </c:strRef>
          </c:cat>
          <c:val>
            <c:numRef>
              <c:f>'ppt difference_n'!$E$20:$E$22</c:f>
              <c:numCache>
                <c:formatCode>0.00</c:formatCode>
                <c:ptCount val="3"/>
                <c:pt idx="0">
                  <c:v>-3.9229055602046721</c:v>
                </c:pt>
                <c:pt idx="1">
                  <c:v>-5.6820610118858141</c:v>
                </c:pt>
                <c:pt idx="2">
                  <c:v>-7.4635134197169819</c:v>
                </c:pt>
              </c:numCache>
            </c:numRef>
          </c:val>
        </c:ser>
        <c:dLbls>
          <c:showLegendKey val="0"/>
          <c:showVal val="0"/>
          <c:showCatName val="0"/>
          <c:showSerName val="0"/>
          <c:showPercent val="0"/>
          <c:showBubbleSize val="0"/>
        </c:dLbls>
        <c:gapWidth val="150"/>
        <c:axId val="212586496"/>
        <c:axId val="212588032"/>
      </c:barChart>
      <c:catAx>
        <c:axId val="212586496"/>
        <c:scaling>
          <c:orientation val="minMax"/>
        </c:scaling>
        <c:delete val="0"/>
        <c:axPos val="b"/>
        <c:numFmt formatCode="General" sourceLinked="1"/>
        <c:majorTickMark val="none"/>
        <c:minorTickMark val="none"/>
        <c:tickLblPos val="high"/>
        <c:spPr>
          <a:ln>
            <a:solidFill>
              <a:srgbClr val="BFBFBF"/>
            </a:solidFill>
          </a:ln>
        </c:spPr>
        <c:txPr>
          <a:bodyPr/>
          <a:lstStyle/>
          <a:p>
            <a:pPr>
              <a:defRPr sz="1000"/>
            </a:pPr>
            <a:endParaRPr lang="en-US"/>
          </a:p>
        </c:txPr>
        <c:crossAx val="212588032"/>
        <c:crossesAt val="0"/>
        <c:auto val="1"/>
        <c:lblAlgn val="ctr"/>
        <c:lblOffset val="100"/>
        <c:noMultiLvlLbl val="0"/>
      </c:catAx>
      <c:valAx>
        <c:axId val="212588032"/>
        <c:scaling>
          <c:orientation val="minMax"/>
        </c:scaling>
        <c:delete val="0"/>
        <c:axPos val="l"/>
        <c:majorGridlines>
          <c:spPr>
            <a:ln>
              <a:noFill/>
            </a:ln>
          </c:spPr>
        </c:majorGridlines>
        <c:title>
          <c:tx>
            <c:rich>
              <a:bodyPr rot="-5400000" vert="horz"/>
              <a:lstStyle/>
              <a:p>
                <a:pPr>
                  <a:defRPr sz="1000"/>
                </a:pPr>
                <a:r>
                  <a:rPr lang="en-AU" sz="1000"/>
                  <a:t>Per</a:t>
                </a:r>
                <a:r>
                  <a:rPr lang="en-AU" sz="1000" baseline="0"/>
                  <a:t>centage points</a:t>
                </a:r>
                <a:endParaRPr lang="en-AU" sz="1000"/>
              </a:p>
            </c:rich>
          </c:tx>
          <c:layout>
            <c:manualLayout>
              <c:xMode val="edge"/>
              <c:yMode val="edge"/>
              <c:x val="9.9045977011494261E-3"/>
              <c:y val="0.27501562500000004"/>
            </c:manualLayout>
          </c:layout>
          <c:overlay val="0"/>
        </c:title>
        <c:numFmt formatCode="0" sourceLinked="0"/>
        <c:majorTickMark val="out"/>
        <c:minorTickMark val="none"/>
        <c:tickLblPos val="nextTo"/>
        <c:spPr>
          <a:ln>
            <a:solidFill>
              <a:srgbClr val="BFBFBF"/>
            </a:solidFill>
          </a:ln>
        </c:spPr>
        <c:txPr>
          <a:bodyPr/>
          <a:lstStyle/>
          <a:p>
            <a:pPr>
              <a:defRPr sz="1000"/>
            </a:pPr>
            <a:endParaRPr lang="en-US"/>
          </a:p>
        </c:txPr>
        <c:crossAx val="212586496"/>
        <c:crosses val="autoZero"/>
        <c:crossBetween val="between"/>
        <c:majorUnit val="2"/>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475009373828272"/>
          <c:y val="2.6731367881340413E-2"/>
          <c:w val="0.83655943007124112"/>
          <c:h val="0.69677511241327406"/>
        </c:manualLayout>
      </c:layout>
      <c:barChart>
        <c:barDir val="col"/>
        <c:grouping val="clustered"/>
        <c:varyColors val="0"/>
        <c:ser>
          <c:idx val="0"/>
          <c:order val="0"/>
          <c:tx>
            <c:strRef>
              <c:f>'1,2,3,4 graphs'!$B$190</c:f>
              <c:strCache>
                <c:ptCount val="1"/>
                <c:pt idx="0">
                  <c:v>Category 1 applicants</c:v>
                </c:pt>
              </c:strCache>
            </c:strRef>
          </c:tx>
          <c:spPr>
            <a:solidFill>
              <a:srgbClr val="78A22F"/>
            </a:solidFill>
            <a:ln>
              <a:solidFill>
                <a:srgbClr val="78A22F"/>
              </a:solidFill>
            </a:ln>
          </c:spPr>
          <c:invertIfNegative val="0"/>
          <c:cat>
            <c:numRef>
              <c:f>'1,2,3,4 graphs'!$C$189:$L$189</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'1,2,3,4 graphs'!$C$190:$L$190</c:f>
              <c:numCache>
                <c:formatCode>General</c:formatCode>
                <c:ptCount val="10"/>
                <c:pt idx="0">
                  <c:v>6.95</c:v>
                </c:pt>
                <c:pt idx="1">
                  <c:v>6.29</c:v>
                </c:pt>
                <c:pt idx="2">
                  <c:v>7.05</c:v>
                </c:pt>
                <c:pt idx="3">
                  <c:v>9.06</c:v>
                </c:pt>
                <c:pt idx="4">
                  <c:v>8.3000000000000007</c:v>
                </c:pt>
                <c:pt idx="5">
                  <c:v>7.51</c:v>
                </c:pt>
                <c:pt idx="6">
                  <c:v>6.81</c:v>
                </c:pt>
                <c:pt idx="7">
                  <c:v>7.64</c:v>
                </c:pt>
                <c:pt idx="8">
                  <c:v>8.01</c:v>
                </c:pt>
                <c:pt idx="9">
                  <c:v>5.99</c:v>
                </c:pt>
              </c:numCache>
            </c:numRef>
          </c:val>
        </c:ser>
        <c:ser>
          <c:idx val="1"/>
          <c:order val="1"/>
          <c:tx>
            <c:strRef>
              <c:f>'1,2,3,4 graphs'!$B$191</c:f>
              <c:strCache>
                <c:ptCount val="1"/>
                <c:pt idx="0">
                  <c:v>Category 2 applicants</c:v>
                </c:pt>
              </c:strCache>
            </c:strRef>
          </c:tx>
          <c:spPr>
            <a:solidFill>
              <a:srgbClr val="265A9A"/>
            </a:solidFill>
            <a:ln>
              <a:solidFill>
                <a:srgbClr val="265A9A"/>
              </a:solidFill>
            </a:ln>
          </c:spPr>
          <c:invertIfNegative val="0"/>
          <c:cat>
            <c:numRef>
              <c:f>'1,2,3,4 graphs'!$C$189:$L$189</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'1,2,3,4 graphs'!$C$191:$L$191</c:f>
              <c:numCache>
                <c:formatCode>General</c:formatCode>
                <c:ptCount val="10"/>
                <c:pt idx="0">
                  <c:v>6.66</c:v>
                </c:pt>
                <c:pt idx="1">
                  <c:v>6.85</c:v>
                </c:pt>
                <c:pt idx="2">
                  <c:v>8.17</c:v>
                </c:pt>
                <c:pt idx="3">
                  <c:v>9.0399999999999991</c:v>
                </c:pt>
                <c:pt idx="4">
                  <c:v>9.7200000000000006</c:v>
                </c:pt>
                <c:pt idx="5">
                  <c:v>10.46</c:v>
                </c:pt>
                <c:pt idx="6">
                  <c:v>10.46</c:v>
                </c:pt>
                <c:pt idx="7">
                  <c:v>10.93</c:v>
                </c:pt>
                <c:pt idx="8">
                  <c:v>10.44</c:v>
                </c:pt>
                <c:pt idx="9">
                  <c:v>10.62</c:v>
                </c:pt>
              </c:numCache>
            </c:numRef>
          </c:val>
        </c:ser>
        <c:ser>
          <c:idx val="2"/>
          <c:order val="2"/>
          <c:tx>
            <c:strRef>
              <c:f>'1,2,3,4 graphs'!$B$192</c:f>
              <c:strCache>
                <c:ptCount val="1"/>
                <c:pt idx="0">
                  <c:v>Category 3 applicants</c:v>
                </c:pt>
              </c:strCache>
            </c:strRef>
          </c:tx>
          <c:spPr>
            <a:solidFill>
              <a:srgbClr val="B2D673"/>
            </a:solidFill>
            <a:ln>
              <a:solidFill>
                <a:srgbClr val="B2D673"/>
              </a:solidFill>
            </a:ln>
          </c:spPr>
          <c:invertIfNegative val="0"/>
          <c:cat>
            <c:numRef>
              <c:f>'1,2,3,4 graphs'!$C$189:$L$189</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'1,2,3,4 graphs'!$C$192:$L$192</c:f>
              <c:numCache>
                <c:formatCode>General</c:formatCode>
                <c:ptCount val="10"/>
                <c:pt idx="0">
                  <c:v>19.690000000000001</c:v>
                </c:pt>
                <c:pt idx="1">
                  <c:v>21.3</c:v>
                </c:pt>
                <c:pt idx="2">
                  <c:v>21.62</c:v>
                </c:pt>
                <c:pt idx="3">
                  <c:v>21.99</c:v>
                </c:pt>
                <c:pt idx="4">
                  <c:v>22.43</c:v>
                </c:pt>
                <c:pt idx="5">
                  <c:v>22.23</c:v>
                </c:pt>
                <c:pt idx="6">
                  <c:v>21.96</c:v>
                </c:pt>
                <c:pt idx="7">
                  <c:v>21.99</c:v>
                </c:pt>
                <c:pt idx="8">
                  <c:v>21.83</c:v>
                </c:pt>
                <c:pt idx="9">
                  <c:v>21.4</c:v>
                </c:pt>
              </c:numCache>
            </c:numRef>
          </c:val>
        </c:ser>
        <c:ser>
          <c:idx val="3"/>
          <c:order val="3"/>
          <c:tx>
            <c:strRef>
              <c:f>'1,2,3,4 graphs'!$B$194</c:f>
              <c:strCache>
                <c:ptCount val="1"/>
                <c:pt idx="0">
                  <c:v>Tenants</c:v>
                </c:pt>
              </c:strCache>
            </c:strRef>
          </c:tx>
          <c:spPr>
            <a:solidFill>
              <a:srgbClr val="000000"/>
            </a:solidFill>
            <a:ln>
              <a:solidFill>
                <a:srgbClr val="000000"/>
              </a:solidFill>
            </a:ln>
          </c:spPr>
          <c:invertIfNegative val="0"/>
          <c:cat>
            <c:numRef>
              <c:f>'1,2,3,4 graphs'!$C$189:$L$189</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'1,2,3,4 graphs'!$C$194:$L$194</c:f>
              <c:numCache>
                <c:formatCode>#,##0.00</c:formatCode>
                <c:ptCount val="10"/>
                <c:pt idx="0">
                  <c:v>17.309999999999999</c:v>
                </c:pt>
                <c:pt idx="1">
                  <c:v>19.5</c:v>
                </c:pt>
                <c:pt idx="2">
                  <c:v>20.86</c:v>
                </c:pt>
                <c:pt idx="3">
                  <c:v>21.72</c:v>
                </c:pt>
                <c:pt idx="4">
                  <c:v>22.58</c:v>
                </c:pt>
                <c:pt idx="5">
                  <c:v>21.66</c:v>
                </c:pt>
                <c:pt idx="6">
                  <c:v>20.65</c:v>
                </c:pt>
                <c:pt idx="7">
                  <c:v>20.03</c:v>
                </c:pt>
                <c:pt idx="8">
                  <c:v>20.53</c:v>
                </c:pt>
                <c:pt idx="9">
                  <c:v>19.41</c:v>
                </c:pt>
              </c:numCache>
            </c:numRef>
          </c:val>
        </c:ser>
        <c:dLbls>
          <c:showLegendKey val="0"/>
          <c:showVal val="0"/>
          <c:showCatName val="0"/>
          <c:showSerName val="0"/>
          <c:showPercent val="0"/>
          <c:showBubbleSize val="0"/>
        </c:dLbls>
        <c:gapWidth val="150"/>
        <c:axId val="213763968"/>
        <c:axId val="213765504"/>
      </c:barChart>
      <c:lineChart>
        <c:grouping val="standard"/>
        <c:varyColors val="0"/>
        <c:ser>
          <c:idx val="4"/>
          <c:order val="4"/>
          <c:tx>
            <c:strRef>
              <c:f>'1,2,3,4 graphs'!$B$195</c:f>
              <c:strCache>
                <c:ptCount val="1"/>
                <c:pt idx="0">
                  <c:v>South Australia (RHS)</c:v>
                </c:pt>
              </c:strCache>
            </c:strRef>
          </c:tx>
          <c:spPr>
            <a:ln>
              <a:solidFill>
                <a:sysClr val="windowText" lastClr="000000"/>
              </a:solidFill>
            </a:ln>
          </c:spPr>
          <c:marker>
            <c:symbol val="none"/>
          </c:marker>
          <c:cat>
            <c:numRef>
              <c:f>'1,2,3,4 graphs'!$C$189:$L$189</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'1,2,3,4 graphs'!$C$195:$L$195</c:f>
              <c:numCache>
                <c:formatCode>0.00</c:formatCode>
                <c:ptCount val="10"/>
                <c:pt idx="0">
                  <c:v>69.510627780523976</c:v>
                </c:pt>
                <c:pt idx="1">
                  <c:v>71.091069502989896</c:v>
                </c:pt>
                <c:pt idx="2">
                  <c:v>71.335726064603733</c:v>
                </c:pt>
                <c:pt idx="3">
                  <c:v>70.682384512171737</c:v>
                </c:pt>
                <c:pt idx="4">
                  <c:v>71.972711768050019</c:v>
                </c:pt>
                <c:pt idx="5">
                  <c:v>71.705353800074874</c:v>
                </c:pt>
                <c:pt idx="6">
                  <c:v>71.754239644147901</c:v>
                </c:pt>
                <c:pt idx="7">
                  <c:v>72.611582441903337</c:v>
                </c:pt>
                <c:pt idx="8">
                  <c:v>71.106821106821101</c:v>
                </c:pt>
                <c:pt idx="9">
                  <c:v>71.225853703195099</c:v>
                </c:pt>
              </c:numCache>
            </c:numRef>
          </c:val>
          <c:smooth val="0"/>
        </c:ser>
        <c:dLbls>
          <c:showLegendKey val="0"/>
          <c:showVal val="0"/>
          <c:showCatName val="0"/>
          <c:showSerName val="0"/>
          <c:showPercent val="0"/>
          <c:showBubbleSize val="0"/>
        </c:dLbls>
        <c:marker val="1"/>
        <c:smooth val="0"/>
        <c:axId val="213773312"/>
        <c:axId val="213771776"/>
      </c:lineChart>
      <c:catAx>
        <c:axId val="213763968"/>
        <c:scaling>
          <c:orientation val="minMax"/>
        </c:scaling>
        <c:delete val="0"/>
        <c:axPos val="b"/>
        <c:numFmt formatCode="General" sourceLinked="1"/>
        <c:majorTickMark val="out"/>
        <c:minorTickMark val="none"/>
        <c:tickLblPos val="nextTo"/>
        <c:spPr>
          <a:ln>
            <a:solidFill>
              <a:srgbClr val="BFBFBF"/>
            </a:solidFill>
          </a:ln>
        </c:spPr>
        <c:crossAx val="213765504"/>
        <c:crosses val="autoZero"/>
        <c:auto val="1"/>
        <c:lblAlgn val="ctr"/>
        <c:lblOffset val="100"/>
        <c:noMultiLvlLbl val="0"/>
      </c:catAx>
      <c:valAx>
        <c:axId val="213765504"/>
        <c:scaling>
          <c:orientation val="minMax"/>
          <c:max val="35"/>
        </c:scaling>
        <c:delete val="0"/>
        <c:axPos val="l"/>
        <c:majorGridlines>
          <c:spPr>
            <a:ln>
              <a:noFill/>
            </a:ln>
          </c:spPr>
        </c:majorGridlines>
        <c:title>
          <c:tx>
            <c:rich>
              <a:bodyPr rot="-5400000" vert="horz"/>
              <a:lstStyle/>
              <a:p>
                <a:pPr>
                  <a:defRPr/>
                </a:pPr>
                <a:r>
                  <a:rPr lang="en-US"/>
                  <a:t>Per cent</a:t>
                </a:r>
              </a:p>
            </c:rich>
          </c:tx>
          <c:layout>
            <c:manualLayout>
              <c:xMode val="edge"/>
              <c:yMode val="edge"/>
              <c:x val="9.6036663605871472E-3"/>
              <c:y val="0.26828441899308042"/>
            </c:manualLayout>
          </c:layout>
          <c:overlay val="0"/>
        </c:title>
        <c:numFmt formatCode="General" sourceLinked="1"/>
        <c:majorTickMark val="out"/>
        <c:minorTickMark val="none"/>
        <c:tickLblPos val="nextTo"/>
        <c:spPr>
          <a:ln>
            <a:solidFill>
              <a:srgbClr val="BFBFBF"/>
            </a:solidFill>
          </a:ln>
        </c:spPr>
        <c:crossAx val="213763968"/>
        <c:crosses val="autoZero"/>
        <c:crossBetween val="between"/>
      </c:valAx>
      <c:valAx>
        <c:axId val="213771776"/>
        <c:scaling>
          <c:orientation val="minMax"/>
          <c:max val="80"/>
          <c:min val="45"/>
        </c:scaling>
        <c:delete val="0"/>
        <c:axPos val="r"/>
        <c:numFmt formatCode="0" sourceLinked="0"/>
        <c:majorTickMark val="out"/>
        <c:minorTickMark val="none"/>
        <c:tickLblPos val="nextTo"/>
        <c:crossAx val="213773312"/>
        <c:crosses val="max"/>
        <c:crossBetween val="between"/>
        <c:majorUnit val="5"/>
      </c:valAx>
      <c:catAx>
        <c:axId val="213773312"/>
        <c:scaling>
          <c:orientation val="minMax"/>
        </c:scaling>
        <c:delete val="1"/>
        <c:axPos val="b"/>
        <c:numFmt formatCode="General" sourceLinked="1"/>
        <c:majorTickMark val="out"/>
        <c:minorTickMark val="none"/>
        <c:tickLblPos val="nextTo"/>
        <c:crossAx val="213771776"/>
        <c:crosses val="autoZero"/>
        <c:auto val="1"/>
        <c:lblAlgn val="ctr"/>
        <c:lblOffset val="100"/>
        <c:noMultiLvlLbl val="0"/>
      </c:catAx>
      <c:spPr>
        <a:noFill/>
        <a:ln>
          <a:noFill/>
        </a:ln>
      </c:spPr>
    </c:plotArea>
    <c:legend>
      <c:legendPos val="b"/>
      <c:layout>
        <c:manualLayout>
          <c:xMode val="edge"/>
          <c:yMode val="edge"/>
          <c:x val="9.2630858642669678E-2"/>
          <c:y val="0.8159831673933321"/>
          <c:w val="0.87188095238095242"/>
          <c:h val="0.16281642480640335"/>
        </c:manualLayout>
      </c:layout>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userShapes r:id="rId3"/>
</c:chartSpace>
</file>

<file path=word/charts/chart1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05503691534961"/>
          <c:y val="6.1366806136680614E-2"/>
          <c:w val="0.83538359863290468"/>
          <c:h val="0.72840433669315252"/>
        </c:manualLayout>
      </c:layout>
      <c:barChart>
        <c:barDir val="col"/>
        <c:grouping val="clustered"/>
        <c:varyColors val="0"/>
        <c:ser>
          <c:idx val="0"/>
          <c:order val="0"/>
          <c:tx>
            <c:strRef>
              <c:f>'graphs new'!$B$269</c:f>
              <c:strCache>
                <c:ptCount val="1"/>
                <c:pt idx="0">
                  <c:v>Priority applicants</c:v>
                </c:pt>
              </c:strCache>
            </c:strRef>
          </c:tx>
          <c:spPr>
            <a:solidFill>
              <a:srgbClr val="78A22F"/>
            </a:solidFill>
            <a:ln>
              <a:solidFill>
                <a:srgbClr val="78A22F"/>
              </a:solidFill>
            </a:ln>
          </c:spPr>
          <c:invertIfNegative val="0"/>
          <c:cat>
            <c:numRef>
              <c:f>'graphs new'!$C$268:$L$268</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'graphs new'!$C$269:$L$269</c:f>
              <c:numCache>
                <c:formatCode>General</c:formatCode>
                <c:ptCount val="10"/>
                <c:pt idx="0">
                  <c:v>7.65</c:v>
                </c:pt>
                <c:pt idx="1">
                  <c:v>6.81</c:v>
                </c:pt>
                <c:pt idx="2">
                  <c:v>9.36</c:v>
                </c:pt>
                <c:pt idx="3">
                  <c:v>9.69</c:v>
                </c:pt>
                <c:pt idx="4">
                  <c:v>10.76</c:v>
                </c:pt>
                <c:pt idx="5">
                  <c:v>9.9</c:v>
                </c:pt>
                <c:pt idx="6">
                  <c:v>9.6199999999999992</c:v>
                </c:pt>
                <c:pt idx="7">
                  <c:v>9.0299999999999994</c:v>
                </c:pt>
                <c:pt idx="8">
                  <c:v>9.15</c:v>
                </c:pt>
                <c:pt idx="9">
                  <c:v>8.7899999999999991</c:v>
                </c:pt>
              </c:numCache>
            </c:numRef>
          </c:val>
        </c:ser>
        <c:ser>
          <c:idx val="1"/>
          <c:order val="1"/>
          <c:tx>
            <c:strRef>
              <c:f>'graphs new'!$B$270</c:f>
              <c:strCache>
                <c:ptCount val="1"/>
                <c:pt idx="0">
                  <c:v>Wait turn applicants</c:v>
                </c:pt>
              </c:strCache>
            </c:strRef>
          </c:tx>
          <c:spPr>
            <a:solidFill>
              <a:srgbClr val="265A9A"/>
            </a:solidFill>
            <a:ln>
              <a:solidFill>
                <a:srgbClr val="265A9A"/>
              </a:solidFill>
            </a:ln>
          </c:spPr>
          <c:invertIfNegative val="0"/>
          <c:cat>
            <c:numRef>
              <c:f>'graphs new'!$C$268:$L$268</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'graphs new'!$C$270:$L$270</c:f>
              <c:numCache>
                <c:formatCode>General</c:formatCode>
                <c:ptCount val="10"/>
                <c:pt idx="0">
                  <c:v>12.55</c:v>
                </c:pt>
                <c:pt idx="1">
                  <c:v>13.51</c:v>
                </c:pt>
                <c:pt idx="2">
                  <c:v>15.43</c:v>
                </c:pt>
                <c:pt idx="3">
                  <c:v>16.809999999999999</c:v>
                </c:pt>
                <c:pt idx="4">
                  <c:v>19</c:v>
                </c:pt>
                <c:pt idx="5">
                  <c:v>18.77</c:v>
                </c:pt>
                <c:pt idx="6">
                  <c:v>18.14</c:v>
                </c:pt>
                <c:pt idx="7">
                  <c:v>18.39</c:v>
                </c:pt>
                <c:pt idx="8">
                  <c:v>18.309999999999999</c:v>
                </c:pt>
                <c:pt idx="9">
                  <c:v>17.28</c:v>
                </c:pt>
              </c:numCache>
            </c:numRef>
          </c:val>
        </c:ser>
        <c:ser>
          <c:idx val="2"/>
          <c:order val="2"/>
          <c:tx>
            <c:strRef>
              <c:f>'graphs new'!$B$272</c:f>
              <c:strCache>
                <c:ptCount val="1"/>
                <c:pt idx="0">
                  <c:v>Tenants</c:v>
                </c:pt>
              </c:strCache>
            </c:strRef>
          </c:tx>
          <c:spPr>
            <a:solidFill>
              <a:sysClr val="windowText" lastClr="000000"/>
            </a:solidFill>
            <a:ln>
              <a:noFill/>
            </a:ln>
          </c:spPr>
          <c:invertIfNegative val="0"/>
          <c:cat>
            <c:numRef>
              <c:f>'graphs new'!$C$268:$L$268</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'graphs new'!$C$272:$L$272</c:f>
              <c:numCache>
                <c:formatCode>#,##0.00</c:formatCode>
                <c:ptCount val="10"/>
                <c:pt idx="0">
                  <c:v>24.87</c:v>
                </c:pt>
                <c:pt idx="1">
                  <c:v>25.84</c:v>
                </c:pt>
                <c:pt idx="2">
                  <c:v>27.61</c:v>
                </c:pt>
                <c:pt idx="3">
                  <c:v>29.34</c:v>
                </c:pt>
                <c:pt idx="4">
                  <c:v>28.88</c:v>
                </c:pt>
                <c:pt idx="5">
                  <c:v>26.7</c:v>
                </c:pt>
                <c:pt idx="6">
                  <c:v>25.27</c:v>
                </c:pt>
                <c:pt idx="7">
                  <c:v>23.79</c:v>
                </c:pt>
                <c:pt idx="8">
                  <c:v>22.67</c:v>
                </c:pt>
                <c:pt idx="9">
                  <c:v>21.8</c:v>
                </c:pt>
              </c:numCache>
            </c:numRef>
          </c:val>
        </c:ser>
        <c:dLbls>
          <c:showLegendKey val="0"/>
          <c:showVal val="0"/>
          <c:showCatName val="0"/>
          <c:showSerName val="0"/>
          <c:showPercent val="0"/>
          <c:showBubbleSize val="0"/>
        </c:dLbls>
        <c:gapWidth val="150"/>
        <c:axId val="213814272"/>
        <c:axId val="213828352"/>
      </c:barChart>
      <c:lineChart>
        <c:grouping val="standard"/>
        <c:varyColors val="0"/>
        <c:ser>
          <c:idx val="3"/>
          <c:order val="3"/>
          <c:tx>
            <c:strRef>
              <c:f>'graphs new'!$B$274</c:f>
              <c:strCache>
                <c:ptCount val="1"/>
                <c:pt idx="0">
                  <c:v>Western Australia (RHS)</c:v>
                </c:pt>
              </c:strCache>
            </c:strRef>
          </c:tx>
          <c:spPr>
            <a:ln>
              <a:solidFill>
                <a:srgbClr val="000000"/>
              </a:solidFill>
            </a:ln>
          </c:spPr>
          <c:marker>
            <c:symbol val="none"/>
          </c:marker>
          <c:cat>
            <c:numRef>
              <c:f>'graphs new'!$C$268:$L$268</c:f>
              <c:numCache>
                <c:formatCode>General</c:formatCode>
                <c:ptCount val="10"/>
                <c:pt idx="0">
                  <c:v>2004</c:v>
                </c:pt>
                <c:pt idx="1">
                  <c:v>2005</c:v>
                </c:pt>
                <c:pt idx="2">
                  <c:v>2006</c:v>
                </c:pt>
                <c:pt idx="3">
                  <c:v>2007</c:v>
                </c:pt>
                <c:pt idx="4">
                  <c:v>2008</c:v>
                </c:pt>
                <c:pt idx="5">
                  <c:v>2009</c:v>
                </c:pt>
                <c:pt idx="6">
                  <c:v>2010</c:v>
                </c:pt>
                <c:pt idx="7">
                  <c:v>2011</c:v>
                </c:pt>
                <c:pt idx="8">
                  <c:v>2012</c:v>
                </c:pt>
                <c:pt idx="9">
                  <c:v>2013</c:v>
                </c:pt>
              </c:numCache>
            </c:numRef>
          </c:cat>
          <c:val>
            <c:numRef>
              <c:f>'graphs new'!$C$274:$L$274</c:f>
              <c:numCache>
                <c:formatCode>General</c:formatCode>
                <c:ptCount val="10"/>
                <c:pt idx="0">
                  <c:v>71.173848439821697</c:v>
                </c:pt>
                <c:pt idx="1">
                  <c:v>73.789527495800783</c:v>
                </c:pt>
                <c:pt idx="2">
                  <c:v>74.933791425094853</c:v>
                </c:pt>
                <c:pt idx="3">
                  <c:v>75.586494953010785</c:v>
                </c:pt>
                <c:pt idx="4">
                  <c:v>75.752677308547177</c:v>
                </c:pt>
                <c:pt idx="5">
                  <c:v>73.856891266062235</c:v>
                </c:pt>
                <c:pt idx="6">
                  <c:v>75.126028970710237</c:v>
                </c:pt>
                <c:pt idx="7">
                  <c:v>75.304347826086953</c:v>
                </c:pt>
                <c:pt idx="8">
                  <c:v>76.176452911833636</c:v>
                </c:pt>
                <c:pt idx="9">
                  <c:v>74.934467291897249</c:v>
                </c:pt>
              </c:numCache>
            </c:numRef>
          </c:val>
          <c:smooth val="0"/>
        </c:ser>
        <c:dLbls>
          <c:showLegendKey val="0"/>
          <c:showVal val="0"/>
          <c:showCatName val="0"/>
          <c:showSerName val="0"/>
          <c:showPercent val="0"/>
          <c:showBubbleSize val="0"/>
        </c:dLbls>
        <c:marker val="1"/>
        <c:smooth val="0"/>
        <c:axId val="213840256"/>
        <c:axId val="213830272"/>
      </c:lineChart>
      <c:catAx>
        <c:axId val="213814272"/>
        <c:scaling>
          <c:orientation val="minMax"/>
        </c:scaling>
        <c:delete val="0"/>
        <c:axPos val="b"/>
        <c:numFmt formatCode="General" sourceLinked="1"/>
        <c:majorTickMark val="out"/>
        <c:minorTickMark val="none"/>
        <c:tickLblPos val="nextTo"/>
        <c:spPr>
          <a:ln>
            <a:solidFill>
              <a:srgbClr val="BFBFBF"/>
            </a:solidFill>
          </a:ln>
        </c:spPr>
        <c:crossAx val="213828352"/>
        <c:crosses val="autoZero"/>
        <c:auto val="1"/>
        <c:lblAlgn val="ctr"/>
        <c:lblOffset val="100"/>
        <c:noMultiLvlLbl val="0"/>
      </c:catAx>
      <c:valAx>
        <c:axId val="213828352"/>
        <c:scaling>
          <c:orientation val="minMax"/>
        </c:scaling>
        <c:delete val="0"/>
        <c:axPos val="l"/>
        <c:majorGridlines>
          <c:spPr>
            <a:ln>
              <a:noFill/>
            </a:ln>
          </c:spPr>
        </c:majorGridlines>
        <c:title>
          <c:tx>
            <c:rich>
              <a:bodyPr rot="-5400000" vert="horz"/>
              <a:lstStyle/>
              <a:p>
                <a:pPr>
                  <a:defRPr/>
                </a:pPr>
                <a:r>
                  <a:rPr lang="en-US"/>
                  <a:t>Per cent</a:t>
                </a:r>
              </a:p>
            </c:rich>
          </c:tx>
          <c:layout>
            <c:manualLayout>
              <c:xMode val="edge"/>
              <c:yMode val="edge"/>
              <c:x val="1.202987991448321E-2"/>
              <c:y val="0.30457044333893407"/>
            </c:manualLayout>
          </c:layout>
          <c:overlay val="0"/>
        </c:title>
        <c:numFmt formatCode="General" sourceLinked="1"/>
        <c:majorTickMark val="out"/>
        <c:minorTickMark val="none"/>
        <c:tickLblPos val="nextTo"/>
        <c:spPr>
          <a:ln>
            <a:solidFill>
              <a:srgbClr val="BFBFBF"/>
            </a:solidFill>
          </a:ln>
        </c:spPr>
        <c:crossAx val="213814272"/>
        <c:crosses val="autoZero"/>
        <c:crossBetween val="between"/>
      </c:valAx>
      <c:valAx>
        <c:axId val="213830272"/>
        <c:scaling>
          <c:orientation val="minMax"/>
          <c:max val="80"/>
          <c:min val="45"/>
        </c:scaling>
        <c:delete val="0"/>
        <c:axPos val="r"/>
        <c:numFmt formatCode="General" sourceLinked="1"/>
        <c:majorTickMark val="out"/>
        <c:minorTickMark val="none"/>
        <c:tickLblPos val="nextTo"/>
        <c:crossAx val="213840256"/>
        <c:crosses val="max"/>
        <c:crossBetween val="between"/>
      </c:valAx>
      <c:catAx>
        <c:axId val="213840256"/>
        <c:scaling>
          <c:orientation val="minMax"/>
        </c:scaling>
        <c:delete val="1"/>
        <c:axPos val="b"/>
        <c:numFmt formatCode="General" sourceLinked="1"/>
        <c:majorTickMark val="out"/>
        <c:minorTickMark val="none"/>
        <c:tickLblPos val="nextTo"/>
        <c:crossAx val="213830272"/>
        <c:crosses val="autoZero"/>
        <c:auto val="1"/>
        <c:lblAlgn val="ctr"/>
        <c:lblOffset val="100"/>
        <c:noMultiLvlLbl val="0"/>
      </c:catAx>
      <c:spPr>
        <a:noFill/>
        <a:ln>
          <a:noFill/>
        </a:ln>
      </c:spPr>
    </c:plotArea>
    <c:legend>
      <c:legendPos val="b"/>
      <c:layout>
        <c:manualLayout>
          <c:xMode val="edge"/>
          <c:yMode val="edge"/>
          <c:x val="3.449630846503899E-2"/>
          <c:y val="0.88405758903568021"/>
          <c:w val="0.96218244302196043"/>
          <c:h val="0.11145341207349081"/>
        </c:manualLayout>
      </c:layout>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4605185185185181E-2"/>
          <c:y val="4.8506944444444443E-2"/>
          <c:w val="0.88637425925925928"/>
          <c:h val="0.75873645833333336"/>
        </c:manualLayout>
      </c:layout>
      <c:barChart>
        <c:barDir val="col"/>
        <c:grouping val="stacked"/>
        <c:varyColors val="0"/>
        <c:ser>
          <c:idx val="1"/>
          <c:order val="0"/>
          <c:tx>
            <c:v>CRA</c:v>
          </c:tx>
          <c:spPr>
            <a:solidFill>
              <a:srgbClr val="78A22F"/>
            </a:solidFill>
            <a:ln>
              <a:noFill/>
            </a:ln>
          </c:spPr>
          <c:invertIfNegative val="0"/>
          <c:dLbls>
            <c:txPr>
              <a:bodyPr/>
              <a:lstStyle/>
              <a:p>
                <a:pPr>
                  <a:defRPr b="1">
                    <a:solidFill>
                      <a:schemeClr val="bg1"/>
                    </a:solidFill>
                  </a:defRPr>
                </a:pPr>
                <a:endParaRPr lang="en-US"/>
              </a:p>
            </c:txPr>
            <c:showLegendKey val="0"/>
            <c:showVal val="1"/>
            <c:showCatName val="0"/>
            <c:showSerName val="0"/>
            <c:showPercent val="0"/>
            <c:showBubbleSize val="0"/>
            <c:showLeaderLines val="0"/>
          </c:dLbls>
          <c:cat>
            <c:numRef>
              <c:f>Households!$W$10:$W$20</c:f>
              <c:numCache>
                <c:formatCode>General</c:formatCode>
                <c:ptCount val="11"/>
                <c:pt idx="0">
                  <c:v>2004</c:v>
                </c:pt>
                <c:pt idx="1">
                  <c:v>2005</c:v>
                </c:pt>
                <c:pt idx="2">
                  <c:v>2006</c:v>
                </c:pt>
                <c:pt idx="3">
                  <c:v>2007</c:v>
                </c:pt>
                <c:pt idx="4">
                  <c:v>2008</c:v>
                </c:pt>
                <c:pt idx="5">
                  <c:v>2009</c:v>
                </c:pt>
                <c:pt idx="6">
                  <c:v>2010</c:v>
                </c:pt>
                <c:pt idx="7">
                  <c:v>2011</c:v>
                </c:pt>
                <c:pt idx="8">
                  <c:v>2012</c:v>
                </c:pt>
                <c:pt idx="9">
                  <c:v>2013</c:v>
                </c:pt>
                <c:pt idx="10">
                  <c:v>2014</c:v>
                </c:pt>
              </c:numCache>
            </c:numRef>
          </c:cat>
          <c:val>
            <c:numRef>
              <c:f>Households!$U$10:$U$20</c:f>
              <c:numCache>
                <c:formatCode>0.0</c:formatCode>
                <c:ptCount val="11"/>
                <c:pt idx="0">
                  <c:v>8.9325603364032631</c:v>
                </c:pt>
                <c:pt idx="1">
                  <c:v>8.7447878740206182</c:v>
                </c:pt>
                <c:pt idx="2">
                  <c:v>8.6292458748549539</c:v>
                </c:pt>
                <c:pt idx="3">
                  <c:v>8.494925523536768</c:v>
                </c:pt>
                <c:pt idx="4">
                  <c:v>8.3521693484389452</c:v>
                </c:pt>
                <c:pt idx="5">
                  <c:v>8.9725863351620845</c:v>
                </c:pt>
                <c:pt idx="6">
                  <c:v>9.4043630138853924</c:v>
                </c:pt>
                <c:pt idx="7">
                  <c:v>9.5502701928065967</c:v>
                </c:pt>
                <c:pt idx="8">
                  <c:v>9.803400367486768</c:v>
                </c:pt>
                <c:pt idx="9">
                  <c:v>10.279466697480268</c:v>
                </c:pt>
                <c:pt idx="10">
                  <c:v>10.49815127120751</c:v>
                </c:pt>
              </c:numCache>
            </c:numRef>
          </c:val>
        </c:ser>
        <c:ser>
          <c:idx val="0"/>
          <c:order val="1"/>
          <c:tx>
            <c:v>Social housing</c:v>
          </c:tx>
          <c:spPr>
            <a:solidFill>
              <a:srgbClr val="265A9A"/>
            </a:solidFill>
          </c:spPr>
          <c:invertIfNegative val="0"/>
          <c:dLbls>
            <c:txPr>
              <a:bodyPr/>
              <a:lstStyle/>
              <a:p>
                <a:pPr>
                  <a:defRPr b="1">
                    <a:solidFill>
                      <a:schemeClr val="bg1"/>
                    </a:solidFill>
                  </a:defRPr>
                </a:pPr>
                <a:endParaRPr lang="en-US"/>
              </a:p>
            </c:txPr>
            <c:showLegendKey val="0"/>
            <c:showVal val="1"/>
            <c:showCatName val="0"/>
            <c:showSerName val="0"/>
            <c:showPercent val="0"/>
            <c:showBubbleSize val="0"/>
            <c:showLeaderLines val="0"/>
          </c:dLbls>
          <c:cat>
            <c:numRef>
              <c:f>Households!$W$10:$W$20</c:f>
              <c:numCache>
                <c:formatCode>General</c:formatCode>
                <c:ptCount val="11"/>
                <c:pt idx="0">
                  <c:v>2004</c:v>
                </c:pt>
                <c:pt idx="1">
                  <c:v>2005</c:v>
                </c:pt>
                <c:pt idx="2">
                  <c:v>2006</c:v>
                </c:pt>
                <c:pt idx="3">
                  <c:v>2007</c:v>
                </c:pt>
                <c:pt idx="4">
                  <c:v>2008</c:v>
                </c:pt>
                <c:pt idx="5">
                  <c:v>2009</c:v>
                </c:pt>
                <c:pt idx="6">
                  <c:v>2010</c:v>
                </c:pt>
                <c:pt idx="7">
                  <c:v>2011</c:v>
                </c:pt>
                <c:pt idx="8">
                  <c:v>2012</c:v>
                </c:pt>
                <c:pt idx="9">
                  <c:v>2013</c:v>
                </c:pt>
                <c:pt idx="10">
                  <c:v>2014</c:v>
                </c:pt>
              </c:numCache>
            </c:numRef>
          </c:cat>
          <c:val>
            <c:numRef>
              <c:f>Households!$T$10:$T$20</c:f>
              <c:numCache>
                <c:formatCode>0.0</c:formatCode>
                <c:ptCount val="11"/>
                <c:pt idx="0">
                  <c:v>4.0727176133710108</c:v>
                </c:pt>
                <c:pt idx="1">
                  <c:v>4.0391081953686072</c:v>
                </c:pt>
                <c:pt idx="2">
                  <c:v>3.9802406693189454</c:v>
                </c:pt>
                <c:pt idx="3">
                  <c:v>3.9464328207570065</c:v>
                </c:pt>
                <c:pt idx="4">
                  <c:v>3.8729917934062672</c:v>
                </c:pt>
                <c:pt idx="5">
                  <c:v>3.7700923635782</c:v>
                </c:pt>
                <c:pt idx="6">
                  <c:v>3.7117707546415981</c:v>
                </c:pt>
                <c:pt idx="7">
                  <c:v>3.7407253516286842</c:v>
                </c:pt>
                <c:pt idx="8">
                  <c:v>3.7136302588608059</c:v>
                </c:pt>
                <c:pt idx="9">
                  <c:v>3.736554208441357</c:v>
                </c:pt>
                <c:pt idx="10">
                  <c:v>3.5910904595064284</c:v>
                </c:pt>
              </c:numCache>
            </c:numRef>
          </c:val>
        </c:ser>
        <c:dLbls>
          <c:showLegendKey val="0"/>
          <c:showVal val="0"/>
          <c:showCatName val="0"/>
          <c:showSerName val="0"/>
          <c:showPercent val="0"/>
          <c:showBubbleSize val="0"/>
        </c:dLbls>
        <c:gapWidth val="78"/>
        <c:overlap val="100"/>
        <c:axId val="153925888"/>
        <c:axId val="153939968"/>
      </c:barChart>
      <c:catAx>
        <c:axId val="153925888"/>
        <c:scaling>
          <c:orientation val="minMax"/>
        </c:scaling>
        <c:delete val="0"/>
        <c:axPos val="b"/>
        <c:numFmt formatCode="General" sourceLinked="1"/>
        <c:majorTickMark val="none"/>
        <c:minorTickMark val="none"/>
        <c:tickLblPos val="nextTo"/>
        <c:crossAx val="153939968"/>
        <c:crosses val="autoZero"/>
        <c:auto val="1"/>
        <c:lblAlgn val="ctr"/>
        <c:lblOffset val="100"/>
        <c:noMultiLvlLbl val="0"/>
      </c:catAx>
      <c:valAx>
        <c:axId val="153939968"/>
        <c:scaling>
          <c:orientation val="minMax"/>
        </c:scaling>
        <c:delete val="0"/>
        <c:axPos val="l"/>
        <c:majorGridlines>
          <c:spPr>
            <a:ln>
              <a:noFill/>
            </a:ln>
          </c:spPr>
        </c:majorGridlines>
        <c:title>
          <c:tx>
            <c:rich>
              <a:bodyPr rot="-5400000" vert="horz"/>
              <a:lstStyle/>
              <a:p>
                <a:pPr>
                  <a:defRPr/>
                </a:pPr>
                <a:r>
                  <a:rPr lang="en-US"/>
                  <a:t>Per cent</a:t>
                </a:r>
              </a:p>
            </c:rich>
          </c:tx>
          <c:layout>
            <c:manualLayout>
              <c:xMode val="edge"/>
              <c:yMode val="edge"/>
              <c:x val="8.1469675425500723E-3"/>
              <c:y val="0.3277697241487198"/>
            </c:manualLayout>
          </c:layout>
          <c:overlay val="0"/>
        </c:title>
        <c:numFmt formatCode="0" sourceLinked="0"/>
        <c:majorTickMark val="out"/>
        <c:minorTickMark val="none"/>
        <c:tickLblPos val="nextTo"/>
        <c:crossAx val="153925888"/>
        <c:crosses val="autoZero"/>
        <c:crossBetween val="between"/>
      </c:valAx>
      <c:spPr>
        <a:noFill/>
        <a:ln>
          <a:noFill/>
        </a:ln>
      </c:spPr>
    </c:plotArea>
    <c:legend>
      <c:legendPos val="r"/>
      <c:layout>
        <c:manualLayout>
          <c:xMode val="edge"/>
          <c:yMode val="edge"/>
          <c:x val="0.27307203703703709"/>
          <c:y val="0.88777673611111108"/>
          <c:w val="0.41413166666666668"/>
          <c:h val="0.11222326388888888"/>
        </c:manualLayout>
      </c:layout>
      <c:overlay val="0"/>
      <c:spPr>
        <a:ln>
          <a:noFill/>
        </a:ln>
      </c:spPr>
    </c:legend>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AU"/>
              <a:t>South Australia</a:t>
            </a:r>
          </a:p>
        </c:rich>
      </c:tx>
      <c:layout>
        <c:manualLayout>
          <c:xMode val="edge"/>
          <c:yMode val="edge"/>
          <c:x val="0.28858342707161605"/>
          <c:y val="2.6143790849673203E-2"/>
        </c:manualLayout>
      </c:layout>
      <c:overlay val="0"/>
    </c:title>
    <c:autoTitleDeleted val="0"/>
    <c:plotArea>
      <c:layout>
        <c:manualLayout>
          <c:layoutTarget val="inner"/>
          <c:xMode val="edge"/>
          <c:yMode val="edge"/>
          <c:x val="0.16664304461942259"/>
          <c:y val="4.1045751633986931E-2"/>
          <c:w val="0.78097600299962511"/>
          <c:h val="0.87932479028356747"/>
        </c:manualLayout>
      </c:layout>
      <c:barChart>
        <c:barDir val="col"/>
        <c:grouping val="clustered"/>
        <c:varyColors val="0"/>
        <c:ser>
          <c:idx val="0"/>
          <c:order val="0"/>
          <c:tx>
            <c:strRef>
              <c:f>SA!$B$50</c:f>
              <c:strCache>
                <c:ptCount val="1"/>
                <c:pt idx="0">
                  <c:v>Entry onto waiting list</c:v>
                </c:pt>
              </c:strCache>
            </c:strRef>
          </c:tx>
          <c:spPr>
            <a:solidFill>
              <a:srgbClr val="78A22F"/>
            </a:solidFill>
            <a:ln>
              <a:solidFill>
                <a:srgbClr val="78A22F"/>
              </a:solidFill>
            </a:ln>
          </c:spPr>
          <c:invertIfNegative val="0"/>
          <c:cat>
            <c:strRef>
              <c:f>SA!$A$51:$A$53</c:f>
              <c:strCache>
                <c:ptCount val="3"/>
                <c:pt idx="0">
                  <c:v>Category 1</c:v>
                </c:pt>
                <c:pt idx="1">
                  <c:v>Category 2</c:v>
                </c:pt>
                <c:pt idx="2">
                  <c:v>Category 3</c:v>
                </c:pt>
              </c:strCache>
            </c:strRef>
          </c:cat>
          <c:val>
            <c:numRef>
              <c:f>SA!$B$51:$B$53</c:f>
              <c:numCache>
                <c:formatCode>General</c:formatCode>
                <c:ptCount val="3"/>
                <c:pt idx="0">
                  <c:v>9.56</c:v>
                </c:pt>
                <c:pt idx="1">
                  <c:v>5.68</c:v>
                </c:pt>
                <c:pt idx="2" formatCode="#,##0.00">
                  <c:v>16.829999999999998</c:v>
                </c:pt>
              </c:numCache>
            </c:numRef>
          </c:val>
        </c:ser>
        <c:ser>
          <c:idx val="1"/>
          <c:order val="1"/>
          <c:tx>
            <c:strRef>
              <c:f>SA!$C$50</c:f>
              <c:strCache>
                <c:ptCount val="1"/>
                <c:pt idx="0">
                  <c:v>Entry into public housing</c:v>
                </c:pt>
              </c:strCache>
            </c:strRef>
          </c:tx>
          <c:spPr>
            <a:solidFill>
              <a:srgbClr val="265A9A"/>
            </a:solidFill>
            <a:ln>
              <a:solidFill>
                <a:srgbClr val="265A9A"/>
              </a:solidFill>
            </a:ln>
          </c:spPr>
          <c:invertIfNegative val="0"/>
          <c:cat>
            <c:strRef>
              <c:f>SA!$A$51:$A$53</c:f>
              <c:strCache>
                <c:ptCount val="3"/>
                <c:pt idx="0">
                  <c:v>Category 1</c:v>
                </c:pt>
                <c:pt idx="1">
                  <c:v>Category 2</c:v>
                </c:pt>
                <c:pt idx="2">
                  <c:v>Category 3</c:v>
                </c:pt>
              </c:strCache>
            </c:strRef>
          </c:cat>
          <c:val>
            <c:numRef>
              <c:f>SA!$C$51:$C$53</c:f>
              <c:numCache>
                <c:formatCode>General</c:formatCode>
                <c:ptCount val="3"/>
                <c:pt idx="0">
                  <c:v>10.38</c:v>
                </c:pt>
                <c:pt idx="1">
                  <c:v>7.4</c:v>
                </c:pt>
                <c:pt idx="2" formatCode="#,##0.00">
                  <c:v>17.96</c:v>
                </c:pt>
              </c:numCache>
            </c:numRef>
          </c:val>
        </c:ser>
        <c:ser>
          <c:idx val="2"/>
          <c:order val="2"/>
          <c:tx>
            <c:strRef>
              <c:f>SA!$D$50</c:f>
              <c:strCache>
                <c:ptCount val="1"/>
                <c:pt idx="0">
                  <c:v>1 year after entry into public housing</c:v>
                </c:pt>
              </c:strCache>
            </c:strRef>
          </c:tx>
          <c:spPr>
            <a:solidFill>
              <a:srgbClr val="B2D673"/>
            </a:solidFill>
            <a:ln>
              <a:solidFill>
                <a:srgbClr val="B2D673"/>
              </a:solidFill>
            </a:ln>
          </c:spPr>
          <c:invertIfNegative val="0"/>
          <c:cat>
            <c:strRef>
              <c:f>SA!$A$51:$A$53</c:f>
              <c:strCache>
                <c:ptCount val="3"/>
                <c:pt idx="0">
                  <c:v>Category 1</c:v>
                </c:pt>
                <c:pt idx="1">
                  <c:v>Category 2</c:v>
                </c:pt>
                <c:pt idx="2">
                  <c:v>Category 3</c:v>
                </c:pt>
              </c:strCache>
            </c:strRef>
          </c:cat>
          <c:val>
            <c:numRef>
              <c:f>SA!$D$51:$D$53</c:f>
              <c:numCache>
                <c:formatCode>General</c:formatCode>
                <c:ptCount val="3"/>
                <c:pt idx="0">
                  <c:v>11.23</c:v>
                </c:pt>
                <c:pt idx="1">
                  <c:v>10.99</c:v>
                </c:pt>
                <c:pt idx="2" formatCode="#,##0.00">
                  <c:v>19.47</c:v>
                </c:pt>
              </c:numCache>
            </c:numRef>
          </c:val>
        </c:ser>
        <c:dLbls>
          <c:showLegendKey val="0"/>
          <c:showVal val="0"/>
          <c:showCatName val="0"/>
          <c:showSerName val="0"/>
          <c:showPercent val="0"/>
          <c:showBubbleSize val="0"/>
        </c:dLbls>
        <c:gapWidth val="150"/>
        <c:axId val="213874560"/>
        <c:axId val="213876096"/>
      </c:barChart>
      <c:catAx>
        <c:axId val="213874560"/>
        <c:scaling>
          <c:orientation val="minMax"/>
        </c:scaling>
        <c:delete val="0"/>
        <c:axPos val="b"/>
        <c:majorTickMark val="none"/>
        <c:minorTickMark val="none"/>
        <c:tickLblPos val="nextTo"/>
        <c:spPr>
          <a:ln>
            <a:solidFill>
              <a:srgbClr val="BFBFBF"/>
            </a:solidFill>
          </a:ln>
        </c:spPr>
        <c:crossAx val="213876096"/>
        <c:crosses val="autoZero"/>
        <c:auto val="1"/>
        <c:lblAlgn val="ctr"/>
        <c:lblOffset val="100"/>
        <c:noMultiLvlLbl val="0"/>
      </c:catAx>
      <c:valAx>
        <c:axId val="213876096"/>
        <c:scaling>
          <c:orientation val="minMax"/>
          <c:max val="20"/>
          <c:min val="0"/>
        </c:scaling>
        <c:delete val="0"/>
        <c:axPos val="l"/>
        <c:majorGridlines>
          <c:spPr>
            <a:ln>
              <a:noFill/>
            </a:ln>
          </c:spPr>
        </c:majorGridlines>
        <c:title>
          <c:tx>
            <c:rich>
              <a:bodyPr rot="-5400000" vert="horz"/>
              <a:lstStyle/>
              <a:p>
                <a:pPr>
                  <a:defRPr/>
                </a:pPr>
                <a:r>
                  <a:rPr lang="en-AU"/>
                  <a:t>Per cent</a:t>
                </a:r>
              </a:p>
            </c:rich>
          </c:tx>
          <c:overlay val="0"/>
        </c:title>
        <c:numFmt formatCode="General" sourceLinked="1"/>
        <c:majorTickMark val="out"/>
        <c:minorTickMark val="none"/>
        <c:tickLblPos val="nextTo"/>
        <c:spPr>
          <a:ln>
            <a:solidFill>
              <a:srgbClr val="BFBFBF"/>
            </a:solidFill>
          </a:ln>
        </c:spPr>
        <c:crossAx val="213874560"/>
        <c:crosses val="autoZero"/>
        <c:crossBetween val="between"/>
        <c:majorUnit val="4"/>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AU"/>
              <a:t>Western Australia</a:t>
            </a:r>
          </a:p>
        </c:rich>
      </c:tx>
      <c:layout>
        <c:manualLayout>
          <c:xMode val="edge"/>
          <c:yMode val="edge"/>
          <c:x val="0.25901199850018747"/>
          <c:y val="1.7543859649122806E-2"/>
        </c:manualLayout>
      </c:layout>
      <c:overlay val="0"/>
    </c:title>
    <c:autoTitleDeleted val="0"/>
    <c:plotArea>
      <c:layout>
        <c:manualLayout>
          <c:layoutTarget val="inner"/>
          <c:xMode val="edge"/>
          <c:yMode val="edge"/>
          <c:x val="0.17140494938132736"/>
          <c:y val="3.8006976101671502E-2"/>
          <c:w val="0.77621409823772036"/>
          <c:h val="0.88392319381129991"/>
        </c:manualLayout>
      </c:layout>
      <c:barChart>
        <c:barDir val="col"/>
        <c:grouping val="clustered"/>
        <c:varyColors val="0"/>
        <c:ser>
          <c:idx val="0"/>
          <c:order val="0"/>
          <c:tx>
            <c:strRef>
              <c:f>WA!$B$40</c:f>
              <c:strCache>
                <c:ptCount val="1"/>
                <c:pt idx="0">
                  <c:v>Entry onto waiting list</c:v>
                </c:pt>
              </c:strCache>
            </c:strRef>
          </c:tx>
          <c:spPr>
            <a:solidFill>
              <a:srgbClr val="78A22F"/>
            </a:solidFill>
            <a:ln>
              <a:solidFill>
                <a:srgbClr val="78A22F"/>
              </a:solidFill>
            </a:ln>
          </c:spPr>
          <c:invertIfNegative val="0"/>
          <c:cat>
            <c:strRef>
              <c:f>WA!$A$41:$A$42</c:f>
              <c:strCache>
                <c:ptCount val="2"/>
                <c:pt idx="0">
                  <c:v>Priority</c:v>
                </c:pt>
                <c:pt idx="1">
                  <c:v>Wait-turn</c:v>
                </c:pt>
              </c:strCache>
            </c:strRef>
          </c:cat>
          <c:val>
            <c:numRef>
              <c:f>WA!$B$41:$B$42</c:f>
              <c:numCache>
                <c:formatCode>General</c:formatCode>
                <c:ptCount val="2"/>
                <c:pt idx="0">
                  <c:v>7.41</c:v>
                </c:pt>
                <c:pt idx="1">
                  <c:v>13.85</c:v>
                </c:pt>
              </c:numCache>
            </c:numRef>
          </c:val>
        </c:ser>
        <c:ser>
          <c:idx val="1"/>
          <c:order val="1"/>
          <c:tx>
            <c:strRef>
              <c:f>WA!$C$40</c:f>
              <c:strCache>
                <c:ptCount val="1"/>
                <c:pt idx="0">
                  <c:v>Entry into public housing</c:v>
                </c:pt>
              </c:strCache>
            </c:strRef>
          </c:tx>
          <c:spPr>
            <a:solidFill>
              <a:srgbClr val="265A9A"/>
            </a:solidFill>
            <a:ln>
              <a:solidFill>
                <a:srgbClr val="265A9A"/>
              </a:solidFill>
            </a:ln>
          </c:spPr>
          <c:invertIfNegative val="0"/>
          <c:cat>
            <c:strRef>
              <c:f>WA!$A$41:$A$42</c:f>
              <c:strCache>
                <c:ptCount val="2"/>
                <c:pt idx="0">
                  <c:v>Priority</c:v>
                </c:pt>
                <c:pt idx="1">
                  <c:v>Wait-turn</c:v>
                </c:pt>
              </c:strCache>
            </c:strRef>
          </c:cat>
          <c:val>
            <c:numRef>
              <c:f>WA!$C$41:$C$42</c:f>
              <c:numCache>
                <c:formatCode>General</c:formatCode>
                <c:ptCount val="2"/>
                <c:pt idx="0">
                  <c:v>9.9499999999999993</c:v>
                </c:pt>
                <c:pt idx="1">
                  <c:v>18.64</c:v>
                </c:pt>
              </c:numCache>
            </c:numRef>
          </c:val>
        </c:ser>
        <c:ser>
          <c:idx val="2"/>
          <c:order val="2"/>
          <c:tx>
            <c:strRef>
              <c:f>WA!$D$40</c:f>
              <c:strCache>
                <c:ptCount val="1"/>
                <c:pt idx="0">
                  <c:v>1 year after entry into public housing</c:v>
                </c:pt>
              </c:strCache>
            </c:strRef>
          </c:tx>
          <c:spPr>
            <a:solidFill>
              <a:srgbClr val="B2D673"/>
            </a:solidFill>
            <a:ln>
              <a:solidFill>
                <a:srgbClr val="B2D673"/>
              </a:solidFill>
            </a:ln>
          </c:spPr>
          <c:invertIfNegative val="0"/>
          <c:cat>
            <c:strRef>
              <c:f>WA!$A$41:$A$42</c:f>
              <c:strCache>
                <c:ptCount val="2"/>
                <c:pt idx="0">
                  <c:v>Priority</c:v>
                </c:pt>
                <c:pt idx="1">
                  <c:v>Wait-turn</c:v>
                </c:pt>
              </c:strCache>
            </c:strRef>
          </c:cat>
          <c:val>
            <c:numRef>
              <c:f>WA!$D$41:$D$42</c:f>
              <c:numCache>
                <c:formatCode>General</c:formatCode>
                <c:ptCount val="2"/>
                <c:pt idx="0">
                  <c:v>12.49</c:v>
                </c:pt>
                <c:pt idx="1">
                  <c:v>19.11</c:v>
                </c:pt>
              </c:numCache>
            </c:numRef>
          </c:val>
        </c:ser>
        <c:dLbls>
          <c:showLegendKey val="0"/>
          <c:showVal val="0"/>
          <c:showCatName val="0"/>
          <c:showSerName val="0"/>
          <c:showPercent val="0"/>
          <c:showBubbleSize val="0"/>
        </c:dLbls>
        <c:gapWidth val="150"/>
        <c:axId val="214267008"/>
        <c:axId val="214268544"/>
      </c:barChart>
      <c:catAx>
        <c:axId val="214267008"/>
        <c:scaling>
          <c:orientation val="minMax"/>
        </c:scaling>
        <c:delete val="0"/>
        <c:axPos val="b"/>
        <c:majorTickMark val="none"/>
        <c:minorTickMark val="none"/>
        <c:tickLblPos val="nextTo"/>
        <c:spPr>
          <a:ln>
            <a:solidFill>
              <a:srgbClr val="BFBFBF"/>
            </a:solidFill>
          </a:ln>
        </c:spPr>
        <c:crossAx val="214268544"/>
        <c:crosses val="autoZero"/>
        <c:auto val="1"/>
        <c:lblAlgn val="ctr"/>
        <c:lblOffset val="100"/>
        <c:noMultiLvlLbl val="0"/>
      </c:catAx>
      <c:valAx>
        <c:axId val="214268544"/>
        <c:scaling>
          <c:orientation val="minMax"/>
          <c:max val="20"/>
        </c:scaling>
        <c:delete val="0"/>
        <c:axPos val="l"/>
        <c:majorGridlines>
          <c:spPr>
            <a:ln>
              <a:noFill/>
            </a:ln>
          </c:spPr>
        </c:majorGridlines>
        <c:title>
          <c:tx>
            <c:rich>
              <a:bodyPr rot="-5400000" vert="horz"/>
              <a:lstStyle/>
              <a:p>
                <a:pPr>
                  <a:defRPr/>
                </a:pPr>
                <a:r>
                  <a:rPr lang="en-US"/>
                  <a:t>Per cent</a:t>
                </a:r>
              </a:p>
            </c:rich>
          </c:tx>
          <c:overlay val="0"/>
        </c:title>
        <c:numFmt formatCode="General" sourceLinked="1"/>
        <c:majorTickMark val="out"/>
        <c:minorTickMark val="none"/>
        <c:tickLblPos val="nextTo"/>
        <c:spPr>
          <a:ln>
            <a:solidFill>
              <a:srgbClr val="BFBFBF"/>
            </a:solidFill>
          </a:ln>
        </c:spPr>
        <c:crossAx val="214267008"/>
        <c:crosses val="autoZero"/>
        <c:crossBetween val="between"/>
        <c:majorUnit val="4"/>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758458249640791"/>
          <c:y val="4.8404840484048403E-2"/>
          <c:w val="0.6883421206795548"/>
          <c:h val="1.691709328413156E-2"/>
        </c:manualLayout>
      </c:layout>
      <c:barChart>
        <c:barDir val="col"/>
        <c:grouping val="clustered"/>
        <c:varyColors val="0"/>
        <c:ser>
          <c:idx val="0"/>
          <c:order val="0"/>
          <c:tx>
            <c:strRef>
              <c:f>'graphs new'!$C$416</c:f>
              <c:strCache>
                <c:ptCount val="1"/>
                <c:pt idx="0">
                  <c:v>Entry onto waiting list</c:v>
                </c:pt>
              </c:strCache>
            </c:strRef>
          </c:tx>
          <c:spPr>
            <a:solidFill>
              <a:srgbClr val="78A22F"/>
            </a:solidFill>
            <a:ln>
              <a:solidFill>
                <a:srgbClr val="78A22F"/>
              </a:solidFill>
            </a:ln>
          </c:spPr>
          <c:invertIfNegative val="0"/>
          <c:cat>
            <c:strRef>
              <c:f>'graphs new'!$B$417:$B$418</c:f>
              <c:strCache>
                <c:ptCount val="2"/>
                <c:pt idx="0">
                  <c:v>Priority</c:v>
                </c:pt>
                <c:pt idx="1">
                  <c:v>Wait turn</c:v>
                </c:pt>
              </c:strCache>
            </c:strRef>
          </c:cat>
          <c:val>
            <c:numRef>
              <c:f>'graphs new'!$C$417:$C$418</c:f>
              <c:numCache>
                <c:formatCode>General</c:formatCode>
                <c:ptCount val="2"/>
                <c:pt idx="0">
                  <c:v>8.67</c:v>
                </c:pt>
                <c:pt idx="1">
                  <c:v>13.9</c:v>
                </c:pt>
              </c:numCache>
            </c:numRef>
          </c:val>
        </c:ser>
        <c:ser>
          <c:idx val="1"/>
          <c:order val="1"/>
          <c:tx>
            <c:strRef>
              <c:f>'graphs new'!$E$416</c:f>
              <c:strCache>
                <c:ptCount val="1"/>
                <c:pt idx="0">
                  <c:v>Entry into public housing</c:v>
                </c:pt>
              </c:strCache>
            </c:strRef>
          </c:tx>
          <c:spPr>
            <a:solidFill>
              <a:srgbClr val="265A9A"/>
            </a:solidFill>
            <a:ln>
              <a:solidFill>
                <a:srgbClr val="265A9A"/>
              </a:solidFill>
            </a:ln>
          </c:spPr>
          <c:invertIfNegative val="0"/>
          <c:cat>
            <c:strRef>
              <c:f>'graphs new'!$B$417:$B$418</c:f>
              <c:strCache>
                <c:ptCount val="2"/>
                <c:pt idx="0">
                  <c:v>Priority</c:v>
                </c:pt>
                <c:pt idx="1">
                  <c:v>Wait turn</c:v>
                </c:pt>
              </c:strCache>
            </c:strRef>
          </c:cat>
          <c:val>
            <c:numRef>
              <c:f>'graphs new'!$E$417:$E$418</c:f>
              <c:numCache>
                <c:formatCode>General</c:formatCode>
                <c:ptCount val="2"/>
                <c:pt idx="0">
                  <c:v>9.85</c:v>
                </c:pt>
                <c:pt idx="1">
                  <c:v>16.14</c:v>
                </c:pt>
              </c:numCache>
            </c:numRef>
          </c:val>
        </c:ser>
        <c:ser>
          <c:idx val="2"/>
          <c:order val="2"/>
          <c:tx>
            <c:strRef>
              <c:f>'graphs new'!$F$416</c:f>
              <c:strCache>
                <c:ptCount val="1"/>
                <c:pt idx="0">
                  <c:v>1 year after entry into public housing</c:v>
                </c:pt>
              </c:strCache>
            </c:strRef>
          </c:tx>
          <c:spPr>
            <a:solidFill>
              <a:srgbClr val="B2D673"/>
            </a:solidFill>
            <a:ln>
              <a:solidFill>
                <a:srgbClr val="B2D673"/>
              </a:solidFill>
            </a:ln>
          </c:spPr>
          <c:invertIfNegative val="0"/>
          <c:cat>
            <c:strRef>
              <c:f>'graphs new'!$B$417:$B$418</c:f>
              <c:strCache>
                <c:ptCount val="2"/>
                <c:pt idx="0">
                  <c:v>Priority</c:v>
                </c:pt>
                <c:pt idx="1">
                  <c:v>Wait turn</c:v>
                </c:pt>
              </c:strCache>
            </c:strRef>
          </c:cat>
          <c:val>
            <c:numRef>
              <c:f>'graphs new'!$F$417:$F$418</c:f>
              <c:numCache>
                <c:formatCode>General</c:formatCode>
                <c:ptCount val="2"/>
                <c:pt idx="0">
                  <c:v>12.73</c:v>
                </c:pt>
                <c:pt idx="1">
                  <c:v>19.010000000000002</c:v>
                </c:pt>
              </c:numCache>
            </c:numRef>
          </c:val>
        </c:ser>
        <c:ser>
          <c:idx val="3"/>
          <c:order val="3"/>
          <c:tx>
            <c:strRef>
              <c:f>'graphs new'!$H$416</c:f>
              <c:strCache>
                <c:ptCount val="1"/>
                <c:pt idx="0">
                  <c:v>3 years after entry into public housing</c:v>
                </c:pt>
              </c:strCache>
            </c:strRef>
          </c:tx>
          <c:spPr>
            <a:solidFill>
              <a:srgbClr val="000000"/>
            </a:solidFill>
            <a:ln>
              <a:solidFill>
                <a:srgbClr val="000000"/>
              </a:solidFill>
            </a:ln>
          </c:spPr>
          <c:invertIfNegative val="0"/>
          <c:cat>
            <c:strRef>
              <c:f>'graphs new'!$B$417:$B$418</c:f>
              <c:strCache>
                <c:ptCount val="2"/>
                <c:pt idx="0">
                  <c:v>Priority</c:v>
                </c:pt>
                <c:pt idx="1">
                  <c:v>Wait turn</c:v>
                </c:pt>
              </c:strCache>
            </c:strRef>
          </c:cat>
          <c:val>
            <c:numRef>
              <c:f>'graphs new'!$H$417:$H$418</c:f>
              <c:numCache>
                <c:formatCode>General</c:formatCode>
                <c:ptCount val="2"/>
                <c:pt idx="0">
                  <c:v>13.52</c:v>
                </c:pt>
                <c:pt idx="1">
                  <c:v>18.55</c:v>
                </c:pt>
              </c:numCache>
            </c:numRef>
          </c:val>
        </c:ser>
        <c:dLbls>
          <c:showLegendKey val="0"/>
          <c:showVal val="0"/>
          <c:showCatName val="0"/>
          <c:showSerName val="0"/>
          <c:showPercent val="0"/>
          <c:showBubbleSize val="0"/>
        </c:dLbls>
        <c:gapWidth val="150"/>
        <c:axId val="199754880"/>
        <c:axId val="199756416"/>
      </c:barChart>
      <c:catAx>
        <c:axId val="199754880"/>
        <c:scaling>
          <c:orientation val="minMax"/>
        </c:scaling>
        <c:delete val="1"/>
        <c:axPos val="b"/>
        <c:majorTickMark val="out"/>
        <c:minorTickMark val="none"/>
        <c:tickLblPos val="nextTo"/>
        <c:crossAx val="199756416"/>
        <c:crosses val="autoZero"/>
        <c:auto val="1"/>
        <c:lblAlgn val="ctr"/>
        <c:lblOffset val="100"/>
        <c:noMultiLvlLbl val="0"/>
      </c:catAx>
      <c:valAx>
        <c:axId val="199756416"/>
        <c:scaling>
          <c:orientation val="minMax"/>
        </c:scaling>
        <c:delete val="1"/>
        <c:axPos val="l"/>
        <c:majorGridlines>
          <c:spPr>
            <a:ln>
              <a:noFill/>
            </a:ln>
          </c:spPr>
        </c:majorGridlines>
        <c:numFmt formatCode="General" sourceLinked="1"/>
        <c:majorTickMark val="out"/>
        <c:minorTickMark val="none"/>
        <c:tickLblPos val="nextTo"/>
        <c:crossAx val="199754880"/>
        <c:crosses val="autoZero"/>
        <c:crossBetween val="between"/>
      </c:valAx>
      <c:spPr>
        <a:noFill/>
        <a:ln>
          <a:noFill/>
        </a:ln>
      </c:spPr>
    </c:plotArea>
    <c:legend>
      <c:legendPos val="b"/>
      <c:legendEntry>
        <c:idx val="3"/>
        <c:delete val="1"/>
      </c:legendEntry>
      <c:layout>
        <c:manualLayout>
          <c:xMode val="edge"/>
          <c:yMode val="edge"/>
          <c:x val="3.2706853856871367E-2"/>
          <c:y val="3.7293164441401347E-3"/>
          <c:w val="0.93898151051620649"/>
          <c:h val="0.88739244550952867"/>
        </c:manualLayout>
      </c:layout>
      <c:overlay val="0"/>
      <c:spPr>
        <a:solidFill>
          <a:sysClr val="window" lastClr="FFFFFF"/>
        </a:solidFill>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9220232384607185E-2"/>
          <c:y val="9.2604166666666668E-2"/>
          <c:w val="0.88666862097146715"/>
          <c:h val="0.75647534722222221"/>
        </c:manualLayout>
      </c:layout>
      <c:barChart>
        <c:barDir val="col"/>
        <c:grouping val="clustered"/>
        <c:varyColors val="0"/>
        <c:ser>
          <c:idx val="0"/>
          <c:order val="0"/>
          <c:tx>
            <c:v>Difference between PH and CRA</c:v>
          </c:tx>
          <c:spPr>
            <a:solidFill>
              <a:srgbClr val="78A22F"/>
            </a:solidFill>
            <a:ln>
              <a:solidFill>
                <a:srgbClr val="78A22F"/>
              </a:solidFill>
            </a:ln>
          </c:spPr>
          <c:invertIfNegative val="0"/>
          <c:cat>
            <c:strRef>
              <c:f>'ppt difference_p'!$O$39:$O$46</c:f>
              <c:strCache>
                <c:ptCount val="8"/>
                <c:pt idx="0">
                  <c:v>Disability Support Pension</c:v>
                </c:pt>
                <c:pt idx="1">
                  <c:v>Newstart Allowance</c:v>
                </c:pt>
                <c:pt idx="2">
                  <c:v>Parenting Payment (Single)</c:v>
                </c:pt>
                <c:pt idx="3">
                  <c:v>Parenting Payment (Partnered)</c:v>
                </c:pt>
                <c:pt idx="4">
                  <c:v>Youth Allowance (Study)</c:v>
                </c:pt>
                <c:pt idx="5">
                  <c:v>Youth Allowance (Job seeker)</c:v>
                </c:pt>
                <c:pt idx="6">
                  <c:v>Carer Payment</c:v>
                </c:pt>
                <c:pt idx="7">
                  <c:v>Other</c:v>
                </c:pt>
              </c:strCache>
            </c:strRef>
          </c:cat>
          <c:val>
            <c:numRef>
              <c:f>'ppt difference_p'!$N$49:$N$56</c:f>
              <c:numCache>
                <c:formatCode>0.00</c:formatCode>
                <c:ptCount val="8"/>
                <c:pt idx="0">
                  <c:v>1.7868106095227905</c:v>
                </c:pt>
                <c:pt idx="1">
                  <c:v>-4.0725099373503326E-2</c:v>
                </c:pt>
                <c:pt idx="2">
                  <c:v>1.6957288358400149</c:v>
                </c:pt>
                <c:pt idx="3">
                  <c:v>-2.6543307654447581</c:v>
                </c:pt>
                <c:pt idx="4">
                  <c:v>-1.200850359566715</c:v>
                </c:pt>
                <c:pt idx="5">
                  <c:v>1.2280395425066857</c:v>
                </c:pt>
                <c:pt idx="6">
                  <c:v>0.88746387634346036</c:v>
                </c:pt>
                <c:pt idx="7">
                  <c:v>2.1102432586512627</c:v>
                </c:pt>
              </c:numCache>
            </c:numRef>
          </c:val>
        </c:ser>
        <c:dLbls>
          <c:showLegendKey val="0"/>
          <c:showVal val="0"/>
          <c:showCatName val="0"/>
          <c:showSerName val="0"/>
          <c:showPercent val="0"/>
          <c:showBubbleSize val="0"/>
        </c:dLbls>
        <c:gapWidth val="150"/>
        <c:axId val="199777280"/>
        <c:axId val="199803648"/>
      </c:barChart>
      <c:catAx>
        <c:axId val="199777280"/>
        <c:scaling>
          <c:orientation val="minMax"/>
        </c:scaling>
        <c:delete val="0"/>
        <c:axPos val="b"/>
        <c:majorTickMark val="out"/>
        <c:minorTickMark val="none"/>
        <c:tickLblPos val="low"/>
        <c:spPr>
          <a:ln>
            <a:solidFill>
              <a:srgbClr val="BFBFBF"/>
            </a:solidFill>
          </a:ln>
        </c:spPr>
        <c:txPr>
          <a:bodyPr/>
          <a:lstStyle/>
          <a:p>
            <a:pPr>
              <a:defRPr sz="800"/>
            </a:pPr>
            <a:endParaRPr lang="en-US"/>
          </a:p>
        </c:txPr>
        <c:crossAx val="199803648"/>
        <c:crosses val="autoZero"/>
        <c:auto val="1"/>
        <c:lblAlgn val="ctr"/>
        <c:lblOffset val="100"/>
        <c:noMultiLvlLbl val="0"/>
      </c:catAx>
      <c:valAx>
        <c:axId val="199803648"/>
        <c:scaling>
          <c:orientation val="minMax"/>
          <c:max val="40"/>
          <c:min val="-10"/>
        </c:scaling>
        <c:delete val="0"/>
        <c:axPos val="l"/>
        <c:majorGridlines>
          <c:spPr>
            <a:ln>
              <a:noFill/>
            </a:ln>
          </c:spPr>
        </c:majorGridlines>
        <c:title>
          <c:tx>
            <c:rich>
              <a:bodyPr rot="-5400000" vert="horz"/>
              <a:lstStyle/>
              <a:p>
                <a:pPr>
                  <a:defRPr/>
                </a:pPr>
                <a:r>
                  <a:rPr lang="en-AU"/>
                  <a:t>Percentage</a:t>
                </a:r>
                <a:r>
                  <a:rPr lang="en-AU" baseline="0"/>
                  <a:t> points</a:t>
                </a:r>
              </a:p>
            </c:rich>
          </c:tx>
          <c:layout>
            <c:manualLayout>
              <c:xMode val="edge"/>
              <c:yMode val="edge"/>
              <c:x val="1.6462885975198096E-2"/>
              <c:y val="0.28317500000000001"/>
            </c:manualLayout>
          </c:layout>
          <c:overlay val="0"/>
        </c:title>
        <c:numFmt formatCode="0" sourceLinked="0"/>
        <c:majorTickMark val="out"/>
        <c:minorTickMark val="none"/>
        <c:tickLblPos val="nextTo"/>
        <c:spPr>
          <a:ln>
            <a:solidFill>
              <a:srgbClr val="BFBFBF"/>
            </a:solidFill>
          </a:ln>
        </c:spPr>
        <c:crossAx val="199777280"/>
        <c:crosses val="autoZero"/>
        <c:crossBetween val="between"/>
        <c:majorUnit val="10"/>
      </c:valAx>
      <c:spPr>
        <a:noFill/>
        <a:ln>
          <a:noFill/>
        </a:ln>
      </c:spPr>
    </c:plotArea>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4327370712763923"/>
          <c:y val="5.5955039771167003E-2"/>
          <c:w val="0.81318284592756274"/>
          <c:h val="0.71714311752697601"/>
        </c:manualLayout>
      </c:layout>
      <c:scatterChart>
        <c:scatterStyle val="smoothMarker"/>
        <c:varyColors val="0"/>
        <c:ser>
          <c:idx val="0"/>
          <c:order val="0"/>
          <c:tx>
            <c:strRef>
              <c:f>'difference in sub'!$AJ$42</c:f>
              <c:strCache>
                <c:ptCount val="1"/>
                <c:pt idx="0">
                  <c:v>NWS, single, childless</c:v>
                </c:pt>
              </c:strCache>
            </c:strRef>
          </c:tx>
          <c:spPr>
            <a:ln>
              <a:solidFill>
                <a:srgbClr val="78A22F"/>
              </a:solidFill>
            </a:ln>
          </c:spPr>
          <c:marker>
            <c:symbol val="none"/>
          </c:marker>
          <c:xVal>
            <c:numRef>
              <c:f>'difference in sub'!$A$4:$A$103</c:f>
              <c:numCache>
                <c:formatCode>General</c:formatCode>
                <c:ptCount val="100"/>
                <c:pt idx="0">
                  <c:v>150</c:v>
                </c:pt>
                <c:pt idx="1">
                  <c:v>152</c:v>
                </c:pt>
                <c:pt idx="2">
                  <c:v>154</c:v>
                </c:pt>
                <c:pt idx="3">
                  <c:v>156</c:v>
                </c:pt>
                <c:pt idx="4">
                  <c:v>158</c:v>
                </c:pt>
                <c:pt idx="5">
                  <c:v>160</c:v>
                </c:pt>
                <c:pt idx="6">
                  <c:v>162</c:v>
                </c:pt>
                <c:pt idx="7">
                  <c:v>164</c:v>
                </c:pt>
                <c:pt idx="8">
                  <c:v>166</c:v>
                </c:pt>
                <c:pt idx="9">
                  <c:v>168</c:v>
                </c:pt>
                <c:pt idx="10">
                  <c:v>170</c:v>
                </c:pt>
                <c:pt idx="11">
                  <c:v>172</c:v>
                </c:pt>
                <c:pt idx="12">
                  <c:v>174</c:v>
                </c:pt>
                <c:pt idx="13">
                  <c:v>176</c:v>
                </c:pt>
                <c:pt idx="14">
                  <c:v>178</c:v>
                </c:pt>
                <c:pt idx="15">
                  <c:v>180</c:v>
                </c:pt>
                <c:pt idx="16">
                  <c:v>182</c:v>
                </c:pt>
                <c:pt idx="17">
                  <c:v>184</c:v>
                </c:pt>
                <c:pt idx="18">
                  <c:v>186</c:v>
                </c:pt>
                <c:pt idx="19">
                  <c:v>188</c:v>
                </c:pt>
                <c:pt idx="20">
                  <c:v>190</c:v>
                </c:pt>
                <c:pt idx="21">
                  <c:v>192</c:v>
                </c:pt>
                <c:pt idx="22">
                  <c:v>194</c:v>
                </c:pt>
                <c:pt idx="23">
                  <c:v>196</c:v>
                </c:pt>
                <c:pt idx="24">
                  <c:v>198</c:v>
                </c:pt>
                <c:pt idx="25">
                  <c:v>200</c:v>
                </c:pt>
                <c:pt idx="26">
                  <c:v>202</c:v>
                </c:pt>
                <c:pt idx="27">
                  <c:v>204</c:v>
                </c:pt>
                <c:pt idx="28">
                  <c:v>206</c:v>
                </c:pt>
                <c:pt idx="29">
                  <c:v>208</c:v>
                </c:pt>
                <c:pt idx="30">
                  <c:v>210</c:v>
                </c:pt>
                <c:pt idx="31">
                  <c:v>212</c:v>
                </c:pt>
                <c:pt idx="32">
                  <c:v>214</c:v>
                </c:pt>
                <c:pt idx="33">
                  <c:v>216</c:v>
                </c:pt>
                <c:pt idx="34">
                  <c:v>218</c:v>
                </c:pt>
                <c:pt idx="35">
                  <c:v>220</c:v>
                </c:pt>
                <c:pt idx="36">
                  <c:v>222</c:v>
                </c:pt>
                <c:pt idx="37">
                  <c:v>224</c:v>
                </c:pt>
                <c:pt idx="38">
                  <c:v>226</c:v>
                </c:pt>
                <c:pt idx="39">
                  <c:v>228</c:v>
                </c:pt>
                <c:pt idx="40">
                  <c:v>230</c:v>
                </c:pt>
                <c:pt idx="41">
                  <c:v>232</c:v>
                </c:pt>
                <c:pt idx="42">
                  <c:v>234</c:v>
                </c:pt>
                <c:pt idx="43">
                  <c:v>236</c:v>
                </c:pt>
                <c:pt idx="44">
                  <c:v>238</c:v>
                </c:pt>
                <c:pt idx="45">
                  <c:v>240</c:v>
                </c:pt>
                <c:pt idx="46">
                  <c:v>242</c:v>
                </c:pt>
                <c:pt idx="47">
                  <c:v>244</c:v>
                </c:pt>
                <c:pt idx="48">
                  <c:v>246</c:v>
                </c:pt>
                <c:pt idx="49">
                  <c:v>248</c:v>
                </c:pt>
                <c:pt idx="50">
                  <c:v>250</c:v>
                </c:pt>
                <c:pt idx="51">
                  <c:v>252</c:v>
                </c:pt>
                <c:pt idx="52">
                  <c:v>254</c:v>
                </c:pt>
                <c:pt idx="53">
                  <c:v>256</c:v>
                </c:pt>
                <c:pt idx="54">
                  <c:v>258</c:v>
                </c:pt>
                <c:pt idx="55">
                  <c:v>260</c:v>
                </c:pt>
                <c:pt idx="56">
                  <c:v>262</c:v>
                </c:pt>
                <c:pt idx="57">
                  <c:v>264</c:v>
                </c:pt>
                <c:pt idx="58">
                  <c:v>266</c:v>
                </c:pt>
                <c:pt idx="59">
                  <c:v>268</c:v>
                </c:pt>
                <c:pt idx="60">
                  <c:v>270</c:v>
                </c:pt>
                <c:pt idx="61">
                  <c:v>272</c:v>
                </c:pt>
                <c:pt idx="62">
                  <c:v>274</c:v>
                </c:pt>
                <c:pt idx="63">
                  <c:v>276</c:v>
                </c:pt>
                <c:pt idx="64">
                  <c:v>278</c:v>
                </c:pt>
                <c:pt idx="65">
                  <c:v>280</c:v>
                </c:pt>
                <c:pt idx="66">
                  <c:v>282</c:v>
                </c:pt>
                <c:pt idx="67">
                  <c:v>284</c:v>
                </c:pt>
                <c:pt idx="68">
                  <c:v>286</c:v>
                </c:pt>
                <c:pt idx="69">
                  <c:v>288</c:v>
                </c:pt>
                <c:pt idx="70">
                  <c:v>290</c:v>
                </c:pt>
                <c:pt idx="71">
                  <c:v>292</c:v>
                </c:pt>
                <c:pt idx="72">
                  <c:v>294</c:v>
                </c:pt>
                <c:pt idx="73">
                  <c:v>296</c:v>
                </c:pt>
                <c:pt idx="74">
                  <c:v>298</c:v>
                </c:pt>
                <c:pt idx="75">
                  <c:v>300</c:v>
                </c:pt>
                <c:pt idx="76">
                  <c:v>302</c:v>
                </c:pt>
                <c:pt idx="77">
                  <c:v>304</c:v>
                </c:pt>
                <c:pt idx="78">
                  <c:v>306</c:v>
                </c:pt>
                <c:pt idx="79">
                  <c:v>308</c:v>
                </c:pt>
                <c:pt idx="80">
                  <c:v>310</c:v>
                </c:pt>
                <c:pt idx="81">
                  <c:v>312</c:v>
                </c:pt>
                <c:pt idx="82">
                  <c:v>314</c:v>
                </c:pt>
                <c:pt idx="83">
                  <c:v>316</c:v>
                </c:pt>
                <c:pt idx="84">
                  <c:v>318</c:v>
                </c:pt>
                <c:pt idx="85">
                  <c:v>320</c:v>
                </c:pt>
                <c:pt idx="86">
                  <c:v>322</c:v>
                </c:pt>
                <c:pt idx="87">
                  <c:v>324</c:v>
                </c:pt>
                <c:pt idx="88">
                  <c:v>326</c:v>
                </c:pt>
                <c:pt idx="89">
                  <c:v>328</c:v>
                </c:pt>
                <c:pt idx="90">
                  <c:v>330</c:v>
                </c:pt>
                <c:pt idx="91">
                  <c:v>332</c:v>
                </c:pt>
                <c:pt idx="92">
                  <c:v>334</c:v>
                </c:pt>
                <c:pt idx="93">
                  <c:v>336</c:v>
                </c:pt>
                <c:pt idx="94">
                  <c:v>338</c:v>
                </c:pt>
                <c:pt idx="95">
                  <c:v>340</c:v>
                </c:pt>
                <c:pt idx="96">
                  <c:v>342</c:v>
                </c:pt>
                <c:pt idx="97">
                  <c:v>344</c:v>
                </c:pt>
                <c:pt idx="98">
                  <c:v>346</c:v>
                </c:pt>
                <c:pt idx="99">
                  <c:v>348</c:v>
                </c:pt>
              </c:numCache>
            </c:numRef>
          </c:xVal>
          <c:yVal>
            <c:numRef>
              <c:f>'difference in sub'!$B$4:$B$103</c:f>
              <c:numCache>
                <c:formatCode>0</c:formatCode>
                <c:ptCount val="100"/>
                <c:pt idx="0">
                  <c:v>1198.63392857143</c:v>
                </c:pt>
                <c:pt idx="1">
                  <c:v>1302.9196428571399</c:v>
                </c:pt>
                <c:pt idx="2">
                  <c:v>1407.2053571428601</c:v>
                </c:pt>
                <c:pt idx="3">
                  <c:v>1511.49107142857</c:v>
                </c:pt>
                <c:pt idx="4">
                  <c:v>1615.7767857142801</c:v>
                </c:pt>
                <c:pt idx="5">
                  <c:v>1720.0625</c:v>
                </c:pt>
                <c:pt idx="6">
                  <c:v>1824.3482142857099</c:v>
                </c:pt>
                <c:pt idx="7">
                  <c:v>1928.63392857143</c:v>
                </c:pt>
                <c:pt idx="8">
                  <c:v>2032.9196428571399</c:v>
                </c:pt>
                <c:pt idx="9">
                  <c:v>2137.2053571428601</c:v>
                </c:pt>
                <c:pt idx="10">
                  <c:v>2241.4910714285702</c:v>
                </c:pt>
                <c:pt idx="11">
                  <c:v>2345.776785714279</c:v>
                </c:pt>
                <c:pt idx="12">
                  <c:v>2450.0625</c:v>
                </c:pt>
                <c:pt idx="13">
                  <c:v>2554.3482142857101</c:v>
                </c:pt>
                <c:pt idx="14">
                  <c:v>2658.6339285714298</c:v>
                </c:pt>
                <c:pt idx="15">
                  <c:v>2762.9196428571399</c:v>
                </c:pt>
                <c:pt idx="16">
                  <c:v>2867.2053571428601</c:v>
                </c:pt>
                <c:pt idx="17">
                  <c:v>2971.4910714285702</c:v>
                </c:pt>
                <c:pt idx="18">
                  <c:v>3075.776785714279</c:v>
                </c:pt>
                <c:pt idx="19">
                  <c:v>3180.0625</c:v>
                </c:pt>
                <c:pt idx="20">
                  <c:v>3284.3482142857101</c:v>
                </c:pt>
                <c:pt idx="21">
                  <c:v>3388.6339285714298</c:v>
                </c:pt>
                <c:pt idx="22">
                  <c:v>3492.9196428571399</c:v>
                </c:pt>
                <c:pt idx="23">
                  <c:v>3597.2053571428601</c:v>
                </c:pt>
                <c:pt idx="24">
                  <c:v>3701.4910714285702</c:v>
                </c:pt>
                <c:pt idx="25">
                  <c:v>3805.776785714279</c:v>
                </c:pt>
                <c:pt idx="26">
                  <c:v>3910.0625</c:v>
                </c:pt>
                <c:pt idx="27">
                  <c:v>4014.3482142857101</c:v>
                </c:pt>
                <c:pt idx="28">
                  <c:v>4118.6339285714303</c:v>
                </c:pt>
                <c:pt idx="29">
                  <c:v>4222.9196428571404</c:v>
                </c:pt>
                <c:pt idx="30">
                  <c:v>4327.2053571428496</c:v>
                </c:pt>
                <c:pt idx="31">
                  <c:v>4431.4910714285697</c:v>
                </c:pt>
                <c:pt idx="32">
                  <c:v>4535.7767857142717</c:v>
                </c:pt>
                <c:pt idx="33">
                  <c:v>4640.0625</c:v>
                </c:pt>
                <c:pt idx="34">
                  <c:v>4744.3482142857101</c:v>
                </c:pt>
                <c:pt idx="35">
                  <c:v>4848.6339285714303</c:v>
                </c:pt>
                <c:pt idx="36">
                  <c:v>4952.9196428571404</c:v>
                </c:pt>
                <c:pt idx="37">
                  <c:v>5057.2053571428496</c:v>
                </c:pt>
                <c:pt idx="38">
                  <c:v>5161.4910714285697</c:v>
                </c:pt>
                <c:pt idx="39">
                  <c:v>5265.7767857142717</c:v>
                </c:pt>
                <c:pt idx="40">
                  <c:v>5370.0625</c:v>
                </c:pt>
                <c:pt idx="41">
                  <c:v>5474.3482142857101</c:v>
                </c:pt>
                <c:pt idx="42">
                  <c:v>5578.6339285714303</c:v>
                </c:pt>
                <c:pt idx="43">
                  <c:v>5682.9196428571404</c:v>
                </c:pt>
                <c:pt idx="44">
                  <c:v>5787.2053571428496</c:v>
                </c:pt>
                <c:pt idx="45">
                  <c:v>5891.4910714285697</c:v>
                </c:pt>
                <c:pt idx="46">
                  <c:v>5995.7767857142717</c:v>
                </c:pt>
                <c:pt idx="47">
                  <c:v>6100.0625</c:v>
                </c:pt>
                <c:pt idx="48">
                  <c:v>6204.3482142857101</c:v>
                </c:pt>
                <c:pt idx="49">
                  <c:v>6308.6339285714303</c:v>
                </c:pt>
                <c:pt idx="50">
                  <c:v>6412.9196428571404</c:v>
                </c:pt>
                <c:pt idx="51">
                  <c:v>6517.2053571428496</c:v>
                </c:pt>
                <c:pt idx="52">
                  <c:v>6621.4910714285697</c:v>
                </c:pt>
                <c:pt idx="53">
                  <c:v>6725.7767857142717</c:v>
                </c:pt>
                <c:pt idx="54">
                  <c:v>6830.0625</c:v>
                </c:pt>
                <c:pt idx="55">
                  <c:v>6934.3482142857101</c:v>
                </c:pt>
                <c:pt idx="56">
                  <c:v>7038.6339285714303</c:v>
                </c:pt>
                <c:pt idx="57">
                  <c:v>7142.9196428571404</c:v>
                </c:pt>
                <c:pt idx="58">
                  <c:v>7247.2053571428496</c:v>
                </c:pt>
                <c:pt idx="59">
                  <c:v>7351.4910714285697</c:v>
                </c:pt>
                <c:pt idx="60">
                  <c:v>7455.7767857142717</c:v>
                </c:pt>
                <c:pt idx="61">
                  <c:v>7560.0625</c:v>
                </c:pt>
                <c:pt idx="62">
                  <c:v>7664.3482142857101</c:v>
                </c:pt>
                <c:pt idx="63">
                  <c:v>7768.6339285714303</c:v>
                </c:pt>
                <c:pt idx="64">
                  <c:v>7872.9196428571404</c:v>
                </c:pt>
                <c:pt idx="65">
                  <c:v>7977.2053571428496</c:v>
                </c:pt>
                <c:pt idx="66">
                  <c:v>8081.4910714285697</c:v>
                </c:pt>
                <c:pt idx="67">
                  <c:v>8185.7767857142717</c:v>
                </c:pt>
                <c:pt idx="68">
                  <c:v>8290.0625</c:v>
                </c:pt>
                <c:pt idx="69">
                  <c:v>8394.3482142857029</c:v>
                </c:pt>
                <c:pt idx="70">
                  <c:v>8498.6339285714294</c:v>
                </c:pt>
                <c:pt idx="71">
                  <c:v>8602.9196428571395</c:v>
                </c:pt>
                <c:pt idx="72">
                  <c:v>8707.2053571428605</c:v>
                </c:pt>
                <c:pt idx="73">
                  <c:v>8811.491071428567</c:v>
                </c:pt>
                <c:pt idx="74">
                  <c:v>8915.7767857142808</c:v>
                </c:pt>
                <c:pt idx="75">
                  <c:v>9020.0625</c:v>
                </c:pt>
                <c:pt idx="76">
                  <c:v>9124.3482142857029</c:v>
                </c:pt>
                <c:pt idx="77">
                  <c:v>9228.6339285714294</c:v>
                </c:pt>
                <c:pt idx="78">
                  <c:v>9332.9196428571395</c:v>
                </c:pt>
                <c:pt idx="79">
                  <c:v>9437.2053571428605</c:v>
                </c:pt>
                <c:pt idx="80">
                  <c:v>9541.491071428567</c:v>
                </c:pt>
                <c:pt idx="81">
                  <c:v>9645.7767857142808</c:v>
                </c:pt>
                <c:pt idx="82">
                  <c:v>9750.0625</c:v>
                </c:pt>
                <c:pt idx="83">
                  <c:v>9854.3482142857029</c:v>
                </c:pt>
                <c:pt idx="84">
                  <c:v>9958.6339285714294</c:v>
                </c:pt>
                <c:pt idx="85">
                  <c:v>10062.919642857099</c:v>
                </c:pt>
                <c:pt idx="86">
                  <c:v>10167.205357142901</c:v>
                </c:pt>
                <c:pt idx="87">
                  <c:v>10271.4910714286</c:v>
                </c:pt>
                <c:pt idx="88">
                  <c:v>10375.776785714301</c:v>
                </c:pt>
                <c:pt idx="89">
                  <c:v>10480.0625</c:v>
                </c:pt>
                <c:pt idx="90">
                  <c:v>10584.348214285699</c:v>
                </c:pt>
                <c:pt idx="91">
                  <c:v>10688.6339285714</c:v>
                </c:pt>
                <c:pt idx="92">
                  <c:v>10792.919642857099</c:v>
                </c:pt>
                <c:pt idx="93">
                  <c:v>10897.205357142901</c:v>
                </c:pt>
                <c:pt idx="94">
                  <c:v>11001.4910714286</c:v>
                </c:pt>
                <c:pt idx="95">
                  <c:v>11105.776785714301</c:v>
                </c:pt>
                <c:pt idx="96">
                  <c:v>11210.0625</c:v>
                </c:pt>
                <c:pt idx="97">
                  <c:v>11314.348214285699</c:v>
                </c:pt>
                <c:pt idx="98">
                  <c:v>11418.6339285714</c:v>
                </c:pt>
                <c:pt idx="99">
                  <c:v>11522.919642857099</c:v>
                </c:pt>
              </c:numCache>
            </c:numRef>
          </c:yVal>
          <c:smooth val="1"/>
        </c:ser>
        <c:ser>
          <c:idx val="1"/>
          <c:order val="1"/>
          <c:tx>
            <c:strRef>
              <c:f>'difference in sub'!$AJ$43</c:f>
              <c:strCache>
                <c:ptCount val="1"/>
                <c:pt idx="0">
                  <c:v>DSP, single, childless</c:v>
                </c:pt>
              </c:strCache>
            </c:strRef>
          </c:tx>
          <c:spPr>
            <a:ln>
              <a:solidFill>
                <a:srgbClr val="265A9A"/>
              </a:solidFill>
              <a:prstDash val="solid"/>
            </a:ln>
          </c:spPr>
          <c:marker>
            <c:symbol val="none"/>
          </c:marker>
          <c:xVal>
            <c:numRef>
              <c:f>'difference in sub'!$A$4:$A$103</c:f>
              <c:numCache>
                <c:formatCode>General</c:formatCode>
                <c:ptCount val="100"/>
                <c:pt idx="0">
                  <c:v>150</c:v>
                </c:pt>
                <c:pt idx="1">
                  <c:v>152</c:v>
                </c:pt>
                <c:pt idx="2">
                  <c:v>154</c:v>
                </c:pt>
                <c:pt idx="3">
                  <c:v>156</c:v>
                </c:pt>
                <c:pt idx="4">
                  <c:v>158</c:v>
                </c:pt>
                <c:pt idx="5">
                  <c:v>160</c:v>
                </c:pt>
                <c:pt idx="6">
                  <c:v>162</c:v>
                </c:pt>
                <c:pt idx="7">
                  <c:v>164</c:v>
                </c:pt>
                <c:pt idx="8">
                  <c:v>166</c:v>
                </c:pt>
                <c:pt idx="9">
                  <c:v>168</c:v>
                </c:pt>
                <c:pt idx="10">
                  <c:v>170</c:v>
                </c:pt>
                <c:pt idx="11">
                  <c:v>172</c:v>
                </c:pt>
                <c:pt idx="12">
                  <c:v>174</c:v>
                </c:pt>
                <c:pt idx="13">
                  <c:v>176</c:v>
                </c:pt>
                <c:pt idx="14">
                  <c:v>178</c:v>
                </c:pt>
                <c:pt idx="15">
                  <c:v>180</c:v>
                </c:pt>
                <c:pt idx="16">
                  <c:v>182</c:v>
                </c:pt>
                <c:pt idx="17">
                  <c:v>184</c:v>
                </c:pt>
                <c:pt idx="18">
                  <c:v>186</c:v>
                </c:pt>
                <c:pt idx="19">
                  <c:v>188</c:v>
                </c:pt>
                <c:pt idx="20">
                  <c:v>190</c:v>
                </c:pt>
                <c:pt idx="21">
                  <c:v>192</c:v>
                </c:pt>
                <c:pt idx="22">
                  <c:v>194</c:v>
                </c:pt>
                <c:pt idx="23">
                  <c:v>196</c:v>
                </c:pt>
                <c:pt idx="24">
                  <c:v>198</c:v>
                </c:pt>
                <c:pt idx="25">
                  <c:v>200</c:v>
                </c:pt>
                <c:pt idx="26">
                  <c:v>202</c:v>
                </c:pt>
                <c:pt idx="27">
                  <c:v>204</c:v>
                </c:pt>
                <c:pt idx="28">
                  <c:v>206</c:v>
                </c:pt>
                <c:pt idx="29">
                  <c:v>208</c:v>
                </c:pt>
                <c:pt idx="30">
                  <c:v>210</c:v>
                </c:pt>
                <c:pt idx="31">
                  <c:v>212</c:v>
                </c:pt>
                <c:pt idx="32">
                  <c:v>214</c:v>
                </c:pt>
                <c:pt idx="33">
                  <c:v>216</c:v>
                </c:pt>
                <c:pt idx="34">
                  <c:v>218</c:v>
                </c:pt>
                <c:pt idx="35">
                  <c:v>220</c:v>
                </c:pt>
                <c:pt idx="36">
                  <c:v>222</c:v>
                </c:pt>
                <c:pt idx="37">
                  <c:v>224</c:v>
                </c:pt>
                <c:pt idx="38">
                  <c:v>226</c:v>
                </c:pt>
                <c:pt idx="39">
                  <c:v>228</c:v>
                </c:pt>
                <c:pt idx="40">
                  <c:v>230</c:v>
                </c:pt>
                <c:pt idx="41">
                  <c:v>232</c:v>
                </c:pt>
                <c:pt idx="42">
                  <c:v>234</c:v>
                </c:pt>
                <c:pt idx="43">
                  <c:v>236</c:v>
                </c:pt>
                <c:pt idx="44">
                  <c:v>238</c:v>
                </c:pt>
                <c:pt idx="45">
                  <c:v>240</c:v>
                </c:pt>
                <c:pt idx="46">
                  <c:v>242</c:v>
                </c:pt>
                <c:pt idx="47">
                  <c:v>244</c:v>
                </c:pt>
                <c:pt idx="48">
                  <c:v>246</c:v>
                </c:pt>
                <c:pt idx="49">
                  <c:v>248</c:v>
                </c:pt>
                <c:pt idx="50">
                  <c:v>250</c:v>
                </c:pt>
                <c:pt idx="51">
                  <c:v>252</c:v>
                </c:pt>
                <c:pt idx="52">
                  <c:v>254</c:v>
                </c:pt>
                <c:pt idx="53">
                  <c:v>256</c:v>
                </c:pt>
                <c:pt idx="54">
                  <c:v>258</c:v>
                </c:pt>
                <c:pt idx="55">
                  <c:v>260</c:v>
                </c:pt>
                <c:pt idx="56">
                  <c:v>262</c:v>
                </c:pt>
                <c:pt idx="57">
                  <c:v>264</c:v>
                </c:pt>
                <c:pt idx="58">
                  <c:v>266</c:v>
                </c:pt>
                <c:pt idx="59">
                  <c:v>268</c:v>
                </c:pt>
                <c:pt idx="60">
                  <c:v>270</c:v>
                </c:pt>
                <c:pt idx="61">
                  <c:v>272</c:v>
                </c:pt>
                <c:pt idx="62">
                  <c:v>274</c:v>
                </c:pt>
                <c:pt idx="63">
                  <c:v>276</c:v>
                </c:pt>
                <c:pt idx="64">
                  <c:v>278</c:v>
                </c:pt>
                <c:pt idx="65">
                  <c:v>280</c:v>
                </c:pt>
                <c:pt idx="66">
                  <c:v>282</c:v>
                </c:pt>
                <c:pt idx="67">
                  <c:v>284</c:v>
                </c:pt>
                <c:pt idx="68">
                  <c:v>286</c:v>
                </c:pt>
                <c:pt idx="69">
                  <c:v>288</c:v>
                </c:pt>
                <c:pt idx="70">
                  <c:v>290</c:v>
                </c:pt>
                <c:pt idx="71">
                  <c:v>292</c:v>
                </c:pt>
                <c:pt idx="72">
                  <c:v>294</c:v>
                </c:pt>
                <c:pt idx="73">
                  <c:v>296</c:v>
                </c:pt>
                <c:pt idx="74">
                  <c:v>298</c:v>
                </c:pt>
                <c:pt idx="75">
                  <c:v>300</c:v>
                </c:pt>
                <c:pt idx="76">
                  <c:v>302</c:v>
                </c:pt>
                <c:pt idx="77">
                  <c:v>304</c:v>
                </c:pt>
                <c:pt idx="78">
                  <c:v>306</c:v>
                </c:pt>
                <c:pt idx="79">
                  <c:v>308</c:v>
                </c:pt>
                <c:pt idx="80">
                  <c:v>310</c:v>
                </c:pt>
                <c:pt idx="81">
                  <c:v>312</c:v>
                </c:pt>
                <c:pt idx="82">
                  <c:v>314</c:v>
                </c:pt>
                <c:pt idx="83">
                  <c:v>316</c:v>
                </c:pt>
                <c:pt idx="84">
                  <c:v>318</c:v>
                </c:pt>
                <c:pt idx="85">
                  <c:v>320</c:v>
                </c:pt>
                <c:pt idx="86">
                  <c:v>322</c:v>
                </c:pt>
                <c:pt idx="87">
                  <c:v>324</c:v>
                </c:pt>
                <c:pt idx="88">
                  <c:v>326</c:v>
                </c:pt>
                <c:pt idx="89">
                  <c:v>328</c:v>
                </c:pt>
                <c:pt idx="90">
                  <c:v>330</c:v>
                </c:pt>
                <c:pt idx="91">
                  <c:v>332</c:v>
                </c:pt>
                <c:pt idx="92">
                  <c:v>334</c:v>
                </c:pt>
                <c:pt idx="93">
                  <c:v>336</c:v>
                </c:pt>
                <c:pt idx="94">
                  <c:v>338</c:v>
                </c:pt>
                <c:pt idx="95">
                  <c:v>340</c:v>
                </c:pt>
                <c:pt idx="96">
                  <c:v>342</c:v>
                </c:pt>
                <c:pt idx="97">
                  <c:v>344</c:v>
                </c:pt>
                <c:pt idx="98">
                  <c:v>346</c:v>
                </c:pt>
                <c:pt idx="99">
                  <c:v>348</c:v>
                </c:pt>
              </c:numCache>
            </c:numRef>
          </c:xVal>
          <c:yVal>
            <c:numRef>
              <c:f>'difference in sub'!$C$4:$C$103</c:f>
              <c:numCache>
                <c:formatCode>0</c:formatCode>
                <c:ptCount val="100"/>
                <c:pt idx="0">
                  <c:v>-466.67857142857162</c:v>
                </c:pt>
                <c:pt idx="1">
                  <c:v>-362.39285714285899</c:v>
                </c:pt>
                <c:pt idx="2">
                  <c:v>-258.10714285714499</c:v>
                </c:pt>
                <c:pt idx="3">
                  <c:v>-153.821428571431</c:v>
                </c:pt>
                <c:pt idx="4">
                  <c:v>-49.535714285717397</c:v>
                </c:pt>
                <c:pt idx="5">
                  <c:v>54.75</c:v>
                </c:pt>
                <c:pt idx="6">
                  <c:v>159.03571428570999</c:v>
                </c:pt>
                <c:pt idx="7">
                  <c:v>263.32142857142799</c:v>
                </c:pt>
                <c:pt idx="8">
                  <c:v>367.60714285714101</c:v>
                </c:pt>
                <c:pt idx="9">
                  <c:v>471.89285714285501</c:v>
                </c:pt>
                <c:pt idx="10">
                  <c:v>576.17857142857099</c:v>
                </c:pt>
                <c:pt idx="11">
                  <c:v>680.46428571428282</c:v>
                </c:pt>
                <c:pt idx="12">
                  <c:v>784.74999999999795</c:v>
                </c:pt>
                <c:pt idx="13">
                  <c:v>889.03571428571138</c:v>
                </c:pt>
                <c:pt idx="14">
                  <c:v>993.32142857142787</c:v>
                </c:pt>
                <c:pt idx="15">
                  <c:v>1097.6071428571399</c:v>
                </c:pt>
                <c:pt idx="16">
                  <c:v>1201.8928571428601</c:v>
                </c:pt>
                <c:pt idx="17">
                  <c:v>1306.17857142857</c:v>
                </c:pt>
                <c:pt idx="18">
                  <c:v>1410.4642857142801</c:v>
                </c:pt>
                <c:pt idx="19">
                  <c:v>1514.75</c:v>
                </c:pt>
                <c:pt idx="20">
                  <c:v>1619.0357142857099</c:v>
                </c:pt>
                <c:pt idx="21">
                  <c:v>1723.32142857143</c:v>
                </c:pt>
                <c:pt idx="22">
                  <c:v>1827.6071428571399</c:v>
                </c:pt>
                <c:pt idx="23">
                  <c:v>1931.8928571428601</c:v>
                </c:pt>
                <c:pt idx="24">
                  <c:v>2036.17857142857</c:v>
                </c:pt>
                <c:pt idx="25">
                  <c:v>2140.464285714279</c:v>
                </c:pt>
                <c:pt idx="26">
                  <c:v>2244.75</c:v>
                </c:pt>
                <c:pt idx="27">
                  <c:v>2349.0357142857101</c:v>
                </c:pt>
                <c:pt idx="28">
                  <c:v>2453.3214285714298</c:v>
                </c:pt>
                <c:pt idx="29">
                  <c:v>2557.6071428571399</c:v>
                </c:pt>
                <c:pt idx="30">
                  <c:v>2661.8928571428601</c:v>
                </c:pt>
                <c:pt idx="31">
                  <c:v>2766.1785714285702</c:v>
                </c:pt>
                <c:pt idx="32">
                  <c:v>2870.464285714279</c:v>
                </c:pt>
                <c:pt idx="33">
                  <c:v>2974.75</c:v>
                </c:pt>
                <c:pt idx="34">
                  <c:v>3079.0357142857101</c:v>
                </c:pt>
                <c:pt idx="35">
                  <c:v>3183.3214285714298</c:v>
                </c:pt>
                <c:pt idx="36">
                  <c:v>3287.6071428571399</c:v>
                </c:pt>
                <c:pt idx="37">
                  <c:v>3391.8928571428601</c:v>
                </c:pt>
                <c:pt idx="38">
                  <c:v>3496.1785714285702</c:v>
                </c:pt>
                <c:pt idx="39">
                  <c:v>3600.464285714279</c:v>
                </c:pt>
                <c:pt idx="40">
                  <c:v>3704.75</c:v>
                </c:pt>
                <c:pt idx="41">
                  <c:v>3809.0357142857101</c:v>
                </c:pt>
                <c:pt idx="42">
                  <c:v>3913.3214285714298</c:v>
                </c:pt>
                <c:pt idx="43">
                  <c:v>4017.6071428571399</c:v>
                </c:pt>
                <c:pt idx="44">
                  <c:v>4121.8928571428596</c:v>
                </c:pt>
                <c:pt idx="45">
                  <c:v>4226.1785714285697</c:v>
                </c:pt>
                <c:pt idx="46">
                  <c:v>4330.4642857142799</c:v>
                </c:pt>
                <c:pt idx="47">
                  <c:v>4434.75</c:v>
                </c:pt>
                <c:pt idx="48">
                  <c:v>4539.0357142857101</c:v>
                </c:pt>
                <c:pt idx="49">
                  <c:v>4643.3214285714303</c:v>
                </c:pt>
                <c:pt idx="50">
                  <c:v>4747.6071428571404</c:v>
                </c:pt>
                <c:pt idx="51">
                  <c:v>4851.8928571428596</c:v>
                </c:pt>
                <c:pt idx="52">
                  <c:v>4956.1785714285697</c:v>
                </c:pt>
                <c:pt idx="53">
                  <c:v>5060.4642857142799</c:v>
                </c:pt>
                <c:pt idx="54">
                  <c:v>5164.75</c:v>
                </c:pt>
                <c:pt idx="55">
                  <c:v>5269.0357142857101</c:v>
                </c:pt>
                <c:pt idx="56">
                  <c:v>5373.3214285714303</c:v>
                </c:pt>
                <c:pt idx="57">
                  <c:v>5477.6071428571404</c:v>
                </c:pt>
                <c:pt idx="58">
                  <c:v>5581.8928571428596</c:v>
                </c:pt>
                <c:pt idx="59">
                  <c:v>5686.1785714285697</c:v>
                </c:pt>
                <c:pt idx="60">
                  <c:v>5790.4642857142799</c:v>
                </c:pt>
                <c:pt idx="61">
                  <c:v>5894.75</c:v>
                </c:pt>
                <c:pt idx="62">
                  <c:v>5999.0357142857101</c:v>
                </c:pt>
                <c:pt idx="63">
                  <c:v>6103.3214285714303</c:v>
                </c:pt>
                <c:pt idx="64">
                  <c:v>6207.6071428571404</c:v>
                </c:pt>
                <c:pt idx="65">
                  <c:v>6311.8928571428596</c:v>
                </c:pt>
                <c:pt idx="66">
                  <c:v>6416.1785714285697</c:v>
                </c:pt>
                <c:pt idx="67">
                  <c:v>6520.4642857142799</c:v>
                </c:pt>
                <c:pt idx="68">
                  <c:v>6624.75</c:v>
                </c:pt>
                <c:pt idx="69">
                  <c:v>6729.0357142857101</c:v>
                </c:pt>
                <c:pt idx="70">
                  <c:v>6833.3214285714303</c:v>
                </c:pt>
                <c:pt idx="71">
                  <c:v>6937.6071428571404</c:v>
                </c:pt>
                <c:pt idx="72">
                  <c:v>7041.8928571428596</c:v>
                </c:pt>
                <c:pt idx="73">
                  <c:v>7146.1785714285697</c:v>
                </c:pt>
                <c:pt idx="74">
                  <c:v>7250.4642857142799</c:v>
                </c:pt>
                <c:pt idx="75">
                  <c:v>7354.75</c:v>
                </c:pt>
                <c:pt idx="76">
                  <c:v>7459.0357142857101</c:v>
                </c:pt>
                <c:pt idx="77">
                  <c:v>7563.3214285714303</c:v>
                </c:pt>
                <c:pt idx="78">
                  <c:v>7667.6071428571404</c:v>
                </c:pt>
                <c:pt idx="79">
                  <c:v>7771.8928571428596</c:v>
                </c:pt>
                <c:pt idx="80">
                  <c:v>7876.1785714285697</c:v>
                </c:pt>
                <c:pt idx="81">
                  <c:v>7980.4642857142799</c:v>
                </c:pt>
                <c:pt idx="82">
                  <c:v>8084.75</c:v>
                </c:pt>
                <c:pt idx="83">
                  <c:v>8189.0357142857101</c:v>
                </c:pt>
                <c:pt idx="84">
                  <c:v>8293.3214285714294</c:v>
                </c:pt>
                <c:pt idx="85">
                  <c:v>8397.6071428571395</c:v>
                </c:pt>
                <c:pt idx="86">
                  <c:v>8501.8928571428605</c:v>
                </c:pt>
                <c:pt idx="87">
                  <c:v>8606.178571428567</c:v>
                </c:pt>
                <c:pt idx="88">
                  <c:v>8710.4642857142899</c:v>
                </c:pt>
                <c:pt idx="89">
                  <c:v>8814.75</c:v>
                </c:pt>
                <c:pt idx="90">
                  <c:v>8919.0357142857029</c:v>
                </c:pt>
                <c:pt idx="91">
                  <c:v>9023.3214285714294</c:v>
                </c:pt>
                <c:pt idx="92">
                  <c:v>9127.6071428571395</c:v>
                </c:pt>
                <c:pt idx="93">
                  <c:v>9231.8928571428605</c:v>
                </c:pt>
                <c:pt idx="94">
                  <c:v>9336.178571428567</c:v>
                </c:pt>
                <c:pt idx="95">
                  <c:v>9440.4642857142899</c:v>
                </c:pt>
                <c:pt idx="96">
                  <c:v>9544.75</c:v>
                </c:pt>
                <c:pt idx="97">
                  <c:v>9649.0357142857029</c:v>
                </c:pt>
                <c:pt idx="98">
                  <c:v>9753.3214285714294</c:v>
                </c:pt>
                <c:pt idx="99">
                  <c:v>9857.6071428571395</c:v>
                </c:pt>
              </c:numCache>
            </c:numRef>
          </c:yVal>
          <c:smooth val="1"/>
        </c:ser>
        <c:ser>
          <c:idx val="2"/>
          <c:order val="2"/>
          <c:tx>
            <c:strRef>
              <c:f>'difference in sub'!$AJ$44</c:f>
              <c:strCache>
                <c:ptCount val="1"/>
                <c:pt idx="0">
                  <c:v>PP and FTB, single, one child</c:v>
                </c:pt>
              </c:strCache>
            </c:strRef>
          </c:tx>
          <c:spPr>
            <a:ln>
              <a:solidFill>
                <a:srgbClr val="B2D673"/>
              </a:solidFill>
            </a:ln>
          </c:spPr>
          <c:marker>
            <c:symbol val="none"/>
          </c:marker>
          <c:xVal>
            <c:numRef>
              <c:f>'difference in sub'!$A$4:$A$103</c:f>
              <c:numCache>
                <c:formatCode>General</c:formatCode>
                <c:ptCount val="100"/>
                <c:pt idx="0">
                  <c:v>150</c:v>
                </c:pt>
                <c:pt idx="1">
                  <c:v>152</c:v>
                </c:pt>
                <c:pt idx="2">
                  <c:v>154</c:v>
                </c:pt>
                <c:pt idx="3">
                  <c:v>156</c:v>
                </c:pt>
                <c:pt idx="4">
                  <c:v>158</c:v>
                </c:pt>
                <c:pt idx="5">
                  <c:v>160</c:v>
                </c:pt>
                <c:pt idx="6">
                  <c:v>162</c:v>
                </c:pt>
                <c:pt idx="7">
                  <c:v>164</c:v>
                </c:pt>
                <c:pt idx="8">
                  <c:v>166</c:v>
                </c:pt>
                <c:pt idx="9">
                  <c:v>168</c:v>
                </c:pt>
                <c:pt idx="10">
                  <c:v>170</c:v>
                </c:pt>
                <c:pt idx="11">
                  <c:v>172</c:v>
                </c:pt>
                <c:pt idx="12">
                  <c:v>174</c:v>
                </c:pt>
                <c:pt idx="13">
                  <c:v>176</c:v>
                </c:pt>
                <c:pt idx="14">
                  <c:v>178</c:v>
                </c:pt>
                <c:pt idx="15">
                  <c:v>180</c:v>
                </c:pt>
                <c:pt idx="16">
                  <c:v>182</c:v>
                </c:pt>
                <c:pt idx="17">
                  <c:v>184</c:v>
                </c:pt>
                <c:pt idx="18">
                  <c:v>186</c:v>
                </c:pt>
                <c:pt idx="19">
                  <c:v>188</c:v>
                </c:pt>
                <c:pt idx="20">
                  <c:v>190</c:v>
                </c:pt>
                <c:pt idx="21">
                  <c:v>192</c:v>
                </c:pt>
                <c:pt idx="22">
                  <c:v>194</c:v>
                </c:pt>
                <c:pt idx="23">
                  <c:v>196</c:v>
                </c:pt>
                <c:pt idx="24">
                  <c:v>198</c:v>
                </c:pt>
                <c:pt idx="25">
                  <c:v>200</c:v>
                </c:pt>
                <c:pt idx="26">
                  <c:v>202</c:v>
                </c:pt>
                <c:pt idx="27">
                  <c:v>204</c:v>
                </c:pt>
                <c:pt idx="28">
                  <c:v>206</c:v>
                </c:pt>
                <c:pt idx="29">
                  <c:v>208</c:v>
                </c:pt>
                <c:pt idx="30">
                  <c:v>210</c:v>
                </c:pt>
                <c:pt idx="31">
                  <c:v>212</c:v>
                </c:pt>
                <c:pt idx="32">
                  <c:v>214</c:v>
                </c:pt>
                <c:pt idx="33">
                  <c:v>216</c:v>
                </c:pt>
                <c:pt idx="34">
                  <c:v>218</c:v>
                </c:pt>
                <c:pt idx="35">
                  <c:v>220</c:v>
                </c:pt>
                <c:pt idx="36">
                  <c:v>222</c:v>
                </c:pt>
                <c:pt idx="37">
                  <c:v>224</c:v>
                </c:pt>
                <c:pt idx="38">
                  <c:v>226</c:v>
                </c:pt>
                <c:pt idx="39">
                  <c:v>228</c:v>
                </c:pt>
                <c:pt idx="40">
                  <c:v>230</c:v>
                </c:pt>
                <c:pt idx="41">
                  <c:v>232</c:v>
                </c:pt>
                <c:pt idx="42">
                  <c:v>234</c:v>
                </c:pt>
                <c:pt idx="43">
                  <c:v>236</c:v>
                </c:pt>
                <c:pt idx="44">
                  <c:v>238</c:v>
                </c:pt>
                <c:pt idx="45">
                  <c:v>240</c:v>
                </c:pt>
                <c:pt idx="46">
                  <c:v>242</c:v>
                </c:pt>
                <c:pt idx="47">
                  <c:v>244</c:v>
                </c:pt>
                <c:pt idx="48">
                  <c:v>246</c:v>
                </c:pt>
                <c:pt idx="49">
                  <c:v>248</c:v>
                </c:pt>
                <c:pt idx="50">
                  <c:v>250</c:v>
                </c:pt>
                <c:pt idx="51">
                  <c:v>252</c:v>
                </c:pt>
                <c:pt idx="52">
                  <c:v>254</c:v>
                </c:pt>
                <c:pt idx="53">
                  <c:v>256</c:v>
                </c:pt>
                <c:pt idx="54">
                  <c:v>258</c:v>
                </c:pt>
                <c:pt idx="55">
                  <c:v>260</c:v>
                </c:pt>
                <c:pt idx="56">
                  <c:v>262</c:v>
                </c:pt>
                <c:pt idx="57">
                  <c:v>264</c:v>
                </c:pt>
                <c:pt idx="58">
                  <c:v>266</c:v>
                </c:pt>
                <c:pt idx="59">
                  <c:v>268</c:v>
                </c:pt>
                <c:pt idx="60">
                  <c:v>270</c:v>
                </c:pt>
                <c:pt idx="61">
                  <c:v>272</c:v>
                </c:pt>
                <c:pt idx="62">
                  <c:v>274</c:v>
                </c:pt>
                <c:pt idx="63">
                  <c:v>276</c:v>
                </c:pt>
                <c:pt idx="64">
                  <c:v>278</c:v>
                </c:pt>
                <c:pt idx="65">
                  <c:v>280</c:v>
                </c:pt>
                <c:pt idx="66">
                  <c:v>282</c:v>
                </c:pt>
                <c:pt idx="67">
                  <c:v>284</c:v>
                </c:pt>
                <c:pt idx="68">
                  <c:v>286</c:v>
                </c:pt>
                <c:pt idx="69">
                  <c:v>288</c:v>
                </c:pt>
                <c:pt idx="70">
                  <c:v>290</c:v>
                </c:pt>
                <c:pt idx="71">
                  <c:v>292</c:v>
                </c:pt>
                <c:pt idx="72">
                  <c:v>294</c:v>
                </c:pt>
                <c:pt idx="73">
                  <c:v>296</c:v>
                </c:pt>
                <c:pt idx="74">
                  <c:v>298</c:v>
                </c:pt>
                <c:pt idx="75">
                  <c:v>300</c:v>
                </c:pt>
                <c:pt idx="76">
                  <c:v>302</c:v>
                </c:pt>
                <c:pt idx="77">
                  <c:v>304</c:v>
                </c:pt>
                <c:pt idx="78">
                  <c:v>306</c:v>
                </c:pt>
                <c:pt idx="79">
                  <c:v>308</c:v>
                </c:pt>
                <c:pt idx="80">
                  <c:v>310</c:v>
                </c:pt>
                <c:pt idx="81">
                  <c:v>312</c:v>
                </c:pt>
                <c:pt idx="82">
                  <c:v>314</c:v>
                </c:pt>
                <c:pt idx="83">
                  <c:v>316</c:v>
                </c:pt>
                <c:pt idx="84">
                  <c:v>318</c:v>
                </c:pt>
                <c:pt idx="85">
                  <c:v>320</c:v>
                </c:pt>
                <c:pt idx="86">
                  <c:v>322</c:v>
                </c:pt>
                <c:pt idx="87">
                  <c:v>324</c:v>
                </c:pt>
                <c:pt idx="88">
                  <c:v>326</c:v>
                </c:pt>
                <c:pt idx="89">
                  <c:v>328</c:v>
                </c:pt>
                <c:pt idx="90">
                  <c:v>330</c:v>
                </c:pt>
                <c:pt idx="91">
                  <c:v>332</c:v>
                </c:pt>
                <c:pt idx="92">
                  <c:v>334</c:v>
                </c:pt>
                <c:pt idx="93">
                  <c:v>336</c:v>
                </c:pt>
                <c:pt idx="94">
                  <c:v>338</c:v>
                </c:pt>
                <c:pt idx="95">
                  <c:v>340</c:v>
                </c:pt>
                <c:pt idx="96">
                  <c:v>342</c:v>
                </c:pt>
                <c:pt idx="97">
                  <c:v>344</c:v>
                </c:pt>
                <c:pt idx="98">
                  <c:v>346</c:v>
                </c:pt>
                <c:pt idx="99">
                  <c:v>348</c:v>
                </c:pt>
              </c:numCache>
            </c:numRef>
          </c:xVal>
          <c:yVal>
            <c:numRef>
              <c:f>'difference in sub'!$D$4:$D$103</c:f>
              <c:numCache>
                <c:formatCode>0</c:formatCode>
                <c:ptCount val="100"/>
                <c:pt idx="0">
                  <c:v>-989.74964285713895</c:v>
                </c:pt>
                <c:pt idx="1">
                  <c:v>-963.67821428571199</c:v>
                </c:pt>
                <c:pt idx="2">
                  <c:v>-937.606785714284</c:v>
                </c:pt>
                <c:pt idx="3">
                  <c:v>-911.53535714285704</c:v>
                </c:pt>
                <c:pt idx="4">
                  <c:v>-885.46392857142837</c:v>
                </c:pt>
                <c:pt idx="5">
                  <c:v>-859.39249999999311</c:v>
                </c:pt>
                <c:pt idx="6">
                  <c:v>-833.32107142857399</c:v>
                </c:pt>
                <c:pt idx="7">
                  <c:v>-807.24964285713895</c:v>
                </c:pt>
                <c:pt idx="8">
                  <c:v>-781.17821428571199</c:v>
                </c:pt>
                <c:pt idx="9">
                  <c:v>-755.106785714284</c:v>
                </c:pt>
                <c:pt idx="10">
                  <c:v>-729.03535714285704</c:v>
                </c:pt>
                <c:pt idx="11">
                  <c:v>-680.80321428571096</c:v>
                </c:pt>
                <c:pt idx="12">
                  <c:v>-576.51749999999311</c:v>
                </c:pt>
                <c:pt idx="13">
                  <c:v>-472.23178571428321</c:v>
                </c:pt>
                <c:pt idx="14">
                  <c:v>-367.94607142856682</c:v>
                </c:pt>
                <c:pt idx="15">
                  <c:v>-263.660357142853</c:v>
                </c:pt>
                <c:pt idx="16">
                  <c:v>-159.37464285713901</c:v>
                </c:pt>
                <c:pt idx="17">
                  <c:v>-55.088928571422002</c:v>
                </c:pt>
                <c:pt idx="18">
                  <c:v>49.196785714288097</c:v>
                </c:pt>
                <c:pt idx="19">
                  <c:v>153.48250000000601</c:v>
                </c:pt>
                <c:pt idx="20">
                  <c:v>257.768214285716</c:v>
                </c:pt>
                <c:pt idx="21">
                  <c:v>362.053928571433</c:v>
                </c:pt>
                <c:pt idx="22">
                  <c:v>466.339642857147</c:v>
                </c:pt>
                <c:pt idx="23">
                  <c:v>570.62535714286105</c:v>
                </c:pt>
                <c:pt idx="24">
                  <c:v>674.911071428578</c:v>
                </c:pt>
                <c:pt idx="25">
                  <c:v>779.19678571428801</c:v>
                </c:pt>
                <c:pt idx="26">
                  <c:v>883.48250000000598</c:v>
                </c:pt>
                <c:pt idx="27">
                  <c:v>987.76821428571498</c:v>
                </c:pt>
                <c:pt idx="28">
                  <c:v>1092.0539285714301</c:v>
                </c:pt>
                <c:pt idx="29">
                  <c:v>1196.33964285715</c:v>
                </c:pt>
                <c:pt idx="30">
                  <c:v>1300.6253571428599</c:v>
                </c:pt>
                <c:pt idx="31">
                  <c:v>1404.91107142858</c:v>
                </c:pt>
                <c:pt idx="32">
                  <c:v>1509.1967857142899</c:v>
                </c:pt>
                <c:pt idx="33">
                  <c:v>1613.4825000000101</c:v>
                </c:pt>
                <c:pt idx="34">
                  <c:v>1717.76821428572</c:v>
                </c:pt>
                <c:pt idx="35">
                  <c:v>1822.0539285714301</c:v>
                </c:pt>
                <c:pt idx="36">
                  <c:v>1926.33964285715</c:v>
                </c:pt>
                <c:pt idx="37">
                  <c:v>2030.6253571428599</c:v>
                </c:pt>
                <c:pt idx="38">
                  <c:v>2134.9110714285798</c:v>
                </c:pt>
                <c:pt idx="39">
                  <c:v>2239.196785714289</c:v>
                </c:pt>
                <c:pt idx="40">
                  <c:v>2343.4825000000101</c:v>
                </c:pt>
                <c:pt idx="41">
                  <c:v>2447.7682142857202</c:v>
                </c:pt>
                <c:pt idx="42">
                  <c:v>2552.0539285714299</c:v>
                </c:pt>
                <c:pt idx="43">
                  <c:v>2656.33964285715</c:v>
                </c:pt>
                <c:pt idx="44">
                  <c:v>2760.6253571428601</c:v>
                </c:pt>
                <c:pt idx="45">
                  <c:v>2864.9110714285798</c:v>
                </c:pt>
                <c:pt idx="46">
                  <c:v>2969.196785714289</c:v>
                </c:pt>
                <c:pt idx="47">
                  <c:v>3073.4825000000101</c:v>
                </c:pt>
                <c:pt idx="48">
                  <c:v>3177.7682142857202</c:v>
                </c:pt>
                <c:pt idx="49">
                  <c:v>3282.0539285714299</c:v>
                </c:pt>
                <c:pt idx="50">
                  <c:v>3386.33964285715</c:v>
                </c:pt>
                <c:pt idx="51">
                  <c:v>3490.6253571428601</c:v>
                </c:pt>
                <c:pt idx="52">
                  <c:v>3594.9110714285798</c:v>
                </c:pt>
                <c:pt idx="53">
                  <c:v>3699.196785714289</c:v>
                </c:pt>
                <c:pt idx="54">
                  <c:v>3803.4825000000101</c:v>
                </c:pt>
                <c:pt idx="55">
                  <c:v>3907.7682142857202</c:v>
                </c:pt>
                <c:pt idx="56">
                  <c:v>4012.0539285714299</c:v>
                </c:pt>
                <c:pt idx="57">
                  <c:v>4116.3396428571496</c:v>
                </c:pt>
                <c:pt idx="58">
                  <c:v>4220.6253571428597</c:v>
                </c:pt>
                <c:pt idx="59">
                  <c:v>4324.9110714285798</c:v>
                </c:pt>
                <c:pt idx="60">
                  <c:v>4429.1967857142899</c:v>
                </c:pt>
                <c:pt idx="61">
                  <c:v>4533.4825000000101</c:v>
                </c:pt>
                <c:pt idx="62">
                  <c:v>4637.7682142857202</c:v>
                </c:pt>
                <c:pt idx="63">
                  <c:v>4742.0539285714303</c:v>
                </c:pt>
                <c:pt idx="64">
                  <c:v>4846.3396428571496</c:v>
                </c:pt>
                <c:pt idx="65">
                  <c:v>4950.6253571428597</c:v>
                </c:pt>
                <c:pt idx="66">
                  <c:v>5054.9110714285798</c:v>
                </c:pt>
                <c:pt idx="67">
                  <c:v>5159.1967857142899</c:v>
                </c:pt>
                <c:pt idx="68">
                  <c:v>5263.4825000000001</c:v>
                </c:pt>
                <c:pt idx="69">
                  <c:v>5367.7682142857202</c:v>
                </c:pt>
                <c:pt idx="70">
                  <c:v>5472.0539285714303</c:v>
                </c:pt>
                <c:pt idx="71">
                  <c:v>5576.3396428571496</c:v>
                </c:pt>
                <c:pt idx="72">
                  <c:v>5680.6253571428597</c:v>
                </c:pt>
                <c:pt idx="73">
                  <c:v>5784.9110714285798</c:v>
                </c:pt>
                <c:pt idx="74">
                  <c:v>5889.1967857142899</c:v>
                </c:pt>
                <c:pt idx="75">
                  <c:v>5993.4825000000001</c:v>
                </c:pt>
                <c:pt idx="76">
                  <c:v>6097.7682142857202</c:v>
                </c:pt>
                <c:pt idx="77">
                  <c:v>6202.0539285714303</c:v>
                </c:pt>
                <c:pt idx="78">
                  <c:v>6306.3396428571496</c:v>
                </c:pt>
                <c:pt idx="79">
                  <c:v>6410.6253571428597</c:v>
                </c:pt>
                <c:pt idx="80">
                  <c:v>6514.9110714285798</c:v>
                </c:pt>
                <c:pt idx="81">
                  <c:v>6619.1967857142899</c:v>
                </c:pt>
                <c:pt idx="82">
                  <c:v>6723.4825000000001</c:v>
                </c:pt>
                <c:pt idx="83">
                  <c:v>6827.7682142857202</c:v>
                </c:pt>
                <c:pt idx="84">
                  <c:v>6932.0539285714303</c:v>
                </c:pt>
                <c:pt idx="85">
                  <c:v>7036.3396428571496</c:v>
                </c:pt>
                <c:pt idx="86">
                  <c:v>7140.6253571428597</c:v>
                </c:pt>
                <c:pt idx="87">
                  <c:v>7244.9110714285698</c:v>
                </c:pt>
                <c:pt idx="88">
                  <c:v>7349.1967857142899</c:v>
                </c:pt>
                <c:pt idx="89">
                  <c:v>7453.4825000000101</c:v>
                </c:pt>
                <c:pt idx="90">
                  <c:v>7557.7682142857202</c:v>
                </c:pt>
                <c:pt idx="91">
                  <c:v>7662.0539285714303</c:v>
                </c:pt>
                <c:pt idx="92">
                  <c:v>7766.3396428571496</c:v>
                </c:pt>
                <c:pt idx="93">
                  <c:v>7870.6253571428597</c:v>
                </c:pt>
                <c:pt idx="94">
                  <c:v>7974.9110714285698</c:v>
                </c:pt>
                <c:pt idx="95">
                  <c:v>8079.1967857142899</c:v>
                </c:pt>
                <c:pt idx="96">
                  <c:v>8183.4825000000101</c:v>
                </c:pt>
                <c:pt idx="97">
                  <c:v>8287.7682142857047</c:v>
                </c:pt>
                <c:pt idx="98">
                  <c:v>8392.0539285714294</c:v>
                </c:pt>
                <c:pt idx="99">
                  <c:v>8496.3396428571505</c:v>
                </c:pt>
              </c:numCache>
            </c:numRef>
          </c:yVal>
          <c:smooth val="1"/>
        </c:ser>
        <c:dLbls>
          <c:showLegendKey val="0"/>
          <c:showVal val="0"/>
          <c:showCatName val="0"/>
          <c:showSerName val="0"/>
          <c:showPercent val="0"/>
          <c:showBubbleSize val="0"/>
        </c:dLbls>
        <c:axId val="199710592"/>
        <c:axId val="199716864"/>
      </c:scatterChart>
      <c:valAx>
        <c:axId val="199710592"/>
        <c:scaling>
          <c:orientation val="minMax"/>
          <c:max val="300"/>
          <c:min val="150"/>
        </c:scaling>
        <c:delete val="0"/>
        <c:axPos val="b"/>
        <c:title>
          <c:tx>
            <c:rich>
              <a:bodyPr/>
              <a:lstStyle/>
              <a:p>
                <a:pPr>
                  <a:defRPr/>
                </a:pPr>
                <a:r>
                  <a:rPr lang="en-US"/>
                  <a:t>Weekly market rent</a:t>
                </a:r>
              </a:p>
            </c:rich>
          </c:tx>
          <c:overlay val="0"/>
        </c:title>
        <c:numFmt formatCode="General" sourceLinked="1"/>
        <c:majorTickMark val="out"/>
        <c:minorTickMark val="none"/>
        <c:tickLblPos val="low"/>
        <c:spPr>
          <a:ln>
            <a:solidFill>
              <a:srgbClr val="BFBFBF"/>
            </a:solidFill>
          </a:ln>
        </c:spPr>
        <c:crossAx val="199716864"/>
        <c:crossesAt val="0"/>
        <c:crossBetween val="midCat"/>
        <c:majorUnit val="25"/>
      </c:valAx>
      <c:valAx>
        <c:axId val="199716864"/>
        <c:scaling>
          <c:orientation val="minMax"/>
          <c:max val="10000"/>
        </c:scaling>
        <c:delete val="0"/>
        <c:axPos val="l"/>
        <c:title>
          <c:tx>
            <c:rich>
              <a:bodyPr rot="-5400000" vert="horz"/>
              <a:lstStyle/>
              <a:p>
                <a:pPr>
                  <a:defRPr/>
                </a:pPr>
                <a:r>
                  <a:rPr lang="en-US"/>
                  <a:t>Difference in post rent income </a:t>
                </a:r>
              </a:p>
            </c:rich>
          </c:tx>
          <c:layout>
            <c:manualLayout>
              <c:xMode val="edge"/>
              <c:yMode val="edge"/>
              <c:x val="1.7837000356106105E-2"/>
              <c:y val="7.9544588698987881E-2"/>
            </c:manualLayout>
          </c:layout>
          <c:overlay val="0"/>
        </c:title>
        <c:numFmt formatCode="#\ ##0;\-#\ ##0" sourceLinked="0"/>
        <c:majorTickMark val="out"/>
        <c:minorTickMark val="none"/>
        <c:tickLblPos val="nextTo"/>
        <c:spPr>
          <a:ln>
            <a:solidFill>
              <a:srgbClr val="BFBFBF"/>
            </a:solidFill>
          </a:ln>
        </c:spPr>
        <c:crossAx val="199710592"/>
        <c:crosses val="autoZero"/>
        <c:crossBetween val="midCat"/>
      </c:valAx>
    </c:plotArea>
    <c:legend>
      <c:legendPos val="b"/>
      <c:layout>
        <c:manualLayout>
          <c:xMode val="edge"/>
          <c:yMode val="edge"/>
          <c:x val="5.0000046619394597E-2"/>
          <c:y val="0.92887613128626478"/>
          <c:w val="0.89999990676121078"/>
          <c:h val="7.1123868713735203E-2"/>
        </c:manualLayout>
      </c:layout>
      <c:overlay val="0"/>
    </c:legend>
    <c:plotVisOnly val="1"/>
    <c:dispBlanksAs val="gap"/>
    <c:showDLblsOverMax val="0"/>
  </c:chart>
  <c:spPr>
    <a:ln>
      <a:noFill/>
    </a:ln>
  </c:spPr>
  <c:txPr>
    <a:bodyPr/>
    <a:lstStyle/>
    <a:p>
      <a:pPr>
        <a:defRPr sz="900" baseline="0">
          <a:latin typeface="Arial" panose="020B0604020202020204" pitchFamily="34" charset="0"/>
        </a:defRPr>
      </a:pPr>
      <a:endParaRPr lang="en-US"/>
    </a:p>
  </c:txPr>
  <c:externalData r:id="rId2">
    <c:autoUpdate val="0"/>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Sheet1!$D$4</c:f>
              <c:strCache>
                <c:ptCount val="1"/>
                <c:pt idx="0">
                  <c:v>Income limits</c:v>
                </c:pt>
              </c:strCache>
            </c:strRef>
          </c:tx>
          <c:spPr>
            <a:solidFill>
              <a:srgbClr val="78A22F"/>
            </a:solidFill>
            <a:ln>
              <a:solidFill>
                <a:srgbClr val="78A22F"/>
              </a:solidFill>
            </a:ln>
          </c:spPr>
          <c:invertIfNegative val="0"/>
          <c:cat>
            <c:strRef>
              <c:f>Sheet1!$C$5:$C$12</c:f>
              <c:strCache>
                <c:ptCount val="8"/>
                <c:pt idx="0">
                  <c:v>NSW</c:v>
                </c:pt>
                <c:pt idx="1">
                  <c:v>VIC</c:v>
                </c:pt>
                <c:pt idx="2">
                  <c:v>QLD</c:v>
                </c:pt>
                <c:pt idx="3">
                  <c:v>WA</c:v>
                </c:pt>
                <c:pt idx="4">
                  <c:v>SA</c:v>
                </c:pt>
                <c:pt idx="5">
                  <c:v>TAS</c:v>
                </c:pt>
                <c:pt idx="6">
                  <c:v>NT</c:v>
                </c:pt>
                <c:pt idx="7">
                  <c:v>ACT</c:v>
                </c:pt>
              </c:strCache>
            </c:strRef>
          </c:cat>
          <c:val>
            <c:numRef>
              <c:f>Sheet1!$D$5:$D$12</c:f>
              <c:numCache>
                <c:formatCode>General</c:formatCode>
                <c:ptCount val="8"/>
                <c:pt idx="0">
                  <c:v>575</c:v>
                </c:pt>
                <c:pt idx="1">
                  <c:v>524</c:v>
                </c:pt>
                <c:pt idx="2">
                  <c:v>609</c:v>
                </c:pt>
                <c:pt idx="3">
                  <c:v>540</c:v>
                </c:pt>
                <c:pt idx="4">
                  <c:v>970</c:v>
                </c:pt>
                <c:pt idx="5">
                  <c:v>501</c:v>
                </c:pt>
                <c:pt idx="6">
                  <c:v>755</c:v>
                </c:pt>
                <c:pt idx="7">
                  <c:v>673</c:v>
                </c:pt>
              </c:numCache>
            </c:numRef>
          </c:val>
        </c:ser>
        <c:dLbls>
          <c:showLegendKey val="0"/>
          <c:showVal val="0"/>
          <c:showCatName val="0"/>
          <c:showSerName val="0"/>
          <c:showPercent val="0"/>
          <c:showBubbleSize val="0"/>
        </c:dLbls>
        <c:gapWidth val="150"/>
        <c:axId val="154560000"/>
        <c:axId val="154561536"/>
      </c:barChart>
      <c:lineChart>
        <c:grouping val="standard"/>
        <c:varyColors val="0"/>
        <c:ser>
          <c:idx val="1"/>
          <c:order val="1"/>
          <c:tx>
            <c:strRef>
              <c:f>Sheet1!$E$4</c:f>
              <c:strCache>
                <c:ptCount val="1"/>
                <c:pt idx="0">
                  <c:v>Minimum wage income</c:v>
                </c:pt>
              </c:strCache>
            </c:strRef>
          </c:tx>
          <c:marker>
            <c:symbol val="none"/>
          </c:marker>
          <c:val>
            <c:numRef>
              <c:f>Sheet1!$E$5:$E$12</c:f>
              <c:numCache>
                <c:formatCode>General</c:formatCode>
                <c:ptCount val="8"/>
                <c:pt idx="0">
                  <c:v>640.9</c:v>
                </c:pt>
                <c:pt idx="1">
                  <c:v>640.9</c:v>
                </c:pt>
                <c:pt idx="2">
                  <c:v>640.9</c:v>
                </c:pt>
                <c:pt idx="3">
                  <c:v>640.9</c:v>
                </c:pt>
                <c:pt idx="4">
                  <c:v>640.9</c:v>
                </c:pt>
                <c:pt idx="5">
                  <c:v>640.9</c:v>
                </c:pt>
                <c:pt idx="6">
                  <c:v>640.9</c:v>
                </c:pt>
                <c:pt idx="7">
                  <c:v>640.9</c:v>
                </c:pt>
              </c:numCache>
            </c:numRef>
          </c:val>
          <c:smooth val="0"/>
        </c:ser>
        <c:ser>
          <c:idx val="2"/>
          <c:order val="2"/>
          <c:tx>
            <c:strRef>
              <c:f>Sheet1!$F$4</c:f>
              <c:strCache>
                <c:ptCount val="1"/>
                <c:pt idx="0">
                  <c:v>Disability Support Pension income</c:v>
                </c:pt>
              </c:strCache>
            </c:strRef>
          </c:tx>
          <c:spPr>
            <a:ln>
              <a:solidFill>
                <a:srgbClr val="265A9A"/>
              </a:solidFill>
              <a:prstDash val="dash"/>
            </a:ln>
          </c:spPr>
          <c:marker>
            <c:symbol val="none"/>
          </c:marker>
          <c:val>
            <c:numRef>
              <c:f>Sheet1!$F$5:$F$12</c:f>
              <c:numCache>
                <c:formatCode>General</c:formatCode>
                <c:ptCount val="8"/>
                <c:pt idx="0">
                  <c:v>420.1</c:v>
                </c:pt>
                <c:pt idx="1">
                  <c:v>420.1</c:v>
                </c:pt>
                <c:pt idx="2">
                  <c:v>420.1</c:v>
                </c:pt>
                <c:pt idx="3">
                  <c:v>420.1</c:v>
                </c:pt>
                <c:pt idx="4">
                  <c:v>420.1</c:v>
                </c:pt>
                <c:pt idx="5">
                  <c:v>420.1</c:v>
                </c:pt>
                <c:pt idx="6">
                  <c:v>420.1</c:v>
                </c:pt>
                <c:pt idx="7">
                  <c:v>420.1</c:v>
                </c:pt>
              </c:numCache>
            </c:numRef>
          </c:val>
          <c:smooth val="0"/>
        </c:ser>
        <c:dLbls>
          <c:showLegendKey val="0"/>
          <c:showVal val="0"/>
          <c:showCatName val="0"/>
          <c:showSerName val="0"/>
          <c:showPercent val="0"/>
          <c:showBubbleSize val="0"/>
        </c:dLbls>
        <c:marker val="1"/>
        <c:smooth val="0"/>
        <c:axId val="154560000"/>
        <c:axId val="154561536"/>
      </c:lineChart>
      <c:catAx>
        <c:axId val="154560000"/>
        <c:scaling>
          <c:orientation val="minMax"/>
        </c:scaling>
        <c:delete val="0"/>
        <c:axPos val="b"/>
        <c:majorTickMark val="none"/>
        <c:minorTickMark val="none"/>
        <c:tickLblPos val="nextTo"/>
        <c:spPr>
          <a:ln>
            <a:solidFill>
              <a:srgbClr val="BFBFBF"/>
            </a:solidFill>
          </a:ln>
        </c:spPr>
        <c:crossAx val="154561536"/>
        <c:crosses val="autoZero"/>
        <c:auto val="1"/>
        <c:lblAlgn val="ctr"/>
        <c:lblOffset val="100"/>
        <c:noMultiLvlLbl val="0"/>
      </c:catAx>
      <c:valAx>
        <c:axId val="154561536"/>
        <c:scaling>
          <c:orientation val="minMax"/>
          <c:max val="1000"/>
        </c:scaling>
        <c:delete val="0"/>
        <c:axPos val="l"/>
        <c:majorGridlines>
          <c:spPr>
            <a:ln>
              <a:noFill/>
            </a:ln>
          </c:spPr>
        </c:majorGridlines>
        <c:title>
          <c:tx>
            <c:rich>
              <a:bodyPr rot="-5400000" vert="horz"/>
              <a:lstStyle/>
              <a:p>
                <a:pPr>
                  <a:defRPr/>
                </a:pPr>
                <a:r>
                  <a:rPr lang="en-US"/>
                  <a:t>$ per week</a:t>
                </a:r>
              </a:p>
            </c:rich>
          </c:tx>
          <c:overlay val="0"/>
        </c:title>
        <c:numFmt formatCode="General" sourceLinked="1"/>
        <c:majorTickMark val="out"/>
        <c:minorTickMark val="none"/>
        <c:tickLblPos val="nextTo"/>
        <c:spPr>
          <a:ln>
            <a:solidFill>
              <a:srgbClr val="BFBFBF"/>
            </a:solidFill>
          </a:ln>
        </c:spPr>
        <c:crossAx val="154560000"/>
        <c:crosses val="autoZero"/>
        <c:crossBetween val="between"/>
      </c:valAx>
      <c:spPr>
        <a:noFill/>
        <a:ln>
          <a:noFill/>
        </a:ln>
      </c:spPr>
    </c:plotArea>
    <c:legend>
      <c:legendPos val="b"/>
      <c:layout>
        <c:manualLayout>
          <c:xMode val="edge"/>
          <c:yMode val="edge"/>
          <c:x val="0"/>
          <c:y val="0.83637034894854567"/>
          <c:w val="0.98576739077828035"/>
          <c:h val="0.13665703038525892"/>
        </c:manualLayout>
      </c:layout>
      <c:overlay val="0"/>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3892403945374596"/>
          <c:y val="3.8861814820783255E-2"/>
          <c:w val="0.80670899608623303"/>
          <c:h val="0.69617338175803001"/>
        </c:manualLayout>
      </c:layout>
      <c:scatterChart>
        <c:scatterStyle val="smoothMarker"/>
        <c:varyColors val="0"/>
        <c:ser>
          <c:idx val="3"/>
          <c:order val="0"/>
          <c:tx>
            <c:v>NWS, no HA</c:v>
          </c:tx>
          <c:spPr>
            <a:ln w="19050">
              <a:solidFill>
                <a:sysClr val="windowText" lastClr="000000"/>
              </a:solidFill>
              <a:prstDash val="dash"/>
            </a:ln>
          </c:spPr>
          <c:marker>
            <c:symbol val="none"/>
          </c:marker>
          <c:xVal>
            <c:numRef>
              <c:f>'Decomp of net income (Data)'!$A$2:$A$6002</c:f>
              <c:numCache>
                <c:formatCode>General</c:formatCode>
                <c:ptCount val="6001"/>
                <c:pt idx="0">
                  <c:v>0</c:v>
                </c:pt>
                <c:pt idx="1">
                  <c:v>26.07</c:v>
                </c:pt>
                <c:pt idx="2">
                  <c:v>52.14</c:v>
                </c:pt>
                <c:pt idx="3">
                  <c:v>78.209999999999994</c:v>
                </c:pt>
                <c:pt idx="4">
                  <c:v>104.29</c:v>
                </c:pt>
                <c:pt idx="5">
                  <c:v>130.36000000000001</c:v>
                </c:pt>
                <c:pt idx="6">
                  <c:v>156.43</c:v>
                </c:pt>
                <c:pt idx="7">
                  <c:v>182.5</c:v>
                </c:pt>
                <c:pt idx="8">
                  <c:v>208.57</c:v>
                </c:pt>
                <c:pt idx="9">
                  <c:v>234.64</c:v>
                </c:pt>
                <c:pt idx="10">
                  <c:v>260.70999999999998</c:v>
                </c:pt>
                <c:pt idx="11">
                  <c:v>286.79000000000002</c:v>
                </c:pt>
                <c:pt idx="12">
                  <c:v>312.86</c:v>
                </c:pt>
                <c:pt idx="13">
                  <c:v>338.93</c:v>
                </c:pt>
                <c:pt idx="14">
                  <c:v>365</c:v>
                </c:pt>
                <c:pt idx="15">
                  <c:v>391.07</c:v>
                </c:pt>
                <c:pt idx="16">
                  <c:v>417.14</c:v>
                </c:pt>
                <c:pt idx="17">
                  <c:v>443.21</c:v>
                </c:pt>
                <c:pt idx="18">
                  <c:v>469.29</c:v>
                </c:pt>
                <c:pt idx="19">
                  <c:v>495.36</c:v>
                </c:pt>
                <c:pt idx="20">
                  <c:v>521.42999999999995</c:v>
                </c:pt>
                <c:pt idx="21">
                  <c:v>547.5</c:v>
                </c:pt>
                <c:pt idx="22">
                  <c:v>573.57000000000005</c:v>
                </c:pt>
                <c:pt idx="23">
                  <c:v>599.64</c:v>
                </c:pt>
                <c:pt idx="24">
                  <c:v>625.71</c:v>
                </c:pt>
                <c:pt idx="25">
                  <c:v>651.79</c:v>
                </c:pt>
                <c:pt idx="26">
                  <c:v>677.86</c:v>
                </c:pt>
                <c:pt idx="27">
                  <c:v>703.93</c:v>
                </c:pt>
                <c:pt idx="28">
                  <c:v>730</c:v>
                </c:pt>
                <c:pt idx="29">
                  <c:v>756.07</c:v>
                </c:pt>
                <c:pt idx="30">
                  <c:v>782.14</c:v>
                </c:pt>
                <c:pt idx="31">
                  <c:v>808.21</c:v>
                </c:pt>
                <c:pt idx="32">
                  <c:v>834.29</c:v>
                </c:pt>
                <c:pt idx="33">
                  <c:v>860.36</c:v>
                </c:pt>
                <c:pt idx="34">
                  <c:v>886.43</c:v>
                </c:pt>
                <c:pt idx="35">
                  <c:v>912.5</c:v>
                </c:pt>
                <c:pt idx="36">
                  <c:v>938.57</c:v>
                </c:pt>
                <c:pt idx="37">
                  <c:v>964.64</c:v>
                </c:pt>
                <c:pt idx="38">
                  <c:v>990.71</c:v>
                </c:pt>
                <c:pt idx="39">
                  <c:v>1016.79</c:v>
                </c:pt>
                <c:pt idx="40">
                  <c:v>1042.8599999999999</c:v>
                </c:pt>
                <c:pt idx="41">
                  <c:v>1068.93</c:v>
                </c:pt>
                <c:pt idx="42">
                  <c:v>1095</c:v>
                </c:pt>
                <c:pt idx="43">
                  <c:v>1121.07</c:v>
                </c:pt>
                <c:pt idx="44">
                  <c:v>1147.1400000000001</c:v>
                </c:pt>
                <c:pt idx="45">
                  <c:v>1173.21</c:v>
                </c:pt>
                <c:pt idx="46">
                  <c:v>1199.29</c:v>
                </c:pt>
                <c:pt idx="47">
                  <c:v>1225.3599999999999</c:v>
                </c:pt>
                <c:pt idx="48">
                  <c:v>1251.43</c:v>
                </c:pt>
                <c:pt idx="49">
                  <c:v>1277.5</c:v>
                </c:pt>
                <c:pt idx="50">
                  <c:v>1303.57</c:v>
                </c:pt>
                <c:pt idx="51">
                  <c:v>1329.64</c:v>
                </c:pt>
                <c:pt idx="52">
                  <c:v>1355.71</c:v>
                </c:pt>
                <c:pt idx="53">
                  <c:v>1381.79</c:v>
                </c:pt>
                <c:pt idx="54">
                  <c:v>1407.86</c:v>
                </c:pt>
                <c:pt idx="55">
                  <c:v>1433.93</c:v>
                </c:pt>
                <c:pt idx="56">
                  <c:v>1460</c:v>
                </c:pt>
                <c:pt idx="57">
                  <c:v>1486.07</c:v>
                </c:pt>
                <c:pt idx="58">
                  <c:v>1512.14</c:v>
                </c:pt>
                <c:pt idx="59">
                  <c:v>1538.21</c:v>
                </c:pt>
                <c:pt idx="60">
                  <c:v>1564.29</c:v>
                </c:pt>
                <c:pt idx="61">
                  <c:v>1590.36</c:v>
                </c:pt>
                <c:pt idx="62">
                  <c:v>1616.43</c:v>
                </c:pt>
                <c:pt idx="63">
                  <c:v>1642.5</c:v>
                </c:pt>
                <c:pt idx="64">
                  <c:v>1668.57</c:v>
                </c:pt>
                <c:pt idx="65">
                  <c:v>1694.64</c:v>
                </c:pt>
                <c:pt idx="66">
                  <c:v>1720.71</c:v>
                </c:pt>
                <c:pt idx="67">
                  <c:v>1746.79</c:v>
                </c:pt>
                <c:pt idx="68">
                  <c:v>1772.86</c:v>
                </c:pt>
                <c:pt idx="69">
                  <c:v>1798.93</c:v>
                </c:pt>
                <c:pt idx="70">
                  <c:v>1825</c:v>
                </c:pt>
                <c:pt idx="71">
                  <c:v>1851.07</c:v>
                </c:pt>
                <c:pt idx="72">
                  <c:v>1877.14</c:v>
                </c:pt>
                <c:pt idx="73">
                  <c:v>1903.21</c:v>
                </c:pt>
                <c:pt idx="74">
                  <c:v>1929.29</c:v>
                </c:pt>
                <c:pt idx="75">
                  <c:v>1955.36</c:v>
                </c:pt>
                <c:pt idx="76">
                  <c:v>1981.43</c:v>
                </c:pt>
                <c:pt idx="77">
                  <c:v>2007.5</c:v>
                </c:pt>
                <c:pt idx="78">
                  <c:v>2033.57</c:v>
                </c:pt>
                <c:pt idx="79">
                  <c:v>2059.64</c:v>
                </c:pt>
                <c:pt idx="80">
                  <c:v>2085.71</c:v>
                </c:pt>
                <c:pt idx="81">
                  <c:v>2111.79</c:v>
                </c:pt>
                <c:pt idx="82">
                  <c:v>2137.86</c:v>
                </c:pt>
                <c:pt idx="83">
                  <c:v>2163.9299999999998</c:v>
                </c:pt>
                <c:pt idx="84">
                  <c:v>2190</c:v>
                </c:pt>
                <c:pt idx="85">
                  <c:v>2216.0700000000002</c:v>
                </c:pt>
                <c:pt idx="86">
                  <c:v>2242.14</c:v>
                </c:pt>
                <c:pt idx="87">
                  <c:v>2268.21</c:v>
                </c:pt>
                <c:pt idx="88">
                  <c:v>2294.29</c:v>
                </c:pt>
                <c:pt idx="89">
                  <c:v>2320.36</c:v>
                </c:pt>
                <c:pt idx="90">
                  <c:v>2346.4299999999998</c:v>
                </c:pt>
                <c:pt idx="91">
                  <c:v>2372.5</c:v>
                </c:pt>
                <c:pt idx="92">
                  <c:v>2398.5700000000002</c:v>
                </c:pt>
                <c:pt idx="93">
                  <c:v>2424.64</c:v>
                </c:pt>
                <c:pt idx="94">
                  <c:v>2450.71</c:v>
                </c:pt>
                <c:pt idx="95">
                  <c:v>2476.79</c:v>
                </c:pt>
                <c:pt idx="96">
                  <c:v>2502.86</c:v>
                </c:pt>
                <c:pt idx="97">
                  <c:v>2528.9299999999998</c:v>
                </c:pt>
                <c:pt idx="98">
                  <c:v>2555</c:v>
                </c:pt>
                <c:pt idx="99">
                  <c:v>2581.0700000000002</c:v>
                </c:pt>
                <c:pt idx="100">
                  <c:v>2607.14</c:v>
                </c:pt>
                <c:pt idx="101">
                  <c:v>2633.21</c:v>
                </c:pt>
                <c:pt idx="102">
                  <c:v>2659.29</c:v>
                </c:pt>
                <c:pt idx="103">
                  <c:v>2685.36</c:v>
                </c:pt>
                <c:pt idx="104">
                  <c:v>2711.43</c:v>
                </c:pt>
                <c:pt idx="105">
                  <c:v>2737.5</c:v>
                </c:pt>
                <c:pt idx="106">
                  <c:v>2763.57</c:v>
                </c:pt>
                <c:pt idx="107">
                  <c:v>2789.64</c:v>
                </c:pt>
                <c:pt idx="108">
                  <c:v>2815.71</c:v>
                </c:pt>
                <c:pt idx="109">
                  <c:v>2841.79</c:v>
                </c:pt>
                <c:pt idx="110">
                  <c:v>2867.86</c:v>
                </c:pt>
                <c:pt idx="111">
                  <c:v>2893.93</c:v>
                </c:pt>
                <c:pt idx="112">
                  <c:v>2920</c:v>
                </c:pt>
                <c:pt idx="113">
                  <c:v>2946.07</c:v>
                </c:pt>
                <c:pt idx="114">
                  <c:v>2972.14</c:v>
                </c:pt>
                <c:pt idx="115">
                  <c:v>2998.21</c:v>
                </c:pt>
                <c:pt idx="116">
                  <c:v>3024.29</c:v>
                </c:pt>
                <c:pt idx="117">
                  <c:v>3050.36</c:v>
                </c:pt>
                <c:pt idx="118">
                  <c:v>3076.43</c:v>
                </c:pt>
                <c:pt idx="119">
                  <c:v>3102.5</c:v>
                </c:pt>
                <c:pt idx="120">
                  <c:v>3128.57</c:v>
                </c:pt>
                <c:pt idx="121">
                  <c:v>3154.64</c:v>
                </c:pt>
                <c:pt idx="122">
                  <c:v>3180.71</c:v>
                </c:pt>
                <c:pt idx="123">
                  <c:v>3206.79</c:v>
                </c:pt>
                <c:pt idx="124">
                  <c:v>3232.86</c:v>
                </c:pt>
                <c:pt idx="125">
                  <c:v>3258.93</c:v>
                </c:pt>
                <c:pt idx="126">
                  <c:v>3285</c:v>
                </c:pt>
                <c:pt idx="127">
                  <c:v>3311.07</c:v>
                </c:pt>
                <c:pt idx="128">
                  <c:v>3337.14</c:v>
                </c:pt>
                <c:pt idx="129">
                  <c:v>3363.21</c:v>
                </c:pt>
                <c:pt idx="130">
                  <c:v>3389.29</c:v>
                </c:pt>
                <c:pt idx="131">
                  <c:v>3415.36</c:v>
                </c:pt>
                <c:pt idx="132">
                  <c:v>3441.43</c:v>
                </c:pt>
                <c:pt idx="133">
                  <c:v>3467.5</c:v>
                </c:pt>
                <c:pt idx="134">
                  <c:v>3493.57</c:v>
                </c:pt>
                <c:pt idx="135">
                  <c:v>3519.64</c:v>
                </c:pt>
                <c:pt idx="136">
                  <c:v>3545.71</c:v>
                </c:pt>
                <c:pt idx="137">
                  <c:v>3571.79</c:v>
                </c:pt>
                <c:pt idx="138">
                  <c:v>3597.86</c:v>
                </c:pt>
                <c:pt idx="139">
                  <c:v>3623.93</c:v>
                </c:pt>
                <c:pt idx="140">
                  <c:v>3650</c:v>
                </c:pt>
                <c:pt idx="141">
                  <c:v>3676.07</c:v>
                </c:pt>
                <c:pt idx="142">
                  <c:v>3702.14</c:v>
                </c:pt>
                <c:pt idx="143">
                  <c:v>3728.21</c:v>
                </c:pt>
                <c:pt idx="144">
                  <c:v>3754.29</c:v>
                </c:pt>
                <c:pt idx="145">
                  <c:v>3780.36</c:v>
                </c:pt>
                <c:pt idx="146">
                  <c:v>3806.43</c:v>
                </c:pt>
                <c:pt idx="147">
                  <c:v>3832.5</c:v>
                </c:pt>
                <c:pt idx="148">
                  <c:v>3858.57</c:v>
                </c:pt>
                <c:pt idx="149">
                  <c:v>3884.64</c:v>
                </c:pt>
                <c:pt idx="150">
                  <c:v>3910.71</c:v>
                </c:pt>
                <c:pt idx="151">
                  <c:v>3936.79</c:v>
                </c:pt>
                <c:pt idx="152">
                  <c:v>3962.86</c:v>
                </c:pt>
                <c:pt idx="153">
                  <c:v>3988.93</c:v>
                </c:pt>
                <c:pt idx="154">
                  <c:v>4015</c:v>
                </c:pt>
                <c:pt idx="155">
                  <c:v>4041.07</c:v>
                </c:pt>
                <c:pt idx="156">
                  <c:v>4067.14</c:v>
                </c:pt>
                <c:pt idx="157">
                  <c:v>4093.21</c:v>
                </c:pt>
                <c:pt idx="158">
                  <c:v>4119.29</c:v>
                </c:pt>
                <c:pt idx="159">
                  <c:v>4145.3599999999997</c:v>
                </c:pt>
                <c:pt idx="160">
                  <c:v>4171.43</c:v>
                </c:pt>
                <c:pt idx="161">
                  <c:v>4197.5</c:v>
                </c:pt>
                <c:pt idx="162">
                  <c:v>4223.57</c:v>
                </c:pt>
                <c:pt idx="163">
                  <c:v>4249.6400000000003</c:v>
                </c:pt>
                <c:pt idx="164">
                  <c:v>4275.71</c:v>
                </c:pt>
                <c:pt idx="165">
                  <c:v>4301.79</c:v>
                </c:pt>
                <c:pt idx="166">
                  <c:v>4327.8599999999997</c:v>
                </c:pt>
                <c:pt idx="167">
                  <c:v>4353.93</c:v>
                </c:pt>
                <c:pt idx="168">
                  <c:v>4380</c:v>
                </c:pt>
                <c:pt idx="169">
                  <c:v>4406.07</c:v>
                </c:pt>
                <c:pt idx="170">
                  <c:v>4432.1400000000003</c:v>
                </c:pt>
                <c:pt idx="171">
                  <c:v>4458.21</c:v>
                </c:pt>
                <c:pt idx="172">
                  <c:v>4484.29</c:v>
                </c:pt>
                <c:pt idx="173">
                  <c:v>4510.3599999999997</c:v>
                </c:pt>
                <c:pt idx="174">
                  <c:v>4536.43</c:v>
                </c:pt>
                <c:pt idx="175">
                  <c:v>4562.5</c:v>
                </c:pt>
                <c:pt idx="176">
                  <c:v>4588.57</c:v>
                </c:pt>
                <c:pt idx="177">
                  <c:v>4614.6400000000003</c:v>
                </c:pt>
                <c:pt idx="178">
                  <c:v>4640.71</c:v>
                </c:pt>
                <c:pt idx="179">
                  <c:v>4666.79</c:v>
                </c:pt>
                <c:pt idx="180">
                  <c:v>4692.8599999999997</c:v>
                </c:pt>
                <c:pt idx="181">
                  <c:v>4718.93</c:v>
                </c:pt>
                <c:pt idx="182">
                  <c:v>4745</c:v>
                </c:pt>
                <c:pt idx="183">
                  <c:v>4771.07</c:v>
                </c:pt>
                <c:pt idx="184">
                  <c:v>4797.1400000000003</c:v>
                </c:pt>
                <c:pt idx="185">
                  <c:v>4823.21</c:v>
                </c:pt>
                <c:pt idx="186">
                  <c:v>4849.29</c:v>
                </c:pt>
                <c:pt idx="187">
                  <c:v>4875.3599999999997</c:v>
                </c:pt>
                <c:pt idx="188">
                  <c:v>4901.43</c:v>
                </c:pt>
                <c:pt idx="189">
                  <c:v>4927.5</c:v>
                </c:pt>
                <c:pt idx="190">
                  <c:v>4953.57</c:v>
                </c:pt>
                <c:pt idx="191">
                  <c:v>4979.6400000000003</c:v>
                </c:pt>
                <c:pt idx="192">
                  <c:v>5005.71</c:v>
                </c:pt>
                <c:pt idx="193">
                  <c:v>5031.79</c:v>
                </c:pt>
                <c:pt idx="194">
                  <c:v>5057.8599999999997</c:v>
                </c:pt>
                <c:pt idx="195">
                  <c:v>5083.93</c:v>
                </c:pt>
                <c:pt idx="196">
                  <c:v>5110</c:v>
                </c:pt>
                <c:pt idx="197">
                  <c:v>5136.07</c:v>
                </c:pt>
                <c:pt idx="198">
                  <c:v>5162.1400000000003</c:v>
                </c:pt>
                <c:pt idx="199">
                  <c:v>5188.21</c:v>
                </c:pt>
                <c:pt idx="200">
                  <c:v>5214.29</c:v>
                </c:pt>
                <c:pt idx="201">
                  <c:v>5240.3599999999997</c:v>
                </c:pt>
                <c:pt idx="202">
                  <c:v>5266.43</c:v>
                </c:pt>
                <c:pt idx="203">
                  <c:v>5292.5</c:v>
                </c:pt>
                <c:pt idx="204">
                  <c:v>5318.57</c:v>
                </c:pt>
                <c:pt idx="205">
                  <c:v>5344.64</c:v>
                </c:pt>
                <c:pt idx="206">
                  <c:v>5370.71</c:v>
                </c:pt>
                <c:pt idx="207">
                  <c:v>5396.79</c:v>
                </c:pt>
                <c:pt idx="208">
                  <c:v>5422.86</c:v>
                </c:pt>
                <c:pt idx="209">
                  <c:v>5448.93</c:v>
                </c:pt>
                <c:pt idx="210">
                  <c:v>5475</c:v>
                </c:pt>
                <c:pt idx="211">
                  <c:v>5501.07</c:v>
                </c:pt>
                <c:pt idx="212">
                  <c:v>5527.14</c:v>
                </c:pt>
                <c:pt idx="213">
                  <c:v>5553.21</c:v>
                </c:pt>
                <c:pt idx="214">
                  <c:v>5579.29</c:v>
                </c:pt>
                <c:pt idx="215">
                  <c:v>5605.36</c:v>
                </c:pt>
                <c:pt idx="216">
                  <c:v>5631.43</c:v>
                </c:pt>
                <c:pt idx="217">
                  <c:v>5657.5</c:v>
                </c:pt>
                <c:pt idx="218">
                  <c:v>5683.57</c:v>
                </c:pt>
                <c:pt idx="219">
                  <c:v>5709.64</c:v>
                </c:pt>
                <c:pt idx="220">
                  <c:v>5735.71</c:v>
                </c:pt>
                <c:pt idx="221">
                  <c:v>5761.79</c:v>
                </c:pt>
                <c:pt idx="222">
                  <c:v>5787.86</c:v>
                </c:pt>
                <c:pt idx="223">
                  <c:v>5813.93</c:v>
                </c:pt>
                <c:pt idx="224">
                  <c:v>5840</c:v>
                </c:pt>
                <c:pt idx="225">
                  <c:v>5866.07</c:v>
                </c:pt>
                <c:pt idx="226">
                  <c:v>5892.14</c:v>
                </c:pt>
                <c:pt idx="227">
                  <c:v>5918.21</c:v>
                </c:pt>
                <c:pt idx="228">
                  <c:v>5944.29</c:v>
                </c:pt>
                <c:pt idx="229">
                  <c:v>5970.36</c:v>
                </c:pt>
                <c:pt idx="230">
                  <c:v>5996.43</c:v>
                </c:pt>
                <c:pt idx="231">
                  <c:v>6022.5</c:v>
                </c:pt>
                <c:pt idx="232">
                  <c:v>6048.57</c:v>
                </c:pt>
                <c:pt idx="233">
                  <c:v>6074.64</c:v>
                </c:pt>
                <c:pt idx="234">
                  <c:v>6100.71</c:v>
                </c:pt>
                <c:pt idx="235">
                  <c:v>6126.79</c:v>
                </c:pt>
                <c:pt idx="236">
                  <c:v>6152.86</c:v>
                </c:pt>
                <c:pt idx="237">
                  <c:v>6178.93</c:v>
                </c:pt>
                <c:pt idx="238">
                  <c:v>6205</c:v>
                </c:pt>
                <c:pt idx="239">
                  <c:v>6231.07</c:v>
                </c:pt>
                <c:pt idx="240">
                  <c:v>6257.14</c:v>
                </c:pt>
                <c:pt idx="241">
                  <c:v>6283.21</c:v>
                </c:pt>
                <c:pt idx="242">
                  <c:v>6309.29</c:v>
                </c:pt>
                <c:pt idx="243">
                  <c:v>6335.36</c:v>
                </c:pt>
                <c:pt idx="244">
                  <c:v>6361.43</c:v>
                </c:pt>
                <c:pt idx="245">
                  <c:v>6387.5</c:v>
                </c:pt>
                <c:pt idx="246">
                  <c:v>6413.57</c:v>
                </c:pt>
                <c:pt idx="247">
                  <c:v>6439.64</c:v>
                </c:pt>
                <c:pt idx="248">
                  <c:v>6465.71</c:v>
                </c:pt>
                <c:pt idx="249">
                  <c:v>6491.79</c:v>
                </c:pt>
                <c:pt idx="250">
                  <c:v>6517.86</c:v>
                </c:pt>
                <c:pt idx="251">
                  <c:v>6543.93</c:v>
                </c:pt>
                <c:pt idx="252">
                  <c:v>6570</c:v>
                </c:pt>
                <c:pt idx="253">
                  <c:v>6596.07</c:v>
                </c:pt>
                <c:pt idx="254">
                  <c:v>6622.14</c:v>
                </c:pt>
                <c:pt idx="255">
                  <c:v>6648.21</c:v>
                </c:pt>
                <c:pt idx="256">
                  <c:v>6674.29</c:v>
                </c:pt>
                <c:pt idx="257">
                  <c:v>6700.36</c:v>
                </c:pt>
                <c:pt idx="258">
                  <c:v>6726.43</c:v>
                </c:pt>
                <c:pt idx="259">
                  <c:v>6752.5</c:v>
                </c:pt>
                <c:pt idx="260">
                  <c:v>6778.57</c:v>
                </c:pt>
                <c:pt idx="261">
                  <c:v>6804.64</c:v>
                </c:pt>
                <c:pt idx="262">
                  <c:v>6830.71</c:v>
                </c:pt>
                <c:pt idx="263">
                  <c:v>6856.79</c:v>
                </c:pt>
                <c:pt idx="264">
                  <c:v>6882.86</c:v>
                </c:pt>
                <c:pt idx="265">
                  <c:v>6908.93</c:v>
                </c:pt>
                <c:pt idx="266">
                  <c:v>6935</c:v>
                </c:pt>
                <c:pt idx="267">
                  <c:v>6961.07</c:v>
                </c:pt>
                <c:pt idx="268">
                  <c:v>6987.14</c:v>
                </c:pt>
                <c:pt idx="269">
                  <c:v>7013.21</c:v>
                </c:pt>
                <c:pt idx="270">
                  <c:v>7039.29</c:v>
                </c:pt>
                <c:pt idx="271">
                  <c:v>7065.36</c:v>
                </c:pt>
                <c:pt idx="272">
                  <c:v>7091.43</c:v>
                </c:pt>
                <c:pt idx="273">
                  <c:v>7117.5</c:v>
                </c:pt>
                <c:pt idx="274">
                  <c:v>7143.57</c:v>
                </c:pt>
                <c:pt idx="275">
                  <c:v>7169.64</c:v>
                </c:pt>
                <c:pt idx="276">
                  <c:v>7195.71</c:v>
                </c:pt>
                <c:pt idx="277">
                  <c:v>7221.79</c:v>
                </c:pt>
                <c:pt idx="278">
                  <c:v>7247.86</c:v>
                </c:pt>
                <c:pt idx="279">
                  <c:v>7273.93</c:v>
                </c:pt>
                <c:pt idx="280">
                  <c:v>7300</c:v>
                </c:pt>
                <c:pt idx="281">
                  <c:v>7326.07</c:v>
                </c:pt>
                <c:pt idx="282">
                  <c:v>7352.14</c:v>
                </c:pt>
                <c:pt idx="283">
                  <c:v>7378.21</c:v>
                </c:pt>
                <c:pt idx="284">
                  <c:v>7404.29</c:v>
                </c:pt>
                <c:pt idx="285">
                  <c:v>7430.36</c:v>
                </c:pt>
                <c:pt idx="286">
                  <c:v>7456.43</c:v>
                </c:pt>
                <c:pt idx="287">
                  <c:v>7482.5</c:v>
                </c:pt>
                <c:pt idx="288">
                  <c:v>7508.57</c:v>
                </c:pt>
                <c:pt idx="289">
                  <c:v>7534.64</c:v>
                </c:pt>
                <c:pt idx="290">
                  <c:v>7560.71</c:v>
                </c:pt>
                <c:pt idx="291">
                  <c:v>7586.79</c:v>
                </c:pt>
                <c:pt idx="292">
                  <c:v>7612.86</c:v>
                </c:pt>
                <c:pt idx="293">
                  <c:v>7638.93</c:v>
                </c:pt>
                <c:pt idx="294">
                  <c:v>7665</c:v>
                </c:pt>
                <c:pt idx="295">
                  <c:v>7691.07</c:v>
                </c:pt>
                <c:pt idx="296">
                  <c:v>7717.14</c:v>
                </c:pt>
                <c:pt idx="297">
                  <c:v>7743.21</c:v>
                </c:pt>
                <c:pt idx="298">
                  <c:v>7769.29</c:v>
                </c:pt>
                <c:pt idx="299">
                  <c:v>7795.36</c:v>
                </c:pt>
                <c:pt idx="300">
                  <c:v>7821.43</c:v>
                </c:pt>
                <c:pt idx="301">
                  <c:v>7847.5</c:v>
                </c:pt>
                <c:pt idx="302">
                  <c:v>7873.57</c:v>
                </c:pt>
                <c:pt idx="303">
                  <c:v>7899.64</c:v>
                </c:pt>
                <c:pt idx="304">
                  <c:v>7925.71</c:v>
                </c:pt>
                <c:pt idx="305">
                  <c:v>7951.79</c:v>
                </c:pt>
                <c:pt idx="306">
                  <c:v>7977.86</c:v>
                </c:pt>
                <c:pt idx="307">
                  <c:v>8003.93</c:v>
                </c:pt>
                <c:pt idx="308">
                  <c:v>8030</c:v>
                </c:pt>
                <c:pt idx="309">
                  <c:v>8056.07</c:v>
                </c:pt>
                <c:pt idx="310">
                  <c:v>8082.14</c:v>
                </c:pt>
                <c:pt idx="311">
                  <c:v>8108.21</c:v>
                </c:pt>
                <c:pt idx="312">
                  <c:v>8134.29</c:v>
                </c:pt>
                <c:pt idx="313">
                  <c:v>8160.36</c:v>
                </c:pt>
                <c:pt idx="314">
                  <c:v>8186.43</c:v>
                </c:pt>
                <c:pt idx="315">
                  <c:v>8212.5</c:v>
                </c:pt>
                <c:pt idx="316">
                  <c:v>8238.57</c:v>
                </c:pt>
                <c:pt idx="317">
                  <c:v>8264.64</c:v>
                </c:pt>
                <c:pt idx="318">
                  <c:v>8290.7099999999991</c:v>
                </c:pt>
                <c:pt idx="319">
                  <c:v>8316.7900000000009</c:v>
                </c:pt>
                <c:pt idx="320">
                  <c:v>8342.86</c:v>
                </c:pt>
                <c:pt idx="321">
                  <c:v>8368.93</c:v>
                </c:pt>
                <c:pt idx="322">
                  <c:v>8395</c:v>
                </c:pt>
                <c:pt idx="323">
                  <c:v>8421.07</c:v>
                </c:pt>
                <c:pt idx="324">
                  <c:v>8447.14</c:v>
                </c:pt>
                <c:pt idx="325">
                  <c:v>8473.2099999999991</c:v>
                </c:pt>
                <c:pt idx="326">
                  <c:v>8499.2900000000009</c:v>
                </c:pt>
                <c:pt idx="327">
                  <c:v>8525.36</c:v>
                </c:pt>
                <c:pt idx="328">
                  <c:v>8551.43</c:v>
                </c:pt>
                <c:pt idx="329">
                  <c:v>8577.5</c:v>
                </c:pt>
                <c:pt idx="330">
                  <c:v>8603.57</c:v>
                </c:pt>
                <c:pt idx="331">
                  <c:v>8629.64</c:v>
                </c:pt>
                <c:pt idx="332">
                  <c:v>8655.7099999999991</c:v>
                </c:pt>
                <c:pt idx="333">
                  <c:v>8681.7900000000009</c:v>
                </c:pt>
                <c:pt idx="334">
                  <c:v>8707.86</c:v>
                </c:pt>
                <c:pt idx="335">
                  <c:v>8733.93</c:v>
                </c:pt>
                <c:pt idx="336">
                  <c:v>8760</c:v>
                </c:pt>
                <c:pt idx="337">
                  <c:v>8786.07</c:v>
                </c:pt>
                <c:pt idx="338">
                  <c:v>8812.14</c:v>
                </c:pt>
                <c:pt idx="339">
                  <c:v>8838.2099999999991</c:v>
                </c:pt>
                <c:pt idx="340">
                  <c:v>8864.2900000000009</c:v>
                </c:pt>
                <c:pt idx="341">
                  <c:v>8890.36</c:v>
                </c:pt>
                <c:pt idx="342">
                  <c:v>8916.43</c:v>
                </c:pt>
                <c:pt idx="343">
                  <c:v>8942.5</c:v>
                </c:pt>
                <c:pt idx="344">
                  <c:v>8968.57</c:v>
                </c:pt>
                <c:pt idx="345">
                  <c:v>8994.64</c:v>
                </c:pt>
                <c:pt idx="346">
                  <c:v>9020.7099999999991</c:v>
                </c:pt>
                <c:pt idx="347">
                  <c:v>9046.7900000000009</c:v>
                </c:pt>
                <c:pt idx="348">
                  <c:v>9072.86</c:v>
                </c:pt>
                <c:pt idx="349">
                  <c:v>9098.93</c:v>
                </c:pt>
                <c:pt idx="350">
                  <c:v>9125</c:v>
                </c:pt>
                <c:pt idx="351">
                  <c:v>9151.07</c:v>
                </c:pt>
                <c:pt idx="352">
                  <c:v>9177.14</c:v>
                </c:pt>
                <c:pt idx="353">
                  <c:v>9203.2099999999991</c:v>
                </c:pt>
                <c:pt idx="354">
                  <c:v>9229.2900000000009</c:v>
                </c:pt>
                <c:pt idx="355">
                  <c:v>9255.36</c:v>
                </c:pt>
                <c:pt idx="356">
                  <c:v>9281.43</c:v>
                </c:pt>
                <c:pt idx="357">
                  <c:v>9307.5</c:v>
                </c:pt>
                <c:pt idx="358">
                  <c:v>9333.57</c:v>
                </c:pt>
                <c:pt idx="359">
                  <c:v>9359.64</c:v>
                </c:pt>
                <c:pt idx="360">
                  <c:v>9385.7099999999991</c:v>
                </c:pt>
                <c:pt idx="361">
                  <c:v>9411.7900000000009</c:v>
                </c:pt>
                <c:pt idx="362">
                  <c:v>9437.86</c:v>
                </c:pt>
                <c:pt idx="363">
                  <c:v>9463.93</c:v>
                </c:pt>
                <c:pt idx="364">
                  <c:v>9490</c:v>
                </c:pt>
                <c:pt idx="365">
                  <c:v>9516.07</c:v>
                </c:pt>
                <c:pt idx="366">
                  <c:v>9542.14</c:v>
                </c:pt>
                <c:pt idx="367">
                  <c:v>9568.2099999999991</c:v>
                </c:pt>
                <c:pt idx="368">
                  <c:v>9594.2900000000009</c:v>
                </c:pt>
                <c:pt idx="369">
                  <c:v>9620.36</c:v>
                </c:pt>
                <c:pt idx="370">
                  <c:v>9646.43</c:v>
                </c:pt>
                <c:pt idx="371">
                  <c:v>9672.5</c:v>
                </c:pt>
                <c:pt idx="372">
                  <c:v>9698.57</c:v>
                </c:pt>
                <c:pt idx="373">
                  <c:v>9724.64</c:v>
                </c:pt>
                <c:pt idx="374">
                  <c:v>9750.7099999999991</c:v>
                </c:pt>
                <c:pt idx="375">
                  <c:v>9776.7900000000009</c:v>
                </c:pt>
                <c:pt idx="376">
                  <c:v>9802.86</c:v>
                </c:pt>
                <c:pt idx="377">
                  <c:v>9828.93</c:v>
                </c:pt>
                <c:pt idx="378">
                  <c:v>9855</c:v>
                </c:pt>
                <c:pt idx="379">
                  <c:v>9881.07</c:v>
                </c:pt>
                <c:pt idx="380">
                  <c:v>9907.14</c:v>
                </c:pt>
                <c:pt idx="381">
                  <c:v>9933.2099999999991</c:v>
                </c:pt>
                <c:pt idx="382">
                  <c:v>9959.2900000000009</c:v>
                </c:pt>
                <c:pt idx="383">
                  <c:v>9985.36</c:v>
                </c:pt>
                <c:pt idx="384">
                  <c:v>10011.43</c:v>
                </c:pt>
                <c:pt idx="385">
                  <c:v>10037.5</c:v>
                </c:pt>
                <c:pt idx="386">
                  <c:v>10063.57</c:v>
                </c:pt>
                <c:pt idx="387">
                  <c:v>10089.64</c:v>
                </c:pt>
                <c:pt idx="388">
                  <c:v>10115.709999999999</c:v>
                </c:pt>
                <c:pt idx="389">
                  <c:v>10141.790000000001</c:v>
                </c:pt>
                <c:pt idx="390">
                  <c:v>10167.86</c:v>
                </c:pt>
                <c:pt idx="391">
                  <c:v>10193.93</c:v>
                </c:pt>
                <c:pt idx="392">
                  <c:v>10220</c:v>
                </c:pt>
                <c:pt idx="393">
                  <c:v>10246.07</c:v>
                </c:pt>
                <c:pt idx="394">
                  <c:v>10272.14</c:v>
                </c:pt>
                <c:pt idx="395">
                  <c:v>10298.209999999999</c:v>
                </c:pt>
                <c:pt idx="396">
                  <c:v>10324.290000000001</c:v>
                </c:pt>
                <c:pt idx="397">
                  <c:v>10350.36</c:v>
                </c:pt>
                <c:pt idx="398">
                  <c:v>10376.43</c:v>
                </c:pt>
                <c:pt idx="399">
                  <c:v>10402.5</c:v>
                </c:pt>
                <c:pt idx="400">
                  <c:v>10428.57</c:v>
                </c:pt>
                <c:pt idx="401">
                  <c:v>10454.64</c:v>
                </c:pt>
                <c:pt idx="402">
                  <c:v>10480.709999999999</c:v>
                </c:pt>
                <c:pt idx="403">
                  <c:v>10506.79</c:v>
                </c:pt>
                <c:pt idx="404">
                  <c:v>10532.86</c:v>
                </c:pt>
                <c:pt idx="405">
                  <c:v>10558.93</c:v>
                </c:pt>
                <c:pt idx="406">
                  <c:v>10585</c:v>
                </c:pt>
                <c:pt idx="407">
                  <c:v>10611.07</c:v>
                </c:pt>
                <c:pt idx="408">
                  <c:v>10637.14</c:v>
                </c:pt>
                <c:pt idx="409">
                  <c:v>10663.21</c:v>
                </c:pt>
                <c:pt idx="410">
                  <c:v>10689.29</c:v>
                </c:pt>
                <c:pt idx="411">
                  <c:v>10715.36</c:v>
                </c:pt>
                <c:pt idx="412">
                  <c:v>10741.43</c:v>
                </c:pt>
                <c:pt idx="413">
                  <c:v>10767.5</c:v>
                </c:pt>
                <c:pt idx="414">
                  <c:v>10793.57</c:v>
                </c:pt>
                <c:pt idx="415">
                  <c:v>10819.64</c:v>
                </c:pt>
                <c:pt idx="416">
                  <c:v>10845.71</c:v>
                </c:pt>
                <c:pt idx="417">
                  <c:v>10871.79</c:v>
                </c:pt>
                <c:pt idx="418">
                  <c:v>10897.86</c:v>
                </c:pt>
                <c:pt idx="419">
                  <c:v>10923.93</c:v>
                </c:pt>
                <c:pt idx="420">
                  <c:v>10950</c:v>
                </c:pt>
                <c:pt idx="421">
                  <c:v>10976.07</c:v>
                </c:pt>
                <c:pt idx="422">
                  <c:v>11002.14</c:v>
                </c:pt>
                <c:pt idx="423">
                  <c:v>11028.21</c:v>
                </c:pt>
                <c:pt idx="424">
                  <c:v>11054.29</c:v>
                </c:pt>
                <c:pt idx="425">
                  <c:v>11080.36</c:v>
                </c:pt>
                <c:pt idx="426">
                  <c:v>11106.43</c:v>
                </c:pt>
                <c:pt idx="427">
                  <c:v>11132.5</c:v>
                </c:pt>
                <c:pt idx="428">
                  <c:v>11158.57</c:v>
                </c:pt>
                <c:pt idx="429">
                  <c:v>11184.64</c:v>
                </c:pt>
                <c:pt idx="430">
                  <c:v>11210.71</c:v>
                </c:pt>
                <c:pt idx="431">
                  <c:v>11236.79</c:v>
                </c:pt>
                <c:pt idx="432">
                  <c:v>11262.86</c:v>
                </c:pt>
                <c:pt idx="433">
                  <c:v>11288.93</c:v>
                </c:pt>
                <c:pt idx="434">
                  <c:v>11315</c:v>
                </c:pt>
                <c:pt idx="435">
                  <c:v>11341.07</c:v>
                </c:pt>
                <c:pt idx="436">
                  <c:v>11367.14</c:v>
                </c:pt>
                <c:pt idx="437">
                  <c:v>11393.21</c:v>
                </c:pt>
                <c:pt idx="438">
                  <c:v>11419.29</c:v>
                </c:pt>
                <c:pt idx="439">
                  <c:v>11445.36</c:v>
                </c:pt>
                <c:pt idx="440">
                  <c:v>11471.43</c:v>
                </c:pt>
                <c:pt idx="441">
                  <c:v>11497.5</c:v>
                </c:pt>
                <c:pt idx="442">
                  <c:v>11523.57</c:v>
                </c:pt>
                <c:pt idx="443">
                  <c:v>11549.64</c:v>
                </c:pt>
                <c:pt idx="444">
                  <c:v>11575.71</c:v>
                </c:pt>
                <c:pt idx="445">
                  <c:v>11601.79</c:v>
                </c:pt>
                <c:pt idx="446">
                  <c:v>11627.86</c:v>
                </c:pt>
                <c:pt idx="447">
                  <c:v>11653.93</c:v>
                </c:pt>
                <c:pt idx="448">
                  <c:v>11680</c:v>
                </c:pt>
                <c:pt idx="449">
                  <c:v>11706.07</c:v>
                </c:pt>
                <c:pt idx="450">
                  <c:v>11732.14</c:v>
                </c:pt>
                <c:pt idx="451">
                  <c:v>11758.21</c:v>
                </c:pt>
                <c:pt idx="452">
                  <c:v>11784.29</c:v>
                </c:pt>
                <c:pt idx="453">
                  <c:v>11810.36</c:v>
                </c:pt>
                <c:pt idx="454">
                  <c:v>11836.43</c:v>
                </c:pt>
                <c:pt idx="455">
                  <c:v>11862.5</c:v>
                </c:pt>
                <c:pt idx="456">
                  <c:v>11888.57</c:v>
                </c:pt>
                <c:pt idx="457">
                  <c:v>11914.64</c:v>
                </c:pt>
                <c:pt idx="458">
                  <c:v>11940.71</c:v>
                </c:pt>
                <c:pt idx="459">
                  <c:v>11966.79</c:v>
                </c:pt>
                <c:pt idx="460">
                  <c:v>11992.86</c:v>
                </c:pt>
                <c:pt idx="461">
                  <c:v>12018.93</c:v>
                </c:pt>
                <c:pt idx="462">
                  <c:v>12045</c:v>
                </c:pt>
                <c:pt idx="463">
                  <c:v>12071.07</c:v>
                </c:pt>
                <c:pt idx="464">
                  <c:v>12097.14</c:v>
                </c:pt>
                <c:pt idx="465">
                  <c:v>12123.21</c:v>
                </c:pt>
                <c:pt idx="466">
                  <c:v>12149.29</c:v>
                </c:pt>
                <c:pt idx="467">
                  <c:v>12175.36</c:v>
                </c:pt>
                <c:pt idx="468">
                  <c:v>12201.43</c:v>
                </c:pt>
                <c:pt idx="469">
                  <c:v>12227.5</c:v>
                </c:pt>
                <c:pt idx="470">
                  <c:v>12253.57</c:v>
                </c:pt>
                <c:pt idx="471">
                  <c:v>12279.64</c:v>
                </c:pt>
                <c:pt idx="472">
                  <c:v>12305.71</c:v>
                </c:pt>
                <c:pt idx="473">
                  <c:v>12331.79</c:v>
                </c:pt>
                <c:pt idx="474">
                  <c:v>12357.86</c:v>
                </c:pt>
                <c:pt idx="475">
                  <c:v>12383.93</c:v>
                </c:pt>
                <c:pt idx="476">
                  <c:v>12410</c:v>
                </c:pt>
                <c:pt idx="477">
                  <c:v>12436.07</c:v>
                </c:pt>
                <c:pt idx="478">
                  <c:v>12462.14</c:v>
                </c:pt>
                <c:pt idx="479">
                  <c:v>12488.21</c:v>
                </c:pt>
                <c:pt idx="480">
                  <c:v>12514.29</c:v>
                </c:pt>
                <c:pt idx="481">
                  <c:v>12540.36</c:v>
                </c:pt>
                <c:pt idx="482">
                  <c:v>12566.43</c:v>
                </c:pt>
                <c:pt idx="483">
                  <c:v>12592.5</c:v>
                </c:pt>
                <c:pt idx="484">
                  <c:v>12618.57</c:v>
                </c:pt>
                <c:pt idx="485">
                  <c:v>12644.64</c:v>
                </c:pt>
                <c:pt idx="486">
                  <c:v>12670.71</c:v>
                </c:pt>
                <c:pt idx="487">
                  <c:v>12696.79</c:v>
                </c:pt>
                <c:pt idx="488">
                  <c:v>12722.86</c:v>
                </c:pt>
                <c:pt idx="489">
                  <c:v>12748.93</c:v>
                </c:pt>
                <c:pt idx="490">
                  <c:v>12775</c:v>
                </c:pt>
                <c:pt idx="491">
                  <c:v>12801.07</c:v>
                </c:pt>
                <c:pt idx="492">
                  <c:v>12827.14</c:v>
                </c:pt>
                <c:pt idx="493">
                  <c:v>12853.21</c:v>
                </c:pt>
                <c:pt idx="494">
                  <c:v>12879.29</c:v>
                </c:pt>
                <c:pt idx="495">
                  <c:v>12905.36</c:v>
                </c:pt>
                <c:pt idx="496">
                  <c:v>12931.43</c:v>
                </c:pt>
                <c:pt idx="497">
                  <c:v>12957.5</c:v>
                </c:pt>
                <c:pt idx="498">
                  <c:v>12983.57</c:v>
                </c:pt>
                <c:pt idx="499">
                  <c:v>13009.64</c:v>
                </c:pt>
                <c:pt idx="500">
                  <c:v>13035.71</c:v>
                </c:pt>
                <c:pt idx="501">
                  <c:v>13061.79</c:v>
                </c:pt>
                <c:pt idx="502">
                  <c:v>13087.86</c:v>
                </c:pt>
                <c:pt idx="503">
                  <c:v>13113.93</c:v>
                </c:pt>
                <c:pt idx="504">
                  <c:v>13140</c:v>
                </c:pt>
                <c:pt idx="505">
                  <c:v>13166.07</c:v>
                </c:pt>
                <c:pt idx="506">
                  <c:v>13192.14</c:v>
                </c:pt>
                <c:pt idx="507">
                  <c:v>13218.21</c:v>
                </c:pt>
                <c:pt idx="508">
                  <c:v>13244.29</c:v>
                </c:pt>
                <c:pt idx="509">
                  <c:v>13270.36</c:v>
                </c:pt>
                <c:pt idx="510">
                  <c:v>13296.43</c:v>
                </c:pt>
                <c:pt idx="511">
                  <c:v>13322.5</c:v>
                </c:pt>
                <c:pt idx="512">
                  <c:v>13348.57</c:v>
                </c:pt>
                <c:pt idx="513">
                  <c:v>13374.64</c:v>
                </c:pt>
                <c:pt idx="514">
                  <c:v>13400.71</c:v>
                </c:pt>
                <c:pt idx="515">
                  <c:v>13426.79</c:v>
                </c:pt>
                <c:pt idx="516">
                  <c:v>13452.86</c:v>
                </c:pt>
                <c:pt idx="517">
                  <c:v>13478.93</c:v>
                </c:pt>
                <c:pt idx="518">
                  <c:v>13505</c:v>
                </c:pt>
                <c:pt idx="519">
                  <c:v>13531.07</c:v>
                </c:pt>
                <c:pt idx="520">
                  <c:v>13557.14</c:v>
                </c:pt>
                <c:pt idx="521">
                  <c:v>13583.21</c:v>
                </c:pt>
                <c:pt idx="522">
                  <c:v>13609.29</c:v>
                </c:pt>
                <c:pt idx="523">
                  <c:v>13635.36</c:v>
                </c:pt>
                <c:pt idx="524">
                  <c:v>13661.43</c:v>
                </c:pt>
                <c:pt idx="525">
                  <c:v>13687.5</c:v>
                </c:pt>
                <c:pt idx="526">
                  <c:v>13713.57</c:v>
                </c:pt>
                <c:pt idx="527">
                  <c:v>13739.64</c:v>
                </c:pt>
                <c:pt idx="528">
                  <c:v>13765.71</c:v>
                </c:pt>
                <c:pt idx="529">
                  <c:v>13791.79</c:v>
                </c:pt>
                <c:pt idx="530">
                  <c:v>13817.86</c:v>
                </c:pt>
                <c:pt idx="531">
                  <c:v>13843.93</c:v>
                </c:pt>
                <c:pt idx="532">
                  <c:v>13870</c:v>
                </c:pt>
                <c:pt idx="533">
                  <c:v>13896.07</c:v>
                </c:pt>
                <c:pt idx="534">
                  <c:v>13922.14</c:v>
                </c:pt>
                <c:pt idx="535">
                  <c:v>13948.21</c:v>
                </c:pt>
                <c:pt idx="536">
                  <c:v>13974.29</c:v>
                </c:pt>
                <c:pt idx="537">
                  <c:v>14000.36</c:v>
                </c:pt>
                <c:pt idx="538">
                  <c:v>14026.43</c:v>
                </c:pt>
                <c:pt idx="539">
                  <c:v>14052.5</c:v>
                </c:pt>
                <c:pt idx="540">
                  <c:v>14078.57</c:v>
                </c:pt>
                <c:pt idx="541">
                  <c:v>14104.64</c:v>
                </c:pt>
                <c:pt idx="542">
                  <c:v>14130.71</c:v>
                </c:pt>
                <c:pt idx="543">
                  <c:v>14156.79</c:v>
                </c:pt>
                <c:pt idx="544">
                  <c:v>14182.86</c:v>
                </c:pt>
                <c:pt idx="545">
                  <c:v>14208.93</c:v>
                </c:pt>
                <c:pt idx="546">
                  <c:v>14235</c:v>
                </c:pt>
                <c:pt idx="547">
                  <c:v>14261.07</c:v>
                </c:pt>
                <c:pt idx="548">
                  <c:v>14287.14</c:v>
                </c:pt>
                <c:pt idx="549">
                  <c:v>14313.21</c:v>
                </c:pt>
                <c:pt idx="550">
                  <c:v>14339.29</c:v>
                </c:pt>
                <c:pt idx="551">
                  <c:v>14365.36</c:v>
                </c:pt>
                <c:pt idx="552">
                  <c:v>14391.43</c:v>
                </c:pt>
                <c:pt idx="553">
                  <c:v>14417.5</c:v>
                </c:pt>
                <c:pt idx="554">
                  <c:v>14443.57</c:v>
                </c:pt>
                <c:pt idx="555">
                  <c:v>14469.64</c:v>
                </c:pt>
                <c:pt idx="556">
                  <c:v>14495.71</c:v>
                </c:pt>
                <c:pt idx="557">
                  <c:v>14521.79</c:v>
                </c:pt>
                <c:pt idx="558">
                  <c:v>14547.86</c:v>
                </c:pt>
                <c:pt idx="559">
                  <c:v>14573.93</c:v>
                </c:pt>
                <c:pt idx="560">
                  <c:v>14600</c:v>
                </c:pt>
                <c:pt idx="561">
                  <c:v>14626.07</c:v>
                </c:pt>
                <c:pt idx="562">
                  <c:v>14652.14</c:v>
                </c:pt>
                <c:pt idx="563">
                  <c:v>14678.21</c:v>
                </c:pt>
                <c:pt idx="564">
                  <c:v>14704.29</c:v>
                </c:pt>
                <c:pt idx="565">
                  <c:v>14730.36</c:v>
                </c:pt>
                <c:pt idx="566">
                  <c:v>14756.43</c:v>
                </c:pt>
                <c:pt idx="567">
                  <c:v>14782.5</c:v>
                </c:pt>
                <c:pt idx="568">
                  <c:v>14808.57</c:v>
                </c:pt>
                <c:pt idx="569">
                  <c:v>14834.64</c:v>
                </c:pt>
                <c:pt idx="570">
                  <c:v>14860.71</c:v>
                </c:pt>
                <c:pt idx="571">
                  <c:v>14886.79</c:v>
                </c:pt>
                <c:pt idx="572">
                  <c:v>14912.86</c:v>
                </c:pt>
                <c:pt idx="573">
                  <c:v>14938.93</c:v>
                </c:pt>
                <c:pt idx="574">
                  <c:v>14965</c:v>
                </c:pt>
                <c:pt idx="575">
                  <c:v>14991.07</c:v>
                </c:pt>
                <c:pt idx="576">
                  <c:v>15017.14</c:v>
                </c:pt>
                <c:pt idx="577">
                  <c:v>15043.21</c:v>
                </c:pt>
                <c:pt idx="578">
                  <c:v>15069.29</c:v>
                </c:pt>
                <c:pt idx="579">
                  <c:v>15095.36</c:v>
                </c:pt>
                <c:pt idx="580">
                  <c:v>15121.43</c:v>
                </c:pt>
                <c:pt idx="581">
                  <c:v>15147.5</c:v>
                </c:pt>
                <c:pt idx="582">
                  <c:v>15173.57</c:v>
                </c:pt>
                <c:pt idx="583">
                  <c:v>15199.64</c:v>
                </c:pt>
                <c:pt idx="584">
                  <c:v>15225.71</c:v>
                </c:pt>
                <c:pt idx="585">
                  <c:v>15251.79</c:v>
                </c:pt>
                <c:pt idx="586">
                  <c:v>15277.86</c:v>
                </c:pt>
                <c:pt idx="587">
                  <c:v>15303.93</c:v>
                </c:pt>
                <c:pt idx="588">
                  <c:v>15330</c:v>
                </c:pt>
                <c:pt idx="589">
                  <c:v>15356.07</c:v>
                </c:pt>
                <c:pt idx="590">
                  <c:v>15382.14</c:v>
                </c:pt>
                <c:pt idx="591">
                  <c:v>15408.21</c:v>
                </c:pt>
                <c:pt idx="592">
                  <c:v>15434.29</c:v>
                </c:pt>
                <c:pt idx="593">
                  <c:v>15460.36</c:v>
                </c:pt>
                <c:pt idx="594">
                  <c:v>15486.43</c:v>
                </c:pt>
                <c:pt idx="595">
                  <c:v>15512.5</c:v>
                </c:pt>
                <c:pt idx="596">
                  <c:v>15538.57</c:v>
                </c:pt>
                <c:pt idx="597">
                  <c:v>15564.64</c:v>
                </c:pt>
                <c:pt idx="598">
                  <c:v>15590.71</c:v>
                </c:pt>
                <c:pt idx="599">
                  <c:v>15616.79</c:v>
                </c:pt>
                <c:pt idx="600">
                  <c:v>15642.86</c:v>
                </c:pt>
                <c:pt idx="601">
                  <c:v>15668.93</c:v>
                </c:pt>
                <c:pt idx="602">
                  <c:v>15695</c:v>
                </c:pt>
                <c:pt idx="603">
                  <c:v>15721.07</c:v>
                </c:pt>
                <c:pt idx="604">
                  <c:v>15747.14</c:v>
                </c:pt>
                <c:pt idx="605">
                  <c:v>15773.21</c:v>
                </c:pt>
                <c:pt idx="606">
                  <c:v>15799.29</c:v>
                </c:pt>
                <c:pt idx="607">
                  <c:v>15825.36</c:v>
                </c:pt>
                <c:pt idx="608">
                  <c:v>15851.43</c:v>
                </c:pt>
                <c:pt idx="609">
                  <c:v>15877.5</c:v>
                </c:pt>
                <c:pt idx="610">
                  <c:v>15903.57</c:v>
                </c:pt>
                <c:pt idx="611">
                  <c:v>15929.64</c:v>
                </c:pt>
                <c:pt idx="612">
                  <c:v>15955.71</c:v>
                </c:pt>
                <c:pt idx="613">
                  <c:v>15981.79</c:v>
                </c:pt>
                <c:pt idx="614">
                  <c:v>16007.86</c:v>
                </c:pt>
                <c:pt idx="615">
                  <c:v>16033.93</c:v>
                </c:pt>
                <c:pt idx="616">
                  <c:v>16060</c:v>
                </c:pt>
                <c:pt idx="617">
                  <c:v>16086.07</c:v>
                </c:pt>
                <c:pt idx="618">
                  <c:v>16112.14</c:v>
                </c:pt>
                <c:pt idx="619">
                  <c:v>16138.21</c:v>
                </c:pt>
                <c:pt idx="620">
                  <c:v>16164.29</c:v>
                </c:pt>
                <c:pt idx="621">
                  <c:v>16190.36</c:v>
                </c:pt>
                <c:pt idx="622">
                  <c:v>16216.43</c:v>
                </c:pt>
                <c:pt idx="623">
                  <c:v>16242.5</c:v>
                </c:pt>
                <c:pt idx="624">
                  <c:v>16268.57</c:v>
                </c:pt>
                <c:pt idx="625">
                  <c:v>16294.64</c:v>
                </c:pt>
                <c:pt idx="626">
                  <c:v>16320.71</c:v>
                </c:pt>
                <c:pt idx="627">
                  <c:v>16346.79</c:v>
                </c:pt>
                <c:pt idx="628">
                  <c:v>16372.86</c:v>
                </c:pt>
                <c:pt idx="629">
                  <c:v>16398.93</c:v>
                </c:pt>
                <c:pt idx="630">
                  <c:v>16425</c:v>
                </c:pt>
                <c:pt idx="631">
                  <c:v>16451.07</c:v>
                </c:pt>
                <c:pt idx="632">
                  <c:v>16477.14</c:v>
                </c:pt>
                <c:pt idx="633">
                  <c:v>16503.21</c:v>
                </c:pt>
                <c:pt idx="634">
                  <c:v>16529.29</c:v>
                </c:pt>
                <c:pt idx="635">
                  <c:v>16555.36</c:v>
                </c:pt>
                <c:pt idx="636">
                  <c:v>16581.43</c:v>
                </c:pt>
                <c:pt idx="637">
                  <c:v>16607.5</c:v>
                </c:pt>
                <c:pt idx="638">
                  <c:v>16633.57</c:v>
                </c:pt>
                <c:pt idx="639">
                  <c:v>16659.64</c:v>
                </c:pt>
                <c:pt idx="640">
                  <c:v>16685.71</c:v>
                </c:pt>
                <c:pt idx="641">
                  <c:v>16711.79</c:v>
                </c:pt>
                <c:pt idx="642">
                  <c:v>16737.86</c:v>
                </c:pt>
                <c:pt idx="643">
                  <c:v>16763.93</c:v>
                </c:pt>
                <c:pt idx="644">
                  <c:v>16790</c:v>
                </c:pt>
                <c:pt idx="645">
                  <c:v>16816.07</c:v>
                </c:pt>
                <c:pt idx="646">
                  <c:v>16842.14</c:v>
                </c:pt>
                <c:pt idx="647">
                  <c:v>16868.21</c:v>
                </c:pt>
                <c:pt idx="648">
                  <c:v>16894.29</c:v>
                </c:pt>
                <c:pt idx="649">
                  <c:v>16920.36</c:v>
                </c:pt>
                <c:pt idx="650">
                  <c:v>16946.43</c:v>
                </c:pt>
                <c:pt idx="651">
                  <c:v>16972.5</c:v>
                </c:pt>
                <c:pt idx="652">
                  <c:v>16998.57</c:v>
                </c:pt>
                <c:pt idx="653">
                  <c:v>17024.64</c:v>
                </c:pt>
                <c:pt idx="654">
                  <c:v>17050.71</c:v>
                </c:pt>
                <c:pt idx="655">
                  <c:v>17076.79</c:v>
                </c:pt>
                <c:pt idx="656">
                  <c:v>17102.86</c:v>
                </c:pt>
                <c:pt idx="657">
                  <c:v>17128.93</c:v>
                </c:pt>
                <c:pt idx="658">
                  <c:v>17155</c:v>
                </c:pt>
                <c:pt idx="659">
                  <c:v>17181.07</c:v>
                </c:pt>
                <c:pt idx="660">
                  <c:v>17207.14</c:v>
                </c:pt>
                <c:pt idx="661">
                  <c:v>17233.21</c:v>
                </c:pt>
                <c:pt idx="662">
                  <c:v>17259.29</c:v>
                </c:pt>
                <c:pt idx="663">
                  <c:v>17285.36</c:v>
                </c:pt>
                <c:pt idx="664">
                  <c:v>17311.43</c:v>
                </c:pt>
                <c:pt idx="665">
                  <c:v>17337.5</c:v>
                </c:pt>
                <c:pt idx="666">
                  <c:v>17363.57</c:v>
                </c:pt>
                <c:pt idx="667">
                  <c:v>17389.64</c:v>
                </c:pt>
                <c:pt idx="668">
                  <c:v>17415.71</c:v>
                </c:pt>
                <c:pt idx="669">
                  <c:v>17441.79</c:v>
                </c:pt>
                <c:pt idx="670">
                  <c:v>17467.86</c:v>
                </c:pt>
                <c:pt idx="671">
                  <c:v>17493.93</c:v>
                </c:pt>
                <c:pt idx="672">
                  <c:v>17520</c:v>
                </c:pt>
                <c:pt idx="673">
                  <c:v>17546.07</c:v>
                </c:pt>
                <c:pt idx="674">
                  <c:v>17572.14</c:v>
                </c:pt>
                <c:pt idx="675">
                  <c:v>17598.21</c:v>
                </c:pt>
                <c:pt idx="676">
                  <c:v>17624.29</c:v>
                </c:pt>
                <c:pt idx="677">
                  <c:v>17650.36</c:v>
                </c:pt>
                <c:pt idx="678">
                  <c:v>17676.43</c:v>
                </c:pt>
                <c:pt idx="679">
                  <c:v>17702.5</c:v>
                </c:pt>
                <c:pt idx="680">
                  <c:v>17728.57</c:v>
                </c:pt>
                <c:pt idx="681">
                  <c:v>17754.64</c:v>
                </c:pt>
                <c:pt idx="682">
                  <c:v>17780.71</c:v>
                </c:pt>
                <c:pt idx="683">
                  <c:v>17806.79</c:v>
                </c:pt>
                <c:pt idx="684">
                  <c:v>17832.86</c:v>
                </c:pt>
                <c:pt idx="685">
                  <c:v>17858.93</c:v>
                </c:pt>
                <c:pt idx="686">
                  <c:v>17885</c:v>
                </c:pt>
                <c:pt idx="687">
                  <c:v>17911.07</c:v>
                </c:pt>
                <c:pt idx="688">
                  <c:v>17937.14</c:v>
                </c:pt>
                <c:pt idx="689">
                  <c:v>17963.21</c:v>
                </c:pt>
                <c:pt idx="690">
                  <c:v>17989.29</c:v>
                </c:pt>
                <c:pt idx="691">
                  <c:v>18015.36</c:v>
                </c:pt>
                <c:pt idx="692">
                  <c:v>18041.43</c:v>
                </c:pt>
                <c:pt idx="693">
                  <c:v>18067.5</c:v>
                </c:pt>
                <c:pt idx="694">
                  <c:v>18093.57</c:v>
                </c:pt>
                <c:pt idx="695">
                  <c:v>18119.64</c:v>
                </c:pt>
                <c:pt idx="696">
                  <c:v>18145.71</c:v>
                </c:pt>
                <c:pt idx="697">
                  <c:v>18171.79</c:v>
                </c:pt>
                <c:pt idx="698">
                  <c:v>18197.86</c:v>
                </c:pt>
                <c:pt idx="699">
                  <c:v>18223.93</c:v>
                </c:pt>
                <c:pt idx="700">
                  <c:v>18250</c:v>
                </c:pt>
                <c:pt idx="701">
                  <c:v>18276.07</c:v>
                </c:pt>
                <c:pt idx="702">
                  <c:v>18302.14</c:v>
                </c:pt>
                <c:pt idx="703">
                  <c:v>18328.21</c:v>
                </c:pt>
                <c:pt idx="704">
                  <c:v>18354.29</c:v>
                </c:pt>
                <c:pt idx="705">
                  <c:v>18380.36</c:v>
                </c:pt>
                <c:pt idx="706">
                  <c:v>18406.43</c:v>
                </c:pt>
                <c:pt idx="707">
                  <c:v>18432.5</c:v>
                </c:pt>
                <c:pt idx="708">
                  <c:v>18458.57</c:v>
                </c:pt>
                <c:pt idx="709">
                  <c:v>18484.64</c:v>
                </c:pt>
                <c:pt idx="710">
                  <c:v>18510.71</c:v>
                </c:pt>
                <c:pt idx="711">
                  <c:v>18536.79</c:v>
                </c:pt>
                <c:pt idx="712">
                  <c:v>18562.86</c:v>
                </c:pt>
                <c:pt idx="713">
                  <c:v>18588.93</c:v>
                </c:pt>
                <c:pt idx="714">
                  <c:v>18615</c:v>
                </c:pt>
                <c:pt idx="715">
                  <c:v>18641.07</c:v>
                </c:pt>
                <c:pt idx="716">
                  <c:v>18667.14</c:v>
                </c:pt>
                <c:pt idx="717">
                  <c:v>18693.21</c:v>
                </c:pt>
                <c:pt idx="718">
                  <c:v>18719.29</c:v>
                </c:pt>
                <c:pt idx="719">
                  <c:v>18745.36</c:v>
                </c:pt>
                <c:pt idx="720">
                  <c:v>18771.43</c:v>
                </c:pt>
                <c:pt idx="721">
                  <c:v>18797.5</c:v>
                </c:pt>
                <c:pt idx="722">
                  <c:v>18823.57</c:v>
                </c:pt>
                <c:pt idx="723">
                  <c:v>18849.64</c:v>
                </c:pt>
                <c:pt idx="724">
                  <c:v>18875.71</c:v>
                </c:pt>
                <c:pt idx="725">
                  <c:v>18901.79</c:v>
                </c:pt>
                <c:pt idx="726">
                  <c:v>18927.86</c:v>
                </c:pt>
                <c:pt idx="727">
                  <c:v>18953.93</c:v>
                </c:pt>
                <c:pt idx="728">
                  <c:v>18980</c:v>
                </c:pt>
                <c:pt idx="729">
                  <c:v>19006.07</c:v>
                </c:pt>
                <c:pt idx="730">
                  <c:v>19032.14</c:v>
                </c:pt>
                <c:pt idx="731">
                  <c:v>19058.21</c:v>
                </c:pt>
                <c:pt idx="732">
                  <c:v>19084.29</c:v>
                </c:pt>
                <c:pt idx="733">
                  <c:v>19110.36</c:v>
                </c:pt>
                <c:pt idx="734">
                  <c:v>19136.43</c:v>
                </c:pt>
                <c:pt idx="735">
                  <c:v>19162.5</c:v>
                </c:pt>
                <c:pt idx="736">
                  <c:v>19188.57</c:v>
                </c:pt>
                <c:pt idx="737">
                  <c:v>19214.64</c:v>
                </c:pt>
                <c:pt idx="738">
                  <c:v>19240.71</c:v>
                </c:pt>
                <c:pt idx="739">
                  <c:v>19266.79</c:v>
                </c:pt>
                <c:pt idx="740">
                  <c:v>19292.86</c:v>
                </c:pt>
                <c:pt idx="741">
                  <c:v>19318.93</c:v>
                </c:pt>
                <c:pt idx="742">
                  <c:v>19345</c:v>
                </c:pt>
                <c:pt idx="743">
                  <c:v>19371.07</c:v>
                </c:pt>
                <c:pt idx="744">
                  <c:v>19397.14</c:v>
                </c:pt>
                <c:pt idx="745">
                  <c:v>19423.21</c:v>
                </c:pt>
                <c:pt idx="746">
                  <c:v>19449.29</c:v>
                </c:pt>
                <c:pt idx="747">
                  <c:v>19475.36</c:v>
                </c:pt>
                <c:pt idx="748">
                  <c:v>19501.43</c:v>
                </c:pt>
                <c:pt idx="749">
                  <c:v>19527.5</c:v>
                </c:pt>
                <c:pt idx="750">
                  <c:v>19553.57</c:v>
                </c:pt>
                <c:pt idx="751">
                  <c:v>19579.64</c:v>
                </c:pt>
                <c:pt idx="752">
                  <c:v>19605.71</c:v>
                </c:pt>
                <c:pt idx="753">
                  <c:v>19631.79</c:v>
                </c:pt>
                <c:pt idx="754">
                  <c:v>19657.86</c:v>
                </c:pt>
                <c:pt idx="755">
                  <c:v>19683.93</c:v>
                </c:pt>
                <c:pt idx="756">
                  <c:v>19710</c:v>
                </c:pt>
                <c:pt idx="757">
                  <c:v>19736.07</c:v>
                </c:pt>
                <c:pt idx="758">
                  <c:v>19762.14</c:v>
                </c:pt>
                <c:pt idx="759">
                  <c:v>19788.21</c:v>
                </c:pt>
                <c:pt idx="760">
                  <c:v>19814.29</c:v>
                </c:pt>
                <c:pt idx="761">
                  <c:v>19840.36</c:v>
                </c:pt>
                <c:pt idx="762">
                  <c:v>19866.43</c:v>
                </c:pt>
                <c:pt idx="763">
                  <c:v>19892.5</c:v>
                </c:pt>
                <c:pt idx="764">
                  <c:v>19918.57</c:v>
                </c:pt>
                <c:pt idx="765">
                  <c:v>19944.64</c:v>
                </c:pt>
                <c:pt idx="766">
                  <c:v>19970.71</c:v>
                </c:pt>
                <c:pt idx="767">
                  <c:v>19996.79</c:v>
                </c:pt>
                <c:pt idx="768">
                  <c:v>20022.86</c:v>
                </c:pt>
                <c:pt idx="769">
                  <c:v>20048.93</c:v>
                </c:pt>
                <c:pt idx="770">
                  <c:v>20075</c:v>
                </c:pt>
                <c:pt idx="771">
                  <c:v>20101.07</c:v>
                </c:pt>
                <c:pt idx="772">
                  <c:v>20127.14</c:v>
                </c:pt>
                <c:pt idx="773">
                  <c:v>20153.21</c:v>
                </c:pt>
                <c:pt idx="774">
                  <c:v>20179.29</c:v>
                </c:pt>
                <c:pt idx="775">
                  <c:v>20205.36</c:v>
                </c:pt>
                <c:pt idx="776">
                  <c:v>20231.43</c:v>
                </c:pt>
                <c:pt idx="777">
                  <c:v>20257.5</c:v>
                </c:pt>
                <c:pt idx="778">
                  <c:v>20283.57</c:v>
                </c:pt>
                <c:pt idx="779">
                  <c:v>20309.64</c:v>
                </c:pt>
                <c:pt idx="780">
                  <c:v>20335.71</c:v>
                </c:pt>
                <c:pt idx="781">
                  <c:v>20361.79</c:v>
                </c:pt>
                <c:pt idx="782">
                  <c:v>20387.86</c:v>
                </c:pt>
                <c:pt idx="783">
                  <c:v>20413.93</c:v>
                </c:pt>
                <c:pt idx="784">
                  <c:v>20440</c:v>
                </c:pt>
                <c:pt idx="785">
                  <c:v>20466.07</c:v>
                </c:pt>
                <c:pt idx="786">
                  <c:v>20492.14</c:v>
                </c:pt>
                <c:pt idx="787">
                  <c:v>20518.21</c:v>
                </c:pt>
                <c:pt idx="788">
                  <c:v>20544.29</c:v>
                </c:pt>
                <c:pt idx="789">
                  <c:v>20570.36</c:v>
                </c:pt>
                <c:pt idx="790">
                  <c:v>20596.43</c:v>
                </c:pt>
                <c:pt idx="791">
                  <c:v>20622.5</c:v>
                </c:pt>
                <c:pt idx="792">
                  <c:v>20648.57</c:v>
                </c:pt>
                <c:pt idx="793">
                  <c:v>20674.64</c:v>
                </c:pt>
                <c:pt idx="794">
                  <c:v>20700.71</c:v>
                </c:pt>
                <c:pt idx="795">
                  <c:v>20726.79</c:v>
                </c:pt>
                <c:pt idx="796">
                  <c:v>20752.86</c:v>
                </c:pt>
                <c:pt idx="797">
                  <c:v>20778.93</c:v>
                </c:pt>
                <c:pt idx="798">
                  <c:v>20805</c:v>
                </c:pt>
                <c:pt idx="799">
                  <c:v>20831.07</c:v>
                </c:pt>
                <c:pt idx="800">
                  <c:v>20857.14</c:v>
                </c:pt>
                <c:pt idx="801">
                  <c:v>20883.21</c:v>
                </c:pt>
                <c:pt idx="802">
                  <c:v>20909.29</c:v>
                </c:pt>
                <c:pt idx="803">
                  <c:v>20935.36</c:v>
                </c:pt>
                <c:pt idx="804">
                  <c:v>20961.43</c:v>
                </c:pt>
                <c:pt idx="805">
                  <c:v>20987.5</c:v>
                </c:pt>
                <c:pt idx="806">
                  <c:v>21013.57</c:v>
                </c:pt>
                <c:pt idx="807">
                  <c:v>21039.64</c:v>
                </c:pt>
                <c:pt idx="808">
                  <c:v>21065.71</c:v>
                </c:pt>
                <c:pt idx="809">
                  <c:v>21091.79</c:v>
                </c:pt>
                <c:pt idx="810">
                  <c:v>21117.86</c:v>
                </c:pt>
                <c:pt idx="811">
                  <c:v>21143.93</c:v>
                </c:pt>
                <c:pt idx="812">
                  <c:v>21170</c:v>
                </c:pt>
                <c:pt idx="813">
                  <c:v>21196.07</c:v>
                </c:pt>
                <c:pt idx="814">
                  <c:v>21222.14</c:v>
                </c:pt>
                <c:pt idx="815">
                  <c:v>21248.21</c:v>
                </c:pt>
                <c:pt idx="816">
                  <c:v>21274.29</c:v>
                </c:pt>
                <c:pt idx="817">
                  <c:v>21300.36</c:v>
                </c:pt>
                <c:pt idx="818">
                  <c:v>21326.43</c:v>
                </c:pt>
                <c:pt idx="819">
                  <c:v>21352.5</c:v>
                </c:pt>
                <c:pt idx="820">
                  <c:v>21378.57</c:v>
                </c:pt>
                <c:pt idx="821">
                  <c:v>21404.639999999999</c:v>
                </c:pt>
                <c:pt idx="822">
                  <c:v>21430.71</c:v>
                </c:pt>
                <c:pt idx="823">
                  <c:v>21456.79</c:v>
                </c:pt>
                <c:pt idx="824">
                  <c:v>21482.86</c:v>
                </c:pt>
                <c:pt idx="825">
                  <c:v>21508.93</c:v>
                </c:pt>
                <c:pt idx="826">
                  <c:v>21535</c:v>
                </c:pt>
                <c:pt idx="827">
                  <c:v>21561.07</c:v>
                </c:pt>
                <c:pt idx="828">
                  <c:v>21587.14</c:v>
                </c:pt>
                <c:pt idx="829">
                  <c:v>21613.21</c:v>
                </c:pt>
                <c:pt idx="830">
                  <c:v>21639.29</c:v>
                </c:pt>
                <c:pt idx="831">
                  <c:v>21665.360000000001</c:v>
                </c:pt>
                <c:pt idx="832">
                  <c:v>21691.43</c:v>
                </c:pt>
                <c:pt idx="833">
                  <c:v>21717.5</c:v>
                </c:pt>
                <c:pt idx="834">
                  <c:v>21743.57</c:v>
                </c:pt>
                <c:pt idx="835">
                  <c:v>21769.64</c:v>
                </c:pt>
                <c:pt idx="836">
                  <c:v>21795.71</c:v>
                </c:pt>
                <c:pt idx="837">
                  <c:v>21821.79</c:v>
                </c:pt>
                <c:pt idx="838">
                  <c:v>21847.86</c:v>
                </c:pt>
                <c:pt idx="839">
                  <c:v>21873.93</c:v>
                </c:pt>
                <c:pt idx="840">
                  <c:v>21900</c:v>
                </c:pt>
                <c:pt idx="841">
                  <c:v>21926.07</c:v>
                </c:pt>
                <c:pt idx="842">
                  <c:v>21952.14</c:v>
                </c:pt>
                <c:pt idx="843">
                  <c:v>21978.21</c:v>
                </c:pt>
                <c:pt idx="844">
                  <c:v>22004.29</c:v>
                </c:pt>
                <c:pt idx="845">
                  <c:v>22030.36</c:v>
                </c:pt>
                <c:pt idx="846">
                  <c:v>22056.43</c:v>
                </c:pt>
                <c:pt idx="847">
                  <c:v>22082.5</c:v>
                </c:pt>
                <c:pt idx="848">
                  <c:v>22108.57</c:v>
                </c:pt>
                <c:pt idx="849">
                  <c:v>22134.639999999999</c:v>
                </c:pt>
                <c:pt idx="850">
                  <c:v>22160.71</c:v>
                </c:pt>
                <c:pt idx="851">
                  <c:v>22186.79</c:v>
                </c:pt>
                <c:pt idx="852">
                  <c:v>22212.86</c:v>
                </c:pt>
                <c:pt idx="853">
                  <c:v>22238.93</c:v>
                </c:pt>
                <c:pt idx="854">
                  <c:v>22265</c:v>
                </c:pt>
                <c:pt idx="855">
                  <c:v>22291.07</c:v>
                </c:pt>
                <c:pt idx="856">
                  <c:v>22317.14</c:v>
                </c:pt>
                <c:pt idx="857">
                  <c:v>22343.21</c:v>
                </c:pt>
                <c:pt idx="858">
                  <c:v>22369.29</c:v>
                </c:pt>
                <c:pt idx="859">
                  <c:v>22395.360000000001</c:v>
                </c:pt>
                <c:pt idx="860">
                  <c:v>22421.43</c:v>
                </c:pt>
                <c:pt idx="861">
                  <c:v>22447.5</c:v>
                </c:pt>
                <c:pt idx="862">
                  <c:v>22473.57</c:v>
                </c:pt>
                <c:pt idx="863">
                  <c:v>22499.64</c:v>
                </c:pt>
                <c:pt idx="864">
                  <c:v>22525.71</c:v>
                </c:pt>
                <c:pt idx="865">
                  <c:v>22551.79</c:v>
                </c:pt>
                <c:pt idx="866">
                  <c:v>22577.86</c:v>
                </c:pt>
                <c:pt idx="867">
                  <c:v>22603.93</c:v>
                </c:pt>
                <c:pt idx="868">
                  <c:v>22630</c:v>
                </c:pt>
                <c:pt idx="869">
                  <c:v>22656.07</c:v>
                </c:pt>
                <c:pt idx="870">
                  <c:v>22682.14</c:v>
                </c:pt>
                <c:pt idx="871">
                  <c:v>22708.21</c:v>
                </c:pt>
                <c:pt idx="872">
                  <c:v>22734.29</c:v>
                </c:pt>
                <c:pt idx="873">
                  <c:v>22760.36</c:v>
                </c:pt>
                <c:pt idx="874">
                  <c:v>22786.43</c:v>
                </c:pt>
                <c:pt idx="875">
                  <c:v>22812.5</c:v>
                </c:pt>
                <c:pt idx="876">
                  <c:v>22838.57</c:v>
                </c:pt>
                <c:pt idx="877">
                  <c:v>22864.639999999999</c:v>
                </c:pt>
                <c:pt idx="878">
                  <c:v>22890.71</c:v>
                </c:pt>
                <c:pt idx="879">
                  <c:v>22916.79</c:v>
                </c:pt>
                <c:pt idx="880">
                  <c:v>22942.86</c:v>
                </c:pt>
                <c:pt idx="881">
                  <c:v>22968.93</c:v>
                </c:pt>
                <c:pt idx="882">
                  <c:v>22995</c:v>
                </c:pt>
                <c:pt idx="883">
                  <c:v>23021.07</c:v>
                </c:pt>
                <c:pt idx="884">
                  <c:v>23047.14</c:v>
                </c:pt>
                <c:pt idx="885">
                  <c:v>23073.21</c:v>
                </c:pt>
                <c:pt idx="886">
                  <c:v>23099.29</c:v>
                </c:pt>
                <c:pt idx="887">
                  <c:v>23125.360000000001</c:v>
                </c:pt>
                <c:pt idx="888">
                  <c:v>23151.43</c:v>
                </c:pt>
                <c:pt idx="889">
                  <c:v>23177.5</c:v>
                </c:pt>
                <c:pt idx="890">
                  <c:v>23203.57</c:v>
                </c:pt>
                <c:pt idx="891">
                  <c:v>23229.64</c:v>
                </c:pt>
                <c:pt idx="892">
                  <c:v>23255.71</c:v>
                </c:pt>
                <c:pt idx="893">
                  <c:v>23281.79</c:v>
                </c:pt>
                <c:pt idx="894">
                  <c:v>23307.86</c:v>
                </c:pt>
                <c:pt idx="895">
                  <c:v>23333.93</c:v>
                </c:pt>
                <c:pt idx="896">
                  <c:v>23360</c:v>
                </c:pt>
                <c:pt idx="897">
                  <c:v>23386.07</c:v>
                </c:pt>
                <c:pt idx="898">
                  <c:v>23412.14</c:v>
                </c:pt>
                <c:pt idx="899">
                  <c:v>23438.21</c:v>
                </c:pt>
                <c:pt idx="900">
                  <c:v>23464.29</c:v>
                </c:pt>
                <c:pt idx="901">
                  <c:v>23490.36</c:v>
                </c:pt>
                <c:pt idx="902">
                  <c:v>23516.43</c:v>
                </c:pt>
                <c:pt idx="903">
                  <c:v>23542.5</c:v>
                </c:pt>
                <c:pt idx="904">
                  <c:v>23568.57</c:v>
                </c:pt>
                <c:pt idx="905">
                  <c:v>23594.639999999999</c:v>
                </c:pt>
                <c:pt idx="906">
                  <c:v>23620.71</c:v>
                </c:pt>
                <c:pt idx="907">
                  <c:v>23646.79</c:v>
                </c:pt>
                <c:pt idx="908">
                  <c:v>23672.86</c:v>
                </c:pt>
                <c:pt idx="909">
                  <c:v>23698.93</c:v>
                </c:pt>
                <c:pt idx="910">
                  <c:v>23725</c:v>
                </c:pt>
                <c:pt idx="911">
                  <c:v>23751.07</c:v>
                </c:pt>
                <c:pt idx="912">
                  <c:v>23777.14</c:v>
                </c:pt>
                <c:pt idx="913">
                  <c:v>23803.21</c:v>
                </c:pt>
                <c:pt idx="914">
                  <c:v>23829.29</c:v>
                </c:pt>
                <c:pt idx="915">
                  <c:v>23855.360000000001</c:v>
                </c:pt>
                <c:pt idx="916">
                  <c:v>23881.43</c:v>
                </c:pt>
                <c:pt idx="917">
                  <c:v>23907.5</c:v>
                </c:pt>
                <c:pt idx="918">
                  <c:v>23933.57</c:v>
                </c:pt>
                <c:pt idx="919">
                  <c:v>23959.64</c:v>
                </c:pt>
                <c:pt idx="920">
                  <c:v>23985.71</c:v>
                </c:pt>
                <c:pt idx="921">
                  <c:v>24011.79</c:v>
                </c:pt>
                <c:pt idx="922">
                  <c:v>24037.86</c:v>
                </c:pt>
                <c:pt idx="923">
                  <c:v>24063.93</c:v>
                </c:pt>
                <c:pt idx="924">
                  <c:v>24090</c:v>
                </c:pt>
                <c:pt idx="925">
                  <c:v>24116.07</c:v>
                </c:pt>
                <c:pt idx="926">
                  <c:v>24142.14</c:v>
                </c:pt>
                <c:pt idx="927">
                  <c:v>24168.21</c:v>
                </c:pt>
                <c:pt idx="928">
                  <c:v>24194.29</c:v>
                </c:pt>
                <c:pt idx="929">
                  <c:v>24220.36</c:v>
                </c:pt>
                <c:pt idx="930">
                  <c:v>24246.43</c:v>
                </c:pt>
                <c:pt idx="931">
                  <c:v>24272.5</c:v>
                </c:pt>
                <c:pt idx="932">
                  <c:v>24298.57</c:v>
                </c:pt>
                <c:pt idx="933">
                  <c:v>24324.639999999999</c:v>
                </c:pt>
                <c:pt idx="934">
                  <c:v>24350.71</c:v>
                </c:pt>
                <c:pt idx="935">
                  <c:v>24376.79</c:v>
                </c:pt>
                <c:pt idx="936">
                  <c:v>24402.86</c:v>
                </c:pt>
                <c:pt idx="937">
                  <c:v>24428.93</c:v>
                </c:pt>
                <c:pt idx="938">
                  <c:v>24455</c:v>
                </c:pt>
                <c:pt idx="939">
                  <c:v>24481.07</c:v>
                </c:pt>
                <c:pt idx="940">
                  <c:v>24507.14</c:v>
                </c:pt>
                <c:pt idx="941">
                  <c:v>24533.21</c:v>
                </c:pt>
                <c:pt idx="942">
                  <c:v>24559.29</c:v>
                </c:pt>
                <c:pt idx="943">
                  <c:v>24585.360000000001</c:v>
                </c:pt>
                <c:pt idx="944">
                  <c:v>24611.43</c:v>
                </c:pt>
                <c:pt idx="945">
                  <c:v>24637.5</c:v>
                </c:pt>
                <c:pt idx="946">
                  <c:v>24663.57</c:v>
                </c:pt>
                <c:pt idx="947">
                  <c:v>24689.64</c:v>
                </c:pt>
                <c:pt idx="948">
                  <c:v>24715.71</c:v>
                </c:pt>
                <c:pt idx="949">
                  <c:v>24741.79</c:v>
                </c:pt>
                <c:pt idx="950">
                  <c:v>24767.86</c:v>
                </c:pt>
                <c:pt idx="951">
                  <c:v>24793.93</c:v>
                </c:pt>
                <c:pt idx="952">
                  <c:v>24820</c:v>
                </c:pt>
                <c:pt idx="953">
                  <c:v>24846.07</c:v>
                </c:pt>
                <c:pt idx="954">
                  <c:v>24872.14</c:v>
                </c:pt>
                <c:pt idx="955">
                  <c:v>24898.21</c:v>
                </c:pt>
                <c:pt idx="956">
                  <c:v>24924.29</c:v>
                </c:pt>
                <c:pt idx="957">
                  <c:v>24950.36</c:v>
                </c:pt>
                <c:pt idx="958">
                  <c:v>24976.43</c:v>
                </c:pt>
                <c:pt idx="959">
                  <c:v>25002.5</c:v>
                </c:pt>
                <c:pt idx="960">
                  <c:v>25028.57</c:v>
                </c:pt>
                <c:pt idx="961">
                  <c:v>25054.639999999999</c:v>
                </c:pt>
                <c:pt idx="962">
                  <c:v>25080.71</c:v>
                </c:pt>
                <c:pt idx="963">
                  <c:v>25106.79</c:v>
                </c:pt>
                <c:pt idx="964">
                  <c:v>25132.86</c:v>
                </c:pt>
                <c:pt idx="965">
                  <c:v>25158.93</c:v>
                </c:pt>
                <c:pt idx="966">
                  <c:v>25185</c:v>
                </c:pt>
                <c:pt idx="967">
                  <c:v>25211.07</c:v>
                </c:pt>
                <c:pt idx="968">
                  <c:v>25237.14</c:v>
                </c:pt>
                <c:pt idx="969">
                  <c:v>25263.21</c:v>
                </c:pt>
                <c:pt idx="970">
                  <c:v>25289.29</c:v>
                </c:pt>
                <c:pt idx="971">
                  <c:v>25315.360000000001</c:v>
                </c:pt>
                <c:pt idx="972">
                  <c:v>25341.43</c:v>
                </c:pt>
                <c:pt idx="973">
                  <c:v>25367.5</c:v>
                </c:pt>
                <c:pt idx="974">
                  <c:v>25393.57</c:v>
                </c:pt>
                <c:pt idx="975">
                  <c:v>25419.64</c:v>
                </c:pt>
                <c:pt idx="976">
                  <c:v>25445.71</c:v>
                </c:pt>
                <c:pt idx="977">
                  <c:v>25471.79</c:v>
                </c:pt>
                <c:pt idx="978">
                  <c:v>25497.86</c:v>
                </c:pt>
                <c:pt idx="979">
                  <c:v>25523.93</c:v>
                </c:pt>
                <c:pt idx="980">
                  <c:v>25550</c:v>
                </c:pt>
                <c:pt idx="981">
                  <c:v>25576.07</c:v>
                </c:pt>
                <c:pt idx="982">
                  <c:v>25602.14</c:v>
                </c:pt>
                <c:pt idx="983">
                  <c:v>25628.21</c:v>
                </c:pt>
                <c:pt idx="984">
                  <c:v>25654.29</c:v>
                </c:pt>
                <c:pt idx="985">
                  <c:v>25680.36</c:v>
                </c:pt>
                <c:pt idx="986">
                  <c:v>25706.43</c:v>
                </c:pt>
                <c:pt idx="987">
                  <c:v>25732.5</c:v>
                </c:pt>
                <c:pt idx="988">
                  <c:v>25758.57</c:v>
                </c:pt>
                <c:pt idx="989">
                  <c:v>25784.639999999999</c:v>
                </c:pt>
                <c:pt idx="990">
                  <c:v>25810.71</c:v>
                </c:pt>
                <c:pt idx="991">
                  <c:v>25836.79</c:v>
                </c:pt>
                <c:pt idx="992">
                  <c:v>25862.86</c:v>
                </c:pt>
                <c:pt idx="993">
                  <c:v>25888.93</c:v>
                </c:pt>
                <c:pt idx="994">
                  <c:v>25915</c:v>
                </c:pt>
                <c:pt idx="995">
                  <c:v>25941.07</c:v>
                </c:pt>
                <c:pt idx="996">
                  <c:v>25967.14</c:v>
                </c:pt>
                <c:pt idx="997">
                  <c:v>25993.21</c:v>
                </c:pt>
                <c:pt idx="998">
                  <c:v>26019.29</c:v>
                </c:pt>
                <c:pt idx="999">
                  <c:v>26045.360000000001</c:v>
                </c:pt>
                <c:pt idx="1000">
                  <c:v>26071.43</c:v>
                </c:pt>
                <c:pt idx="1001">
                  <c:v>26097.5</c:v>
                </c:pt>
                <c:pt idx="1002">
                  <c:v>26123.57</c:v>
                </c:pt>
                <c:pt idx="1003">
                  <c:v>26149.64</c:v>
                </c:pt>
                <c:pt idx="1004">
                  <c:v>26175.71</c:v>
                </c:pt>
                <c:pt idx="1005">
                  <c:v>26201.79</c:v>
                </c:pt>
                <c:pt idx="1006">
                  <c:v>26227.86</c:v>
                </c:pt>
                <c:pt idx="1007">
                  <c:v>26253.93</c:v>
                </c:pt>
                <c:pt idx="1008">
                  <c:v>26280</c:v>
                </c:pt>
                <c:pt idx="1009">
                  <c:v>26306.07</c:v>
                </c:pt>
                <c:pt idx="1010">
                  <c:v>26332.14</c:v>
                </c:pt>
                <c:pt idx="1011">
                  <c:v>26358.21</c:v>
                </c:pt>
                <c:pt idx="1012">
                  <c:v>26384.29</c:v>
                </c:pt>
                <c:pt idx="1013">
                  <c:v>26410.36</c:v>
                </c:pt>
                <c:pt idx="1014">
                  <c:v>26436.43</c:v>
                </c:pt>
                <c:pt idx="1015">
                  <c:v>26462.5</c:v>
                </c:pt>
                <c:pt idx="1016">
                  <c:v>26488.57</c:v>
                </c:pt>
                <c:pt idx="1017">
                  <c:v>26514.639999999999</c:v>
                </c:pt>
                <c:pt idx="1018">
                  <c:v>26540.71</c:v>
                </c:pt>
                <c:pt idx="1019">
                  <c:v>26566.79</c:v>
                </c:pt>
                <c:pt idx="1020">
                  <c:v>26592.86</c:v>
                </c:pt>
                <c:pt idx="1021">
                  <c:v>26618.93</c:v>
                </c:pt>
                <c:pt idx="1022">
                  <c:v>26645</c:v>
                </c:pt>
                <c:pt idx="1023">
                  <c:v>26671.07</c:v>
                </c:pt>
                <c:pt idx="1024">
                  <c:v>26697.14</c:v>
                </c:pt>
                <c:pt idx="1025">
                  <c:v>26723.21</c:v>
                </c:pt>
                <c:pt idx="1026">
                  <c:v>26749.29</c:v>
                </c:pt>
                <c:pt idx="1027">
                  <c:v>26775.360000000001</c:v>
                </c:pt>
                <c:pt idx="1028">
                  <c:v>26801.43</c:v>
                </c:pt>
                <c:pt idx="1029">
                  <c:v>26827.5</c:v>
                </c:pt>
                <c:pt idx="1030">
                  <c:v>26853.57</c:v>
                </c:pt>
                <c:pt idx="1031">
                  <c:v>26879.64</c:v>
                </c:pt>
                <c:pt idx="1032">
                  <c:v>26905.71</c:v>
                </c:pt>
                <c:pt idx="1033">
                  <c:v>26931.79</c:v>
                </c:pt>
                <c:pt idx="1034">
                  <c:v>26957.86</c:v>
                </c:pt>
                <c:pt idx="1035">
                  <c:v>26983.93</c:v>
                </c:pt>
                <c:pt idx="1036">
                  <c:v>27010</c:v>
                </c:pt>
                <c:pt idx="1037">
                  <c:v>27036.07</c:v>
                </c:pt>
                <c:pt idx="1038">
                  <c:v>27062.14</c:v>
                </c:pt>
                <c:pt idx="1039">
                  <c:v>27088.21</c:v>
                </c:pt>
                <c:pt idx="1040">
                  <c:v>27114.29</c:v>
                </c:pt>
                <c:pt idx="1041">
                  <c:v>27140.36</c:v>
                </c:pt>
                <c:pt idx="1042">
                  <c:v>27166.43</c:v>
                </c:pt>
                <c:pt idx="1043">
                  <c:v>27192.5</c:v>
                </c:pt>
                <c:pt idx="1044">
                  <c:v>27218.57</c:v>
                </c:pt>
                <c:pt idx="1045">
                  <c:v>27244.639999999999</c:v>
                </c:pt>
                <c:pt idx="1046">
                  <c:v>27270.71</c:v>
                </c:pt>
                <c:pt idx="1047">
                  <c:v>27296.79</c:v>
                </c:pt>
                <c:pt idx="1048">
                  <c:v>27322.86</c:v>
                </c:pt>
                <c:pt idx="1049">
                  <c:v>27348.93</c:v>
                </c:pt>
                <c:pt idx="1050">
                  <c:v>27375</c:v>
                </c:pt>
                <c:pt idx="1051">
                  <c:v>27401.07</c:v>
                </c:pt>
                <c:pt idx="1052">
                  <c:v>27427.14</c:v>
                </c:pt>
                <c:pt idx="1053">
                  <c:v>27453.21</c:v>
                </c:pt>
                <c:pt idx="1054">
                  <c:v>27479.29</c:v>
                </c:pt>
                <c:pt idx="1055">
                  <c:v>27505.360000000001</c:v>
                </c:pt>
                <c:pt idx="1056">
                  <c:v>27531.43</c:v>
                </c:pt>
                <c:pt idx="1057">
                  <c:v>27557.5</c:v>
                </c:pt>
                <c:pt idx="1058">
                  <c:v>27583.57</c:v>
                </c:pt>
                <c:pt idx="1059">
                  <c:v>27609.64</c:v>
                </c:pt>
                <c:pt idx="1060">
                  <c:v>27635.71</c:v>
                </c:pt>
                <c:pt idx="1061">
                  <c:v>27661.79</c:v>
                </c:pt>
                <c:pt idx="1062">
                  <c:v>27687.86</c:v>
                </c:pt>
                <c:pt idx="1063">
                  <c:v>27713.93</c:v>
                </c:pt>
                <c:pt idx="1064">
                  <c:v>27740</c:v>
                </c:pt>
                <c:pt idx="1065">
                  <c:v>27766.07</c:v>
                </c:pt>
                <c:pt idx="1066">
                  <c:v>27792.14</c:v>
                </c:pt>
                <c:pt idx="1067">
                  <c:v>27818.21</c:v>
                </c:pt>
                <c:pt idx="1068">
                  <c:v>27844.29</c:v>
                </c:pt>
                <c:pt idx="1069">
                  <c:v>27870.36</c:v>
                </c:pt>
                <c:pt idx="1070">
                  <c:v>27896.43</c:v>
                </c:pt>
                <c:pt idx="1071">
                  <c:v>27922.5</c:v>
                </c:pt>
                <c:pt idx="1072">
                  <c:v>27948.57</c:v>
                </c:pt>
                <c:pt idx="1073">
                  <c:v>27974.639999999999</c:v>
                </c:pt>
                <c:pt idx="1074">
                  <c:v>28000.71</c:v>
                </c:pt>
                <c:pt idx="1075">
                  <c:v>28026.79</c:v>
                </c:pt>
                <c:pt idx="1076">
                  <c:v>28052.86</c:v>
                </c:pt>
                <c:pt idx="1077">
                  <c:v>28078.93</c:v>
                </c:pt>
                <c:pt idx="1078">
                  <c:v>28105</c:v>
                </c:pt>
                <c:pt idx="1079">
                  <c:v>28131.07</c:v>
                </c:pt>
                <c:pt idx="1080">
                  <c:v>28157.14</c:v>
                </c:pt>
                <c:pt idx="1081">
                  <c:v>28183.21</c:v>
                </c:pt>
                <c:pt idx="1082">
                  <c:v>28209.29</c:v>
                </c:pt>
                <c:pt idx="1083">
                  <c:v>28235.360000000001</c:v>
                </c:pt>
                <c:pt idx="1084">
                  <c:v>28261.43</c:v>
                </c:pt>
                <c:pt idx="1085">
                  <c:v>28287.5</c:v>
                </c:pt>
                <c:pt idx="1086">
                  <c:v>28313.57</c:v>
                </c:pt>
                <c:pt idx="1087">
                  <c:v>28339.64</c:v>
                </c:pt>
                <c:pt idx="1088">
                  <c:v>28365.71</c:v>
                </c:pt>
                <c:pt idx="1089">
                  <c:v>28391.79</c:v>
                </c:pt>
                <c:pt idx="1090">
                  <c:v>28417.86</c:v>
                </c:pt>
                <c:pt idx="1091">
                  <c:v>28443.93</c:v>
                </c:pt>
                <c:pt idx="1092">
                  <c:v>28470</c:v>
                </c:pt>
                <c:pt idx="1093">
                  <c:v>28496.07</c:v>
                </c:pt>
                <c:pt idx="1094">
                  <c:v>28522.14</c:v>
                </c:pt>
                <c:pt idx="1095">
                  <c:v>28548.21</c:v>
                </c:pt>
                <c:pt idx="1096">
                  <c:v>28574.29</c:v>
                </c:pt>
                <c:pt idx="1097">
                  <c:v>28600.36</c:v>
                </c:pt>
                <c:pt idx="1098">
                  <c:v>28626.43</c:v>
                </c:pt>
                <c:pt idx="1099">
                  <c:v>28652.5</c:v>
                </c:pt>
                <c:pt idx="1100">
                  <c:v>28678.57</c:v>
                </c:pt>
                <c:pt idx="1101">
                  <c:v>28704.639999999999</c:v>
                </c:pt>
                <c:pt idx="1102">
                  <c:v>28730.71</c:v>
                </c:pt>
                <c:pt idx="1103">
                  <c:v>28756.79</c:v>
                </c:pt>
                <c:pt idx="1104">
                  <c:v>28782.86</c:v>
                </c:pt>
                <c:pt idx="1105">
                  <c:v>28808.93</c:v>
                </c:pt>
                <c:pt idx="1106">
                  <c:v>28835</c:v>
                </c:pt>
                <c:pt idx="1107">
                  <c:v>28861.07</c:v>
                </c:pt>
                <c:pt idx="1108">
                  <c:v>28887.14</c:v>
                </c:pt>
                <c:pt idx="1109">
                  <c:v>28913.21</c:v>
                </c:pt>
                <c:pt idx="1110">
                  <c:v>28939.29</c:v>
                </c:pt>
                <c:pt idx="1111">
                  <c:v>28965.360000000001</c:v>
                </c:pt>
                <c:pt idx="1112">
                  <c:v>28991.43</c:v>
                </c:pt>
                <c:pt idx="1113">
                  <c:v>29017.5</c:v>
                </c:pt>
                <c:pt idx="1114">
                  <c:v>29043.57</c:v>
                </c:pt>
                <c:pt idx="1115">
                  <c:v>29069.64</c:v>
                </c:pt>
                <c:pt idx="1116">
                  <c:v>29095.71</c:v>
                </c:pt>
                <c:pt idx="1117">
                  <c:v>29121.79</c:v>
                </c:pt>
                <c:pt idx="1118">
                  <c:v>29147.86</c:v>
                </c:pt>
                <c:pt idx="1119">
                  <c:v>29173.93</c:v>
                </c:pt>
                <c:pt idx="1120">
                  <c:v>29200</c:v>
                </c:pt>
                <c:pt idx="1121">
                  <c:v>29226.07</c:v>
                </c:pt>
                <c:pt idx="1122">
                  <c:v>29252.14</c:v>
                </c:pt>
                <c:pt idx="1123">
                  <c:v>29278.21</c:v>
                </c:pt>
                <c:pt idx="1124">
                  <c:v>29304.29</c:v>
                </c:pt>
                <c:pt idx="1125">
                  <c:v>29330.36</c:v>
                </c:pt>
                <c:pt idx="1126">
                  <c:v>29356.43</c:v>
                </c:pt>
                <c:pt idx="1127">
                  <c:v>29382.5</c:v>
                </c:pt>
                <c:pt idx="1128">
                  <c:v>29408.57</c:v>
                </c:pt>
                <c:pt idx="1129">
                  <c:v>29434.639999999999</c:v>
                </c:pt>
                <c:pt idx="1130">
                  <c:v>29460.71</c:v>
                </c:pt>
                <c:pt idx="1131">
                  <c:v>29486.79</c:v>
                </c:pt>
                <c:pt idx="1132">
                  <c:v>29512.86</c:v>
                </c:pt>
                <c:pt idx="1133">
                  <c:v>29538.93</c:v>
                </c:pt>
                <c:pt idx="1134">
                  <c:v>29565</c:v>
                </c:pt>
                <c:pt idx="1135">
                  <c:v>29591.07</c:v>
                </c:pt>
                <c:pt idx="1136">
                  <c:v>29617.14</c:v>
                </c:pt>
                <c:pt idx="1137">
                  <c:v>29643.21</c:v>
                </c:pt>
                <c:pt idx="1138">
                  <c:v>29669.29</c:v>
                </c:pt>
                <c:pt idx="1139">
                  <c:v>29695.360000000001</c:v>
                </c:pt>
                <c:pt idx="1140">
                  <c:v>29721.43</c:v>
                </c:pt>
                <c:pt idx="1141">
                  <c:v>29747.5</c:v>
                </c:pt>
                <c:pt idx="1142">
                  <c:v>29773.57</c:v>
                </c:pt>
                <c:pt idx="1143">
                  <c:v>29799.64</c:v>
                </c:pt>
                <c:pt idx="1144">
                  <c:v>29825.71</c:v>
                </c:pt>
                <c:pt idx="1145">
                  <c:v>29851.79</c:v>
                </c:pt>
                <c:pt idx="1146">
                  <c:v>29877.86</c:v>
                </c:pt>
                <c:pt idx="1147">
                  <c:v>29903.93</c:v>
                </c:pt>
                <c:pt idx="1148">
                  <c:v>29930</c:v>
                </c:pt>
                <c:pt idx="1149">
                  <c:v>29956.07</c:v>
                </c:pt>
                <c:pt idx="1150">
                  <c:v>29982.14</c:v>
                </c:pt>
                <c:pt idx="1151">
                  <c:v>30008.21</c:v>
                </c:pt>
                <c:pt idx="1152">
                  <c:v>30034.29</c:v>
                </c:pt>
                <c:pt idx="1153">
                  <c:v>30060.36</c:v>
                </c:pt>
                <c:pt idx="1154">
                  <c:v>30086.43</c:v>
                </c:pt>
                <c:pt idx="1155">
                  <c:v>30112.5</c:v>
                </c:pt>
                <c:pt idx="1156">
                  <c:v>30138.57</c:v>
                </c:pt>
                <c:pt idx="1157">
                  <c:v>30164.639999999999</c:v>
                </c:pt>
                <c:pt idx="1158">
                  <c:v>30190.71</c:v>
                </c:pt>
                <c:pt idx="1159">
                  <c:v>30216.79</c:v>
                </c:pt>
                <c:pt idx="1160">
                  <c:v>30242.86</c:v>
                </c:pt>
                <c:pt idx="1161">
                  <c:v>30268.93</c:v>
                </c:pt>
                <c:pt idx="1162">
                  <c:v>30295</c:v>
                </c:pt>
                <c:pt idx="1163">
                  <c:v>30321.07</c:v>
                </c:pt>
                <c:pt idx="1164">
                  <c:v>30347.14</c:v>
                </c:pt>
                <c:pt idx="1165">
                  <c:v>30373.21</c:v>
                </c:pt>
                <c:pt idx="1166">
                  <c:v>30399.29</c:v>
                </c:pt>
                <c:pt idx="1167">
                  <c:v>30425.360000000001</c:v>
                </c:pt>
                <c:pt idx="1168">
                  <c:v>30451.43</c:v>
                </c:pt>
                <c:pt idx="1169">
                  <c:v>30477.5</c:v>
                </c:pt>
                <c:pt idx="1170">
                  <c:v>30503.57</c:v>
                </c:pt>
                <c:pt idx="1171">
                  <c:v>30529.64</c:v>
                </c:pt>
                <c:pt idx="1172">
                  <c:v>30555.71</c:v>
                </c:pt>
                <c:pt idx="1173">
                  <c:v>30581.79</c:v>
                </c:pt>
                <c:pt idx="1174">
                  <c:v>30607.86</c:v>
                </c:pt>
                <c:pt idx="1175">
                  <c:v>30633.93</c:v>
                </c:pt>
                <c:pt idx="1176">
                  <c:v>30660</c:v>
                </c:pt>
                <c:pt idx="1177">
                  <c:v>30686.07</c:v>
                </c:pt>
                <c:pt idx="1178">
                  <c:v>30712.14</c:v>
                </c:pt>
                <c:pt idx="1179">
                  <c:v>30738.21</c:v>
                </c:pt>
                <c:pt idx="1180">
                  <c:v>30764.29</c:v>
                </c:pt>
                <c:pt idx="1181">
                  <c:v>30790.36</c:v>
                </c:pt>
                <c:pt idx="1182">
                  <c:v>30816.43</c:v>
                </c:pt>
                <c:pt idx="1183">
                  <c:v>30842.5</c:v>
                </c:pt>
                <c:pt idx="1184">
                  <c:v>30868.57</c:v>
                </c:pt>
                <c:pt idx="1185">
                  <c:v>30894.639999999999</c:v>
                </c:pt>
                <c:pt idx="1186">
                  <c:v>30920.71</c:v>
                </c:pt>
                <c:pt idx="1187">
                  <c:v>30946.79</c:v>
                </c:pt>
                <c:pt idx="1188">
                  <c:v>30972.86</c:v>
                </c:pt>
                <c:pt idx="1189">
                  <c:v>30998.93</c:v>
                </c:pt>
                <c:pt idx="1190">
                  <c:v>31025</c:v>
                </c:pt>
                <c:pt idx="1191">
                  <c:v>31051.07</c:v>
                </c:pt>
                <c:pt idx="1192">
                  <c:v>31077.14</c:v>
                </c:pt>
                <c:pt idx="1193">
                  <c:v>31103.21</c:v>
                </c:pt>
                <c:pt idx="1194">
                  <c:v>31129.29</c:v>
                </c:pt>
                <c:pt idx="1195">
                  <c:v>31155.360000000001</c:v>
                </c:pt>
                <c:pt idx="1196">
                  <c:v>31181.43</c:v>
                </c:pt>
                <c:pt idx="1197">
                  <c:v>31207.5</c:v>
                </c:pt>
                <c:pt idx="1198">
                  <c:v>31233.57</c:v>
                </c:pt>
                <c:pt idx="1199">
                  <c:v>31259.64</c:v>
                </c:pt>
                <c:pt idx="1200">
                  <c:v>31285.71</c:v>
                </c:pt>
                <c:pt idx="1201">
                  <c:v>31311.79</c:v>
                </c:pt>
                <c:pt idx="1202">
                  <c:v>31337.86</c:v>
                </c:pt>
                <c:pt idx="1203">
                  <c:v>31363.93</c:v>
                </c:pt>
                <c:pt idx="1204">
                  <c:v>31390</c:v>
                </c:pt>
                <c:pt idx="1205">
                  <c:v>31416.07</c:v>
                </c:pt>
                <c:pt idx="1206">
                  <c:v>31442.14</c:v>
                </c:pt>
                <c:pt idx="1207">
                  <c:v>31468.21</c:v>
                </c:pt>
                <c:pt idx="1208">
                  <c:v>31494.29</c:v>
                </c:pt>
                <c:pt idx="1209">
                  <c:v>31520.36</c:v>
                </c:pt>
                <c:pt idx="1210">
                  <c:v>31546.43</c:v>
                </c:pt>
                <c:pt idx="1211">
                  <c:v>31572.5</c:v>
                </c:pt>
                <c:pt idx="1212">
                  <c:v>31598.57</c:v>
                </c:pt>
                <c:pt idx="1213">
                  <c:v>31624.639999999999</c:v>
                </c:pt>
                <c:pt idx="1214">
                  <c:v>31650.71</c:v>
                </c:pt>
                <c:pt idx="1215">
                  <c:v>31676.79</c:v>
                </c:pt>
                <c:pt idx="1216">
                  <c:v>31702.86</c:v>
                </c:pt>
                <c:pt idx="1217">
                  <c:v>31728.93</c:v>
                </c:pt>
                <c:pt idx="1218">
                  <c:v>31755</c:v>
                </c:pt>
                <c:pt idx="1219">
                  <c:v>31781.07</c:v>
                </c:pt>
                <c:pt idx="1220">
                  <c:v>31807.14</c:v>
                </c:pt>
                <c:pt idx="1221">
                  <c:v>31833.21</c:v>
                </c:pt>
                <c:pt idx="1222">
                  <c:v>31859.29</c:v>
                </c:pt>
                <c:pt idx="1223">
                  <c:v>31885.360000000001</c:v>
                </c:pt>
                <c:pt idx="1224">
                  <c:v>31911.43</c:v>
                </c:pt>
                <c:pt idx="1225">
                  <c:v>31937.5</c:v>
                </c:pt>
                <c:pt idx="1226">
                  <c:v>31963.57</c:v>
                </c:pt>
                <c:pt idx="1227">
                  <c:v>31989.64</c:v>
                </c:pt>
                <c:pt idx="1228">
                  <c:v>32015.71</c:v>
                </c:pt>
                <c:pt idx="1229">
                  <c:v>32041.79</c:v>
                </c:pt>
                <c:pt idx="1230">
                  <c:v>32067.86</c:v>
                </c:pt>
                <c:pt idx="1231">
                  <c:v>32093.93</c:v>
                </c:pt>
                <c:pt idx="1232">
                  <c:v>32120</c:v>
                </c:pt>
                <c:pt idx="1233">
                  <c:v>32146.07</c:v>
                </c:pt>
                <c:pt idx="1234">
                  <c:v>32172.14</c:v>
                </c:pt>
                <c:pt idx="1235">
                  <c:v>32198.21</c:v>
                </c:pt>
                <c:pt idx="1236">
                  <c:v>32224.29</c:v>
                </c:pt>
                <c:pt idx="1237">
                  <c:v>32250.36</c:v>
                </c:pt>
                <c:pt idx="1238">
                  <c:v>32276.43</c:v>
                </c:pt>
                <c:pt idx="1239">
                  <c:v>32302.5</c:v>
                </c:pt>
                <c:pt idx="1240">
                  <c:v>32328.57</c:v>
                </c:pt>
                <c:pt idx="1241">
                  <c:v>32354.639999999999</c:v>
                </c:pt>
                <c:pt idx="1242">
                  <c:v>32380.71</c:v>
                </c:pt>
                <c:pt idx="1243">
                  <c:v>32406.79</c:v>
                </c:pt>
                <c:pt idx="1244">
                  <c:v>32432.86</c:v>
                </c:pt>
                <c:pt idx="1245">
                  <c:v>32458.93</c:v>
                </c:pt>
                <c:pt idx="1246">
                  <c:v>32485</c:v>
                </c:pt>
                <c:pt idx="1247">
                  <c:v>32511.07</c:v>
                </c:pt>
                <c:pt idx="1248">
                  <c:v>32537.14</c:v>
                </c:pt>
                <c:pt idx="1249">
                  <c:v>32563.21</c:v>
                </c:pt>
                <c:pt idx="1250">
                  <c:v>32589.29</c:v>
                </c:pt>
                <c:pt idx="1251">
                  <c:v>32615.360000000001</c:v>
                </c:pt>
                <c:pt idx="1252">
                  <c:v>32641.43</c:v>
                </c:pt>
                <c:pt idx="1253">
                  <c:v>32667.5</c:v>
                </c:pt>
                <c:pt idx="1254">
                  <c:v>32693.57</c:v>
                </c:pt>
                <c:pt idx="1255">
                  <c:v>32719.64</c:v>
                </c:pt>
                <c:pt idx="1256">
                  <c:v>32745.71</c:v>
                </c:pt>
                <c:pt idx="1257">
                  <c:v>32771.79</c:v>
                </c:pt>
                <c:pt idx="1258">
                  <c:v>32797.86</c:v>
                </c:pt>
                <c:pt idx="1259">
                  <c:v>32823.93</c:v>
                </c:pt>
                <c:pt idx="1260">
                  <c:v>32850</c:v>
                </c:pt>
                <c:pt idx="1261">
                  <c:v>32876.07</c:v>
                </c:pt>
                <c:pt idx="1262">
                  <c:v>32902.14</c:v>
                </c:pt>
                <c:pt idx="1263">
                  <c:v>32928.21</c:v>
                </c:pt>
                <c:pt idx="1264">
                  <c:v>32954.29</c:v>
                </c:pt>
                <c:pt idx="1265">
                  <c:v>32980.36</c:v>
                </c:pt>
                <c:pt idx="1266">
                  <c:v>33006.43</c:v>
                </c:pt>
                <c:pt idx="1267">
                  <c:v>33032.5</c:v>
                </c:pt>
                <c:pt idx="1268">
                  <c:v>33058.57</c:v>
                </c:pt>
                <c:pt idx="1269">
                  <c:v>33084.639999999999</c:v>
                </c:pt>
                <c:pt idx="1270">
                  <c:v>33110.71</c:v>
                </c:pt>
                <c:pt idx="1271">
                  <c:v>33136.79</c:v>
                </c:pt>
                <c:pt idx="1272">
                  <c:v>33162.86</c:v>
                </c:pt>
                <c:pt idx="1273">
                  <c:v>33188.93</c:v>
                </c:pt>
                <c:pt idx="1274">
                  <c:v>33215</c:v>
                </c:pt>
                <c:pt idx="1275">
                  <c:v>33241.07</c:v>
                </c:pt>
                <c:pt idx="1276">
                  <c:v>33267.14</c:v>
                </c:pt>
                <c:pt idx="1277">
                  <c:v>33293.21</c:v>
                </c:pt>
                <c:pt idx="1278">
                  <c:v>33319.29</c:v>
                </c:pt>
                <c:pt idx="1279">
                  <c:v>33345.360000000001</c:v>
                </c:pt>
                <c:pt idx="1280">
                  <c:v>33371.43</c:v>
                </c:pt>
                <c:pt idx="1281">
                  <c:v>33397.5</c:v>
                </c:pt>
                <c:pt idx="1282">
                  <c:v>33423.57</c:v>
                </c:pt>
                <c:pt idx="1283">
                  <c:v>33449.64</c:v>
                </c:pt>
                <c:pt idx="1284">
                  <c:v>33475.71</c:v>
                </c:pt>
                <c:pt idx="1285">
                  <c:v>33501.79</c:v>
                </c:pt>
                <c:pt idx="1286">
                  <c:v>33527.86</c:v>
                </c:pt>
                <c:pt idx="1287">
                  <c:v>33553.93</c:v>
                </c:pt>
                <c:pt idx="1288">
                  <c:v>33580</c:v>
                </c:pt>
                <c:pt idx="1289">
                  <c:v>33606.07</c:v>
                </c:pt>
                <c:pt idx="1290">
                  <c:v>33632.14</c:v>
                </c:pt>
                <c:pt idx="1291">
                  <c:v>33658.21</c:v>
                </c:pt>
                <c:pt idx="1292">
                  <c:v>33684.29</c:v>
                </c:pt>
                <c:pt idx="1293">
                  <c:v>33710.36</c:v>
                </c:pt>
                <c:pt idx="1294">
                  <c:v>33736.43</c:v>
                </c:pt>
                <c:pt idx="1295">
                  <c:v>33762.5</c:v>
                </c:pt>
                <c:pt idx="1296">
                  <c:v>33788.57</c:v>
                </c:pt>
                <c:pt idx="1297">
                  <c:v>33814.639999999999</c:v>
                </c:pt>
                <c:pt idx="1298">
                  <c:v>33840.71</c:v>
                </c:pt>
                <c:pt idx="1299">
                  <c:v>33866.79</c:v>
                </c:pt>
                <c:pt idx="1300">
                  <c:v>33892.86</c:v>
                </c:pt>
                <c:pt idx="1301">
                  <c:v>33918.93</c:v>
                </c:pt>
                <c:pt idx="1302">
                  <c:v>33945</c:v>
                </c:pt>
                <c:pt idx="1303">
                  <c:v>33971.07</c:v>
                </c:pt>
                <c:pt idx="1304">
                  <c:v>33997.14</c:v>
                </c:pt>
                <c:pt idx="1305">
                  <c:v>34023.21</c:v>
                </c:pt>
                <c:pt idx="1306">
                  <c:v>34049.29</c:v>
                </c:pt>
                <c:pt idx="1307">
                  <c:v>34075.360000000001</c:v>
                </c:pt>
                <c:pt idx="1308">
                  <c:v>34101.43</c:v>
                </c:pt>
                <c:pt idx="1309">
                  <c:v>34127.5</c:v>
                </c:pt>
                <c:pt idx="1310">
                  <c:v>34153.57</c:v>
                </c:pt>
                <c:pt idx="1311">
                  <c:v>34179.64</c:v>
                </c:pt>
                <c:pt idx="1312">
                  <c:v>34205.71</c:v>
                </c:pt>
                <c:pt idx="1313">
                  <c:v>34231.79</c:v>
                </c:pt>
                <c:pt idx="1314">
                  <c:v>34257.86</c:v>
                </c:pt>
                <c:pt idx="1315">
                  <c:v>34283.93</c:v>
                </c:pt>
                <c:pt idx="1316">
                  <c:v>34310</c:v>
                </c:pt>
                <c:pt idx="1317">
                  <c:v>34336.07</c:v>
                </c:pt>
                <c:pt idx="1318">
                  <c:v>34362.14</c:v>
                </c:pt>
                <c:pt idx="1319">
                  <c:v>34388.21</c:v>
                </c:pt>
                <c:pt idx="1320">
                  <c:v>34414.29</c:v>
                </c:pt>
                <c:pt idx="1321">
                  <c:v>34440.36</c:v>
                </c:pt>
                <c:pt idx="1322">
                  <c:v>34466.43</c:v>
                </c:pt>
                <c:pt idx="1323">
                  <c:v>34492.5</c:v>
                </c:pt>
                <c:pt idx="1324">
                  <c:v>34518.57</c:v>
                </c:pt>
                <c:pt idx="1325">
                  <c:v>34544.639999999999</c:v>
                </c:pt>
                <c:pt idx="1326">
                  <c:v>34570.71</c:v>
                </c:pt>
                <c:pt idx="1327">
                  <c:v>34596.79</c:v>
                </c:pt>
                <c:pt idx="1328">
                  <c:v>34622.86</c:v>
                </c:pt>
                <c:pt idx="1329">
                  <c:v>34648.93</c:v>
                </c:pt>
                <c:pt idx="1330">
                  <c:v>34675</c:v>
                </c:pt>
                <c:pt idx="1331">
                  <c:v>34701.07</c:v>
                </c:pt>
                <c:pt idx="1332">
                  <c:v>34727.14</c:v>
                </c:pt>
                <c:pt idx="1333">
                  <c:v>34753.21</c:v>
                </c:pt>
                <c:pt idx="1334">
                  <c:v>34779.29</c:v>
                </c:pt>
                <c:pt idx="1335">
                  <c:v>34805.360000000001</c:v>
                </c:pt>
                <c:pt idx="1336">
                  <c:v>34831.43</c:v>
                </c:pt>
                <c:pt idx="1337">
                  <c:v>34857.5</c:v>
                </c:pt>
                <c:pt idx="1338">
                  <c:v>34883.57</c:v>
                </c:pt>
                <c:pt idx="1339">
                  <c:v>34909.64</c:v>
                </c:pt>
                <c:pt idx="1340">
                  <c:v>34935.71</c:v>
                </c:pt>
                <c:pt idx="1341">
                  <c:v>34961.79</c:v>
                </c:pt>
                <c:pt idx="1342">
                  <c:v>34987.86</c:v>
                </c:pt>
                <c:pt idx="1343">
                  <c:v>35013.93</c:v>
                </c:pt>
                <c:pt idx="1344">
                  <c:v>35040</c:v>
                </c:pt>
                <c:pt idx="1345">
                  <c:v>35066.07</c:v>
                </c:pt>
                <c:pt idx="1346">
                  <c:v>35092.14</c:v>
                </c:pt>
                <c:pt idx="1347">
                  <c:v>35118.21</c:v>
                </c:pt>
                <c:pt idx="1348">
                  <c:v>35144.29</c:v>
                </c:pt>
                <c:pt idx="1349">
                  <c:v>35170.36</c:v>
                </c:pt>
                <c:pt idx="1350">
                  <c:v>35196.43</c:v>
                </c:pt>
                <c:pt idx="1351">
                  <c:v>35222.5</c:v>
                </c:pt>
                <c:pt idx="1352">
                  <c:v>35248.57</c:v>
                </c:pt>
                <c:pt idx="1353">
                  <c:v>35274.639999999999</c:v>
                </c:pt>
                <c:pt idx="1354">
                  <c:v>35300.71</c:v>
                </c:pt>
                <c:pt idx="1355">
                  <c:v>35326.79</c:v>
                </c:pt>
                <c:pt idx="1356">
                  <c:v>35352.86</c:v>
                </c:pt>
                <c:pt idx="1357">
                  <c:v>35378.93</c:v>
                </c:pt>
                <c:pt idx="1358">
                  <c:v>35405</c:v>
                </c:pt>
                <c:pt idx="1359">
                  <c:v>35431.07</c:v>
                </c:pt>
                <c:pt idx="1360">
                  <c:v>35457.14</c:v>
                </c:pt>
                <c:pt idx="1361">
                  <c:v>35483.21</c:v>
                </c:pt>
                <c:pt idx="1362">
                  <c:v>35509.29</c:v>
                </c:pt>
                <c:pt idx="1363">
                  <c:v>35535.360000000001</c:v>
                </c:pt>
                <c:pt idx="1364">
                  <c:v>35561.43</c:v>
                </c:pt>
                <c:pt idx="1365">
                  <c:v>35587.5</c:v>
                </c:pt>
                <c:pt idx="1366">
                  <c:v>35613.57</c:v>
                </c:pt>
                <c:pt idx="1367">
                  <c:v>35639.64</c:v>
                </c:pt>
                <c:pt idx="1368">
                  <c:v>35665.71</c:v>
                </c:pt>
                <c:pt idx="1369">
                  <c:v>35691.79</c:v>
                </c:pt>
                <c:pt idx="1370">
                  <c:v>35717.86</c:v>
                </c:pt>
                <c:pt idx="1371">
                  <c:v>35743.93</c:v>
                </c:pt>
                <c:pt idx="1372">
                  <c:v>35770</c:v>
                </c:pt>
                <c:pt idx="1373">
                  <c:v>35796.07</c:v>
                </c:pt>
                <c:pt idx="1374">
                  <c:v>35822.14</c:v>
                </c:pt>
                <c:pt idx="1375">
                  <c:v>35848.21</c:v>
                </c:pt>
                <c:pt idx="1376">
                  <c:v>35874.29</c:v>
                </c:pt>
                <c:pt idx="1377">
                  <c:v>35900.36</c:v>
                </c:pt>
                <c:pt idx="1378">
                  <c:v>35926.43</c:v>
                </c:pt>
                <c:pt idx="1379">
                  <c:v>35952.5</c:v>
                </c:pt>
                <c:pt idx="1380">
                  <c:v>35978.57</c:v>
                </c:pt>
                <c:pt idx="1381">
                  <c:v>36004.639999999999</c:v>
                </c:pt>
                <c:pt idx="1382">
                  <c:v>36030.71</c:v>
                </c:pt>
                <c:pt idx="1383">
                  <c:v>36056.79</c:v>
                </c:pt>
                <c:pt idx="1384">
                  <c:v>36082.86</c:v>
                </c:pt>
                <c:pt idx="1385">
                  <c:v>36108.93</c:v>
                </c:pt>
                <c:pt idx="1386">
                  <c:v>36135</c:v>
                </c:pt>
                <c:pt idx="1387">
                  <c:v>36161.07</c:v>
                </c:pt>
                <c:pt idx="1388">
                  <c:v>36187.14</c:v>
                </c:pt>
                <c:pt idx="1389">
                  <c:v>36213.21</c:v>
                </c:pt>
                <c:pt idx="1390">
                  <c:v>36239.29</c:v>
                </c:pt>
                <c:pt idx="1391">
                  <c:v>36265.360000000001</c:v>
                </c:pt>
                <c:pt idx="1392">
                  <c:v>36291.43</c:v>
                </c:pt>
                <c:pt idx="1393">
                  <c:v>36317.5</c:v>
                </c:pt>
                <c:pt idx="1394">
                  <c:v>36343.57</c:v>
                </c:pt>
                <c:pt idx="1395">
                  <c:v>36369.64</c:v>
                </c:pt>
                <c:pt idx="1396">
                  <c:v>36395.71</c:v>
                </c:pt>
                <c:pt idx="1397">
                  <c:v>36421.79</c:v>
                </c:pt>
                <c:pt idx="1398">
                  <c:v>36447.86</c:v>
                </c:pt>
                <c:pt idx="1399">
                  <c:v>36473.93</c:v>
                </c:pt>
                <c:pt idx="1400">
                  <c:v>36500</c:v>
                </c:pt>
                <c:pt idx="1401">
                  <c:v>36526.07</c:v>
                </c:pt>
                <c:pt idx="1402">
                  <c:v>36552.14</c:v>
                </c:pt>
                <c:pt idx="1403">
                  <c:v>36578.21</c:v>
                </c:pt>
                <c:pt idx="1404">
                  <c:v>36604.29</c:v>
                </c:pt>
                <c:pt idx="1405">
                  <c:v>36630.36</c:v>
                </c:pt>
                <c:pt idx="1406">
                  <c:v>36656.43</c:v>
                </c:pt>
                <c:pt idx="1407">
                  <c:v>36682.5</c:v>
                </c:pt>
                <c:pt idx="1408">
                  <c:v>36708.57</c:v>
                </c:pt>
                <c:pt idx="1409">
                  <c:v>36734.639999999999</c:v>
                </c:pt>
                <c:pt idx="1410">
                  <c:v>36760.71</c:v>
                </c:pt>
                <c:pt idx="1411">
                  <c:v>36786.79</c:v>
                </c:pt>
                <c:pt idx="1412">
                  <c:v>36812.86</c:v>
                </c:pt>
                <c:pt idx="1413">
                  <c:v>36838.93</c:v>
                </c:pt>
                <c:pt idx="1414">
                  <c:v>36865</c:v>
                </c:pt>
                <c:pt idx="1415">
                  <c:v>36891.07</c:v>
                </c:pt>
                <c:pt idx="1416">
                  <c:v>36917.14</c:v>
                </c:pt>
                <c:pt idx="1417">
                  <c:v>36943.21</c:v>
                </c:pt>
                <c:pt idx="1418">
                  <c:v>36969.29</c:v>
                </c:pt>
                <c:pt idx="1419">
                  <c:v>36995.360000000001</c:v>
                </c:pt>
                <c:pt idx="1420">
                  <c:v>37021.43</c:v>
                </c:pt>
                <c:pt idx="1421">
                  <c:v>37047.5</c:v>
                </c:pt>
                <c:pt idx="1422">
                  <c:v>37073.57</c:v>
                </c:pt>
                <c:pt idx="1423">
                  <c:v>37099.64</c:v>
                </c:pt>
                <c:pt idx="1424">
                  <c:v>37125.71</c:v>
                </c:pt>
                <c:pt idx="1425">
                  <c:v>37151.79</c:v>
                </c:pt>
                <c:pt idx="1426">
                  <c:v>37177.86</c:v>
                </c:pt>
                <c:pt idx="1427">
                  <c:v>37203.93</c:v>
                </c:pt>
                <c:pt idx="1428">
                  <c:v>37230</c:v>
                </c:pt>
                <c:pt idx="1429">
                  <c:v>37256.07</c:v>
                </c:pt>
                <c:pt idx="1430">
                  <c:v>37282.14</c:v>
                </c:pt>
                <c:pt idx="1431">
                  <c:v>37308.21</c:v>
                </c:pt>
                <c:pt idx="1432">
                  <c:v>37334.29</c:v>
                </c:pt>
                <c:pt idx="1433">
                  <c:v>37360.36</c:v>
                </c:pt>
                <c:pt idx="1434">
                  <c:v>37386.43</c:v>
                </c:pt>
                <c:pt idx="1435">
                  <c:v>37412.5</c:v>
                </c:pt>
                <c:pt idx="1436">
                  <c:v>37438.57</c:v>
                </c:pt>
                <c:pt idx="1437">
                  <c:v>37464.639999999999</c:v>
                </c:pt>
                <c:pt idx="1438">
                  <c:v>37490.71</c:v>
                </c:pt>
                <c:pt idx="1439">
                  <c:v>37516.79</c:v>
                </c:pt>
                <c:pt idx="1440">
                  <c:v>37542.86</c:v>
                </c:pt>
                <c:pt idx="1441">
                  <c:v>37568.93</c:v>
                </c:pt>
                <c:pt idx="1442">
                  <c:v>37595</c:v>
                </c:pt>
                <c:pt idx="1443">
                  <c:v>37621.07</c:v>
                </c:pt>
                <c:pt idx="1444">
                  <c:v>37647.14</c:v>
                </c:pt>
                <c:pt idx="1445">
                  <c:v>37673.21</c:v>
                </c:pt>
                <c:pt idx="1446">
                  <c:v>37699.29</c:v>
                </c:pt>
                <c:pt idx="1447">
                  <c:v>37725.360000000001</c:v>
                </c:pt>
                <c:pt idx="1448">
                  <c:v>37751.43</c:v>
                </c:pt>
                <c:pt idx="1449">
                  <c:v>37777.5</c:v>
                </c:pt>
                <c:pt idx="1450">
                  <c:v>37803.57</c:v>
                </c:pt>
                <c:pt idx="1451">
                  <c:v>37829.64</c:v>
                </c:pt>
                <c:pt idx="1452">
                  <c:v>37855.71</c:v>
                </c:pt>
                <c:pt idx="1453">
                  <c:v>37881.79</c:v>
                </c:pt>
                <c:pt idx="1454">
                  <c:v>37907.86</c:v>
                </c:pt>
                <c:pt idx="1455">
                  <c:v>37933.93</c:v>
                </c:pt>
                <c:pt idx="1456">
                  <c:v>37960</c:v>
                </c:pt>
                <c:pt idx="1457">
                  <c:v>37986.07</c:v>
                </c:pt>
                <c:pt idx="1458">
                  <c:v>38012.14</c:v>
                </c:pt>
                <c:pt idx="1459">
                  <c:v>38038.21</c:v>
                </c:pt>
                <c:pt idx="1460">
                  <c:v>38064.29</c:v>
                </c:pt>
                <c:pt idx="1461">
                  <c:v>38090.36</c:v>
                </c:pt>
                <c:pt idx="1462">
                  <c:v>38116.43</c:v>
                </c:pt>
                <c:pt idx="1463">
                  <c:v>38142.5</c:v>
                </c:pt>
                <c:pt idx="1464">
                  <c:v>38168.57</c:v>
                </c:pt>
                <c:pt idx="1465">
                  <c:v>38194.639999999999</c:v>
                </c:pt>
                <c:pt idx="1466">
                  <c:v>38220.71</c:v>
                </c:pt>
                <c:pt idx="1467">
                  <c:v>38246.79</c:v>
                </c:pt>
                <c:pt idx="1468">
                  <c:v>38272.86</c:v>
                </c:pt>
                <c:pt idx="1469">
                  <c:v>38298.93</c:v>
                </c:pt>
                <c:pt idx="1470">
                  <c:v>38325</c:v>
                </c:pt>
                <c:pt idx="1471">
                  <c:v>38351.07</c:v>
                </c:pt>
                <c:pt idx="1472">
                  <c:v>38377.14</c:v>
                </c:pt>
                <c:pt idx="1473">
                  <c:v>38403.21</c:v>
                </c:pt>
                <c:pt idx="1474">
                  <c:v>38429.29</c:v>
                </c:pt>
                <c:pt idx="1475">
                  <c:v>38455.360000000001</c:v>
                </c:pt>
                <c:pt idx="1476">
                  <c:v>38481.43</c:v>
                </c:pt>
                <c:pt idx="1477">
                  <c:v>38507.5</c:v>
                </c:pt>
                <c:pt idx="1478">
                  <c:v>38533.57</c:v>
                </c:pt>
                <c:pt idx="1479">
                  <c:v>38559.64</c:v>
                </c:pt>
                <c:pt idx="1480">
                  <c:v>38585.71</c:v>
                </c:pt>
                <c:pt idx="1481">
                  <c:v>38611.79</c:v>
                </c:pt>
                <c:pt idx="1482">
                  <c:v>38637.86</c:v>
                </c:pt>
                <c:pt idx="1483">
                  <c:v>38663.93</c:v>
                </c:pt>
                <c:pt idx="1484">
                  <c:v>38690</c:v>
                </c:pt>
                <c:pt idx="1485">
                  <c:v>38716.07</c:v>
                </c:pt>
                <c:pt idx="1486">
                  <c:v>38742.14</c:v>
                </c:pt>
                <c:pt idx="1487">
                  <c:v>38768.21</c:v>
                </c:pt>
                <c:pt idx="1488">
                  <c:v>38794.29</c:v>
                </c:pt>
                <c:pt idx="1489">
                  <c:v>38820.36</c:v>
                </c:pt>
                <c:pt idx="1490">
                  <c:v>38846.43</c:v>
                </c:pt>
                <c:pt idx="1491">
                  <c:v>38872.5</c:v>
                </c:pt>
                <c:pt idx="1492">
                  <c:v>38898.57</c:v>
                </c:pt>
                <c:pt idx="1493">
                  <c:v>38924.639999999999</c:v>
                </c:pt>
                <c:pt idx="1494">
                  <c:v>38950.71</c:v>
                </c:pt>
                <c:pt idx="1495">
                  <c:v>38976.79</c:v>
                </c:pt>
                <c:pt idx="1496">
                  <c:v>39002.86</c:v>
                </c:pt>
                <c:pt idx="1497">
                  <c:v>39028.93</c:v>
                </c:pt>
                <c:pt idx="1498">
                  <c:v>39055</c:v>
                </c:pt>
                <c:pt idx="1499">
                  <c:v>39081.07</c:v>
                </c:pt>
                <c:pt idx="1500">
                  <c:v>39107.14</c:v>
                </c:pt>
                <c:pt idx="1501">
                  <c:v>39133.21</c:v>
                </c:pt>
                <c:pt idx="1502">
                  <c:v>39159.29</c:v>
                </c:pt>
                <c:pt idx="1503">
                  <c:v>39185.360000000001</c:v>
                </c:pt>
                <c:pt idx="1504">
                  <c:v>39211.43</c:v>
                </c:pt>
                <c:pt idx="1505">
                  <c:v>39237.5</c:v>
                </c:pt>
                <c:pt idx="1506">
                  <c:v>39263.57</c:v>
                </c:pt>
                <c:pt idx="1507">
                  <c:v>39289.64</c:v>
                </c:pt>
                <c:pt idx="1508">
                  <c:v>39315.71</c:v>
                </c:pt>
                <c:pt idx="1509">
                  <c:v>39341.79</c:v>
                </c:pt>
                <c:pt idx="1510">
                  <c:v>39367.86</c:v>
                </c:pt>
                <c:pt idx="1511">
                  <c:v>39393.93</c:v>
                </c:pt>
                <c:pt idx="1512">
                  <c:v>39420</c:v>
                </c:pt>
                <c:pt idx="1513">
                  <c:v>39446.07</c:v>
                </c:pt>
                <c:pt idx="1514">
                  <c:v>39472.14</c:v>
                </c:pt>
                <c:pt idx="1515">
                  <c:v>39498.21</c:v>
                </c:pt>
                <c:pt idx="1516">
                  <c:v>39524.29</c:v>
                </c:pt>
                <c:pt idx="1517">
                  <c:v>39550.36</c:v>
                </c:pt>
                <c:pt idx="1518">
                  <c:v>39576.43</c:v>
                </c:pt>
                <c:pt idx="1519">
                  <c:v>39602.5</c:v>
                </c:pt>
                <c:pt idx="1520">
                  <c:v>39628.57</c:v>
                </c:pt>
                <c:pt idx="1521">
                  <c:v>39654.639999999999</c:v>
                </c:pt>
                <c:pt idx="1522">
                  <c:v>39680.71</c:v>
                </c:pt>
                <c:pt idx="1523">
                  <c:v>39706.79</c:v>
                </c:pt>
                <c:pt idx="1524">
                  <c:v>39732.86</c:v>
                </c:pt>
                <c:pt idx="1525">
                  <c:v>39758.93</c:v>
                </c:pt>
                <c:pt idx="1526">
                  <c:v>39785</c:v>
                </c:pt>
                <c:pt idx="1527">
                  <c:v>39811.07</c:v>
                </c:pt>
                <c:pt idx="1528">
                  <c:v>39837.14</c:v>
                </c:pt>
                <c:pt idx="1529">
                  <c:v>39863.21</c:v>
                </c:pt>
                <c:pt idx="1530">
                  <c:v>39889.29</c:v>
                </c:pt>
                <c:pt idx="1531">
                  <c:v>39915.360000000001</c:v>
                </c:pt>
                <c:pt idx="1532">
                  <c:v>39941.43</c:v>
                </c:pt>
                <c:pt idx="1533">
                  <c:v>39967.5</c:v>
                </c:pt>
                <c:pt idx="1534">
                  <c:v>39993.57</c:v>
                </c:pt>
                <c:pt idx="1535">
                  <c:v>40019.64</c:v>
                </c:pt>
                <c:pt idx="1536">
                  <c:v>40045.71</c:v>
                </c:pt>
                <c:pt idx="1537">
                  <c:v>40071.79</c:v>
                </c:pt>
                <c:pt idx="1538">
                  <c:v>40097.86</c:v>
                </c:pt>
                <c:pt idx="1539">
                  <c:v>40123.93</c:v>
                </c:pt>
                <c:pt idx="1540">
                  <c:v>40150</c:v>
                </c:pt>
                <c:pt idx="1541">
                  <c:v>40176.07</c:v>
                </c:pt>
                <c:pt idx="1542">
                  <c:v>40202.14</c:v>
                </c:pt>
                <c:pt idx="1543">
                  <c:v>40228.21</c:v>
                </c:pt>
                <c:pt idx="1544">
                  <c:v>40254.29</c:v>
                </c:pt>
                <c:pt idx="1545">
                  <c:v>40280.36</c:v>
                </c:pt>
                <c:pt idx="1546">
                  <c:v>40306.43</c:v>
                </c:pt>
                <c:pt idx="1547">
                  <c:v>40332.5</c:v>
                </c:pt>
                <c:pt idx="1548">
                  <c:v>40358.57</c:v>
                </c:pt>
                <c:pt idx="1549">
                  <c:v>40384.639999999999</c:v>
                </c:pt>
                <c:pt idx="1550">
                  <c:v>40410.71</c:v>
                </c:pt>
                <c:pt idx="1551">
                  <c:v>40436.79</c:v>
                </c:pt>
                <c:pt idx="1552">
                  <c:v>40462.86</c:v>
                </c:pt>
                <c:pt idx="1553">
                  <c:v>40488.93</c:v>
                </c:pt>
                <c:pt idx="1554">
                  <c:v>40515</c:v>
                </c:pt>
                <c:pt idx="1555">
                  <c:v>40541.07</c:v>
                </c:pt>
                <c:pt idx="1556">
                  <c:v>40567.14</c:v>
                </c:pt>
                <c:pt idx="1557">
                  <c:v>40593.21</c:v>
                </c:pt>
                <c:pt idx="1558">
                  <c:v>40619.29</c:v>
                </c:pt>
                <c:pt idx="1559">
                  <c:v>40645.360000000001</c:v>
                </c:pt>
                <c:pt idx="1560">
                  <c:v>40671.43</c:v>
                </c:pt>
                <c:pt idx="1561">
                  <c:v>40697.5</c:v>
                </c:pt>
                <c:pt idx="1562">
                  <c:v>40723.57</c:v>
                </c:pt>
                <c:pt idx="1563">
                  <c:v>40749.64</c:v>
                </c:pt>
                <c:pt idx="1564">
                  <c:v>40775.71</c:v>
                </c:pt>
                <c:pt idx="1565">
                  <c:v>40801.79</c:v>
                </c:pt>
                <c:pt idx="1566">
                  <c:v>40827.86</c:v>
                </c:pt>
                <c:pt idx="1567">
                  <c:v>40853.93</c:v>
                </c:pt>
                <c:pt idx="1568">
                  <c:v>40880</c:v>
                </c:pt>
                <c:pt idx="1569">
                  <c:v>40906.07</c:v>
                </c:pt>
                <c:pt idx="1570">
                  <c:v>40932.14</c:v>
                </c:pt>
                <c:pt idx="1571">
                  <c:v>40958.21</c:v>
                </c:pt>
                <c:pt idx="1572">
                  <c:v>40984.29</c:v>
                </c:pt>
                <c:pt idx="1573">
                  <c:v>41010.36</c:v>
                </c:pt>
                <c:pt idx="1574">
                  <c:v>41036.43</c:v>
                </c:pt>
                <c:pt idx="1575">
                  <c:v>41062.5</c:v>
                </c:pt>
                <c:pt idx="1576">
                  <c:v>41088.57</c:v>
                </c:pt>
                <c:pt idx="1577">
                  <c:v>41114.639999999999</c:v>
                </c:pt>
                <c:pt idx="1578">
                  <c:v>41140.71</c:v>
                </c:pt>
                <c:pt idx="1579">
                  <c:v>41166.79</c:v>
                </c:pt>
                <c:pt idx="1580">
                  <c:v>41192.86</c:v>
                </c:pt>
                <c:pt idx="1581">
                  <c:v>41218.93</c:v>
                </c:pt>
                <c:pt idx="1582">
                  <c:v>41245</c:v>
                </c:pt>
                <c:pt idx="1583">
                  <c:v>41271.07</c:v>
                </c:pt>
                <c:pt idx="1584">
                  <c:v>41297.14</c:v>
                </c:pt>
                <c:pt idx="1585">
                  <c:v>41323.21</c:v>
                </c:pt>
                <c:pt idx="1586">
                  <c:v>41349.29</c:v>
                </c:pt>
                <c:pt idx="1587">
                  <c:v>41375.360000000001</c:v>
                </c:pt>
                <c:pt idx="1588">
                  <c:v>41401.43</c:v>
                </c:pt>
                <c:pt idx="1589">
                  <c:v>41427.5</c:v>
                </c:pt>
                <c:pt idx="1590">
                  <c:v>41453.57</c:v>
                </c:pt>
                <c:pt idx="1591">
                  <c:v>41479.64</c:v>
                </c:pt>
                <c:pt idx="1592">
                  <c:v>41505.71</c:v>
                </c:pt>
                <c:pt idx="1593">
                  <c:v>41531.79</c:v>
                </c:pt>
                <c:pt idx="1594">
                  <c:v>41557.86</c:v>
                </c:pt>
                <c:pt idx="1595">
                  <c:v>41583.93</c:v>
                </c:pt>
                <c:pt idx="1596">
                  <c:v>41610</c:v>
                </c:pt>
                <c:pt idx="1597">
                  <c:v>41636.07</c:v>
                </c:pt>
                <c:pt idx="1598">
                  <c:v>41662.14</c:v>
                </c:pt>
                <c:pt idx="1599">
                  <c:v>41688.21</c:v>
                </c:pt>
                <c:pt idx="1600">
                  <c:v>41714.29</c:v>
                </c:pt>
                <c:pt idx="1601">
                  <c:v>41740.36</c:v>
                </c:pt>
                <c:pt idx="1602">
                  <c:v>41766.43</c:v>
                </c:pt>
                <c:pt idx="1603">
                  <c:v>41792.5</c:v>
                </c:pt>
                <c:pt idx="1604">
                  <c:v>41818.57</c:v>
                </c:pt>
                <c:pt idx="1605">
                  <c:v>41844.639999999999</c:v>
                </c:pt>
                <c:pt idx="1606">
                  <c:v>41870.71</c:v>
                </c:pt>
                <c:pt idx="1607">
                  <c:v>41896.79</c:v>
                </c:pt>
                <c:pt idx="1608">
                  <c:v>41922.86</c:v>
                </c:pt>
                <c:pt idx="1609">
                  <c:v>41948.93</c:v>
                </c:pt>
                <c:pt idx="1610">
                  <c:v>41975</c:v>
                </c:pt>
                <c:pt idx="1611">
                  <c:v>42001.07</c:v>
                </c:pt>
                <c:pt idx="1612">
                  <c:v>42027.14</c:v>
                </c:pt>
                <c:pt idx="1613">
                  <c:v>42053.21</c:v>
                </c:pt>
                <c:pt idx="1614">
                  <c:v>42079.29</c:v>
                </c:pt>
                <c:pt idx="1615">
                  <c:v>42105.36</c:v>
                </c:pt>
                <c:pt idx="1616">
                  <c:v>42131.43</c:v>
                </c:pt>
                <c:pt idx="1617">
                  <c:v>42157.5</c:v>
                </c:pt>
                <c:pt idx="1618">
                  <c:v>42183.57</c:v>
                </c:pt>
                <c:pt idx="1619">
                  <c:v>42209.64</c:v>
                </c:pt>
                <c:pt idx="1620">
                  <c:v>42235.71</c:v>
                </c:pt>
                <c:pt idx="1621">
                  <c:v>42261.79</c:v>
                </c:pt>
                <c:pt idx="1622">
                  <c:v>42287.86</c:v>
                </c:pt>
                <c:pt idx="1623">
                  <c:v>42313.93</c:v>
                </c:pt>
                <c:pt idx="1624">
                  <c:v>42340</c:v>
                </c:pt>
                <c:pt idx="1625">
                  <c:v>42366.07</c:v>
                </c:pt>
                <c:pt idx="1626">
                  <c:v>42392.14</c:v>
                </c:pt>
                <c:pt idx="1627">
                  <c:v>42418.21</c:v>
                </c:pt>
                <c:pt idx="1628">
                  <c:v>42444.29</c:v>
                </c:pt>
                <c:pt idx="1629">
                  <c:v>42470.36</c:v>
                </c:pt>
                <c:pt idx="1630">
                  <c:v>42496.43</c:v>
                </c:pt>
                <c:pt idx="1631">
                  <c:v>42522.5</c:v>
                </c:pt>
                <c:pt idx="1632">
                  <c:v>42548.57</c:v>
                </c:pt>
                <c:pt idx="1633">
                  <c:v>42574.64</c:v>
                </c:pt>
                <c:pt idx="1634">
                  <c:v>42600.71</c:v>
                </c:pt>
                <c:pt idx="1635">
                  <c:v>42626.79</c:v>
                </c:pt>
                <c:pt idx="1636">
                  <c:v>42652.86</c:v>
                </c:pt>
                <c:pt idx="1637">
                  <c:v>42678.93</c:v>
                </c:pt>
                <c:pt idx="1638">
                  <c:v>42705</c:v>
                </c:pt>
                <c:pt idx="1639">
                  <c:v>42731.07</c:v>
                </c:pt>
                <c:pt idx="1640">
                  <c:v>42757.14</c:v>
                </c:pt>
                <c:pt idx="1641">
                  <c:v>42783.21</c:v>
                </c:pt>
                <c:pt idx="1642">
                  <c:v>42809.29</c:v>
                </c:pt>
                <c:pt idx="1643">
                  <c:v>42835.360000000001</c:v>
                </c:pt>
                <c:pt idx="1644">
                  <c:v>42861.43</c:v>
                </c:pt>
                <c:pt idx="1645">
                  <c:v>42887.5</c:v>
                </c:pt>
                <c:pt idx="1646">
                  <c:v>42913.57</c:v>
                </c:pt>
                <c:pt idx="1647">
                  <c:v>42939.64</c:v>
                </c:pt>
                <c:pt idx="1648">
                  <c:v>42965.71</c:v>
                </c:pt>
                <c:pt idx="1649">
                  <c:v>42991.79</c:v>
                </c:pt>
                <c:pt idx="1650">
                  <c:v>43017.86</c:v>
                </c:pt>
                <c:pt idx="1651">
                  <c:v>43043.93</c:v>
                </c:pt>
                <c:pt idx="1652">
                  <c:v>43070</c:v>
                </c:pt>
                <c:pt idx="1653">
                  <c:v>43096.07</c:v>
                </c:pt>
                <c:pt idx="1654">
                  <c:v>43122.14</c:v>
                </c:pt>
                <c:pt idx="1655">
                  <c:v>43148.21</c:v>
                </c:pt>
                <c:pt idx="1656">
                  <c:v>43174.29</c:v>
                </c:pt>
                <c:pt idx="1657">
                  <c:v>43200.36</c:v>
                </c:pt>
                <c:pt idx="1658">
                  <c:v>43226.43</c:v>
                </c:pt>
                <c:pt idx="1659">
                  <c:v>43252.5</c:v>
                </c:pt>
                <c:pt idx="1660">
                  <c:v>43278.57</c:v>
                </c:pt>
                <c:pt idx="1661">
                  <c:v>43304.639999999999</c:v>
                </c:pt>
                <c:pt idx="1662">
                  <c:v>43330.71</c:v>
                </c:pt>
                <c:pt idx="1663">
                  <c:v>43356.79</c:v>
                </c:pt>
                <c:pt idx="1664">
                  <c:v>43382.86</c:v>
                </c:pt>
                <c:pt idx="1665">
                  <c:v>43408.93</c:v>
                </c:pt>
                <c:pt idx="1666">
                  <c:v>43435</c:v>
                </c:pt>
                <c:pt idx="1667">
                  <c:v>43461.07</c:v>
                </c:pt>
                <c:pt idx="1668">
                  <c:v>43487.14</c:v>
                </c:pt>
                <c:pt idx="1669">
                  <c:v>43513.21</c:v>
                </c:pt>
                <c:pt idx="1670">
                  <c:v>43539.29</c:v>
                </c:pt>
                <c:pt idx="1671">
                  <c:v>43565.36</c:v>
                </c:pt>
                <c:pt idx="1672">
                  <c:v>43591.43</c:v>
                </c:pt>
                <c:pt idx="1673">
                  <c:v>43617.5</c:v>
                </c:pt>
                <c:pt idx="1674">
                  <c:v>43643.57</c:v>
                </c:pt>
                <c:pt idx="1675">
                  <c:v>43669.64</c:v>
                </c:pt>
                <c:pt idx="1676">
                  <c:v>43695.71</c:v>
                </c:pt>
                <c:pt idx="1677">
                  <c:v>43721.79</c:v>
                </c:pt>
                <c:pt idx="1678">
                  <c:v>43747.86</c:v>
                </c:pt>
                <c:pt idx="1679">
                  <c:v>43773.93</c:v>
                </c:pt>
                <c:pt idx="1680">
                  <c:v>43800</c:v>
                </c:pt>
                <c:pt idx="1681">
                  <c:v>43826.07</c:v>
                </c:pt>
                <c:pt idx="1682">
                  <c:v>43852.14</c:v>
                </c:pt>
                <c:pt idx="1683">
                  <c:v>43878.21</c:v>
                </c:pt>
                <c:pt idx="1684">
                  <c:v>43904.29</c:v>
                </c:pt>
                <c:pt idx="1685">
                  <c:v>43930.36</c:v>
                </c:pt>
                <c:pt idx="1686">
                  <c:v>43956.43</c:v>
                </c:pt>
                <c:pt idx="1687">
                  <c:v>43982.5</c:v>
                </c:pt>
                <c:pt idx="1688">
                  <c:v>44008.57</c:v>
                </c:pt>
                <c:pt idx="1689">
                  <c:v>44034.64</c:v>
                </c:pt>
                <c:pt idx="1690">
                  <c:v>44060.71</c:v>
                </c:pt>
                <c:pt idx="1691">
                  <c:v>44086.79</c:v>
                </c:pt>
                <c:pt idx="1692">
                  <c:v>44112.86</c:v>
                </c:pt>
                <c:pt idx="1693">
                  <c:v>44138.93</c:v>
                </c:pt>
                <c:pt idx="1694">
                  <c:v>44165</c:v>
                </c:pt>
                <c:pt idx="1695">
                  <c:v>44191.07</c:v>
                </c:pt>
                <c:pt idx="1696">
                  <c:v>44217.14</c:v>
                </c:pt>
                <c:pt idx="1697">
                  <c:v>44243.21</c:v>
                </c:pt>
                <c:pt idx="1698">
                  <c:v>44269.29</c:v>
                </c:pt>
                <c:pt idx="1699">
                  <c:v>44295.360000000001</c:v>
                </c:pt>
                <c:pt idx="1700">
                  <c:v>44321.43</c:v>
                </c:pt>
                <c:pt idx="1701">
                  <c:v>44347.5</c:v>
                </c:pt>
                <c:pt idx="1702">
                  <c:v>44373.57</c:v>
                </c:pt>
                <c:pt idx="1703">
                  <c:v>44399.64</c:v>
                </c:pt>
                <c:pt idx="1704">
                  <c:v>44425.71</c:v>
                </c:pt>
                <c:pt idx="1705">
                  <c:v>44451.79</c:v>
                </c:pt>
                <c:pt idx="1706">
                  <c:v>44477.86</c:v>
                </c:pt>
                <c:pt idx="1707">
                  <c:v>44503.93</c:v>
                </c:pt>
                <c:pt idx="1708">
                  <c:v>44530</c:v>
                </c:pt>
                <c:pt idx="1709">
                  <c:v>44556.07</c:v>
                </c:pt>
                <c:pt idx="1710">
                  <c:v>44582.14</c:v>
                </c:pt>
                <c:pt idx="1711">
                  <c:v>44608.21</c:v>
                </c:pt>
                <c:pt idx="1712">
                  <c:v>44634.29</c:v>
                </c:pt>
                <c:pt idx="1713">
                  <c:v>44660.36</c:v>
                </c:pt>
                <c:pt idx="1714">
                  <c:v>44686.43</c:v>
                </c:pt>
                <c:pt idx="1715">
                  <c:v>44712.5</c:v>
                </c:pt>
                <c:pt idx="1716">
                  <c:v>44738.57</c:v>
                </c:pt>
                <c:pt idx="1717">
                  <c:v>44764.639999999999</c:v>
                </c:pt>
                <c:pt idx="1718">
                  <c:v>44790.71</c:v>
                </c:pt>
                <c:pt idx="1719">
                  <c:v>44816.79</c:v>
                </c:pt>
                <c:pt idx="1720">
                  <c:v>44842.86</c:v>
                </c:pt>
                <c:pt idx="1721">
                  <c:v>44868.93</c:v>
                </c:pt>
                <c:pt idx="1722">
                  <c:v>44895</c:v>
                </c:pt>
                <c:pt idx="1723">
                  <c:v>44921.07</c:v>
                </c:pt>
                <c:pt idx="1724">
                  <c:v>44947.14</c:v>
                </c:pt>
                <c:pt idx="1725">
                  <c:v>44973.21</c:v>
                </c:pt>
                <c:pt idx="1726">
                  <c:v>44999.29</c:v>
                </c:pt>
                <c:pt idx="1727">
                  <c:v>45025.36</c:v>
                </c:pt>
                <c:pt idx="1728">
                  <c:v>45051.43</c:v>
                </c:pt>
                <c:pt idx="1729">
                  <c:v>45077.5</c:v>
                </c:pt>
                <c:pt idx="1730">
                  <c:v>45103.57</c:v>
                </c:pt>
                <c:pt idx="1731">
                  <c:v>45129.64</c:v>
                </c:pt>
                <c:pt idx="1732">
                  <c:v>45155.71</c:v>
                </c:pt>
                <c:pt idx="1733">
                  <c:v>45181.79</c:v>
                </c:pt>
                <c:pt idx="1734">
                  <c:v>45207.86</c:v>
                </c:pt>
                <c:pt idx="1735">
                  <c:v>45233.93</c:v>
                </c:pt>
                <c:pt idx="1736">
                  <c:v>45260</c:v>
                </c:pt>
                <c:pt idx="1737">
                  <c:v>45286.07</c:v>
                </c:pt>
                <c:pt idx="1738">
                  <c:v>45312.14</c:v>
                </c:pt>
                <c:pt idx="1739">
                  <c:v>45338.21</c:v>
                </c:pt>
                <c:pt idx="1740">
                  <c:v>45364.29</c:v>
                </c:pt>
                <c:pt idx="1741">
                  <c:v>45390.36</c:v>
                </c:pt>
                <c:pt idx="1742">
                  <c:v>45416.43</c:v>
                </c:pt>
                <c:pt idx="1743">
                  <c:v>45442.5</c:v>
                </c:pt>
                <c:pt idx="1744">
                  <c:v>45468.57</c:v>
                </c:pt>
                <c:pt idx="1745">
                  <c:v>45494.64</c:v>
                </c:pt>
                <c:pt idx="1746">
                  <c:v>45520.71</c:v>
                </c:pt>
                <c:pt idx="1747">
                  <c:v>45546.79</c:v>
                </c:pt>
                <c:pt idx="1748">
                  <c:v>45572.86</c:v>
                </c:pt>
                <c:pt idx="1749">
                  <c:v>45598.93</c:v>
                </c:pt>
                <c:pt idx="1750">
                  <c:v>45625</c:v>
                </c:pt>
                <c:pt idx="1751">
                  <c:v>45651.07</c:v>
                </c:pt>
                <c:pt idx="1752">
                  <c:v>45677.14</c:v>
                </c:pt>
                <c:pt idx="1753">
                  <c:v>45703.21</c:v>
                </c:pt>
                <c:pt idx="1754">
                  <c:v>45729.29</c:v>
                </c:pt>
                <c:pt idx="1755">
                  <c:v>45755.360000000001</c:v>
                </c:pt>
                <c:pt idx="1756">
                  <c:v>45781.43</c:v>
                </c:pt>
                <c:pt idx="1757">
                  <c:v>45807.5</c:v>
                </c:pt>
                <c:pt idx="1758">
                  <c:v>45833.57</c:v>
                </c:pt>
                <c:pt idx="1759">
                  <c:v>45859.64</c:v>
                </c:pt>
                <c:pt idx="1760">
                  <c:v>45885.71</c:v>
                </c:pt>
                <c:pt idx="1761">
                  <c:v>45911.79</c:v>
                </c:pt>
                <c:pt idx="1762">
                  <c:v>45937.86</c:v>
                </c:pt>
                <c:pt idx="1763">
                  <c:v>45963.93</c:v>
                </c:pt>
                <c:pt idx="1764">
                  <c:v>45990</c:v>
                </c:pt>
                <c:pt idx="1765">
                  <c:v>46016.07</c:v>
                </c:pt>
                <c:pt idx="1766">
                  <c:v>46042.14</c:v>
                </c:pt>
                <c:pt idx="1767">
                  <c:v>46068.21</c:v>
                </c:pt>
                <c:pt idx="1768">
                  <c:v>46094.29</c:v>
                </c:pt>
                <c:pt idx="1769">
                  <c:v>46120.36</c:v>
                </c:pt>
                <c:pt idx="1770">
                  <c:v>46146.43</c:v>
                </c:pt>
                <c:pt idx="1771">
                  <c:v>46172.5</c:v>
                </c:pt>
                <c:pt idx="1772">
                  <c:v>46198.57</c:v>
                </c:pt>
                <c:pt idx="1773">
                  <c:v>46224.639999999999</c:v>
                </c:pt>
                <c:pt idx="1774">
                  <c:v>46250.71</c:v>
                </c:pt>
                <c:pt idx="1775">
                  <c:v>46276.79</c:v>
                </c:pt>
                <c:pt idx="1776">
                  <c:v>46302.86</c:v>
                </c:pt>
                <c:pt idx="1777">
                  <c:v>46328.93</c:v>
                </c:pt>
                <c:pt idx="1778">
                  <c:v>46355</c:v>
                </c:pt>
                <c:pt idx="1779">
                  <c:v>46381.07</c:v>
                </c:pt>
                <c:pt idx="1780">
                  <c:v>46407.14</c:v>
                </c:pt>
                <c:pt idx="1781">
                  <c:v>46433.21</c:v>
                </c:pt>
                <c:pt idx="1782">
                  <c:v>46459.29</c:v>
                </c:pt>
                <c:pt idx="1783">
                  <c:v>46485.36</c:v>
                </c:pt>
                <c:pt idx="1784">
                  <c:v>46511.43</c:v>
                </c:pt>
                <c:pt idx="1785">
                  <c:v>46537.5</c:v>
                </c:pt>
                <c:pt idx="1786">
                  <c:v>46563.57</c:v>
                </c:pt>
                <c:pt idx="1787">
                  <c:v>46589.64</c:v>
                </c:pt>
                <c:pt idx="1788">
                  <c:v>46615.71</c:v>
                </c:pt>
                <c:pt idx="1789">
                  <c:v>46641.79</c:v>
                </c:pt>
                <c:pt idx="1790">
                  <c:v>46667.86</c:v>
                </c:pt>
                <c:pt idx="1791">
                  <c:v>46693.93</c:v>
                </c:pt>
                <c:pt idx="1792">
                  <c:v>46720</c:v>
                </c:pt>
                <c:pt idx="1793">
                  <c:v>46746.07</c:v>
                </c:pt>
                <c:pt idx="1794">
                  <c:v>46772.14</c:v>
                </c:pt>
                <c:pt idx="1795">
                  <c:v>46798.21</c:v>
                </c:pt>
                <c:pt idx="1796">
                  <c:v>46824.29</c:v>
                </c:pt>
                <c:pt idx="1797">
                  <c:v>46850.36</c:v>
                </c:pt>
                <c:pt idx="1798">
                  <c:v>46876.43</c:v>
                </c:pt>
                <c:pt idx="1799">
                  <c:v>46902.5</c:v>
                </c:pt>
                <c:pt idx="1800">
                  <c:v>46928.57</c:v>
                </c:pt>
                <c:pt idx="1801">
                  <c:v>46954.64</c:v>
                </c:pt>
                <c:pt idx="1802">
                  <c:v>46980.71</c:v>
                </c:pt>
                <c:pt idx="1803">
                  <c:v>47006.79</c:v>
                </c:pt>
                <c:pt idx="1804">
                  <c:v>47032.86</c:v>
                </c:pt>
                <c:pt idx="1805">
                  <c:v>47058.93</c:v>
                </c:pt>
                <c:pt idx="1806">
                  <c:v>47085</c:v>
                </c:pt>
                <c:pt idx="1807">
                  <c:v>47111.07</c:v>
                </c:pt>
                <c:pt idx="1808">
                  <c:v>47137.14</c:v>
                </c:pt>
                <c:pt idx="1809">
                  <c:v>47163.21</c:v>
                </c:pt>
                <c:pt idx="1810">
                  <c:v>47189.29</c:v>
                </c:pt>
                <c:pt idx="1811">
                  <c:v>47215.360000000001</c:v>
                </c:pt>
                <c:pt idx="1812">
                  <c:v>47241.43</c:v>
                </c:pt>
                <c:pt idx="1813">
                  <c:v>47267.5</c:v>
                </c:pt>
                <c:pt idx="1814">
                  <c:v>47293.57</c:v>
                </c:pt>
                <c:pt idx="1815">
                  <c:v>47319.64</c:v>
                </c:pt>
                <c:pt idx="1816">
                  <c:v>47345.71</c:v>
                </c:pt>
                <c:pt idx="1817">
                  <c:v>47371.79</c:v>
                </c:pt>
                <c:pt idx="1818">
                  <c:v>47397.86</c:v>
                </c:pt>
                <c:pt idx="1819">
                  <c:v>47423.93</c:v>
                </c:pt>
                <c:pt idx="1820">
                  <c:v>47450</c:v>
                </c:pt>
                <c:pt idx="1821">
                  <c:v>47476.07</c:v>
                </c:pt>
                <c:pt idx="1822">
                  <c:v>47502.14</c:v>
                </c:pt>
                <c:pt idx="1823">
                  <c:v>47528.21</c:v>
                </c:pt>
                <c:pt idx="1824">
                  <c:v>47554.29</c:v>
                </c:pt>
                <c:pt idx="1825">
                  <c:v>47580.36</c:v>
                </c:pt>
                <c:pt idx="1826">
                  <c:v>47606.43</c:v>
                </c:pt>
                <c:pt idx="1827">
                  <c:v>47632.5</c:v>
                </c:pt>
                <c:pt idx="1828">
                  <c:v>47658.57</c:v>
                </c:pt>
                <c:pt idx="1829">
                  <c:v>47684.639999999999</c:v>
                </c:pt>
                <c:pt idx="1830">
                  <c:v>47710.71</c:v>
                </c:pt>
                <c:pt idx="1831">
                  <c:v>47736.79</c:v>
                </c:pt>
                <c:pt idx="1832">
                  <c:v>47762.86</c:v>
                </c:pt>
                <c:pt idx="1833">
                  <c:v>47788.93</c:v>
                </c:pt>
                <c:pt idx="1834">
                  <c:v>47815</c:v>
                </c:pt>
                <c:pt idx="1835">
                  <c:v>47841.07</c:v>
                </c:pt>
                <c:pt idx="1836">
                  <c:v>47867.14</c:v>
                </c:pt>
                <c:pt idx="1837">
                  <c:v>47893.21</c:v>
                </c:pt>
                <c:pt idx="1838">
                  <c:v>47919.29</c:v>
                </c:pt>
                <c:pt idx="1839">
                  <c:v>47945.36</c:v>
                </c:pt>
                <c:pt idx="1840">
                  <c:v>47971.43</c:v>
                </c:pt>
                <c:pt idx="1841">
                  <c:v>47997.5</c:v>
                </c:pt>
                <c:pt idx="1842">
                  <c:v>48023.57</c:v>
                </c:pt>
                <c:pt idx="1843">
                  <c:v>48049.64</c:v>
                </c:pt>
                <c:pt idx="1844">
                  <c:v>48075.71</c:v>
                </c:pt>
                <c:pt idx="1845">
                  <c:v>48101.79</c:v>
                </c:pt>
                <c:pt idx="1846">
                  <c:v>48127.86</c:v>
                </c:pt>
                <c:pt idx="1847">
                  <c:v>48153.93</c:v>
                </c:pt>
                <c:pt idx="1848">
                  <c:v>48180</c:v>
                </c:pt>
                <c:pt idx="1849">
                  <c:v>48206.07</c:v>
                </c:pt>
                <c:pt idx="1850">
                  <c:v>48232.14</c:v>
                </c:pt>
                <c:pt idx="1851">
                  <c:v>48258.21</c:v>
                </c:pt>
                <c:pt idx="1852">
                  <c:v>48284.29</c:v>
                </c:pt>
                <c:pt idx="1853">
                  <c:v>48310.36</c:v>
                </c:pt>
                <c:pt idx="1854">
                  <c:v>48336.43</c:v>
                </c:pt>
                <c:pt idx="1855">
                  <c:v>48362.5</c:v>
                </c:pt>
                <c:pt idx="1856">
                  <c:v>48388.57</c:v>
                </c:pt>
                <c:pt idx="1857">
                  <c:v>48414.64</c:v>
                </c:pt>
                <c:pt idx="1858">
                  <c:v>48440.71</c:v>
                </c:pt>
                <c:pt idx="1859">
                  <c:v>48466.79</c:v>
                </c:pt>
                <c:pt idx="1860">
                  <c:v>48492.86</c:v>
                </c:pt>
                <c:pt idx="1861">
                  <c:v>48518.93</c:v>
                </c:pt>
                <c:pt idx="1862">
                  <c:v>48545</c:v>
                </c:pt>
                <c:pt idx="1863">
                  <c:v>48571.07</c:v>
                </c:pt>
                <c:pt idx="1864">
                  <c:v>48597.14</c:v>
                </c:pt>
                <c:pt idx="1865">
                  <c:v>48623.21</c:v>
                </c:pt>
                <c:pt idx="1866">
                  <c:v>48649.29</c:v>
                </c:pt>
                <c:pt idx="1867">
                  <c:v>48675.360000000001</c:v>
                </c:pt>
                <c:pt idx="1868">
                  <c:v>48701.43</c:v>
                </c:pt>
                <c:pt idx="1869">
                  <c:v>48727.5</c:v>
                </c:pt>
                <c:pt idx="1870">
                  <c:v>48753.57</c:v>
                </c:pt>
                <c:pt idx="1871">
                  <c:v>48779.64</c:v>
                </c:pt>
                <c:pt idx="1872">
                  <c:v>48805.71</c:v>
                </c:pt>
                <c:pt idx="1873">
                  <c:v>48831.79</c:v>
                </c:pt>
                <c:pt idx="1874">
                  <c:v>48857.86</c:v>
                </c:pt>
                <c:pt idx="1875">
                  <c:v>48883.93</c:v>
                </c:pt>
                <c:pt idx="1876">
                  <c:v>48910</c:v>
                </c:pt>
                <c:pt idx="1877">
                  <c:v>48936.07</c:v>
                </c:pt>
                <c:pt idx="1878">
                  <c:v>48962.14</c:v>
                </c:pt>
                <c:pt idx="1879">
                  <c:v>48988.21</c:v>
                </c:pt>
                <c:pt idx="1880">
                  <c:v>49014.29</c:v>
                </c:pt>
                <c:pt idx="1881">
                  <c:v>49040.36</c:v>
                </c:pt>
                <c:pt idx="1882">
                  <c:v>49066.43</c:v>
                </c:pt>
                <c:pt idx="1883">
                  <c:v>49092.5</c:v>
                </c:pt>
                <c:pt idx="1884">
                  <c:v>49118.57</c:v>
                </c:pt>
                <c:pt idx="1885">
                  <c:v>49144.639999999999</c:v>
                </c:pt>
                <c:pt idx="1886">
                  <c:v>49170.71</c:v>
                </c:pt>
                <c:pt idx="1887">
                  <c:v>49196.79</c:v>
                </c:pt>
                <c:pt idx="1888">
                  <c:v>49222.86</c:v>
                </c:pt>
                <c:pt idx="1889">
                  <c:v>49248.93</c:v>
                </c:pt>
                <c:pt idx="1890">
                  <c:v>49275</c:v>
                </c:pt>
                <c:pt idx="1891">
                  <c:v>49301.07</c:v>
                </c:pt>
                <c:pt idx="1892">
                  <c:v>49327.14</c:v>
                </c:pt>
                <c:pt idx="1893">
                  <c:v>49353.21</c:v>
                </c:pt>
                <c:pt idx="1894">
                  <c:v>49379.29</c:v>
                </c:pt>
                <c:pt idx="1895">
                  <c:v>49405.36</c:v>
                </c:pt>
                <c:pt idx="1896">
                  <c:v>49431.43</c:v>
                </c:pt>
                <c:pt idx="1897">
                  <c:v>49457.5</c:v>
                </c:pt>
                <c:pt idx="1898">
                  <c:v>49483.57</c:v>
                </c:pt>
                <c:pt idx="1899">
                  <c:v>49509.64</c:v>
                </c:pt>
                <c:pt idx="1900">
                  <c:v>49535.71</c:v>
                </c:pt>
                <c:pt idx="1901">
                  <c:v>49561.79</c:v>
                </c:pt>
                <c:pt idx="1902">
                  <c:v>49587.86</c:v>
                </c:pt>
                <c:pt idx="1903">
                  <c:v>49613.93</c:v>
                </c:pt>
                <c:pt idx="1904">
                  <c:v>49640</c:v>
                </c:pt>
                <c:pt idx="1905">
                  <c:v>49666.07</c:v>
                </c:pt>
                <c:pt idx="1906">
                  <c:v>49692.14</c:v>
                </c:pt>
                <c:pt idx="1907">
                  <c:v>49718.21</c:v>
                </c:pt>
                <c:pt idx="1908">
                  <c:v>49744.29</c:v>
                </c:pt>
                <c:pt idx="1909">
                  <c:v>49770.36</c:v>
                </c:pt>
                <c:pt idx="1910">
                  <c:v>49796.43</c:v>
                </c:pt>
                <c:pt idx="1911">
                  <c:v>49822.5</c:v>
                </c:pt>
                <c:pt idx="1912">
                  <c:v>49848.57</c:v>
                </c:pt>
                <c:pt idx="1913">
                  <c:v>49874.64</c:v>
                </c:pt>
                <c:pt idx="1914">
                  <c:v>49900.71</c:v>
                </c:pt>
                <c:pt idx="1915">
                  <c:v>49926.79</c:v>
                </c:pt>
                <c:pt idx="1916">
                  <c:v>49952.86</c:v>
                </c:pt>
                <c:pt idx="1917">
                  <c:v>49978.93</c:v>
                </c:pt>
                <c:pt idx="1918">
                  <c:v>50005</c:v>
                </c:pt>
                <c:pt idx="1919">
                  <c:v>50031.07</c:v>
                </c:pt>
                <c:pt idx="1920">
                  <c:v>50057.14</c:v>
                </c:pt>
                <c:pt idx="1921">
                  <c:v>50083.21</c:v>
                </c:pt>
                <c:pt idx="1922">
                  <c:v>50109.29</c:v>
                </c:pt>
                <c:pt idx="1923">
                  <c:v>50135.360000000001</c:v>
                </c:pt>
                <c:pt idx="1924">
                  <c:v>50161.43</c:v>
                </c:pt>
                <c:pt idx="1925">
                  <c:v>50187.5</c:v>
                </c:pt>
                <c:pt idx="1926">
                  <c:v>50213.57</c:v>
                </c:pt>
                <c:pt idx="1927">
                  <c:v>50239.64</c:v>
                </c:pt>
                <c:pt idx="1928">
                  <c:v>50265.71</c:v>
                </c:pt>
                <c:pt idx="1929">
                  <c:v>50291.79</c:v>
                </c:pt>
                <c:pt idx="1930">
                  <c:v>50317.86</c:v>
                </c:pt>
                <c:pt idx="1931">
                  <c:v>50343.93</c:v>
                </c:pt>
                <c:pt idx="1932">
                  <c:v>50370</c:v>
                </c:pt>
                <c:pt idx="1933">
                  <c:v>50396.07</c:v>
                </c:pt>
                <c:pt idx="1934">
                  <c:v>50422.14</c:v>
                </c:pt>
                <c:pt idx="1935">
                  <c:v>50448.21</c:v>
                </c:pt>
                <c:pt idx="1936">
                  <c:v>50474.29</c:v>
                </c:pt>
                <c:pt idx="1937">
                  <c:v>50500.36</c:v>
                </c:pt>
                <c:pt idx="1938">
                  <c:v>50526.43</c:v>
                </c:pt>
                <c:pt idx="1939">
                  <c:v>50552.5</c:v>
                </c:pt>
                <c:pt idx="1940">
                  <c:v>50578.57</c:v>
                </c:pt>
                <c:pt idx="1941">
                  <c:v>50604.639999999999</c:v>
                </c:pt>
                <c:pt idx="1942">
                  <c:v>50630.71</c:v>
                </c:pt>
                <c:pt idx="1943">
                  <c:v>50656.79</c:v>
                </c:pt>
                <c:pt idx="1944">
                  <c:v>50682.86</c:v>
                </c:pt>
                <c:pt idx="1945">
                  <c:v>50708.93</c:v>
                </c:pt>
                <c:pt idx="1946">
                  <c:v>50735</c:v>
                </c:pt>
                <c:pt idx="1947">
                  <c:v>50761.07</c:v>
                </c:pt>
                <c:pt idx="1948">
                  <c:v>50787.14</c:v>
                </c:pt>
                <c:pt idx="1949">
                  <c:v>50813.21</c:v>
                </c:pt>
                <c:pt idx="1950">
                  <c:v>50839.29</c:v>
                </c:pt>
                <c:pt idx="1951">
                  <c:v>50865.36</c:v>
                </c:pt>
                <c:pt idx="1952">
                  <c:v>50891.43</c:v>
                </c:pt>
                <c:pt idx="1953">
                  <c:v>50917.5</c:v>
                </c:pt>
                <c:pt idx="1954">
                  <c:v>50943.57</c:v>
                </c:pt>
                <c:pt idx="1955">
                  <c:v>50969.64</c:v>
                </c:pt>
                <c:pt idx="1956">
                  <c:v>50995.71</c:v>
                </c:pt>
                <c:pt idx="1957">
                  <c:v>51021.79</c:v>
                </c:pt>
                <c:pt idx="1958">
                  <c:v>51047.86</c:v>
                </c:pt>
                <c:pt idx="1959">
                  <c:v>51073.93</c:v>
                </c:pt>
                <c:pt idx="1960">
                  <c:v>51100</c:v>
                </c:pt>
                <c:pt idx="1961">
                  <c:v>51126.07</c:v>
                </c:pt>
                <c:pt idx="1962">
                  <c:v>51152.14</c:v>
                </c:pt>
                <c:pt idx="1963">
                  <c:v>51178.21</c:v>
                </c:pt>
                <c:pt idx="1964">
                  <c:v>51204.29</c:v>
                </c:pt>
                <c:pt idx="1965">
                  <c:v>51230.36</c:v>
                </c:pt>
                <c:pt idx="1966">
                  <c:v>51256.43</c:v>
                </c:pt>
                <c:pt idx="1967">
                  <c:v>51282.5</c:v>
                </c:pt>
                <c:pt idx="1968">
                  <c:v>51308.57</c:v>
                </c:pt>
                <c:pt idx="1969">
                  <c:v>51334.64</c:v>
                </c:pt>
                <c:pt idx="1970">
                  <c:v>51360.71</c:v>
                </c:pt>
                <c:pt idx="1971">
                  <c:v>51386.79</c:v>
                </c:pt>
                <c:pt idx="1972">
                  <c:v>51412.86</c:v>
                </c:pt>
                <c:pt idx="1973">
                  <c:v>51438.93</c:v>
                </c:pt>
                <c:pt idx="1974">
                  <c:v>51465</c:v>
                </c:pt>
                <c:pt idx="1975">
                  <c:v>51491.07</c:v>
                </c:pt>
                <c:pt idx="1976">
                  <c:v>51517.14</c:v>
                </c:pt>
                <c:pt idx="1977">
                  <c:v>51543.21</c:v>
                </c:pt>
                <c:pt idx="1978">
                  <c:v>51569.29</c:v>
                </c:pt>
                <c:pt idx="1979">
                  <c:v>51595.360000000001</c:v>
                </c:pt>
                <c:pt idx="1980">
                  <c:v>51621.43</c:v>
                </c:pt>
                <c:pt idx="1981">
                  <c:v>51647.5</c:v>
                </c:pt>
                <c:pt idx="1982">
                  <c:v>51673.57</c:v>
                </c:pt>
                <c:pt idx="1983">
                  <c:v>51699.64</c:v>
                </c:pt>
                <c:pt idx="1984">
                  <c:v>51725.71</c:v>
                </c:pt>
                <c:pt idx="1985">
                  <c:v>51751.79</c:v>
                </c:pt>
                <c:pt idx="1986">
                  <c:v>51777.86</c:v>
                </c:pt>
                <c:pt idx="1987">
                  <c:v>51803.93</c:v>
                </c:pt>
                <c:pt idx="1988">
                  <c:v>51830</c:v>
                </c:pt>
                <c:pt idx="1989">
                  <c:v>51856.07</c:v>
                </c:pt>
                <c:pt idx="1990">
                  <c:v>51882.14</c:v>
                </c:pt>
                <c:pt idx="1991">
                  <c:v>51908.21</c:v>
                </c:pt>
                <c:pt idx="1992">
                  <c:v>51934.29</c:v>
                </c:pt>
                <c:pt idx="1993">
                  <c:v>51960.36</c:v>
                </c:pt>
                <c:pt idx="1994">
                  <c:v>51986.43</c:v>
                </c:pt>
                <c:pt idx="1995">
                  <c:v>52012.5</c:v>
                </c:pt>
                <c:pt idx="1996">
                  <c:v>52038.57</c:v>
                </c:pt>
                <c:pt idx="1997">
                  <c:v>52064.639999999999</c:v>
                </c:pt>
                <c:pt idx="1998">
                  <c:v>52090.71</c:v>
                </c:pt>
                <c:pt idx="1999">
                  <c:v>52116.79</c:v>
                </c:pt>
                <c:pt idx="2000">
                  <c:v>52142.86</c:v>
                </c:pt>
                <c:pt idx="2001">
                  <c:v>52168.93</c:v>
                </c:pt>
                <c:pt idx="2002">
                  <c:v>52195</c:v>
                </c:pt>
                <c:pt idx="2003">
                  <c:v>52221.07</c:v>
                </c:pt>
                <c:pt idx="2004">
                  <c:v>52247.14</c:v>
                </c:pt>
                <c:pt idx="2005">
                  <c:v>52273.21</c:v>
                </c:pt>
                <c:pt idx="2006">
                  <c:v>52299.29</c:v>
                </c:pt>
                <c:pt idx="2007">
                  <c:v>52325.36</c:v>
                </c:pt>
                <c:pt idx="2008">
                  <c:v>52351.43</c:v>
                </c:pt>
                <c:pt idx="2009">
                  <c:v>52377.5</c:v>
                </c:pt>
                <c:pt idx="2010">
                  <c:v>52403.57</c:v>
                </c:pt>
                <c:pt idx="2011">
                  <c:v>52429.64</c:v>
                </c:pt>
                <c:pt idx="2012">
                  <c:v>52455.71</c:v>
                </c:pt>
                <c:pt idx="2013">
                  <c:v>52481.79</c:v>
                </c:pt>
                <c:pt idx="2014">
                  <c:v>52507.86</c:v>
                </c:pt>
                <c:pt idx="2015">
                  <c:v>52533.93</c:v>
                </c:pt>
                <c:pt idx="2016">
                  <c:v>52560</c:v>
                </c:pt>
                <c:pt idx="2017">
                  <c:v>52586.07</c:v>
                </c:pt>
                <c:pt idx="2018">
                  <c:v>52612.14</c:v>
                </c:pt>
                <c:pt idx="2019">
                  <c:v>52638.21</c:v>
                </c:pt>
                <c:pt idx="2020">
                  <c:v>52664.29</c:v>
                </c:pt>
                <c:pt idx="2021">
                  <c:v>52690.36</c:v>
                </c:pt>
                <c:pt idx="2022">
                  <c:v>52716.43</c:v>
                </c:pt>
                <c:pt idx="2023">
                  <c:v>52742.5</c:v>
                </c:pt>
                <c:pt idx="2024">
                  <c:v>52768.57</c:v>
                </c:pt>
                <c:pt idx="2025">
                  <c:v>52794.64</c:v>
                </c:pt>
                <c:pt idx="2026">
                  <c:v>52820.71</c:v>
                </c:pt>
                <c:pt idx="2027">
                  <c:v>52846.79</c:v>
                </c:pt>
                <c:pt idx="2028">
                  <c:v>52872.86</c:v>
                </c:pt>
                <c:pt idx="2029">
                  <c:v>52898.93</c:v>
                </c:pt>
                <c:pt idx="2030">
                  <c:v>52925</c:v>
                </c:pt>
                <c:pt idx="2031">
                  <c:v>52951.07</c:v>
                </c:pt>
                <c:pt idx="2032">
                  <c:v>52977.14</c:v>
                </c:pt>
                <c:pt idx="2033">
                  <c:v>53003.21</c:v>
                </c:pt>
                <c:pt idx="2034">
                  <c:v>53029.29</c:v>
                </c:pt>
                <c:pt idx="2035">
                  <c:v>53055.360000000001</c:v>
                </c:pt>
                <c:pt idx="2036">
                  <c:v>53081.43</c:v>
                </c:pt>
                <c:pt idx="2037">
                  <c:v>53107.5</c:v>
                </c:pt>
                <c:pt idx="2038">
                  <c:v>53133.57</c:v>
                </c:pt>
                <c:pt idx="2039">
                  <c:v>53159.64</c:v>
                </c:pt>
                <c:pt idx="2040">
                  <c:v>53185.71</c:v>
                </c:pt>
                <c:pt idx="2041">
                  <c:v>53211.79</c:v>
                </c:pt>
                <c:pt idx="2042">
                  <c:v>53237.86</c:v>
                </c:pt>
                <c:pt idx="2043">
                  <c:v>53263.93</c:v>
                </c:pt>
                <c:pt idx="2044">
                  <c:v>53290</c:v>
                </c:pt>
                <c:pt idx="2045">
                  <c:v>53316.07</c:v>
                </c:pt>
                <c:pt idx="2046">
                  <c:v>53342.14</c:v>
                </c:pt>
                <c:pt idx="2047">
                  <c:v>53368.21</c:v>
                </c:pt>
                <c:pt idx="2048">
                  <c:v>53394.29</c:v>
                </c:pt>
                <c:pt idx="2049">
                  <c:v>53420.36</c:v>
                </c:pt>
                <c:pt idx="2050">
                  <c:v>53446.43</c:v>
                </c:pt>
                <c:pt idx="2051">
                  <c:v>53472.5</c:v>
                </c:pt>
                <c:pt idx="2052">
                  <c:v>53498.57</c:v>
                </c:pt>
                <c:pt idx="2053">
                  <c:v>53524.639999999999</c:v>
                </c:pt>
                <c:pt idx="2054">
                  <c:v>53550.71</c:v>
                </c:pt>
                <c:pt idx="2055">
                  <c:v>53576.79</c:v>
                </c:pt>
                <c:pt idx="2056">
                  <c:v>53602.86</c:v>
                </c:pt>
                <c:pt idx="2057">
                  <c:v>53628.93</c:v>
                </c:pt>
                <c:pt idx="2058">
                  <c:v>53655</c:v>
                </c:pt>
                <c:pt idx="2059">
                  <c:v>53681.07</c:v>
                </c:pt>
                <c:pt idx="2060">
                  <c:v>53707.14</c:v>
                </c:pt>
                <c:pt idx="2061">
                  <c:v>53733.21</c:v>
                </c:pt>
                <c:pt idx="2062">
                  <c:v>53759.29</c:v>
                </c:pt>
                <c:pt idx="2063">
                  <c:v>53785.36</c:v>
                </c:pt>
                <c:pt idx="2064">
                  <c:v>53811.43</c:v>
                </c:pt>
                <c:pt idx="2065">
                  <c:v>53837.5</c:v>
                </c:pt>
                <c:pt idx="2066">
                  <c:v>53863.57</c:v>
                </c:pt>
                <c:pt idx="2067">
                  <c:v>53889.64</c:v>
                </c:pt>
                <c:pt idx="2068">
                  <c:v>53915.71</c:v>
                </c:pt>
                <c:pt idx="2069">
                  <c:v>53941.79</c:v>
                </c:pt>
                <c:pt idx="2070">
                  <c:v>53967.86</c:v>
                </c:pt>
                <c:pt idx="2071">
                  <c:v>53993.93</c:v>
                </c:pt>
                <c:pt idx="2072">
                  <c:v>54020</c:v>
                </c:pt>
                <c:pt idx="2073">
                  <c:v>54046.07</c:v>
                </c:pt>
                <c:pt idx="2074">
                  <c:v>54072.14</c:v>
                </c:pt>
                <c:pt idx="2075">
                  <c:v>54098.21</c:v>
                </c:pt>
                <c:pt idx="2076">
                  <c:v>54124.29</c:v>
                </c:pt>
                <c:pt idx="2077">
                  <c:v>54150.36</c:v>
                </c:pt>
                <c:pt idx="2078">
                  <c:v>54176.43</c:v>
                </c:pt>
                <c:pt idx="2079">
                  <c:v>54202.5</c:v>
                </c:pt>
                <c:pt idx="2080">
                  <c:v>54228.57</c:v>
                </c:pt>
                <c:pt idx="2081">
                  <c:v>54254.64</c:v>
                </c:pt>
                <c:pt idx="2082">
                  <c:v>54280.71</c:v>
                </c:pt>
                <c:pt idx="2083">
                  <c:v>54306.79</c:v>
                </c:pt>
                <c:pt idx="2084">
                  <c:v>54332.86</c:v>
                </c:pt>
                <c:pt idx="2085">
                  <c:v>54358.93</c:v>
                </c:pt>
                <c:pt idx="2086">
                  <c:v>54385</c:v>
                </c:pt>
                <c:pt idx="2087">
                  <c:v>54411.07</c:v>
                </c:pt>
                <c:pt idx="2088">
                  <c:v>54437.14</c:v>
                </c:pt>
                <c:pt idx="2089">
                  <c:v>54463.21</c:v>
                </c:pt>
                <c:pt idx="2090">
                  <c:v>54489.29</c:v>
                </c:pt>
                <c:pt idx="2091">
                  <c:v>54515.360000000001</c:v>
                </c:pt>
                <c:pt idx="2092">
                  <c:v>54541.43</c:v>
                </c:pt>
                <c:pt idx="2093">
                  <c:v>54567.5</c:v>
                </c:pt>
                <c:pt idx="2094">
                  <c:v>54593.57</c:v>
                </c:pt>
                <c:pt idx="2095">
                  <c:v>54619.64</c:v>
                </c:pt>
                <c:pt idx="2096">
                  <c:v>54645.71</c:v>
                </c:pt>
                <c:pt idx="2097">
                  <c:v>54671.79</c:v>
                </c:pt>
                <c:pt idx="2098">
                  <c:v>54697.86</c:v>
                </c:pt>
                <c:pt idx="2099">
                  <c:v>54723.93</c:v>
                </c:pt>
                <c:pt idx="2100">
                  <c:v>54750</c:v>
                </c:pt>
                <c:pt idx="2101">
                  <c:v>54776.07</c:v>
                </c:pt>
                <c:pt idx="2102">
                  <c:v>54802.14</c:v>
                </c:pt>
                <c:pt idx="2103">
                  <c:v>54828.21</c:v>
                </c:pt>
                <c:pt idx="2104">
                  <c:v>54854.29</c:v>
                </c:pt>
                <c:pt idx="2105">
                  <c:v>54880.36</c:v>
                </c:pt>
                <c:pt idx="2106">
                  <c:v>54906.43</c:v>
                </c:pt>
                <c:pt idx="2107">
                  <c:v>54932.5</c:v>
                </c:pt>
                <c:pt idx="2108">
                  <c:v>54958.57</c:v>
                </c:pt>
                <c:pt idx="2109">
                  <c:v>54984.639999999999</c:v>
                </c:pt>
                <c:pt idx="2110">
                  <c:v>55010.71</c:v>
                </c:pt>
                <c:pt idx="2111">
                  <c:v>55036.79</c:v>
                </c:pt>
                <c:pt idx="2112">
                  <c:v>55062.86</c:v>
                </c:pt>
                <c:pt idx="2113">
                  <c:v>55088.93</c:v>
                </c:pt>
                <c:pt idx="2114">
                  <c:v>55115</c:v>
                </c:pt>
                <c:pt idx="2115">
                  <c:v>55141.07</c:v>
                </c:pt>
                <c:pt idx="2116">
                  <c:v>55167.14</c:v>
                </c:pt>
                <c:pt idx="2117">
                  <c:v>55193.21</c:v>
                </c:pt>
                <c:pt idx="2118">
                  <c:v>55219.29</c:v>
                </c:pt>
                <c:pt idx="2119">
                  <c:v>55245.36</c:v>
                </c:pt>
                <c:pt idx="2120">
                  <c:v>55271.43</c:v>
                </c:pt>
                <c:pt idx="2121">
                  <c:v>55297.5</c:v>
                </c:pt>
                <c:pt idx="2122">
                  <c:v>55323.57</c:v>
                </c:pt>
                <c:pt idx="2123">
                  <c:v>55349.64</c:v>
                </c:pt>
                <c:pt idx="2124">
                  <c:v>55375.71</c:v>
                </c:pt>
                <c:pt idx="2125">
                  <c:v>55401.79</c:v>
                </c:pt>
                <c:pt idx="2126">
                  <c:v>55427.86</c:v>
                </c:pt>
                <c:pt idx="2127">
                  <c:v>55453.93</c:v>
                </c:pt>
                <c:pt idx="2128">
                  <c:v>55480</c:v>
                </c:pt>
                <c:pt idx="2129">
                  <c:v>55506.07</c:v>
                </c:pt>
                <c:pt idx="2130">
                  <c:v>55532.14</c:v>
                </c:pt>
                <c:pt idx="2131">
                  <c:v>55558.21</c:v>
                </c:pt>
                <c:pt idx="2132">
                  <c:v>55584.29</c:v>
                </c:pt>
                <c:pt idx="2133">
                  <c:v>55610.36</c:v>
                </c:pt>
                <c:pt idx="2134">
                  <c:v>55636.43</c:v>
                </c:pt>
                <c:pt idx="2135">
                  <c:v>55662.5</c:v>
                </c:pt>
                <c:pt idx="2136">
                  <c:v>55688.57</c:v>
                </c:pt>
                <c:pt idx="2137">
                  <c:v>55714.64</c:v>
                </c:pt>
                <c:pt idx="2138">
                  <c:v>55740.71</c:v>
                </c:pt>
                <c:pt idx="2139">
                  <c:v>55766.79</c:v>
                </c:pt>
                <c:pt idx="2140">
                  <c:v>55792.86</c:v>
                </c:pt>
                <c:pt idx="2141">
                  <c:v>55818.93</c:v>
                </c:pt>
                <c:pt idx="2142">
                  <c:v>55845</c:v>
                </c:pt>
                <c:pt idx="2143">
                  <c:v>55871.07</c:v>
                </c:pt>
                <c:pt idx="2144">
                  <c:v>55897.14</c:v>
                </c:pt>
                <c:pt idx="2145">
                  <c:v>55923.21</c:v>
                </c:pt>
                <c:pt idx="2146">
                  <c:v>55949.29</c:v>
                </c:pt>
                <c:pt idx="2147">
                  <c:v>55975.360000000001</c:v>
                </c:pt>
                <c:pt idx="2148">
                  <c:v>56001.43</c:v>
                </c:pt>
                <c:pt idx="2149">
                  <c:v>56027.5</c:v>
                </c:pt>
                <c:pt idx="2150">
                  <c:v>56053.57</c:v>
                </c:pt>
                <c:pt idx="2151">
                  <c:v>56079.64</c:v>
                </c:pt>
                <c:pt idx="2152">
                  <c:v>56105.71</c:v>
                </c:pt>
                <c:pt idx="2153">
                  <c:v>56131.79</c:v>
                </c:pt>
                <c:pt idx="2154">
                  <c:v>56157.86</c:v>
                </c:pt>
                <c:pt idx="2155">
                  <c:v>56183.93</c:v>
                </c:pt>
                <c:pt idx="2156">
                  <c:v>56210</c:v>
                </c:pt>
                <c:pt idx="2157">
                  <c:v>56236.07</c:v>
                </c:pt>
                <c:pt idx="2158">
                  <c:v>56262.14</c:v>
                </c:pt>
                <c:pt idx="2159">
                  <c:v>56288.21</c:v>
                </c:pt>
                <c:pt idx="2160">
                  <c:v>56314.29</c:v>
                </c:pt>
                <c:pt idx="2161">
                  <c:v>56340.36</c:v>
                </c:pt>
                <c:pt idx="2162">
                  <c:v>56366.43</c:v>
                </c:pt>
                <c:pt idx="2163">
                  <c:v>56392.5</c:v>
                </c:pt>
                <c:pt idx="2164">
                  <c:v>56418.57</c:v>
                </c:pt>
                <c:pt idx="2165">
                  <c:v>56444.639999999999</c:v>
                </c:pt>
                <c:pt idx="2166">
                  <c:v>56470.71</c:v>
                </c:pt>
                <c:pt idx="2167">
                  <c:v>56496.79</c:v>
                </c:pt>
                <c:pt idx="2168">
                  <c:v>56522.86</c:v>
                </c:pt>
                <c:pt idx="2169">
                  <c:v>56548.93</c:v>
                </c:pt>
                <c:pt idx="2170">
                  <c:v>56575</c:v>
                </c:pt>
                <c:pt idx="2171">
                  <c:v>56601.07</c:v>
                </c:pt>
                <c:pt idx="2172">
                  <c:v>56627.14</c:v>
                </c:pt>
                <c:pt idx="2173">
                  <c:v>56653.21</c:v>
                </c:pt>
                <c:pt idx="2174">
                  <c:v>56679.29</c:v>
                </c:pt>
                <c:pt idx="2175">
                  <c:v>56705.36</c:v>
                </c:pt>
                <c:pt idx="2176">
                  <c:v>56731.43</c:v>
                </c:pt>
                <c:pt idx="2177">
                  <c:v>56757.5</c:v>
                </c:pt>
                <c:pt idx="2178">
                  <c:v>56783.57</c:v>
                </c:pt>
                <c:pt idx="2179">
                  <c:v>56809.64</c:v>
                </c:pt>
                <c:pt idx="2180">
                  <c:v>56835.71</c:v>
                </c:pt>
                <c:pt idx="2181">
                  <c:v>56861.79</c:v>
                </c:pt>
                <c:pt idx="2182">
                  <c:v>56887.86</c:v>
                </c:pt>
                <c:pt idx="2183">
                  <c:v>56913.93</c:v>
                </c:pt>
                <c:pt idx="2184">
                  <c:v>56940</c:v>
                </c:pt>
                <c:pt idx="2185">
                  <c:v>56966.07</c:v>
                </c:pt>
                <c:pt idx="2186">
                  <c:v>56992.14</c:v>
                </c:pt>
                <c:pt idx="2187">
                  <c:v>57018.21</c:v>
                </c:pt>
                <c:pt idx="2188">
                  <c:v>57044.29</c:v>
                </c:pt>
                <c:pt idx="2189">
                  <c:v>57070.36</c:v>
                </c:pt>
                <c:pt idx="2190">
                  <c:v>57096.43</c:v>
                </c:pt>
                <c:pt idx="2191">
                  <c:v>57122.5</c:v>
                </c:pt>
                <c:pt idx="2192">
                  <c:v>57148.57</c:v>
                </c:pt>
                <c:pt idx="2193">
                  <c:v>57174.64</c:v>
                </c:pt>
                <c:pt idx="2194">
                  <c:v>57200.71</c:v>
                </c:pt>
                <c:pt idx="2195">
                  <c:v>57226.79</c:v>
                </c:pt>
                <c:pt idx="2196">
                  <c:v>57252.86</c:v>
                </c:pt>
                <c:pt idx="2197">
                  <c:v>57278.93</c:v>
                </c:pt>
                <c:pt idx="2198">
                  <c:v>57305</c:v>
                </c:pt>
                <c:pt idx="2199">
                  <c:v>57331.07</c:v>
                </c:pt>
                <c:pt idx="2200">
                  <c:v>57357.14</c:v>
                </c:pt>
                <c:pt idx="2201">
                  <c:v>57383.21</c:v>
                </c:pt>
                <c:pt idx="2202">
                  <c:v>57409.29</c:v>
                </c:pt>
                <c:pt idx="2203">
                  <c:v>57435.360000000001</c:v>
                </c:pt>
                <c:pt idx="2204">
                  <c:v>57461.43</c:v>
                </c:pt>
                <c:pt idx="2205">
                  <c:v>57487.5</c:v>
                </c:pt>
                <c:pt idx="2206">
                  <c:v>57513.57</c:v>
                </c:pt>
                <c:pt idx="2207">
                  <c:v>57539.64</c:v>
                </c:pt>
                <c:pt idx="2208">
                  <c:v>57565.71</c:v>
                </c:pt>
                <c:pt idx="2209">
                  <c:v>57591.79</c:v>
                </c:pt>
                <c:pt idx="2210">
                  <c:v>57617.86</c:v>
                </c:pt>
                <c:pt idx="2211">
                  <c:v>57643.93</c:v>
                </c:pt>
                <c:pt idx="2212">
                  <c:v>57670</c:v>
                </c:pt>
                <c:pt idx="2213">
                  <c:v>57696.07</c:v>
                </c:pt>
                <c:pt idx="2214">
                  <c:v>57722.14</c:v>
                </c:pt>
                <c:pt idx="2215">
                  <c:v>57748.21</c:v>
                </c:pt>
                <c:pt idx="2216">
                  <c:v>57774.29</c:v>
                </c:pt>
                <c:pt idx="2217">
                  <c:v>57800.36</c:v>
                </c:pt>
                <c:pt idx="2218">
                  <c:v>57826.43</c:v>
                </c:pt>
                <c:pt idx="2219">
                  <c:v>57852.5</c:v>
                </c:pt>
                <c:pt idx="2220">
                  <c:v>57878.57</c:v>
                </c:pt>
                <c:pt idx="2221">
                  <c:v>57904.639999999999</c:v>
                </c:pt>
                <c:pt idx="2222">
                  <c:v>57930.71</c:v>
                </c:pt>
                <c:pt idx="2223">
                  <c:v>57956.79</c:v>
                </c:pt>
                <c:pt idx="2224">
                  <c:v>57982.86</c:v>
                </c:pt>
                <c:pt idx="2225">
                  <c:v>58008.93</c:v>
                </c:pt>
                <c:pt idx="2226">
                  <c:v>58035</c:v>
                </c:pt>
                <c:pt idx="2227">
                  <c:v>58061.07</c:v>
                </c:pt>
                <c:pt idx="2228">
                  <c:v>58087.14</c:v>
                </c:pt>
                <c:pt idx="2229">
                  <c:v>58113.21</c:v>
                </c:pt>
                <c:pt idx="2230">
                  <c:v>58139.29</c:v>
                </c:pt>
                <c:pt idx="2231">
                  <c:v>58165.36</c:v>
                </c:pt>
                <c:pt idx="2232">
                  <c:v>58191.43</c:v>
                </c:pt>
                <c:pt idx="2233">
                  <c:v>58217.5</c:v>
                </c:pt>
                <c:pt idx="2234">
                  <c:v>58243.57</c:v>
                </c:pt>
                <c:pt idx="2235">
                  <c:v>58269.64</c:v>
                </c:pt>
                <c:pt idx="2236">
                  <c:v>58295.71</c:v>
                </c:pt>
                <c:pt idx="2237">
                  <c:v>58321.79</c:v>
                </c:pt>
                <c:pt idx="2238">
                  <c:v>58347.86</c:v>
                </c:pt>
                <c:pt idx="2239">
                  <c:v>58373.93</c:v>
                </c:pt>
                <c:pt idx="2240">
                  <c:v>58400</c:v>
                </c:pt>
                <c:pt idx="2241">
                  <c:v>58426.07</c:v>
                </c:pt>
                <c:pt idx="2242">
                  <c:v>58452.14</c:v>
                </c:pt>
                <c:pt idx="2243">
                  <c:v>58478.21</c:v>
                </c:pt>
                <c:pt idx="2244">
                  <c:v>58504.29</c:v>
                </c:pt>
                <c:pt idx="2245">
                  <c:v>58530.36</c:v>
                </c:pt>
                <c:pt idx="2246">
                  <c:v>58556.43</c:v>
                </c:pt>
                <c:pt idx="2247">
                  <c:v>58582.5</c:v>
                </c:pt>
                <c:pt idx="2248">
                  <c:v>58608.57</c:v>
                </c:pt>
                <c:pt idx="2249">
                  <c:v>58634.64</c:v>
                </c:pt>
                <c:pt idx="2250">
                  <c:v>58660.71</c:v>
                </c:pt>
                <c:pt idx="2251">
                  <c:v>58686.79</c:v>
                </c:pt>
                <c:pt idx="2252">
                  <c:v>58712.86</c:v>
                </c:pt>
                <c:pt idx="2253">
                  <c:v>58738.93</c:v>
                </c:pt>
                <c:pt idx="2254">
                  <c:v>58765</c:v>
                </c:pt>
                <c:pt idx="2255">
                  <c:v>58791.07</c:v>
                </c:pt>
                <c:pt idx="2256">
                  <c:v>58817.14</c:v>
                </c:pt>
                <c:pt idx="2257">
                  <c:v>58843.21</c:v>
                </c:pt>
                <c:pt idx="2258">
                  <c:v>58869.29</c:v>
                </c:pt>
                <c:pt idx="2259">
                  <c:v>58895.360000000001</c:v>
                </c:pt>
                <c:pt idx="2260">
                  <c:v>58921.43</c:v>
                </c:pt>
                <c:pt idx="2261">
                  <c:v>58947.5</c:v>
                </c:pt>
                <c:pt idx="2262">
                  <c:v>58973.57</c:v>
                </c:pt>
                <c:pt idx="2263">
                  <c:v>58999.64</c:v>
                </c:pt>
                <c:pt idx="2264">
                  <c:v>59025.71</c:v>
                </c:pt>
                <c:pt idx="2265">
                  <c:v>59051.79</c:v>
                </c:pt>
                <c:pt idx="2266">
                  <c:v>59077.86</c:v>
                </c:pt>
                <c:pt idx="2267">
                  <c:v>59103.93</c:v>
                </c:pt>
                <c:pt idx="2268">
                  <c:v>59130</c:v>
                </c:pt>
                <c:pt idx="2269">
                  <c:v>59156.07</c:v>
                </c:pt>
                <c:pt idx="2270">
                  <c:v>59182.14</c:v>
                </c:pt>
                <c:pt idx="2271">
                  <c:v>59208.21</c:v>
                </c:pt>
                <c:pt idx="2272">
                  <c:v>59234.29</c:v>
                </c:pt>
                <c:pt idx="2273">
                  <c:v>59260.36</c:v>
                </c:pt>
                <c:pt idx="2274">
                  <c:v>59286.43</c:v>
                </c:pt>
                <c:pt idx="2275">
                  <c:v>59312.5</c:v>
                </c:pt>
                <c:pt idx="2276">
                  <c:v>59338.57</c:v>
                </c:pt>
                <c:pt idx="2277">
                  <c:v>59364.639999999999</c:v>
                </c:pt>
                <c:pt idx="2278">
                  <c:v>59390.71</c:v>
                </c:pt>
                <c:pt idx="2279">
                  <c:v>59416.79</c:v>
                </c:pt>
                <c:pt idx="2280">
                  <c:v>59442.86</c:v>
                </c:pt>
                <c:pt idx="2281">
                  <c:v>59468.93</c:v>
                </c:pt>
                <c:pt idx="2282">
                  <c:v>59495</c:v>
                </c:pt>
                <c:pt idx="2283">
                  <c:v>59521.07</c:v>
                </c:pt>
                <c:pt idx="2284">
                  <c:v>59547.14</c:v>
                </c:pt>
                <c:pt idx="2285">
                  <c:v>59573.21</c:v>
                </c:pt>
                <c:pt idx="2286">
                  <c:v>59599.29</c:v>
                </c:pt>
                <c:pt idx="2287">
                  <c:v>59625.36</c:v>
                </c:pt>
                <c:pt idx="2288">
                  <c:v>59651.43</c:v>
                </c:pt>
                <c:pt idx="2289">
                  <c:v>59677.5</c:v>
                </c:pt>
                <c:pt idx="2290">
                  <c:v>59703.57</c:v>
                </c:pt>
                <c:pt idx="2291">
                  <c:v>59729.64</c:v>
                </c:pt>
                <c:pt idx="2292">
                  <c:v>59755.71</c:v>
                </c:pt>
                <c:pt idx="2293">
                  <c:v>59781.79</c:v>
                </c:pt>
                <c:pt idx="2294">
                  <c:v>59807.86</c:v>
                </c:pt>
                <c:pt idx="2295">
                  <c:v>59833.93</c:v>
                </c:pt>
                <c:pt idx="2296">
                  <c:v>59860</c:v>
                </c:pt>
                <c:pt idx="2297">
                  <c:v>59886.07</c:v>
                </c:pt>
                <c:pt idx="2298">
                  <c:v>59912.14</c:v>
                </c:pt>
                <c:pt idx="2299">
                  <c:v>59938.21</c:v>
                </c:pt>
                <c:pt idx="2300">
                  <c:v>59964.29</c:v>
                </c:pt>
                <c:pt idx="2301">
                  <c:v>59990.36</c:v>
                </c:pt>
                <c:pt idx="2302">
                  <c:v>60016.43</c:v>
                </c:pt>
                <c:pt idx="2303">
                  <c:v>60042.5</c:v>
                </c:pt>
                <c:pt idx="2304">
                  <c:v>60068.57</c:v>
                </c:pt>
                <c:pt idx="2305">
                  <c:v>60094.64</c:v>
                </c:pt>
                <c:pt idx="2306">
                  <c:v>60120.71</c:v>
                </c:pt>
                <c:pt idx="2307">
                  <c:v>60146.79</c:v>
                </c:pt>
                <c:pt idx="2308">
                  <c:v>60172.86</c:v>
                </c:pt>
                <c:pt idx="2309">
                  <c:v>60198.93</c:v>
                </c:pt>
                <c:pt idx="2310">
                  <c:v>60225</c:v>
                </c:pt>
                <c:pt idx="2311">
                  <c:v>60251.07</c:v>
                </c:pt>
                <c:pt idx="2312">
                  <c:v>60277.14</c:v>
                </c:pt>
                <c:pt idx="2313">
                  <c:v>60303.21</c:v>
                </c:pt>
                <c:pt idx="2314">
                  <c:v>60329.29</c:v>
                </c:pt>
                <c:pt idx="2315">
                  <c:v>60355.360000000001</c:v>
                </c:pt>
                <c:pt idx="2316">
                  <c:v>60381.43</c:v>
                </c:pt>
                <c:pt idx="2317">
                  <c:v>60407.5</c:v>
                </c:pt>
                <c:pt idx="2318">
                  <c:v>60433.57</c:v>
                </c:pt>
                <c:pt idx="2319">
                  <c:v>60459.64</c:v>
                </c:pt>
                <c:pt idx="2320">
                  <c:v>60485.71</c:v>
                </c:pt>
                <c:pt idx="2321">
                  <c:v>60511.79</c:v>
                </c:pt>
                <c:pt idx="2322">
                  <c:v>60537.86</c:v>
                </c:pt>
                <c:pt idx="2323">
                  <c:v>60563.93</c:v>
                </c:pt>
                <c:pt idx="2324">
                  <c:v>60590</c:v>
                </c:pt>
                <c:pt idx="2325">
                  <c:v>60616.07</c:v>
                </c:pt>
                <c:pt idx="2326">
                  <c:v>60642.14</c:v>
                </c:pt>
                <c:pt idx="2327">
                  <c:v>60668.21</c:v>
                </c:pt>
                <c:pt idx="2328">
                  <c:v>60694.29</c:v>
                </c:pt>
                <c:pt idx="2329">
                  <c:v>60720.36</c:v>
                </c:pt>
                <c:pt idx="2330">
                  <c:v>60746.43</c:v>
                </c:pt>
                <c:pt idx="2331">
                  <c:v>60772.5</c:v>
                </c:pt>
                <c:pt idx="2332">
                  <c:v>60798.57</c:v>
                </c:pt>
                <c:pt idx="2333">
                  <c:v>60824.639999999999</c:v>
                </c:pt>
                <c:pt idx="2334">
                  <c:v>60850.71</c:v>
                </c:pt>
                <c:pt idx="2335">
                  <c:v>60876.79</c:v>
                </c:pt>
                <c:pt idx="2336">
                  <c:v>60902.86</c:v>
                </c:pt>
                <c:pt idx="2337">
                  <c:v>60928.93</c:v>
                </c:pt>
                <c:pt idx="2338">
                  <c:v>60955</c:v>
                </c:pt>
                <c:pt idx="2339">
                  <c:v>60981.07</c:v>
                </c:pt>
                <c:pt idx="2340">
                  <c:v>61007.14</c:v>
                </c:pt>
                <c:pt idx="2341">
                  <c:v>61033.21</c:v>
                </c:pt>
                <c:pt idx="2342">
                  <c:v>61059.29</c:v>
                </c:pt>
                <c:pt idx="2343">
                  <c:v>61085.36</c:v>
                </c:pt>
                <c:pt idx="2344">
                  <c:v>61111.43</c:v>
                </c:pt>
                <c:pt idx="2345">
                  <c:v>61137.5</c:v>
                </c:pt>
                <c:pt idx="2346">
                  <c:v>61163.57</c:v>
                </c:pt>
                <c:pt idx="2347">
                  <c:v>61189.64</c:v>
                </c:pt>
                <c:pt idx="2348">
                  <c:v>61215.71</c:v>
                </c:pt>
                <c:pt idx="2349">
                  <c:v>61241.79</c:v>
                </c:pt>
                <c:pt idx="2350">
                  <c:v>61267.86</c:v>
                </c:pt>
                <c:pt idx="2351">
                  <c:v>61293.93</c:v>
                </c:pt>
                <c:pt idx="2352">
                  <c:v>61320</c:v>
                </c:pt>
                <c:pt idx="2353">
                  <c:v>61346.07</c:v>
                </c:pt>
                <c:pt idx="2354">
                  <c:v>61372.14</c:v>
                </c:pt>
                <c:pt idx="2355">
                  <c:v>61398.21</c:v>
                </c:pt>
                <c:pt idx="2356">
                  <c:v>61424.29</c:v>
                </c:pt>
                <c:pt idx="2357">
                  <c:v>61450.36</c:v>
                </c:pt>
                <c:pt idx="2358">
                  <c:v>61476.43</c:v>
                </c:pt>
                <c:pt idx="2359">
                  <c:v>61502.5</c:v>
                </c:pt>
                <c:pt idx="2360">
                  <c:v>61528.57</c:v>
                </c:pt>
                <c:pt idx="2361">
                  <c:v>61554.64</c:v>
                </c:pt>
                <c:pt idx="2362">
                  <c:v>61580.71</c:v>
                </c:pt>
                <c:pt idx="2363">
                  <c:v>61606.79</c:v>
                </c:pt>
                <c:pt idx="2364">
                  <c:v>61632.86</c:v>
                </c:pt>
                <c:pt idx="2365">
                  <c:v>61658.93</c:v>
                </c:pt>
                <c:pt idx="2366">
                  <c:v>61685</c:v>
                </c:pt>
                <c:pt idx="2367">
                  <c:v>61711.07</c:v>
                </c:pt>
                <c:pt idx="2368">
                  <c:v>61737.14</c:v>
                </c:pt>
                <c:pt idx="2369">
                  <c:v>61763.21</c:v>
                </c:pt>
                <c:pt idx="2370">
                  <c:v>61789.29</c:v>
                </c:pt>
                <c:pt idx="2371">
                  <c:v>61815.360000000001</c:v>
                </c:pt>
                <c:pt idx="2372">
                  <c:v>61841.43</c:v>
                </c:pt>
                <c:pt idx="2373">
                  <c:v>61867.5</c:v>
                </c:pt>
                <c:pt idx="2374">
                  <c:v>61893.57</c:v>
                </c:pt>
                <c:pt idx="2375">
                  <c:v>61919.64</c:v>
                </c:pt>
                <c:pt idx="2376">
                  <c:v>61945.71</c:v>
                </c:pt>
                <c:pt idx="2377">
                  <c:v>61971.79</c:v>
                </c:pt>
                <c:pt idx="2378">
                  <c:v>61997.86</c:v>
                </c:pt>
                <c:pt idx="2379">
                  <c:v>62023.93</c:v>
                </c:pt>
                <c:pt idx="2380">
                  <c:v>62050</c:v>
                </c:pt>
                <c:pt idx="2381">
                  <c:v>62076.07</c:v>
                </c:pt>
                <c:pt idx="2382">
                  <c:v>62102.14</c:v>
                </c:pt>
                <c:pt idx="2383">
                  <c:v>62128.21</c:v>
                </c:pt>
                <c:pt idx="2384">
                  <c:v>62154.29</c:v>
                </c:pt>
                <c:pt idx="2385">
                  <c:v>62180.36</c:v>
                </c:pt>
                <c:pt idx="2386">
                  <c:v>62206.43</c:v>
                </c:pt>
                <c:pt idx="2387">
                  <c:v>62232.5</c:v>
                </c:pt>
                <c:pt idx="2388">
                  <c:v>62258.57</c:v>
                </c:pt>
                <c:pt idx="2389">
                  <c:v>62284.639999999999</c:v>
                </c:pt>
                <c:pt idx="2390">
                  <c:v>62310.71</c:v>
                </c:pt>
                <c:pt idx="2391">
                  <c:v>62336.79</c:v>
                </c:pt>
                <c:pt idx="2392">
                  <c:v>62362.86</c:v>
                </c:pt>
                <c:pt idx="2393">
                  <c:v>62388.93</c:v>
                </c:pt>
                <c:pt idx="2394">
                  <c:v>62415</c:v>
                </c:pt>
                <c:pt idx="2395">
                  <c:v>62441.07</c:v>
                </c:pt>
                <c:pt idx="2396">
                  <c:v>62467.14</c:v>
                </c:pt>
                <c:pt idx="2397">
                  <c:v>62493.21</c:v>
                </c:pt>
                <c:pt idx="2398">
                  <c:v>62519.29</c:v>
                </c:pt>
                <c:pt idx="2399">
                  <c:v>62545.36</c:v>
                </c:pt>
                <c:pt idx="2400">
                  <c:v>62571.43</c:v>
                </c:pt>
                <c:pt idx="2401">
                  <c:v>62597.5</c:v>
                </c:pt>
                <c:pt idx="2402">
                  <c:v>62623.57</c:v>
                </c:pt>
                <c:pt idx="2403">
                  <c:v>62649.64</c:v>
                </c:pt>
                <c:pt idx="2404">
                  <c:v>62675.71</c:v>
                </c:pt>
                <c:pt idx="2405">
                  <c:v>62701.79</c:v>
                </c:pt>
                <c:pt idx="2406">
                  <c:v>62727.86</c:v>
                </c:pt>
                <c:pt idx="2407">
                  <c:v>62753.93</c:v>
                </c:pt>
                <c:pt idx="2408">
                  <c:v>62780</c:v>
                </c:pt>
                <c:pt idx="2409">
                  <c:v>62806.07</c:v>
                </c:pt>
                <c:pt idx="2410">
                  <c:v>62832.14</c:v>
                </c:pt>
                <c:pt idx="2411">
                  <c:v>62858.21</c:v>
                </c:pt>
                <c:pt idx="2412">
                  <c:v>62884.29</c:v>
                </c:pt>
                <c:pt idx="2413">
                  <c:v>62910.36</c:v>
                </c:pt>
                <c:pt idx="2414">
                  <c:v>62936.43</c:v>
                </c:pt>
                <c:pt idx="2415">
                  <c:v>62962.5</c:v>
                </c:pt>
                <c:pt idx="2416">
                  <c:v>62988.57</c:v>
                </c:pt>
                <c:pt idx="2417">
                  <c:v>63014.64</c:v>
                </c:pt>
                <c:pt idx="2418">
                  <c:v>63040.71</c:v>
                </c:pt>
                <c:pt idx="2419">
                  <c:v>63066.79</c:v>
                </c:pt>
                <c:pt idx="2420">
                  <c:v>63092.86</c:v>
                </c:pt>
                <c:pt idx="2421">
                  <c:v>63118.93</c:v>
                </c:pt>
                <c:pt idx="2422">
                  <c:v>63145</c:v>
                </c:pt>
                <c:pt idx="2423">
                  <c:v>63171.07</c:v>
                </c:pt>
                <c:pt idx="2424">
                  <c:v>63197.14</c:v>
                </c:pt>
                <c:pt idx="2425">
                  <c:v>63223.21</c:v>
                </c:pt>
                <c:pt idx="2426">
                  <c:v>63249.29</c:v>
                </c:pt>
                <c:pt idx="2427">
                  <c:v>63275.360000000001</c:v>
                </c:pt>
                <c:pt idx="2428">
                  <c:v>63301.43</c:v>
                </c:pt>
                <c:pt idx="2429">
                  <c:v>63327.5</c:v>
                </c:pt>
                <c:pt idx="2430">
                  <c:v>63353.57</c:v>
                </c:pt>
                <c:pt idx="2431">
                  <c:v>63379.64</c:v>
                </c:pt>
                <c:pt idx="2432">
                  <c:v>63405.71</c:v>
                </c:pt>
                <c:pt idx="2433">
                  <c:v>63431.79</c:v>
                </c:pt>
                <c:pt idx="2434">
                  <c:v>63457.86</c:v>
                </c:pt>
                <c:pt idx="2435">
                  <c:v>63483.93</c:v>
                </c:pt>
                <c:pt idx="2436">
                  <c:v>63510</c:v>
                </c:pt>
                <c:pt idx="2437">
                  <c:v>63536.07</c:v>
                </c:pt>
                <c:pt idx="2438">
                  <c:v>63562.14</c:v>
                </c:pt>
                <c:pt idx="2439">
                  <c:v>63588.21</c:v>
                </c:pt>
                <c:pt idx="2440">
                  <c:v>63614.29</c:v>
                </c:pt>
                <c:pt idx="2441">
                  <c:v>63640.36</c:v>
                </c:pt>
                <c:pt idx="2442">
                  <c:v>63666.43</c:v>
                </c:pt>
                <c:pt idx="2443">
                  <c:v>63692.5</c:v>
                </c:pt>
                <c:pt idx="2444">
                  <c:v>63718.57</c:v>
                </c:pt>
                <c:pt idx="2445">
                  <c:v>63744.639999999999</c:v>
                </c:pt>
                <c:pt idx="2446">
                  <c:v>63770.71</c:v>
                </c:pt>
                <c:pt idx="2447">
                  <c:v>63796.79</c:v>
                </c:pt>
                <c:pt idx="2448">
                  <c:v>63822.86</c:v>
                </c:pt>
                <c:pt idx="2449">
                  <c:v>63848.93</c:v>
                </c:pt>
                <c:pt idx="2450">
                  <c:v>63875</c:v>
                </c:pt>
                <c:pt idx="2451">
                  <c:v>63901.07</c:v>
                </c:pt>
                <c:pt idx="2452">
                  <c:v>63927.14</c:v>
                </c:pt>
                <c:pt idx="2453">
                  <c:v>63953.21</c:v>
                </c:pt>
                <c:pt idx="2454">
                  <c:v>63979.29</c:v>
                </c:pt>
                <c:pt idx="2455">
                  <c:v>64005.36</c:v>
                </c:pt>
                <c:pt idx="2456">
                  <c:v>64031.43</c:v>
                </c:pt>
                <c:pt idx="2457">
                  <c:v>64057.5</c:v>
                </c:pt>
                <c:pt idx="2458">
                  <c:v>64083.57</c:v>
                </c:pt>
                <c:pt idx="2459">
                  <c:v>64109.64</c:v>
                </c:pt>
                <c:pt idx="2460">
                  <c:v>64135.71</c:v>
                </c:pt>
                <c:pt idx="2461">
                  <c:v>64161.79</c:v>
                </c:pt>
                <c:pt idx="2462">
                  <c:v>64187.86</c:v>
                </c:pt>
                <c:pt idx="2463">
                  <c:v>64213.93</c:v>
                </c:pt>
                <c:pt idx="2464">
                  <c:v>64240</c:v>
                </c:pt>
                <c:pt idx="2465">
                  <c:v>64266.07</c:v>
                </c:pt>
                <c:pt idx="2466">
                  <c:v>64292.14</c:v>
                </c:pt>
                <c:pt idx="2467">
                  <c:v>64318.21</c:v>
                </c:pt>
                <c:pt idx="2468">
                  <c:v>64344.29</c:v>
                </c:pt>
                <c:pt idx="2469">
                  <c:v>64370.36</c:v>
                </c:pt>
                <c:pt idx="2470">
                  <c:v>64396.43</c:v>
                </c:pt>
                <c:pt idx="2471">
                  <c:v>64422.5</c:v>
                </c:pt>
                <c:pt idx="2472">
                  <c:v>64448.57</c:v>
                </c:pt>
                <c:pt idx="2473">
                  <c:v>64474.64</c:v>
                </c:pt>
                <c:pt idx="2474">
                  <c:v>64500.71</c:v>
                </c:pt>
                <c:pt idx="2475">
                  <c:v>64526.79</c:v>
                </c:pt>
                <c:pt idx="2476">
                  <c:v>64552.86</c:v>
                </c:pt>
                <c:pt idx="2477">
                  <c:v>64578.93</c:v>
                </c:pt>
                <c:pt idx="2478">
                  <c:v>64605</c:v>
                </c:pt>
                <c:pt idx="2479">
                  <c:v>64631.07</c:v>
                </c:pt>
                <c:pt idx="2480">
                  <c:v>64657.14</c:v>
                </c:pt>
                <c:pt idx="2481">
                  <c:v>64683.21</c:v>
                </c:pt>
                <c:pt idx="2482">
                  <c:v>64709.29</c:v>
                </c:pt>
                <c:pt idx="2483">
                  <c:v>64735.360000000001</c:v>
                </c:pt>
                <c:pt idx="2484">
                  <c:v>64761.43</c:v>
                </c:pt>
                <c:pt idx="2485">
                  <c:v>64787.5</c:v>
                </c:pt>
                <c:pt idx="2486">
                  <c:v>64813.57</c:v>
                </c:pt>
                <c:pt idx="2487">
                  <c:v>64839.64</c:v>
                </c:pt>
                <c:pt idx="2488">
                  <c:v>64865.71</c:v>
                </c:pt>
                <c:pt idx="2489">
                  <c:v>64891.79</c:v>
                </c:pt>
                <c:pt idx="2490">
                  <c:v>64917.86</c:v>
                </c:pt>
                <c:pt idx="2491">
                  <c:v>64943.93</c:v>
                </c:pt>
                <c:pt idx="2492">
                  <c:v>64970</c:v>
                </c:pt>
                <c:pt idx="2493">
                  <c:v>64996.07</c:v>
                </c:pt>
                <c:pt idx="2494">
                  <c:v>65022.14</c:v>
                </c:pt>
                <c:pt idx="2495">
                  <c:v>65048.21</c:v>
                </c:pt>
                <c:pt idx="2496">
                  <c:v>65074.29</c:v>
                </c:pt>
                <c:pt idx="2497">
                  <c:v>65100.36</c:v>
                </c:pt>
                <c:pt idx="2498">
                  <c:v>65126.43</c:v>
                </c:pt>
                <c:pt idx="2499">
                  <c:v>65152.5</c:v>
                </c:pt>
                <c:pt idx="2500">
                  <c:v>65178.57</c:v>
                </c:pt>
                <c:pt idx="2501">
                  <c:v>65204.639999999999</c:v>
                </c:pt>
                <c:pt idx="2502">
                  <c:v>65230.71</c:v>
                </c:pt>
                <c:pt idx="2503">
                  <c:v>65256.79</c:v>
                </c:pt>
                <c:pt idx="2504">
                  <c:v>65282.86</c:v>
                </c:pt>
                <c:pt idx="2505">
                  <c:v>65308.93</c:v>
                </c:pt>
                <c:pt idx="2506">
                  <c:v>65335</c:v>
                </c:pt>
                <c:pt idx="2507">
                  <c:v>65361.07</c:v>
                </c:pt>
                <c:pt idx="2508">
                  <c:v>65387.14</c:v>
                </c:pt>
                <c:pt idx="2509">
                  <c:v>65413.21</c:v>
                </c:pt>
                <c:pt idx="2510">
                  <c:v>65439.29</c:v>
                </c:pt>
                <c:pt idx="2511">
                  <c:v>65465.36</c:v>
                </c:pt>
                <c:pt idx="2512">
                  <c:v>65491.43</c:v>
                </c:pt>
                <c:pt idx="2513">
                  <c:v>65517.5</c:v>
                </c:pt>
                <c:pt idx="2514">
                  <c:v>65543.570000000007</c:v>
                </c:pt>
                <c:pt idx="2515">
                  <c:v>65569.64</c:v>
                </c:pt>
                <c:pt idx="2516">
                  <c:v>65595.710000000006</c:v>
                </c:pt>
                <c:pt idx="2517">
                  <c:v>65621.789999999994</c:v>
                </c:pt>
                <c:pt idx="2518">
                  <c:v>65647.86</c:v>
                </c:pt>
                <c:pt idx="2519">
                  <c:v>65673.929999999993</c:v>
                </c:pt>
                <c:pt idx="2520">
                  <c:v>65700</c:v>
                </c:pt>
                <c:pt idx="2521">
                  <c:v>65726.070000000007</c:v>
                </c:pt>
                <c:pt idx="2522">
                  <c:v>65752.14</c:v>
                </c:pt>
                <c:pt idx="2523">
                  <c:v>65778.210000000006</c:v>
                </c:pt>
                <c:pt idx="2524">
                  <c:v>65804.289999999994</c:v>
                </c:pt>
                <c:pt idx="2525">
                  <c:v>65830.36</c:v>
                </c:pt>
                <c:pt idx="2526">
                  <c:v>65856.429999999993</c:v>
                </c:pt>
                <c:pt idx="2527">
                  <c:v>65882.5</c:v>
                </c:pt>
                <c:pt idx="2528">
                  <c:v>65908.570000000007</c:v>
                </c:pt>
                <c:pt idx="2529">
                  <c:v>65934.64</c:v>
                </c:pt>
                <c:pt idx="2530">
                  <c:v>65960.710000000006</c:v>
                </c:pt>
                <c:pt idx="2531">
                  <c:v>65986.789999999994</c:v>
                </c:pt>
                <c:pt idx="2532">
                  <c:v>66012.86</c:v>
                </c:pt>
                <c:pt idx="2533">
                  <c:v>66038.929999999993</c:v>
                </c:pt>
                <c:pt idx="2534">
                  <c:v>66065</c:v>
                </c:pt>
                <c:pt idx="2535">
                  <c:v>66091.070000000007</c:v>
                </c:pt>
                <c:pt idx="2536">
                  <c:v>66117.14</c:v>
                </c:pt>
                <c:pt idx="2537">
                  <c:v>66143.210000000006</c:v>
                </c:pt>
                <c:pt idx="2538">
                  <c:v>66169.289999999994</c:v>
                </c:pt>
                <c:pt idx="2539">
                  <c:v>66195.360000000001</c:v>
                </c:pt>
                <c:pt idx="2540">
                  <c:v>66221.429999999993</c:v>
                </c:pt>
                <c:pt idx="2541">
                  <c:v>66247.5</c:v>
                </c:pt>
                <c:pt idx="2542">
                  <c:v>66273.570000000007</c:v>
                </c:pt>
                <c:pt idx="2543">
                  <c:v>66299.64</c:v>
                </c:pt>
                <c:pt idx="2544">
                  <c:v>66325.710000000006</c:v>
                </c:pt>
                <c:pt idx="2545">
                  <c:v>66351.789999999994</c:v>
                </c:pt>
                <c:pt idx="2546">
                  <c:v>66377.86</c:v>
                </c:pt>
                <c:pt idx="2547">
                  <c:v>66403.929999999993</c:v>
                </c:pt>
                <c:pt idx="2548">
                  <c:v>66430</c:v>
                </c:pt>
                <c:pt idx="2549">
                  <c:v>66456.070000000007</c:v>
                </c:pt>
                <c:pt idx="2550">
                  <c:v>66482.14</c:v>
                </c:pt>
                <c:pt idx="2551">
                  <c:v>66508.210000000006</c:v>
                </c:pt>
                <c:pt idx="2552">
                  <c:v>66534.289999999994</c:v>
                </c:pt>
                <c:pt idx="2553">
                  <c:v>66560.36</c:v>
                </c:pt>
                <c:pt idx="2554">
                  <c:v>66586.429999999993</c:v>
                </c:pt>
                <c:pt idx="2555">
                  <c:v>66612.5</c:v>
                </c:pt>
                <c:pt idx="2556">
                  <c:v>66638.570000000007</c:v>
                </c:pt>
                <c:pt idx="2557">
                  <c:v>66664.639999999999</c:v>
                </c:pt>
                <c:pt idx="2558">
                  <c:v>66690.710000000006</c:v>
                </c:pt>
                <c:pt idx="2559">
                  <c:v>66716.789999999994</c:v>
                </c:pt>
                <c:pt idx="2560">
                  <c:v>66742.86</c:v>
                </c:pt>
                <c:pt idx="2561">
                  <c:v>66768.929999999993</c:v>
                </c:pt>
                <c:pt idx="2562">
                  <c:v>66795</c:v>
                </c:pt>
                <c:pt idx="2563">
                  <c:v>66821.070000000007</c:v>
                </c:pt>
                <c:pt idx="2564">
                  <c:v>66847.14</c:v>
                </c:pt>
                <c:pt idx="2565">
                  <c:v>66873.210000000006</c:v>
                </c:pt>
                <c:pt idx="2566">
                  <c:v>66899.289999999994</c:v>
                </c:pt>
                <c:pt idx="2567">
                  <c:v>66925.36</c:v>
                </c:pt>
                <c:pt idx="2568">
                  <c:v>66951.429999999993</c:v>
                </c:pt>
                <c:pt idx="2569">
                  <c:v>66977.5</c:v>
                </c:pt>
                <c:pt idx="2570">
                  <c:v>67003.570000000007</c:v>
                </c:pt>
                <c:pt idx="2571">
                  <c:v>67029.64</c:v>
                </c:pt>
                <c:pt idx="2572">
                  <c:v>67055.710000000006</c:v>
                </c:pt>
                <c:pt idx="2573">
                  <c:v>67081.789999999994</c:v>
                </c:pt>
                <c:pt idx="2574">
                  <c:v>67107.86</c:v>
                </c:pt>
                <c:pt idx="2575">
                  <c:v>67133.929999999993</c:v>
                </c:pt>
                <c:pt idx="2576">
                  <c:v>67160</c:v>
                </c:pt>
                <c:pt idx="2577">
                  <c:v>67186.070000000007</c:v>
                </c:pt>
                <c:pt idx="2578">
                  <c:v>67212.14</c:v>
                </c:pt>
                <c:pt idx="2579">
                  <c:v>67238.210000000006</c:v>
                </c:pt>
                <c:pt idx="2580">
                  <c:v>67264.289999999994</c:v>
                </c:pt>
                <c:pt idx="2581">
                  <c:v>67290.36</c:v>
                </c:pt>
                <c:pt idx="2582">
                  <c:v>67316.429999999993</c:v>
                </c:pt>
                <c:pt idx="2583">
                  <c:v>67342.5</c:v>
                </c:pt>
                <c:pt idx="2584">
                  <c:v>67368.570000000007</c:v>
                </c:pt>
                <c:pt idx="2585">
                  <c:v>67394.64</c:v>
                </c:pt>
                <c:pt idx="2586">
                  <c:v>67420.710000000006</c:v>
                </c:pt>
                <c:pt idx="2587">
                  <c:v>67446.789999999994</c:v>
                </c:pt>
                <c:pt idx="2588">
                  <c:v>67472.86</c:v>
                </c:pt>
                <c:pt idx="2589">
                  <c:v>67498.929999999993</c:v>
                </c:pt>
                <c:pt idx="2590">
                  <c:v>67525</c:v>
                </c:pt>
                <c:pt idx="2591">
                  <c:v>67551.070000000007</c:v>
                </c:pt>
                <c:pt idx="2592">
                  <c:v>67577.14</c:v>
                </c:pt>
                <c:pt idx="2593">
                  <c:v>67603.210000000006</c:v>
                </c:pt>
                <c:pt idx="2594">
                  <c:v>67629.289999999994</c:v>
                </c:pt>
                <c:pt idx="2595">
                  <c:v>67655.360000000001</c:v>
                </c:pt>
                <c:pt idx="2596">
                  <c:v>67681.429999999993</c:v>
                </c:pt>
                <c:pt idx="2597">
                  <c:v>67707.5</c:v>
                </c:pt>
                <c:pt idx="2598">
                  <c:v>67733.570000000007</c:v>
                </c:pt>
                <c:pt idx="2599">
                  <c:v>67759.64</c:v>
                </c:pt>
                <c:pt idx="2600">
                  <c:v>67785.710000000006</c:v>
                </c:pt>
                <c:pt idx="2601">
                  <c:v>67811.789999999994</c:v>
                </c:pt>
                <c:pt idx="2602">
                  <c:v>67837.86</c:v>
                </c:pt>
                <c:pt idx="2603">
                  <c:v>67863.929999999993</c:v>
                </c:pt>
                <c:pt idx="2604">
                  <c:v>67890</c:v>
                </c:pt>
                <c:pt idx="2605">
                  <c:v>67916.070000000007</c:v>
                </c:pt>
                <c:pt idx="2606">
                  <c:v>67942.14</c:v>
                </c:pt>
                <c:pt idx="2607">
                  <c:v>67968.210000000006</c:v>
                </c:pt>
                <c:pt idx="2608">
                  <c:v>67994.289999999994</c:v>
                </c:pt>
                <c:pt idx="2609">
                  <c:v>68020.36</c:v>
                </c:pt>
                <c:pt idx="2610">
                  <c:v>68046.429999999993</c:v>
                </c:pt>
                <c:pt idx="2611">
                  <c:v>68072.5</c:v>
                </c:pt>
                <c:pt idx="2612">
                  <c:v>68098.570000000007</c:v>
                </c:pt>
                <c:pt idx="2613">
                  <c:v>68124.639999999999</c:v>
                </c:pt>
                <c:pt idx="2614">
                  <c:v>68150.710000000006</c:v>
                </c:pt>
                <c:pt idx="2615">
                  <c:v>68176.789999999994</c:v>
                </c:pt>
                <c:pt idx="2616">
                  <c:v>68202.86</c:v>
                </c:pt>
                <c:pt idx="2617">
                  <c:v>68228.929999999993</c:v>
                </c:pt>
                <c:pt idx="2618">
                  <c:v>68255</c:v>
                </c:pt>
                <c:pt idx="2619">
                  <c:v>68281.070000000007</c:v>
                </c:pt>
                <c:pt idx="2620">
                  <c:v>68307.14</c:v>
                </c:pt>
                <c:pt idx="2621">
                  <c:v>68333.210000000006</c:v>
                </c:pt>
                <c:pt idx="2622">
                  <c:v>68359.289999999994</c:v>
                </c:pt>
                <c:pt idx="2623">
                  <c:v>68385.36</c:v>
                </c:pt>
                <c:pt idx="2624">
                  <c:v>68411.429999999993</c:v>
                </c:pt>
                <c:pt idx="2625">
                  <c:v>68437.5</c:v>
                </c:pt>
                <c:pt idx="2626">
                  <c:v>68463.570000000007</c:v>
                </c:pt>
                <c:pt idx="2627">
                  <c:v>68489.64</c:v>
                </c:pt>
                <c:pt idx="2628">
                  <c:v>68515.710000000006</c:v>
                </c:pt>
                <c:pt idx="2629">
                  <c:v>68541.789999999994</c:v>
                </c:pt>
                <c:pt idx="2630">
                  <c:v>68567.86</c:v>
                </c:pt>
                <c:pt idx="2631">
                  <c:v>68593.929999999993</c:v>
                </c:pt>
                <c:pt idx="2632">
                  <c:v>68620</c:v>
                </c:pt>
                <c:pt idx="2633">
                  <c:v>68646.070000000007</c:v>
                </c:pt>
                <c:pt idx="2634">
                  <c:v>68672.14</c:v>
                </c:pt>
                <c:pt idx="2635">
                  <c:v>68698.210000000006</c:v>
                </c:pt>
                <c:pt idx="2636">
                  <c:v>68724.289999999994</c:v>
                </c:pt>
                <c:pt idx="2637">
                  <c:v>68750.36</c:v>
                </c:pt>
                <c:pt idx="2638">
                  <c:v>68776.429999999993</c:v>
                </c:pt>
                <c:pt idx="2639">
                  <c:v>68802.5</c:v>
                </c:pt>
                <c:pt idx="2640">
                  <c:v>68828.570000000007</c:v>
                </c:pt>
                <c:pt idx="2641">
                  <c:v>68854.64</c:v>
                </c:pt>
                <c:pt idx="2642">
                  <c:v>68880.710000000006</c:v>
                </c:pt>
                <c:pt idx="2643">
                  <c:v>68906.789999999994</c:v>
                </c:pt>
                <c:pt idx="2644">
                  <c:v>68932.86</c:v>
                </c:pt>
                <c:pt idx="2645">
                  <c:v>68958.929999999993</c:v>
                </c:pt>
                <c:pt idx="2646">
                  <c:v>68985</c:v>
                </c:pt>
                <c:pt idx="2647">
                  <c:v>69011.070000000007</c:v>
                </c:pt>
                <c:pt idx="2648">
                  <c:v>69037.14</c:v>
                </c:pt>
                <c:pt idx="2649">
                  <c:v>69063.210000000006</c:v>
                </c:pt>
                <c:pt idx="2650">
                  <c:v>69089.289999999994</c:v>
                </c:pt>
                <c:pt idx="2651">
                  <c:v>69115.360000000001</c:v>
                </c:pt>
                <c:pt idx="2652">
                  <c:v>69141.429999999993</c:v>
                </c:pt>
                <c:pt idx="2653">
                  <c:v>69167.5</c:v>
                </c:pt>
                <c:pt idx="2654">
                  <c:v>69193.570000000007</c:v>
                </c:pt>
                <c:pt idx="2655">
                  <c:v>69219.64</c:v>
                </c:pt>
                <c:pt idx="2656">
                  <c:v>69245.710000000006</c:v>
                </c:pt>
                <c:pt idx="2657">
                  <c:v>69271.789999999994</c:v>
                </c:pt>
                <c:pt idx="2658">
                  <c:v>69297.86</c:v>
                </c:pt>
                <c:pt idx="2659">
                  <c:v>69323.929999999993</c:v>
                </c:pt>
                <c:pt idx="2660">
                  <c:v>69350</c:v>
                </c:pt>
                <c:pt idx="2661">
                  <c:v>69376.070000000007</c:v>
                </c:pt>
                <c:pt idx="2662">
                  <c:v>69402.14</c:v>
                </c:pt>
                <c:pt idx="2663">
                  <c:v>69428.210000000006</c:v>
                </c:pt>
                <c:pt idx="2664">
                  <c:v>69454.289999999994</c:v>
                </c:pt>
                <c:pt idx="2665">
                  <c:v>69480.36</c:v>
                </c:pt>
                <c:pt idx="2666">
                  <c:v>69506.429999999993</c:v>
                </c:pt>
                <c:pt idx="2667">
                  <c:v>69532.5</c:v>
                </c:pt>
                <c:pt idx="2668">
                  <c:v>69558.570000000007</c:v>
                </c:pt>
                <c:pt idx="2669">
                  <c:v>69584.639999999999</c:v>
                </c:pt>
                <c:pt idx="2670">
                  <c:v>69610.710000000006</c:v>
                </c:pt>
                <c:pt idx="2671">
                  <c:v>69636.789999999994</c:v>
                </c:pt>
                <c:pt idx="2672">
                  <c:v>69662.86</c:v>
                </c:pt>
                <c:pt idx="2673">
                  <c:v>69688.929999999993</c:v>
                </c:pt>
                <c:pt idx="2674">
                  <c:v>69715</c:v>
                </c:pt>
                <c:pt idx="2675">
                  <c:v>69741.070000000007</c:v>
                </c:pt>
                <c:pt idx="2676">
                  <c:v>69767.14</c:v>
                </c:pt>
                <c:pt idx="2677">
                  <c:v>69793.210000000006</c:v>
                </c:pt>
                <c:pt idx="2678">
                  <c:v>69819.289999999994</c:v>
                </c:pt>
                <c:pt idx="2679">
                  <c:v>69845.36</c:v>
                </c:pt>
                <c:pt idx="2680">
                  <c:v>69871.429999999993</c:v>
                </c:pt>
                <c:pt idx="2681">
                  <c:v>69897.5</c:v>
                </c:pt>
                <c:pt idx="2682">
                  <c:v>69923.570000000007</c:v>
                </c:pt>
                <c:pt idx="2683">
                  <c:v>69949.64</c:v>
                </c:pt>
                <c:pt idx="2684">
                  <c:v>69975.710000000006</c:v>
                </c:pt>
                <c:pt idx="2685">
                  <c:v>70001.789999999994</c:v>
                </c:pt>
                <c:pt idx="2686">
                  <c:v>70027.86</c:v>
                </c:pt>
                <c:pt idx="2687">
                  <c:v>70053.929999999993</c:v>
                </c:pt>
                <c:pt idx="2688">
                  <c:v>70080</c:v>
                </c:pt>
                <c:pt idx="2689">
                  <c:v>70106.070000000007</c:v>
                </c:pt>
                <c:pt idx="2690">
                  <c:v>70132.14</c:v>
                </c:pt>
                <c:pt idx="2691">
                  <c:v>70158.210000000006</c:v>
                </c:pt>
                <c:pt idx="2692">
                  <c:v>70184.289999999994</c:v>
                </c:pt>
                <c:pt idx="2693">
                  <c:v>70210.36</c:v>
                </c:pt>
                <c:pt idx="2694">
                  <c:v>70236.429999999993</c:v>
                </c:pt>
                <c:pt idx="2695">
                  <c:v>70262.5</c:v>
                </c:pt>
                <c:pt idx="2696">
                  <c:v>70288.570000000007</c:v>
                </c:pt>
                <c:pt idx="2697">
                  <c:v>70314.64</c:v>
                </c:pt>
                <c:pt idx="2698">
                  <c:v>70340.710000000006</c:v>
                </c:pt>
                <c:pt idx="2699">
                  <c:v>70366.789999999994</c:v>
                </c:pt>
                <c:pt idx="2700">
                  <c:v>70392.86</c:v>
                </c:pt>
                <c:pt idx="2701">
                  <c:v>70418.929999999993</c:v>
                </c:pt>
                <c:pt idx="2702">
                  <c:v>70445</c:v>
                </c:pt>
                <c:pt idx="2703">
                  <c:v>70471.070000000007</c:v>
                </c:pt>
                <c:pt idx="2704">
                  <c:v>70497.14</c:v>
                </c:pt>
                <c:pt idx="2705">
                  <c:v>70523.210000000006</c:v>
                </c:pt>
                <c:pt idx="2706">
                  <c:v>70549.289999999994</c:v>
                </c:pt>
                <c:pt idx="2707">
                  <c:v>70575.360000000001</c:v>
                </c:pt>
                <c:pt idx="2708">
                  <c:v>70601.429999999993</c:v>
                </c:pt>
                <c:pt idx="2709">
                  <c:v>70627.5</c:v>
                </c:pt>
                <c:pt idx="2710">
                  <c:v>70653.570000000007</c:v>
                </c:pt>
                <c:pt idx="2711">
                  <c:v>70679.64</c:v>
                </c:pt>
                <c:pt idx="2712">
                  <c:v>70705.710000000006</c:v>
                </c:pt>
                <c:pt idx="2713">
                  <c:v>70731.789999999994</c:v>
                </c:pt>
                <c:pt idx="2714">
                  <c:v>70757.86</c:v>
                </c:pt>
                <c:pt idx="2715">
                  <c:v>70783.929999999993</c:v>
                </c:pt>
                <c:pt idx="2716">
                  <c:v>70810</c:v>
                </c:pt>
                <c:pt idx="2717">
                  <c:v>70836.070000000007</c:v>
                </c:pt>
                <c:pt idx="2718">
                  <c:v>70862.14</c:v>
                </c:pt>
                <c:pt idx="2719">
                  <c:v>70888.210000000006</c:v>
                </c:pt>
                <c:pt idx="2720">
                  <c:v>70914.289999999994</c:v>
                </c:pt>
                <c:pt idx="2721">
                  <c:v>70940.36</c:v>
                </c:pt>
                <c:pt idx="2722">
                  <c:v>70966.429999999993</c:v>
                </c:pt>
                <c:pt idx="2723">
                  <c:v>70992.5</c:v>
                </c:pt>
                <c:pt idx="2724">
                  <c:v>71018.570000000007</c:v>
                </c:pt>
                <c:pt idx="2725">
                  <c:v>71044.639999999999</c:v>
                </c:pt>
                <c:pt idx="2726">
                  <c:v>71070.710000000006</c:v>
                </c:pt>
                <c:pt idx="2727">
                  <c:v>71096.789999999994</c:v>
                </c:pt>
                <c:pt idx="2728">
                  <c:v>71122.86</c:v>
                </c:pt>
                <c:pt idx="2729">
                  <c:v>71148.929999999993</c:v>
                </c:pt>
                <c:pt idx="2730">
                  <c:v>71175</c:v>
                </c:pt>
                <c:pt idx="2731">
                  <c:v>71201.070000000007</c:v>
                </c:pt>
                <c:pt idx="2732">
                  <c:v>71227.14</c:v>
                </c:pt>
                <c:pt idx="2733">
                  <c:v>71253.210000000006</c:v>
                </c:pt>
                <c:pt idx="2734">
                  <c:v>71279.289999999994</c:v>
                </c:pt>
                <c:pt idx="2735">
                  <c:v>71305.36</c:v>
                </c:pt>
                <c:pt idx="2736">
                  <c:v>71331.429999999993</c:v>
                </c:pt>
                <c:pt idx="2737">
                  <c:v>71357.5</c:v>
                </c:pt>
                <c:pt idx="2738">
                  <c:v>71383.570000000007</c:v>
                </c:pt>
                <c:pt idx="2739">
                  <c:v>71409.64</c:v>
                </c:pt>
                <c:pt idx="2740">
                  <c:v>71435.710000000006</c:v>
                </c:pt>
                <c:pt idx="2741">
                  <c:v>71461.789999999994</c:v>
                </c:pt>
                <c:pt idx="2742">
                  <c:v>71487.86</c:v>
                </c:pt>
                <c:pt idx="2743">
                  <c:v>71513.929999999993</c:v>
                </c:pt>
                <c:pt idx="2744">
                  <c:v>71540</c:v>
                </c:pt>
                <c:pt idx="2745">
                  <c:v>71566.070000000007</c:v>
                </c:pt>
                <c:pt idx="2746">
                  <c:v>71592.14</c:v>
                </c:pt>
                <c:pt idx="2747">
                  <c:v>71618.210000000006</c:v>
                </c:pt>
                <c:pt idx="2748">
                  <c:v>71644.289999999994</c:v>
                </c:pt>
                <c:pt idx="2749">
                  <c:v>71670.36</c:v>
                </c:pt>
                <c:pt idx="2750">
                  <c:v>71696.429999999993</c:v>
                </c:pt>
                <c:pt idx="2751">
                  <c:v>71722.5</c:v>
                </c:pt>
                <c:pt idx="2752">
                  <c:v>71748.570000000007</c:v>
                </c:pt>
                <c:pt idx="2753">
                  <c:v>71774.64</c:v>
                </c:pt>
                <c:pt idx="2754">
                  <c:v>71800.710000000006</c:v>
                </c:pt>
                <c:pt idx="2755">
                  <c:v>71826.789999999994</c:v>
                </c:pt>
                <c:pt idx="2756">
                  <c:v>71852.86</c:v>
                </c:pt>
                <c:pt idx="2757">
                  <c:v>71878.929999999993</c:v>
                </c:pt>
                <c:pt idx="2758">
                  <c:v>71905</c:v>
                </c:pt>
                <c:pt idx="2759">
                  <c:v>71931.070000000007</c:v>
                </c:pt>
                <c:pt idx="2760">
                  <c:v>71957.14</c:v>
                </c:pt>
                <c:pt idx="2761">
                  <c:v>71983.210000000006</c:v>
                </c:pt>
                <c:pt idx="2762">
                  <c:v>72009.289999999994</c:v>
                </c:pt>
                <c:pt idx="2763">
                  <c:v>72035.360000000001</c:v>
                </c:pt>
                <c:pt idx="2764">
                  <c:v>72061.429999999993</c:v>
                </c:pt>
                <c:pt idx="2765">
                  <c:v>72087.5</c:v>
                </c:pt>
                <c:pt idx="2766">
                  <c:v>72113.570000000007</c:v>
                </c:pt>
                <c:pt idx="2767">
                  <c:v>72139.64</c:v>
                </c:pt>
                <c:pt idx="2768">
                  <c:v>72165.710000000006</c:v>
                </c:pt>
                <c:pt idx="2769">
                  <c:v>72191.789999999994</c:v>
                </c:pt>
                <c:pt idx="2770">
                  <c:v>72217.86</c:v>
                </c:pt>
                <c:pt idx="2771">
                  <c:v>72243.929999999993</c:v>
                </c:pt>
                <c:pt idx="2772">
                  <c:v>72270</c:v>
                </c:pt>
                <c:pt idx="2773">
                  <c:v>72296.070000000007</c:v>
                </c:pt>
                <c:pt idx="2774">
                  <c:v>72322.14</c:v>
                </c:pt>
                <c:pt idx="2775">
                  <c:v>72348.210000000006</c:v>
                </c:pt>
                <c:pt idx="2776">
                  <c:v>72374.289999999994</c:v>
                </c:pt>
                <c:pt idx="2777">
                  <c:v>72400.36</c:v>
                </c:pt>
                <c:pt idx="2778">
                  <c:v>72426.429999999993</c:v>
                </c:pt>
                <c:pt idx="2779">
                  <c:v>72452.5</c:v>
                </c:pt>
                <c:pt idx="2780">
                  <c:v>72478.570000000007</c:v>
                </c:pt>
                <c:pt idx="2781">
                  <c:v>72504.639999999999</c:v>
                </c:pt>
                <c:pt idx="2782">
                  <c:v>72530.710000000006</c:v>
                </c:pt>
                <c:pt idx="2783">
                  <c:v>72556.789999999994</c:v>
                </c:pt>
                <c:pt idx="2784">
                  <c:v>72582.86</c:v>
                </c:pt>
                <c:pt idx="2785">
                  <c:v>72608.929999999993</c:v>
                </c:pt>
                <c:pt idx="2786">
                  <c:v>72635</c:v>
                </c:pt>
                <c:pt idx="2787">
                  <c:v>72661.070000000007</c:v>
                </c:pt>
                <c:pt idx="2788">
                  <c:v>72687.14</c:v>
                </c:pt>
                <c:pt idx="2789">
                  <c:v>72713.210000000006</c:v>
                </c:pt>
                <c:pt idx="2790">
                  <c:v>72739.289999999994</c:v>
                </c:pt>
                <c:pt idx="2791">
                  <c:v>72765.36</c:v>
                </c:pt>
                <c:pt idx="2792">
                  <c:v>72791.429999999993</c:v>
                </c:pt>
                <c:pt idx="2793">
                  <c:v>72817.5</c:v>
                </c:pt>
                <c:pt idx="2794">
                  <c:v>72843.570000000007</c:v>
                </c:pt>
                <c:pt idx="2795">
                  <c:v>72869.64</c:v>
                </c:pt>
                <c:pt idx="2796">
                  <c:v>72895.710000000006</c:v>
                </c:pt>
                <c:pt idx="2797">
                  <c:v>72921.789999999994</c:v>
                </c:pt>
                <c:pt idx="2798">
                  <c:v>72947.86</c:v>
                </c:pt>
                <c:pt idx="2799">
                  <c:v>72973.929999999993</c:v>
                </c:pt>
                <c:pt idx="2800">
                  <c:v>73000</c:v>
                </c:pt>
                <c:pt idx="2801">
                  <c:v>73026.070000000007</c:v>
                </c:pt>
                <c:pt idx="2802">
                  <c:v>73052.14</c:v>
                </c:pt>
                <c:pt idx="2803">
                  <c:v>73078.210000000006</c:v>
                </c:pt>
                <c:pt idx="2804">
                  <c:v>73104.289999999994</c:v>
                </c:pt>
                <c:pt idx="2805">
                  <c:v>73130.36</c:v>
                </c:pt>
                <c:pt idx="2806">
                  <c:v>73156.429999999993</c:v>
                </c:pt>
                <c:pt idx="2807">
                  <c:v>73182.5</c:v>
                </c:pt>
                <c:pt idx="2808">
                  <c:v>73208.570000000007</c:v>
                </c:pt>
                <c:pt idx="2809">
                  <c:v>73234.64</c:v>
                </c:pt>
                <c:pt idx="2810">
                  <c:v>73260.710000000006</c:v>
                </c:pt>
                <c:pt idx="2811">
                  <c:v>73286.789999999994</c:v>
                </c:pt>
                <c:pt idx="2812">
                  <c:v>73312.86</c:v>
                </c:pt>
                <c:pt idx="2813">
                  <c:v>73338.929999999993</c:v>
                </c:pt>
                <c:pt idx="2814">
                  <c:v>73365</c:v>
                </c:pt>
                <c:pt idx="2815">
                  <c:v>73391.070000000007</c:v>
                </c:pt>
                <c:pt idx="2816">
                  <c:v>73417.14</c:v>
                </c:pt>
                <c:pt idx="2817">
                  <c:v>73443.210000000006</c:v>
                </c:pt>
                <c:pt idx="2818">
                  <c:v>73469.289999999994</c:v>
                </c:pt>
                <c:pt idx="2819">
                  <c:v>73495.360000000001</c:v>
                </c:pt>
                <c:pt idx="2820">
                  <c:v>73521.429999999993</c:v>
                </c:pt>
                <c:pt idx="2821">
                  <c:v>73547.5</c:v>
                </c:pt>
                <c:pt idx="2822">
                  <c:v>73573.570000000007</c:v>
                </c:pt>
                <c:pt idx="2823">
                  <c:v>73599.64</c:v>
                </c:pt>
                <c:pt idx="2824">
                  <c:v>73625.710000000006</c:v>
                </c:pt>
                <c:pt idx="2825">
                  <c:v>73651.789999999994</c:v>
                </c:pt>
                <c:pt idx="2826">
                  <c:v>73677.86</c:v>
                </c:pt>
                <c:pt idx="2827">
                  <c:v>73703.929999999993</c:v>
                </c:pt>
                <c:pt idx="2828">
                  <c:v>73730</c:v>
                </c:pt>
                <c:pt idx="2829">
                  <c:v>73756.070000000007</c:v>
                </c:pt>
                <c:pt idx="2830">
                  <c:v>73782.14</c:v>
                </c:pt>
                <c:pt idx="2831">
                  <c:v>73808.210000000006</c:v>
                </c:pt>
                <c:pt idx="2832">
                  <c:v>73834.289999999994</c:v>
                </c:pt>
                <c:pt idx="2833">
                  <c:v>73860.36</c:v>
                </c:pt>
                <c:pt idx="2834">
                  <c:v>73886.429999999993</c:v>
                </c:pt>
                <c:pt idx="2835">
                  <c:v>73912.5</c:v>
                </c:pt>
                <c:pt idx="2836">
                  <c:v>73938.570000000007</c:v>
                </c:pt>
                <c:pt idx="2837">
                  <c:v>73964.639999999999</c:v>
                </c:pt>
                <c:pt idx="2838">
                  <c:v>73990.710000000006</c:v>
                </c:pt>
                <c:pt idx="2839">
                  <c:v>74016.789999999994</c:v>
                </c:pt>
                <c:pt idx="2840">
                  <c:v>74042.86</c:v>
                </c:pt>
                <c:pt idx="2841">
                  <c:v>74068.929999999993</c:v>
                </c:pt>
                <c:pt idx="2842">
                  <c:v>74095</c:v>
                </c:pt>
                <c:pt idx="2843">
                  <c:v>74121.070000000007</c:v>
                </c:pt>
                <c:pt idx="2844">
                  <c:v>74147.14</c:v>
                </c:pt>
                <c:pt idx="2845">
                  <c:v>74173.210000000006</c:v>
                </c:pt>
                <c:pt idx="2846">
                  <c:v>74199.289999999994</c:v>
                </c:pt>
                <c:pt idx="2847">
                  <c:v>74225.36</c:v>
                </c:pt>
                <c:pt idx="2848">
                  <c:v>74251.429999999993</c:v>
                </c:pt>
                <c:pt idx="2849">
                  <c:v>74277.5</c:v>
                </c:pt>
                <c:pt idx="2850">
                  <c:v>74303.570000000007</c:v>
                </c:pt>
                <c:pt idx="2851">
                  <c:v>74329.64</c:v>
                </c:pt>
                <c:pt idx="2852">
                  <c:v>74355.710000000006</c:v>
                </c:pt>
                <c:pt idx="2853">
                  <c:v>74381.789999999994</c:v>
                </c:pt>
                <c:pt idx="2854">
                  <c:v>74407.86</c:v>
                </c:pt>
                <c:pt idx="2855">
                  <c:v>74433.929999999993</c:v>
                </c:pt>
                <c:pt idx="2856">
                  <c:v>74460</c:v>
                </c:pt>
                <c:pt idx="2857">
                  <c:v>74486.070000000007</c:v>
                </c:pt>
                <c:pt idx="2858">
                  <c:v>74512.14</c:v>
                </c:pt>
                <c:pt idx="2859">
                  <c:v>74538.210000000006</c:v>
                </c:pt>
                <c:pt idx="2860">
                  <c:v>74564.289999999994</c:v>
                </c:pt>
                <c:pt idx="2861">
                  <c:v>74590.36</c:v>
                </c:pt>
                <c:pt idx="2862">
                  <c:v>74616.429999999993</c:v>
                </c:pt>
                <c:pt idx="2863">
                  <c:v>74642.5</c:v>
                </c:pt>
                <c:pt idx="2864">
                  <c:v>74668.570000000007</c:v>
                </c:pt>
                <c:pt idx="2865">
                  <c:v>74694.64</c:v>
                </c:pt>
                <c:pt idx="2866">
                  <c:v>74720.710000000006</c:v>
                </c:pt>
                <c:pt idx="2867">
                  <c:v>74746.789999999994</c:v>
                </c:pt>
                <c:pt idx="2868">
                  <c:v>74772.86</c:v>
                </c:pt>
                <c:pt idx="2869">
                  <c:v>74798.929999999993</c:v>
                </c:pt>
                <c:pt idx="2870">
                  <c:v>74825</c:v>
                </c:pt>
                <c:pt idx="2871">
                  <c:v>74851.070000000007</c:v>
                </c:pt>
                <c:pt idx="2872">
                  <c:v>74877.14</c:v>
                </c:pt>
                <c:pt idx="2873">
                  <c:v>74903.210000000006</c:v>
                </c:pt>
                <c:pt idx="2874">
                  <c:v>74929.289999999994</c:v>
                </c:pt>
                <c:pt idx="2875">
                  <c:v>74955.360000000001</c:v>
                </c:pt>
                <c:pt idx="2876">
                  <c:v>74981.429999999993</c:v>
                </c:pt>
                <c:pt idx="2877">
                  <c:v>75007.5</c:v>
                </c:pt>
                <c:pt idx="2878">
                  <c:v>75033.570000000007</c:v>
                </c:pt>
                <c:pt idx="2879">
                  <c:v>75059.64</c:v>
                </c:pt>
                <c:pt idx="2880">
                  <c:v>75085.710000000006</c:v>
                </c:pt>
                <c:pt idx="2881">
                  <c:v>75111.789999999994</c:v>
                </c:pt>
                <c:pt idx="2882">
                  <c:v>75137.86</c:v>
                </c:pt>
                <c:pt idx="2883">
                  <c:v>75163.929999999993</c:v>
                </c:pt>
                <c:pt idx="2884">
                  <c:v>75190</c:v>
                </c:pt>
                <c:pt idx="2885">
                  <c:v>75216.070000000007</c:v>
                </c:pt>
                <c:pt idx="2886">
                  <c:v>75242.14</c:v>
                </c:pt>
                <c:pt idx="2887">
                  <c:v>75268.210000000006</c:v>
                </c:pt>
                <c:pt idx="2888">
                  <c:v>75294.289999999994</c:v>
                </c:pt>
                <c:pt idx="2889">
                  <c:v>75320.36</c:v>
                </c:pt>
                <c:pt idx="2890">
                  <c:v>75346.429999999993</c:v>
                </c:pt>
                <c:pt idx="2891">
                  <c:v>75372.5</c:v>
                </c:pt>
                <c:pt idx="2892">
                  <c:v>75398.570000000007</c:v>
                </c:pt>
                <c:pt idx="2893">
                  <c:v>75424.639999999999</c:v>
                </c:pt>
                <c:pt idx="2894">
                  <c:v>75450.710000000006</c:v>
                </c:pt>
                <c:pt idx="2895">
                  <c:v>75476.789999999994</c:v>
                </c:pt>
                <c:pt idx="2896">
                  <c:v>75502.86</c:v>
                </c:pt>
                <c:pt idx="2897">
                  <c:v>75528.929999999993</c:v>
                </c:pt>
                <c:pt idx="2898">
                  <c:v>75555</c:v>
                </c:pt>
                <c:pt idx="2899">
                  <c:v>75581.070000000007</c:v>
                </c:pt>
                <c:pt idx="2900">
                  <c:v>75607.14</c:v>
                </c:pt>
                <c:pt idx="2901">
                  <c:v>75633.210000000006</c:v>
                </c:pt>
                <c:pt idx="2902">
                  <c:v>75659.289999999994</c:v>
                </c:pt>
                <c:pt idx="2903">
                  <c:v>75685.36</c:v>
                </c:pt>
                <c:pt idx="2904">
                  <c:v>75711.429999999993</c:v>
                </c:pt>
                <c:pt idx="2905">
                  <c:v>75737.5</c:v>
                </c:pt>
                <c:pt idx="2906">
                  <c:v>75763.570000000007</c:v>
                </c:pt>
                <c:pt idx="2907">
                  <c:v>75789.64</c:v>
                </c:pt>
                <c:pt idx="2908">
                  <c:v>75815.710000000006</c:v>
                </c:pt>
                <c:pt idx="2909">
                  <c:v>75841.789999999994</c:v>
                </c:pt>
                <c:pt idx="2910">
                  <c:v>75867.86</c:v>
                </c:pt>
                <c:pt idx="2911">
                  <c:v>75893.929999999993</c:v>
                </c:pt>
                <c:pt idx="2912">
                  <c:v>75920</c:v>
                </c:pt>
                <c:pt idx="2913">
                  <c:v>75946.070000000007</c:v>
                </c:pt>
                <c:pt idx="2914">
                  <c:v>75972.14</c:v>
                </c:pt>
                <c:pt idx="2915">
                  <c:v>75998.210000000006</c:v>
                </c:pt>
                <c:pt idx="2916">
                  <c:v>76024.289999999994</c:v>
                </c:pt>
                <c:pt idx="2917">
                  <c:v>76050.36</c:v>
                </c:pt>
                <c:pt idx="2918">
                  <c:v>76076.429999999993</c:v>
                </c:pt>
                <c:pt idx="2919">
                  <c:v>76102.5</c:v>
                </c:pt>
                <c:pt idx="2920">
                  <c:v>76128.570000000007</c:v>
                </c:pt>
                <c:pt idx="2921">
                  <c:v>76154.64</c:v>
                </c:pt>
                <c:pt idx="2922">
                  <c:v>76180.710000000006</c:v>
                </c:pt>
                <c:pt idx="2923">
                  <c:v>76206.789999999994</c:v>
                </c:pt>
                <c:pt idx="2924">
                  <c:v>76232.86</c:v>
                </c:pt>
                <c:pt idx="2925">
                  <c:v>76258.929999999993</c:v>
                </c:pt>
                <c:pt idx="2926">
                  <c:v>76285</c:v>
                </c:pt>
                <c:pt idx="2927">
                  <c:v>76311.070000000007</c:v>
                </c:pt>
                <c:pt idx="2928">
                  <c:v>76337.14</c:v>
                </c:pt>
                <c:pt idx="2929">
                  <c:v>76363.210000000006</c:v>
                </c:pt>
                <c:pt idx="2930">
                  <c:v>76389.289999999994</c:v>
                </c:pt>
                <c:pt idx="2931">
                  <c:v>76415.360000000001</c:v>
                </c:pt>
                <c:pt idx="2932">
                  <c:v>76441.429999999993</c:v>
                </c:pt>
                <c:pt idx="2933">
                  <c:v>76467.5</c:v>
                </c:pt>
                <c:pt idx="2934">
                  <c:v>76493.570000000007</c:v>
                </c:pt>
                <c:pt idx="2935">
                  <c:v>76519.64</c:v>
                </c:pt>
                <c:pt idx="2936">
                  <c:v>76545.710000000006</c:v>
                </c:pt>
                <c:pt idx="2937">
                  <c:v>76571.789999999994</c:v>
                </c:pt>
                <c:pt idx="2938">
                  <c:v>76597.86</c:v>
                </c:pt>
                <c:pt idx="2939">
                  <c:v>76623.929999999993</c:v>
                </c:pt>
                <c:pt idx="2940">
                  <c:v>76650</c:v>
                </c:pt>
                <c:pt idx="2941">
                  <c:v>76676.070000000007</c:v>
                </c:pt>
                <c:pt idx="2942">
                  <c:v>76702.14</c:v>
                </c:pt>
                <c:pt idx="2943">
                  <c:v>76728.210000000006</c:v>
                </c:pt>
                <c:pt idx="2944">
                  <c:v>76754.289999999994</c:v>
                </c:pt>
                <c:pt idx="2945">
                  <c:v>76780.36</c:v>
                </c:pt>
                <c:pt idx="2946">
                  <c:v>76806.429999999993</c:v>
                </c:pt>
                <c:pt idx="2947">
                  <c:v>76832.5</c:v>
                </c:pt>
                <c:pt idx="2948">
                  <c:v>76858.570000000007</c:v>
                </c:pt>
                <c:pt idx="2949">
                  <c:v>76884.639999999999</c:v>
                </c:pt>
                <c:pt idx="2950">
                  <c:v>76910.710000000006</c:v>
                </c:pt>
                <c:pt idx="2951">
                  <c:v>76936.789999999994</c:v>
                </c:pt>
                <c:pt idx="2952">
                  <c:v>76962.86</c:v>
                </c:pt>
                <c:pt idx="2953">
                  <c:v>76988.929999999993</c:v>
                </c:pt>
                <c:pt idx="2954">
                  <c:v>77015</c:v>
                </c:pt>
                <c:pt idx="2955">
                  <c:v>77041.070000000007</c:v>
                </c:pt>
                <c:pt idx="2956">
                  <c:v>77067.14</c:v>
                </c:pt>
                <c:pt idx="2957">
                  <c:v>77093.210000000006</c:v>
                </c:pt>
                <c:pt idx="2958">
                  <c:v>77119.289999999994</c:v>
                </c:pt>
                <c:pt idx="2959">
                  <c:v>77145.36</c:v>
                </c:pt>
                <c:pt idx="2960">
                  <c:v>77171.429999999993</c:v>
                </c:pt>
                <c:pt idx="2961">
                  <c:v>77197.5</c:v>
                </c:pt>
                <c:pt idx="2962">
                  <c:v>77223.570000000007</c:v>
                </c:pt>
                <c:pt idx="2963">
                  <c:v>77249.64</c:v>
                </c:pt>
                <c:pt idx="2964">
                  <c:v>77275.710000000006</c:v>
                </c:pt>
                <c:pt idx="2965">
                  <c:v>77301.789999999994</c:v>
                </c:pt>
                <c:pt idx="2966">
                  <c:v>77327.86</c:v>
                </c:pt>
                <c:pt idx="2967">
                  <c:v>77353.929999999993</c:v>
                </c:pt>
                <c:pt idx="2968">
                  <c:v>77380</c:v>
                </c:pt>
                <c:pt idx="2969">
                  <c:v>77406.070000000007</c:v>
                </c:pt>
                <c:pt idx="2970">
                  <c:v>77432.14</c:v>
                </c:pt>
                <c:pt idx="2971">
                  <c:v>77458.210000000006</c:v>
                </c:pt>
                <c:pt idx="2972">
                  <c:v>77484.289999999994</c:v>
                </c:pt>
                <c:pt idx="2973">
                  <c:v>77510.36</c:v>
                </c:pt>
                <c:pt idx="2974">
                  <c:v>77536.429999999993</c:v>
                </c:pt>
                <c:pt idx="2975">
                  <c:v>77562.5</c:v>
                </c:pt>
                <c:pt idx="2976">
                  <c:v>77588.570000000007</c:v>
                </c:pt>
                <c:pt idx="2977">
                  <c:v>77614.64</c:v>
                </c:pt>
                <c:pt idx="2978">
                  <c:v>77640.710000000006</c:v>
                </c:pt>
                <c:pt idx="2979">
                  <c:v>77666.789999999994</c:v>
                </c:pt>
                <c:pt idx="2980">
                  <c:v>77692.86</c:v>
                </c:pt>
                <c:pt idx="2981">
                  <c:v>77718.929999999993</c:v>
                </c:pt>
                <c:pt idx="2982">
                  <c:v>77745</c:v>
                </c:pt>
                <c:pt idx="2983">
                  <c:v>77771.070000000007</c:v>
                </c:pt>
                <c:pt idx="2984">
                  <c:v>77797.14</c:v>
                </c:pt>
                <c:pt idx="2985">
                  <c:v>77823.210000000006</c:v>
                </c:pt>
                <c:pt idx="2986">
                  <c:v>77849.289999999994</c:v>
                </c:pt>
                <c:pt idx="2987">
                  <c:v>77875.360000000001</c:v>
                </c:pt>
                <c:pt idx="2988">
                  <c:v>77901.429999999993</c:v>
                </c:pt>
                <c:pt idx="2989">
                  <c:v>77927.5</c:v>
                </c:pt>
                <c:pt idx="2990">
                  <c:v>77953.570000000007</c:v>
                </c:pt>
                <c:pt idx="2991">
                  <c:v>77979.64</c:v>
                </c:pt>
                <c:pt idx="2992">
                  <c:v>78005.710000000006</c:v>
                </c:pt>
                <c:pt idx="2993">
                  <c:v>78031.789999999994</c:v>
                </c:pt>
                <c:pt idx="2994">
                  <c:v>78057.86</c:v>
                </c:pt>
                <c:pt idx="2995">
                  <c:v>78083.929999999993</c:v>
                </c:pt>
                <c:pt idx="2996">
                  <c:v>78110</c:v>
                </c:pt>
                <c:pt idx="2997">
                  <c:v>78136.070000000007</c:v>
                </c:pt>
                <c:pt idx="2998">
                  <c:v>78162.14</c:v>
                </c:pt>
                <c:pt idx="2999">
                  <c:v>78188.210000000006</c:v>
                </c:pt>
                <c:pt idx="3000">
                  <c:v>78214.289999999994</c:v>
                </c:pt>
                <c:pt idx="3001">
                  <c:v>78240.36</c:v>
                </c:pt>
                <c:pt idx="3002">
                  <c:v>78266.429999999993</c:v>
                </c:pt>
                <c:pt idx="3003">
                  <c:v>78292.5</c:v>
                </c:pt>
                <c:pt idx="3004">
                  <c:v>78318.570000000007</c:v>
                </c:pt>
                <c:pt idx="3005">
                  <c:v>78344.639999999999</c:v>
                </c:pt>
                <c:pt idx="3006">
                  <c:v>78370.710000000006</c:v>
                </c:pt>
                <c:pt idx="3007">
                  <c:v>78396.789999999994</c:v>
                </c:pt>
                <c:pt idx="3008">
                  <c:v>78422.86</c:v>
                </c:pt>
                <c:pt idx="3009">
                  <c:v>78448.929999999993</c:v>
                </c:pt>
                <c:pt idx="3010">
                  <c:v>78475</c:v>
                </c:pt>
                <c:pt idx="3011">
                  <c:v>78501.070000000007</c:v>
                </c:pt>
                <c:pt idx="3012">
                  <c:v>78527.14</c:v>
                </c:pt>
                <c:pt idx="3013">
                  <c:v>78553.210000000006</c:v>
                </c:pt>
                <c:pt idx="3014">
                  <c:v>78579.289999999994</c:v>
                </c:pt>
                <c:pt idx="3015">
                  <c:v>78605.36</c:v>
                </c:pt>
                <c:pt idx="3016">
                  <c:v>78631.429999999993</c:v>
                </c:pt>
                <c:pt idx="3017">
                  <c:v>78657.5</c:v>
                </c:pt>
                <c:pt idx="3018">
                  <c:v>78683.570000000007</c:v>
                </c:pt>
                <c:pt idx="3019">
                  <c:v>78709.64</c:v>
                </c:pt>
                <c:pt idx="3020">
                  <c:v>78735.710000000006</c:v>
                </c:pt>
                <c:pt idx="3021">
                  <c:v>78761.789999999994</c:v>
                </c:pt>
                <c:pt idx="3022">
                  <c:v>78787.86</c:v>
                </c:pt>
                <c:pt idx="3023">
                  <c:v>78813.929999999993</c:v>
                </c:pt>
                <c:pt idx="3024">
                  <c:v>78840</c:v>
                </c:pt>
                <c:pt idx="3025">
                  <c:v>78866.070000000007</c:v>
                </c:pt>
                <c:pt idx="3026">
                  <c:v>78892.14</c:v>
                </c:pt>
                <c:pt idx="3027">
                  <c:v>78918.210000000006</c:v>
                </c:pt>
                <c:pt idx="3028">
                  <c:v>78944.289999999994</c:v>
                </c:pt>
                <c:pt idx="3029">
                  <c:v>78970.36</c:v>
                </c:pt>
                <c:pt idx="3030">
                  <c:v>78996.429999999993</c:v>
                </c:pt>
                <c:pt idx="3031">
                  <c:v>79022.5</c:v>
                </c:pt>
                <c:pt idx="3032">
                  <c:v>79048.570000000007</c:v>
                </c:pt>
                <c:pt idx="3033">
                  <c:v>79074.64</c:v>
                </c:pt>
                <c:pt idx="3034">
                  <c:v>79100.710000000006</c:v>
                </c:pt>
                <c:pt idx="3035">
                  <c:v>79126.789999999994</c:v>
                </c:pt>
                <c:pt idx="3036">
                  <c:v>79152.86</c:v>
                </c:pt>
                <c:pt idx="3037">
                  <c:v>79178.929999999993</c:v>
                </c:pt>
                <c:pt idx="3038">
                  <c:v>79205</c:v>
                </c:pt>
                <c:pt idx="3039">
                  <c:v>79231.070000000007</c:v>
                </c:pt>
                <c:pt idx="3040">
                  <c:v>79257.14</c:v>
                </c:pt>
                <c:pt idx="3041">
                  <c:v>79283.210000000006</c:v>
                </c:pt>
                <c:pt idx="3042">
                  <c:v>79309.289999999994</c:v>
                </c:pt>
                <c:pt idx="3043">
                  <c:v>79335.360000000001</c:v>
                </c:pt>
                <c:pt idx="3044">
                  <c:v>79361.429999999993</c:v>
                </c:pt>
                <c:pt idx="3045">
                  <c:v>79387.5</c:v>
                </c:pt>
                <c:pt idx="3046">
                  <c:v>79413.570000000007</c:v>
                </c:pt>
                <c:pt idx="3047">
                  <c:v>79439.64</c:v>
                </c:pt>
                <c:pt idx="3048">
                  <c:v>79465.710000000006</c:v>
                </c:pt>
                <c:pt idx="3049">
                  <c:v>79491.789999999994</c:v>
                </c:pt>
                <c:pt idx="3050">
                  <c:v>79517.86</c:v>
                </c:pt>
                <c:pt idx="3051">
                  <c:v>79543.929999999993</c:v>
                </c:pt>
                <c:pt idx="3052">
                  <c:v>79570</c:v>
                </c:pt>
                <c:pt idx="3053">
                  <c:v>79596.070000000007</c:v>
                </c:pt>
                <c:pt idx="3054">
                  <c:v>79622.14</c:v>
                </c:pt>
                <c:pt idx="3055">
                  <c:v>79648.210000000006</c:v>
                </c:pt>
                <c:pt idx="3056">
                  <c:v>79674.289999999994</c:v>
                </c:pt>
                <c:pt idx="3057">
                  <c:v>79700.36</c:v>
                </c:pt>
                <c:pt idx="3058">
                  <c:v>79726.429999999993</c:v>
                </c:pt>
                <c:pt idx="3059">
                  <c:v>79752.5</c:v>
                </c:pt>
                <c:pt idx="3060">
                  <c:v>79778.570000000007</c:v>
                </c:pt>
                <c:pt idx="3061">
                  <c:v>79804.639999999999</c:v>
                </c:pt>
                <c:pt idx="3062">
                  <c:v>79830.710000000006</c:v>
                </c:pt>
                <c:pt idx="3063">
                  <c:v>79856.789999999994</c:v>
                </c:pt>
                <c:pt idx="3064">
                  <c:v>79882.86</c:v>
                </c:pt>
                <c:pt idx="3065">
                  <c:v>79908.929999999993</c:v>
                </c:pt>
                <c:pt idx="3066">
                  <c:v>79935</c:v>
                </c:pt>
                <c:pt idx="3067">
                  <c:v>79961.070000000007</c:v>
                </c:pt>
                <c:pt idx="3068">
                  <c:v>79987.14</c:v>
                </c:pt>
                <c:pt idx="3069">
                  <c:v>80013.210000000006</c:v>
                </c:pt>
                <c:pt idx="3070">
                  <c:v>80039.289999999994</c:v>
                </c:pt>
                <c:pt idx="3071">
                  <c:v>80065.36</c:v>
                </c:pt>
                <c:pt idx="3072">
                  <c:v>80091.429999999993</c:v>
                </c:pt>
                <c:pt idx="3073">
                  <c:v>80117.5</c:v>
                </c:pt>
                <c:pt idx="3074">
                  <c:v>80143.570000000007</c:v>
                </c:pt>
                <c:pt idx="3075">
                  <c:v>80169.64</c:v>
                </c:pt>
                <c:pt idx="3076">
                  <c:v>80195.710000000006</c:v>
                </c:pt>
                <c:pt idx="3077">
                  <c:v>80221.789999999994</c:v>
                </c:pt>
                <c:pt idx="3078">
                  <c:v>80247.86</c:v>
                </c:pt>
                <c:pt idx="3079">
                  <c:v>80273.929999999993</c:v>
                </c:pt>
                <c:pt idx="3080">
                  <c:v>80300</c:v>
                </c:pt>
                <c:pt idx="3081">
                  <c:v>80326.070000000007</c:v>
                </c:pt>
                <c:pt idx="3082">
                  <c:v>80352.14</c:v>
                </c:pt>
                <c:pt idx="3083">
                  <c:v>80378.210000000006</c:v>
                </c:pt>
                <c:pt idx="3084">
                  <c:v>80404.289999999994</c:v>
                </c:pt>
                <c:pt idx="3085">
                  <c:v>80430.36</c:v>
                </c:pt>
                <c:pt idx="3086">
                  <c:v>80456.429999999993</c:v>
                </c:pt>
                <c:pt idx="3087">
                  <c:v>80482.5</c:v>
                </c:pt>
                <c:pt idx="3088">
                  <c:v>80508.570000000007</c:v>
                </c:pt>
                <c:pt idx="3089">
                  <c:v>80534.64</c:v>
                </c:pt>
                <c:pt idx="3090">
                  <c:v>80560.710000000006</c:v>
                </c:pt>
                <c:pt idx="3091">
                  <c:v>80586.789999999994</c:v>
                </c:pt>
                <c:pt idx="3092">
                  <c:v>80612.86</c:v>
                </c:pt>
                <c:pt idx="3093">
                  <c:v>80638.929999999993</c:v>
                </c:pt>
                <c:pt idx="3094">
                  <c:v>80665</c:v>
                </c:pt>
                <c:pt idx="3095">
                  <c:v>80691.070000000007</c:v>
                </c:pt>
                <c:pt idx="3096">
                  <c:v>80717.14</c:v>
                </c:pt>
                <c:pt idx="3097">
                  <c:v>80743.210000000006</c:v>
                </c:pt>
                <c:pt idx="3098">
                  <c:v>80769.289999999994</c:v>
                </c:pt>
                <c:pt idx="3099">
                  <c:v>80795.360000000001</c:v>
                </c:pt>
                <c:pt idx="3100">
                  <c:v>80821.429999999993</c:v>
                </c:pt>
                <c:pt idx="3101">
                  <c:v>80847.5</c:v>
                </c:pt>
                <c:pt idx="3102">
                  <c:v>80873.570000000007</c:v>
                </c:pt>
                <c:pt idx="3103">
                  <c:v>80899.64</c:v>
                </c:pt>
                <c:pt idx="3104">
                  <c:v>80925.710000000006</c:v>
                </c:pt>
                <c:pt idx="3105">
                  <c:v>80951.789999999994</c:v>
                </c:pt>
                <c:pt idx="3106">
                  <c:v>80977.86</c:v>
                </c:pt>
                <c:pt idx="3107">
                  <c:v>81003.929999999993</c:v>
                </c:pt>
                <c:pt idx="3108">
                  <c:v>81030</c:v>
                </c:pt>
                <c:pt idx="3109">
                  <c:v>81056.070000000007</c:v>
                </c:pt>
                <c:pt idx="3110">
                  <c:v>81082.14</c:v>
                </c:pt>
                <c:pt idx="3111">
                  <c:v>81108.210000000006</c:v>
                </c:pt>
                <c:pt idx="3112">
                  <c:v>81134.289999999994</c:v>
                </c:pt>
                <c:pt idx="3113">
                  <c:v>81160.36</c:v>
                </c:pt>
                <c:pt idx="3114">
                  <c:v>81186.429999999993</c:v>
                </c:pt>
                <c:pt idx="3115">
                  <c:v>81212.5</c:v>
                </c:pt>
                <c:pt idx="3116">
                  <c:v>81238.570000000007</c:v>
                </c:pt>
                <c:pt idx="3117">
                  <c:v>81264.639999999999</c:v>
                </c:pt>
                <c:pt idx="3118">
                  <c:v>81290.710000000006</c:v>
                </c:pt>
                <c:pt idx="3119">
                  <c:v>81316.789999999994</c:v>
                </c:pt>
                <c:pt idx="3120">
                  <c:v>81342.86</c:v>
                </c:pt>
                <c:pt idx="3121">
                  <c:v>81368.929999999993</c:v>
                </c:pt>
                <c:pt idx="3122">
                  <c:v>81395</c:v>
                </c:pt>
                <c:pt idx="3123">
                  <c:v>81421.070000000007</c:v>
                </c:pt>
                <c:pt idx="3124">
                  <c:v>81447.14</c:v>
                </c:pt>
                <c:pt idx="3125">
                  <c:v>81473.210000000006</c:v>
                </c:pt>
                <c:pt idx="3126">
                  <c:v>81499.289999999994</c:v>
                </c:pt>
                <c:pt idx="3127">
                  <c:v>81525.36</c:v>
                </c:pt>
                <c:pt idx="3128">
                  <c:v>81551.429999999993</c:v>
                </c:pt>
                <c:pt idx="3129">
                  <c:v>81577.5</c:v>
                </c:pt>
                <c:pt idx="3130">
                  <c:v>81603.570000000007</c:v>
                </c:pt>
                <c:pt idx="3131">
                  <c:v>81629.64</c:v>
                </c:pt>
                <c:pt idx="3132">
                  <c:v>81655.710000000006</c:v>
                </c:pt>
                <c:pt idx="3133">
                  <c:v>81681.789999999994</c:v>
                </c:pt>
                <c:pt idx="3134">
                  <c:v>81707.86</c:v>
                </c:pt>
                <c:pt idx="3135">
                  <c:v>81733.929999999993</c:v>
                </c:pt>
                <c:pt idx="3136">
                  <c:v>81760</c:v>
                </c:pt>
                <c:pt idx="3137">
                  <c:v>81786.070000000007</c:v>
                </c:pt>
                <c:pt idx="3138">
                  <c:v>81812.14</c:v>
                </c:pt>
                <c:pt idx="3139">
                  <c:v>81838.210000000006</c:v>
                </c:pt>
                <c:pt idx="3140">
                  <c:v>81864.289999999994</c:v>
                </c:pt>
                <c:pt idx="3141">
                  <c:v>81890.36</c:v>
                </c:pt>
                <c:pt idx="3142">
                  <c:v>81916.429999999993</c:v>
                </c:pt>
                <c:pt idx="3143">
                  <c:v>81942.5</c:v>
                </c:pt>
                <c:pt idx="3144">
                  <c:v>81968.570000000007</c:v>
                </c:pt>
                <c:pt idx="3145">
                  <c:v>81994.64</c:v>
                </c:pt>
                <c:pt idx="3146">
                  <c:v>82020.710000000006</c:v>
                </c:pt>
                <c:pt idx="3147">
                  <c:v>82046.789999999994</c:v>
                </c:pt>
                <c:pt idx="3148">
                  <c:v>82072.86</c:v>
                </c:pt>
                <c:pt idx="3149">
                  <c:v>82098.929999999993</c:v>
                </c:pt>
                <c:pt idx="3150">
                  <c:v>82125</c:v>
                </c:pt>
                <c:pt idx="3151">
                  <c:v>82151.070000000007</c:v>
                </c:pt>
                <c:pt idx="3152">
                  <c:v>82177.14</c:v>
                </c:pt>
                <c:pt idx="3153">
                  <c:v>82203.210000000006</c:v>
                </c:pt>
                <c:pt idx="3154">
                  <c:v>82229.289999999994</c:v>
                </c:pt>
                <c:pt idx="3155">
                  <c:v>82255.360000000001</c:v>
                </c:pt>
                <c:pt idx="3156">
                  <c:v>82281.429999999993</c:v>
                </c:pt>
                <c:pt idx="3157">
                  <c:v>82307.5</c:v>
                </c:pt>
                <c:pt idx="3158">
                  <c:v>82333.570000000007</c:v>
                </c:pt>
                <c:pt idx="3159">
                  <c:v>82359.64</c:v>
                </c:pt>
                <c:pt idx="3160">
                  <c:v>82385.710000000006</c:v>
                </c:pt>
                <c:pt idx="3161">
                  <c:v>82411.789999999994</c:v>
                </c:pt>
                <c:pt idx="3162">
                  <c:v>82437.86</c:v>
                </c:pt>
                <c:pt idx="3163">
                  <c:v>82463.929999999993</c:v>
                </c:pt>
                <c:pt idx="3164">
                  <c:v>82490</c:v>
                </c:pt>
                <c:pt idx="3165">
                  <c:v>82516.070000000007</c:v>
                </c:pt>
                <c:pt idx="3166">
                  <c:v>82542.14</c:v>
                </c:pt>
                <c:pt idx="3167">
                  <c:v>82568.210000000006</c:v>
                </c:pt>
                <c:pt idx="3168">
                  <c:v>82594.289999999994</c:v>
                </c:pt>
                <c:pt idx="3169">
                  <c:v>82620.36</c:v>
                </c:pt>
                <c:pt idx="3170">
                  <c:v>82646.429999999993</c:v>
                </c:pt>
                <c:pt idx="3171">
                  <c:v>82672.5</c:v>
                </c:pt>
                <c:pt idx="3172">
                  <c:v>82698.570000000007</c:v>
                </c:pt>
                <c:pt idx="3173">
                  <c:v>82724.639999999999</c:v>
                </c:pt>
                <c:pt idx="3174">
                  <c:v>82750.710000000006</c:v>
                </c:pt>
                <c:pt idx="3175">
                  <c:v>82776.789999999994</c:v>
                </c:pt>
                <c:pt idx="3176">
                  <c:v>82802.86</c:v>
                </c:pt>
                <c:pt idx="3177">
                  <c:v>82828.929999999993</c:v>
                </c:pt>
                <c:pt idx="3178">
                  <c:v>82855</c:v>
                </c:pt>
                <c:pt idx="3179">
                  <c:v>82881.070000000007</c:v>
                </c:pt>
                <c:pt idx="3180">
                  <c:v>82907.14</c:v>
                </c:pt>
                <c:pt idx="3181">
                  <c:v>82933.210000000006</c:v>
                </c:pt>
                <c:pt idx="3182">
                  <c:v>82959.289999999994</c:v>
                </c:pt>
                <c:pt idx="3183">
                  <c:v>82985.36</c:v>
                </c:pt>
                <c:pt idx="3184">
                  <c:v>83011.429999999993</c:v>
                </c:pt>
                <c:pt idx="3185">
                  <c:v>83037.5</c:v>
                </c:pt>
                <c:pt idx="3186">
                  <c:v>83063.570000000007</c:v>
                </c:pt>
                <c:pt idx="3187">
                  <c:v>83089.64</c:v>
                </c:pt>
                <c:pt idx="3188">
                  <c:v>83115.710000000006</c:v>
                </c:pt>
                <c:pt idx="3189">
                  <c:v>83141.789999999994</c:v>
                </c:pt>
                <c:pt idx="3190">
                  <c:v>83167.86</c:v>
                </c:pt>
                <c:pt idx="3191">
                  <c:v>83193.929999999993</c:v>
                </c:pt>
                <c:pt idx="3192">
                  <c:v>83220</c:v>
                </c:pt>
                <c:pt idx="3193">
                  <c:v>83246.070000000007</c:v>
                </c:pt>
                <c:pt idx="3194">
                  <c:v>83272.14</c:v>
                </c:pt>
                <c:pt idx="3195">
                  <c:v>83298.210000000006</c:v>
                </c:pt>
                <c:pt idx="3196">
                  <c:v>83324.289999999994</c:v>
                </c:pt>
                <c:pt idx="3197">
                  <c:v>83350.36</c:v>
                </c:pt>
                <c:pt idx="3198">
                  <c:v>83376.429999999993</c:v>
                </c:pt>
                <c:pt idx="3199">
                  <c:v>83402.5</c:v>
                </c:pt>
                <c:pt idx="3200">
                  <c:v>83428.570000000007</c:v>
                </c:pt>
                <c:pt idx="3201">
                  <c:v>83454.64</c:v>
                </c:pt>
                <c:pt idx="3202">
                  <c:v>83480.710000000006</c:v>
                </c:pt>
                <c:pt idx="3203">
                  <c:v>83506.789999999994</c:v>
                </c:pt>
                <c:pt idx="3204">
                  <c:v>83532.86</c:v>
                </c:pt>
                <c:pt idx="3205">
                  <c:v>83558.929999999993</c:v>
                </c:pt>
                <c:pt idx="3206">
                  <c:v>83585</c:v>
                </c:pt>
                <c:pt idx="3207">
                  <c:v>83611.070000000007</c:v>
                </c:pt>
                <c:pt idx="3208">
                  <c:v>83637.14</c:v>
                </c:pt>
                <c:pt idx="3209">
                  <c:v>83663.210000000006</c:v>
                </c:pt>
                <c:pt idx="3210">
                  <c:v>83689.289999999994</c:v>
                </c:pt>
                <c:pt idx="3211">
                  <c:v>83715.360000000001</c:v>
                </c:pt>
                <c:pt idx="3212">
                  <c:v>83741.429999999993</c:v>
                </c:pt>
                <c:pt idx="3213">
                  <c:v>83767.5</c:v>
                </c:pt>
                <c:pt idx="3214">
                  <c:v>83793.570000000007</c:v>
                </c:pt>
                <c:pt idx="3215">
                  <c:v>83819.64</c:v>
                </c:pt>
                <c:pt idx="3216">
                  <c:v>83845.710000000006</c:v>
                </c:pt>
                <c:pt idx="3217">
                  <c:v>83871.789999999994</c:v>
                </c:pt>
                <c:pt idx="3218">
                  <c:v>83897.86</c:v>
                </c:pt>
                <c:pt idx="3219">
                  <c:v>83923.93</c:v>
                </c:pt>
                <c:pt idx="3220">
                  <c:v>83950</c:v>
                </c:pt>
                <c:pt idx="3221">
                  <c:v>83976.07</c:v>
                </c:pt>
                <c:pt idx="3222">
                  <c:v>84002.14</c:v>
                </c:pt>
                <c:pt idx="3223">
                  <c:v>84028.21</c:v>
                </c:pt>
                <c:pt idx="3224">
                  <c:v>84054.29</c:v>
                </c:pt>
                <c:pt idx="3225">
                  <c:v>84080.36</c:v>
                </c:pt>
                <c:pt idx="3226">
                  <c:v>84106.43</c:v>
                </c:pt>
                <c:pt idx="3227">
                  <c:v>84132.5</c:v>
                </c:pt>
                <c:pt idx="3228">
                  <c:v>84158.57</c:v>
                </c:pt>
                <c:pt idx="3229">
                  <c:v>84184.639999999999</c:v>
                </c:pt>
                <c:pt idx="3230">
                  <c:v>84210.71</c:v>
                </c:pt>
                <c:pt idx="3231">
                  <c:v>84236.79</c:v>
                </c:pt>
                <c:pt idx="3232">
                  <c:v>84262.86</c:v>
                </c:pt>
                <c:pt idx="3233">
                  <c:v>84288.93</c:v>
                </c:pt>
                <c:pt idx="3234">
                  <c:v>84315</c:v>
                </c:pt>
                <c:pt idx="3235">
                  <c:v>84341.07</c:v>
                </c:pt>
                <c:pt idx="3236">
                  <c:v>84367.14</c:v>
                </c:pt>
                <c:pt idx="3237">
                  <c:v>84393.21</c:v>
                </c:pt>
                <c:pt idx="3238">
                  <c:v>84419.29</c:v>
                </c:pt>
                <c:pt idx="3239">
                  <c:v>84445.36</c:v>
                </c:pt>
                <c:pt idx="3240">
                  <c:v>84471.43</c:v>
                </c:pt>
                <c:pt idx="3241">
                  <c:v>84497.5</c:v>
                </c:pt>
                <c:pt idx="3242">
                  <c:v>84523.57</c:v>
                </c:pt>
                <c:pt idx="3243">
                  <c:v>84549.64</c:v>
                </c:pt>
                <c:pt idx="3244">
                  <c:v>84575.71</c:v>
                </c:pt>
                <c:pt idx="3245">
                  <c:v>84601.79</c:v>
                </c:pt>
                <c:pt idx="3246">
                  <c:v>84627.86</c:v>
                </c:pt>
                <c:pt idx="3247">
                  <c:v>84653.93</c:v>
                </c:pt>
                <c:pt idx="3248">
                  <c:v>84680</c:v>
                </c:pt>
                <c:pt idx="3249">
                  <c:v>84706.07</c:v>
                </c:pt>
                <c:pt idx="3250">
                  <c:v>84732.14</c:v>
                </c:pt>
                <c:pt idx="3251">
                  <c:v>84758.21</c:v>
                </c:pt>
                <c:pt idx="3252">
                  <c:v>84784.29</c:v>
                </c:pt>
                <c:pt idx="3253">
                  <c:v>84810.36</c:v>
                </c:pt>
                <c:pt idx="3254">
                  <c:v>84836.43</c:v>
                </c:pt>
                <c:pt idx="3255">
                  <c:v>84862.5</c:v>
                </c:pt>
                <c:pt idx="3256">
                  <c:v>84888.57</c:v>
                </c:pt>
                <c:pt idx="3257">
                  <c:v>84914.64</c:v>
                </c:pt>
                <c:pt idx="3258">
                  <c:v>84940.71</c:v>
                </c:pt>
                <c:pt idx="3259">
                  <c:v>84966.79</c:v>
                </c:pt>
                <c:pt idx="3260">
                  <c:v>84992.86</c:v>
                </c:pt>
                <c:pt idx="3261">
                  <c:v>85018.93</c:v>
                </c:pt>
                <c:pt idx="3262">
                  <c:v>85045</c:v>
                </c:pt>
                <c:pt idx="3263">
                  <c:v>85071.07</c:v>
                </c:pt>
                <c:pt idx="3264">
                  <c:v>85097.14</c:v>
                </c:pt>
                <c:pt idx="3265">
                  <c:v>85123.21</c:v>
                </c:pt>
                <c:pt idx="3266">
                  <c:v>85149.29</c:v>
                </c:pt>
                <c:pt idx="3267">
                  <c:v>85175.360000000001</c:v>
                </c:pt>
                <c:pt idx="3268">
                  <c:v>85201.43</c:v>
                </c:pt>
                <c:pt idx="3269">
                  <c:v>85227.5</c:v>
                </c:pt>
                <c:pt idx="3270">
                  <c:v>85253.57</c:v>
                </c:pt>
                <c:pt idx="3271">
                  <c:v>85279.64</c:v>
                </c:pt>
                <c:pt idx="3272">
                  <c:v>85305.71</c:v>
                </c:pt>
                <c:pt idx="3273">
                  <c:v>85331.79</c:v>
                </c:pt>
                <c:pt idx="3274">
                  <c:v>85357.86</c:v>
                </c:pt>
                <c:pt idx="3275">
                  <c:v>85383.93</c:v>
                </c:pt>
                <c:pt idx="3276">
                  <c:v>85410</c:v>
                </c:pt>
                <c:pt idx="3277">
                  <c:v>85436.07</c:v>
                </c:pt>
                <c:pt idx="3278">
                  <c:v>85462.14</c:v>
                </c:pt>
                <c:pt idx="3279">
                  <c:v>85488.21</c:v>
                </c:pt>
                <c:pt idx="3280">
                  <c:v>85514.29</c:v>
                </c:pt>
                <c:pt idx="3281">
                  <c:v>85540.36</c:v>
                </c:pt>
                <c:pt idx="3282">
                  <c:v>85566.43</c:v>
                </c:pt>
                <c:pt idx="3283">
                  <c:v>85592.5</c:v>
                </c:pt>
                <c:pt idx="3284">
                  <c:v>85618.57</c:v>
                </c:pt>
                <c:pt idx="3285">
                  <c:v>85644.64</c:v>
                </c:pt>
                <c:pt idx="3286">
                  <c:v>85670.71</c:v>
                </c:pt>
                <c:pt idx="3287">
                  <c:v>85696.79</c:v>
                </c:pt>
                <c:pt idx="3288">
                  <c:v>85722.86</c:v>
                </c:pt>
                <c:pt idx="3289">
                  <c:v>85748.93</c:v>
                </c:pt>
                <c:pt idx="3290">
                  <c:v>85775</c:v>
                </c:pt>
                <c:pt idx="3291">
                  <c:v>85801.07</c:v>
                </c:pt>
                <c:pt idx="3292">
                  <c:v>85827.14</c:v>
                </c:pt>
                <c:pt idx="3293">
                  <c:v>85853.21</c:v>
                </c:pt>
                <c:pt idx="3294">
                  <c:v>85879.29</c:v>
                </c:pt>
                <c:pt idx="3295">
                  <c:v>85905.36</c:v>
                </c:pt>
                <c:pt idx="3296">
                  <c:v>85931.43</c:v>
                </c:pt>
                <c:pt idx="3297">
                  <c:v>85957.5</c:v>
                </c:pt>
                <c:pt idx="3298">
                  <c:v>85983.57</c:v>
                </c:pt>
                <c:pt idx="3299">
                  <c:v>86009.64</c:v>
                </c:pt>
                <c:pt idx="3300">
                  <c:v>86035.71</c:v>
                </c:pt>
                <c:pt idx="3301">
                  <c:v>86061.79</c:v>
                </c:pt>
                <c:pt idx="3302">
                  <c:v>86087.86</c:v>
                </c:pt>
                <c:pt idx="3303">
                  <c:v>86113.93</c:v>
                </c:pt>
                <c:pt idx="3304">
                  <c:v>86140</c:v>
                </c:pt>
                <c:pt idx="3305">
                  <c:v>86166.07</c:v>
                </c:pt>
                <c:pt idx="3306">
                  <c:v>86192.14</c:v>
                </c:pt>
                <c:pt idx="3307">
                  <c:v>86218.21</c:v>
                </c:pt>
                <c:pt idx="3308">
                  <c:v>86244.29</c:v>
                </c:pt>
                <c:pt idx="3309">
                  <c:v>86270.36</c:v>
                </c:pt>
                <c:pt idx="3310">
                  <c:v>86296.43</c:v>
                </c:pt>
                <c:pt idx="3311">
                  <c:v>86322.5</c:v>
                </c:pt>
                <c:pt idx="3312">
                  <c:v>86348.57</c:v>
                </c:pt>
                <c:pt idx="3313">
                  <c:v>86374.64</c:v>
                </c:pt>
                <c:pt idx="3314">
                  <c:v>86400.71</c:v>
                </c:pt>
                <c:pt idx="3315">
                  <c:v>86426.79</c:v>
                </c:pt>
                <c:pt idx="3316">
                  <c:v>86452.86</c:v>
                </c:pt>
                <c:pt idx="3317">
                  <c:v>86478.93</c:v>
                </c:pt>
                <c:pt idx="3318">
                  <c:v>86505</c:v>
                </c:pt>
                <c:pt idx="3319">
                  <c:v>86531.07</c:v>
                </c:pt>
                <c:pt idx="3320">
                  <c:v>86557.14</c:v>
                </c:pt>
                <c:pt idx="3321">
                  <c:v>86583.21</c:v>
                </c:pt>
                <c:pt idx="3322">
                  <c:v>86609.29</c:v>
                </c:pt>
                <c:pt idx="3323">
                  <c:v>86635.36</c:v>
                </c:pt>
                <c:pt idx="3324">
                  <c:v>86661.43</c:v>
                </c:pt>
                <c:pt idx="3325">
                  <c:v>86687.5</c:v>
                </c:pt>
                <c:pt idx="3326">
                  <c:v>86713.57</c:v>
                </c:pt>
                <c:pt idx="3327">
                  <c:v>86739.64</c:v>
                </c:pt>
                <c:pt idx="3328">
                  <c:v>86765.71</c:v>
                </c:pt>
                <c:pt idx="3329">
                  <c:v>86791.79</c:v>
                </c:pt>
                <c:pt idx="3330">
                  <c:v>86817.86</c:v>
                </c:pt>
                <c:pt idx="3331">
                  <c:v>86843.93</c:v>
                </c:pt>
                <c:pt idx="3332">
                  <c:v>86870</c:v>
                </c:pt>
                <c:pt idx="3333">
                  <c:v>86896.07</c:v>
                </c:pt>
                <c:pt idx="3334">
                  <c:v>86922.14</c:v>
                </c:pt>
                <c:pt idx="3335">
                  <c:v>86948.21</c:v>
                </c:pt>
                <c:pt idx="3336">
                  <c:v>86974.29</c:v>
                </c:pt>
                <c:pt idx="3337">
                  <c:v>87000.36</c:v>
                </c:pt>
                <c:pt idx="3338">
                  <c:v>87026.43</c:v>
                </c:pt>
                <c:pt idx="3339">
                  <c:v>87052.5</c:v>
                </c:pt>
                <c:pt idx="3340">
                  <c:v>87078.57</c:v>
                </c:pt>
                <c:pt idx="3341">
                  <c:v>87104.639999999999</c:v>
                </c:pt>
                <c:pt idx="3342">
                  <c:v>87130.71</c:v>
                </c:pt>
                <c:pt idx="3343">
                  <c:v>87156.79</c:v>
                </c:pt>
                <c:pt idx="3344">
                  <c:v>87182.86</c:v>
                </c:pt>
                <c:pt idx="3345">
                  <c:v>87208.93</c:v>
                </c:pt>
                <c:pt idx="3346">
                  <c:v>87235</c:v>
                </c:pt>
                <c:pt idx="3347">
                  <c:v>87261.07</c:v>
                </c:pt>
                <c:pt idx="3348">
                  <c:v>87287.14</c:v>
                </c:pt>
                <c:pt idx="3349">
                  <c:v>87313.21</c:v>
                </c:pt>
                <c:pt idx="3350">
                  <c:v>87339.29</c:v>
                </c:pt>
                <c:pt idx="3351">
                  <c:v>87365.36</c:v>
                </c:pt>
                <c:pt idx="3352">
                  <c:v>87391.43</c:v>
                </c:pt>
                <c:pt idx="3353">
                  <c:v>87417.5</c:v>
                </c:pt>
                <c:pt idx="3354">
                  <c:v>87443.57</c:v>
                </c:pt>
                <c:pt idx="3355">
                  <c:v>87469.64</c:v>
                </c:pt>
                <c:pt idx="3356">
                  <c:v>87495.71</c:v>
                </c:pt>
                <c:pt idx="3357">
                  <c:v>87521.79</c:v>
                </c:pt>
                <c:pt idx="3358">
                  <c:v>87547.86</c:v>
                </c:pt>
                <c:pt idx="3359">
                  <c:v>87573.93</c:v>
                </c:pt>
                <c:pt idx="3360">
                  <c:v>87600</c:v>
                </c:pt>
                <c:pt idx="3361">
                  <c:v>87626.07</c:v>
                </c:pt>
                <c:pt idx="3362">
                  <c:v>87652.14</c:v>
                </c:pt>
                <c:pt idx="3363">
                  <c:v>87678.21</c:v>
                </c:pt>
                <c:pt idx="3364">
                  <c:v>87704.29</c:v>
                </c:pt>
                <c:pt idx="3365">
                  <c:v>87730.36</c:v>
                </c:pt>
                <c:pt idx="3366">
                  <c:v>87756.43</c:v>
                </c:pt>
                <c:pt idx="3367">
                  <c:v>87782.5</c:v>
                </c:pt>
                <c:pt idx="3368">
                  <c:v>87808.57</c:v>
                </c:pt>
                <c:pt idx="3369">
                  <c:v>87834.64</c:v>
                </c:pt>
                <c:pt idx="3370">
                  <c:v>87860.71</c:v>
                </c:pt>
                <c:pt idx="3371">
                  <c:v>87886.79</c:v>
                </c:pt>
                <c:pt idx="3372">
                  <c:v>87912.86</c:v>
                </c:pt>
                <c:pt idx="3373">
                  <c:v>87938.93</c:v>
                </c:pt>
                <c:pt idx="3374">
                  <c:v>87965</c:v>
                </c:pt>
                <c:pt idx="3375">
                  <c:v>87991.07</c:v>
                </c:pt>
                <c:pt idx="3376">
                  <c:v>88017.14</c:v>
                </c:pt>
                <c:pt idx="3377">
                  <c:v>88043.21</c:v>
                </c:pt>
                <c:pt idx="3378">
                  <c:v>88069.29</c:v>
                </c:pt>
                <c:pt idx="3379">
                  <c:v>88095.360000000001</c:v>
                </c:pt>
                <c:pt idx="3380">
                  <c:v>88121.43</c:v>
                </c:pt>
                <c:pt idx="3381">
                  <c:v>88147.5</c:v>
                </c:pt>
                <c:pt idx="3382">
                  <c:v>88173.57</c:v>
                </c:pt>
                <c:pt idx="3383">
                  <c:v>88199.64</c:v>
                </c:pt>
                <c:pt idx="3384">
                  <c:v>88225.71</c:v>
                </c:pt>
                <c:pt idx="3385">
                  <c:v>88251.79</c:v>
                </c:pt>
                <c:pt idx="3386">
                  <c:v>88277.86</c:v>
                </c:pt>
                <c:pt idx="3387">
                  <c:v>88303.93</c:v>
                </c:pt>
                <c:pt idx="3388">
                  <c:v>88330</c:v>
                </c:pt>
                <c:pt idx="3389">
                  <c:v>88356.07</c:v>
                </c:pt>
                <c:pt idx="3390">
                  <c:v>88382.14</c:v>
                </c:pt>
                <c:pt idx="3391">
                  <c:v>88408.21</c:v>
                </c:pt>
                <c:pt idx="3392">
                  <c:v>88434.29</c:v>
                </c:pt>
                <c:pt idx="3393">
                  <c:v>88460.36</c:v>
                </c:pt>
                <c:pt idx="3394">
                  <c:v>88486.43</c:v>
                </c:pt>
                <c:pt idx="3395">
                  <c:v>88512.5</c:v>
                </c:pt>
                <c:pt idx="3396">
                  <c:v>88538.57</c:v>
                </c:pt>
                <c:pt idx="3397">
                  <c:v>88564.64</c:v>
                </c:pt>
                <c:pt idx="3398">
                  <c:v>88590.71</c:v>
                </c:pt>
                <c:pt idx="3399">
                  <c:v>88616.79</c:v>
                </c:pt>
                <c:pt idx="3400">
                  <c:v>88642.86</c:v>
                </c:pt>
                <c:pt idx="3401">
                  <c:v>88668.93</c:v>
                </c:pt>
                <c:pt idx="3402">
                  <c:v>88695</c:v>
                </c:pt>
                <c:pt idx="3403">
                  <c:v>88721.07</c:v>
                </c:pt>
                <c:pt idx="3404">
                  <c:v>88747.14</c:v>
                </c:pt>
                <c:pt idx="3405">
                  <c:v>88773.21</c:v>
                </c:pt>
                <c:pt idx="3406">
                  <c:v>88799.29</c:v>
                </c:pt>
                <c:pt idx="3407">
                  <c:v>88825.36</c:v>
                </c:pt>
                <c:pt idx="3408">
                  <c:v>88851.43</c:v>
                </c:pt>
                <c:pt idx="3409">
                  <c:v>88877.5</c:v>
                </c:pt>
                <c:pt idx="3410">
                  <c:v>88903.57</c:v>
                </c:pt>
                <c:pt idx="3411">
                  <c:v>88929.64</c:v>
                </c:pt>
                <c:pt idx="3412">
                  <c:v>88955.71</c:v>
                </c:pt>
                <c:pt idx="3413">
                  <c:v>88981.79</c:v>
                </c:pt>
                <c:pt idx="3414">
                  <c:v>89007.86</c:v>
                </c:pt>
                <c:pt idx="3415">
                  <c:v>89033.93</c:v>
                </c:pt>
                <c:pt idx="3416">
                  <c:v>89060</c:v>
                </c:pt>
                <c:pt idx="3417">
                  <c:v>89086.07</c:v>
                </c:pt>
                <c:pt idx="3418">
                  <c:v>89112.14</c:v>
                </c:pt>
                <c:pt idx="3419">
                  <c:v>89138.21</c:v>
                </c:pt>
                <c:pt idx="3420">
                  <c:v>89164.29</c:v>
                </c:pt>
                <c:pt idx="3421">
                  <c:v>89190.36</c:v>
                </c:pt>
                <c:pt idx="3422">
                  <c:v>89216.43</c:v>
                </c:pt>
                <c:pt idx="3423">
                  <c:v>89242.5</c:v>
                </c:pt>
                <c:pt idx="3424">
                  <c:v>89268.57</c:v>
                </c:pt>
                <c:pt idx="3425">
                  <c:v>89294.64</c:v>
                </c:pt>
                <c:pt idx="3426">
                  <c:v>89320.71</c:v>
                </c:pt>
                <c:pt idx="3427">
                  <c:v>89346.79</c:v>
                </c:pt>
                <c:pt idx="3428">
                  <c:v>89372.86</c:v>
                </c:pt>
                <c:pt idx="3429">
                  <c:v>89398.93</c:v>
                </c:pt>
                <c:pt idx="3430">
                  <c:v>89425</c:v>
                </c:pt>
                <c:pt idx="3431">
                  <c:v>89451.07</c:v>
                </c:pt>
                <c:pt idx="3432">
                  <c:v>89477.14</c:v>
                </c:pt>
                <c:pt idx="3433">
                  <c:v>89503.21</c:v>
                </c:pt>
                <c:pt idx="3434">
                  <c:v>89529.29</c:v>
                </c:pt>
                <c:pt idx="3435">
                  <c:v>89555.36</c:v>
                </c:pt>
                <c:pt idx="3436">
                  <c:v>89581.43</c:v>
                </c:pt>
                <c:pt idx="3437">
                  <c:v>89607.5</c:v>
                </c:pt>
                <c:pt idx="3438">
                  <c:v>89633.57</c:v>
                </c:pt>
                <c:pt idx="3439">
                  <c:v>89659.64</c:v>
                </c:pt>
                <c:pt idx="3440">
                  <c:v>89685.71</c:v>
                </c:pt>
                <c:pt idx="3441">
                  <c:v>89711.79</c:v>
                </c:pt>
                <c:pt idx="3442">
                  <c:v>89737.86</c:v>
                </c:pt>
                <c:pt idx="3443">
                  <c:v>89763.93</c:v>
                </c:pt>
                <c:pt idx="3444">
                  <c:v>89790</c:v>
                </c:pt>
                <c:pt idx="3445">
                  <c:v>89816.07</c:v>
                </c:pt>
                <c:pt idx="3446">
                  <c:v>89842.14</c:v>
                </c:pt>
                <c:pt idx="3447">
                  <c:v>89868.21</c:v>
                </c:pt>
                <c:pt idx="3448">
                  <c:v>89894.29</c:v>
                </c:pt>
                <c:pt idx="3449">
                  <c:v>89920.36</c:v>
                </c:pt>
                <c:pt idx="3450">
                  <c:v>89946.43</c:v>
                </c:pt>
                <c:pt idx="3451">
                  <c:v>89972.5</c:v>
                </c:pt>
                <c:pt idx="3452">
                  <c:v>89998.57</c:v>
                </c:pt>
                <c:pt idx="3453">
                  <c:v>90024.639999999999</c:v>
                </c:pt>
                <c:pt idx="3454">
                  <c:v>90050.71</c:v>
                </c:pt>
                <c:pt idx="3455">
                  <c:v>90076.79</c:v>
                </c:pt>
                <c:pt idx="3456">
                  <c:v>90102.86</c:v>
                </c:pt>
                <c:pt idx="3457">
                  <c:v>90128.93</c:v>
                </c:pt>
                <c:pt idx="3458">
                  <c:v>90155</c:v>
                </c:pt>
                <c:pt idx="3459">
                  <c:v>90181.07</c:v>
                </c:pt>
                <c:pt idx="3460">
                  <c:v>90207.14</c:v>
                </c:pt>
                <c:pt idx="3461">
                  <c:v>90233.21</c:v>
                </c:pt>
                <c:pt idx="3462">
                  <c:v>90259.29</c:v>
                </c:pt>
                <c:pt idx="3463">
                  <c:v>90285.36</c:v>
                </c:pt>
                <c:pt idx="3464">
                  <c:v>90311.43</c:v>
                </c:pt>
                <c:pt idx="3465">
                  <c:v>90337.5</c:v>
                </c:pt>
                <c:pt idx="3466">
                  <c:v>90363.57</c:v>
                </c:pt>
                <c:pt idx="3467">
                  <c:v>90389.64</c:v>
                </c:pt>
                <c:pt idx="3468">
                  <c:v>90415.71</c:v>
                </c:pt>
                <c:pt idx="3469">
                  <c:v>90441.79</c:v>
                </c:pt>
                <c:pt idx="3470">
                  <c:v>90467.86</c:v>
                </c:pt>
                <c:pt idx="3471">
                  <c:v>90493.93</c:v>
                </c:pt>
                <c:pt idx="3472">
                  <c:v>90520</c:v>
                </c:pt>
                <c:pt idx="3473">
                  <c:v>90546.07</c:v>
                </c:pt>
                <c:pt idx="3474">
                  <c:v>90572.14</c:v>
                </c:pt>
                <c:pt idx="3475">
                  <c:v>90598.21</c:v>
                </c:pt>
                <c:pt idx="3476">
                  <c:v>90624.29</c:v>
                </c:pt>
                <c:pt idx="3477">
                  <c:v>90650.36</c:v>
                </c:pt>
                <c:pt idx="3478">
                  <c:v>90676.43</c:v>
                </c:pt>
                <c:pt idx="3479">
                  <c:v>90702.5</c:v>
                </c:pt>
                <c:pt idx="3480">
                  <c:v>90728.57</c:v>
                </c:pt>
                <c:pt idx="3481">
                  <c:v>90754.64</c:v>
                </c:pt>
                <c:pt idx="3482">
                  <c:v>90780.71</c:v>
                </c:pt>
                <c:pt idx="3483">
                  <c:v>90806.79</c:v>
                </c:pt>
                <c:pt idx="3484">
                  <c:v>90832.86</c:v>
                </c:pt>
                <c:pt idx="3485">
                  <c:v>90858.93</c:v>
                </c:pt>
                <c:pt idx="3486">
                  <c:v>90885</c:v>
                </c:pt>
                <c:pt idx="3487">
                  <c:v>90911.07</c:v>
                </c:pt>
                <c:pt idx="3488">
                  <c:v>90937.14</c:v>
                </c:pt>
                <c:pt idx="3489">
                  <c:v>90963.21</c:v>
                </c:pt>
                <c:pt idx="3490">
                  <c:v>90989.29</c:v>
                </c:pt>
                <c:pt idx="3491">
                  <c:v>91015.360000000001</c:v>
                </c:pt>
                <c:pt idx="3492">
                  <c:v>91041.43</c:v>
                </c:pt>
                <c:pt idx="3493">
                  <c:v>91067.5</c:v>
                </c:pt>
                <c:pt idx="3494">
                  <c:v>91093.57</c:v>
                </c:pt>
                <c:pt idx="3495">
                  <c:v>91119.64</c:v>
                </c:pt>
                <c:pt idx="3496">
                  <c:v>91145.71</c:v>
                </c:pt>
                <c:pt idx="3497">
                  <c:v>91171.79</c:v>
                </c:pt>
                <c:pt idx="3498">
                  <c:v>91197.86</c:v>
                </c:pt>
                <c:pt idx="3499">
                  <c:v>91223.93</c:v>
                </c:pt>
                <c:pt idx="3500">
                  <c:v>91250</c:v>
                </c:pt>
                <c:pt idx="3501">
                  <c:v>91276.07</c:v>
                </c:pt>
                <c:pt idx="3502">
                  <c:v>91302.14</c:v>
                </c:pt>
                <c:pt idx="3503">
                  <c:v>91328.21</c:v>
                </c:pt>
                <c:pt idx="3504">
                  <c:v>91354.29</c:v>
                </c:pt>
                <c:pt idx="3505">
                  <c:v>91380.36</c:v>
                </c:pt>
                <c:pt idx="3506">
                  <c:v>91406.43</c:v>
                </c:pt>
                <c:pt idx="3507">
                  <c:v>91432.5</c:v>
                </c:pt>
                <c:pt idx="3508">
                  <c:v>91458.57</c:v>
                </c:pt>
                <c:pt idx="3509">
                  <c:v>91484.64</c:v>
                </c:pt>
                <c:pt idx="3510">
                  <c:v>91510.71</c:v>
                </c:pt>
                <c:pt idx="3511">
                  <c:v>91536.79</c:v>
                </c:pt>
                <c:pt idx="3512">
                  <c:v>91562.86</c:v>
                </c:pt>
                <c:pt idx="3513">
                  <c:v>91588.93</c:v>
                </c:pt>
                <c:pt idx="3514">
                  <c:v>91615</c:v>
                </c:pt>
                <c:pt idx="3515">
                  <c:v>91641.07</c:v>
                </c:pt>
                <c:pt idx="3516">
                  <c:v>91667.14</c:v>
                </c:pt>
                <c:pt idx="3517">
                  <c:v>91693.21</c:v>
                </c:pt>
                <c:pt idx="3518">
                  <c:v>91719.29</c:v>
                </c:pt>
                <c:pt idx="3519">
                  <c:v>91745.36</c:v>
                </c:pt>
                <c:pt idx="3520">
                  <c:v>91771.43</c:v>
                </c:pt>
                <c:pt idx="3521">
                  <c:v>91797.5</c:v>
                </c:pt>
                <c:pt idx="3522">
                  <c:v>91823.57</c:v>
                </c:pt>
                <c:pt idx="3523">
                  <c:v>91849.64</c:v>
                </c:pt>
                <c:pt idx="3524">
                  <c:v>91875.71</c:v>
                </c:pt>
                <c:pt idx="3525">
                  <c:v>91901.79</c:v>
                </c:pt>
                <c:pt idx="3526">
                  <c:v>91927.86</c:v>
                </c:pt>
                <c:pt idx="3527">
                  <c:v>91953.93</c:v>
                </c:pt>
                <c:pt idx="3528">
                  <c:v>91980</c:v>
                </c:pt>
                <c:pt idx="3529">
                  <c:v>92006.07</c:v>
                </c:pt>
                <c:pt idx="3530">
                  <c:v>92032.14</c:v>
                </c:pt>
                <c:pt idx="3531">
                  <c:v>92058.21</c:v>
                </c:pt>
                <c:pt idx="3532">
                  <c:v>92084.29</c:v>
                </c:pt>
                <c:pt idx="3533">
                  <c:v>92110.36</c:v>
                </c:pt>
                <c:pt idx="3534">
                  <c:v>92136.43</c:v>
                </c:pt>
                <c:pt idx="3535">
                  <c:v>92162.5</c:v>
                </c:pt>
                <c:pt idx="3536">
                  <c:v>92188.57</c:v>
                </c:pt>
                <c:pt idx="3537">
                  <c:v>92214.64</c:v>
                </c:pt>
                <c:pt idx="3538">
                  <c:v>92240.71</c:v>
                </c:pt>
                <c:pt idx="3539">
                  <c:v>92266.79</c:v>
                </c:pt>
                <c:pt idx="3540">
                  <c:v>92292.86</c:v>
                </c:pt>
                <c:pt idx="3541">
                  <c:v>92318.93</c:v>
                </c:pt>
                <c:pt idx="3542">
                  <c:v>92345</c:v>
                </c:pt>
                <c:pt idx="3543">
                  <c:v>92371.07</c:v>
                </c:pt>
                <c:pt idx="3544">
                  <c:v>92397.14</c:v>
                </c:pt>
                <c:pt idx="3545">
                  <c:v>92423.21</c:v>
                </c:pt>
                <c:pt idx="3546">
                  <c:v>92449.29</c:v>
                </c:pt>
                <c:pt idx="3547">
                  <c:v>92475.36</c:v>
                </c:pt>
                <c:pt idx="3548">
                  <c:v>92501.43</c:v>
                </c:pt>
                <c:pt idx="3549">
                  <c:v>92527.5</c:v>
                </c:pt>
                <c:pt idx="3550">
                  <c:v>92553.57</c:v>
                </c:pt>
                <c:pt idx="3551">
                  <c:v>92579.64</c:v>
                </c:pt>
                <c:pt idx="3552">
                  <c:v>92605.71</c:v>
                </c:pt>
                <c:pt idx="3553">
                  <c:v>92631.79</c:v>
                </c:pt>
                <c:pt idx="3554">
                  <c:v>92657.86</c:v>
                </c:pt>
                <c:pt idx="3555">
                  <c:v>92683.93</c:v>
                </c:pt>
                <c:pt idx="3556">
                  <c:v>92710</c:v>
                </c:pt>
                <c:pt idx="3557">
                  <c:v>92736.07</c:v>
                </c:pt>
                <c:pt idx="3558">
                  <c:v>92762.14</c:v>
                </c:pt>
                <c:pt idx="3559">
                  <c:v>92788.21</c:v>
                </c:pt>
                <c:pt idx="3560">
                  <c:v>92814.29</c:v>
                </c:pt>
                <c:pt idx="3561">
                  <c:v>92840.36</c:v>
                </c:pt>
                <c:pt idx="3562">
                  <c:v>92866.43</c:v>
                </c:pt>
                <c:pt idx="3563">
                  <c:v>92892.5</c:v>
                </c:pt>
                <c:pt idx="3564">
                  <c:v>92918.57</c:v>
                </c:pt>
                <c:pt idx="3565">
                  <c:v>92944.639999999999</c:v>
                </c:pt>
                <c:pt idx="3566">
                  <c:v>92970.71</c:v>
                </c:pt>
                <c:pt idx="3567">
                  <c:v>92996.79</c:v>
                </c:pt>
                <c:pt idx="3568">
                  <c:v>93022.86</c:v>
                </c:pt>
                <c:pt idx="3569">
                  <c:v>93048.93</c:v>
                </c:pt>
                <c:pt idx="3570">
                  <c:v>93075</c:v>
                </c:pt>
                <c:pt idx="3571">
                  <c:v>93101.07</c:v>
                </c:pt>
                <c:pt idx="3572">
                  <c:v>93127.14</c:v>
                </c:pt>
                <c:pt idx="3573">
                  <c:v>93153.21</c:v>
                </c:pt>
                <c:pt idx="3574">
                  <c:v>93179.29</c:v>
                </c:pt>
                <c:pt idx="3575">
                  <c:v>93205.36</c:v>
                </c:pt>
                <c:pt idx="3576">
                  <c:v>93231.43</c:v>
                </c:pt>
                <c:pt idx="3577">
                  <c:v>93257.5</c:v>
                </c:pt>
                <c:pt idx="3578">
                  <c:v>93283.57</c:v>
                </c:pt>
                <c:pt idx="3579">
                  <c:v>93309.64</c:v>
                </c:pt>
                <c:pt idx="3580">
                  <c:v>93335.71</c:v>
                </c:pt>
                <c:pt idx="3581">
                  <c:v>93361.79</c:v>
                </c:pt>
                <c:pt idx="3582">
                  <c:v>93387.86</c:v>
                </c:pt>
                <c:pt idx="3583">
                  <c:v>93413.93</c:v>
                </c:pt>
                <c:pt idx="3584">
                  <c:v>93440</c:v>
                </c:pt>
                <c:pt idx="3585">
                  <c:v>93466.07</c:v>
                </c:pt>
                <c:pt idx="3586">
                  <c:v>93492.14</c:v>
                </c:pt>
                <c:pt idx="3587">
                  <c:v>93518.21</c:v>
                </c:pt>
                <c:pt idx="3588">
                  <c:v>93544.29</c:v>
                </c:pt>
                <c:pt idx="3589">
                  <c:v>93570.36</c:v>
                </c:pt>
                <c:pt idx="3590">
                  <c:v>93596.43</c:v>
                </c:pt>
                <c:pt idx="3591">
                  <c:v>93622.5</c:v>
                </c:pt>
                <c:pt idx="3592">
                  <c:v>93648.57</c:v>
                </c:pt>
                <c:pt idx="3593">
                  <c:v>93674.64</c:v>
                </c:pt>
                <c:pt idx="3594">
                  <c:v>93700.71</c:v>
                </c:pt>
                <c:pt idx="3595">
                  <c:v>93726.79</c:v>
                </c:pt>
                <c:pt idx="3596">
                  <c:v>93752.86</c:v>
                </c:pt>
                <c:pt idx="3597">
                  <c:v>93778.93</c:v>
                </c:pt>
                <c:pt idx="3598">
                  <c:v>93805</c:v>
                </c:pt>
                <c:pt idx="3599">
                  <c:v>93831.07</c:v>
                </c:pt>
                <c:pt idx="3600">
                  <c:v>93857.14</c:v>
                </c:pt>
                <c:pt idx="3601">
                  <c:v>93883.21</c:v>
                </c:pt>
                <c:pt idx="3602">
                  <c:v>93909.29</c:v>
                </c:pt>
                <c:pt idx="3603">
                  <c:v>93935.360000000001</c:v>
                </c:pt>
                <c:pt idx="3604">
                  <c:v>93961.43</c:v>
                </c:pt>
                <c:pt idx="3605">
                  <c:v>93987.5</c:v>
                </c:pt>
                <c:pt idx="3606">
                  <c:v>94013.57</c:v>
                </c:pt>
                <c:pt idx="3607">
                  <c:v>94039.64</c:v>
                </c:pt>
                <c:pt idx="3608">
                  <c:v>94065.71</c:v>
                </c:pt>
                <c:pt idx="3609">
                  <c:v>94091.79</c:v>
                </c:pt>
                <c:pt idx="3610">
                  <c:v>94117.86</c:v>
                </c:pt>
                <c:pt idx="3611">
                  <c:v>94143.93</c:v>
                </c:pt>
                <c:pt idx="3612">
                  <c:v>94170</c:v>
                </c:pt>
                <c:pt idx="3613">
                  <c:v>94196.07</c:v>
                </c:pt>
                <c:pt idx="3614">
                  <c:v>94222.14</c:v>
                </c:pt>
                <c:pt idx="3615">
                  <c:v>94248.21</c:v>
                </c:pt>
                <c:pt idx="3616">
                  <c:v>94274.29</c:v>
                </c:pt>
                <c:pt idx="3617">
                  <c:v>94300.36</c:v>
                </c:pt>
                <c:pt idx="3618">
                  <c:v>94326.43</c:v>
                </c:pt>
                <c:pt idx="3619">
                  <c:v>94352.5</c:v>
                </c:pt>
                <c:pt idx="3620">
                  <c:v>94378.57</c:v>
                </c:pt>
                <c:pt idx="3621">
                  <c:v>94404.64</c:v>
                </c:pt>
                <c:pt idx="3622">
                  <c:v>94430.71</c:v>
                </c:pt>
                <c:pt idx="3623">
                  <c:v>94456.79</c:v>
                </c:pt>
                <c:pt idx="3624">
                  <c:v>94482.86</c:v>
                </c:pt>
                <c:pt idx="3625">
                  <c:v>94508.93</c:v>
                </c:pt>
                <c:pt idx="3626">
                  <c:v>94535</c:v>
                </c:pt>
                <c:pt idx="3627">
                  <c:v>94561.07</c:v>
                </c:pt>
                <c:pt idx="3628">
                  <c:v>94587.14</c:v>
                </c:pt>
                <c:pt idx="3629">
                  <c:v>94613.21</c:v>
                </c:pt>
                <c:pt idx="3630">
                  <c:v>94639.29</c:v>
                </c:pt>
                <c:pt idx="3631">
                  <c:v>94665.36</c:v>
                </c:pt>
                <c:pt idx="3632">
                  <c:v>94691.43</c:v>
                </c:pt>
                <c:pt idx="3633">
                  <c:v>94717.5</c:v>
                </c:pt>
                <c:pt idx="3634">
                  <c:v>94743.57</c:v>
                </c:pt>
                <c:pt idx="3635">
                  <c:v>94769.64</c:v>
                </c:pt>
                <c:pt idx="3636">
                  <c:v>94795.71</c:v>
                </c:pt>
                <c:pt idx="3637">
                  <c:v>94821.79</c:v>
                </c:pt>
                <c:pt idx="3638">
                  <c:v>94847.86</c:v>
                </c:pt>
                <c:pt idx="3639">
                  <c:v>94873.93</c:v>
                </c:pt>
                <c:pt idx="3640">
                  <c:v>94900</c:v>
                </c:pt>
                <c:pt idx="3641">
                  <c:v>94926.07</c:v>
                </c:pt>
                <c:pt idx="3642">
                  <c:v>94952.14</c:v>
                </c:pt>
                <c:pt idx="3643">
                  <c:v>94978.21</c:v>
                </c:pt>
                <c:pt idx="3644">
                  <c:v>95004.29</c:v>
                </c:pt>
                <c:pt idx="3645">
                  <c:v>95030.36</c:v>
                </c:pt>
                <c:pt idx="3646">
                  <c:v>95056.43</c:v>
                </c:pt>
                <c:pt idx="3647">
                  <c:v>95082.5</c:v>
                </c:pt>
                <c:pt idx="3648">
                  <c:v>95108.57</c:v>
                </c:pt>
                <c:pt idx="3649">
                  <c:v>95134.64</c:v>
                </c:pt>
                <c:pt idx="3650">
                  <c:v>95160.71</c:v>
                </c:pt>
                <c:pt idx="3651">
                  <c:v>95186.79</c:v>
                </c:pt>
                <c:pt idx="3652">
                  <c:v>95212.86</c:v>
                </c:pt>
                <c:pt idx="3653">
                  <c:v>95238.93</c:v>
                </c:pt>
                <c:pt idx="3654">
                  <c:v>95265</c:v>
                </c:pt>
                <c:pt idx="3655">
                  <c:v>95291.07</c:v>
                </c:pt>
                <c:pt idx="3656">
                  <c:v>95317.14</c:v>
                </c:pt>
                <c:pt idx="3657">
                  <c:v>95343.21</c:v>
                </c:pt>
                <c:pt idx="3658">
                  <c:v>95369.29</c:v>
                </c:pt>
                <c:pt idx="3659">
                  <c:v>95395.36</c:v>
                </c:pt>
                <c:pt idx="3660">
                  <c:v>95421.43</c:v>
                </c:pt>
                <c:pt idx="3661">
                  <c:v>95447.5</c:v>
                </c:pt>
                <c:pt idx="3662">
                  <c:v>95473.57</c:v>
                </c:pt>
                <c:pt idx="3663">
                  <c:v>95499.64</c:v>
                </c:pt>
                <c:pt idx="3664">
                  <c:v>95525.71</c:v>
                </c:pt>
                <c:pt idx="3665">
                  <c:v>95551.79</c:v>
                </c:pt>
                <c:pt idx="3666">
                  <c:v>95577.86</c:v>
                </c:pt>
                <c:pt idx="3667">
                  <c:v>95603.93</c:v>
                </c:pt>
                <c:pt idx="3668">
                  <c:v>95630</c:v>
                </c:pt>
                <c:pt idx="3669">
                  <c:v>95656.07</c:v>
                </c:pt>
                <c:pt idx="3670">
                  <c:v>95682.14</c:v>
                </c:pt>
                <c:pt idx="3671">
                  <c:v>95708.21</c:v>
                </c:pt>
                <c:pt idx="3672">
                  <c:v>95734.29</c:v>
                </c:pt>
                <c:pt idx="3673">
                  <c:v>95760.36</c:v>
                </c:pt>
                <c:pt idx="3674">
                  <c:v>95786.43</c:v>
                </c:pt>
                <c:pt idx="3675">
                  <c:v>95812.5</c:v>
                </c:pt>
                <c:pt idx="3676">
                  <c:v>95838.57</c:v>
                </c:pt>
                <c:pt idx="3677">
                  <c:v>95864.639999999999</c:v>
                </c:pt>
                <c:pt idx="3678">
                  <c:v>95890.71</c:v>
                </c:pt>
                <c:pt idx="3679">
                  <c:v>95916.79</c:v>
                </c:pt>
                <c:pt idx="3680">
                  <c:v>95942.86</c:v>
                </c:pt>
                <c:pt idx="3681">
                  <c:v>95968.93</c:v>
                </c:pt>
                <c:pt idx="3682">
                  <c:v>95995</c:v>
                </c:pt>
                <c:pt idx="3683">
                  <c:v>96021.07</c:v>
                </c:pt>
                <c:pt idx="3684">
                  <c:v>96047.14</c:v>
                </c:pt>
                <c:pt idx="3685">
                  <c:v>96073.21</c:v>
                </c:pt>
                <c:pt idx="3686">
                  <c:v>96099.29</c:v>
                </c:pt>
                <c:pt idx="3687">
                  <c:v>96125.36</c:v>
                </c:pt>
                <c:pt idx="3688">
                  <c:v>96151.43</c:v>
                </c:pt>
                <c:pt idx="3689">
                  <c:v>96177.5</c:v>
                </c:pt>
                <c:pt idx="3690">
                  <c:v>96203.57</c:v>
                </c:pt>
                <c:pt idx="3691">
                  <c:v>96229.64</c:v>
                </c:pt>
                <c:pt idx="3692">
                  <c:v>96255.71</c:v>
                </c:pt>
                <c:pt idx="3693">
                  <c:v>96281.79</c:v>
                </c:pt>
                <c:pt idx="3694">
                  <c:v>96307.86</c:v>
                </c:pt>
                <c:pt idx="3695">
                  <c:v>96333.93</c:v>
                </c:pt>
                <c:pt idx="3696">
                  <c:v>96360</c:v>
                </c:pt>
                <c:pt idx="3697">
                  <c:v>96386.07</c:v>
                </c:pt>
                <c:pt idx="3698">
                  <c:v>96412.14</c:v>
                </c:pt>
                <c:pt idx="3699">
                  <c:v>96438.21</c:v>
                </c:pt>
                <c:pt idx="3700">
                  <c:v>96464.29</c:v>
                </c:pt>
                <c:pt idx="3701">
                  <c:v>96490.36</c:v>
                </c:pt>
                <c:pt idx="3702">
                  <c:v>96516.43</c:v>
                </c:pt>
                <c:pt idx="3703">
                  <c:v>96542.5</c:v>
                </c:pt>
                <c:pt idx="3704">
                  <c:v>96568.57</c:v>
                </c:pt>
                <c:pt idx="3705">
                  <c:v>96594.64</c:v>
                </c:pt>
                <c:pt idx="3706">
                  <c:v>96620.71</c:v>
                </c:pt>
                <c:pt idx="3707">
                  <c:v>96646.79</c:v>
                </c:pt>
                <c:pt idx="3708">
                  <c:v>96672.86</c:v>
                </c:pt>
                <c:pt idx="3709">
                  <c:v>96698.93</c:v>
                </c:pt>
                <c:pt idx="3710">
                  <c:v>96725</c:v>
                </c:pt>
                <c:pt idx="3711">
                  <c:v>96751.07</c:v>
                </c:pt>
                <c:pt idx="3712">
                  <c:v>96777.14</c:v>
                </c:pt>
                <c:pt idx="3713">
                  <c:v>96803.21</c:v>
                </c:pt>
                <c:pt idx="3714">
                  <c:v>96829.29</c:v>
                </c:pt>
                <c:pt idx="3715">
                  <c:v>96855.360000000001</c:v>
                </c:pt>
                <c:pt idx="3716">
                  <c:v>96881.43</c:v>
                </c:pt>
                <c:pt idx="3717">
                  <c:v>96907.5</c:v>
                </c:pt>
                <c:pt idx="3718">
                  <c:v>96933.57</c:v>
                </c:pt>
                <c:pt idx="3719">
                  <c:v>96959.64</c:v>
                </c:pt>
                <c:pt idx="3720">
                  <c:v>96985.71</c:v>
                </c:pt>
                <c:pt idx="3721">
                  <c:v>97011.79</c:v>
                </c:pt>
                <c:pt idx="3722">
                  <c:v>97037.86</c:v>
                </c:pt>
                <c:pt idx="3723">
                  <c:v>97063.93</c:v>
                </c:pt>
                <c:pt idx="3724">
                  <c:v>97090</c:v>
                </c:pt>
                <c:pt idx="3725">
                  <c:v>97116.07</c:v>
                </c:pt>
                <c:pt idx="3726">
                  <c:v>97142.14</c:v>
                </c:pt>
                <c:pt idx="3727">
                  <c:v>97168.21</c:v>
                </c:pt>
                <c:pt idx="3728">
                  <c:v>97194.29</c:v>
                </c:pt>
                <c:pt idx="3729">
                  <c:v>97220.36</c:v>
                </c:pt>
                <c:pt idx="3730">
                  <c:v>97246.43</c:v>
                </c:pt>
                <c:pt idx="3731">
                  <c:v>97272.5</c:v>
                </c:pt>
                <c:pt idx="3732">
                  <c:v>97298.57</c:v>
                </c:pt>
                <c:pt idx="3733">
                  <c:v>97324.64</c:v>
                </c:pt>
                <c:pt idx="3734">
                  <c:v>97350.71</c:v>
                </c:pt>
                <c:pt idx="3735">
                  <c:v>97376.79</c:v>
                </c:pt>
                <c:pt idx="3736">
                  <c:v>97402.86</c:v>
                </c:pt>
                <c:pt idx="3737">
                  <c:v>97428.93</c:v>
                </c:pt>
                <c:pt idx="3738">
                  <c:v>97455</c:v>
                </c:pt>
                <c:pt idx="3739">
                  <c:v>97481.07</c:v>
                </c:pt>
                <c:pt idx="3740">
                  <c:v>97507.14</c:v>
                </c:pt>
                <c:pt idx="3741">
                  <c:v>97533.21</c:v>
                </c:pt>
                <c:pt idx="3742">
                  <c:v>97559.29</c:v>
                </c:pt>
                <c:pt idx="3743">
                  <c:v>97585.36</c:v>
                </c:pt>
                <c:pt idx="3744">
                  <c:v>97611.43</c:v>
                </c:pt>
                <c:pt idx="3745">
                  <c:v>97637.5</c:v>
                </c:pt>
                <c:pt idx="3746">
                  <c:v>97663.57</c:v>
                </c:pt>
                <c:pt idx="3747">
                  <c:v>97689.64</c:v>
                </c:pt>
                <c:pt idx="3748">
                  <c:v>97715.71</c:v>
                </c:pt>
                <c:pt idx="3749">
                  <c:v>97741.79</c:v>
                </c:pt>
                <c:pt idx="3750">
                  <c:v>97767.86</c:v>
                </c:pt>
                <c:pt idx="3751">
                  <c:v>97793.93</c:v>
                </c:pt>
                <c:pt idx="3752">
                  <c:v>97820</c:v>
                </c:pt>
                <c:pt idx="3753">
                  <c:v>97846.07</c:v>
                </c:pt>
                <c:pt idx="3754">
                  <c:v>97872.14</c:v>
                </c:pt>
                <c:pt idx="3755">
                  <c:v>97898.21</c:v>
                </c:pt>
                <c:pt idx="3756">
                  <c:v>97924.29</c:v>
                </c:pt>
                <c:pt idx="3757">
                  <c:v>97950.36</c:v>
                </c:pt>
                <c:pt idx="3758">
                  <c:v>97976.43</c:v>
                </c:pt>
                <c:pt idx="3759">
                  <c:v>98002.5</c:v>
                </c:pt>
                <c:pt idx="3760">
                  <c:v>98028.57</c:v>
                </c:pt>
                <c:pt idx="3761">
                  <c:v>98054.64</c:v>
                </c:pt>
                <c:pt idx="3762">
                  <c:v>98080.71</c:v>
                </c:pt>
                <c:pt idx="3763">
                  <c:v>98106.79</c:v>
                </c:pt>
                <c:pt idx="3764">
                  <c:v>98132.86</c:v>
                </c:pt>
                <c:pt idx="3765">
                  <c:v>98158.93</c:v>
                </c:pt>
                <c:pt idx="3766">
                  <c:v>98185</c:v>
                </c:pt>
                <c:pt idx="3767">
                  <c:v>98211.07</c:v>
                </c:pt>
                <c:pt idx="3768">
                  <c:v>98237.14</c:v>
                </c:pt>
                <c:pt idx="3769">
                  <c:v>98263.21</c:v>
                </c:pt>
                <c:pt idx="3770">
                  <c:v>98289.29</c:v>
                </c:pt>
                <c:pt idx="3771">
                  <c:v>98315.36</c:v>
                </c:pt>
                <c:pt idx="3772">
                  <c:v>98341.43</c:v>
                </c:pt>
                <c:pt idx="3773">
                  <c:v>98367.5</c:v>
                </c:pt>
                <c:pt idx="3774">
                  <c:v>98393.57</c:v>
                </c:pt>
                <c:pt idx="3775">
                  <c:v>98419.64</c:v>
                </c:pt>
                <c:pt idx="3776">
                  <c:v>98445.71</c:v>
                </c:pt>
                <c:pt idx="3777">
                  <c:v>98471.79</c:v>
                </c:pt>
                <c:pt idx="3778">
                  <c:v>98497.86</c:v>
                </c:pt>
                <c:pt idx="3779">
                  <c:v>98523.93</c:v>
                </c:pt>
                <c:pt idx="3780">
                  <c:v>98550</c:v>
                </c:pt>
                <c:pt idx="3781">
                  <c:v>98576.07</c:v>
                </c:pt>
                <c:pt idx="3782">
                  <c:v>98602.14</c:v>
                </c:pt>
                <c:pt idx="3783">
                  <c:v>98628.21</c:v>
                </c:pt>
                <c:pt idx="3784">
                  <c:v>98654.29</c:v>
                </c:pt>
                <c:pt idx="3785">
                  <c:v>98680.36</c:v>
                </c:pt>
                <c:pt idx="3786">
                  <c:v>98706.43</c:v>
                </c:pt>
                <c:pt idx="3787">
                  <c:v>98732.5</c:v>
                </c:pt>
                <c:pt idx="3788">
                  <c:v>98758.57</c:v>
                </c:pt>
                <c:pt idx="3789">
                  <c:v>98784.639999999999</c:v>
                </c:pt>
                <c:pt idx="3790">
                  <c:v>98810.71</c:v>
                </c:pt>
                <c:pt idx="3791">
                  <c:v>98836.79</c:v>
                </c:pt>
                <c:pt idx="3792">
                  <c:v>98862.86</c:v>
                </c:pt>
                <c:pt idx="3793">
                  <c:v>98888.93</c:v>
                </c:pt>
                <c:pt idx="3794">
                  <c:v>98915</c:v>
                </c:pt>
                <c:pt idx="3795">
                  <c:v>98941.07</c:v>
                </c:pt>
                <c:pt idx="3796">
                  <c:v>98967.14</c:v>
                </c:pt>
                <c:pt idx="3797">
                  <c:v>98993.21</c:v>
                </c:pt>
                <c:pt idx="3798">
                  <c:v>99019.29</c:v>
                </c:pt>
                <c:pt idx="3799">
                  <c:v>99045.36</c:v>
                </c:pt>
                <c:pt idx="3800">
                  <c:v>99071.43</c:v>
                </c:pt>
                <c:pt idx="3801">
                  <c:v>99097.5</c:v>
                </c:pt>
                <c:pt idx="3802">
                  <c:v>99123.57</c:v>
                </c:pt>
                <c:pt idx="3803">
                  <c:v>99149.64</c:v>
                </c:pt>
                <c:pt idx="3804">
                  <c:v>99175.71</c:v>
                </c:pt>
                <c:pt idx="3805">
                  <c:v>99201.79</c:v>
                </c:pt>
                <c:pt idx="3806">
                  <c:v>99227.86</c:v>
                </c:pt>
                <c:pt idx="3807">
                  <c:v>99253.93</c:v>
                </c:pt>
                <c:pt idx="3808">
                  <c:v>99280</c:v>
                </c:pt>
                <c:pt idx="3809">
                  <c:v>99306.07</c:v>
                </c:pt>
                <c:pt idx="3810">
                  <c:v>99332.14</c:v>
                </c:pt>
                <c:pt idx="3811">
                  <c:v>99358.21</c:v>
                </c:pt>
                <c:pt idx="3812">
                  <c:v>99384.29</c:v>
                </c:pt>
                <c:pt idx="3813">
                  <c:v>99410.36</c:v>
                </c:pt>
                <c:pt idx="3814">
                  <c:v>99436.43</c:v>
                </c:pt>
                <c:pt idx="3815">
                  <c:v>99462.5</c:v>
                </c:pt>
                <c:pt idx="3816">
                  <c:v>99488.57</c:v>
                </c:pt>
                <c:pt idx="3817">
                  <c:v>99514.64</c:v>
                </c:pt>
                <c:pt idx="3818">
                  <c:v>99540.71</c:v>
                </c:pt>
                <c:pt idx="3819">
                  <c:v>99566.79</c:v>
                </c:pt>
                <c:pt idx="3820">
                  <c:v>99592.86</c:v>
                </c:pt>
                <c:pt idx="3821">
                  <c:v>99618.93</c:v>
                </c:pt>
                <c:pt idx="3822">
                  <c:v>99645</c:v>
                </c:pt>
                <c:pt idx="3823">
                  <c:v>99671.07</c:v>
                </c:pt>
                <c:pt idx="3824">
                  <c:v>99697.14</c:v>
                </c:pt>
                <c:pt idx="3825">
                  <c:v>99723.21</c:v>
                </c:pt>
                <c:pt idx="3826">
                  <c:v>99749.29</c:v>
                </c:pt>
                <c:pt idx="3827">
                  <c:v>99775.360000000001</c:v>
                </c:pt>
                <c:pt idx="3828">
                  <c:v>99801.43</c:v>
                </c:pt>
                <c:pt idx="3829">
                  <c:v>99827.5</c:v>
                </c:pt>
                <c:pt idx="3830">
                  <c:v>99853.57</c:v>
                </c:pt>
                <c:pt idx="3831">
                  <c:v>99879.64</c:v>
                </c:pt>
                <c:pt idx="3832">
                  <c:v>99905.71</c:v>
                </c:pt>
                <c:pt idx="3833">
                  <c:v>99931.79</c:v>
                </c:pt>
                <c:pt idx="3834">
                  <c:v>99957.86</c:v>
                </c:pt>
                <c:pt idx="3835">
                  <c:v>99983.93</c:v>
                </c:pt>
                <c:pt idx="3836">
                  <c:v>100010</c:v>
                </c:pt>
                <c:pt idx="3837">
                  <c:v>100036.07</c:v>
                </c:pt>
                <c:pt idx="3838">
                  <c:v>100062.14</c:v>
                </c:pt>
                <c:pt idx="3839">
                  <c:v>100088.21</c:v>
                </c:pt>
                <c:pt idx="3840">
                  <c:v>100114.29</c:v>
                </c:pt>
                <c:pt idx="3841">
                  <c:v>100140.36</c:v>
                </c:pt>
                <c:pt idx="3842">
                  <c:v>100166.43</c:v>
                </c:pt>
                <c:pt idx="3843">
                  <c:v>100192.5</c:v>
                </c:pt>
                <c:pt idx="3844">
                  <c:v>100218.57</c:v>
                </c:pt>
                <c:pt idx="3845">
                  <c:v>100244.64</c:v>
                </c:pt>
                <c:pt idx="3846">
                  <c:v>100270.71</c:v>
                </c:pt>
                <c:pt idx="3847">
                  <c:v>100296.79</c:v>
                </c:pt>
                <c:pt idx="3848">
                  <c:v>100322.86</c:v>
                </c:pt>
                <c:pt idx="3849">
                  <c:v>100348.93</c:v>
                </c:pt>
                <c:pt idx="3850">
                  <c:v>100375</c:v>
                </c:pt>
                <c:pt idx="3851">
                  <c:v>100401.07</c:v>
                </c:pt>
                <c:pt idx="3852">
                  <c:v>100427.14</c:v>
                </c:pt>
                <c:pt idx="3853">
                  <c:v>100453.21</c:v>
                </c:pt>
                <c:pt idx="3854">
                  <c:v>100479.29</c:v>
                </c:pt>
                <c:pt idx="3855">
                  <c:v>100505.36</c:v>
                </c:pt>
                <c:pt idx="3856">
                  <c:v>100531.43</c:v>
                </c:pt>
                <c:pt idx="3857">
                  <c:v>100557.5</c:v>
                </c:pt>
                <c:pt idx="3858">
                  <c:v>100583.57</c:v>
                </c:pt>
                <c:pt idx="3859">
                  <c:v>100609.64</c:v>
                </c:pt>
                <c:pt idx="3860">
                  <c:v>100635.71</c:v>
                </c:pt>
                <c:pt idx="3861">
                  <c:v>100661.79</c:v>
                </c:pt>
                <c:pt idx="3862">
                  <c:v>100687.86</c:v>
                </c:pt>
                <c:pt idx="3863">
                  <c:v>100713.93</c:v>
                </c:pt>
                <c:pt idx="3864">
                  <c:v>100740</c:v>
                </c:pt>
                <c:pt idx="3865">
                  <c:v>100766.07</c:v>
                </c:pt>
                <c:pt idx="3866">
                  <c:v>100792.14</c:v>
                </c:pt>
                <c:pt idx="3867">
                  <c:v>100818.21</c:v>
                </c:pt>
                <c:pt idx="3868">
                  <c:v>100844.29</c:v>
                </c:pt>
                <c:pt idx="3869">
                  <c:v>100870.36</c:v>
                </c:pt>
                <c:pt idx="3870">
                  <c:v>100896.43</c:v>
                </c:pt>
                <c:pt idx="3871">
                  <c:v>100922.5</c:v>
                </c:pt>
                <c:pt idx="3872">
                  <c:v>100948.57</c:v>
                </c:pt>
                <c:pt idx="3873">
                  <c:v>100974.64</c:v>
                </c:pt>
                <c:pt idx="3874">
                  <c:v>101000.71</c:v>
                </c:pt>
                <c:pt idx="3875">
                  <c:v>101026.79</c:v>
                </c:pt>
                <c:pt idx="3876">
                  <c:v>101052.86</c:v>
                </c:pt>
                <c:pt idx="3877">
                  <c:v>101078.93</c:v>
                </c:pt>
                <c:pt idx="3878">
                  <c:v>101105</c:v>
                </c:pt>
                <c:pt idx="3879">
                  <c:v>101131.07</c:v>
                </c:pt>
                <c:pt idx="3880">
                  <c:v>101157.14</c:v>
                </c:pt>
                <c:pt idx="3881">
                  <c:v>101183.21</c:v>
                </c:pt>
                <c:pt idx="3882">
                  <c:v>101209.29</c:v>
                </c:pt>
                <c:pt idx="3883">
                  <c:v>101235.36</c:v>
                </c:pt>
                <c:pt idx="3884">
                  <c:v>101261.43</c:v>
                </c:pt>
                <c:pt idx="3885">
                  <c:v>101287.5</c:v>
                </c:pt>
                <c:pt idx="3886">
                  <c:v>101313.57</c:v>
                </c:pt>
                <c:pt idx="3887">
                  <c:v>101339.64</c:v>
                </c:pt>
                <c:pt idx="3888">
                  <c:v>101365.71</c:v>
                </c:pt>
                <c:pt idx="3889">
                  <c:v>101391.79</c:v>
                </c:pt>
                <c:pt idx="3890">
                  <c:v>101417.86</c:v>
                </c:pt>
                <c:pt idx="3891">
                  <c:v>101443.93</c:v>
                </c:pt>
                <c:pt idx="3892">
                  <c:v>101470</c:v>
                </c:pt>
                <c:pt idx="3893">
                  <c:v>101496.07</c:v>
                </c:pt>
                <c:pt idx="3894">
                  <c:v>101522.14</c:v>
                </c:pt>
                <c:pt idx="3895">
                  <c:v>101548.21</c:v>
                </c:pt>
                <c:pt idx="3896">
                  <c:v>101574.29</c:v>
                </c:pt>
                <c:pt idx="3897">
                  <c:v>101600.36</c:v>
                </c:pt>
                <c:pt idx="3898">
                  <c:v>101626.43</c:v>
                </c:pt>
                <c:pt idx="3899">
                  <c:v>101652.5</c:v>
                </c:pt>
                <c:pt idx="3900">
                  <c:v>101678.57</c:v>
                </c:pt>
                <c:pt idx="3901">
                  <c:v>101704.64</c:v>
                </c:pt>
                <c:pt idx="3902">
                  <c:v>101730.71</c:v>
                </c:pt>
                <c:pt idx="3903">
                  <c:v>101756.79</c:v>
                </c:pt>
                <c:pt idx="3904">
                  <c:v>101782.86</c:v>
                </c:pt>
                <c:pt idx="3905">
                  <c:v>101808.93</c:v>
                </c:pt>
                <c:pt idx="3906">
                  <c:v>101835</c:v>
                </c:pt>
                <c:pt idx="3907">
                  <c:v>101861.07</c:v>
                </c:pt>
                <c:pt idx="3908">
                  <c:v>101887.14</c:v>
                </c:pt>
                <c:pt idx="3909">
                  <c:v>101913.21</c:v>
                </c:pt>
                <c:pt idx="3910">
                  <c:v>101939.29</c:v>
                </c:pt>
                <c:pt idx="3911">
                  <c:v>101965.36</c:v>
                </c:pt>
                <c:pt idx="3912">
                  <c:v>101991.43</c:v>
                </c:pt>
                <c:pt idx="3913">
                  <c:v>102017.5</c:v>
                </c:pt>
                <c:pt idx="3914">
                  <c:v>102043.57</c:v>
                </c:pt>
                <c:pt idx="3915">
                  <c:v>102069.64</c:v>
                </c:pt>
                <c:pt idx="3916">
                  <c:v>102095.71</c:v>
                </c:pt>
                <c:pt idx="3917">
                  <c:v>102121.79</c:v>
                </c:pt>
                <c:pt idx="3918">
                  <c:v>102147.86</c:v>
                </c:pt>
                <c:pt idx="3919">
                  <c:v>102173.93</c:v>
                </c:pt>
                <c:pt idx="3920">
                  <c:v>102200</c:v>
                </c:pt>
                <c:pt idx="3921">
                  <c:v>102226.07</c:v>
                </c:pt>
                <c:pt idx="3922">
                  <c:v>102252.14</c:v>
                </c:pt>
                <c:pt idx="3923">
                  <c:v>102278.21</c:v>
                </c:pt>
                <c:pt idx="3924">
                  <c:v>102304.29</c:v>
                </c:pt>
                <c:pt idx="3925">
                  <c:v>102330.36</c:v>
                </c:pt>
                <c:pt idx="3926">
                  <c:v>102356.43</c:v>
                </c:pt>
                <c:pt idx="3927">
                  <c:v>102382.5</c:v>
                </c:pt>
                <c:pt idx="3928">
                  <c:v>102408.57</c:v>
                </c:pt>
                <c:pt idx="3929">
                  <c:v>102434.64</c:v>
                </c:pt>
                <c:pt idx="3930">
                  <c:v>102460.71</c:v>
                </c:pt>
                <c:pt idx="3931">
                  <c:v>102486.79</c:v>
                </c:pt>
                <c:pt idx="3932">
                  <c:v>102512.86</c:v>
                </c:pt>
                <c:pt idx="3933">
                  <c:v>102538.93</c:v>
                </c:pt>
                <c:pt idx="3934">
                  <c:v>102565</c:v>
                </c:pt>
                <c:pt idx="3935">
                  <c:v>102591.07</c:v>
                </c:pt>
                <c:pt idx="3936">
                  <c:v>102617.14</c:v>
                </c:pt>
                <c:pt idx="3937">
                  <c:v>102643.21</c:v>
                </c:pt>
                <c:pt idx="3938">
                  <c:v>102669.29</c:v>
                </c:pt>
                <c:pt idx="3939">
                  <c:v>102695.36</c:v>
                </c:pt>
                <c:pt idx="3940">
                  <c:v>102721.43</c:v>
                </c:pt>
                <c:pt idx="3941">
                  <c:v>102747.5</c:v>
                </c:pt>
                <c:pt idx="3942">
                  <c:v>102773.57</c:v>
                </c:pt>
                <c:pt idx="3943">
                  <c:v>102799.64</c:v>
                </c:pt>
                <c:pt idx="3944">
                  <c:v>102825.71</c:v>
                </c:pt>
                <c:pt idx="3945">
                  <c:v>102851.79</c:v>
                </c:pt>
                <c:pt idx="3946">
                  <c:v>102877.86</c:v>
                </c:pt>
                <c:pt idx="3947">
                  <c:v>102903.93</c:v>
                </c:pt>
                <c:pt idx="3948">
                  <c:v>102930</c:v>
                </c:pt>
                <c:pt idx="3949">
                  <c:v>102956.07</c:v>
                </c:pt>
                <c:pt idx="3950">
                  <c:v>102982.14</c:v>
                </c:pt>
                <c:pt idx="3951">
                  <c:v>103008.21</c:v>
                </c:pt>
                <c:pt idx="3952">
                  <c:v>103034.29</c:v>
                </c:pt>
                <c:pt idx="3953">
                  <c:v>103060.36</c:v>
                </c:pt>
                <c:pt idx="3954">
                  <c:v>103086.43</c:v>
                </c:pt>
                <c:pt idx="3955">
                  <c:v>103112.5</c:v>
                </c:pt>
                <c:pt idx="3956">
                  <c:v>103138.57</c:v>
                </c:pt>
                <c:pt idx="3957">
                  <c:v>103164.64</c:v>
                </c:pt>
                <c:pt idx="3958">
                  <c:v>103190.71</c:v>
                </c:pt>
                <c:pt idx="3959">
                  <c:v>103216.79</c:v>
                </c:pt>
                <c:pt idx="3960">
                  <c:v>103242.86</c:v>
                </c:pt>
                <c:pt idx="3961">
                  <c:v>103268.93</c:v>
                </c:pt>
                <c:pt idx="3962">
                  <c:v>103295</c:v>
                </c:pt>
                <c:pt idx="3963">
                  <c:v>103321.07</c:v>
                </c:pt>
                <c:pt idx="3964">
                  <c:v>103347.14</c:v>
                </c:pt>
                <c:pt idx="3965">
                  <c:v>103373.21</c:v>
                </c:pt>
                <c:pt idx="3966">
                  <c:v>103399.29</c:v>
                </c:pt>
                <c:pt idx="3967">
                  <c:v>103425.36</c:v>
                </c:pt>
                <c:pt idx="3968">
                  <c:v>103451.43</c:v>
                </c:pt>
                <c:pt idx="3969">
                  <c:v>103477.5</c:v>
                </c:pt>
                <c:pt idx="3970">
                  <c:v>103503.57</c:v>
                </c:pt>
                <c:pt idx="3971">
                  <c:v>103529.64</c:v>
                </c:pt>
                <c:pt idx="3972">
                  <c:v>103555.71</c:v>
                </c:pt>
                <c:pt idx="3973">
                  <c:v>103581.79</c:v>
                </c:pt>
                <c:pt idx="3974">
                  <c:v>103607.86</c:v>
                </c:pt>
                <c:pt idx="3975">
                  <c:v>103633.93</c:v>
                </c:pt>
                <c:pt idx="3976">
                  <c:v>103660</c:v>
                </c:pt>
                <c:pt idx="3977">
                  <c:v>103686.07</c:v>
                </c:pt>
                <c:pt idx="3978">
                  <c:v>103712.14</c:v>
                </c:pt>
                <c:pt idx="3979">
                  <c:v>103738.21</c:v>
                </c:pt>
                <c:pt idx="3980">
                  <c:v>103764.29</c:v>
                </c:pt>
                <c:pt idx="3981">
                  <c:v>103790.36</c:v>
                </c:pt>
                <c:pt idx="3982">
                  <c:v>103816.43</c:v>
                </c:pt>
                <c:pt idx="3983">
                  <c:v>103842.5</c:v>
                </c:pt>
                <c:pt idx="3984">
                  <c:v>103868.57</c:v>
                </c:pt>
                <c:pt idx="3985">
                  <c:v>103894.64</c:v>
                </c:pt>
                <c:pt idx="3986">
                  <c:v>103920.71</c:v>
                </c:pt>
                <c:pt idx="3987">
                  <c:v>103946.79</c:v>
                </c:pt>
                <c:pt idx="3988">
                  <c:v>103972.86</c:v>
                </c:pt>
                <c:pt idx="3989">
                  <c:v>103998.93</c:v>
                </c:pt>
                <c:pt idx="3990">
                  <c:v>104025</c:v>
                </c:pt>
                <c:pt idx="3991">
                  <c:v>104051.07</c:v>
                </c:pt>
                <c:pt idx="3992">
                  <c:v>104077.14</c:v>
                </c:pt>
                <c:pt idx="3993">
                  <c:v>104103.21</c:v>
                </c:pt>
                <c:pt idx="3994">
                  <c:v>104129.29</c:v>
                </c:pt>
                <c:pt idx="3995">
                  <c:v>104155.36</c:v>
                </c:pt>
                <c:pt idx="3996">
                  <c:v>104181.43</c:v>
                </c:pt>
                <c:pt idx="3997">
                  <c:v>104207.5</c:v>
                </c:pt>
                <c:pt idx="3998">
                  <c:v>104233.57</c:v>
                </c:pt>
                <c:pt idx="3999">
                  <c:v>104259.64</c:v>
                </c:pt>
                <c:pt idx="4000">
                  <c:v>104285.71</c:v>
                </c:pt>
                <c:pt idx="4001">
                  <c:v>104311.79</c:v>
                </c:pt>
                <c:pt idx="4002">
                  <c:v>104337.86</c:v>
                </c:pt>
                <c:pt idx="4003">
                  <c:v>104363.93</c:v>
                </c:pt>
                <c:pt idx="4004">
                  <c:v>104390</c:v>
                </c:pt>
                <c:pt idx="4005">
                  <c:v>104416.07</c:v>
                </c:pt>
                <c:pt idx="4006">
                  <c:v>104442.14</c:v>
                </c:pt>
                <c:pt idx="4007">
                  <c:v>104468.21</c:v>
                </c:pt>
                <c:pt idx="4008">
                  <c:v>104494.29</c:v>
                </c:pt>
                <c:pt idx="4009">
                  <c:v>104520.36</c:v>
                </c:pt>
                <c:pt idx="4010">
                  <c:v>104546.43</c:v>
                </c:pt>
                <c:pt idx="4011">
                  <c:v>104572.5</c:v>
                </c:pt>
                <c:pt idx="4012">
                  <c:v>104598.57</c:v>
                </c:pt>
                <c:pt idx="4013">
                  <c:v>104624.64</c:v>
                </c:pt>
                <c:pt idx="4014">
                  <c:v>104650.71</c:v>
                </c:pt>
                <c:pt idx="4015">
                  <c:v>104676.79</c:v>
                </c:pt>
                <c:pt idx="4016">
                  <c:v>104702.86</c:v>
                </c:pt>
                <c:pt idx="4017">
                  <c:v>104728.93</c:v>
                </c:pt>
                <c:pt idx="4018">
                  <c:v>104755</c:v>
                </c:pt>
                <c:pt idx="4019">
                  <c:v>104781.07</c:v>
                </c:pt>
                <c:pt idx="4020">
                  <c:v>104807.14</c:v>
                </c:pt>
                <c:pt idx="4021">
                  <c:v>104833.21</c:v>
                </c:pt>
                <c:pt idx="4022">
                  <c:v>104859.29</c:v>
                </c:pt>
                <c:pt idx="4023">
                  <c:v>104885.36</c:v>
                </c:pt>
                <c:pt idx="4024">
                  <c:v>104911.43</c:v>
                </c:pt>
                <c:pt idx="4025">
                  <c:v>104937.5</c:v>
                </c:pt>
                <c:pt idx="4026">
                  <c:v>104963.57</c:v>
                </c:pt>
                <c:pt idx="4027">
                  <c:v>104989.64</c:v>
                </c:pt>
                <c:pt idx="4028">
                  <c:v>105015.71</c:v>
                </c:pt>
                <c:pt idx="4029">
                  <c:v>105041.79</c:v>
                </c:pt>
                <c:pt idx="4030">
                  <c:v>105067.86</c:v>
                </c:pt>
                <c:pt idx="4031">
                  <c:v>105093.93</c:v>
                </c:pt>
                <c:pt idx="4032">
                  <c:v>105120</c:v>
                </c:pt>
                <c:pt idx="4033">
                  <c:v>105146.07</c:v>
                </c:pt>
                <c:pt idx="4034">
                  <c:v>105172.14</c:v>
                </c:pt>
                <c:pt idx="4035">
                  <c:v>105198.21</c:v>
                </c:pt>
                <c:pt idx="4036">
                  <c:v>105224.29</c:v>
                </c:pt>
                <c:pt idx="4037">
                  <c:v>105250.36</c:v>
                </c:pt>
                <c:pt idx="4038">
                  <c:v>105276.43</c:v>
                </c:pt>
                <c:pt idx="4039">
                  <c:v>105302.5</c:v>
                </c:pt>
                <c:pt idx="4040">
                  <c:v>105328.57</c:v>
                </c:pt>
                <c:pt idx="4041">
                  <c:v>105354.64</c:v>
                </c:pt>
                <c:pt idx="4042">
                  <c:v>105380.71</c:v>
                </c:pt>
                <c:pt idx="4043">
                  <c:v>105406.79</c:v>
                </c:pt>
                <c:pt idx="4044">
                  <c:v>105432.86</c:v>
                </c:pt>
                <c:pt idx="4045">
                  <c:v>105458.93</c:v>
                </c:pt>
                <c:pt idx="4046">
                  <c:v>105485</c:v>
                </c:pt>
                <c:pt idx="4047">
                  <c:v>105511.07</c:v>
                </c:pt>
                <c:pt idx="4048">
                  <c:v>105537.14</c:v>
                </c:pt>
                <c:pt idx="4049">
                  <c:v>105563.21</c:v>
                </c:pt>
                <c:pt idx="4050">
                  <c:v>105589.29</c:v>
                </c:pt>
                <c:pt idx="4051">
                  <c:v>105615.36</c:v>
                </c:pt>
                <c:pt idx="4052">
                  <c:v>105641.43</c:v>
                </c:pt>
                <c:pt idx="4053">
                  <c:v>105667.5</c:v>
                </c:pt>
                <c:pt idx="4054">
                  <c:v>105693.57</c:v>
                </c:pt>
                <c:pt idx="4055">
                  <c:v>105719.64</c:v>
                </c:pt>
                <c:pt idx="4056">
                  <c:v>105745.71</c:v>
                </c:pt>
                <c:pt idx="4057">
                  <c:v>105771.79</c:v>
                </c:pt>
                <c:pt idx="4058">
                  <c:v>105797.86</c:v>
                </c:pt>
                <c:pt idx="4059">
                  <c:v>105823.93</c:v>
                </c:pt>
                <c:pt idx="4060">
                  <c:v>105850</c:v>
                </c:pt>
                <c:pt idx="4061">
                  <c:v>105876.07</c:v>
                </c:pt>
                <c:pt idx="4062">
                  <c:v>105902.14</c:v>
                </c:pt>
                <c:pt idx="4063">
                  <c:v>105928.21</c:v>
                </c:pt>
                <c:pt idx="4064">
                  <c:v>105954.29</c:v>
                </c:pt>
                <c:pt idx="4065">
                  <c:v>105980.36</c:v>
                </c:pt>
                <c:pt idx="4066">
                  <c:v>106006.43</c:v>
                </c:pt>
                <c:pt idx="4067">
                  <c:v>106032.5</c:v>
                </c:pt>
                <c:pt idx="4068">
                  <c:v>106058.57</c:v>
                </c:pt>
                <c:pt idx="4069">
                  <c:v>106084.64</c:v>
                </c:pt>
                <c:pt idx="4070">
                  <c:v>106110.71</c:v>
                </c:pt>
                <c:pt idx="4071">
                  <c:v>106136.79</c:v>
                </c:pt>
                <c:pt idx="4072">
                  <c:v>106162.86</c:v>
                </c:pt>
                <c:pt idx="4073">
                  <c:v>106188.93</c:v>
                </c:pt>
                <c:pt idx="4074">
                  <c:v>106215</c:v>
                </c:pt>
                <c:pt idx="4075">
                  <c:v>106241.07</c:v>
                </c:pt>
                <c:pt idx="4076">
                  <c:v>106267.14</c:v>
                </c:pt>
                <c:pt idx="4077">
                  <c:v>106293.21</c:v>
                </c:pt>
                <c:pt idx="4078">
                  <c:v>106319.29</c:v>
                </c:pt>
                <c:pt idx="4079">
                  <c:v>106345.36</c:v>
                </c:pt>
                <c:pt idx="4080">
                  <c:v>106371.43</c:v>
                </c:pt>
                <c:pt idx="4081">
                  <c:v>106397.5</c:v>
                </c:pt>
                <c:pt idx="4082">
                  <c:v>106423.57</c:v>
                </c:pt>
                <c:pt idx="4083">
                  <c:v>106449.64</c:v>
                </c:pt>
                <c:pt idx="4084">
                  <c:v>106475.71</c:v>
                </c:pt>
                <c:pt idx="4085">
                  <c:v>106501.79</c:v>
                </c:pt>
                <c:pt idx="4086">
                  <c:v>106527.86</c:v>
                </c:pt>
                <c:pt idx="4087">
                  <c:v>106553.93</c:v>
                </c:pt>
                <c:pt idx="4088">
                  <c:v>106580</c:v>
                </c:pt>
                <c:pt idx="4089">
                  <c:v>106606.07</c:v>
                </c:pt>
                <c:pt idx="4090">
                  <c:v>106632.14</c:v>
                </c:pt>
                <c:pt idx="4091">
                  <c:v>106658.21</c:v>
                </c:pt>
                <c:pt idx="4092">
                  <c:v>106684.29</c:v>
                </c:pt>
                <c:pt idx="4093">
                  <c:v>106710.36</c:v>
                </c:pt>
                <c:pt idx="4094">
                  <c:v>106736.43</c:v>
                </c:pt>
                <c:pt idx="4095">
                  <c:v>106762.5</c:v>
                </c:pt>
                <c:pt idx="4096">
                  <c:v>106788.57</c:v>
                </c:pt>
                <c:pt idx="4097">
                  <c:v>106814.64</c:v>
                </c:pt>
                <c:pt idx="4098">
                  <c:v>106840.71</c:v>
                </c:pt>
                <c:pt idx="4099">
                  <c:v>106866.79</c:v>
                </c:pt>
                <c:pt idx="4100">
                  <c:v>106892.86</c:v>
                </c:pt>
                <c:pt idx="4101">
                  <c:v>106918.93</c:v>
                </c:pt>
                <c:pt idx="4102">
                  <c:v>106945</c:v>
                </c:pt>
                <c:pt idx="4103">
                  <c:v>106971.07</c:v>
                </c:pt>
                <c:pt idx="4104">
                  <c:v>106997.14</c:v>
                </c:pt>
                <c:pt idx="4105">
                  <c:v>107023.21</c:v>
                </c:pt>
                <c:pt idx="4106">
                  <c:v>107049.29</c:v>
                </c:pt>
                <c:pt idx="4107">
                  <c:v>107075.36</c:v>
                </c:pt>
                <c:pt idx="4108">
                  <c:v>107101.43</c:v>
                </c:pt>
                <c:pt idx="4109">
                  <c:v>107127.5</c:v>
                </c:pt>
                <c:pt idx="4110">
                  <c:v>107153.57</c:v>
                </c:pt>
                <c:pt idx="4111">
                  <c:v>107179.64</c:v>
                </c:pt>
                <c:pt idx="4112">
                  <c:v>107205.71</c:v>
                </c:pt>
                <c:pt idx="4113">
                  <c:v>107231.79</c:v>
                </c:pt>
                <c:pt idx="4114">
                  <c:v>107257.86</c:v>
                </c:pt>
                <c:pt idx="4115">
                  <c:v>107283.93</c:v>
                </c:pt>
                <c:pt idx="4116">
                  <c:v>107310</c:v>
                </c:pt>
                <c:pt idx="4117">
                  <c:v>107336.07</c:v>
                </c:pt>
                <c:pt idx="4118">
                  <c:v>107362.14</c:v>
                </c:pt>
                <c:pt idx="4119">
                  <c:v>107388.21</c:v>
                </c:pt>
                <c:pt idx="4120">
                  <c:v>107414.29</c:v>
                </c:pt>
                <c:pt idx="4121">
                  <c:v>107440.36</c:v>
                </c:pt>
                <c:pt idx="4122">
                  <c:v>107466.43</c:v>
                </c:pt>
                <c:pt idx="4123">
                  <c:v>107492.5</c:v>
                </c:pt>
                <c:pt idx="4124">
                  <c:v>107518.57</c:v>
                </c:pt>
                <c:pt idx="4125">
                  <c:v>107544.64</c:v>
                </c:pt>
                <c:pt idx="4126">
                  <c:v>107570.71</c:v>
                </c:pt>
                <c:pt idx="4127">
                  <c:v>107596.79</c:v>
                </c:pt>
                <c:pt idx="4128">
                  <c:v>107622.86</c:v>
                </c:pt>
                <c:pt idx="4129">
                  <c:v>107648.93</c:v>
                </c:pt>
                <c:pt idx="4130">
                  <c:v>107675</c:v>
                </c:pt>
                <c:pt idx="4131">
                  <c:v>107701.07</c:v>
                </c:pt>
                <c:pt idx="4132">
                  <c:v>107727.14</c:v>
                </c:pt>
                <c:pt idx="4133">
                  <c:v>107753.21</c:v>
                </c:pt>
                <c:pt idx="4134">
                  <c:v>107779.29</c:v>
                </c:pt>
                <c:pt idx="4135">
                  <c:v>107805.36</c:v>
                </c:pt>
                <c:pt idx="4136">
                  <c:v>107831.43</c:v>
                </c:pt>
                <c:pt idx="4137">
                  <c:v>107857.5</c:v>
                </c:pt>
                <c:pt idx="4138">
                  <c:v>107883.57</c:v>
                </c:pt>
                <c:pt idx="4139">
                  <c:v>107909.64</c:v>
                </c:pt>
                <c:pt idx="4140">
                  <c:v>107935.71</c:v>
                </c:pt>
                <c:pt idx="4141">
                  <c:v>107961.79</c:v>
                </c:pt>
                <c:pt idx="4142">
                  <c:v>107987.86</c:v>
                </c:pt>
                <c:pt idx="4143">
                  <c:v>108013.93</c:v>
                </c:pt>
                <c:pt idx="4144">
                  <c:v>108040</c:v>
                </c:pt>
                <c:pt idx="4145">
                  <c:v>108066.07</c:v>
                </c:pt>
                <c:pt idx="4146">
                  <c:v>108092.14</c:v>
                </c:pt>
                <c:pt idx="4147">
                  <c:v>108118.21</c:v>
                </c:pt>
                <c:pt idx="4148">
                  <c:v>108144.29</c:v>
                </c:pt>
                <c:pt idx="4149">
                  <c:v>108170.36</c:v>
                </c:pt>
                <c:pt idx="4150">
                  <c:v>108196.43</c:v>
                </c:pt>
                <c:pt idx="4151">
                  <c:v>108222.5</c:v>
                </c:pt>
                <c:pt idx="4152">
                  <c:v>108248.57</c:v>
                </c:pt>
                <c:pt idx="4153">
                  <c:v>108274.64</c:v>
                </c:pt>
                <c:pt idx="4154">
                  <c:v>108300.71</c:v>
                </c:pt>
                <c:pt idx="4155">
                  <c:v>108326.79</c:v>
                </c:pt>
                <c:pt idx="4156">
                  <c:v>108352.86</c:v>
                </c:pt>
                <c:pt idx="4157">
                  <c:v>108378.93</c:v>
                </c:pt>
                <c:pt idx="4158">
                  <c:v>108405</c:v>
                </c:pt>
                <c:pt idx="4159">
                  <c:v>108431.07</c:v>
                </c:pt>
                <c:pt idx="4160">
                  <c:v>108457.14</c:v>
                </c:pt>
                <c:pt idx="4161">
                  <c:v>108483.21</c:v>
                </c:pt>
                <c:pt idx="4162">
                  <c:v>108509.29</c:v>
                </c:pt>
                <c:pt idx="4163">
                  <c:v>108535.36</c:v>
                </c:pt>
                <c:pt idx="4164">
                  <c:v>108561.43</c:v>
                </c:pt>
                <c:pt idx="4165">
                  <c:v>108587.5</c:v>
                </c:pt>
                <c:pt idx="4166">
                  <c:v>108613.57</c:v>
                </c:pt>
                <c:pt idx="4167">
                  <c:v>108639.64</c:v>
                </c:pt>
                <c:pt idx="4168">
                  <c:v>108665.71</c:v>
                </c:pt>
                <c:pt idx="4169">
                  <c:v>108691.79</c:v>
                </c:pt>
                <c:pt idx="4170">
                  <c:v>108717.86</c:v>
                </c:pt>
                <c:pt idx="4171">
                  <c:v>108743.93</c:v>
                </c:pt>
                <c:pt idx="4172">
                  <c:v>108770</c:v>
                </c:pt>
                <c:pt idx="4173">
                  <c:v>108796.07</c:v>
                </c:pt>
                <c:pt idx="4174">
                  <c:v>108822.14</c:v>
                </c:pt>
                <c:pt idx="4175">
                  <c:v>108848.21</c:v>
                </c:pt>
                <c:pt idx="4176">
                  <c:v>108874.29</c:v>
                </c:pt>
                <c:pt idx="4177">
                  <c:v>108900.36</c:v>
                </c:pt>
                <c:pt idx="4178">
                  <c:v>108926.43</c:v>
                </c:pt>
                <c:pt idx="4179">
                  <c:v>108952.5</c:v>
                </c:pt>
                <c:pt idx="4180">
                  <c:v>108978.57</c:v>
                </c:pt>
                <c:pt idx="4181">
                  <c:v>109004.64</c:v>
                </c:pt>
                <c:pt idx="4182">
                  <c:v>109030.71</c:v>
                </c:pt>
                <c:pt idx="4183">
                  <c:v>109056.79</c:v>
                </c:pt>
                <c:pt idx="4184">
                  <c:v>109082.86</c:v>
                </c:pt>
                <c:pt idx="4185">
                  <c:v>109108.93</c:v>
                </c:pt>
                <c:pt idx="4186">
                  <c:v>109135</c:v>
                </c:pt>
                <c:pt idx="4187">
                  <c:v>109161.07</c:v>
                </c:pt>
                <c:pt idx="4188">
                  <c:v>109187.14</c:v>
                </c:pt>
                <c:pt idx="4189">
                  <c:v>109213.21</c:v>
                </c:pt>
                <c:pt idx="4190">
                  <c:v>109239.29</c:v>
                </c:pt>
                <c:pt idx="4191">
                  <c:v>109265.36</c:v>
                </c:pt>
                <c:pt idx="4192">
                  <c:v>109291.43</c:v>
                </c:pt>
                <c:pt idx="4193">
                  <c:v>109317.5</c:v>
                </c:pt>
                <c:pt idx="4194">
                  <c:v>109343.57</c:v>
                </c:pt>
                <c:pt idx="4195">
                  <c:v>109369.64</c:v>
                </c:pt>
                <c:pt idx="4196">
                  <c:v>109395.71</c:v>
                </c:pt>
                <c:pt idx="4197">
                  <c:v>109421.79</c:v>
                </c:pt>
                <c:pt idx="4198">
                  <c:v>109447.86</c:v>
                </c:pt>
                <c:pt idx="4199">
                  <c:v>109473.93</c:v>
                </c:pt>
                <c:pt idx="4200">
                  <c:v>109500</c:v>
                </c:pt>
                <c:pt idx="4201">
                  <c:v>109526.07</c:v>
                </c:pt>
                <c:pt idx="4202">
                  <c:v>109552.14</c:v>
                </c:pt>
                <c:pt idx="4203">
                  <c:v>109578.21</c:v>
                </c:pt>
                <c:pt idx="4204">
                  <c:v>109604.29</c:v>
                </c:pt>
                <c:pt idx="4205">
                  <c:v>109630.36</c:v>
                </c:pt>
                <c:pt idx="4206">
                  <c:v>109656.43</c:v>
                </c:pt>
                <c:pt idx="4207">
                  <c:v>109682.5</c:v>
                </c:pt>
                <c:pt idx="4208">
                  <c:v>109708.57</c:v>
                </c:pt>
                <c:pt idx="4209">
                  <c:v>109734.64</c:v>
                </c:pt>
                <c:pt idx="4210">
                  <c:v>109760.71</c:v>
                </c:pt>
                <c:pt idx="4211">
                  <c:v>109786.79</c:v>
                </c:pt>
                <c:pt idx="4212">
                  <c:v>109812.86</c:v>
                </c:pt>
                <c:pt idx="4213">
                  <c:v>109838.93</c:v>
                </c:pt>
                <c:pt idx="4214">
                  <c:v>109865</c:v>
                </c:pt>
                <c:pt idx="4215">
                  <c:v>109891.07</c:v>
                </c:pt>
                <c:pt idx="4216">
                  <c:v>109917.14</c:v>
                </c:pt>
                <c:pt idx="4217">
                  <c:v>109943.21</c:v>
                </c:pt>
                <c:pt idx="4218">
                  <c:v>109969.29</c:v>
                </c:pt>
                <c:pt idx="4219">
                  <c:v>109995.36</c:v>
                </c:pt>
                <c:pt idx="4220">
                  <c:v>110021.43</c:v>
                </c:pt>
                <c:pt idx="4221">
                  <c:v>110047.5</c:v>
                </c:pt>
                <c:pt idx="4222">
                  <c:v>110073.57</c:v>
                </c:pt>
                <c:pt idx="4223">
                  <c:v>110099.64</c:v>
                </c:pt>
                <c:pt idx="4224">
                  <c:v>110125.71</c:v>
                </c:pt>
                <c:pt idx="4225">
                  <c:v>110151.79</c:v>
                </c:pt>
                <c:pt idx="4226">
                  <c:v>110177.86</c:v>
                </c:pt>
                <c:pt idx="4227">
                  <c:v>110203.93</c:v>
                </c:pt>
                <c:pt idx="4228">
                  <c:v>110230</c:v>
                </c:pt>
                <c:pt idx="4229">
                  <c:v>110256.07</c:v>
                </c:pt>
                <c:pt idx="4230">
                  <c:v>110282.14</c:v>
                </c:pt>
                <c:pt idx="4231">
                  <c:v>110308.21</c:v>
                </c:pt>
                <c:pt idx="4232">
                  <c:v>110334.29</c:v>
                </c:pt>
                <c:pt idx="4233">
                  <c:v>110360.36</c:v>
                </c:pt>
                <c:pt idx="4234">
                  <c:v>110386.43</c:v>
                </c:pt>
                <c:pt idx="4235">
                  <c:v>110412.5</c:v>
                </c:pt>
                <c:pt idx="4236">
                  <c:v>110438.57</c:v>
                </c:pt>
                <c:pt idx="4237">
                  <c:v>110464.64</c:v>
                </c:pt>
                <c:pt idx="4238">
                  <c:v>110490.71</c:v>
                </c:pt>
                <c:pt idx="4239">
                  <c:v>110516.79</c:v>
                </c:pt>
                <c:pt idx="4240">
                  <c:v>110542.86</c:v>
                </c:pt>
                <c:pt idx="4241">
                  <c:v>110568.93</c:v>
                </c:pt>
                <c:pt idx="4242">
                  <c:v>110595</c:v>
                </c:pt>
                <c:pt idx="4243">
                  <c:v>110621.07</c:v>
                </c:pt>
                <c:pt idx="4244">
                  <c:v>110647.14</c:v>
                </c:pt>
                <c:pt idx="4245">
                  <c:v>110673.21</c:v>
                </c:pt>
                <c:pt idx="4246">
                  <c:v>110699.29</c:v>
                </c:pt>
                <c:pt idx="4247">
                  <c:v>110725.36</c:v>
                </c:pt>
                <c:pt idx="4248">
                  <c:v>110751.43</c:v>
                </c:pt>
                <c:pt idx="4249">
                  <c:v>110777.5</c:v>
                </c:pt>
                <c:pt idx="4250">
                  <c:v>110803.57</c:v>
                </c:pt>
                <c:pt idx="4251">
                  <c:v>110829.64</c:v>
                </c:pt>
                <c:pt idx="4252">
                  <c:v>110855.71</c:v>
                </c:pt>
                <c:pt idx="4253">
                  <c:v>110881.79</c:v>
                </c:pt>
                <c:pt idx="4254">
                  <c:v>110907.86</c:v>
                </c:pt>
                <c:pt idx="4255">
                  <c:v>110933.93</c:v>
                </c:pt>
                <c:pt idx="4256">
                  <c:v>110960</c:v>
                </c:pt>
                <c:pt idx="4257">
                  <c:v>110986.07</c:v>
                </c:pt>
                <c:pt idx="4258">
                  <c:v>111012.14</c:v>
                </c:pt>
                <c:pt idx="4259">
                  <c:v>111038.21</c:v>
                </c:pt>
                <c:pt idx="4260">
                  <c:v>111064.29</c:v>
                </c:pt>
                <c:pt idx="4261">
                  <c:v>111090.36</c:v>
                </c:pt>
                <c:pt idx="4262">
                  <c:v>111116.43</c:v>
                </c:pt>
                <c:pt idx="4263">
                  <c:v>111142.5</c:v>
                </c:pt>
                <c:pt idx="4264">
                  <c:v>111168.57</c:v>
                </c:pt>
                <c:pt idx="4265">
                  <c:v>111194.64</c:v>
                </c:pt>
                <c:pt idx="4266">
                  <c:v>111220.71</c:v>
                </c:pt>
                <c:pt idx="4267">
                  <c:v>111246.79</c:v>
                </c:pt>
                <c:pt idx="4268">
                  <c:v>111272.86</c:v>
                </c:pt>
                <c:pt idx="4269">
                  <c:v>111298.93</c:v>
                </c:pt>
                <c:pt idx="4270">
                  <c:v>111325</c:v>
                </c:pt>
                <c:pt idx="4271">
                  <c:v>111351.07</c:v>
                </c:pt>
                <c:pt idx="4272">
                  <c:v>111377.14</c:v>
                </c:pt>
                <c:pt idx="4273">
                  <c:v>111403.21</c:v>
                </c:pt>
                <c:pt idx="4274">
                  <c:v>111429.29</c:v>
                </c:pt>
                <c:pt idx="4275">
                  <c:v>111455.36</c:v>
                </c:pt>
                <c:pt idx="4276">
                  <c:v>111481.43</c:v>
                </c:pt>
                <c:pt idx="4277">
                  <c:v>111507.5</c:v>
                </c:pt>
                <c:pt idx="4278">
                  <c:v>111533.57</c:v>
                </c:pt>
                <c:pt idx="4279">
                  <c:v>111559.64</c:v>
                </c:pt>
                <c:pt idx="4280">
                  <c:v>111585.71</c:v>
                </c:pt>
                <c:pt idx="4281">
                  <c:v>111611.79</c:v>
                </c:pt>
                <c:pt idx="4282">
                  <c:v>111637.86</c:v>
                </c:pt>
                <c:pt idx="4283">
                  <c:v>111663.93</c:v>
                </c:pt>
                <c:pt idx="4284">
                  <c:v>111690</c:v>
                </c:pt>
                <c:pt idx="4285">
                  <c:v>111716.07</c:v>
                </c:pt>
                <c:pt idx="4286">
                  <c:v>111742.14</c:v>
                </c:pt>
                <c:pt idx="4287">
                  <c:v>111768.21</c:v>
                </c:pt>
                <c:pt idx="4288">
                  <c:v>111794.29</c:v>
                </c:pt>
                <c:pt idx="4289">
                  <c:v>111820.36</c:v>
                </c:pt>
                <c:pt idx="4290">
                  <c:v>111846.43</c:v>
                </c:pt>
                <c:pt idx="4291">
                  <c:v>111872.5</c:v>
                </c:pt>
                <c:pt idx="4292">
                  <c:v>111898.57</c:v>
                </c:pt>
                <c:pt idx="4293">
                  <c:v>111924.64</c:v>
                </c:pt>
                <c:pt idx="4294">
                  <c:v>111950.71</c:v>
                </c:pt>
                <c:pt idx="4295">
                  <c:v>111976.79</c:v>
                </c:pt>
                <c:pt idx="4296">
                  <c:v>112002.86</c:v>
                </c:pt>
                <c:pt idx="4297">
                  <c:v>112028.93</c:v>
                </c:pt>
                <c:pt idx="4298">
                  <c:v>112055</c:v>
                </c:pt>
                <c:pt idx="4299">
                  <c:v>112081.07</c:v>
                </c:pt>
                <c:pt idx="4300">
                  <c:v>112107.14</c:v>
                </c:pt>
                <c:pt idx="4301">
                  <c:v>112133.21</c:v>
                </c:pt>
                <c:pt idx="4302">
                  <c:v>112159.29</c:v>
                </c:pt>
                <c:pt idx="4303">
                  <c:v>112185.36</c:v>
                </c:pt>
                <c:pt idx="4304">
                  <c:v>112211.43</c:v>
                </c:pt>
                <c:pt idx="4305">
                  <c:v>112237.5</c:v>
                </c:pt>
                <c:pt idx="4306">
                  <c:v>112263.57</c:v>
                </c:pt>
                <c:pt idx="4307">
                  <c:v>112289.64</c:v>
                </c:pt>
                <c:pt idx="4308">
                  <c:v>112315.71</c:v>
                </c:pt>
                <c:pt idx="4309">
                  <c:v>112341.79</c:v>
                </c:pt>
                <c:pt idx="4310">
                  <c:v>112367.86</c:v>
                </c:pt>
                <c:pt idx="4311">
                  <c:v>112393.93</c:v>
                </c:pt>
                <c:pt idx="4312">
                  <c:v>112420</c:v>
                </c:pt>
                <c:pt idx="4313">
                  <c:v>112446.07</c:v>
                </c:pt>
                <c:pt idx="4314">
                  <c:v>112472.14</c:v>
                </c:pt>
                <c:pt idx="4315">
                  <c:v>112498.21</c:v>
                </c:pt>
                <c:pt idx="4316">
                  <c:v>112524.29</c:v>
                </c:pt>
                <c:pt idx="4317">
                  <c:v>112550.36</c:v>
                </c:pt>
                <c:pt idx="4318">
                  <c:v>112576.43</c:v>
                </c:pt>
                <c:pt idx="4319">
                  <c:v>112602.5</c:v>
                </c:pt>
                <c:pt idx="4320">
                  <c:v>112628.57</c:v>
                </c:pt>
                <c:pt idx="4321">
                  <c:v>112654.64</c:v>
                </c:pt>
                <c:pt idx="4322">
                  <c:v>112680.71</c:v>
                </c:pt>
                <c:pt idx="4323">
                  <c:v>112706.79</c:v>
                </c:pt>
                <c:pt idx="4324">
                  <c:v>112732.86</c:v>
                </c:pt>
                <c:pt idx="4325">
                  <c:v>112758.93</c:v>
                </c:pt>
                <c:pt idx="4326">
                  <c:v>112785</c:v>
                </c:pt>
                <c:pt idx="4327">
                  <c:v>112811.07</c:v>
                </c:pt>
                <c:pt idx="4328">
                  <c:v>112837.14</c:v>
                </c:pt>
                <c:pt idx="4329">
                  <c:v>112863.21</c:v>
                </c:pt>
                <c:pt idx="4330">
                  <c:v>112889.29</c:v>
                </c:pt>
                <c:pt idx="4331">
                  <c:v>112915.36</c:v>
                </c:pt>
                <c:pt idx="4332">
                  <c:v>112941.43</c:v>
                </c:pt>
                <c:pt idx="4333">
                  <c:v>112967.5</c:v>
                </c:pt>
                <c:pt idx="4334">
                  <c:v>112993.57</c:v>
                </c:pt>
                <c:pt idx="4335">
                  <c:v>113019.64</c:v>
                </c:pt>
                <c:pt idx="4336">
                  <c:v>113045.71</c:v>
                </c:pt>
                <c:pt idx="4337">
                  <c:v>113071.79</c:v>
                </c:pt>
                <c:pt idx="4338">
                  <c:v>113097.86</c:v>
                </c:pt>
                <c:pt idx="4339">
                  <c:v>113123.93</c:v>
                </c:pt>
                <c:pt idx="4340">
                  <c:v>113150</c:v>
                </c:pt>
                <c:pt idx="4341">
                  <c:v>113176.07</c:v>
                </c:pt>
                <c:pt idx="4342">
                  <c:v>113202.14</c:v>
                </c:pt>
                <c:pt idx="4343">
                  <c:v>113228.21</c:v>
                </c:pt>
                <c:pt idx="4344">
                  <c:v>113254.29</c:v>
                </c:pt>
                <c:pt idx="4345">
                  <c:v>113280.36</c:v>
                </c:pt>
                <c:pt idx="4346">
                  <c:v>113306.43</c:v>
                </c:pt>
                <c:pt idx="4347">
                  <c:v>113332.5</c:v>
                </c:pt>
                <c:pt idx="4348">
                  <c:v>113358.57</c:v>
                </c:pt>
                <c:pt idx="4349">
                  <c:v>113384.64</c:v>
                </c:pt>
                <c:pt idx="4350">
                  <c:v>113410.71</c:v>
                </c:pt>
                <c:pt idx="4351">
                  <c:v>113436.79</c:v>
                </c:pt>
                <c:pt idx="4352">
                  <c:v>113462.86</c:v>
                </c:pt>
                <c:pt idx="4353">
                  <c:v>113488.93</c:v>
                </c:pt>
                <c:pt idx="4354">
                  <c:v>113515</c:v>
                </c:pt>
                <c:pt idx="4355">
                  <c:v>113541.07</c:v>
                </c:pt>
                <c:pt idx="4356">
                  <c:v>113567.14</c:v>
                </c:pt>
                <c:pt idx="4357">
                  <c:v>113593.21</c:v>
                </c:pt>
                <c:pt idx="4358">
                  <c:v>113619.29</c:v>
                </c:pt>
                <c:pt idx="4359">
                  <c:v>113645.36</c:v>
                </c:pt>
                <c:pt idx="4360">
                  <c:v>113671.43</c:v>
                </c:pt>
                <c:pt idx="4361">
                  <c:v>113697.5</c:v>
                </c:pt>
                <c:pt idx="4362">
                  <c:v>113723.57</c:v>
                </c:pt>
                <c:pt idx="4363">
                  <c:v>113749.64</c:v>
                </c:pt>
                <c:pt idx="4364">
                  <c:v>113775.71</c:v>
                </c:pt>
                <c:pt idx="4365">
                  <c:v>113801.79</c:v>
                </c:pt>
                <c:pt idx="4366">
                  <c:v>113827.86</c:v>
                </c:pt>
                <c:pt idx="4367">
                  <c:v>113853.93</c:v>
                </c:pt>
                <c:pt idx="4368">
                  <c:v>113880</c:v>
                </c:pt>
                <c:pt idx="4369">
                  <c:v>113906.07</c:v>
                </c:pt>
                <c:pt idx="4370">
                  <c:v>113932.14</c:v>
                </c:pt>
                <c:pt idx="4371">
                  <c:v>113958.21</c:v>
                </c:pt>
                <c:pt idx="4372">
                  <c:v>113984.29</c:v>
                </c:pt>
                <c:pt idx="4373">
                  <c:v>114010.36</c:v>
                </c:pt>
                <c:pt idx="4374">
                  <c:v>114036.43</c:v>
                </c:pt>
                <c:pt idx="4375">
                  <c:v>114062.5</c:v>
                </c:pt>
                <c:pt idx="4376">
                  <c:v>114088.57</c:v>
                </c:pt>
                <c:pt idx="4377">
                  <c:v>114114.64</c:v>
                </c:pt>
                <c:pt idx="4378">
                  <c:v>114140.71</c:v>
                </c:pt>
                <c:pt idx="4379">
                  <c:v>114166.79</c:v>
                </c:pt>
                <c:pt idx="4380">
                  <c:v>114192.86</c:v>
                </c:pt>
                <c:pt idx="4381">
                  <c:v>114218.93</c:v>
                </c:pt>
                <c:pt idx="4382">
                  <c:v>114245</c:v>
                </c:pt>
                <c:pt idx="4383">
                  <c:v>114271.07</c:v>
                </c:pt>
                <c:pt idx="4384">
                  <c:v>114297.14</c:v>
                </c:pt>
                <c:pt idx="4385">
                  <c:v>114323.21</c:v>
                </c:pt>
                <c:pt idx="4386">
                  <c:v>114349.29</c:v>
                </c:pt>
                <c:pt idx="4387">
                  <c:v>114375.36</c:v>
                </c:pt>
                <c:pt idx="4388">
                  <c:v>114401.43</c:v>
                </c:pt>
                <c:pt idx="4389">
                  <c:v>114427.5</c:v>
                </c:pt>
                <c:pt idx="4390">
                  <c:v>114453.57</c:v>
                </c:pt>
                <c:pt idx="4391">
                  <c:v>114479.64</c:v>
                </c:pt>
                <c:pt idx="4392">
                  <c:v>114505.71</c:v>
                </c:pt>
                <c:pt idx="4393">
                  <c:v>114531.79</c:v>
                </c:pt>
                <c:pt idx="4394">
                  <c:v>114557.86</c:v>
                </c:pt>
                <c:pt idx="4395">
                  <c:v>114583.93</c:v>
                </c:pt>
                <c:pt idx="4396">
                  <c:v>114610</c:v>
                </c:pt>
                <c:pt idx="4397">
                  <c:v>114636.07</c:v>
                </c:pt>
                <c:pt idx="4398">
                  <c:v>114662.14</c:v>
                </c:pt>
                <c:pt idx="4399">
                  <c:v>114688.21</c:v>
                </c:pt>
                <c:pt idx="4400">
                  <c:v>114714.29</c:v>
                </c:pt>
                <c:pt idx="4401">
                  <c:v>114740.36</c:v>
                </c:pt>
                <c:pt idx="4402">
                  <c:v>114766.43</c:v>
                </c:pt>
                <c:pt idx="4403">
                  <c:v>114792.5</c:v>
                </c:pt>
                <c:pt idx="4404">
                  <c:v>114818.57</c:v>
                </c:pt>
                <c:pt idx="4405">
                  <c:v>114844.64</c:v>
                </c:pt>
                <c:pt idx="4406">
                  <c:v>114870.71</c:v>
                </c:pt>
                <c:pt idx="4407">
                  <c:v>114896.79</c:v>
                </c:pt>
                <c:pt idx="4408">
                  <c:v>114922.86</c:v>
                </c:pt>
                <c:pt idx="4409">
                  <c:v>114948.93</c:v>
                </c:pt>
                <c:pt idx="4410">
                  <c:v>114975</c:v>
                </c:pt>
                <c:pt idx="4411">
                  <c:v>115001.07</c:v>
                </c:pt>
                <c:pt idx="4412">
                  <c:v>115027.14</c:v>
                </c:pt>
                <c:pt idx="4413">
                  <c:v>115053.21</c:v>
                </c:pt>
                <c:pt idx="4414">
                  <c:v>115079.29</c:v>
                </c:pt>
                <c:pt idx="4415">
                  <c:v>115105.36</c:v>
                </c:pt>
                <c:pt idx="4416">
                  <c:v>115131.43</c:v>
                </c:pt>
                <c:pt idx="4417">
                  <c:v>115157.5</c:v>
                </c:pt>
                <c:pt idx="4418">
                  <c:v>115183.57</c:v>
                </c:pt>
                <c:pt idx="4419">
                  <c:v>115209.64</c:v>
                </c:pt>
                <c:pt idx="4420">
                  <c:v>115235.71</c:v>
                </c:pt>
                <c:pt idx="4421">
                  <c:v>115261.79</c:v>
                </c:pt>
                <c:pt idx="4422">
                  <c:v>115287.86</c:v>
                </c:pt>
                <c:pt idx="4423">
                  <c:v>115313.93</c:v>
                </c:pt>
                <c:pt idx="4424">
                  <c:v>115340</c:v>
                </c:pt>
                <c:pt idx="4425">
                  <c:v>115366.07</c:v>
                </c:pt>
                <c:pt idx="4426">
                  <c:v>115392.14</c:v>
                </c:pt>
                <c:pt idx="4427">
                  <c:v>115418.21</c:v>
                </c:pt>
                <c:pt idx="4428">
                  <c:v>115444.29</c:v>
                </c:pt>
                <c:pt idx="4429">
                  <c:v>115470.36</c:v>
                </c:pt>
                <c:pt idx="4430">
                  <c:v>115496.43</c:v>
                </c:pt>
                <c:pt idx="4431">
                  <c:v>115522.5</c:v>
                </c:pt>
                <c:pt idx="4432">
                  <c:v>115548.57</c:v>
                </c:pt>
                <c:pt idx="4433">
                  <c:v>115574.64</c:v>
                </c:pt>
                <c:pt idx="4434">
                  <c:v>115600.71</c:v>
                </c:pt>
                <c:pt idx="4435">
                  <c:v>115626.79</c:v>
                </c:pt>
                <c:pt idx="4436">
                  <c:v>115652.86</c:v>
                </c:pt>
                <c:pt idx="4437">
                  <c:v>115678.93</c:v>
                </c:pt>
                <c:pt idx="4438">
                  <c:v>115705</c:v>
                </c:pt>
                <c:pt idx="4439">
                  <c:v>115731.07</c:v>
                </c:pt>
                <c:pt idx="4440">
                  <c:v>115757.14</c:v>
                </c:pt>
                <c:pt idx="4441">
                  <c:v>115783.21</c:v>
                </c:pt>
                <c:pt idx="4442">
                  <c:v>115809.29</c:v>
                </c:pt>
                <c:pt idx="4443">
                  <c:v>115835.36</c:v>
                </c:pt>
                <c:pt idx="4444">
                  <c:v>115861.43</c:v>
                </c:pt>
                <c:pt idx="4445">
                  <c:v>115887.5</c:v>
                </c:pt>
                <c:pt idx="4446">
                  <c:v>115913.57</c:v>
                </c:pt>
                <c:pt idx="4447">
                  <c:v>115939.64</c:v>
                </c:pt>
                <c:pt idx="4448">
                  <c:v>115965.71</c:v>
                </c:pt>
                <c:pt idx="4449">
                  <c:v>115991.79</c:v>
                </c:pt>
                <c:pt idx="4450">
                  <c:v>116017.86</c:v>
                </c:pt>
                <c:pt idx="4451">
                  <c:v>116043.93</c:v>
                </c:pt>
                <c:pt idx="4452">
                  <c:v>116070</c:v>
                </c:pt>
                <c:pt idx="4453">
                  <c:v>116096.07</c:v>
                </c:pt>
                <c:pt idx="4454">
                  <c:v>116122.14</c:v>
                </c:pt>
                <c:pt idx="4455">
                  <c:v>116148.21</c:v>
                </c:pt>
                <c:pt idx="4456">
                  <c:v>116174.29</c:v>
                </c:pt>
                <c:pt idx="4457">
                  <c:v>116200.36</c:v>
                </c:pt>
                <c:pt idx="4458">
                  <c:v>116226.43</c:v>
                </c:pt>
                <c:pt idx="4459">
                  <c:v>116252.5</c:v>
                </c:pt>
                <c:pt idx="4460">
                  <c:v>116278.57</c:v>
                </c:pt>
                <c:pt idx="4461">
                  <c:v>116304.64</c:v>
                </c:pt>
                <c:pt idx="4462">
                  <c:v>116330.71</c:v>
                </c:pt>
                <c:pt idx="4463">
                  <c:v>116356.79</c:v>
                </c:pt>
                <c:pt idx="4464">
                  <c:v>116382.86</c:v>
                </c:pt>
                <c:pt idx="4465">
                  <c:v>116408.93</c:v>
                </c:pt>
                <c:pt idx="4466">
                  <c:v>116435</c:v>
                </c:pt>
                <c:pt idx="4467">
                  <c:v>116461.07</c:v>
                </c:pt>
                <c:pt idx="4468">
                  <c:v>116487.14</c:v>
                </c:pt>
                <c:pt idx="4469">
                  <c:v>116513.21</c:v>
                </c:pt>
                <c:pt idx="4470">
                  <c:v>116539.29</c:v>
                </c:pt>
                <c:pt idx="4471">
                  <c:v>116565.36</c:v>
                </c:pt>
                <c:pt idx="4472">
                  <c:v>116591.43</c:v>
                </c:pt>
                <c:pt idx="4473">
                  <c:v>116617.5</c:v>
                </c:pt>
                <c:pt idx="4474">
                  <c:v>116643.57</c:v>
                </c:pt>
                <c:pt idx="4475">
                  <c:v>116669.64</c:v>
                </c:pt>
                <c:pt idx="4476">
                  <c:v>116695.71</c:v>
                </c:pt>
                <c:pt idx="4477">
                  <c:v>116721.79</c:v>
                </c:pt>
                <c:pt idx="4478">
                  <c:v>116747.86</c:v>
                </c:pt>
                <c:pt idx="4479">
                  <c:v>116773.93</c:v>
                </c:pt>
                <c:pt idx="4480">
                  <c:v>116800</c:v>
                </c:pt>
                <c:pt idx="4481">
                  <c:v>116826.07</c:v>
                </c:pt>
                <c:pt idx="4482">
                  <c:v>116852.14</c:v>
                </c:pt>
                <c:pt idx="4483">
                  <c:v>116878.21</c:v>
                </c:pt>
                <c:pt idx="4484">
                  <c:v>116904.29</c:v>
                </c:pt>
                <c:pt idx="4485">
                  <c:v>116930.36</c:v>
                </c:pt>
                <c:pt idx="4486">
                  <c:v>116956.43</c:v>
                </c:pt>
                <c:pt idx="4487">
                  <c:v>116982.5</c:v>
                </c:pt>
                <c:pt idx="4488">
                  <c:v>117008.57</c:v>
                </c:pt>
                <c:pt idx="4489">
                  <c:v>117034.64</c:v>
                </c:pt>
                <c:pt idx="4490">
                  <c:v>117060.71</c:v>
                </c:pt>
                <c:pt idx="4491">
                  <c:v>117086.79</c:v>
                </c:pt>
                <c:pt idx="4492">
                  <c:v>117112.86</c:v>
                </c:pt>
                <c:pt idx="4493">
                  <c:v>117138.93</c:v>
                </c:pt>
                <c:pt idx="4494">
                  <c:v>117165</c:v>
                </c:pt>
                <c:pt idx="4495">
                  <c:v>117191.07</c:v>
                </c:pt>
                <c:pt idx="4496">
                  <c:v>117217.14</c:v>
                </c:pt>
                <c:pt idx="4497">
                  <c:v>117243.21</c:v>
                </c:pt>
                <c:pt idx="4498">
                  <c:v>117269.29</c:v>
                </c:pt>
                <c:pt idx="4499">
                  <c:v>117295.36</c:v>
                </c:pt>
                <c:pt idx="4500">
                  <c:v>117321.43</c:v>
                </c:pt>
                <c:pt idx="4501">
                  <c:v>117347.5</c:v>
                </c:pt>
                <c:pt idx="4502">
                  <c:v>117373.57</c:v>
                </c:pt>
                <c:pt idx="4503">
                  <c:v>117399.64</c:v>
                </c:pt>
                <c:pt idx="4504">
                  <c:v>117425.71</c:v>
                </c:pt>
                <c:pt idx="4505">
                  <c:v>117451.79</c:v>
                </c:pt>
                <c:pt idx="4506">
                  <c:v>117477.86</c:v>
                </c:pt>
                <c:pt idx="4507">
                  <c:v>117503.93</c:v>
                </c:pt>
                <c:pt idx="4508">
                  <c:v>117530</c:v>
                </c:pt>
                <c:pt idx="4509">
                  <c:v>117556.07</c:v>
                </c:pt>
                <c:pt idx="4510">
                  <c:v>117582.14</c:v>
                </c:pt>
                <c:pt idx="4511">
                  <c:v>117608.21</c:v>
                </c:pt>
                <c:pt idx="4512">
                  <c:v>117634.29</c:v>
                </c:pt>
                <c:pt idx="4513">
                  <c:v>117660.36</c:v>
                </c:pt>
                <c:pt idx="4514">
                  <c:v>117686.43</c:v>
                </c:pt>
                <c:pt idx="4515">
                  <c:v>117712.5</c:v>
                </c:pt>
                <c:pt idx="4516">
                  <c:v>117738.57</c:v>
                </c:pt>
                <c:pt idx="4517">
                  <c:v>117764.64</c:v>
                </c:pt>
                <c:pt idx="4518">
                  <c:v>117790.71</c:v>
                </c:pt>
                <c:pt idx="4519">
                  <c:v>117816.79</c:v>
                </c:pt>
                <c:pt idx="4520">
                  <c:v>117842.86</c:v>
                </c:pt>
                <c:pt idx="4521">
                  <c:v>117868.93</c:v>
                </c:pt>
                <c:pt idx="4522">
                  <c:v>117895</c:v>
                </c:pt>
                <c:pt idx="4523">
                  <c:v>117921.07</c:v>
                </c:pt>
                <c:pt idx="4524">
                  <c:v>117947.14</c:v>
                </c:pt>
                <c:pt idx="4525">
                  <c:v>117973.21</c:v>
                </c:pt>
                <c:pt idx="4526">
                  <c:v>117999.29</c:v>
                </c:pt>
                <c:pt idx="4527">
                  <c:v>118025.36</c:v>
                </c:pt>
                <c:pt idx="4528">
                  <c:v>118051.43</c:v>
                </c:pt>
                <c:pt idx="4529">
                  <c:v>118077.5</c:v>
                </c:pt>
                <c:pt idx="4530">
                  <c:v>118103.57</c:v>
                </c:pt>
                <c:pt idx="4531">
                  <c:v>118129.64</c:v>
                </c:pt>
                <c:pt idx="4532">
                  <c:v>118155.71</c:v>
                </c:pt>
                <c:pt idx="4533">
                  <c:v>118181.79</c:v>
                </c:pt>
                <c:pt idx="4534">
                  <c:v>118207.86</c:v>
                </c:pt>
                <c:pt idx="4535">
                  <c:v>118233.93</c:v>
                </c:pt>
                <c:pt idx="4536">
                  <c:v>118260</c:v>
                </c:pt>
                <c:pt idx="4537">
                  <c:v>118286.07</c:v>
                </c:pt>
                <c:pt idx="4538">
                  <c:v>118312.14</c:v>
                </c:pt>
                <c:pt idx="4539">
                  <c:v>118338.21</c:v>
                </c:pt>
                <c:pt idx="4540">
                  <c:v>118364.29</c:v>
                </c:pt>
                <c:pt idx="4541">
                  <c:v>118390.36</c:v>
                </c:pt>
                <c:pt idx="4542">
                  <c:v>118416.43</c:v>
                </c:pt>
                <c:pt idx="4543">
                  <c:v>118442.5</c:v>
                </c:pt>
                <c:pt idx="4544">
                  <c:v>118468.57</c:v>
                </c:pt>
                <c:pt idx="4545">
                  <c:v>118494.64</c:v>
                </c:pt>
                <c:pt idx="4546">
                  <c:v>118520.71</c:v>
                </c:pt>
                <c:pt idx="4547">
                  <c:v>118546.79</c:v>
                </c:pt>
                <c:pt idx="4548">
                  <c:v>118572.86</c:v>
                </c:pt>
                <c:pt idx="4549">
                  <c:v>118598.93</c:v>
                </c:pt>
                <c:pt idx="4550">
                  <c:v>118625</c:v>
                </c:pt>
                <c:pt idx="4551">
                  <c:v>118651.07</c:v>
                </c:pt>
                <c:pt idx="4552">
                  <c:v>118677.14</c:v>
                </c:pt>
                <c:pt idx="4553">
                  <c:v>118703.21</c:v>
                </c:pt>
                <c:pt idx="4554">
                  <c:v>118729.29</c:v>
                </c:pt>
                <c:pt idx="4555">
                  <c:v>118755.36</c:v>
                </c:pt>
                <c:pt idx="4556">
                  <c:v>118781.43</c:v>
                </c:pt>
                <c:pt idx="4557">
                  <c:v>118807.5</c:v>
                </c:pt>
                <c:pt idx="4558">
                  <c:v>118833.57</c:v>
                </c:pt>
                <c:pt idx="4559">
                  <c:v>118859.64</c:v>
                </c:pt>
                <c:pt idx="4560">
                  <c:v>118885.71</c:v>
                </c:pt>
                <c:pt idx="4561">
                  <c:v>118911.79</c:v>
                </c:pt>
                <c:pt idx="4562">
                  <c:v>118937.86</c:v>
                </c:pt>
                <c:pt idx="4563">
                  <c:v>118963.93</c:v>
                </c:pt>
                <c:pt idx="4564">
                  <c:v>118990</c:v>
                </c:pt>
                <c:pt idx="4565">
                  <c:v>119016.07</c:v>
                </c:pt>
                <c:pt idx="4566">
                  <c:v>119042.14</c:v>
                </c:pt>
                <c:pt idx="4567">
                  <c:v>119068.21</c:v>
                </c:pt>
                <c:pt idx="4568">
                  <c:v>119094.29</c:v>
                </c:pt>
                <c:pt idx="4569">
                  <c:v>119120.36</c:v>
                </c:pt>
                <c:pt idx="4570">
                  <c:v>119146.43</c:v>
                </c:pt>
                <c:pt idx="4571">
                  <c:v>119172.5</c:v>
                </c:pt>
                <c:pt idx="4572">
                  <c:v>119198.57</c:v>
                </c:pt>
                <c:pt idx="4573">
                  <c:v>119224.64</c:v>
                </c:pt>
                <c:pt idx="4574">
                  <c:v>119250.71</c:v>
                </c:pt>
                <c:pt idx="4575">
                  <c:v>119276.79</c:v>
                </c:pt>
                <c:pt idx="4576">
                  <c:v>119302.86</c:v>
                </c:pt>
                <c:pt idx="4577">
                  <c:v>119328.93</c:v>
                </c:pt>
                <c:pt idx="4578">
                  <c:v>119355</c:v>
                </c:pt>
                <c:pt idx="4579">
                  <c:v>119381.07</c:v>
                </c:pt>
                <c:pt idx="4580">
                  <c:v>119407.14</c:v>
                </c:pt>
                <c:pt idx="4581">
                  <c:v>119433.21</c:v>
                </c:pt>
                <c:pt idx="4582">
                  <c:v>119459.29</c:v>
                </c:pt>
                <c:pt idx="4583">
                  <c:v>119485.36</c:v>
                </c:pt>
                <c:pt idx="4584">
                  <c:v>119511.43</c:v>
                </c:pt>
                <c:pt idx="4585">
                  <c:v>119537.5</c:v>
                </c:pt>
                <c:pt idx="4586">
                  <c:v>119563.57</c:v>
                </c:pt>
                <c:pt idx="4587">
                  <c:v>119589.64</c:v>
                </c:pt>
                <c:pt idx="4588">
                  <c:v>119615.71</c:v>
                </c:pt>
                <c:pt idx="4589">
                  <c:v>119641.79</c:v>
                </c:pt>
                <c:pt idx="4590">
                  <c:v>119667.86</c:v>
                </c:pt>
                <c:pt idx="4591">
                  <c:v>119693.93</c:v>
                </c:pt>
                <c:pt idx="4592">
                  <c:v>119720</c:v>
                </c:pt>
                <c:pt idx="4593">
                  <c:v>119746.07</c:v>
                </c:pt>
                <c:pt idx="4594">
                  <c:v>119772.14</c:v>
                </c:pt>
                <c:pt idx="4595">
                  <c:v>119798.21</c:v>
                </c:pt>
                <c:pt idx="4596">
                  <c:v>119824.29</c:v>
                </c:pt>
                <c:pt idx="4597">
                  <c:v>119850.36</c:v>
                </c:pt>
                <c:pt idx="4598">
                  <c:v>119876.43</c:v>
                </c:pt>
                <c:pt idx="4599">
                  <c:v>119902.5</c:v>
                </c:pt>
                <c:pt idx="4600">
                  <c:v>119928.57</c:v>
                </c:pt>
                <c:pt idx="4601">
                  <c:v>119954.64</c:v>
                </c:pt>
                <c:pt idx="4602">
                  <c:v>119980.71</c:v>
                </c:pt>
                <c:pt idx="4603">
                  <c:v>120006.79</c:v>
                </c:pt>
                <c:pt idx="4604">
                  <c:v>120032.86</c:v>
                </c:pt>
                <c:pt idx="4605">
                  <c:v>120058.93</c:v>
                </c:pt>
                <c:pt idx="4606">
                  <c:v>120085</c:v>
                </c:pt>
                <c:pt idx="4607">
                  <c:v>120111.07</c:v>
                </c:pt>
                <c:pt idx="4608">
                  <c:v>120137.14</c:v>
                </c:pt>
                <c:pt idx="4609">
                  <c:v>120163.21</c:v>
                </c:pt>
                <c:pt idx="4610">
                  <c:v>120189.29</c:v>
                </c:pt>
                <c:pt idx="4611">
                  <c:v>120215.36</c:v>
                </c:pt>
                <c:pt idx="4612">
                  <c:v>120241.43</c:v>
                </c:pt>
                <c:pt idx="4613">
                  <c:v>120267.5</c:v>
                </c:pt>
                <c:pt idx="4614">
                  <c:v>120293.57</c:v>
                </c:pt>
                <c:pt idx="4615">
                  <c:v>120319.64</c:v>
                </c:pt>
                <c:pt idx="4616">
                  <c:v>120345.71</c:v>
                </c:pt>
                <c:pt idx="4617">
                  <c:v>120371.79</c:v>
                </c:pt>
                <c:pt idx="4618">
                  <c:v>120397.86</c:v>
                </c:pt>
                <c:pt idx="4619">
                  <c:v>120423.93</c:v>
                </c:pt>
                <c:pt idx="4620">
                  <c:v>120450</c:v>
                </c:pt>
                <c:pt idx="4621">
                  <c:v>120476.07</c:v>
                </c:pt>
                <c:pt idx="4622">
                  <c:v>120502.14</c:v>
                </c:pt>
                <c:pt idx="4623">
                  <c:v>120528.21</c:v>
                </c:pt>
                <c:pt idx="4624">
                  <c:v>120554.29</c:v>
                </c:pt>
                <c:pt idx="4625">
                  <c:v>120580.36</c:v>
                </c:pt>
                <c:pt idx="4626">
                  <c:v>120606.43</c:v>
                </c:pt>
                <c:pt idx="4627">
                  <c:v>120632.5</c:v>
                </c:pt>
                <c:pt idx="4628">
                  <c:v>120658.57</c:v>
                </c:pt>
                <c:pt idx="4629">
                  <c:v>120684.64</c:v>
                </c:pt>
                <c:pt idx="4630">
                  <c:v>120710.71</c:v>
                </c:pt>
                <c:pt idx="4631">
                  <c:v>120736.79</c:v>
                </c:pt>
                <c:pt idx="4632">
                  <c:v>120762.86</c:v>
                </c:pt>
                <c:pt idx="4633">
                  <c:v>120788.93</c:v>
                </c:pt>
                <c:pt idx="4634">
                  <c:v>120815</c:v>
                </c:pt>
                <c:pt idx="4635">
                  <c:v>120841.07</c:v>
                </c:pt>
                <c:pt idx="4636">
                  <c:v>120867.14</c:v>
                </c:pt>
                <c:pt idx="4637">
                  <c:v>120893.21</c:v>
                </c:pt>
                <c:pt idx="4638">
                  <c:v>120919.29</c:v>
                </c:pt>
                <c:pt idx="4639">
                  <c:v>120945.36</c:v>
                </c:pt>
                <c:pt idx="4640">
                  <c:v>120971.43</c:v>
                </c:pt>
                <c:pt idx="4641">
                  <c:v>120997.5</c:v>
                </c:pt>
                <c:pt idx="4642">
                  <c:v>121023.57</c:v>
                </c:pt>
                <c:pt idx="4643">
                  <c:v>121049.64</c:v>
                </c:pt>
                <c:pt idx="4644">
                  <c:v>121075.71</c:v>
                </c:pt>
                <c:pt idx="4645">
                  <c:v>121101.79</c:v>
                </c:pt>
                <c:pt idx="4646">
                  <c:v>121127.86</c:v>
                </c:pt>
                <c:pt idx="4647">
                  <c:v>121153.93</c:v>
                </c:pt>
                <c:pt idx="4648">
                  <c:v>121180</c:v>
                </c:pt>
                <c:pt idx="4649">
                  <c:v>121206.07</c:v>
                </c:pt>
                <c:pt idx="4650">
                  <c:v>121232.14</c:v>
                </c:pt>
                <c:pt idx="4651">
                  <c:v>121258.21</c:v>
                </c:pt>
                <c:pt idx="4652">
                  <c:v>121284.29</c:v>
                </c:pt>
                <c:pt idx="4653">
                  <c:v>121310.36</c:v>
                </c:pt>
                <c:pt idx="4654">
                  <c:v>121336.43</c:v>
                </c:pt>
                <c:pt idx="4655">
                  <c:v>121362.5</c:v>
                </c:pt>
                <c:pt idx="4656">
                  <c:v>121388.57</c:v>
                </c:pt>
                <c:pt idx="4657">
                  <c:v>121414.64</c:v>
                </c:pt>
                <c:pt idx="4658">
                  <c:v>121440.71</c:v>
                </c:pt>
                <c:pt idx="4659">
                  <c:v>121466.79</c:v>
                </c:pt>
                <c:pt idx="4660">
                  <c:v>121492.86</c:v>
                </c:pt>
                <c:pt idx="4661">
                  <c:v>121518.93</c:v>
                </c:pt>
                <c:pt idx="4662">
                  <c:v>121545</c:v>
                </c:pt>
                <c:pt idx="4663">
                  <c:v>121571.07</c:v>
                </c:pt>
                <c:pt idx="4664">
                  <c:v>121597.14</c:v>
                </c:pt>
                <c:pt idx="4665">
                  <c:v>121623.21</c:v>
                </c:pt>
                <c:pt idx="4666">
                  <c:v>121649.29</c:v>
                </c:pt>
                <c:pt idx="4667">
                  <c:v>121675.36</c:v>
                </c:pt>
                <c:pt idx="4668">
                  <c:v>121701.43</c:v>
                </c:pt>
                <c:pt idx="4669">
                  <c:v>121727.5</c:v>
                </c:pt>
                <c:pt idx="4670">
                  <c:v>121753.57</c:v>
                </c:pt>
                <c:pt idx="4671">
                  <c:v>121779.64</c:v>
                </c:pt>
                <c:pt idx="4672">
                  <c:v>121805.71</c:v>
                </c:pt>
                <c:pt idx="4673">
                  <c:v>121831.79</c:v>
                </c:pt>
                <c:pt idx="4674">
                  <c:v>121857.86</c:v>
                </c:pt>
                <c:pt idx="4675">
                  <c:v>121883.93</c:v>
                </c:pt>
                <c:pt idx="4676">
                  <c:v>121910</c:v>
                </c:pt>
                <c:pt idx="4677">
                  <c:v>121936.07</c:v>
                </c:pt>
                <c:pt idx="4678">
                  <c:v>121962.14</c:v>
                </c:pt>
                <c:pt idx="4679">
                  <c:v>121988.21</c:v>
                </c:pt>
                <c:pt idx="4680">
                  <c:v>122014.29</c:v>
                </c:pt>
                <c:pt idx="4681">
                  <c:v>122040.36</c:v>
                </c:pt>
                <c:pt idx="4682">
                  <c:v>122066.43</c:v>
                </c:pt>
                <c:pt idx="4683">
                  <c:v>122092.5</c:v>
                </c:pt>
                <c:pt idx="4684">
                  <c:v>122118.57</c:v>
                </c:pt>
                <c:pt idx="4685">
                  <c:v>122144.64</c:v>
                </c:pt>
                <c:pt idx="4686">
                  <c:v>122170.71</c:v>
                </c:pt>
                <c:pt idx="4687">
                  <c:v>122196.79</c:v>
                </c:pt>
                <c:pt idx="4688">
                  <c:v>122222.86</c:v>
                </c:pt>
                <c:pt idx="4689">
                  <c:v>122248.93</c:v>
                </c:pt>
                <c:pt idx="4690">
                  <c:v>122275</c:v>
                </c:pt>
                <c:pt idx="4691">
                  <c:v>122301.07</c:v>
                </c:pt>
                <c:pt idx="4692">
                  <c:v>122327.14</c:v>
                </c:pt>
                <c:pt idx="4693">
                  <c:v>122353.21</c:v>
                </c:pt>
                <c:pt idx="4694">
                  <c:v>122379.29</c:v>
                </c:pt>
                <c:pt idx="4695">
                  <c:v>122405.36</c:v>
                </c:pt>
                <c:pt idx="4696">
                  <c:v>122431.43</c:v>
                </c:pt>
                <c:pt idx="4697">
                  <c:v>122457.5</c:v>
                </c:pt>
                <c:pt idx="4698">
                  <c:v>122483.57</c:v>
                </c:pt>
                <c:pt idx="4699">
                  <c:v>122509.64</c:v>
                </c:pt>
                <c:pt idx="4700">
                  <c:v>122535.71</c:v>
                </c:pt>
                <c:pt idx="4701">
                  <c:v>122561.79</c:v>
                </c:pt>
                <c:pt idx="4702">
                  <c:v>122587.86</c:v>
                </c:pt>
                <c:pt idx="4703">
                  <c:v>122613.93</c:v>
                </c:pt>
                <c:pt idx="4704">
                  <c:v>122640</c:v>
                </c:pt>
                <c:pt idx="4705">
                  <c:v>122666.07</c:v>
                </c:pt>
                <c:pt idx="4706">
                  <c:v>122692.14</c:v>
                </c:pt>
                <c:pt idx="4707">
                  <c:v>122718.21</c:v>
                </c:pt>
                <c:pt idx="4708">
                  <c:v>122744.29</c:v>
                </c:pt>
                <c:pt idx="4709">
                  <c:v>122770.36</c:v>
                </c:pt>
                <c:pt idx="4710">
                  <c:v>122796.43</c:v>
                </c:pt>
                <c:pt idx="4711">
                  <c:v>122822.5</c:v>
                </c:pt>
                <c:pt idx="4712">
                  <c:v>122848.57</c:v>
                </c:pt>
                <c:pt idx="4713">
                  <c:v>122874.64</c:v>
                </c:pt>
                <c:pt idx="4714">
                  <c:v>122900.71</c:v>
                </c:pt>
                <c:pt idx="4715">
                  <c:v>122926.79</c:v>
                </c:pt>
                <c:pt idx="4716">
                  <c:v>122952.86</c:v>
                </c:pt>
                <c:pt idx="4717">
                  <c:v>122978.93</c:v>
                </c:pt>
                <c:pt idx="4718">
                  <c:v>123005</c:v>
                </c:pt>
                <c:pt idx="4719">
                  <c:v>123031.07</c:v>
                </c:pt>
                <c:pt idx="4720">
                  <c:v>123057.14</c:v>
                </c:pt>
                <c:pt idx="4721">
                  <c:v>123083.21</c:v>
                </c:pt>
                <c:pt idx="4722">
                  <c:v>123109.29</c:v>
                </c:pt>
                <c:pt idx="4723">
                  <c:v>123135.36</c:v>
                </c:pt>
                <c:pt idx="4724">
                  <c:v>123161.43</c:v>
                </c:pt>
                <c:pt idx="4725">
                  <c:v>123187.5</c:v>
                </c:pt>
                <c:pt idx="4726">
                  <c:v>123213.57</c:v>
                </c:pt>
                <c:pt idx="4727">
                  <c:v>123239.64</c:v>
                </c:pt>
                <c:pt idx="4728">
                  <c:v>123265.71</c:v>
                </c:pt>
                <c:pt idx="4729">
                  <c:v>123291.79</c:v>
                </c:pt>
                <c:pt idx="4730">
                  <c:v>123317.86</c:v>
                </c:pt>
                <c:pt idx="4731">
                  <c:v>123343.93</c:v>
                </c:pt>
                <c:pt idx="4732">
                  <c:v>123370</c:v>
                </c:pt>
                <c:pt idx="4733">
                  <c:v>123396.07</c:v>
                </c:pt>
                <c:pt idx="4734">
                  <c:v>123422.14</c:v>
                </c:pt>
                <c:pt idx="4735">
                  <c:v>123448.21</c:v>
                </c:pt>
                <c:pt idx="4736">
                  <c:v>123474.29</c:v>
                </c:pt>
                <c:pt idx="4737">
                  <c:v>123500.36</c:v>
                </c:pt>
                <c:pt idx="4738">
                  <c:v>123526.43</c:v>
                </c:pt>
                <c:pt idx="4739">
                  <c:v>123552.5</c:v>
                </c:pt>
                <c:pt idx="4740">
                  <c:v>123578.57</c:v>
                </c:pt>
                <c:pt idx="4741">
                  <c:v>123604.64</c:v>
                </c:pt>
                <c:pt idx="4742">
                  <c:v>123630.71</c:v>
                </c:pt>
                <c:pt idx="4743">
                  <c:v>123656.79</c:v>
                </c:pt>
                <c:pt idx="4744">
                  <c:v>123682.86</c:v>
                </c:pt>
                <c:pt idx="4745">
                  <c:v>123708.93</c:v>
                </c:pt>
                <c:pt idx="4746">
                  <c:v>123735</c:v>
                </c:pt>
                <c:pt idx="4747">
                  <c:v>123761.07</c:v>
                </c:pt>
                <c:pt idx="4748">
                  <c:v>123787.14</c:v>
                </c:pt>
                <c:pt idx="4749">
                  <c:v>123813.21</c:v>
                </c:pt>
                <c:pt idx="4750">
                  <c:v>123839.29</c:v>
                </c:pt>
                <c:pt idx="4751">
                  <c:v>123865.36</c:v>
                </c:pt>
                <c:pt idx="4752">
                  <c:v>123891.43</c:v>
                </c:pt>
                <c:pt idx="4753">
                  <c:v>123917.5</c:v>
                </c:pt>
                <c:pt idx="4754">
                  <c:v>123943.57</c:v>
                </c:pt>
                <c:pt idx="4755">
                  <c:v>123969.64</c:v>
                </c:pt>
                <c:pt idx="4756">
                  <c:v>123995.71</c:v>
                </c:pt>
                <c:pt idx="4757">
                  <c:v>124021.79</c:v>
                </c:pt>
                <c:pt idx="4758">
                  <c:v>124047.86</c:v>
                </c:pt>
                <c:pt idx="4759">
                  <c:v>124073.93</c:v>
                </c:pt>
                <c:pt idx="4760">
                  <c:v>124100</c:v>
                </c:pt>
                <c:pt idx="4761">
                  <c:v>124126.07</c:v>
                </c:pt>
                <c:pt idx="4762">
                  <c:v>124152.14</c:v>
                </c:pt>
                <c:pt idx="4763">
                  <c:v>124178.21</c:v>
                </c:pt>
                <c:pt idx="4764">
                  <c:v>124204.29</c:v>
                </c:pt>
                <c:pt idx="4765">
                  <c:v>124230.36</c:v>
                </c:pt>
                <c:pt idx="4766">
                  <c:v>124256.43</c:v>
                </c:pt>
                <c:pt idx="4767">
                  <c:v>124282.5</c:v>
                </c:pt>
                <c:pt idx="4768">
                  <c:v>124308.57</c:v>
                </c:pt>
                <c:pt idx="4769">
                  <c:v>124334.64</c:v>
                </c:pt>
                <c:pt idx="4770">
                  <c:v>124360.71</c:v>
                </c:pt>
                <c:pt idx="4771">
                  <c:v>124386.79</c:v>
                </c:pt>
                <c:pt idx="4772">
                  <c:v>124412.86</c:v>
                </c:pt>
                <c:pt idx="4773">
                  <c:v>124438.93</c:v>
                </c:pt>
                <c:pt idx="4774">
                  <c:v>124465</c:v>
                </c:pt>
                <c:pt idx="4775">
                  <c:v>124491.07</c:v>
                </c:pt>
                <c:pt idx="4776">
                  <c:v>124517.14</c:v>
                </c:pt>
                <c:pt idx="4777">
                  <c:v>124543.21</c:v>
                </c:pt>
                <c:pt idx="4778">
                  <c:v>124569.29</c:v>
                </c:pt>
                <c:pt idx="4779">
                  <c:v>124595.36</c:v>
                </c:pt>
                <c:pt idx="4780">
                  <c:v>124621.43</c:v>
                </c:pt>
                <c:pt idx="4781">
                  <c:v>124647.5</c:v>
                </c:pt>
                <c:pt idx="4782">
                  <c:v>124673.57</c:v>
                </c:pt>
                <c:pt idx="4783">
                  <c:v>124699.64</c:v>
                </c:pt>
                <c:pt idx="4784">
                  <c:v>124725.71</c:v>
                </c:pt>
                <c:pt idx="4785">
                  <c:v>124751.79</c:v>
                </c:pt>
                <c:pt idx="4786">
                  <c:v>124777.86</c:v>
                </c:pt>
                <c:pt idx="4787">
                  <c:v>124803.93</c:v>
                </c:pt>
                <c:pt idx="4788">
                  <c:v>124830</c:v>
                </c:pt>
                <c:pt idx="4789">
                  <c:v>124856.07</c:v>
                </c:pt>
                <c:pt idx="4790">
                  <c:v>124882.14</c:v>
                </c:pt>
                <c:pt idx="4791">
                  <c:v>124908.21</c:v>
                </c:pt>
                <c:pt idx="4792">
                  <c:v>124934.29</c:v>
                </c:pt>
                <c:pt idx="4793">
                  <c:v>124960.36</c:v>
                </c:pt>
                <c:pt idx="4794">
                  <c:v>124986.43</c:v>
                </c:pt>
                <c:pt idx="4795">
                  <c:v>125012.5</c:v>
                </c:pt>
                <c:pt idx="4796">
                  <c:v>125038.57</c:v>
                </c:pt>
                <c:pt idx="4797">
                  <c:v>125064.64</c:v>
                </c:pt>
                <c:pt idx="4798">
                  <c:v>125090.71</c:v>
                </c:pt>
                <c:pt idx="4799">
                  <c:v>125116.79</c:v>
                </c:pt>
                <c:pt idx="4800">
                  <c:v>125142.86</c:v>
                </c:pt>
                <c:pt idx="4801">
                  <c:v>125168.93</c:v>
                </c:pt>
                <c:pt idx="4802">
                  <c:v>125195</c:v>
                </c:pt>
                <c:pt idx="4803">
                  <c:v>125221.07</c:v>
                </c:pt>
                <c:pt idx="4804">
                  <c:v>125247.14</c:v>
                </c:pt>
                <c:pt idx="4805">
                  <c:v>125273.21</c:v>
                </c:pt>
                <c:pt idx="4806">
                  <c:v>125299.29</c:v>
                </c:pt>
                <c:pt idx="4807">
                  <c:v>125325.36</c:v>
                </c:pt>
                <c:pt idx="4808">
                  <c:v>125351.43</c:v>
                </c:pt>
                <c:pt idx="4809">
                  <c:v>125377.5</c:v>
                </c:pt>
                <c:pt idx="4810">
                  <c:v>125403.57</c:v>
                </c:pt>
                <c:pt idx="4811">
                  <c:v>125429.64</c:v>
                </c:pt>
                <c:pt idx="4812">
                  <c:v>125455.71</c:v>
                </c:pt>
                <c:pt idx="4813">
                  <c:v>125481.79</c:v>
                </c:pt>
                <c:pt idx="4814">
                  <c:v>125507.86</c:v>
                </c:pt>
                <c:pt idx="4815">
                  <c:v>125533.93</c:v>
                </c:pt>
                <c:pt idx="4816">
                  <c:v>125560</c:v>
                </c:pt>
                <c:pt idx="4817">
                  <c:v>125586.07</c:v>
                </c:pt>
                <c:pt idx="4818">
                  <c:v>125612.14</c:v>
                </c:pt>
                <c:pt idx="4819">
                  <c:v>125638.21</c:v>
                </c:pt>
                <c:pt idx="4820">
                  <c:v>125664.29</c:v>
                </c:pt>
                <c:pt idx="4821">
                  <c:v>125690.36</c:v>
                </c:pt>
                <c:pt idx="4822">
                  <c:v>125716.43</c:v>
                </c:pt>
                <c:pt idx="4823">
                  <c:v>125742.5</c:v>
                </c:pt>
                <c:pt idx="4824">
                  <c:v>125768.57</c:v>
                </c:pt>
                <c:pt idx="4825">
                  <c:v>125794.64</c:v>
                </c:pt>
                <c:pt idx="4826">
                  <c:v>125820.71</c:v>
                </c:pt>
                <c:pt idx="4827">
                  <c:v>125846.79</c:v>
                </c:pt>
                <c:pt idx="4828">
                  <c:v>125872.86</c:v>
                </c:pt>
                <c:pt idx="4829">
                  <c:v>125898.93</c:v>
                </c:pt>
                <c:pt idx="4830">
                  <c:v>125925</c:v>
                </c:pt>
                <c:pt idx="4831">
                  <c:v>125951.07</c:v>
                </c:pt>
                <c:pt idx="4832">
                  <c:v>125977.14</c:v>
                </c:pt>
                <c:pt idx="4833">
                  <c:v>126003.21</c:v>
                </c:pt>
                <c:pt idx="4834">
                  <c:v>126029.29</c:v>
                </c:pt>
                <c:pt idx="4835">
                  <c:v>126055.36</c:v>
                </c:pt>
                <c:pt idx="4836">
                  <c:v>126081.43</c:v>
                </c:pt>
                <c:pt idx="4837">
                  <c:v>126107.5</c:v>
                </c:pt>
                <c:pt idx="4838">
                  <c:v>126133.57</c:v>
                </c:pt>
                <c:pt idx="4839">
                  <c:v>126159.64</c:v>
                </c:pt>
                <c:pt idx="4840">
                  <c:v>126185.71</c:v>
                </c:pt>
                <c:pt idx="4841">
                  <c:v>126211.79</c:v>
                </c:pt>
                <c:pt idx="4842">
                  <c:v>126237.86</c:v>
                </c:pt>
                <c:pt idx="4843">
                  <c:v>126263.93</c:v>
                </c:pt>
                <c:pt idx="4844">
                  <c:v>126290</c:v>
                </c:pt>
                <c:pt idx="4845">
                  <c:v>126316.07</c:v>
                </c:pt>
                <c:pt idx="4846">
                  <c:v>126342.14</c:v>
                </c:pt>
                <c:pt idx="4847">
                  <c:v>126368.21</c:v>
                </c:pt>
                <c:pt idx="4848">
                  <c:v>126394.29</c:v>
                </c:pt>
                <c:pt idx="4849">
                  <c:v>126420.36</c:v>
                </c:pt>
                <c:pt idx="4850">
                  <c:v>126446.43</c:v>
                </c:pt>
                <c:pt idx="4851">
                  <c:v>126472.5</c:v>
                </c:pt>
                <c:pt idx="4852">
                  <c:v>126498.57</c:v>
                </c:pt>
                <c:pt idx="4853">
                  <c:v>126524.64</c:v>
                </c:pt>
                <c:pt idx="4854">
                  <c:v>126550.71</c:v>
                </c:pt>
                <c:pt idx="4855">
                  <c:v>126576.79</c:v>
                </c:pt>
                <c:pt idx="4856">
                  <c:v>126602.86</c:v>
                </c:pt>
                <c:pt idx="4857">
                  <c:v>126628.93</c:v>
                </c:pt>
                <c:pt idx="4858">
                  <c:v>126655</c:v>
                </c:pt>
                <c:pt idx="4859">
                  <c:v>126681.07</c:v>
                </c:pt>
                <c:pt idx="4860">
                  <c:v>126707.14</c:v>
                </c:pt>
                <c:pt idx="4861">
                  <c:v>126733.21</c:v>
                </c:pt>
                <c:pt idx="4862">
                  <c:v>126759.29</c:v>
                </c:pt>
                <c:pt idx="4863">
                  <c:v>126785.36</c:v>
                </c:pt>
                <c:pt idx="4864">
                  <c:v>126811.43</c:v>
                </c:pt>
                <c:pt idx="4865">
                  <c:v>126837.5</c:v>
                </c:pt>
                <c:pt idx="4866">
                  <c:v>126863.57</c:v>
                </c:pt>
                <c:pt idx="4867">
                  <c:v>126889.64</c:v>
                </c:pt>
                <c:pt idx="4868">
                  <c:v>126915.71</c:v>
                </c:pt>
                <c:pt idx="4869">
                  <c:v>126941.79</c:v>
                </c:pt>
                <c:pt idx="4870">
                  <c:v>126967.86</c:v>
                </c:pt>
                <c:pt idx="4871">
                  <c:v>126993.93</c:v>
                </c:pt>
                <c:pt idx="4872">
                  <c:v>127020</c:v>
                </c:pt>
                <c:pt idx="4873">
                  <c:v>127046.07</c:v>
                </c:pt>
                <c:pt idx="4874">
                  <c:v>127072.14</c:v>
                </c:pt>
                <c:pt idx="4875">
                  <c:v>127098.21</c:v>
                </c:pt>
                <c:pt idx="4876">
                  <c:v>127124.29</c:v>
                </c:pt>
                <c:pt idx="4877">
                  <c:v>127150.36</c:v>
                </c:pt>
                <c:pt idx="4878">
                  <c:v>127176.43</c:v>
                </c:pt>
                <c:pt idx="4879">
                  <c:v>127202.5</c:v>
                </c:pt>
                <c:pt idx="4880">
                  <c:v>127228.57</c:v>
                </c:pt>
                <c:pt idx="4881">
                  <c:v>127254.64</c:v>
                </c:pt>
                <c:pt idx="4882">
                  <c:v>127280.71</c:v>
                </c:pt>
                <c:pt idx="4883">
                  <c:v>127306.79</c:v>
                </c:pt>
                <c:pt idx="4884">
                  <c:v>127332.86</c:v>
                </c:pt>
                <c:pt idx="4885">
                  <c:v>127358.93</c:v>
                </c:pt>
                <c:pt idx="4886">
                  <c:v>127385</c:v>
                </c:pt>
                <c:pt idx="4887">
                  <c:v>127411.07</c:v>
                </c:pt>
                <c:pt idx="4888">
                  <c:v>127437.14</c:v>
                </c:pt>
                <c:pt idx="4889">
                  <c:v>127463.21</c:v>
                </c:pt>
                <c:pt idx="4890">
                  <c:v>127489.29</c:v>
                </c:pt>
                <c:pt idx="4891">
                  <c:v>127515.36</c:v>
                </c:pt>
                <c:pt idx="4892">
                  <c:v>127541.43</c:v>
                </c:pt>
                <c:pt idx="4893">
                  <c:v>127567.5</c:v>
                </c:pt>
                <c:pt idx="4894">
                  <c:v>127593.57</c:v>
                </c:pt>
                <c:pt idx="4895">
                  <c:v>127619.64</c:v>
                </c:pt>
                <c:pt idx="4896">
                  <c:v>127645.71</c:v>
                </c:pt>
                <c:pt idx="4897">
                  <c:v>127671.79</c:v>
                </c:pt>
                <c:pt idx="4898">
                  <c:v>127697.86</c:v>
                </c:pt>
                <c:pt idx="4899">
                  <c:v>127723.93</c:v>
                </c:pt>
                <c:pt idx="4900">
                  <c:v>127750</c:v>
                </c:pt>
                <c:pt idx="4901">
                  <c:v>127776.07</c:v>
                </c:pt>
                <c:pt idx="4902">
                  <c:v>127802.14</c:v>
                </c:pt>
                <c:pt idx="4903">
                  <c:v>127828.21</c:v>
                </c:pt>
                <c:pt idx="4904">
                  <c:v>127854.29</c:v>
                </c:pt>
                <c:pt idx="4905">
                  <c:v>127880.36</c:v>
                </c:pt>
                <c:pt idx="4906">
                  <c:v>127906.43</c:v>
                </c:pt>
                <c:pt idx="4907">
                  <c:v>127932.5</c:v>
                </c:pt>
                <c:pt idx="4908">
                  <c:v>127958.57</c:v>
                </c:pt>
                <c:pt idx="4909">
                  <c:v>127984.64</c:v>
                </c:pt>
                <c:pt idx="4910">
                  <c:v>128010.71</c:v>
                </c:pt>
                <c:pt idx="4911">
                  <c:v>128036.79</c:v>
                </c:pt>
                <c:pt idx="4912">
                  <c:v>128062.86</c:v>
                </c:pt>
                <c:pt idx="4913">
                  <c:v>128088.93</c:v>
                </c:pt>
                <c:pt idx="4914">
                  <c:v>128115</c:v>
                </c:pt>
                <c:pt idx="4915">
                  <c:v>128141.07</c:v>
                </c:pt>
                <c:pt idx="4916">
                  <c:v>128167.14</c:v>
                </c:pt>
                <c:pt idx="4917">
                  <c:v>128193.21</c:v>
                </c:pt>
                <c:pt idx="4918">
                  <c:v>128219.29</c:v>
                </c:pt>
                <c:pt idx="4919">
                  <c:v>128245.36</c:v>
                </c:pt>
                <c:pt idx="4920">
                  <c:v>128271.43</c:v>
                </c:pt>
                <c:pt idx="4921">
                  <c:v>128297.5</c:v>
                </c:pt>
                <c:pt idx="4922">
                  <c:v>128323.57</c:v>
                </c:pt>
                <c:pt idx="4923">
                  <c:v>128349.64</c:v>
                </c:pt>
                <c:pt idx="4924">
                  <c:v>128375.71</c:v>
                </c:pt>
                <c:pt idx="4925">
                  <c:v>128401.79</c:v>
                </c:pt>
                <c:pt idx="4926">
                  <c:v>128427.86</c:v>
                </c:pt>
                <c:pt idx="4927">
                  <c:v>128453.93</c:v>
                </c:pt>
                <c:pt idx="4928">
                  <c:v>128480</c:v>
                </c:pt>
                <c:pt idx="4929">
                  <c:v>128506.07</c:v>
                </c:pt>
                <c:pt idx="4930">
                  <c:v>128532.14</c:v>
                </c:pt>
                <c:pt idx="4931">
                  <c:v>128558.21</c:v>
                </c:pt>
                <c:pt idx="4932">
                  <c:v>128584.29</c:v>
                </c:pt>
                <c:pt idx="4933">
                  <c:v>128610.36</c:v>
                </c:pt>
                <c:pt idx="4934">
                  <c:v>128636.43</c:v>
                </c:pt>
                <c:pt idx="4935">
                  <c:v>128662.5</c:v>
                </c:pt>
                <c:pt idx="4936">
                  <c:v>128688.57</c:v>
                </c:pt>
                <c:pt idx="4937">
                  <c:v>128714.64</c:v>
                </c:pt>
                <c:pt idx="4938">
                  <c:v>128740.71</c:v>
                </c:pt>
                <c:pt idx="4939">
                  <c:v>128766.79</c:v>
                </c:pt>
                <c:pt idx="4940">
                  <c:v>128792.86</c:v>
                </c:pt>
                <c:pt idx="4941">
                  <c:v>128818.93</c:v>
                </c:pt>
                <c:pt idx="4942">
                  <c:v>128845</c:v>
                </c:pt>
                <c:pt idx="4943">
                  <c:v>128871.07</c:v>
                </c:pt>
                <c:pt idx="4944">
                  <c:v>128897.14</c:v>
                </c:pt>
                <c:pt idx="4945">
                  <c:v>128923.21</c:v>
                </c:pt>
                <c:pt idx="4946">
                  <c:v>128949.29</c:v>
                </c:pt>
                <c:pt idx="4947">
                  <c:v>128975.36</c:v>
                </c:pt>
                <c:pt idx="4948">
                  <c:v>129001.43</c:v>
                </c:pt>
                <c:pt idx="4949">
                  <c:v>129027.5</c:v>
                </c:pt>
                <c:pt idx="4950">
                  <c:v>129053.57</c:v>
                </c:pt>
                <c:pt idx="4951">
                  <c:v>129079.64</c:v>
                </c:pt>
                <c:pt idx="4952">
                  <c:v>129105.71</c:v>
                </c:pt>
                <c:pt idx="4953">
                  <c:v>129131.79</c:v>
                </c:pt>
                <c:pt idx="4954">
                  <c:v>129157.86</c:v>
                </c:pt>
                <c:pt idx="4955">
                  <c:v>129183.93</c:v>
                </c:pt>
                <c:pt idx="4956">
                  <c:v>129210</c:v>
                </c:pt>
                <c:pt idx="4957">
                  <c:v>129236.07</c:v>
                </c:pt>
                <c:pt idx="4958">
                  <c:v>129262.14</c:v>
                </c:pt>
                <c:pt idx="4959">
                  <c:v>129288.21</c:v>
                </c:pt>
                <c:pt idx="4960">
                  <c:v>129314.29</c:v>
                </c:pt>
                <c:pt idx="4961">
                  <c:v>129340.36</c:v>
                </c:pt>
                <c:pt idx="4962">
                  <c:v>129366.43</c:v>
                </c:pt>
                <c:pt idx="4963">
                  <c:v>129392.5</c:v>
                </c:pt>
                <c:pt idx="4964">
                  <c:v>129418.57</c:v>
                </c:pt>
                <c:pt idx="4965">
                  <c:v>129444.64</c:v>
                </c:pt>
                <c:pt idx="4966">
                  <c:v>129470.71</c:v>
                </c:pt>
                <c:pt idx="4967">
                  <c:v>129496.79</c:v>
                </c:pt>
                <c:pt idx="4968">
                  <c:v>129522.86</c:v>
                </c:pt>
                <c:pt idx="4969">
                  <c:v>129548.93</c:v>
                </c:pt>
                <c:pt idx="4970">
                  <c:v>129575</c:v>
                </c:pt>
                <c:pt idx="4971">
                  <c:v>129601.07</c:v>
                </c:pt>
                <c:pt idx="4972">
                  <c:v>129627.14</c:v>
                </c:pt>
                <c:pt idx="4973">
                  <c:v>129653.21</c:v>
                </c:pt>
                <c:pt idx="4974">
                  <c:v>129679.29</c:v>
                </c:pt>
                <c:pt idx="4975">
                  <c:v>129705.36</c:v>
                </c:pt>
                <c:pt idx="4976">
                  <c:v>129731.43</c:v>
                </c:pt>
                <c:pt idx="4977">
                  <c:v>129757.5</c:v>
                </c:pt>
                <c:pt idx="4978">
                  <c:v>129783.57</c:v>
                </c:pt>
                <c:pt idx="4979">
                  <c:v>129809.64</c:v>
                </c:pt>
                <c:pt idx="4980">
                  <c:v>129835.71</c:v>
                </c:pt>
                <c:pt idx="4981">
                  <c:v>129861.79</c:v>
                </c:pt>
                <c:pt idx="4982">
                  <c:v>129887.86</c:v>
                </c:pt>
                <c:pt idx="4983">
                  <c:v>129913.93</c:v>
                </c:pt>
                <c:pt idx="4984">
                  <c:v>129940</c:v>
                </c:pt>
                <c:pt idx="4985">
                  <c:v>129966.07</c:v>
                </c:pt>
                <c:pt idx="4986">
                  <c:v>129992.14</c:v>
                </c:pt>
                <c:pt idx="4987">
                  <c:v>130018.21</c:v>
                </c:pt>
                <c:pt idx="4988">
                  <c:v>130044.29</c:v>
                </c:pt>
                <c:pt idx="4989">
                  <c:v>130070.36</c:v>
                </c:pt>
                <c:pt idx="4990">
                  <c:v>130096.43</c:v>
                </c:pt>
                <c:pt idx="4991">
                  <c:v>130122.5</c:v>
                </c:pt>
                <c:pt idx="4992">
                  <c:v>130148.57</c:v>
                </c:pt>
                <c:pt idx="4993">
                  <c:v>130174.64</c:v>
                </c:pt>
                <c:pt idx="4994">
                  <c:v>130200.71</c:v>
                </c:pt>
                <c:pt idx="4995">
                  <c:v>130226.79</c:v>
                </c:pt>
                <c:pt idx="4996">
                  <c:v>130252.86</c:v>
                </c:pt>
                <c:pt idx="4997">
                  <c:v>130278.93</c:v>
                </c:pt>
                <c:pt idx="4998">
                  <c:v>130305</c:v>
                </c:pt>
                <c:pt idx="4999">
                  <c:v>130331.07</c:v>
                </c:pt>
                <c:pt idx="5000">
                  <c:v>130357.14</c:v>
                </c:pt>
                <c:pt idx="5001">
                  <c:v>130383.21</c:v>
                </c:pt>
                <c:pt idx="5002">
                  <c:v>130409.29</c:v>
                </c:pt>
                <c:pt idx="5003">
                  <c:v>130435.36</c:v>
                </c:pt>
                <c:pt idx="5004">
                  <c:v>130461.43</c:v>
                </c:pt>
                <c:pt idx="5005">
                  <c:v>130487.5</c:v>
                </c:pt>
                <c:pt idx="5006">
                  <c:v>130513.57</c:v>
                </c:pt>
                <c:pt idx="5007">
                  <c:v>130539.64</c:v>
                </c:pt>
                <c:pt idx="5008">
                  <c:v>130565.71</c:v>
                </c:pt>
                <c:pt idx="5009">
                  <c:v>130591.79</c:v>
                </c:pt>
                <c:pt idx="5010">
                  <c:v>130617.86</c:v>
                </c:pt>
                <c:pt idx="5011">
                  <c:v>130643.93</c:v>
                </c:pt>
                <c:pt idx="5012">
                  <c:v>130670</c:v>
                </c:pt>
                <c:pt idx="5013">
                  <c:v>130696.07</c:v>
                </c:pt>
                <c:pt idx="5014">
                  <c:v>130722.14</c:v>
                </c:pt>
                <c:pt idx="5015">
                  <c:v>130748.21</c:v>
                </c:pt>
                <c:pt idx="5016">
                  <c:v>130774.29</c:v>
                </c:pt>
                <c:pt idx="5017">
                  <c:v>130800.36</c:v>
                </c:pt>
                <c:pt idx="5018">
                  <c:v>130826.43</c:v>
                </c:pt>
                <c:pt idx="5019">
                  <c:v>130852.5</c:v>
                </c:pt>
                <c:pt idx="5020">
                  <c:v>130878.57</c:v>
                </c:pt>
                <c:pt idx="5021">
                  <c:v>130904.64</c:v>
                </c:pt>
                <c:pt idx="5022">
                  <c:v>130930.71</c:v>
                </c:pt>
                <c:pt idx="5023">
                  <c:v>130956.79</c:v>
                </c:pt>
                <c:pt idx="5024">
                  <c:v>130982.86</c:v>
                </c:pt>
                <c:pt idx="5025">
                  <c:v>131008.93</c:v>
                </c:pt>
                <c:pt idx="5026">
                  <c:v>131035</c:v>
                </c:pt>
                <c:pt idx="5027">
                  <c:v>131061.07</c:v>
                </c:pt>
                <c:pt idx="5028">
                  <c:v>131087.14000000001</c:v>
                </c:pt>
                <c:pt idx="5029">
                  <c:v>131113.21</c:v>
                </c:pt>
                <c:pt idx="5030">
                  <c:v>131139.29</c:v>
                </c:pt>
                <c:pt idx="5031">
                  <c:v>131165.35999999999</c:v>
                </c:pt>
                <c:pt idx="5032">
                  <c:v>131191.43</c:v>
                </c:pt>
                <c:pt idx="5033">
                  <c:v>131217.5</c:v>
                </c:pt>
                <c:pt idx="5034">
                  <c:v>131243.57</c:v>
                </c:pt>
                <c:pt idx="5035">
                  <c:v>131269.64000000001</c:v>
                </c:pt>
                <c:pt idx="5036">
                  <c:v>131295.71</c:v>
                </c:pt>
                <c:pt idx="5037">
                  <c:v>131321.79</c:v>
                </c:pt>
                <c:pt idx="5038">
                  <c:v>131347.85999999999</c:v>
                </c:pt>
                <c:pt idx="5039">
                  <c:v>131373.93</c:v>
                </c:pt>
                <c:pt idx="5040">
                  <c:v>131400</c:v>
                </c:pt>
                <c:pt idx="5041">
                  <c:v>131426.07</c:v>
                </c:pt>
                <c:pt idx="5042">
                  <c:v>131452.14000000001</c:v>
                </c:pt>
                <c:pt idx="5043">
                  <c:v>131478.21</c:v>
                </c:pt>
                <c:pt idx="5044">
                  <c:v>131504.29</c:v>
                </c:pt>
                <c:pt idx="5045">
                  <c:v>131530.35999999999</c:v>
                </c:pt>
                <c:pt idx="5046">
                  <c:v>131556.43</c:v>
                </c:pt>
                <c:pt idx="5047">
                  <c:v>131582.5</c:v>
                </c:pt>
                <c:pt idx="5048">
                  <c:v>131608.57</c:v>
                </c:pt>
                <c:pt idx="5049">
                  <c:v>131634.64000000001</c:v>
                </c:pt>
                <c:pt idx="5050">
                  <c:v>131660.71</c:v>
                </c:pt>
                <c:pt idx="5051">
                  <c:v>131686.79</c:v>
                </c:pt>
                <c:pt idx="5052">
                  <c:v>131712.85999999999</c:v>
                </c:pt>
                <c:pt idx="5053">
                  <c:v>131738.93</c:v>
                </c:pt>
                <c:pt idx="5054">
                  <c:v>131765</c:v>
                </c:pt>
                <c:pt idx="5055">
                  <c:v>131791.07</c:v>
                </c:pt>
                <c:pt idx="5056">
                  <c:v>131817.14000000001</c:v>
                </c:pt>
                <c:pt idx="5057">
                  <c:v>131843.21</c:v>
                </c:pt>
                <c:pt idx="5058">
                  <c:v>131869.29</c:v>
                </c:pt>
                <c:pt idx="5059">
                  <c:v>131895.35999999999</c:v>
                </c:pt>
                <c:pt idx="5060">
                  <c:v>131921.43</c:v>
                </c:pt>
                <c:pt idx="5061">
                  <c:v>131947.5</c:v>
                </c:pt>
                <c:pt idx="5062">
                  <c:v>131973.57</c:v>
                </c:pt>
                <c:pt idx="5063">
                  <c:v>131999.64000000001</c:v>
                </c:pt>
                <c:pt idx="5064">
                  <c:v>132025.71</c:v>
                </c:pt>
                <c:pt idx="5065">
                  <c:v>132051.79</c:v>
                </c:pt>
                <c:pt idx="5066">
                  <c:v>132077.85999999999</c:v>
                </c:pt>
                <c:pt idx="5067">
                  <c:v>132103.93</c:v>
                </c:pt>
                <c:pt idx="5068">
                  <c:v>132130</c:v>
                </c:pt>
                <c:pt idx="5069">
                  <c:v>132156.07</c:v>
                </c:pt>
                <c:pt idx="5070">
                  <c:v>132182.14000000001</c:v>
                </c:pt>
                <c:pt idx="5071">
                  <c:v>132208.21</c:v>
                </c:pt>
                <c:pt idx="5072">
                  <c:v>132234.29</c:v>
                </c:pt>
                <c:pt idx="5073">
                  <c:v>132260.35999999999</c:v>
                </c:pt>
                <c:pt idx="5074">
                  <c:v>132286.43</c:v>
                </c:pt>
                <c:pt idx="5075">
                  <c:v>132312.5</c:v>
                </c:pt>
                <c:pt idx="5076">
                  <c:v>132338.57</c:v>
                </c:pt>
                <c:pt idx="5077">
                  <c:v>132364.64000000001</c:v>
                </c:pt>
                <c:pt idx="5078">
                  <c:v>132390.71</c:v>
                </c:pt>
                <c:pt idx="5079">
                  <c:v>132416.79</c:v>
                </c:pt>
                <c:pt idx="5080">
                  <c:v>132442.85999999999</c:v>
                </c:pt>
                <c:pt idx="5081">
                  <c:v>132468.93</c:v>
                </c:pt>
                <c:pt idx="5082">
                  <c:v>132495</c:v>
                </c:pt>
                <c:pt idx="5083">
                  <c:v>132521.07</c:v>
                </c:pt>
                <c:pt idx="5084">
                  <c:v>132547.14000000001</c:v>
                </c:pt>
                <c:pt idx="5085">
                  <c:v>132573.21</c:v>
                </c:pt>
                <c:pt idx="5086">
                  <c:v>132599.29</c:v>
                </c:pt>
                <c:pt idx="5087">
                  <c:v>132625.35999999999</c:v>
                </c:pt>
                <c:pt idx="5088">
                  <c:v>132651.43</c:v>
                </c:pt>
                <c:pt idx="5089">
                  <c:v>132677.5</c:v>
                </c:pt>
                <c:pt idx="5090">
                  <c:v>132703.57</c:v>
                </c:pt>
                <c:pt idx="5091">
                  <c:v>132729.64000000001</c:v>
                </c:pt>
                <c:pt idx="5092">
                  <c:v>132755.71</c:v>
                </c:pt>
                <c:pt idx="5093">
                  <c:v>132781.79</c:v>
                </c:pt>
                <c:pt idx="5094">
                  <c:v>132807.85999999999</c:v>
                </c:pt>
                <c:pt idx="5095">
                  <c:v>132833.93</c:v>
                </c:pt>
                <c:pt idx="5096">
                  <c:v>132860</c:v>
                </c:pt>
                <c:pt idx="5097">
                  <c:v>132886.07</c:v>
                </c:pt>
                <c:pt idx="5098">
                  <c:v>132912.14000000001</c:v>
                </c:pt>
                <c:pt idx="5099">
                  <c:v>132938.21</c:v>
                </c:pt>
                <c:pt idx="5100">
                  <c:v>132964.29</c:v>
                </c:pt>
                <c:pt idx="5101">
                  <c:v>132990.35999999999</c:v>
                </c:pt>
                <c:pt idx="5102">
                  <c:v>133016.43</c:v>
                </c:pt>
                <c:pt idx="5103">
                  <c:v>133042.5</c:v>
                </c:pt>
                <c:pt idx="5104">
                  <c:v>133068.57</c:v>
                </c:pt>
                <c:pt idx="5105">
                  <c:v>133094.64000000001</c:v>
                </c:pt>
                <c:pt idx="5106">
                  <c:v>133120.71</c:v>
                </c:pt>
                <c:pt idx="5107">
                  <c:v>133146.79</c:v>
                </c:pt>
                <c:pt idx="5108">
                  <c:v>133172.85999999999</c:v>
                </c:pt>
                <c:pt idx="5109">
                  <c:v>133198.93</c:v>
                </c:pt>
                <c:pt idx="5110">
                  <c:v>133225</c:v>
                </c:pt>
                <c:pt idx="5111">
                  <c:v>133251.07</c:v>
                </c:pt>
                <c:pt idx="5112">
                  <c:v>133277.14000000001</c:v>
                </c:pt>
                <c:pt idx="5113">
                  <c:v>133303.21</c:v>
                </c:pt>
                <c:pt idx="5114">
                  <c:v>133329.29</c:v>
                </c:pt>
                <c:pt idx="5115">
                  <c:v>133355.35999999999</c:v>
                </c:pt>
                <c:pt idx="5116">
                  <c:v>133381.43</c:v>
                </c:pt>
                <c:pt idx="5117">
                  <c:v>133407.5</c:v>
                </c:pt>
                <c:pt idx="5118">
                  <c:v>133433.57</c:v>
                </c:pt>
                <c:pt idx="5119">
                  <c:v>133459.64000000001</c:v>
                </c:pt>
                <c:pt idx="5120">
                  <c:v>133485.71</c:v>
                </c:pt>
                <c:pt idx="5121">
                  <c:v>133511.79</c:v>
                </c:pt>
                <c:pt idx="5122">
                  <c:v>133537.85999999999</c:v>
                </c:pt>
                <c:pt idx="5123">
                  <c:v>133563.93</c:v>
                </c:pt>
                <c:pt idx="5124">
                  <c:v>133590</c:v>
                </c:pt>
                <c:pt idx="5125">
                  <c:v>133616.07</c:v>
                </c:pt>
                <c:pt idx="5126">
                  <c:v>133642.14000000001</c:v>
                </c:pt>
                <c:pt idx="5127">
                  <c:v>133668.21</c:v>
                </c:pt>
                <c:pt idx="5128">
                  <c:v>133694.29</c:v>
                </c:pt>
                <c:pt idx="5129">
                  <c:v>133720.35999999999</c:v>
                </c:pt>
                <c:pt idx="5130">
                  <c:v>133746.43</c:v>
                </c:pt>
                <c:pt idx="5131">
                  <c:v>133772.5</c:v>
                </c:pt>
                <c:pt idx="5132">
                  <c:v>133798.57</c:v>
                </c:pt>
                <c:pt idx="5133">
                  <c:v>133824.64000000001</c:v>
                </c:pt>
                <c:pt idx="5134">
                  <c:v>133850.71</c:v>
                </c:pt>
                <c:pt idx="5135">
                  <c:v>133876.79</c:v>
                </c:pt>
                <c:pt idx="5136">
                  <c:v>133902.85999999999</c:v>
                </c:pt>
                <c:pt idx="5137">
                  <c:v>133928.93</c:v>
                </c:pt>
                <c:pt idx="5138">
                  <c:v>133955</c:v>
                </c:pt>
                <c:pt idx="5139">
                  <c:v>133981.07</c:v>
                </c:pt>
                <c:pt idx="5140">
                  <c:v>134007.14000000001</c:v>
                </c:pt>
                <c:pt idx="5141">
                  <c:v>134033.21</c:v>
                </c:pt>
                <c:pt idx="5142">
                  <c:v>134059.29</c:v>
                </c:pt>
                <c:pt idx="5143">
                  <c:v>134085.35999999999</c:v>
                </c:pt>
                <c:pt idx="5144">
                  <c:v>134111.43</c:v>
                </c:pt>
                <c:pt idx="5145">
                  <c:v>134137.5</c:v>
                </c:pt>
                <c:pt idx="5146">
                  <c:v>134163.57</c:v>
                </c:pt>
                <c:pt idx="5147">
                  <c:v>134189.64000000001</c:v>
                </c:pt>
                <c:pt idx="5148">
                  <c:v>134215.71</c:v>
                </c:pt>
                <c:pt idx="5149">
                  <c:v>134241.79</c:v>
                </c:pt>
                <c:pt idx="5150">
                  <c:v>134267.85999999999</c:v>
                </c:pt>
                <c:pt idx="5151">
                  <c:v>134293.93</c:v>
                </c:pt>
                <c:pt idx="5152">
                  <c:v>134320</c:v>
                </c:pt>
                <c:pt idx="5153">
                  <c:v>134346.07</c:v>
                </c:pt>
                <c:pt idx="5154">
                  <c:v>134372.14000000001</c:v>
                </c:pt>
                <c:pt idx="5155">
                  <c:v>134398.21</c:v>
                </c:pt>
                <c:pt idx="5156">
                  <c:v>134424.29</c:v>
                </c:pt>
                <c:pt idx="5157">
                  <c:v>134450.35999999999</c:v>
                </c:pt>
                <c:pt idx="5158">
                  <c:v>134476.43</c:v>
                </c:pt>
                <c:pt idx="5159">
                  <c:v>134502.5</c:v>
                </c:pt>
                <c:pt idx="5160">
                  <c:v>134528.57</c:v>
                </c:pt>
                <c:pt idx="5161">
                  <c:v>134554.64000000001</c:v>
                </c:pt>
                <c:pt idx="5162">
                  <c:v>134580.71</c:v>
                </c:pt>
                <c:pt idx="5163">
                  <c:v>134606.79</c:v>
                </c:pt>
                <c:pt idx="5164">
                  <c:v>134632.85999999999</c:v>
                </c:pt>
                <c:pt idx="5165">
                  <c:v>134658.93</c:v>
                </c:pt>
                <c:pt idx="5166">
                  <c:v>134685</c:v>
                </c:pt>
                <c:pt idx="5167">
                  <c:v>134711.07</c:v>
                </c:pt>
                <c:pt idx="5168">
                  <c:v>134737.14000000001</c:v>
                </c:pt>
                <c:pt idx="5169">
                  <c:v>134763.21</c:v>
                </c:pt>
                <c:pt idx="5170">
                  <c:v>134789.29</c:v>
                </c:pt>
                <c:pt idx="5171">
                  <c:v>134815.35999999999</c:v>
                </c:pt>
                <c:pt idx="5172">
                  <c:v>134841.43</c:v>
                </c:pt>
                <c:pt idx="5173">
                  <c:v>134867.5</c:v>
                </c:pt>
                <c:pt idx="5174">
                  <c:v>134893.57</c:v>
                </c:pt>
                <c:pt idx="5175">
                  <c:v>134919.64000000001</c:v>
                </c:pt>
                <c:pt idx="5176">
                  <c:v>134945.71</c:v>
                </c:pt>
                <c:pt idx="5177">
                  <c:v>134971.79</c:v>
                </c:pt>
                <c:pt idx="5178">
                  <c:v>134997.85999999999</c:v>
                </c:pt>
                <c:pt idx="5179">
                  <c:v>135023.93</c:v>
                </c:pt>
                <c:pt idx="5180">
                  <c:v>135050</c:v>
                </c:pt>
                <c:pt idx="5181">
                  <c:v>135076.07</c:v>
                </c:pt>
                <c:pt idx="5182">
                  <c:v>135102.14000000001</c:v>
                </c:pt>
                <c:pt idx="5183">
                  <c:v>135128.21</c:v>
                </c:pt>
                <c:pt idx="5184">
                  <c:v>135154.29</c:v>
                </c:pt>
                <c:pt idx="5185">
                  <c:v>135180.35999999999</c:v>
                </c:pt>
                <c:pt idx="5186">
                  <c:v>135206.43</c:v>
                </c:pt>
                <c:pt idx="5187">
                  <c:v>135232.5</c:v>
                </c:pt>
                <c:pt idx="5188">
                  <c:v>135258.57</c:v>
                </c:pt>
                <c:pt idx="5189">
                  <c:v>135284.64000000001</c:v>
                </c:pt>
                <c:pt idx="5190">
                  <c:v>135310.71</c:v>
                </c:pt>
                <c:pt idx="5191">
                  <c:v>135336.79</c:v>
                </c:pt>
                <c:pt idx="5192">
                  <c:v>135362.85999999999</c:v>
                </c:pt>
                <c:pt idx="5193">
                  <c:v>135388.93</c:v>
                </c:pt>
                <c:pt idx="5194">
                  <c:v>135415</c:v>
                </c:pt>
                <c:pt idx="5195">
                  <c:v>135441.07</c:v>
                </c:pt>
                <c:pt idx="5196">
                  <c:v>135467.14000000001</c:v>
                </c:pt>
                <c:pt idx="5197">
                  <c:v>135493.21</c:v>
                </c:pt>
                <c:pt idx="5198">
                  <c:v>135519.29</c:v>
                </c:pt>
                <c:pt idx="5199">
                  <c:v>135545.35999999999</c:v>
                </c:pt>
                <c:pt idx="5200">
                  <c:v>135571.43</c:v>
                </c:pt>
                <c:pt idx="5201">
                  <c:v>135597.5</c:v>
                </c:pt>
                <c:pt idx="5202">
                  <c:v>135623.57</c:v>
                </c:pt>
                <c:pt idx="5203">
                  <c:v>135649.64000000001</c:v>
                </c:pt>
                <c:pt idx="5204">
                  <c:v>135675.71</c:v>
                </c:pt>
                <c:pt idx="5205">
                  <c:v>135701.79</c:v>
                </c:pt>
                <c:pt idx="5206">
                  <c:v>135727.85999999999</c:v>
                </c:pt>
                <c:pt idx="5207">
                  <c:v>135753.93</c:v>
                </c:pt>
                <c:pt idx="5208">
                  <c:v>135780</c:v>
                </c:pt>
                <c:pt idx="5209">
                  <c:v>135806.07</c:v>
                </c:pt>
                <c:pt idx="5210">
                  <c:v>135832.14000000001</c:v>
                </c:pt>
                <c:pt idx="5211">
                  <c:v>135858.21</c:v>
                </c:pt>
                <c:pt idx="5212">
                  <c:v>135884.29</c:v>
                </c:pt>
                <c:pt idx="5213">
                  <c:v>135910.35999999999</c:v>
                </c:pt>
                <c:pt idx="5214">
                  <c:v>135936.43</c:v>
                </c:pt>
                <c:pt idx="5215">
                  <c:v>135962.5</c:v>
                </c:pt>
                <c:pt idx="5216">
                  <c:v>135988.57</c:v>
                </c:pt>
                <c:pt idx="5217">
                  <c:v>136014.64000000001</c:v>
                </c:pt>
                <c:pt idx="5218">
                  <c:v>136040.71</c:v>
                </c:pt>
                <c:pt idx="5219">
                  <c:v>136066.79</c:v>
                </c:pt>
                <c:pt idx="5220">
                  <c:v>136092.85999999999</c:v>
                </c:pt>
                <c:pt idx="5221">
                  <c:v>136118.93</c:v>
                </c:pt>
                <c:pt idx="5222">
                  <c:v>136145</c:v>
                </c:pt>
                <c:pt idx="5223">
                  <c:v>136171.07</c:v>
                </c:pt>
                <c:pt idx="5224">
                  <c:v>136197.14000000001</c:v>
                </c:pt>
                <c:pt idx="5225">
                  <c:v>136223.21</c:v>
                </c:pt>
                <c:pt idx="5226">
                  <c:v>136249.29</c:v>
                </c:pt>
                <c:pt idx="5227">
                  <c:v>136275.35999999999</c:v>
                </c:pt>
                <c:pt idx="5228">
                  <c:v>136301.43</c:v>
                </c:pt>
                <c:pt idx="5229">
                  <c:v>136327.5</c:v>
                </c:pt>
                <c:pt idx="5230">
                  <c:v>136353.57</c:v>
                </c:pt>
                <c:pt idx="5231">
                  <c:v>136379.64000000001</c:v>
                </c:pt>
                <c:pt idx="5232">
                  <c:v>136405.71</c:v>
                </c:pt>
                <c:pt idx="5233">
                  <c:v>136431.79</c:v>
                </c:pt>
                <c:pt idx="5234">
                  <c:v>136457.85999999999</c:v>
                </c:pt>
                <c:pt idx="5235">
                  <c:v>136483.93</c:v>
                </c:pt>
                <c:pt idx="5236">
                  <c:v>136510</c:v>
                </c:pt>
                <c:pt idx="5237">
                  <c:v>136536.07</c:v>
                </c:pt>
                <c:pt idx="5238">
                  <c:v>136562.14000000001</c:v>
                </c:pt>
                <c:pt idx="5239">
                  <c:v>136588.21</c:v>
                </c:pt>
                <c:pt idx="5240">
                  <c:v>136614.29</c:v>
                </c:pt>
                <c:pt idx="5241">
                  <c:v>136640.35999999999</c:v>
                </c:pt>
                <c:pt idx="5242">
                  <c:v>136666.43</c:v>
                </c:pt>
                <c:pt idx="5243">
                  <c:v>136692.5</c:v>
                </c:pt>
                <c:pt idx="5244">
                  <c:v>136718.57</c:v>
                </c:pt>
                <c:pt idx="5245">
                  <c:v>136744.64000000001</c:v>
                </c:pt>
                <c:pt idx="5246">
                  <c:v>136770.71</c:v>
                </c:pt>
                <c:pt idx="5247">
                  <c:v>136796.79</c:v>
                </c:pt>
                <c:pt idx="5248">
                  <c:v>136822.85999999999</c:v>
                </c:pt>
                <c:pt idx="5249">
                  <c:v>136848.93</c:v>
                </c:pt>
                <c:pt idx="5250">
                  <c:v>136875</c:v>
                </c:pt>
                <c:pt idx="5251">
                  <c:v>136901.07</c:v>
                </c:pt>
                <c:pt idx="5252">
                  <c:v>136927.14000000001</c:v>
                </c:pt>
                <c:pt idx="5253">
                  <c:v>136953.21</c:v>
                </c:pt>
                <c:pt idx="5254">
                  <c:v>136979.29</c:v>
                </c:pt>
                <c:pt idx="5255">
                  <c:v>137005.35999999999</c:v>
                </c:pt>
                <c:pt idx="5256">
                  <c:v>137031.43</c:v>
                </c:pt>
                <c:pt idx="5257">
                  <c:v>137057.5</c:v>
                </c:pt>
                <c:pt idx="5258">
                  <c:v>137083.57</c:v>
                </c:pt>
                <c:pt idx="5259">
                  <c:v>137109.64000000001</c:v>
                </c:pt>
                <c:pt idx="5260">
                  <c:v>137135.71</c:v>
                </c:pt>
                <c:pt idx="5261">
                  <c:v>137161.79</c:v>
                </c:pt>
                <c:pt idx="5262">
                  <c:v>137187.85999999999</c:v>
                </c:pt>
                <c:pt idx="5263">
                  <c:v>137213.93</c:v>
                </c:pt>
                <c:pt idx="5264">
                  <c:v>137240</c:v>
                </c:pt>
                <c:pt idx="5265">
                  <c:v>137266.07</c:v>
                </c:pt>
                <c:pt idx="5266">
                  <c:v>137292.14000000001</c:v>
                </c:pt>
                <c:pt idx="5267">
                  <c:v>137318.21</c:v>
                </c:pt>
                <c:pt idx="5268">
                  <c:v>137344.29</c:v>
                </c:pt>
                <c:pt idx="5269">
                  <c:v>137370.35999999999</c:v>
                </c:pt>
                <c:pt idx="5270">
                  <c:v>137396.43</c:v>
                </c:pt>
                <c:pt idx="5271">
                  <c:v>137422.5</c:v>
                </c:pt>
                <c:pt idx="5272">
                  <c:v>137448.57</c:v>
                </c:pt>
                <c:pt idx="5273">
                  <c:v>137474.64000000001</c:v>
                </c:pt>
                <c:pt idx="5274">
                  <c:v>137500.71</c:v>
                </c:pt>
                <c:pt idx="5275">
                  <c:v>137526.79</c:v>
                </c:pt>
                <c:pt idx="5276">
                  <c:v>137552.85999999999</c:v>
                </c:pt>
                <c:pt idx="5277">
                  <c:v>137578.93</c:v>
                </c:pt>
                <c:pt idx="5278">
                  <c:v>137605</c:v>
                </c:pt>
                <c:pt idx="5279">
                  <c:v>137631.07</c:v>
                </c:pt>
                <c:pt idx="5280">
                  <c:v>137657.14000000001</c:v>
                </c:pt>
                <c:pt idx="5281">
                  <c:v>137683.21</c:v>
                </c:pt>
                <c:pt idx="5282">
                  <c:v>137709.29</c:v>
                </c:pt>
                <c:pt idx="5283">
                  <c:v>137735.35999999999</c:v>
                </c:pt>
                <c:pt idx="5284">
                  <c:v>137761.43</c:v>
                </c:pt>
                <c:pt idx="5285">
                  <c:v>137787.5</c:v>
                </c:pt>
                <c:pt idx="5286">
                  <c:v>137813.57</c:v>
                </c:pt>
                <c:pt idx="5287">
                  <c:v>137839.64000000001</c:v>
                </c:pt>
                <c:pt idx="5288">
                  <c:v>137865.71</c:v>
                </c:pt>
                <c:pt idx="5289">
                  <c:v>137891.79</c:v>
                </c:pt>
                <c:pt idx="5290">
                  <c:v>137917.85999999999</c:v>
                </c:pt>
                <c:pt idx="5291">
                  <c:v>137943.93</c:v>
                </c:pt>
                <c:pt idx="5292">
                  <c:v>137970</c:v>
                </c:pt>
                <c:pt idx="5293">
                  <c:v>137996.07</c:v>
                </c:pt>
                <c:pt idx="5294">
                  <c:v>138022.14000000001</c:v>
                </c:pt>
                <c:pt idx="5295">
                  <c:v>138048.21</c:v>
                </c:pt>
                <c:pt idx="5296">
                  <c:v>138074.29</c:v>
                </c:pt>
                <c:pt idx="5297">
                  <c:v>138100.35999999999</c:v>
                </c:pt>
                <c:pt idx="5298">
                  <c:v>138126.43</c:v>
                </c:pt>
                <c:pt idx="5299">
                  <c:v>138152.5</c:v>
                </c:pt>
                <c:pt idx="5300">
                  <c:v>138178.57</c:v>
                </c:pt>
                <c:pt idx="5301">
                  <c:v>138204.64000000001</c:v>
                </c:pt>
                <c:pt idx="5302">
                  <c:v>138230.71</c:v>
                </c:pt>
                <c:pt idx="5303">
                  <c:v>138256.79</c:v>
                </c:pt>
                <c:pt idx="5304">
                  <c:v>138282.85999999999</c:v>
                </c:pt>
                <c:pt idx="5305">
                  <c:v>138308.93</c:v>
                </c:pt>
                <c:pt idx="5306">
                  <c:v>138335</c:v>
                </c:pt>
                <c:pt idx="5307">
                  <c:v>138361.07</c:v>
                </c:pt>
                <c:pt idx="5308">
                  <c:v>138387.14000000001</c:v>
                </c:pt>
                <c:pt idx="5309">
                  <c:v>138413.21</c:v>
                </c:pt>
                <c:pt idx="5310">
                  <c:v>138439.29</c:v>
                </c:pt>
                <c:pt idx="5311">
                  <c:v>138465.35999999999</c:v>
                </c:pt>
                <c:pt idx="5312">
                  <c:v>138491.43</c:v>
                </c:pt>
                <c:pt idx="5313">
                  <c:v>138517.5</c:v>
                </c:pt>
                <c:pt idx="5314">
                  <c:v>138543.57</c:v>
                </c:pt>
                <c:pt idx="5315">
                  <c:v>138569.64000000001</c:v>
                </c:pt>
                <c:pt idx="5316">
                  <c:v>138595.71</c:v>
                </c:pt>
                <c:pt idx="5317">
                  <c:v>138621.79</c:v>
                </c:pt>
                <c:pt idx="5318">
                  <c:v>138647.85999999999</c:v>
                </c:pt>
                <c:pt idx="5319">
                  <c:v>138673.93</c:v>
                </c:pt>
                <c:pt idx="5320">
                  <c:v>138700</c:v>
                </c:pt>
                <c:pt idx="5321">
                  <c:v>138726.07</c:v>
                </c:pt>
                <c:pt idx="5322">
                  <c:v>138752.14000000001</c:v>
                </c:pt>
                <c:pt idx="5323">
                  <c:v>138778.21</c:v>
                </c:pt>
                <c:pt idx="5324">
                  <c:v>138804.29</c:v>
                </c:pt>
                <c:pt idx="5325">
                  <c:v>138830.35999999999</c:v>
                </c:pt>
                <c:pt idx="5326">
                  <c:v>138856.43</c:v>
                </c:pt>
                <c:pt idx="5327">
                  <c:v>138882.5</c:v>
                </c:pt>
                <c:pt idx="5328">
                  <c:v>138908.57</c:v>
                </c:pt>
                <c:pt idx="5329">
                  <c:v>138934.64000000001</c:v>
                </c:pt>
                <c:pt idx="5330">
                  <c:v>138960.71</c:v>
                </c:pt>
                <c:pt idx="5331">
                  <c:v>138986.79</c:v>
                </c:pt>
                <c:pt idx="5332">
                  <c:v>139012.85999999999</c:v>
                </c:pt>
                <c:pt idx="5333">
                  <c:v>139038.93</c:v>
                </c:pt>
                <c:pt idx="5334">
                  <c:v>139065</c:v>
                </c:pt>
                <c:pt idx="5335">
                  <c:v>139091.07</c:v>
                </c:pt>
                <c:pt idx="5336">
                  <c:v>139117.14000000001</c:v>
                </c:pt>
                <c:pt idx="5337">
                  <c:v>139143.21</c:v>
                </c:pt>
                <c:pt idx="5338">
                  <c:v>139169.29</c:v>
                </c:pt>
                <c:pt idx="5339">
                  <c:v>139195.35999999999</c:v>
                </c:pt>
                <c:pt idx="5340">
                  <c:v>139221.43</c:v>
                </c:pt>
                <c:pt idx="5341">
                  <c:v>139247.5</c:v>
                </c:pt>
                <c:pt idx="5342">
                  <c:v>139273.57</c:v>
                </c:pt>
                <c:pt idx="5343">
                  <c:v>139299.64000000001</c:v>
                </c:pt>
                <c:pt idx="5344">
                  <c:v>139325.71</c:v>
                </c:pt>
                <c:pt idx="5345">
                  <c:v>139351.79</c:v>
                </c:pt>
                <c:pt idx="5346">
                  <c:v>139377.85999999999</c:v>
                </c:pt>
                <c:pt idx="5347">
                  <c:v>139403.93</c:v>
                </c:pt>
                <c:pt idx="5348">
                  <c:v>139430</c:v>
                </c:pt>
                <c:pt idx="5349">
                  <c:v>139456.07</c:v>
                </c:pt>
                <c:pt idx="5350">
                  <c:v>139482.14000000001</c:v>
                </c:pt>
                <c:pt idx="5351">
                  <c:v>139508.21</c:v>
                </c:pt>
                <c:pt idx="5352">
                  <c:v>139534.29</c:v>
                </c:pt>
                <c:pt idx="5353">
                  <c:v>139560.35999999999</c:v>
                </c:pt>
                <c:pt idx="5354">
                  <c:v>139586.43</c:v>
                </c:pt>
                <c:pt idx="5355">
                  <c:v>139612.5</c:v>
                </c:pt>
                <c:pt idx="5356">
                  <c:v>139638.57</c:v>
                </c:pt>
                <c:pt idx="5357">
                  <c:v>139664.64000000001</c:v>
                </c:pt>
                <c:pt idx="5358">
                  <c:v>139690.71</c:v>
                </c:pt>
                <c:pt idx="5359">
                  <c:v>139716.79</c:v>
                </c:pt>
                <c:pt idx="5360">
                  <c:v>139742.85999999999</c:v>
                </c:pt>
                <c:pt idx="5361">
                  <c:v>139768.93</c:v>
                </c:pt>
                <c:pt idx="5362">
                  <c:v>139795</c:v>
                </c:pt>
                <c:pt idx="5363">
                  <c:v>139821.07</c:v>
                </c:pt>
                <c:pt idx="5364">
                  <c:v>139847.14000000001</c:v>
                </c:pt>
                <c:pt idx="5365">
                  <c:v>139873.21</c:v>
                </c:pt>
                <c:pt idx="5366">
                  <c:v>139899.29</c:v>
                </c:pt>
                <c:pt idx="5367">
                  <c:v>139925.35999999999</c:v>
                </c:pt>
                <c:pt idx="5368">
                  <c:v>139951.43</c:v>
                </c:pt>
                <c:pt idx="5369">
                  <c:v>139977.5</c:v>
                </c:pt>
                <c:pt idx="5370">
                  <c:v>140003.57</c:v>
                </c:pt>
                <c:pt idx="5371">
                  <c:v>140029.64000000001</c:v>
                </c:pt>
                <c:pt idx="5372">
                  <c:v>140055.71</c:v>
                </c:pt>
                <c:pt idx="5373">
                  <c:v>140081.79</c:v>
                </c:pt>
                <c:pt idx="5374">
                  <c:v>140107.85999999999</c:v>
                </c:pt>
                <c:pt idx="5375">
                  <c:v>140133.93</c:v>
                </c:pt>
                <c:pt idx="5376">
                  <c:v>140160</c:v>
                </c:pt>
                <c:pt idx="5377">
                  <c:v>140186.07</c:v>
                </c:pt>
                <c:pt idx="5378">
                  <c:v>140212.14000000001</c:v>
                </c:pt>
                <c:pt idx="5379">
                  <c:v>140238.21</c:v>
                </c:pt>
                <c:pt idx="5380">
                  <c:v>140264.29</c:v>
                </c:pt>
                <c:pt idx="5381">
                  <c:v>140290.35999999999</c:v>
                </c:pt>
                <c:pt idx="5382">
                  <c:v>140316.43</c:v>
                </c:pt>
                <c:pt idx="5383">
                  <c:v>140342.5</c:v>
                </c:pt>
                <c:pt idx="5384">
                  <c:v>140368.57</c:v>
                </c:pt>
                <c:pt idx="5385">
                  <c:v>140394.64000000001</c:v>
                </c:pt>
                <c:pt idx="5386">
                  <c:v>140420.71</c:v>
                </c:pt>
                <c:pt idx="5387">
                  <c:v>140446.79</c:v>
                </c:pt>
                <c:pt idx="5388">
                  <c:v>140472.85999999999</c:v>
                </c:pt>
                <c:pt idx="5389">
                  <c:v>140498.93</c:v>
                </c:pt>
                <c:pt idx="5390">
                  <c:v>140525</c:v>
                </c:pt>
                <c:pt idx="5391">
                  <c:v>140551.07</c:v>
                </c:pt>
                <c:pt idx="5392">
                  <c:v>140577.14000000001</c:v>
                </c:pt>
                <c:pt idx="5393">
                  <c:v>140603.21</c:v>
                </c:pt>
                <c:pt idx="5394">
                  <c:v>140629.29</c:v>
                </c:pt>
                <c:pt idx="5395">
                  <c:v>140655.35999999999</c:v>
                </c:pt>
                <c:pt idx="5396">
                  <c:v>140681.43</c:v>
                </c:pt>
                <c:pt idx="5397">
                  <c:v>140707.5</c:v>
                </c:pt>
                <c:pt idx="5398">
                  <c:v>140733.57</c:v>
                </c:pt>
                <c:pt idx="5399">
                  <c:v>140759.64000000001</c:v>
                </c:pt>
                <c:pt idx="5400">
                  <c:v>140785.71</c:v>
                </c:pt>
                <c:pt idx="5401">
                  <c:v>140811.79</c:v>
                </c:pt>
                <c:pt idx="5402">
                  <c:v>140837.85999999999</c:v>
                </c:pt>
                <c:pt idx="5403">
                  <c:v>140863.93</c:v>
                </c:pt>
                <c:pt idx="5404">
                  <c:v>140890</c:v>
                </c:pt>
                <c:pt idx="5405">
                  <c:v>140916.07</c:v>
                </c:pt>
                <c:pt idx="5406">
                  <c:v>140942.14000000001</c:v>
                </c:pt>
                <c:pt idx="5407">
                  <c:v>140968.21</c:v>
                </c:pt>
                <c:pt idx="5408">
                  <c:v>140994.29</c:v>
                </c:pt>
                <c:pt idx="5409">
                  <c:v>141020.35999999999</c:v>
                </c:pt>
                <c:pt idx="5410">
                  <c:v>141046.43</c:v>
                </c:pt>
                <c:pt idx="5411">
                  <c:v>141072.5</c:v>
                </c:pt>
                <c:pt idx="5412">
                  <c:v>141098.57</c:v>
                </c:pt>
                <c:pt idx="5413">
                  <c:v>141124.64000000001</c:v>
                </c:pt>
                <c:pt idx="5414">
                  <c:v>141150.71</c:v>
                </c:pt>
                <c:pt idx="5415">
                  <c:v>141176.79</c:v>
                </c:pt>
                <c:pt idx="5416">
                  <c:v>141202.85999999999</c:v>
                </c:pt>
                <c:pt idx="5417">
                  <c:v>141228.93</c:v>
                </c:pt>
                <c:pt idx="5418">
                  <c:v>141255</c:v>
                </c:pt>
                <c:pt idx="5419">
                  <c:v>141281.07</c:v>
                </c:pt>
                <c:pt idx="5420">
                  <c:v>141307.14000000001</c:v>
                </c:pt>
                <c:pt idx="5421">
                  <c:v>141333.21</c:v>
                </c:pt>
                <c:pt idx="5422">
                  <c:v>141359.29</c:v>
                </c:pt>
                <c:pt idx="5423">
                  <c:v>141385.35999999999</c:v>
                </c:pt>
                <c:pt idx="5424">
                  <c:v>141411.43</c:v>
                </c:pt>
                <c:pt idx="5425">
                  <c:v>141437.5</c:v>
                </c:pt>
                <c:pt idx="5426">
                  <c:v>141463.57</c:v>
                </c:pt>
                <c:pt idx="5427">
                  <c:v>141489.64000000001</c:v>
                </c:pt>
                <c:pt idx="5428">
                  <c:v>141515.71</c:v>
                </c:pt>
                <c:pt idx="5429">
                  <c:v>141541.79</c:v>
                </c:pt>
                <c:pt idx="5430">
                  <c:v>141567.85999999999</c:v>
                </c:pt>
                <c:pt idx="5431">
                  <c:v>141593.93</c:v>
                </c:pt>
                <c:pt idx="5432">
                  <c:v>141620</c:v>
                </c:pt>
                <c:pt idx="5433">
                  <c:v>141646.07</c:v>
                </c:pt>
                <c:pt idx="5434">
                  <c:v>141672.14000000001</c:v>
                </c:pt>
                <c:pt idx="5435">
                  <c:v>141698.21</c:v>
                </c:pt>
                <c:pt idx="5436">
                  <c:v>141724.29</c:v>
                </c:pt>
                <c:pt idx="5437">
                  <c:v>141750.35999999999</c:v>
                </c:pt>
                <c:pt idx="5438">
                  <c:v>141776.43</c:v>
                </c:pt>
                <c:pt idx="5439">
                  <c:v>141802.5</c:v>
                </c:pt>
                <c:pt idx="5440">
                  <c:v>141828.57</c:v>
                </c:pt>
                <c:pt idx="5441">
                  <c:v>141854.64000000001</c:v>
                </c:pt>
                <c:pt idx="5442">
                  <c:v>141880.71</c:v>
                </c:pt>
                <c:pt idx="5443">
                  <c:v>141906.79</c:v>
                </c:pt>
                <c:pt idx="5444">
                  <c:v>141932.85999999999</c:v>
                </c:pt>
                <c:pt idx="5445">
                  <c:v>141958.93</c:v>
                </c:pt>
                <c:pt idx="5446">
                  <c:v>141985</c:v>
                </c:pt>
                <c:pt idx="5447">
                  <c:v>142011.07</c:v>
                </c:pt>
                <c:pt idx="5448">
                  <c:v>142037.14000000001</c:v>
                </c:pt>
                <c:pt idx="5449">
                  <c:v>142063.21</c:v>
                </c:pt>
                <c:pt idx="5450">
                  <c:v>142089.29</c:v>
                </c:pt>
                <c:pt idx="5451">
                  <c:v>142115.35999999999</c:v>
                </c:pt>
                <c:pt idx="5452">
                  <c:v>142141.43</c:v>
                </c:pt>
                <c:pt idx="5453">
                  <c:v>142167.5</c:v>
                </c:pt>
                <c:pt idx="5454">
                  <c:v>142193.57</c:v>
                </c:pt>
                <c:pt idx="5455">
                  <c:v>142219.64000000001</c:v>
                </c:pt>
                <c:pt idx="5456">
                  <c:v>142245.71</c:v>
                </c:pt>
                <c:pt idx="5457">
                  <c:v>142271.79</c:v>
                </c:pt>
                <c:pt idx="5458">
                  <c:v>142297.85999999999</c:v>
                </c:pt>
                <c:pt idx="5459">
                  <c:v>142323.93</c:v>
                </c:pt>
                <c:pt idx="5460">
                  <c:v>142350</c:v>
                </c:pt>
                <c:pt idx="5461">
                  <c:v>142376.07</c:v>
                </c:pt>
                <c:pt idx="5462">
                  <c:v>142402.14000000001</c:v>
                </c:pt>
                <c:pt idx="5463">
                  <c:v>142428.21</c:v>
                </c:pt>
                <c:pt idx="5464">
                  <c:v>142454.29</c:v>
                </c:pt>
                <c:pt idx="5465">
                  <c:v>142480.35999999999</c:v>
                </c:pt>
                <c:pt idx="5466">
                  <c:v>142506.43</c:v>
                </c:pt>
                <c:pt idx="5467">
                  <c:v>142532.5</c:v>
                </c:pt>
                <c:pt idx="5468">
                  <c:v>142558.57</c:v>
                </c:pt>
                <c:pt idx="5469">
                  <c:v>142584.64000000001</c:v>
                </c:pt>
                <c:pt idx="5470">
                  <c:v>142610.71</c:v>
                </c:pt>
                <c:pt idx="5471">
                  <c:v>142636.79</c:v>
                </c:pt>
                <c:pt idx="5472">
                  <c:v>142662.85999999999</c:v>
                </c:pt>
                <c:pt idx="5473">
                  <c:v>142688.93</c:v>
                </c:pt>
                <c:pt idx="5474">
                  <c:v>142715</c:v>
                </c:pt>
                <c:pt idx="5475">
                  <c:v>142741.07</c:v>
                </c:pt>
                <c:pt idx="5476">
                  <c:v>142767.14000000001</c:v>
                </c:pt>
                <c:pt idx="5477">
                  <c:v>142793.21</c:v>
                </c:pt>
                <c:pt idx="5478">
                  <c:v>142819.29</c:v>
                </c:pt>
                <c:pt idx="5479">
                  <c:v>142845.35999999999</c:v>
                </c:pt>
                <c:pt idx="5480">
                  <c:v>142871.43</c:v>
                </c:pt>
                <c:pt idx="5481">
                  <c:v>142897.5</c:v>
                </c:pt>
                <c:pt idx="5482">
                  <c:v>142923.57</c:v>
                </c:pt>
                <c:pt idx="5483">
                  <c:v>142949.64000000001</c:v>
                </c:pt>
                <c:pt idx="5484">
                  <c:v>142975.71</c:v>
                </c:pt>
                <c:pt idx="5485">
                  <c:v>143001.79</c:v>
                </c:pt>
                <c:pt idx="5486">
                  <c:v>143027.85999999999</c:v>
                </c:pt>
                <c:pt idx="5487">
                  <c:v>143053.93</c:v>
                </c:pt>
                <c:pt idx="5488">
                  <c:v>143080</c:v>
                </c:pt>
                <c:pt idx="5489">
                  <c:v>143106.07</c:v>
                </c:pt>
                <c:pt idx="5490">
                  <c:v>143132.14000000001</c:v>
                </c:pt>
                <c:pt idx="5491">
                  <c:v>143158.21</c:v>
                </c:pt>
                <c:pt idx="5492">
                  <c:v>143184.29</c:v>
                </c:pt>
                <c:pt idx="5493">
                  <c:v>143210.35999999999</c:v>
                </c:pt>
                <c:pt idx="5494">
                  <c:v>143236.43</c:v>
                </c:pt>
                <c:pt idx="5495">
                  <c:v>143262.5</c:v>
                </c:pt>
                <c:pt idx="5496">
                  <c:v>143288.57</c:v>
                </c:pt>
                <c:pt idx="5497">
                  <c:v>143314.64000000001</c:v>
                </c:pt>
                <c:pt idx="5498">
                  <c:v>143340.71</c:v>
                </c:pt>
                <c:pt idx="5499">
                  <c:v>143366.79</c:v>
                </c:pt>
                <c:pt idx="5500">
                  <c:v>143392.85999999999</c:v>
                </c:pt>
                <c:pt idx="5501">
                  <c:v>143418.93</c:v>
                </c:pt>
                <c:pt idx="5502">
                  <c:v>143445</c:v>
                </c:pt>
                <c:pt idx="5503">
                  <c:v>143471.07</c:v>
                </c:pt>
                <c:pt idx="5504">
                  <c:v>143497.14000000001</c:v>
                </c:pt>
                <c:pt idx="5505">
                  <c:v>143523.21</c:v>
                </c:pt>
                <c:pt idx="5506">
                  <c:v>143549.29</c:v>
                </c:pt>
                <c:pt idx="5507">
                  <c:v>143575.35999999999</c:v>
                </c:pt>
                <c:pt idx="5508">
                  <c:v>143601.43</c:v>
                </c:pt>
                <c:pt idx="5509">
                  <c:v>143627.5</c:v>
                </c:pt>
                <c:pt idx="5510">
                  <c:v>143653.57</c:v>
                </c:pt>
                <c:pt idx="5511">
                  <c:v>143679.64000000001</c:v>
                </c:pt>
                <c:pt idx="5512">
                  <c:v>143705.71</c:v>
                </c:pt>
                <c:pt idx="5513">
                  <c:v>143731.79</c:v>
                </c:pt>
                <c:pt idx="5514">
                  <c:v>143757.85999999999</c:v>
                </c:pt>
                <c:pt idx="5515">
                  <c:v>143783.93</c:v>
                </c:pt>
                <c:pt idx="5516">
                  <c:v>143810</c:v>
                </c:pt>
                <c:pt idx="5517">
                  <c:v>143836.07</c:v>
                </c:pt>
                <c:pt idx="5518">
                  <c:v>143862.14000000001</c:v>
                </c:pt>
                <c:pt idx="5519">
                  <c:v>143888.21</c:v>
                </c:pt>
                <c:pt idx="5520">
                  <c:v>143914.29</c:v>
                </c:pt>
                <c:pt idx="5521">
                  <c:v>143940.35999999999</c:v>
                </c:pt>
                <c:pt idx="5522">
                  <c:v>143966.43</c:v>
                </c:pt>
                <c:pt idx="5523">
                  <c:v>143992.5</c:v>
                </c:pt>
                <c:pt idx="5524">
                  <c:v>144018.57</c:v>
                </c:pt>
                <c:pt idx="5525">
                  <c:v>144044.64000000001</c:v>
                </c:pt>
                <c:pt idx="5526">
                  <c:v>144070.71</c:v>
                </c:pt>
                <c:pt idx="5527">
                  <c:v>144096.79</c:v>
                </c:pt>
                <c:pt idx="5528">
                  <c:v>144122.85999999999</c:v>
                </c:pt>
                <c:pt idx="5529">
                  <c:v>144148.93</c:v>
                </c:pt>
                <c:pt idx="5530">
                  <c:v>144175</c:v>
                </c:pt>
                <c:pt idx="5531">
                  <c:v>144201.07</c:v>
                </c:pt>
                <c:pt idx="5532">
                  <c:v>144227.14000000001</c:v>
                </c:pt>
                <c:pt idx="5533">
                  <c:v>144253.21</c:v>
                </c:pt>
                <c:pt idx="5534">
                  <c:v>144279.29</c:v>
                </c:pt>
                <c:pt idx="5535">
                  <c:v>144305.35999999999</c:v>
                </c:pt>
                <c:pt idx="5536">
                  <c:v>144331.43</c:v>
                </c:pt>
                <c:pt idx="5537">
                  <c:v>144357.5</c:v>
                </c:pt>
                <c:pt idx="5538">
                  <c:v>144383.57</c:v>
                </c:pt>
                <c:pt idx="5539">
                  <c:v>144409.64000000001</c:v>
                </c:pt>
                <c:pt idx="5540">
                  <c:v>144435.71</c:v>
                </c:pt>
                <c:pt idx="5541">
                  <c:v>144461.79</c:v>
                </c:pt>
                <c:pt idx="5542">
                  <c:v>144487.85999999999</c:v>
                </c:pt>
                <c:pt idx="5543">
                  <c:v>144513.93</c:v>
                </c:pt>
                <c:pt idx="5544">
                  <c:v>144540</c:v>
                </c:pt>
                <c:pt idx="5545">
                  <c:v>144566.07</c:v>
                </c:pt>
                <c:pt idx="5546">
                  <c:v>144592.14000000001</c:v>
                </c:pt>
                <c:pt idx="5547">
                  <c:v>144618.21</c:v>
                </c:pt>
                <c:pt idx="5548">
                  <c:v>144644.29</c:v>
                </c:pt>
                <c:pt idx="5549">
                  <c:v>144670.35999999999</c:v>
                </c:pt>
                <c:pt idx="5550">
                  <c:v>144696.43</c:v>
                </c:pt>
                <c:pt idx="5551">
                  <c:v>144722.5</c:v>
                </c:pt>
                <c:pt idx="5552">
                  <c:v>144748.57</c:v>
                </c:pt>
                <c:pt idx="5553">
                  <c:v>144774.64000000001</c:v>
                </c:pt>
                <c:pt idx="5554">
                  <c:v>144800.71</c:v>
                </c:pt>
                <c:pt idx="5555">
                  <c:v>144826.79</c:v>
                </c:pt>
                <c:pt idx="5556">
                  <c:v>144852.85999999999</c:v>
                </c:pt>
                <c:pt idx="5557">
                  <c:v>144878.93</c:v>
                </c:pt>
                <c:pt idx="5558">
                  <c:v>144905</c:v>
                </c:pt>
                <c:pt idx="5559">
                  <c:v>144931.07</c:v>
                </c:pt>
                <c:pt idx="5560">
                  <c:v>144957.14000000001</c:v>
                </c:pt>
                <c:pt idx="5561">
                  <c:v>144983.21</c:v>
                </c:pt>
                <c:pt idx="5562">
                  <c:v>145009.29</c:v>
                </c:pt>
                <c:pt idx="5563">
                  <c:v>145035.35999999999</c:v>
                </c:pt>
                <c:pt idx="5564">
                  <c:v>145061.43</c:v>
                </c:pt>
                <c:pt idx="5565">
                  <c:v>145087.5</c:v>
                </c:pt>
                <c:pt idx="5566">
                  <c:v>145113.57</c:v>
                </c:pt>
                <c:pt idx="5567">
                  <c:v>145139.64000000001</c:v>
                </c:pt>
                <c:pt idx="5568">
                  <c:v>145165.71</c:v>
                </c:pt>
                <c:pt idx="5569">
                  <c:v>145191.79</c:v>
                </c:pt>
                <c:pt idx="5570">
                  <c:v>145217.85999999999</c:v>
                </c:pt>
                <c:pt idx="5571">
                  <c:v>145243.93</c:v>
                </c:pt>
                <c:pt idx="5572">
                  <c:v>145270</c:v>
                </c:pt>
                <c:pt idx="5573">
                  <c:v>145296.07</c:v>
                </c:pt>
                <c:pt idx="5574">
                  <c:v>145322.14000000001</c:v>
                </c:pt>
                <c:pt idx="5575">
                  <c:v>145348.21</c:v>
                </c:pt>
                <c:pt idx="5576">
                  <c:v>145374.29</c:v>
                </c:pt>
                <c:pt idx="5577">
                  <c:v>145400.35999999999</c:v>
                </c:pt>
                <c:pt idx="5578">
                  <c:v>145426.43</c:v>
                </c:pt>
                <c:pt idx="5579">
                  <c:v>145452.5</c:v>
                </c:pt>
                <c:pt idx="5580">
                  <c:v>145478.57</c:v>
                </c:pt>
                <c:pt idx="5581">
                  <c:v>145504.64000000001</c:v>
                </c:pt>
                <c:pt idx="5582">
                  <c:v>145530.71</c:v>
                </c:pt>
                <c:pt idx="5583">
                  <c:v>145556.79</c:v>
                </c:pt>
                <c:pt idx="5584">
                  <c:v>145582.85999999999</c:v>
                </c:pt>
                <c:pt idx="5585">
                  <c:v>145608.93</c:v>
                </c:pt>
                <c:pt idx="5586">
                  <c:v>145635</c:v>
                </c:pt>
                <c:pt idx="5587">
                  <c:v>145661.07</c:v>
                </c:pt>
                <c:pt idx="5588">
                  <c:v>145687.14000000001</c:v>
                </c:pt>
                <c:pt idx="5589">
                  <c:v>145713.21</c:v>
                </c:pt>
                <c:pt idx="5590">
                  <c:v>145739.29</c:v>
                </c:pt>
                <c:pt idx="5591">
                  <c:v>145765.35999999999</c:v>
                </c:pt>
                <c:pt idx="5592">
                  <c:v>145791.43</c:v>
                </c:pt>
                <c:pt idx="5593">
                  <c:v>145817.5</c:v>
                </c:pt>
                <c:pt idx="5594">
                  <c:v>145843.57</c:v>
                </c:pt>
                <c:pt idx="5595">
                  <c:v>145869.64000000001</c:v>
                </c:pt>
                <c:pt idx="5596">
                  <c:v>145895.71</c:v>
                </c:pt>
                <c:pt idx="5597">
                  <c:v>145921.79</c:v>
                </c:pt>
                <c:pt idx="5598">
                  <c:v>145947.85999999999</c:v>
                </c:pt>
                <c:pt idx="5599">
                  <c:v>145973.93</c:v>
                </c:pt>
                <c:pt idx="5600">
                  <c:v>146000</c:v>
                </c:pt>
                <c:pt idx="5601">
                  <c:v>146026.07</c:v>
                </c:pt>
                <c:pt idx="5602">
                  <c:v>146052.14000000001</c:v>
                </c:pt>
                <c:pt idx="5603">
                  <c:v>146078.21</c:v>
                </c:pt>
                <c:pt idx="5604">
                  <c:v>146104.29</c:v>
                </c:pt>
                <c:pt idx="5605">
                  <c:v>146130.35999999999</c:v>
                </c:pt>
                <c:pt idx="5606">
                  <c:v>146156.43</c:v>
                </c:pt>
                <c:pt idx="5607">
                  <c:v>146182.5</c:v>
                </c:pt>
                <c:pt idx="5608">
                  <c:v>146208.57</c:v>
                </c:pt>
                <c:pt idx="5609">
                  <c:v>146234.64000000001</c:v>
                </c:pt>
                <c:pt idx="5610">
                  <c:v>146260.71</c:v>
                </c:pt>
                <c:pt idx="5611">
                  <c:v>146286.79</c:v>
                </c:pt>
                <c:pt idx="5612">
                  <c:v>146312.85999999999</c:v>
                </c:pt>
                <c:pt idx="5613">
                  <c:v>146338.93</c:v>
                </c:pt>
                <c:pt idx="5614">
                  <c:v>146365</c:v>
                </c:pt>
                <c:pt idx="5615">
                  <c:v>146391.07</c:v>
                </c:pt>
                <c:pt idx="5616">
                  <c:v>146417.14000000001</c:v>
                </c:pt>
                <c:pt idx="5617">
                  <c:v>146443.21</c:v>
                </c:pt>
                <c:pt idx="5618">
                  <c:v>146469.29</c:v>
                </c:pt>
                <c:pt idx="5619">
                  <c:v>146495.35999999999</c:v>
                </c:pt>
                <c:pt idx="5620">
                  <c:v>146521.43</c:v>
                </c:pt>
                <c:pt idx="5621">
                  <c:v>146547.5</c:v>
                </c:pt>
                <c:pt idx="5622">
                  <c:v>146573.57</c:v>
                </c:pt>
                <c:pt idx="5623">
                  <c:v>146599.64000000001</c:v>
                </c:pt>
                <c:pt idx="5624">
                  <c:v>146625.71</c:v>
                </c:pt>
                <c:pt idx="5625">
                  <c:v>146651.79</c:v>
                </c:pt>
                <c:pt idx="5626">
                  <c:v>146677.85999999999</c:v>
                </c:pt>
                <c:pt idx="5627">
                  <c:v>146703.93</c:v>
                </c:pt>
                <c:pt idx="5628">
                  <c:v>146730</c:v>
                </c:pt>
                <c:pt idx="5629">
                  <c:v>146756.07</c:v>
                </c:pt>
                <c:pt idx="5630">
                  <c:v>146782.14000000001</c:v>
                </c:pt>
                <c:pt idx="5631">
                  <c:v>146808.21</c:v>
                </c:pt>
                <c:pt idx="5632">
                  <c:v>146834.29</c:v>
                </c:pt>
                <c:pt idx="5633">
                  <c:v>146860.35999999999</c:v>
                </c:pt>
                <c:pt idx="5634">
                  <c:v>146886.43</c:v>
                </c:pt>
                <c:pt idx="5635">
                  <c:v>146912.5</c:v>
                </c:pt>
                <c:pt idx="5636">
                  <c:v>146938.57</c:v>
                </c:pt>
                <c:pt idx="5637">
                  <c:v>146964.64000000001</c:v>
                </c:pt>
                <c:pt idx="5638">
                  <c:v>146990.71</c:v>
                </c:pt>
                <c:pt idx="5639">
                  <c:v>147016.79</c:v>
                </c:pt>
                <c:pt idx="5640">
                  <c:v>147042.85999999999</c:v>
                </c:pt>
                <c:pt idx="5641">
                  <c:v>147068.93</c:v>
                </c:pt>
                <c:pt idx="5642">
                  <c:v>147095</c:v>
                </c:pt>
                <c:pt idx="5643">
                  <c:v>147121.07</c:v>
                </c:pt>
                <c:pt idx="5644">
                  <c:v>147147.14000000001</c:v>
                </c:pt>
                <c:pt idx="5645">
                  <c:v>147173.21</c:v>
                </c:pt>
                <c:pt idx="5646">
                  <c:v>147199.29</c:v>
                </c:pt>
                <c:pt idx="5647">
                  <c:v>147225.35999999999</c:v>
                </c:pt>
                <c:pt idx="5648">
                  <c:v>147251.43</c:v>
                </c:pt>
                <c:pt idx="5649">
                  <c:v>147277.5</c:v>
                </c:pt>
                <c:pt idx="5650">
                  <c:v>147303.57</c:v>
                </c:pt>
                <c:pt idx="5651">
                  <c:v>147329.64000000001</c:v>
                </c:pt>
                <c:pt idx="5652">
                  <c:v>147355.71</c:v>
                </c:pt>
                <c:pt idx="5653">
                  <c:v>147381.79</c:v>
                </c:pt>
                <c:pt idx="5654">
                  <c:v>147407.85999999999</c:v>
                </c:pt>
                <c:pt idx="5655">
                  <c:v>147433.93</c:v>
                </c:pt>
                <c:pt idx="5656">
                  <c:v>147460</c:v>
                </c:pt>
                <c:pt idx="5657">
                  <c:v>147486.07</c:v>
                </c:pt>
                <c:pt idx="5658">
                  <c:v>147512.14000000001</c:v>
                </c:pt>
                <c:pt idx="5659">
                  <c:v>147538.21</c:v>
                </c:pt>
                <c:pt idx="5660">
                  <c:v>147564.29</c:v>
                </c:pt>
                <c:pt idx="5661">
                  <c:v>147590.35999999999</c:v>
                </c:pt>
                <c:pt idx="5662">
                  <c:v>147616.43</c:v>
                </c:pt>
                <c:pt idx="5663">
                  <c:v>147642.5</c:v>
                </c:pt>
                <c:pt idx="5664">
                  <c:v>147668.57</c:v>
                </c:pt>
                <c:pt idx="5665">
                  <c:v>147694.64000000001</c:v>
                </c:pt>
                <c:pt idx="5666">
                  <c:v>147720.71</c:v>
                </c:pt>
                <c:pt idx="5667">
                  <c:v>147746.79</c:v>
                </c:pt>
                <c:pt idx="5668">
                  <c:v>147772.85999999999</c:v>
                </c:pt>
                <c:pt idx="5669">
                  <c:v>147798.93</c:v>
                </c:pt>
                <c:pt idx="5670">
                  <c:v>147825</c:v>
                </c:pt>
                <c:pt idx="5671">
                  <c:v>147851.07</c:v>
                </c:pt>
                <c:pt idx="5672">
                  <c:v>147877.14000000001</c:v>
                </c:pt>
                <c:pt idx="5673">
                  <c:v>147903.21</c:v>
                </c:pt>
                <c:pt idx="5674">
                  <c:v>147929.29</c:v>
                </c:pt>
                <c:pt idx="5675">
                  <c:v>147955.35999999999</c:v>
                </c:pt>
                <c:pt idx="5676">
                  <c:v>147981.43</c:v>
                </c:pt>
                <c:pt idx="5677">
                  <c:v>148007.5</c:v>
                </c:pt>
                <c:pt idx="5678">
                  <c:v>148033.57</c:v>
                </c:pt>
                <c:pt idx="5679">
                  <c:v>148059.64000000001</c:v>
                </c:pt>
                <c:pt idx="5680">
                  <c:v>148085.71</c:v>
                </c:pt>
                <c:pt idx="5681">
                  <c:v>148111.79</c:v>
                </c:pt>
                <c:pt idx="5682">
                  <c:v>148137.85999999999</c:v>
                </c:pt>
                <c:pt idx="5683">
                  <c:v>148163.93</c:v>
                </c:pt>
                <c:pt idx="5684">
                  <c:v>148190</c:v>
                </c:pt>
                <c:pt idx="5685">
                  <c:v>148216.07</c:v>
                </c:pt>
                <c:pt idx="5686">
                  <c:v>148242.14000000001</c:v>
                </c:pt>
                <c:pt idx="5687">
                  <c:v>148268.21</c:v>
                </c:pt>
                <c:pt idx="5688">
                  <c:v>148294.29</c:v>
                </c:pt>
                <c:pt idx="5689">
                  <c:v>148320.35999999999</c:v>
                </c:pt>
                <c:pt idx="5690">
                  <c:v>148346.43</c:v>
                </c:pt>
                <c:pt idx="5691">
                  <c:v>148372.5</c:v>
                </c:pt>
                <c:pt idx="5692">
                  <c:v>148398.57</c:v>
                </c:pt>
                <c:pt idx="5693">
                  <c:v>148424.64000000001</c:v>
                </c:pt>
                <c:pt idx="5694">
                  <c:v>148450.71</c:v>
                </c:pt>
                <c:pt idx="5695">
                  <c:v>148476.79</c:v>
                </c:pt>
                <c:pt idx="5696">
                  <c:v>148502.85999999999</c:v>
                </c:pt>
                <c:pt idx="5697">
                  <c:v>148528.93</c:v>
                </c:pt>
                <c:pt idx="5698">
                  <c:v>148555</c:v>
                </c:pt>
                <c:pt idx="5699">
                  <c:v>148581.07</c:v>
                </c:pt>
                <c:pt idx="5700">
                  <c:v>148607.14000000001</c:v>
                </c:pt>
                <c:pt idx="5701">
                  <c:v>148633.21</c:v>
                </c:pt>
                <c:pt idx="5702">
                  <c:v>148659.29</c:v>
                </c:pt>
                <c:pt idx="5703">
                  <c:v>148685.35999999999</c:v>
                </c:pt>
                <c:pt idx="5704">
                  <c:v>148711.43</c:v>
                </c:pt>
                <c:pt idx="5705">
                  <c:v>148737.5</c:v>
                </c:pt>
                <c:pt idx="5706">
                  <c:v>148763.57</c:v>
                </c:pt>
                <c:pt idx="5707">
                  <c:v>148789.64000000001</c:v>
                </c:pt>
                <c:pt idx="5708">
                  <c:v>148815.71</c:v>
                </c:pt>
                <c:pt idx="5709">
                  <c:v>148841.79</c:v>
                </c:pt>
                <c:pt idx="5710">
                  <c:v>148867.85999999999</c:v>
                </c:pt>
                <c:pt idx="5711">
                  <c:v>148893.93</c:v>
                </c:pt>
                <c:pt idx="5712">
                  <c:v>148920</c:v>
                </c:pt>
                <c:pt idx="5713">
                  <c:v>148946.07</c:v>
                </c:pt>
                <c:pt idx="5714">
                  <c:v>148972.14000000001</c:v>
                </c:pt>
                <c:pt idx="5715">
                  <c:v>148998.21</c:v>
                </c:pt>
                <c:pt idx="5716">
                  <c:v>149024.29</c:v>
                </c:pt>
                <c:pt idx="5717">
                  <c:v>149050.35999999999</c:v>
                </c:pt>
                <c:pt idx="5718">
                  <c:v>149076.43</c:v>
                </c:pt>
                <c:pt idx="5719">
                  <c:v>149102.5</c:v>
                </c:pt>
                <c:pt idx="5720">
                  <c:v>149128.57</c:v>
                </c:pt>
                <c:pt idx="5721">
                  <c:v>149154.64000000001</c:v>
                </c:pt>
                <c:pt idx="5722">
                  <c:v>149180.71</c:v>
                </c:pt>
                <c:pt idx="5723">
                  <c:v>149206.79</c:v>
                </c:pt>
                <c:pt idx="5724">
                  <c:v>149232.85999999999</c:v>
                </c:pt>
                <c:pt idx="5725">
                  <c:v>149258.93</c:v>
                </c:pt>
                <c:pt idx="5726">
                  <c:v>149285</c:v>
                </c:pt>
                <c:pt idx="5727">
                  <c:v>149311.07</c:v>
                </c:pt>
                <c:pt idx="5728">
                  <c:v>149337.14000000001</c:v>
                </c:pt>
                <c:pt idx="5729">
                  <c:v>149363.21</c:v>
                </c:pt>
                <c:pt idx="5730">
                  <c:v>149389.29</c:v>
                </c:pt>
                <c:pt idx="5731">
                  <c:v>149415.35999999999</c:v>
                </c:pt>
                <c:pt idx="5732">
                  <c:v>149441.43</c:v>
                </c:pt>
                <c:pt idx="5733">
                  <c:v>149467.5</c:v>
                </c:pt>
                <c:pt idx="5734">
                  <c:v>149493.57</c:v>
                </c:pt>
                <c:pt idx="5735">
                  <c:v>149519.64000000001</c:v>
                </c:pt>
                <c:pt idx="5736">
                  <c:v>149545.71</c:v>
                </c:pt>
                <c:pt idx="5737">
                  <c:v>149571.79</c:v>
                </c:pt>
                <c:pt idx="5738">
                  <c:v>149597.85999999999</c:v>
                </c:pt>
                <c:pt idx="5739">
                  <c:v>149623.93</c:v>
                </c:pt>
                <c:pt idx="5740">
                  <c:v>149650</c:v>
                </c:pt>
                <c:pt idx="5741">
                  <c:v>149676.07</c:v>
                </c:pt>
                <c:pt idx="5742">
                  <c:v>149702.14000000001</c:v>
                </c:pt>
                <c:pt idx="5743">
                  <c:v>149728.21</c:v>
                </c:pt>
                <c:pt idx="5744">
                  <c:v>149754.29</c:v>
                </c:pt>
                <c:pt idx="5745">
                  <c:v>149780.35999999999</c:v>
                </c:pt>
                <c:pt idx="5746">
                  <c:v>149806.43</c:v>
                </c:pt>
                <c:pt idx="5747">
                  <c:v>149832.5</c:v>
                </c:pt>
                <c:pt idx="5748">
                  <c:v>149858.57</c:v>
                </c:pt>
                <c:pt idx="5749">
                  <c:v>149884.64000000001</c:v>
                </c:pt>
                <c:pt idx="5750">
                  <c:v>149910.71</c:v>
                </c:pt>
                <c:pt idx="5751">
                  <c:v>149936.79</c:v>
                </c:pt>
                <c:pt idx="5752">
                  <c:v>149962.85999999999</c:v>
                </c:pt>
                <c:pt idx="5753">
                  <c:v>149988.93</c:v>
                </c:pt>
                <c:pt idx="5754">
                  <c:v>150015</c:v>
                </c:pt>
                <c:pt idx="5755">
                  <c:v>150041.07</c:v>
                </c:pt>
                <c:pt idx="5756">
                  <c:v>150067.14000000001</c:v>
                </c:pt>
                <c:pt idx="5757">
                  <c:v>150093.21</c:v>
                </c:pt>
                <c:pt idx="5758">
                  <c:v>150119.29</c:v>
                </c:pt>
                <c:pt idx="5759">
                  <c:v>150145.35999999999</c:v>
                </c:pt>
                <c:pt idx="5760">
                  <c:v>150171.43</c:v>
                </c:pt>
                <c:pt idx="5761">
                  <c:v>150197.5</c:v>
                </c:pt>
                <c:pt idx="5762">
                  <c:v>150223.57</c:v>
                </c:pt>
                <c:pt idx="5763">
                  <c:v>150249.64000000001</c:v>
                </c:pt>
                <c:pt idx="5764">
                  <c:v>150275.71</c:v>
                </c:pt>
                <c:pt idx="5765">
                  <c:v>150301.79</c:v>
                </c:pt>
                <c:pt idx="5766">
                  <c:v>150327.85999999999</c:v>
                </c:pt>
                <c:pt idx="5767">
                  <c:v>150353.93</c:v>
                </c:pt>
                <c:pt idx="5768">
                  <c:v>150380</c:v>
                </c:pt>
                <c:pt idx="5769">
                  <c:v>150406.07</c:v>
                </c:pt>
                <c:pt idx="5770">
                  <c:v>150432.14000000001</c:v>
                </c:pt>
                <c:pt idx="5771">
                  <c:v>150458.21</c:v>
                </c:pt>
                <c:pt idx="5772">
                  <c:v>150484.29</c:v>
                </c:pt>
                <c:pt idx="5773">
                  <c:v>150510.35999999999</c:v>
                </c:pt>
                <c:pt idx="5774">
                  <c:v>150536.43</c:v>
                </c:pt>
                <c:pt idx="5775">
                  <c:v>150562.5</c:v>
                </c:pt>
                <c:pt idx="5776">
                  <c:v>150588.57</c:v>
                </c:pt>
                <c:pt idx="5777">
                  <c:v>150614.64000000001</c:v>
                </c:pt>
                <c:pt idx="5778">
                  <c:v>150640.71</c:v>
                </c:pt>
                <c:pt idx="5779">
                  <c:v>150666.79</c:v>
                </c:pt>
                <c:pt idx="5780">
                  <c:v>150692.85999999999</c:v>
                </c:pt>
                <c:pt idx="5781">
                  <c:v>150718.93</c:v>
                </c:pt>
                <c:pt idx="5782">
                  <c:v>150745</c:v>
                </c:pt>
                <c:pt idx="5783">
                  <c:v>150771.07</c:v>
                </c:pt>
                <c:pt idx="5784">
                  <c:v>150797.14000000001</c:v>
                </c:pt>
                <c:pt idx="5785">
                  <c:v>150823.21</c:v>
                </c:pt>
                <c:pt idx="5786">
                  <c:v>150849.29</c:v>
                </c:pt>
                <c:pt idx="5787">
                  <c:v>150875.35999999999</c:v>
                </c:pt>
                <c:pt idx="5788">
                  <c:v>150901.43</c:v>
                </c:pt>
                <c:pt idx="5789">
                  <c:v>150927.5</c:v>
                </c:pt>
                <c:pt idx="5790">
                  <c:v>150953.57</c:v>
                </c:pt>
                <c:pt idx="5791">
                  <c:v>150979.64000000001</c:v>
                </c:pt>
                <c:pt idx="5792">
                  <c:v>151005.71</c:v>
                </c:pt>
                <c:pt idx="5793">
                  <c:v>151031.79</c:v>
                </c:pt>
                <c:pt idx="5794">
                  <c:v>151057.85999999999</c:v>
                </c:pt>
                <c:pt idx="5795">
                  <c:v>151083.93</c:v>
                </c:pt>
                <c:pt idx="5796">
                  <c:v>151110</c:v>
                </c:pt>
                <c:pt idx="5797">
                  <c:v>151136.07</c:v>
                </c:pt>
                <c:pt idx="5798">
                  <c:v>151162.14000000001</c:v>
                </c:pt>
                <c:pt idx="5799">
                  <c:v>151188.21</c:v>
                </c:pt>
                <c:pt idx="5800">
                  <c:v>151214.29</c:v>
                </c:pt>
                <c:pt idx="5801">
                  <c:v>151240.35999999999</c:v>
                </c:pt>
                <c:pt idx="5802">
                  <c:v>151266.43</c:v>
                </c:pt>
                <c:pt idx="5803">
                  <c:v>151292.5</c:v>
                </c:pt>
                <c:pt idx="5804">
                  <c:v>151318.57</c:v>
                </c:pt>
                <c:pt idx="5805">
                  <c:v>151344.64000000001</c:v>
                </c:pt>
                <c:pt idx="5806">
                  <c:v>151370.71</c:v>
                </c:pt>
                <c:pt idx="5807">
                  <c:v>151396.79</c:v>
                </c:pt>
                <c:pt idx="5808">
                  <c:v>151422.85999999999</c:v>
                </c:pt>
                <c:pt idx="5809">
                  <c:v>151448.93</c:v>
                </c:pt>
                <c:pt idx="5810">
                  <c:v>151475</c:v>
                </c:pt>
                <c:pt idx="5811">
                  <c:v>151501.07</c:v>
                </c:pt>
                <c:pt idx="5812">
                  <c:v>151527.14000000001</c:v>
                </c:pt>
                <c:pt idx="5813">
                  <c:v>151553.21</c:v>
                </c:pt>
                <c:pt idx="5814">
                  <c:v>151579.29</c:v>
                </c:pt>
                <c:pt idx="5815">
                  <c:v>151605.35999999999</c:v>
                </c:pt>
                <c:pt idx="5816">
                  <c:v>151631.43</c:v>
                </c:pt>
                <c:pt idx="5817">
                  <c:v>151657.5</c:v>
                </c:pt>
                <c:pt idx="5818">
                  <c:v>151683.57</c:v>
                </c:pt>
                <c:pt idx="5819">
                  <c:v>151709.64000000001</c:v>
                </c:pt>
                <c:pt idx="5820">
                  <c:v>151735.71</c:v>
                </c:pt>
                <c:pt idx="5821">
                  <c:v>151761.79</c:v>
                </c:pt>
                <c:pt idx="5822">
                  <c:v>151787.85999999999</c:v>
                </c:pt>
                <c:pt idx="5823">
                  <c:v>151813.93</c:v>
                </c:pt>
                <c:pt idx="5824">
                  <c:v>151840</c:v>
                </c:pt>
                <c:pt idx="5825">
                  <c:v>151866.07</c:v>
                </c:pt>
                <c:pt idx="5826">
                  <c:v>151892.14000000001</c:v>
                </c:pt>
                <c:pt idx="5827">
                  <c:v>151918.21</c:v>
                </c:pt>
                <c:pt idx="5828">
                  <c:v>151944.29</c:v>
                </c:pt>
                <c:pt idx="5829">
                  <c:v>151970.35999999999</c:v>
                </c:pt>
                <c:pt idx="5830">
                  <c:v>151996.43</c:v>
                </c:pt>
                <c:pt idx="5831">
                  <c:v>152022.5</c:v>
                </c:pt>
                <c:pt idx="5832">
                  <c:v>152048.57</c:v>
                </c:pt>
                <c:pt idx="5833">
                  <c:v>152074.64000000001</c:v>
                </c:pt>
                <c:pt idx="5834">
                  <c:v>152100.71</c:v>
                </c:pt>
                <c:pt idx="5835">
                  <c:v>152126.79</c:v>
                </c:pt>
                <c:pt idx="5836">
                  <c:v>152152.85999999999</c:v>
                </c:pt>
                <c:pt idx="5837">
                  <c:v>152178.93</c:v>
                </c:pt>
                <c:pt idx="5838">
                  <c:v>152205</c:v>
                </c:pt>
                <c:pt idx="5839">
                  <c:v>152231.07</c:v>
                </c:pt>
                <c:pt idx="5840">
                  <c:v>152257.14000000001</c:v>
                </c:pt>
                <c:pt idx="5841">
                  <c:v>152283.21</c:v>
                </c:pt>
                <c:pt idx="5842">
                  <c:v>152309.29</c:v>
                </c:pt>
                <c:pt idx="5843">
                  <c:v>152335.35999999999</c:v>
                </c:pt>
                <c:pt idx="5844">
                  <c:v>152361.43</c:v>
                </c:pt>
                <c:pt idx="5845">
                  <c:v>152387.5</c:v>
                </c:pt>
                <c:pt idx="5846">
                  <c:v>152413.57</c:v>
                </c:pt>
                <c:pt idx="5847">
                  <c:v>152439.64000000001</c:v>
                </c:pt>
                <c:pt idx="5848">
                  <c:v>152465.71</c:v>
                </c:pt>
                <c:pt idx="5849">
                  <c:v>152491.79</c:v>
                </c:pt>
                <c:pt idx="5850">
                  <c:v>152517.85999999999</c:v>
                </c:pt>
                <c:pt idx="5851">
                  <c:v>152543.93</c:v>
                </c:pt>
                <c:pt idx="5852">
                  <c:v>152570</c:v>
                </c:pt>
                <c:pt idx="5853">
                  <c:v>152596.07</c:v>
                </c:pt>
                <c:pt idx="5854">
                  <c:v>152622.14000000001</c:v>
                </c:pt>
                <c:pt idx="5855">
                  <c:v>152648.21</c:v>
                </c:pt>
                <c:pt idx="5856">
                  <c:v>152674.29</c:v>
                </c:pt>
                <c:pt idx="5857">
                  <c:v>152700.35999999999</c:v>
                </c:pt>
                <c:pt idx="5858">
                  <c:v>152726.43</c:v>
                </c:pt>
                <c:pt idx="5859">
                  <c:v>152752.5</c:v>
                </c:pt>
                <c:pt idx="5860">
                  <c:v>152778.57</c:v>
                </c:pt>
                <c:pt idx="5861">
                  <c:v>152804.64000000001</c:v>
                </c:pt>
                <c:pt idx="5862">
                  <c:v>152830.71</c:v>
                </c:pt>
                <c:pt idx="5863">
                  <c:v>152856.79</c:v>
                </c:pt>
                <c:pt idx="5864">
                  <c:v>152882.85999999999</c:v>
                </c:pt>
                <c:pt idx="5865">
                  <c:v>152908.93</c:v>
                </c:pt>
                <c:pt idx="5866">
                  <c:v>152935</c:v>
                </c:pt>
                <c:pt idx="5867">
                  <c:v>152961.07</c:v>
                </c:pt>
                <c:pt idx="5868">
                  <c:v>152987.14000000001</c:v>
                </c:pt>
                <c:pt idx="5869">
                  <c:v>153013.21</c:v>
                </c:pt>
                <c:pt idx="5870">
                  <c:v>153039.29</c:v>
                </c:pt>
                <c:pt idx="5871">
                  <c:v>153065.35999999999</c:v>
                </c:pt>
                <c:pt idx="5872">
                  <c:v>153091.43</c:v>
                </c:pt>
                <c:pt idx="5873">
                  <c:v>153117.5</c:v>
                </c:pt>
                <c:pt idx="5874">
                  <c:v>153143.57</c:v>
                </c:pt>
                <c:pt idx="5875">
                  <c:v>153169.64000000001</c:v>
                </c:pt>
                <c:pt idx="5876">
                  <c:v>153195.71</c:v>
                </c:pt>
                <c:pt idx="5877">
                  <c:v>153221.79</c:v>
                </c:pt>
                <c:pt idx="5878">
                  <c:v>153247.85999999999</c:v>
                </c:pt>
                <c:pt idx="5879">
                  <c:v>153273.93</c:v>
                </c:pt>
                <c:pt idx="5880">
                  <c:v>153300</c:v>
                </c:pt>
                <c:pt idx="5881">
                  <c:v>153326.07</c:v>
                </c:pt>
                <c:pt idx="5882">
                  <c:v>153352.14000000001</c:v>
                </c:pt>
                <c:pt idx="5883">
                  <c:v>153378.21</c:v>
                </c:pt>
                <c:pt idx="5884">
                  <c:v>153404.29</c:v>
                </c:pt>
                <c:pt idx="5885">
                  <c:v>153430.35999999999</c:v>
                </c:pt>
                <c:pt idx="5886">
                  <c:v>153456.43</c:v>
                </c:pt>
                <c:pt idx="5887">
                  <c:v>153482.5</c:v>
                </c:pt>
                <c:pt idx="5888">
                  <c:v>153508.57</c:v>
                </c:pt>
                <c:pt idx="5889">
                  <c:v>153534.64000000001</c:v>
                </c:pt>
                <c:pt idx="5890">
                  <c:v>153560.71</c:v>
                </c:pt>
                <c:pt idx="5891">
                  <c:v>153586.79</c:v>
                </c:pt>
                <c:pt idx="5892">
                  <c:v>153612.85999999999</c:v>
                </c:pt>
                <c:pt idx="5893">
                  <c:v>153638.93</c:v>
                </c:pt>
                <c:pt idx="5894">
                  <c:v>153665</c:v>
                </c:pt>
                <c:pt idx="5895">
                  <c:v>153691.07</c:v>
                </c:pt>
                <c:pt idx="5896">
                  <c:v>153717.14000000001</c:v>
                </c:pt>
                <c:pt idx="5897">
                  <c:v>153743.21</c:v>
                </c:pt>
                <c:pt idx="5898">
                  <c:v>153769.29</c:v>
                </c:pt>
                <c:pt idx="5899">
                  <c:v>153795.35999999999</c:v>
                </c:pt>
                <c:pt idx="5900">
                  <c:v>153821.43</c:v>
                </c:pt>
                <c:pt idx="5901">
                  <c:v>153847.5</c:v>
                </c:pt>
                <c:pt idx="5902">
                  <c:v>153873.57</c:v>
                </c:pt>
                <c:pt idx="5903">
                  <c:v>153899.64000000001</c:v>
                </c:pt>
                <c:pt idx="5904">
                  <c:v>153925.71</c:v>
                </c:pt>
                <c:pt idx="5905">
                  <c:v>153951.79</c:v>
                </c:pt>
                <c:pt idx="5906">
                  <c:v>153977.85999999999</c:v>
                </c:pt>
                <c:pt idx="5907">
                  <c:v>154003.93</c:v>
                </c:pt>
                <c:pt idx="5908">
                  <c:v>154030</c:v>
                </c:pt>
                <c:pt idx="5909">
                  <c:v>154056.07</c:v>
                </c:pt>
                <c:pt idx="5910">
                  <c:v>154082.14000000001</c:v>
                </c:pt>
                <c:pt idx="5911">
                  <c:v>154108.21</c:v>
                </c:pt>
                <c:pt idx="5912">
                  <c:v>154134.29</c:v>
                </c:pt>
                <c:pt idx="5913">
                  <c:v>154160.35999999999</c:v>
                </c:pt>
                <c:pt idx="5914">
                  <c:v>154186.43</c:v>
                </c:pt>
                <c:pt idx="5915">
                  <c:v>154212.5</c:v>
                </c:pt>
                <c:pt idx="5916">
                  <c:v>154238.57</c:v>
                </c:pt>
                <c:pt idx="5917">
                  <c:v>154264.64000000001</c:v>
                </c:pt>
                <c:pt idx="5918">
                  <c:v>154290.71</c:v>
                </c:pt>
                <c:pt idx="5919">
                  <c:v>154316.79</c:v>
                </c:pt>
                <c:pt idx="5920">
                  <c:v>154342.85999999999</c:v>
                </c:pt>
                <c:pt idx="5921">
                  <c:v>154368.93</c:v>
                </c:pt>
                <c:pt idx="5922">
                  <c:v>154395</c:v>
                </c:pt>
                <c:pt idx="5923">
                  <c:v>154421.07</c:v>
                </c:pt>
                <c:pt idx="5924">
                  <c:v>154447.14000000001</c:v>
                </c:pt>
                <c:pt idx="5925">
                  <c:v>154473.21</c:v>
                </c:pt>
                <c:pt idx="5926">
                  <c:v>154499.29</c:v>
                </c:pt>
                <c:pt idx="5927">
                  <c:v>154525.35999999999</c:v>
                </c:pt>
                <c:pt idx="5928">
                  <c:v>154551.43</c:v>
                </c:pt>
                <c:pt idx="5929">
                  <c:v>154577.5</c:v>
                </c:pt>
                <c:pt idx="5930">
                  <c:v>154603.57</c:v>
                </c:pt>
                <c:pt idx="5931">
                  <c:v>154629.64000000001</c:v>
                </c:pt>
                <c:pt idx="5932">
                  <c:v>154655.71</c:v>
                </c:pt>
                <c:pt idx="5933">
                  <c:v>154681.79</c:v>
                </c:pt>
                <c:pt idx="5934">
                  <c:v>154707.85999999999</c:v>
                </c:pt>
                <c:pt idx="5935">
                  <c:v>154733.93</c:v>
                </c:pt>
                <c:pt idx="5936">
                  <c:v>154760</c:v>
                </c:pt>
                <c:pt idx="5937">
                  <c:v>154786.07</c:v>
                </c:pt>
                <c:pt idx="5938">
                  <c:v>154812.14000000001</c:v>
                </c:pt>
                <c:pt idx="5939">
                  <c:v>154838.21</c:v>
                </c:pt>
                <c:pt idx="5940">
                  <c:v>154864.29</c:v>
                </c:pt>
                <c:pt idx="5941">
                  <c:v>154890.35999999999</c:v>
                </c:pt>
                <c:pt idx="5942">
                  <c:v>154916.43</c:v>
                </c:pt>
                <c:pt idx="5943">
                  <c:v>154942.5</c:v>
                </c:pt>
                <c:pt idx="5944">
                  <c:v>154968.57</c:v>
                </c:pt>
                <c:pt idx="5945">
                  <c:v>154994.64000000001</c:v>
                </c:pt>
                <c:pt idx="5946">
                  <c:v>155020.71</c:v>
                </c:pt>
                <c:pt idx="5947">
                  <c:v>155046.79</c:v>
                </c:pt>
                <c:pt idx="5948">
                  <c:v>155072.85999999999</c:v>
                </c:pt>
                <c:pt idx="5949">
                  <c:v>155098.93</c:v>
                </c:pt>
                <c:pt idx="5950">
                  <c:v>155125</c:v>
                </c:pt>
                <c:pt idx="5951">
                  <c:v>155151.07</c:v>
                </c:pt>
                <c:pt idx="5952">
                  <c:v>155177.14000000001</c:v>
                </c:pt>
                <c:pt idx="5953">
                  <c:v>155203.21</c:v>
                </c:pt>
                <c:pt idx="5954">
                  <c:v>155229.29</c:v>
                </c:pt>
                <c:pt idx="5955">
                  <c:v>155255.35999999999</c:v>
                </c:pt>
                <c:pt idx="5956">
                  <c:v>155281.43</c:v>
                </c:pt>
                <c:pt idx="5957">
                  <c:v>155307.5</c:v>
                </c:pt>
                <c:pt idx="5958">
                  <c:v>155333.57</c:v>
                </c:pt>
                <c:pt idx="5959">
                  <c:v>155359.64000000001</c:v>
                </c:pt>
                <c:pt idx="5960">
                  <c:v>155385.71</c:v>
                </c:pt>
                <c:pt idx="5961">
                  <c:v>155411.79</c:v>
                </c:pt>
                <c:pt idx="5962">
                  <c:v>155437.85999999999</c:v>
                </c:pt>
                <c:pt idx="5963">
                  <c:v>155463.93</c:v>
                </c:pt>
                <c:pt idx="5964">
                  <c:v>155490</c:v>
                </c:pt>
                <c:pt idx="5965">
                  <c:v>155516.07</c:v>
                </c:pt>
                <c:pt idx="5966">
                  <c:v>155542.14000000001</c:v>
                </c:pt>
                <c:pt idx="5967">
                  <c:v>155568.21</c:v>
                </c:pt>
                <c:pt idx="5968">
                  <c:v>155594.29</c:v>
                </c:pt>
                <c:pt idx="5969">
                  <c:v>155620.35999999999</c:v>
                </c:pt>
                <c:pt idx="5970">
                  <c:v>155646.43</c:v>
                </c:pt>
                <c:pt idx="5971">
                  <c:v>155672.5</c:v>
                </c:pt>
                <c:pt idx="5972">
                  <c:v>155698.57</c:v>
                </c:pt>
                <c:pt idx="5973">
                  <c:v>155724.64000000001</c:v>
                </c:pt>
                <c:pt idx="5974">
                  <c:v>155750.71</c:v>
                </c:pt>
                <c:pt idx="5975">
                  <c:v>155776.79</c:v>
                </c:pt>
                <c:pt idx="5976">
                  <c:v>155802.85999999999</c:v>
                </c:pt>
                <c:pt idx="5977">
                  <c:v>155828.93</c:v>
                </c:pt>
                <c:pt idx="5978">
                  <c:v>155855</c:v>
                </c:pt>
                <c:pt idx="5979">
                  <c:v>155881.07</c:v>
                </c:pt>
                <c:pt idx="5980">
                  <c:v>155907.14000000001</c:v>
                </c:pt>
                <c:pt idx="5981">
                  <c:v>155933.21</c:v>
                </c:pt>
                <c:pt idx="5982">
                  <c:v>155959.29</c:v>
                </c:pt>
                <c:pt idx="5983">
                  <c:v>155985.35999999999</c:v>
                </c:pt>
                <c:pt idx="5984">
                  <c:v>156011.43</c:v>
                </c:pt>
                <c:pt idx="5985">
                  <c:v>156037.5</c:v>
                </c:pt>
                <c:pt idx="5986">
                  <c:v>156063.57</c:v>
                </c:pt>
                <c:pt idx="5987">
                  <c:v>156089.64000000001</c:v>
                </c:pt>
                <c:pt idx="5988">
                  <c:v>156115.71</c:v>
                </c:pt>
                <c:pt idx="5989">
                  <c:v>156141.79</c:v>
                </c:pt>
                <c:pt idx="5990">
                  <c:v>156167.85999999999</c:v>
                </c:pt>
                <c:pt idx="5991">
                  <c:v>156193.93</c:v>
                </c:pt>
                <c:pt idx="5992">
                  <c:v>156220</c:v>
                </c:pt>
                <c:pt idx="5993">
                  <c:v>156246.07</c:v>
                </c:pt>
                <c:pt idx="5994">
                  <c:v>156272.14000000001</c:v>
                </c:pt>
                <c:pt idx="5995">
                  <c:v>156298.21</c:v>
                </c:pt>
                <c:pt idx="5996">
                  <c:v>156324.29</c:v>
                </c:pt>
                <c:pt idx="5997">
                  <c:v>156350.35999999999</c:v>
                </c:pt>
                <c:pt idx="5998">
                  <c:v>156376.43</c:v>
                </c:pt>
                <c:pt idx="5999">
                  <c:v>156402.5</c:v>
                </c:pt>
                <c:pt idx="6000">
                  <c:v>156428.57</c:v>
                </c:pt>
              </c:numCache>
            </c:numRef>
          </c:xVal>
          <c:yVal>
            <c:numRef>
              <c:f>'Net income and EMTR (data)'!$C$2:$C$6002</c:f>
              <c:numCache>
                <c:formatCode>General</c:formatCode>
                <c:ptCount val="6001"/>
                <c:pt idx="0">
                  <c:v>3309.46</c:v>
                </c:pt>
                <c:pt idx="1">
                  <c:v>3335.54</c:v>
                </c:pt>
                <c:pt idx="2">
                  <c:v>3361.61</c:v>
                </c:pt>
                <c:pt idx="3">
                  <c:v>3387.68</c:v>
                </c:pt>
                <c:pt idx="4">
                  <c:v>3413.75</c:v>
                </c:pt>
                <c:pt idx="5">
                  <c:v>3439.82</c:v>
                </c:pt>
                <c:pt idx="6">
                  <c:v>3465.89</c:v>
                </c:pt>
                <c:pt idx="7">
                  <c:v>3491.96</c:v>
                </c:pt>
                <c:pt idx="8">
                  <c:v>3518.04</c:v>
                </c:pt>
                <c:pt idx="9">
                  <c:v>3544.11</c:v>
                </c:pt>
                <c:pt idx="10">
                  <c:v>3570.18</c:v>
                </c:pt>
                <c:pt idx="11">
                  <c:v>3596.25</c:v>
                </c:pt>
                <c:pt idx="12">
                  <c:v>3622.32</c:v>
                </c:pt>
                <c:pt idx="13">
                  <c:v>3648.39</c:v>
                </c:pt>
                <c:pt idx="14">
                  <c:v>3674.46</c:v>
                </c:pt>
                <c:pt idx="15">
                  <c:v>3700.54</c:v>
                </c:pt>
                <c:pt idx="16">
                  <c:v>3726.61</c:v>
                </c:pt>
                <c:pt idx="17">
                  <c:v>3752.68</c:v>
                </c:pt>
                <c:pt idx="18">
                  <c:v>3778.75</c:v>
                </c:pt>
                <c:pt idx="19">
                  <c:v>3804.82</c:v>
                </c:pt>
                <c:pt idx="20">
                  <c:v>3830.89</c:v>
                </c:pt>
                <c:pt idx="21">
                  <c:v>3856.96</c:v>
                </c:pt>
                <c:pt idx="22">
                  <c:v>3883.04</c:v>
                </c:pt>
                <c:pt idx="23">
                  <c:v>3909.11</c:v>
                </c:pt>
                <c:pt idx="24">
                  <c:v>3935.18</c:v>
                </c:pt>
                <c:pt idx="25">
                  <c:v>3961.25</c:v>
                </c:pt>
                <c:pt idx="26">
                  <c:v>3987.32</c:v>
                </c:pt>
                <c:pt idx="27">
                  <c:v>4013.39</c:v>
                </c:pt>
                <c:pt idx="28">
                  <c:v>4039.46</c:v>
                </c:pt>
                <c:pt idx="29">
                  <c:v>4065.54</c:v>
                </c:pt>
                <c:pt idx="30">
                  <c:v>4091.61</c:v>
                </c:pt>
                <c:pt idx="31">
                  <c:v>4117.68</c:v>
                </c:pt>
                <c:pt idx="32">
                  <c:v>4143.75</c:v>
                </c:pt>
                <c:pt idx="33">
                  <c:v>4169.82</c:v>
                </c:pt>
                <c:pt idx="34">
                  <c:v>4195.8900000000003</c:v>
                </c:pt>
                <c:pt idx="35">
                  <c:v>4221.96</c:v>
                </c:pt>
                <c:pt idx="36">
                  <c:v>4248.04</c:v>
                </c:pt>
                <c:pt idx="37">
                  <c:v>4274.1099999999997</c:v>
                </c:pt>
                <c:pt idx="38">
                  <c:v>4300.18</c:v>
                </c:pt>
                <c:pt idx="39">
                  <c:v>4326.25</c:v>
                </c:pt>
                <c:pt idx="40">
                  <c:v>4352.32</c:v>
                </c:pt>
                <c:pt idx="41">
                  <c:v>4378.3900000000003</c:v>
                </c:pt>
                <c:pt idx="42">
                  <c:v>4404.46</c:v>
                </c:pt>
                <c:pt idx="43">
                  <c:v>4430.54</c:v>
                </c:pt>
                <c:pt idx="44">
                  <c:v>4456.6099999999997</c:v>
                </c:pt>
                <c:pt idx="45">
                  <c:v>4482.68</c:v>
                </c:pt>
                <c:pt idx="46">
                  <c:v>4508.75</c:v>
                </c:pt>
                <c:pt idx="47">
                  <c:v>4534.82</c:v>
                </c:pt>
                <c:pt idx="48">
                  <c:v>4560.8900000000003</c:v>
                </c:pt>
                <c:pt idx="49">
                  <c:v>4586.96</c:v>
                </c:pt>
                <c:pt idx="50">
                  <c:v>4613.04</c:v>
                </c:pt>
                <c:pt idx="51">
                  <c:v>4639.1099999999997</c:v>
                </c:pt>
                <c:pt idx="52">
                  <c:v>4665.18</c:v>
                </c:pt>
                <c:pt idx="53">
                  <c:v>4691.25</c:v>
                </c:pt>
                <c:pt idx="54">
                  <c:v>4717.32</c:v>
                </c:pt>
                <c:pt idx="55">
                  <c:v>4743.3900000000003</c:v>
                </c:pt>
                <c:pt idx="56">
                  <c:v>4769.46</c:v>
                </c:pt>
                <c:pt idx="57">
                  <c:v>4795.54</c:v>
                </c:pt>
                <c:pt idx="58">
                  <c:v>4821.6099999999997</c:v>
                </c:pt>
                <c:pt idx="59">
                  <c:v>4847.68</c:v>
                </c:pt>
                <c:pt idx="60">
                  <c:v>4873.75</c:v>
                </c:pt>
                <c:pt idx="61">
                  <c:v>4899.82</c:v>
                </c:pt>
                <c:pt idx="62">
                  <c:v>4925.8900000000003</c:v>
                </c:pt>
                <c:pt idx="63">
                  <c:v>4951.96</c:v>
                </c:pt>
                <c:pt idx="64">
                  <c:v>4978.04</c:v>
                </c:pt>
                <c:pt idx="65">
                  <c:v>5004.1099999999997</c:v>
                </c:pt>
                <c:pt idx="66">
                  <c:v>5030.18</c:v>
                </c:pt>
                <c:pt idx="67">
                  <c:v>5056.25</c:v>
                </c:pt>
                <c:pt idx="68">
                  <c:v>5082.32</c:v>
                </c:pt>
                <c:pt idx="69">
                  <c:v>5108.3900000000003</c:v>
                </c:pt>
                <c:pt idx="70">
                  <c:v>5134.46</c:v>
                </c:pt>
                <c:pt idx="71">
                  <c:v>5160.54</c:v>
                </c:pt>
                <c:pt idx="72">
                  <c:v>5186.6099999999997</c:v>
                </c:pt>
                <c:pt idx="73">
                  <c:v>5212.68</c:v>
                </c:pt>
                <c:pt idx="74">
                  <c:v>5238.75</c:v>
                </c:pt>
                <c:pt idx="75">
                  <c:v>5264.82</c:v>
                </c:pt>
                <c:pt idx="76">
                  <c:v>5290.89</c:v>
                </c:pt>
                <c:pt idx="77">
                  <c:v>5316.96</c:v>
                </c:pt>
                <c:pt idx="78">
                  <c:v>5343.04</c:v>
                </c:pt>
                <c:pt idx="79">
                  <c:v>5369.11</c:v>
                </c:pt>
                <c:pt idx="80">
                  <c:v>5395.18</c:v>
                </c:pt>
                <c:pt idx="81">
                  <c:v>5421.25</c:v>
                </c:pt>
                <c:pt idx="82">
                  <c:v>5447.32</c:v>
                </c:pt>
                <c:pt idx="83">
                  <c:v>5473.39</c:v>
                </c:pt>
                <c:pt idx="84">
                  <c:v>5499.46</c:v>
                </c:pt>
                <c:pt idx="85">
                  <c:v>5525.54</c:v>
                </c:pt>
                <c:pt idx="86">
                  <c:v>5551.61</c:v>
                </c:pt>
                <c:pt idx="87">
                  <c:v>5577.68</c:v>
                </c:pt>
                <c:pt idx="88">
                  <c:v>5603.75</c:v>
                </c:pt>
                <c:pt idx="89">
                  <c:v>5629.82</c:v>
                </c:pt>
                <c:pt idx="90">
                  <c:v>5655.89</c:v>
                </c:pt>
                <c:pt idx="91">
                  <c:v>5681.96</c:v>
                </c:pt>
                <c:pt idx="92">
                  <c:v>5708.04</c:v>
                </c:pt>
                <c:pt idx="93">
                  <c:v>5734.11</c:v>
                </c:pt>
                <c:pt idx="94">
                  <c:v>5760.18</c:v>
                </c:pt>
                <c:pt idx="95">
                  <c:v>5786.25</c:v>
                </c:pt>
                <c:pt idx="96">
                  <c:v>5812.32</c:v>
                </c:pt>
                <c:pt idx="97">
                  <c:v>5838.39</c:v>
                </c:pt>
                <c:pt idx="98">
                  <c:v>5864.46</c:v>
                </c:pt>
                <c:pt idx="99">
                  <c:v>5890.54</c:v>
                </c:pt>
                <c:pt idx="100">
                  <c:v>5916.61</c:v>
                </c:pt>
                <c:pt idx="101">
                  <c:v>5929.64</c:v>
                </c:pt>
                <c:pt idx="102">
                  <c:v>5942.68</c:v>
                </c:pt>
                <c:pt idx="103">
                  <c:v>5955.71</c:v>
                </c:pt>
                <c:pt idx="104">
                  <c:v>5968.75</c:v>
                </c:pt>
                <c:pt idx="105">
                  <c:v>5981.79</c:v>
                </c:pt>
                <c:pt idx="106">
                  <c:v>5994.82</c:v>
                </c:pt>
                <c:pt idx="107">
                  <c:v>6007.86</c:v>
                </c:pt>
                <c:pt idx="108">
                  <c:v>6020.89</c:v>
                </c:pt>
                <c:pt idx="109">
                  <c:v>6033.93</c:v>
                </c:pt>
                <c:pt idx="110">
                  <c:v>6046.96</c:v>
                </c:pt>
                <c:pt idx="111">
                  <c:v>6060</c:v>
                </c:pt>
                <c:pt idx="112">
                  <c:v>6073.04</c:v>
                </c:pt>
                <c:pt idx="113">
                  <c:v>6086.07</c:v>
                </c:pt>
                <c:pt idx="114">
                  <c:v>6099.11</c:v>
                </c:pt>
                <c:pt idx="115">
                  <c:v>6112.14</c:v>
                </c:pt>
                <c:pt idx="116">
                  <c:v>6125.18</c:v>
                </c:pt>
                <c:pt idx="117">
                  <c:v>6138.21</c:v>
                </c:pt>
                <c:pt idx="118">
                  <c:v>6151.25</c:v>
                </c:pt>
                <c:pt idx="119">
                  <c:v>6164.29</c:v>
                </c:pt>
                <c:pt idx="120">
                  <c:v>6177.32</c:v>
                </c:pt>
                <c:pt idx="121">
                  <c:v>6190.36</c:v>
                </c:pt>
                <c:pt idx="122">
                  <c:v>6203.39</c:v>
                </c:pt>
                <c:pt idx="123">
                  <c:v>6216.43</c:v>
                </c:pt>
                <c:pt idx="124">
                  <c:v>6229.46</c:v>
                </c:pt>
                <c:pt idx="125">
                  <c:v>6242.5</c:v>
                </c:pt>
                <c:pt idx="126">
                  <c:v>6255.54</c:v>
                </c:pt>
                <c:pt idx="127">
                  <c:v>6268.57</c:v>
                </c:pt>
                <c:pt idx="128">
                  <c:v>6281.61</c:v>
                </c:pt>
                <c:pt idx="129">
                  <c:v>6294.64</c:v>
                </c:pt>
                <c:pt idx="130">
                  <c:v>6307.68</c:v>
                </c:pt>
                <c:pt idx="131">
                  <c:v>6320.71</c:v>
                </c:pt>
                <c:pt idx="132">
                  <c:v>6333.75</c:v>
                </c:pt>
                <c:pt idx="133">
                  <c:v>6346.79</c:v>
                </c:pt>
                <c:pt idx="134">
                  <c:v>6359.82</c:v>
                </c:pt>
                <c:pt idx="135">
                  <c:v>6372.86</c:v>
                </c:pt>
                <c:pt idx="136">
                  <c:v>6385.89</c:v>
                </c:pt>
                <c:pt idx="137">
                  <c:v>6398.93</c:v>
                </c:pt>
                <c:pt idx="138">
                  <c:v>6411.96</c:v>
                </c:pt>
                <c:pt idx="139">
                  <c:v>6425</c:v>
                </c:pt>
                <c:pt idx="140">
                  <c:v>6438.04</c:v>
                </c:pt>
                <c:pt idx="141">
                  <c:v>6451.07</c:v>
                </c:pt>
                <c:pt idx="142">
                  <c:v>6464.11</c:v>
                </c:pt>
                <c:pt idx="143">
                  <c:v>6477.14</c:v>
                </c:pt>
                <c:pt idx="144">
                  <c:v>6490.18</c:v>
                </c:pt>
                <c:pt idx="145">
                  <c:v>6503.21</c:v>
                </c:pt>
                <c:pt idx="146">
                  <c:v>6516.25</c:v>
                </c:pt>
                <c:pt idx="147">
                  <c:v>6529.29</c:v>
                </c:pt>
                <c:pt idx="148">
                  <c:v>6542.32</c:v>
                </c:pt>
                <c:pt idx="149">
                  <c:v>6555.36</c:v>
                </c:pt>
                <c:pt idx="150">
                  <c:v>6568.39</c:v>
                </c:pt>
                <c:pt idx="151">
                  <c:v>6581.43</c:v>
                </c:pt>
                <c:pt idx="152">
                  <c:v>6594.46</c:v>
                </c:pt>
                <c:pt idx="153">
                  <c:v>6607.5</c:v>
                </c:pt>
                <c:pt idx="154">
                  <c:v>6620.54</c:v>
                </c:pt>
                <c:pt idx="155">
                  <c:v>6633.57</c:v>
                </c:pt>
                <c:pt idx="156">
                  <c:v>6646.61</c:v>
                </c:pt>
                <c:pt idx="157">
                  <c:v>6659.64</c:v>
                </c:pt>
                <c:pt idx="158">
                  <c:v>6672.68</c:v>
                </c:pt>
                <c:pt idx="159">
                  <c:v>6685.71</c:v>
                </c:pt>
                <c:pt idx="160">
                  <c:v>6698.75</c:v>
                </c:pt>
                <c:pt idx="161">
                  <c:v>6711.79</c:v>
                </c:pt>
                <c:pt idx="162">
                  <c:v>6724.82</c:v>
                </c:pt>
                <c:pt idx="163">
                  <c:v>6737.86</c:v>
                </c:pt>
                <c:pt idx="164">
                  <c:v>6750.89</c:v>
                </c:pt>
                <c:pt idx="165">
                  <c:v>6763.93</c:v>
                </c:pt>
                <c:pt idx="166">
                  <c:v>6776.96</c:v>
                </c:pt>
                <c:pt idx="167">
                  <c:v>6790</c:v>
                </c:pt>
                <c:pt idx="168">
                  <c:v>6803.04</c:v>
                </c:pt>
                <c:pt idx="169">
                  <c:v>6816.07</c:v>
                </c:pt>
                <c:pt idx="170">
                  <c:v>6829.11</c:v>
                </c:pt>
                <c:pt idx="171">
                  <c:v>6842.14</c:v>
                </c:pt>
                <c:pt idx="172">
                  <c:v>6855.18</c:v>
                </c:pt>
                <c:pt idx="173">
                  <c:v>6868.21</c:v>
                </c:pt>
                <c:pt idx="174">
                  <c:v>6881.25</c:v>
                </c:pt>
                <c:pt idx="175">
                  <c:v>6894.29</c:v>
                </c:pt>
                <c:pt idx="176">
                  <c:v>6907.32</c:v>
                </c:pt>
                <c:pt idx="177">
                  <c:v>6920.36</c:v>
                </c:pt>
                <c:pt idx="178">
                  <c:v>6933.39</c:v>
                </c:pt>
                <c:pt idx="179">
                  <c:v>6946.43</c:v>
                </c:pt>
                <c:pt idx="180">
                  <c:v>6959.46</c:v>
                </c:pt>
                <c:pt idx="181">
                  <c:v>6972.5</c:v>
                </c:pt>
                <c:pt idx="182">
                  <c:v>6985.54</c:v>
                </c:pt>
                <c:pt idx="183">
                  <c:v>6998.57</c:v>
                </c:pt>
                <c:pt idx="184">
                  <c:v>7011.61</c:v>
                </c:pt>
                <c:pt idx="185">
                  <c:v>7024.64</c:v>
                </c:pt>
                <c:pt idx="186">
                  <c:v>7037.68</c:v>
                </c:pt>
                <c:pt idx="187">
                  <c:v>7050.71</c:v>
                </c:pt>
                <c:pt idx="188">
                  <c:v>7063.75</c:v>
                </c:pt>
                <c:pt idx="189">
                  <c:v>7076.79</c:v>
                </c:pt>
                <c:pt idx="190">
                  <c:v>7089.82</c:v>
                </c:pt>
                <c:pt idx="191">
                  <c:v>7102.86</c:v>
                </c:pt>
                <c:pt idx="192">
                  <c:v>7115.89</c:v>
                </c:pt>
                <c:pt idx="193">
                  <c:v>7128.93</c:v>
                </c:pt>
                <c:pt idx="194">
                  <c:v>7141.96</c:v>
                </c:pt>
                <c:pt idx="195">
                  <c:v>7155</c:v>
                </c:pt>
                <c:pt idx="196">
                  <c:v>7168.04</c:v>
                </c:pt>
                <c:pt idx="197">
                  <c:v>7181.07</c:v>
                </c:pt>
                <c:pt idx="198">
                  <c:v>7194.11</c:v>
                </c:pt>
                <c:pt idx="199">
                  <c:v>7207.14</c:v>
                </c:pt>
                <c:pt idx="200">
                  <c:v>7220.18</c:v>
                </c:pt>
                <c:pt idx="201">
                  <c:v>7233.21</c:v>
                </c:pt>
                <c:pt idx="202">
                  <c:v>7246.25</c:v>
                </c:pt>
                <c:pt idx="203">
                  <c:v>7259.29</c:v>
                </c:pt>
                <c:pt idx="204">
                  <c:v>7272.32</c:v>
                </c:pt>
                <c:pt idx="205">
                  <c:v>7285.36</c:v>
                </c:pt>
                <c:pt idx="206">
                  <c:v>7298.39</c:v>
                </c:pt>
                <c:pt idx="207">
                  <c:v>7311.43</c:v>
                </c:pt>
                <c:pt idx="208">
                  <c:v>7324.46</c:v>
                </c:pt>
                <c:pt idx="209">
                  <c:v>7337.5</c:v>
                </c:pt>
                <c:pt idx="210">
                  <c:v>7350.54</c:v>
                </c:pt>
                <c:pt idx="211">
                  <c:v>7363.57</c:v>
                </c:pt>
                <c:pt idx="212">
                  <c:v>7376.61</c:v>
                </c:pt>
                <c:pt idx="213">
                  <c:v>7389.64</c:v>
                </c:pt>
                <c:pt idx="214">
                  <c:v>7402.68</c:v>
                </c:pt>
                <c:pt idx="215">
                  <c:v>7415.71</c:v>
                </c:pt>
                <c:pt idx="216">
                  <c:v>7428.75</c:v>
                </c:pt>
                <c:pt idx="217">
                  <c:v>7441.79</c:v>
                </c:pt>
                <c:pt idx="218">
                  <c:v>7454.82</c:v>
                </c:pt>
                <c:pt idx="219">
                  <c:v>7467.86</c:v>
                </c:pt>
                <c:pt idx="220">
                  <c:v>7480.89</c:v>
                </c:pt>
                <c:pt idx="221">
                  <c:v>7493.93</c:v>
                </c:pt>
                <c:pt idx="222">
                  <c:v>7506.96</c:v>
                </c:pt>
                <c:pt idx="223">
                  <c:v>7520</c:v>
                </c:pt>
                <c:pt idx="224">
                  <c:v>7533.04</c:v>
                </c:pt>
                <c:pt idx="225">
                  <c:v>7546.07</c:v>
                </c:pt>
                <c:pt idx="226">
                  <c:v>7559.11</c:v>
                </c:pt>
                <c:pt idx="227">
                  <c:v>7572.14</c:v>
                </c:pt>
                <c:pt idx="228">
                  <c:v>7585.18</c:v>
                </c:pt>
                <c:pt idx="229">
                  <c:v>7598.21</c:v>
                </c:pt>
                <c:pt idx="230">
                  <c:v>7611.25</c:v>
                </c:pt>
                <c:pt idx="231">
                  <c:v>7624.29</c:v>
                </c:pt>
                <c:pt idx="232">
                  <c:v>7637.32</c:v>
                </c:pt>
                <c:pt idx="233">
                  <c:v>7650.36</c:v>
                </c:pt>
                <c:pt idx="234">
                  <c:v>7663.39</c:v>
                </c:pt>
                <c:pt idx="235">
                  <c:v>7676.43</c:v>
                </c:pt>
                <c:pt idx="236">
                  <c:v>7689.46</c:v>
                </c:pt>
                <c:pt idx="237">
                  <c:v>7702.5</c:v>
                </c:pt>
                <c:pt idx="238">
                  <c:v>7715.54</c:v>
                </c:pt>
                <c:pt idx="239">
                  <c:v>7728.57</c:v>
                </c:pt>
                <c:pt idx="240">
                  <c:v>7741.61</c:v>
                </c:pt>
                <c:pt idx="241">
                  <c:v>7754.64</c:v>
                </c:pt>
                <c:pt idx="242">
                  <c:v>7767.68</c:v>
                </c:pt>
                <c:pt idx="243">
                  <c:v>7780.71</c:v>
                </c:pt>
                <c:pt idx="244">
                  <c:v>7793.75</c:v>
                </c:pt>
                <c:pt idx="245">
                  <c:v>7806.79</c:v>
                </c:pt>
                <c:pt idx="246">
                  <c:v>7819.82</c:v>
                </c:pt>
                <c:pt idx="247">
                  <c:v>7832.86</c:v>
                </c:pt>
                <c:pt idx="248">
                  <c:v>7845.89</c:v>
                </c:pt>
                <c:pt idx="249">
                  <c:v>7858.93</c:v>
                </c:pt>
                <c:pt idx="250">
                  <c:v>7871.96</c:v>
                </c:pt>
                <c:pt idx="251">
                  <c:v>7882.39</c:v>
                </c:pt>
                <c:pt idx="252">
                  <c:v>7892.82</c:v>
                </c:pt>
                <c:pt idx="253">
                  <c:v>7903.25</c:v>
                </c:pt>
                <c:pt idx="254">
                  <c:v>7913.68</c:v>
                </c:pt>
                <c:pt idx="255">
                  <c:v>7924.11</c:v>
                </c:pt>
                <c:pt idx="256">
                  <c:v>7934.54</c:v>
                </c:pt>
                <c:pt idx="257">
                  <c:v>7944.96</c:v>
                </c:pt>
                <c:pt idx="258">
                  <c:v>7955.39</c:v>
                </c:pt>
                <c:pt idx="259">
                  <c:v>7965.82</c:v>
                </c:pt>
                <c:pt idx="260">
                  <c:v>7976.25</c:v>
                </c:pt>
                <c:pt idx="261">
                  <c:v>7986.68</c:v>
                </c:pt>
                <c:pt idx="262">
                  <c:v>7997.11</c:v>
                </c:pt>
                <c:pt idx="263">
                  <c:v>8007.54</c:v>
                </c:pt>
                <c:pt idx="264">
                  <c:v>8017.96</c:v>
                </c:pt>
                <c:pt idx="265">
                  <c:v>8028.39</c:v>
                </c:pt>
                <c:pt idx="266">
                  <c:v>8038.82</c:v>
                </c:pt>
                <c:pt idx="267">
                  <c:v>8049.25</c:v>
                </c:pt>
                <c:pt idx="268">
                  <c:v>8059.68</c:v>
                </c:pt>
                <c:pt idx="269">
                  <c:v>8070.11</c:v>
                </c:pt>
                <c:pt idx="270">
                  <c:v>8080.54</c:v>
                </c:pt>
                <c:pt idx="271">
                  <c:v>8090.96</c:v>
                </c:pt>
                <c:pt idx="272">
                  <c:v>8101.39</c:v>
                </c:pt>
                <c:pt idx="273">
                  <c:v>8111.82</c:v>
                </c:pt>
                <c:pt idx="274">
                  <c:v>8122.25</c:v>
                </c:pt>
                <c:pt idx="275">
                  <c:v>8132.68</c:v>
                </c:pt>
                <c:pt idx="276">
                  <c:v>8143.11</c:v>
                </c:pt>
                <c:pt idx="277">
                  <c:v>8153.54</c:v>
                </c:pt>
                <c:pt idx="278">
                  <c:v>8163.96</c:v>
                </c:pt>
                <c:pt idx="279">
                  <c:v>8174.39</c:v>
                </c:pt>
                <c:pt idx="280">
                  <c:v>8184.82</c:v>
                </c:pt>
                <c:pt idx="281">
                  <c:v>8195.25</c:v>
                </c:pt>
                <c:pt idx="282">
                  <c:v>8205.68</c:v>
                </c:pt>
                <c:pt idx="283">
                  <c:v>8216.11</c:v>
                </c:pt>
                <c:pt idx="284">
                  <c:v>8226.5400000000009</c:v>
                </c:pt>
                <c:pt idx="285">
                  <c:v>8236.9599999999991</c:v>
                </c:pt>
                <c:pt idx="286">
                  <c:v>8247.39</c:v>
                </c:pt>
                <c:pt idx="287">
                  <c:v>8257.82</c:v>
                </c:pt>
                <c:pt idx="288">
                  <c:v>8268.25</c:v>
                </c:pt>
                <c:pt idx="289">
                  <c:v>8278.68</c:v>
                </c:pt>
                <c:pt idx="290">
                  <c:v>8289.11</c:v>
                </c:pt>
                <c:pt idx="291">
                  <c:v>8299.5400000000009</c:v>
                </c:pt>
                <c:pt idx="292">
                  <c:v>8309.9599999999991</c:v>
                </c:pt>
                <c:pt idx="293">
                  <c:v>8320.39</c:v>
                </c:pt>
                <c:pt idx="294">
                  <c:v>8330.82</c:v>
                </c:pt>
                <c:pt idx="295">
                  <c:v>8341.25</c:v>
                </c:pt>
                <c:pt idx="296">
                  <c:v>8351.68</c:v>
                </c:pt>
                <c:pt idx="297">
                  <c:v>8362.11</c:v>
                </c:pt>
                <c:pt idx="298">
                  <c:v>8372.5400000000009</c:v>
                </c:pt>
                <c:pt idx="299">
                  <c:v>8382.9599999999991</c:v>
                </c:pt>
                <c:pt idx="300">
                  <c:v>8393.39</c:v>
                </c:pt>
                <c:pt idx="301">
                  <c:v>8403.82</c:v>
                </c:pt>
                <c:pt idx="302">
                  <c:v>8414.25</c:v>
                </c:pt>
                <c:pt idx="303">
                  <c:v>8424.68</c:v>
                </c:pt>
                <c:pt idx="304">
                  <c:v>8435.11</c:v>
                </c:pt>
                <c:pt idx="305">
                  <c:v>8445.5400000000009</c:v>
                </c:pt>
                <c:pt idx="306">
                  <c:v>8455.9599999999991</c:v>
                </c:pt>
                <c:pt idx="307">
                  <c:v>8466.39</c:v>
                </c:pt>
                <c:pt idx="308">
                  <c:v>8476.82</c:v>
                </c:pt>
                <c:pt idx="309">
                  <c:v>8487.25</c:v>
                </c:pt>
                <c:pt idx="310">
                  <c:v>8497.68</c:v>
                </c:pt>
                <c:pt idx="311">
                  <c:v>8508.11</c:v>
                </c:pt>
                <c:pt idx="312">
                  <c:v>8518.5400000000009</c:v>
                </c:pt>
                <c:pt idx="313">
                  <c:v>8528.9599999999991</c:v>
                </c:pt>
                <c:pt idx="314">
                  <c:v>8539.39</c:v>
                </c:pt>
                <c:pt idx="315">
                  <c:v>8549.82</c:v>
                </c:pt>
                <c:pt idx="316">
                  <c:v>8560.25</c:v>
                </c:pt>
                <c:pt idx="317">
                  <c:v>8570.68</c:v>
                </c:pt>
                <c:pt idx="318">
                  <c:v>8581.11</c:v>
                </c:pt>
                <c:pt idx="319">
                  <c:v>8591.5400000000009</c:v>
                </c:pt>
                <c:pt idx="320">
                  <c:v>8601.9599999999991</c:v>
                </c:pt>
                <c:pt idx="321">
                  <c:v>8612.39</c:v>
                </c:pt>
                <c:pt idx="322">
                  <c:v>8622.82</c:v>
                </c:pt>
                <c:pt idx="323">
                  <c:v>8633.25</c:v>
                </c:pt>
                <c:pt idx="324">
                  <c:v>8643.68</c:v>
                </c:pt>
                <c:pt idx="325">
                  <c:v>8654.11</c:v>
                </c:pt>
                <c:pt idx="326">
                  <c:v>8664.5400000000009</c:v>
                </c:pt>
                <c:pt idx="327">
                  <c:v>8674.9599999999991</c:v>
                </c:pt>
                <c:pt idx="328">
                  <c:v>8685.39</c:v>
                </c:pt>
                <c:pt idx="329">
                  <c:v>8695.82</c:v>
                </c:pt>
                <c:pt idx="330">
                  <c:v>8706.25</c:v>
                </c:pt>
                <c:pt idx="331">
                  <c:v>8716.68</c:v>
                </c:pt>
                <c:pt idx="332">
                  <c:v>8727.11</c:v>
                </c:pt>
                <c:pt idx="333">
                  <c:v>8737.5400000000009</c:v>
                </c:pt>
                <c:pt idx="334">
                  <c:v>8747.9599999999991</c:v>
                </c:pt>
                <c:pt idx="335">
                  <c:v>8758.39</c:v>
                </c:pt>
                <c:pt idx="336">
                  <c:v>8768.82</c:v>
                </c:pt>
                <c:pt idx="337">
                  <c:v>8779.25</c:v>
                </c:pt>
                <c:pt idx="338">
                  <c:v>8789.68</c:v>
                </c:pt>
                <c:pt idx="339">
                  <c:v>8800.11</c:v>
                </c:pt>
                <c:pt idx="340">
                  <c:v>8810.5400000000009</c:v>
                </c:pt>
                <c:pt idx="341">
                  <c:v>8820.9599999999991</c:v>
                </c:pt>
                <c:pt idx="342">
                  <c:v>8831.39</c:v>
                </c:pt>
                <c:pt idx="343">
                  <c:v>8841.82</c:v>
                </c:pt>
                <c:pt idx="344">
                  <c:v>8852.25</c:v>
                </c:pt>
                <c:pt idx="345">
                  <c:v>8862.68</c:v>
                </c:pt>
                <c:pt idx="346">
                  <c:v>8873.11</c:v>
                </c:pt>
                <c:pt idx="347">
                  <c:v>8883.5400000000009</c:v>
                </c:pt>
                <c:pt idx="348">
                  <c:v>8893.9599999999991</c:v>
                </c:pt>
                <c:pt idx="349">
                  <c:v>8904.39</c:v>
                </c:pt>
                <c:pt idx="350">
                  <c:v>8914.82</c:v>
                </c:pt>
                <c:pt idx="351">
                  <c:v>8925.25</c:v>
                </c:pt>
                <c:pt idx="352">
                  <c:v>8935.68</c:v>
                </c:pt>
                <c:pt idx="353">
                  <c:v>8946.11</c:v>
                </c:pt>
                <c:pt idx="354">
                  <c:v>8956.5400000000009</c:v>
                </c:pt>
                <c:pt idx="355">
                  <c:v>8966.9599999999991</c:v>
                </c:pt>
                <c:pt idx="356">
                  <c:v>8977.39</c:v>
                </c:pt>
                <c:pt idx="357">
                  <c:v>8987.82</c:v>
                </c:pt>
                <c:pt idx="358">
                  <c:v>8998.25</c:v>
                </c:pt>
                <c:pt idx="359">
                  <c:v>9008.68</c:v>
                </c:pt>
                <c:pt idx="360">
                  <c:v>9019.11</c:v>
                </c:pt>
                <c:pt idx="361">
                  <c:v>9029.5400000000009</c:v>
                </c:pt>
                <c:pt idx="362">
                  <c:v>9039.9599999999991</c:v>
                </c:pt>
                <c:pt idx="363">
                  <c:v>9050.39</c:v>
                </c:pt>
                <c:pt idx="364">
                  <c:v>9060.82</c:v>
                </c:pt>
                <c:pt idx="365">
                  <c:v>9071.25</c:v>
                </c:pt>
                <c:pt idx="366">
                  <c:v>9081.68</c:v>
                </c:pt>
                <c:pt idx="367">
                  <c:v>9092.11</c:v>
                </c:pt>
                <c:pt idx="368">
                  <c:v>9102.5400000000009</c:v>
                </c:pt>
                <c:pt idx="369">
                  <c:v>9112.9599999999991</c:v>
                </c:pt>
                <c:pt idx="370">
                  <c:v>9123.39</c:v>
                </c:pt>
                <c:pt idx="371">
                  <c:v>9133.82</c:v>
                </c:pt>
                <c:pt idx="372">
                  <c:v>9144.25</c:v>
                </c:pt>
                <c:pt idx="373">
                  <c:v>9154.68</c:v>
                </c:pt>
                <c:pt idx="374">
                  <c:v>9165.11</c:v>
                </c:pt>
                <c:pt idx="375">
                  <c:v>9175.5400000000009</c:v>
                </c:pt>
                <c:pt idx="376">
                  <c:v>9185.9599999999991</c:v>
                </c:pt>
                <c:pt idx="377">
                  <c:v>9196.39</c:v>
                </c:pt>
                <c:pt idx="378">
                  <c:v>9206.82</c:v>
                </c:pt>
                <c:pt idx="379">
                  <c:v>9217.25</c:v>
                </c:pt>
                <c:pt idx="380">
                  <c:v>9227.68</c:v>
                </c:pt>
                <c:pt idx="381">
                  <c:v>9238.11</c:v>
                </c:pt>
                <c:pt idx="382">
                  <c:v>9248.5400000000009</c:v>
                </c:pt>
                <c:pt idx="383">
                  <c:v>9258.9599999999991</c:v>
                </c:pt>
                <c:pt idx="384">
                  <c:v>9269.39</c:v>
                </c:pt>
                <c:pt idx="385">
                  <c:v>9279.82</c:v>
                </c:pt>
                <c:pt idx="386">
                  <c:v>9290.25</c:v>
                </c:pt>
                <c:pt idx="387">
                  <c:v>9300.68</c:v>
                </c:pt>
                <c:pt idx="388">
                  <c:v>9311.11</c:v>
                </c:pt>
                <c:pt idx="389">
                  <c:v>9321.5400000000009</c:v>
                </c:pt>
                <c:pt idx="390">
                  <c:v>9331.9599999999991</c:v>
                </c:pt>
                <c:pt idx="391">
                  <c:v>9342.39</c:v>
                </c:pt>
                <c:pt idx="392">
                  <c:v>9352.82</c:v>
                </c:pt>
                <c:pt idx="393">
                  <c:v>9363.25</c:v>
                </c:pt>
                <c:pt idx="394">
                  <c:v>9373.68</c:v>
                </c:pt>
                <c:pt idx="395">
                  <c:v>9384.11</c:v>
                </c:pt>
                <c:pt idx="396">
                  <c:v>9394.5400000000009</c:v>
                </c:pt>
                <c:pt idx="397">
                  <c:v>9404.9599999999991</c:v>
                </c:pt>
                <c:pt idx="398">
                  <c:v>9415.39</c:v>
                </c:pt>
                <c:pt idx="399">
                  <c:v>9425.82</c:v>
                </c:pt>
                <c:pt idx="400">
                  <c:v>9436.25</c:v>
                </c:pt>
                <c:pt idx="401">
                  <c:v>9446.68</c:v>
                </c:pt>
                <c:pt idx="402">
                  <c:v>9457.11</c:v>
                </c:pt>
                <c:pt idx="403">
                  <c:v>9467.5400000000009</c:v>
                </c:pt>
                <c:pt idx="404">
                  <c:v>9477.9599999999991</c:v>
                </c:pt>
                <c:pt idx="405">
                  <c:v>9488.39</c:v>
                </c:pt>
                <c:pt idx="406">
                  <c:v>9498.82</c:v>
                </c:pt>
                <c:pt idx="407">
                  <c:v>9509.25</c:v>
                </c:pt>
                <c:pt idx="408">
                  <c:v>9519.68</c:v>
                </c:pt>
                <c:pt idx="409">
                  <c:v>9530.11</c:v>
                </c:pt>
                <c:pt idx="410">
                  <c:v>9540.5400000000009</c:v>
                </c:pt>
                <c:pt idx="411">
                  <c:v>9550.9599999999991</c:v>
                </c:pt>
                <c:pt idx="412">
                  <c:v>9561.39</c:v>
                </c:pt>
                <c:pt idx="413">
                  <c:v>9571.82</c:v>
                </c:pt>
                <c:pt idx="414">
                  <c:v>9582.25</c:v>
                </c:pt>
                <c:pt idx="415">
                  <c:v>9592.68</c:v>
                </c:pt>
                <c:pt idx="416">
                  <c:v>9603.11</c:v>
                </c:pt>
                <c:pt idx="417">
                  <c:v>9613.5400000000009</c:v>
                </c:pt>
                <c:pt idx="418">
                  <c:v>9623.9599999999991</c:v>
                </c:pt>
                <c:pt idx="419">
                  <c:v>9634.39</c:v>
                </c:pt>
                <c:pt idx="420">
                  <c:v>9644.82</c:v>
                </c:pt>
                <c:pt idx="421">
                  <c:v>9655.25</c:v>
                </c:pt>
                <c:pt idx="422">
                  <c:v>9665.68</c:v>
                </c:pt>
                <c:pt idx="423">
                  <c:v>9676.11</c:v>
                </c:pt>
                <c:pt idx="424">
                  <c:v>9686.5400000000009</c:v>
                </c:pt>
                <c:pt idx="425">
                  <c:v>9696.9599999999991</c:v>
                </c:pt>
                <c:pt idx="426">
                  <c:v>9707.39</c:v>
                </c:pt>
                <c:pt idx="427">
                  <c:v>9717.82</c:v>
                </c:pt>
                <c:pt idx="428">
                  <c:v>9728.25</c:v>
                </c:pt>
                <c:pt idx="429">
                  <c:v>9738.68</c:v>
                </c:pt>
                <c:pt idx="430">
                  <c:v>9749.11</c:v>
                </c:pt>
                <c:pt idx="431">
                  <c:v>9759.5400000000009</c:v>
                </c:pt>
                <c:pt idx="432">
                  <c:v>9769.9599999999991</c:v>
                </c:pt>
                <c:pt idx="433">
                  <c:v>9780.39</c:v>
                </c:pt>
                <c:pt idx="434">
                  <c:v>9790.82</c:v>
                </c:pt>
                <c:pt idx="435">
                  <c:v>9801.25</c:v>
                </c:pt>
                <c:pt idx="436">
                  <c:v>9811.68</c:v>
                </c:pt>
                <c:pt idx="437">
                  <c:v>9822.11</c:v>
                </c:pt>
                <c:pt idx="438">
                  <c:v>9832.5400000000009</c:v>
                </c:pt>
                <c:pt idx="439">
                  <c:v>9842.9599999999991</c:v>
                </c:pt>
                <c:pt idx="440">
                  <c:v>9853.39</c:v>
                </c:pt>
                <c:pt idx="441">
                  <c:v>9863.82</c:v>
                </c:pt>
                <c:pt idx="442">
                  <c:v>9874.25</c:v>
                </c:pt>
                <c:pt idx="443">
                  <c:v>9884.68</c:v>
                </c:pt>
                <c:pt idx="444">
                  <c:v>9895.11</c:v>
                </c:pt>
                <c:pt idx="445">
                  <c:v>9905.5400000000009</c:v>
                </c:pt>
                <c:pt idx="446">
                  <c:v>9915.9599999999991</c:v>
                </c:pt>
                <c:pt idx="447">
                  <c:v>9926.39</c:v>
                </c:pt>
                <c:pt idx="448">
                  <c:v>9936.82</c:v>
                </c:pt>
                <c:pt idx="449">
                  <c:v>9947.25</c:v>
                </c:pt>
                <c:pt idx="450">
                  <c:v>9957.68</c:v>
                </c:pt>
                <c:pt idx="451">
                  <c:v>9968.11</c:v>
                </c:pt>
                <c:pt idx="452">
                  <c:v>9978.5400000000009</c:v>
                </c:pt>
                <c:pt idx="453">
                  <c:v>9988.9599999999991</c:v>
                </c:pt>
                <c:pt idx="454">
                  <c:v>9999.39</c:v>
                </c:pt>
                <c:pt idx="455">
                  <c:v>10009.82</c:v>
                </c:pt>
                <c:pt idx="456">
                  <c:v>10020.25</c:v>
                </c:pt>
                <c:pt idx="457">
                  <c:v>10030.68</c:v>
                </c:pt>
                <c:pt idx="458">
                  <c:v>10041.11</c:v>
                </c:pt>
                <c:pt idx="459">
                  <c:v>10051.540000000001</c:v>
                </c:pt>
                <c:pt idx="460">
                  <c:v>10061.959999999999</c:v>
                </c:pt>
                <c:pt idx="461">
                  <c:v>10072.39</c:v>
                </c:pt>
                <c:pt idx="462">
                  <c:v>10082.82</c:v>
                </c:pt>
                <c:pt idx="463">
                  <c:v>10093.25</c:v>
                </c:pt>
                <c:pt idx="464">
                  <c:v>10103.68</c:v>
                </c:pt>
                <c:pt idx="465">
                  <c:v>10114.11</c:v>
                </c:pt>
                <c:pt idx="466">
                  <c:v>10124.540000000001</c:v>
                </c:pt>
                <c:pt idx="467">
                  <c:v>10134.959999999999</c:v>
                </c:pt>
                <c:pt idx="468">
                  <c:v>10145.39</c:v>
                </c:pt>
                <c:pt idx="469">
                  <c:v>10155.82</c:v>
                </c:pt>
                <c:pt idx="470">
                  <c:v>10166.25</c:v>
                </c:pt>
                <c:pt idx="471">
                  <c:v>10176.68</c:v>
                </c:pt>
                <c:pt idx="472">
                  <c:v>10187.11</c:v>
                </c:pt>
                <c:pt idx="473">
                  <c:v>10197.540000000001</c:v>
                </c:pt>
                <c:pt idx="474">
                  <c:v>10207.959999999999</c:v>
                </c:pt>
                <c:pt idx="475">
                  <c:v>10218.39</c:v>
                </c:pt>
                <c:pt idx="476">
                  <c:v>10228.82</c:v>
                </c:pt>
                <c:pt idx="477">
                  <c:v>10239.25</c:v>
                </c:pt>
                <c:pt idx="478">
                  <c:v>10249.68</c:v>
                </c:pt>
                <c:pt idx="479">
                  <c:v>10260.11</c:v>
                </c:pt>
                <c:pt idx="480">
                  <c:v>10270.540000000001</c:v>
                </c:pt>
                <c:pt idx="481">
                  <c:v>10280.959999999999</c:v>
                </c:pt>
                <c:pt idx="482">
                  <c:v>10291.39</c:v>
                </c:pt>
                <c:pt idx="483">
                  <c:v>10301.82</c:v>
                </c:pt>
                <c:pt idx="484">
                  <c:v>10312.25</c:v>
                </c:pt>
                <c:pt idx="485">
                  <c:v>10322.68</c:v>
                </c:pt>
                <c:pt idx="486">
                  <c:v>10333.11</c:v>
                </c:pt>
                <c:pt idx="487">
                  <c:v>10343.540000000001</c:v>
                </c:pt>
                <c:pt idx="488">
                  <c:v>10353.959999999999</c:v>
                </c:pt>
                <c:pt idx="489">
                  <c:v>10364.39</c:v>
                </c:pt>
                <c:pt idx="490">
                  <c:v>10374.82</c:v>
                </c:pt>
                <c:pt idx="491">
                  <c:v>10385.25</c:v>
                </c:pt>
                <c:pt idx="492">
                  <c:v>10395.68</c:v>
                </c:pt>
                <c:pt idx="493">
                  <c:v>10406.11</c:v>
                </c:pt>
                <c:pt idx="494">
                  <c:v>10416.540000000001</c:v>
                </c:pt>
                <c:pt idx="495">
                  <c:v>10426.959999999999</c:v>
                </c:pt>
                <c:pt idx="496">
                  <c:v>10437.39</c:v>
                </c:pt>
                <c:pt idx="497">
                  <c:v>10447.82</c:v>
                </c:pt>
                <c:pt idx="498">
                  <c:v>10458.25</c:v>
                </c:pt>
                <c:pt idx="499">
                  <c:v>10468.68</c:v>
                </c:pt>
                <c:pt idx="500">
                  <c:v>10479.11</c:v>
                </c:pt>
                <c:pt idx="501">
                  <c:v>10489.54</c:v>
                </c:pt>
                <c:pt idx="502">
                  <c:v>10499.96</c:v>
                </c:pt>
                <c:pt idx="503">
                  <c:v>10510.39</c:v>
                </c:pt>
                <c:pt idx="504">
                  <c:v>10520.82</c:v>
                </c:pt>
                <c:pt idx="505">
                  <c:v>10531.25</c:v>
                </c:pt>
                <c:pt idx="506">
                  <c:v>10541.68</c:v>
                </c:pt>
                <c:pt idx="507">
                  <c:v>10551.09</c:v>
                </c:pt>
                <c:pt idx="508">
                  <c:v>10560.48</c:v>
                </c:pt>
                <c:pt idx="509">
                  <c:v>10569.86</c:v>
                </c:pt>
                <c:pt idx="510">
                  <c:v>10579.25</c:v>
                </c:pt>
                <c:pt idx="511">
                  <c:v>10588.63</c:v>
                </c:pt>
                <c:pt idx="512">
                  <c:v>10598.02</c:v>
                </c:pt>
                <c:pt idx="513">
                  <c:v>10607.41</c:v>
                </c:pt>
                <c:pt idx="514">
                  <c:v>10616.79</c:v>
                </c:pt>
                <c:pt idx="515">
                  <c:v>10626.18</c:v>
                </c:pt>
                <c:pt idx="516">
                  <c:v>10633.73</c:v>
                </c:pt>
                <c:pt idx="517">
                  <c:v>10640.9</c:v>
                </c:pt>
                <c:pt idx="518">
                  <c:v>10648.07</c:v>
                </c:pt>
                <c:pt idx="519">
                  <c:v>10655.24</c:v>
                </c:pt>
                <c:pt idx="520">
                  <c:v>10662.4</c:v>
                </c:pt>
                <c:pt idx="521">
                  <c:v>10669.57</c:v>
                </c:pt>
                <c:pt idx="522">
                  <c:v>10676.74</c:v>
                </c:pt>
                <c:pt idx="523">
                  <c:v>10683.91</c:v>
                </c:pt>
                <c:pt idx="524">
                  <c:v>10691.08</c:v>
                </c:pt>
                <c:pt idx="525">
                  <c:v>10698.25</c:v>
                </c:pt>
                <c:pt idx="526">
                  <c:v>10705.42</c:v>
                </c:pt>
                <c:pt idx="527">
                  <c:v>10712.59</c:v>
                </c:pt>
                <c:pt idx="528">
                  <c:v>10719.76</c:v>
                </c:pt>
                <c:pt idx="529">
                  <c:v>10726.93</c:v>
                </c:pt>
                <c:pt idx="530">
                  <c:v>10734.1</c:v>
                </c:pt>
                <c:pt idx="531">
                  <c:v>10741.27</c:v>
                </c:pt>
                <c:pt idx="532">
                  <c:v>10748.44</c:v>
                </c:pt>
                <c:pt idx="533">
                  <c:v>10755.61</c:v>
                </c:pt>
                <c:pt idx="534">
                  <c:v>10762.78</c:v>
                </c:pt>
                <c:pt idx="535">
                  <c:v>10769.95</c:v>
                </c:pt>
                <c:pt idx="536">
                  <c:v>10777.12</c:v>
                </c:pt>
                <c:pt idx="537">
                  <c:v>10784.29</c:v>
                </c:pt>
                <c:pt idx="538">
                  <c:v>10791.46</c:v>
                </c:pt>
                <c:pt idx="539">
                  <c:v>10798.63</c:v>
                </c:pt>
                <c:pt idx="540">
                  <c:v>10805.8</c:v>
                </c:pt>
                <c:pt idx="541">
                  <c:v>10812.97</c:v>
                </c:pt>
                <c:pt idx="542">
                  <c:v>10820.14</c:v>
                </c:pt>
                <c:pt idx="543">
                  <c:v>10827.31</c:v>
                </c:pt>
                <c:pt idx="544">
                  <c:v>10834.48</c:v>
                </c:pt>
                <c:pt idx="545">
                  <c:v>10841.65</c:v>
                </c:pt>
                <c:pt idx="546">
                  <c:v>10848.82</c:v>
                </c:pt>
                <c:pt idx="547">
                  <c:v>10855.99</c:v>
                </c:pt>
                <c:pt idx="548">
                  <c:v>10863.15</c:v>
                </c:pt>
                <c:pt idx="549">
                  <c:v>10870.32</c:v>
                </c:pt>
                <c:pt idx="550">
                  <c:v>10877.49</c:v>
                </c:pt>
                <c:pt idx="551">
                  <c:v>10884.66</c:v>
                </c:pt>
                <c:pt idx="552">
                  <c:v>10891.83</c:v>
                </c:pt>
                <c:pt idx="553">
                  <c:v>10899</c:v>
                </c:pt>
                <c:pt idx="554">
                  <c:v>10906.17</c:v>
                </c:pt>
                <c:pt idx="555">
                  <c:v>10913.34</c:v>
                </c:pt>
                <c:pt idx="556">
                  <c:v>10920.51</c:v>
                </c:pt>
                <c:pt idx="557">
                  <c:v>10927.68</c:v>
                </c:pt>
                <c:pt idx="558">
                  <c:v>10934.85</c:v>
                </c:pt>
                <c:pt idx="559">
                  <c:v>10942.02</c:v>
                </c:pt>
                <c:pt idx="560">
                  <c:v>10949.19</c:v>
                </c:pt>
                <c:pt idx="561">
                  <c:v>10956.36</c:v>
                </c:pt>
                <c:pt idx="562">
                  <c:v>10963.53</c:v>
                </c:pt>
                <c:pt idx="563">
                  <c:v>10970.7</c:v>
                </c:pt>
                <c:pt idx="564">
                  <c:v>10977.87</c:v>
                </c:pt>
                <c:pt idx="565">
                  <c:v>10985.04</c:v>
                </c:pt>
                <c:pt idx="566">
                  <c:v>10992.21</c:v>
                </c:pt>
                <c:pt idx="567">
                  <c:v>10999.38</c:v>
                </c:pt>
                <c:pt idx="568">
                  <c:v>11006.55</c:v>
                </c:pt>
                <c:pt idx="569">
                  <c:v>11013.72</c:v>
                </c:pt>
                <c:pt idx="570">
                  <c:v>11020.89</c:v>
                </c:pt>
                <c:pt idx="571">
                  <c:v>11028.06</c:v>
                </c:pt>
                <c:pt idx="572">
                  <c:v>11035.23</c:v>
                </c:pt>
                <c:pt idx="573">
                  <c:v>11042.4</c:v>
                </c:pt>
                <c:pt idx="574">
                  <c:v>11049.57</c:v>
                </c:pt>
                <c:pt idx="575">
                  <c:v>11056.74</c:v>
                </c:pt>
                <c:pt idx="576">
                  <c:v>11063.9</c:v>
                </c:pt>
                <c:pt idx="577">
                  <c:v>11071.07</c:v>
                </c:pt>
                <c:pt idx="578">
                  <c:v>11078.24</c:v>
                </c:pt>
                <c:pt idx="579">
                  <c:v>11085.41</c:v>
                </c:pt>
                <c:pt idx="580">
                  <c:v>11092.58</c:v>
                </c:pt>
                <c:pt idx="581">
                  <c:v>11099.75</c:v>
                </c:pt>
                <c:pt idx="582">
                  <c:v>11106.92</c:v>
                </c:pt>
                <c:pt idx="583">
                  <c:v>11114.09</c:v>
                </c:pt>
                <c:pt idx="584">
                  <c:v>11121.26</c:v>
                </c:pt>
                <c:pt idx="585">
                  <c:v>11128.43</c:v>
                </c:pt>
                <c:pt idx="586">
                  <c:v>11135.6</c:v>
                </c:pt>
                <c:pt idx="587">
                  <c:v>11142.77</c:v>
                </c:pt>
                <c:pt idx="588">
                  <c:v>11149.94</c:v>
                </c:pt>
                <c:pt idx="589">
                  <c:v>11157.11</c:v>
                </c:pt>
                <c:pt idx="590">
                  <c:v>11164.28</c:v>
                </c:pt>
                <c:pt idx="591">
                  <c:v>11171.45</c:v>
                </c:pt>
                <c:pt idx="592">
                  <c:v>11178.62</c:v>
                </c:pt>
                <c:pt idx="593">
                  <c:v>11185.96</c:v>
                </c:pt>
                <c:pt idx="594">
                  <c:v>11193.36</c:v>
                </c:pt>
                <c:pt idx="595">
                  <c:v>11200.77</c:v>
                </c:pt>
                <c:pt idx="596">
                  <c:v>11208.17</c:v>
                </c:pt>
                <c:pt idx="597">
                  <c:v>11215.58</c:v>
                </c:pt>
                <c:pt idx="598">
                  <c:v>11222.98</c:v>
                </c:pt>
                <c:pt idx="599">
                  <c:v>11230.39</c:v>
                </c:pt>
                <c:pt idx="600">
                  <c:v>11237.79</c:v>
                </c:pt>
                <c:pt idx="601">
                  <c:v>11245.19</c:v>
                </c:pt>
                <c:pt idx="602">
                  <c:v>11252.6</c:v>
                </c:pt>
                <c:pt idx="603">
                  <c:v>11260</c:v>
                </c:pt>
                <c:pt idx="604">
                  <c:v>11267.41</c:v>
                </c:pt>
                <c:pt idx="605">
                  <c:v>11274.81</c:v>
                </c:pt>
                <c:pt idx="606">
                  <c:v>11282.22</c:v>
                </c:pt>
                <c:pt idx="607">
                  <c:v>11289.62</c:v>
                </c:pt>
                <c:pt idx="608">
                  <c:v>11297.02</c:v>
                </c:pt>
                <c:pt idx="609">
                  <c:v>11304.43</c:v>
                </c:pt>
                <c:pt idx="610">
                  <c:v>11311.83</c:v>
                </c:pt>
                <c:pt idx="611">
                  <c:v>11319.24</c:v>
                </c:pt>
                <c:pt idx="612">
                  <c:v>11326.64</c:v>
                </c:pt>
                <c:pt idx="613">
                  <c:v>11334.05</c:v>
                </c:pt>
                <c:pt idx="614">
                  <c:v>11341.45</c:v>
                </c:pt>
                <c:pt idx="615">
                  <c:v>11348.85</c:v>
                </c:pt>
                <c:pt idx="616">
                  <c:v>11356.26</c:v>
                </c:pt>
                <c:pt idx="617">
                  <c:v>11363.66</c:v>
                </c:pt>
                <c:pt idx="618">
                  <c:v>11371.07</c:v>
                </c:pt>
                <c:pt idx="619">
                  <c:v>11378.47</c:v>
                </c:pt>
                <c:pt idx="620">
                  <c:v>11385.88</c:v>
                </c:pt>
                <c:pt idx="621">
                  <c:v>11393.28</c:v>
                </c:pt>
                <c:pt idx="622">
                  <c:v>11400.68</c:v>
                </c:pt>
                <c:pt idx="623">
                  <c:v>11408.09</c:v>
                </c:pt>
                <c:pt idx="624">
                  <c:v>11415.49</c:v>
                </c:pt>
                <c:pt idx="625">
                  <c:v>11422.9</c:v>
                </c:pt>
                <c:pt idx="626">
                  <c:v>11430.3</c:v>
                </c:pt>
                <c:pt idx="627">
                  <c:v>11437.71</c:v>
                </c:pt>
                <c:pt idx="628">
                  <c:v>11445.11</c:v>
                </c:pt>
                <c:pt idx="629">
                  <c:v>11452.51</c:v>
                </c:pt>
                <c:pt idx="630">
                  <c:v>11459.92</c:v>
                </c:pt>
                <c:pt idx="631">
                  <c:v>11467.32</c:v>
                </c:pt>
                <c:pt idx="632">
                  <c:v>11474.73</c:v>
                </c:pt>
                <c:pt idx="633">
                  <c:v>11482.13</c:v>
                </c:pt>
                <c:pt idx="634">
                  <c:v>11489.54</c:v>
                </c:pt>
                <c:pt idx="635">
                  <c:v>11496.94</c:v>
                </c:pt>
                <c:pt idx="636">
                  <c:v>11504.34</c:v>
                </c:pt>
                <c:pt idx="637">
                  <c:v>11511.75</c:v>
                </c:pt>
                <c:pt idx="638">
                  <c:v>11519.15</c:v>
                </c:pt>
                <c:pt idx="639">
                  <c:v>11526.56</c:v>
                </c:pt>
                <c:pt idx="640">
                  <c:v>11533.96</c:v>
                </c:pt>
                <c:pt idx="641">
                  <c:v>11541.37</c:v>
                </c:pt>
                <c:pt idx="642">
                  <c:v>11548.77</c:v>
                </c:pt>
                <c:pt idx="643">
                  <c:v>11556.17</c:v>
                </c:pt>
                <c:pt idx="644">
                  <c:v>11563.58</c:v>
                </c:pt>
                <c:pt idx="645">
                  <c:v>11570.98</c:v>
                </c:pt>
                <c:pt idx="646">
                  <c:v>11578.39</c:v>
                </c:pt>
                <c:pt idx="647">
                  <c:v>11585.79</c:v>
                </c:pt>
                <c:pt idx="648">
                  <c:v>11593.2</c:v>
                </c:pt>
                <c:pt idx="649">
                  <c:v>11600.6</c:v>
                </c:pt>
                <c:pt idx="650">
                  <c:v>11608</c:v>
                </c:pt>
                <c:pt idx="651">
                  <c:v>11615.41</c:v>
                </c:pt>
                <c:pt idx="652">
                  <c:v>11622.81</c:v>
                </c:pt>
                <c:pt idx="653">
                  <c:v>11630.22</c:v>
                </c:pt>
                <c:pt idx="654">
                  <c:v>11637.62</c:v>
                </c:pt>
                <c:pt idx="655">
                  <c:v>11645.03</c:v>
                </c:pt>
                <c:pt idx="656">
                  <c:v>11652.43</c:v>
                </c:pt>
                <c:pt idx="657">
                  <c:v>11659.83</c:v>
                </c:pt>
                <c:pt idx="658">
                  <c:v>11667.24</c:v>
                </c:pt>
                <c:pt idx="659">
                  <c:v>11674.64</c:v>
                </c:pt>
                <c:pt idx="660">
                  <c:v>11682.05</c:v>
                </c:pt>
                <c:pt idx="661">
                  <c:v>11689.45</c:v>
                </c:pt>
                <c:pt idx="662">
                  <c:v>11696.86</c:v>
                </c:pt>
                <c:pt idx="663">
                  <c:v>11704.26</c:v>
                </c:pt>
                <c:pt idx="664">
                  <c:v>11711.66</c:v>
                </c:pt>
                <c:pt idx="665">
                  <c:v>11719.07</c:v>
                </c:pt>
                <c:pt idx="666">
                  <c:v>11726.47</c:v>
                </c:pt>
                <c:pt idx="667">
                  <c:v>11733.88</c:v>
                </c:pt>
                <c:pt idx="668">
                  <c:v>11741.28</c:v>
                </c:pt>
                <c:pt idx="669">
                  <c:v>11748.69</c:v>
                </c:pt>
                <c:pt idx="670">
                  <c:v>11756.09</c:v>
                </c:pt>
                <c:pt idx="671">
                  <c:v>11763.49</c:v>
                </c:pt>
                <c:pt idx="672">
                  <c:v>11770.9</c:v>
                </c:pt>
                <c:pt idx="673">
                  <c:v>11778.3</c:v>
                </c:pt>
                <c:pt idx="674">
                  <c:v>11785.71</c:v>
                </c:pt>
                <c:pt idx="675">
                  <c:v>11793.11</c:v>
                </c:pt>
                <c:pt idx="676">
                  <c:v>11800.52</c:v>
                </c:pt>
                <c:pt idx="677">
                  <c:v>11807.92</c:v>
                </c:pt>
                <c:pt idx="678">
                  <c:v>11815.32</c:v>
                </c:pt>
                <c:pt idx="679">
                  <c:v>11822.73</c:v>
                </c:pt>
                <c:pt idx="680">
                  <c:v>11830.13</c:v>
                </c:pt>
                <c:pt idx="681">
                  <c:v>11837.54</c:v>
                </c:pt>
                <c:pt idx="682">
                  <c:v>11844.94</c:v>
                </c:pt>
                <c:pt idx="683">
                  <c:v>11852.35</c:v>
                </c:pt>
                <c:pt idx="684">
                  <c:v>11859.75</c:v>
                </c:pt>
                <c:pt idx="685">
                  <c:v>11867.15</c:v>
                </c:pt>
                <c:pt idx="686">
                  <c:v>11874.56</c:v>
                </c:pt>
                <c:pt idx="687">
                  <c:v>11881.96</c:v>
                </c:pt>
                <c:pt idx="688">
                  <c:v>11889.37</c:v>
                </c:pt>
                <c:pt idx="689">
                  <c:v>11896.77</c:v>
                </c:pt>
                <c:pt idx="690">
                  <c:v>11904.18</c:v>
                </c:pt>
                <c:pt idx="691">
                  <c:v>11911.58</c:v>
                </c:pt>
                <c:pt idx="692">
                  <c:v>11918.98</c:v>
                </c:pt>
                <c:pt idx="693">
                  <c:v>11926.39</c:v>
                </c:pt>
                <c:pt idx="694">
                  <c:v>11933.79</c:v>
                </c:pt>
                <c:pt idx="695">
                  <c:v>11941.2</c:v>
                </c:pt>
                <c:pt idx="696">
                  <c:v>11948.6</c:v>
                </c:pt>
                <c:pt idx="697">
                  <c:v>11956.01</c:v>
                </c:pt>
                <c:pt idx="698">
                  <c:v>11963.41</c:v>
                </c:pt>
                <c:pt idx="699">
                  <c:v>11970.81</c:v>
                </c:pt>
                <c:pt idx="700">
                  <c:v>11978.22</c:v>
                </c:pt>
                <c:pt idx="701">
                  <c:v>11985.62</c:v>
                </c:pt>
                <c:pt idx="702">
                  <c:v>11993.03</c:v>
                </c:pt>
                <c:pt idx="703">
                  <c:v>12000.43</c:v>
                </c:pt>
                <c:pt idx="704">
                  <c:v>12007.84</c:v>
                </c:pt>
                <c:pt idx="705">
                  <c:v>12015.24</c:v>
                </c:pt>
                <c:pt idx="706">
                  <c:v>12022.64</c:v>
                </c:pt>
                <c:pt idx="707">
                  <c:v>12030.05</c:v>
                </c:pt>
                <c:pt idx="708">
                  <c:v>12037.45</c:v>
                </c:pt>
                <c:pt idx="709">
                  <c:v>12044.86</c:v>
                </c:pt>
                <c:pt idx="710">
                  <c:v>12052.26</c:v>
                </c:pt>
                <c:pt idx="711">
                  <c:v>12059.67</c:v>
                </c:pt>
                <c:pt idx="712">
                  <c:v>12067.07</c:v>
                </c:pt>
                <c:pt idx="713">
                  <c:v>12074.47</c:v>
                </c:pt>
                <c:pt idx="714">
                  <c:v>12081.88</c:v>
                </c:pt>
                <c:pt idx="715">
                  <c:v>12089.28</c:v>
                </c:pt>
                <c:pt idx="716">
                  <c:v>12096.69</c:v>
                </c:pt>
                <c:pt idx="717">
                  <c:v>12104.09</c:v>
                </c:pt>
                <c:pt idx="718">
                  <c:v>12111.5</c:v>
                </c:pt>
                <c:pt idx="719">
                  <c:v>12118.9</c:v>
                </c:pt>
                <c:pt idx="720">
                  <c:v>12126.3</c:v>
                </c:pt>
                <c:pt idx="721">
                  <c:v>12133.71</c:v>
                </c:pt>
                <c:pt idx="722">
                  <c:v>12141.11</c:v>
                </c:pt>
                <c:pt idx="723">
                  <c:v>12148.52</c:v>
                </c:pt>
                <c:pt idx="724">
                  <c:v>12155.92</c:v>
                </c:pt>
                <c:pt idx="725">
                  <c:v>12163.33</c:v>
                </c:pt>
                <c:pt idx="726">
                  <c:v>12170.73</c:v>
                </c:pt>
                <c:pt idx="727">
                  <c:v>12178.13</c:v>
                </c:pt>
                <c:pt idx="728">
                  <c:v>12185.54</c:v>
                </c:pt>
                <c:pt idx="729">
                  <c:v>12192.94</c:v>
                </c:pt>
                <c:pt idx="730">
                  <c:v>12200.35</c:v>
                </c:pt>
                <c:pt idx="731">
                  <c:v>12207.75</c:v>
                </c:pt>
                <c:pt idx="732">
                  <c:v>12215.16</c:v>
                </c:pt>
                <c:pt idx="733">
                  <c:v>12222.56</c:v>
                </c:pt>
                <c:pt idx="734">
                  <c:v>12229.96</c:v>
                </c:pt>
                <c:pt idx="735">
                  <c:v>12237.37</c:v>
                </c:pt>
                <c:pt idx="736">
                  <c:v>12244.77</c:v>
                </c:pt>
                <c:pt idx="737">
                  <c:v>12252.18</c:v>
                </c:pt>
                <c:pt idx="738">
                  <c:v>12259.58</c:v>
                </c:pt>
                <c:pt idx="739">
                  <c:v>12266.99</c:v>
                </c:pt>
                <c:pt idx="740">
                  <c:v>12274.39</c:v>
                </c:pt>
                <c:pt idx="741">
                  <c:v>12281.79</c:v>
                </c:pt>
                <c:pt idx="742">
                  <c:v>12289.2</c:v>
                </c:pt>
                <c:pt idx="743">
                  <c:v>12296.6</c:v>
                </c:pt>
                <c:pt idx="744">
                  <c:v>12304.01</c:v>
                </c:pt>
                <c:pt idx="745">
                  <c:v>12311.41</c:v>
                </c:pt>
                <c:pt idx="746">
                  <c:v>12318.82</c:v>
                </c:pt>
                <c:pt idx="747">
                  <c:v>12326.22</c:v>
                </c:pt>
                <c:pt idx="748">
                  <c:v>12333.62</c:v>
                </c:pt>
                <c:pt idx="749">
                  <c:v>12341.03</c:v>
                </c:pt>
                <c:pt idx="750">
                  <c:v>12348.43</c:v>
                </c:pt>
                <c:pt idx="751">
                  <c:v>12355.84</c:v>
                </c:pt>
                <c:pt idx="752">
                  <c:v>12363.24</c:v>
                </c:pt>
                <c:pt idx="753">
                  <c:v>12370.65</c:v>
                </c:pt>
                <c:pt idx="754">
                  <c:v>12378.05</c:v>
                </c:pt>
                <c:pt idx="755">
                  <c:v>12385.45</c:v>
                </c:pt>
                <c:pt idx="756">
                  <c:v>12392.86</c:v>
                </c:pt>
                <c:pt idx="757">
                  <c:v>12400.26</c:v>
                </c:pt>
                <c:pt idx="758">
                  <c:v>12407.67</c:v>
                </c:pt>
                <c:pt idx="759">
                  <c:v>12415.07</c:v>
                </c:pt>
                <c:pt idx="760">
                  <c:v>12422.48</c:v>
                </c:pt>
                <c:pt idx="761">
                  <c:v>12429.88</c:v>
                </c:pt>
                <c:pt idx="762">
                  <c:v>12437.28</c:v>
                </c:pt>
                <c:pt idx="763">
                  <c:v>12444.69</c:v>
                </c:pt>
                <c:pt idx="764">
                  <c:v>12452.09</c:v>
                </c:pt>
                <c:pt idx="765">
                  <c:v>12459.5</c:v>
                </c:pt>
                <c:pt idx="766">
                  <c:v>12466.9</c:v>
                </c:pt>
                <c:pt idx="767">
                  <c:v>12474.31</c:v>
                </c:pt>
                <c:pt idx="768">
                  <c:v>12481.71</c:v>
                </c:pt>
                <c:pt idx="769">
                  <c:v>12489.11</c:v>
                </c:pt>
                <c:pt idx="770">
                  <c:v>12496.52</c:v>
                </c:pt>
                <c:pt idx="771">
                  <c:v>12503.92</c:v>
                </c:pt>
                <c:pt idx="772">
                  <c:v>12511.33</c:v>
                </c:pt>
                <c:pt idx="773">
                  <c:v>12518.73</c:v>
                </c:pt>
                <c:pt idx="774">
                  <c:v>12526.14</c:v>
                </c:pt>
                <c:pt idx="775">
                  <c:v>12533.54</c:v>
                </c:pt>
                <c:pt idx="776">
                  <c:v>12540.94</c:v>
                </c:pt>
                <c:pt idx="777">
                  <c:v>12548.35</c:v>
                </c:pt>
                <c:pt idx="778">
                  <c:v>12555.75</c:v>
                </c:pt>
                <c:pt idx="779">
                  <c:v>12563.16</c:v>
                </c:pt>
                <c:pt idx="780">
                  <c:v>12570.56</c:v>
                </c:pt>
                <c:pt idx="781">
                  <c:v>12577.97</c:v>
                </c:pt>
                <c:pt idx="782">
                  <c:v>12585.37</c:v>
                </c:pt>
                <c:pt idx="783">
                  <c:v>12592.77</c:v>
                </c:pt>
                <c:pt idx="784">
                  <c:v>12600.18</c:v>
                </c:pt>
                <c:pt idx="785">
                  <c:v>12607.58</c:v>
                </c:pt>
                <c:pt idx="786">
                  <c:v>12614.99</c:v>
                </c:pt>
                <c:pt idx="787">
                  <c:v>12622.39</c:v>
                </c:pt>
                <c:pt idx="788">
                  <c:v>12629.8</c:v>
                </c:pt>
                <c:pt idx="789">
                  <c:v>12637.2</c:v>
                </c:pt>
                <c:pt idx="790">
                  <c:v>12644.6</c:v>
                </c:pt>
                <c:pt idx="791">
                  <c:v>12652.01</c:v>
                </c:pt>
                <c:pt idx="792">
                  <c:v>12659.41</c:v>
                </c:pt>
                <c:pt idx="793">
                  <c:v>12666.82</c:v>
                </c:pt>
                <c:pt idx="794">
                  <c:v>12674.22</c:v>
                </c:pt>
                <c:pt idx="795">
                  <c:v>12681.63</c:v>
                </c:pt>
                <c:pt idx="796">
                  <c:v>12689.03</c:v>
                </c:pt>
                <c:pt idx="797">
                  <c:v>12696.43</c:v>
                </c:pt>
                <c:pt idx="798">
                  <c:v>12703.84</c:v>
                </c:pt>
                <c:pt idx="799">
                  <c:v>12711.24</c:v>
                </c:pt>
                <c:pt idx="800">
                  <c:v>12718.65</c:v>
                </c:pt>
                <c:pt idx="801">
                  <c:v>12726.05</c:v>
                </c:pt>
                <c:pt idx="802">
                  <c:v>12733.46</c:v>
                </c:pt>
                <c:pt idx="803">
                  <c:v>12740.86</c:v>
                </c:pt>
                <c:pt idx="804">
                  <c:v>12748.26</c:v>
                </c:pt>
                <c:pt idx="805">
                  <c:v>12755.67</c:v>
                </c:pt>
                <c:pt idx="806">
                  <c:v>12763.07</c:v>
                </c:pt>
                <c:pt idx="807">
                  <c:v>12770.48</c:v>
                </c:pt>
                <c:pt idx="808">
                  <c:v>12777.88</c:v>
                </c:pt>
                <c:pt idx="809">
                  <c:v>12785.29</c:v>
                </c:pt>
                <c:pt idx="810">
                  <c:v>12792.69</c:v>
                </c:pt>
                <c:pt idx="811">
                  <c:v>12800.09</c:v>
                </c:pt>
                <c:pt idx="812">
                  <c:v>12807.5</c:v>
                </c:pt>
                <c:pt idx="813">
                  <c:v>12814.9</c:v>
                </c:pt>
                <c:pt idx="814">
                  <c:v>12822.31</c:v>
                </c:pt>
                <c:pt idx="815">
                  <c:v>12829.71</c:v>
                </c:pt>
                <c:pt idx="816">
                  <c:v>12837.12</c:v>
                </c:pt>
                <c:pt idx="817">
                  <c:v>12844.52</c:v>
                </c:pt>
                <c:pt idx="818">
                  <c:v>12851.92</c:v>
                </c:pt>
                <c:pt idx="819">
                  <c:v>12859.33</c:v>
                </c:pt>
                <c:pt idx="820">
                  <c:v>12866.73</c:v>
                </c:pt>
                <c:pt idx="821">
                  <c:v>12874.14</c:v>
                </c:pt>
                <c:pt idx="822">
                  <c:v>12881.54</c:v>
                </c:pt>
                <c:pt idx="823">
                  <c:v>12888.95</c:v>
                </c:pt>
                <c:pt idx="824">
                  <c:v>12896.35</c:v>
                </c:pt>
                <c:pt idx="825">
                  <c:v>12903.75</c:v>
                </c:pt>
                <c:pt idx="826">
                  <c:v>12911.16</c:v>
                </c:pt>
                <c:pt idx="827">
                  <c:v>12918.56</c:v>
                </c:pt>
                <c:pt idx="828">
                  <c:v>12925.97</c:v>
                </c:pt>
                <c:pt idx="829">
                  <c:v>12933.37</c:v>
                </c:pt>
                <c:pt idx="830">
                  <c:v>12940.78</c:v>
                </c:pt>
                <c:pt idx="831">
                  <c:v>12948.18</c:v>
                </c:pt>
                <c:pt idx="832">
                  <c:v>12955.58</c:v>
                </c:pt>
                <c:pt idx="833">
                  <c:v>12962.99</c:v>
                </c:pt>
                <c:pt idx="834">
                  <c:v>12970.39</c:v>
                </c:pt>
                <c:pt idx="835">
                  <c:v>12977.8</c:v>
                </c:pt>
                <c:pt idx="836">
                  <c:v>12985.2</c:v>
                </c:pt>
                <c:pt idx="837">
                  <c:v>12992.61</c:v>
                </c:pt>
                <c:pt idx="838">
                  <c:v>13000.01</c:v>
                </c:pt>
                <c:pt idx="839">
                  <c:v>13007.41</c:v>
                </c:pt>
                <c:pt idx="840">
                  <c:v>13014.82</c:v>
                </c:pt>
                <c:pt idx="841">
                  <c:v>13022.22</c:v>
                </c:pt>
                <c:pt idx="842">
                  <c:v>13029.63</c:v>
                </c:pt>
                <c:pt idx="843">
                  <c:v>13037.03</c:v>
                </c:pt>
                <c:pt idx="844">
                  <c:v>13044.44</c:v>
                </c:pt>
                <c:pt idx="845">
                  <c:v>13051.84</c:v>
                </c:pt>
                <c:pt idx="846">
                  <c:v>13059.24</c:v>
                </c:pt>
                <c:pt idx="847">
                  <c:v>13066.65</c:v>
                </c:pt>
                <c:pt idx="848">
                  <c:v>13074.05</c:v>
                </c:pt>
                <c:pt idx="849">
                  <c:v>13081.46</c:v>
                </c:pt>
                <c:pt idx="850">
                  <c:v>13088.86</c:v>
                </c:pt>
                <c:pt idx="851">
                  <c:v>13096.27</c:v>
                </c:pt>
                <c:pt idx="852">
                  <c:v>13103.67</c:v>
                </c:pt>
                <c:pt idx="853">
                  <c:v>13111.07</c:v>
                </c:pt>
                <c:pt idx="854">
                  <c:v>13118.8</c:v>
                </c:pt>
                <c:pt idx="855">
                  <c:v>13127.09</c:v>
                </c:pt>
                <c:pt idx="856">
                  <c:v>13135.38</c:v>
                </c:pt>
                <c:pt idx="857">
                  <c:v>13143.68</c:v>
                </c:pt>
                <c:pt idx="858">
                  <c:v>13151.97</c:v>
                </c:pt>
                <c:pt idx="859">
                  <c:v>13160.26</c:v>
                </c:pt>
                <c:pt idx="860">
                  <c:v>13168.55</c:v>
                </c:pt>
                <c:pt idx="861">
                  <c:v>13176.84</c:v>
                </c:pt>
                <c:pt idx="862">
                  <c:v>13185.13</c:v>
                </c:pt>
                <c:pt idx="863">
                  <c:v>13193.42</c:v>
                </c:pt>
                <c:pt idx="864">
                  <c:v>13201.71</c:v>
                </c:pt>
                <c:pt idx="865">
                  <c:v>13210</c:v>
                </c:pt>
                <c:pt idx="866">
                  <c:v>13218.29</c:v>
                </c:pt>
                <c:pt idx="867">
                  <c:v>13226.58</c:v>
                </c:pt>
                <c:pt idx="868">
                  <c:v>13234.87</c:v>
                </c:pt>
                <c:pt idx="869">
                  <c:v>13243.16</c:v>
                </c:pt>
                <c:pt idx="870">
                  <c:v>13251.45</c:v>
                </c:pt>
                <c:pt idx="871">
                  <c:v>13259.75</c:v>
                </c:pt>
                <c:pt idx="872">
                  <c:v>13268.04</c:v>
                </c:pt>
                <c:pt idx="873">
                  <c:v>13276.33</c:v>
                </c:pt>
                <c:pt idx="874">
                  <c:v>13284.62</c:v>
                </c:pt>
                <c:pt idx="875">
                  <c:v>13292.91</c:v>
                </c:pt>
                <c:pt idx="876">
                  <c:v>13301.2</c:v>
                </c:pt>
                <c:pt idx="877">
                  <c:v>13309.49</c:v>
                </c:pt>
                <c:pt idx="878">
                  <c:v>13317.78</c:v>
                </c:pt>
                <c:pt idx="879">
                  <c:v>13326.07</c:v>
                </c:pt>
                <c:pt idx="880">
                  <c:v>13334.36</c:v>
                </c:pt>
                <c:pt idx="881">
                  <c:v>13342.65</c:v>
                </c:pt>
                <c:pt idx="882">
                  <c:v>13350.94</c:v>
                </c:pt>
                <c:pt idx="883">
                  <c:v>13359.23</c:v>
                </c:pt>
                <c:pt idx="884">
                  <c:v>13367.52</c:v>
                </c:pt>
                <c:pt idx="885">
                  <c:v>13375.82</c:v>
                </c:pt>
                <c:pt idx="886">
                  <c:v>13384.11</c:v>
                </c:pt>
                <c:pt idx="887">
                  <c:v>13392.4</c:v>
                </c:pt>
                <c:pt idx="888">
                  <c:v>13400.69</c:v>
                </c:pt>
                <c:pt idx="889">
                  <c:v>13408.98</c:v>
                </c:pt>
                <c:pt idx="890">
                  <c:v>13417.27</c:v>
                </c:pt>
                <c:pt idx="891">
                  <c:v>13425.56</c:v>
                </c:pt>
                <c:pt idx="892">
                  <c:v>13433.85</c:v>
                </c:pt>
                <c:pt idx="893">
                  <c:v>13442.14</c:v>
                </c:pt>
                <c:pt idx="894">
                  <c:v>13450.43</c:v>
                </c:pt>
                <c:pt idx="895">
                  <c:v>13458.72</c:v>
                </c:pt>
                <c:pt idx="896">
                  <c:v>13467.01</c:v>
                </c:pt>
                <c:pt idx="897">
                  <c:v>13475.3</c:v>
                </c:pt>
                <c:pt idx="898">
                  <c:v>13483.59</c:v>
                </c:pt>
                <c:pt idx="899">
                  <c:v>13491.89</c:v>
                </c:pt>
                <c:pt idx="900">
                  <c:v>13500.18</c:v>
                </c:pt>
                <c:pt idx="901">
                  <c:v>13508.47</c:v>
                </c:pt>
                <c:pt idx="902">
                  <c:v>13516.76</c:v>
                </c:pt>
                <c:pt idx="903">
                  <c:v>13525.05</c:v>
                </c:pt>
                <c:pt idx="904">
                  <c:v>13533.34</c:v>
                </c:pt>
                <c:pt idx="905">
                  <c:v>13541.63</c:v>
                </c:pt>
                <c:pt idx="906">
                  <c:v>13549.92</c:v>
                </c:pt>
                <c:pt idx="907">
                  <c:v>13558.21</c:v>
                </c:pt>
                <c:pt idx="908">
                  <c:v>13566.5</c:v>
                </c:pt>
                <c:pt idx="909">
                  <c:v>13574.79</c:v>
                </c:pt>
                <c:pt idx="910">
                  <c:v>13583.08</c:v>
                </c:pt>
                <c:pt idx="911">
                  <c:v>13591.37</c:v>
                </c:pt>
                <c:pt idx="912">
                  <c:v>13599.66</c:v>
                </c:pt>
                <c:pt idx="913">
                  <c:v>13607.96</c:v>
                </c:pt>
                <c:pt idx="914">
                  <c:v>13616.25</c:v>
                </c:pt>
                <c:pt idx="915">
                  <c:v>13624.54</c:v>
                </c:pt>
                <c:pt idx="916">
                  <c:v>13632.83</c:v>
                </c:pt>
                <c:pt idx="917">
                  <c:v>13641.12</c:v>
                </c:pt>
                <c:pt idx="918">
                  <c:v>13649.41</c:v>
                </c:pt>
                <c:pt idx="919">
                  <c:v>13657.7</c:v>
                </c:pt>
                <c:pt idx="920">
                  <c:v>13665.99</c:v>
                </c:pt>
                <c:pt idx="921">
                  <c:v>13674.28</c:v>
                </c:pt>
                <c:pt idx="922">
                  <c:v>13682.57</c:v>
                </c:pt>
                <c:pt idx="923">
                  <c:v>13690.86</c:v>
                </c:pt>
                <c:pt idx="924">
                  <c:v>13699.15</c:v>
                </c:pt>
                <c:pt idx="925">
                  <c:v>13707.44</c:v>
                </c:pt>
                <c:pt idx="926">
                  <c:v>13715.73</c:v>
                </c:pt>
                <c:pt idx="927">
                  <c:v>13724.03</c:v>
                </c:pt>
                <c:pt idx="928">
                  <c:v>13732.32</c:v>
                </c:pt>
                <c:pt idx="929">
                  <c:v>13740.61</c:v>
                </c:pt>
                <c:pt idx="930">
                  <c:v>13748.9</c:v>
                </c:pt>
                <c:pt idx="931">
                  <c:v>13757.19</c:v>
                </c:pt>
                <c:pt idx="932">
                  <c:v>13765.48</c:v>
                </c:pt>
                <c:pt idx="933">
                  <c:v>13773.77</c:v>
                </c:pt>
                <c:pt idx="934">
                  <c:v>13782.06</c:v>
                </c:pt>
                <c:pt idx="935">
                  <c:v>13790.35</c:v>
                </c:pt>
                <c:pt idx="936">
                  <c:v>13798.64</c:v>
                </c:pt>
                <c:pt idx="937">
                  <c:v>13806.93</c:v>
                </c:pt>
                <c:pt idx="938">
                  <c:v>13815.22</c:v>
                </c:pt>
                <c:pt idx="939">
                  <c:v>13823.51</c:v>
                </c:pt>
                <c:pt idx="940">
                  <c:v>13831.8</c:v>
                </c:pt>
                <c:pt idx="941">
                  <c:v>13840.1</c:v>
                </c:pt>
                <c:pt idx="942">
                  <c:v>13848.39</c:v>
                </c:pt>
                <c:pt idx="943">
                  <c:v>13856.68</c:v>
                </c:pt>
                <c:pt idx="944">
                  <c:v>13864.97</c:v>
                </c:pt>
                <c:pt idx="945">
                  <c:v>13873.26</c:v>
                </c:pt>
                <c:pt idx="946">
                  <c:v>13881.55</c:v>
                </c:pt>
                <c:pt idx="947">
                  <c:v>13889.84</c:v>
                </c:pt>
                <c:pt idx="948">
                  <c:v>13898.13</c:v>
                </c:pt>
                <c:pt idx="949">
                  <c:v>13906.42</c:v>
                </c:pt>
                <c:pt idx="950">
                  <c:v>13914.71</c:v>
                </c:pt>
                <c:pt idx="951">
                  <c:v>13923</c:v>
                </c:pt>
                <c:pt idx="952">
                  <c:v>13931.29</c:v>
                </c:pt>
                <c:pt idx="953">
                  <c:v>13939.58</c:v>
                </c:pt>
                <c:pt idx="954">
                  <c:v>13947.87</c:v>
                </c:pt>
                <c:pt idx="955">
                  <c:v>13956.17</c:v>
                </c:pt>
                <c:pt idx="956">
                  <c:v>13964.46</c:v>
                </c:pt>
                <c:pt idx="957">
                  <c:v>13972.75</c:v>
                </c:pt>
                <c:pt idx="958">
                  <c:v>13981.04</c:v>
                </c:pt>
                <c:pt idx="959">
                  <c:v>13989.33</c:v>
                </c:pt>
                <c:pt idx="960">
                  <c:v>13997.62</c:v>
                </c:pt>
                <c:pt idx="961">
                  <c:v>14005.91</c:v>
                </c:pt>
                <c:pt idx="962">
                  <c:v>14014.2</c:v>
                </c:pt>
                <c:pt idx="963">
                  <c:v>14022.49</c:v>
                </c:pt>
                <c:pt idx="964">
                  <c:v>14030.78</c:v>
                </c:pt>
                <c:pt idx="965">
                  <c:v>14039.07</c:v>
                </c:pt>
                <c:pt idx="966">
                  <c:v>14047.36</c:v>
                </c:pt>
                <c:pt idx="967">
                  <c:v>14055.65</c:v>
                </c:pt>
                <c:pt idx="968">
                  <c:v>14063.94</c:v>
                </c:pt>
                <c:pt idx="969">
                  <c:v>14072.24</c:v>
                </c:pt>
                <c:pt idx="970">
                  <c:v>14080.53</c:v>
                </c:pt>
                <c:pt idx="971">
                  <c:v>14088.82</c:v>
                </c:pt>
                <c:pt idx="972">
                  <c:v>14097.11</c:v>
                </c:pt>
                <c:pt idx="973">
                  <c:v>14105.4</c:v>
                </c:pt>
                <c:pt idx="974">
                  <c:v>14113.69</c:v>
                </c:pt>
                <c:pt idx="975">
                  <c:v>14121.98</c:v>
                </c:pt>
                <c:pt idx="976">
                  <c:v>14132.34</c:v>
                </c:pt>
                <c:pt idx="977">
                  <c:v>14153.07</c:v>
                </c:pt>
                <c:pt idx="978">
                  <c:v>14173.8</c:v>
                </c:pt>
                <c:pt idx="979">
                  <c:v>14194.52</c:v>
                </c:pt>
                <c:pt idx="980">
                  <c:v>14215.25</c:v>
                </c:pt>
                <c:pt idx="981">
                  <c:v>14235.98</c:v>
                </c:pt>
                <c:pt idx="982">
                  <c:v>14256.7</c:v>
                </c:pt>
                <c:pt idx="983">
                  <c:v>14277.43</c:v>
                </c:pt>
                <c:pt idx="984">
                  <c:v>14298.16</c:v>
                </c:pt>
                <c:pt idx="985">
                  <c:v>14318.88</c:v>
                </c:pt>
                <c:pt idx="986">
                  <c:v>14339.61</c:v>
                </c:pt>
                <c:pt idx="987">
                  <c:v>14360.34</c:v>
                </c:pt>
                <c:pt idx="988">
                  <c:v>14381.06</c:v>
                </c:pt>
                <c:pt idx="989">
                  <c:v>14401.79</c:v>
                </c:pt>
                <c:pt idx="990">
                  <c:v>14422.52</c:v>
                </c:pt>
                <c:pt idx="991">
                  <c:v>14443.24</c:v>
                </c:pt>
                <c:pt idx="992">
                  <c:v>14463.97</c:v>
                </c:pt>
                <c:pt idx="993">
                  <c:v>14484.7</c:v>
                </c:pt>
                <c:pt idx="994">
                  <c:v>14505.43</c:v>
                </c:pt>
                <c:pt idx="995">
                  <c:v>14526.15</c:v>
                </c:pt>
                <c:pt idx="996">
                  <c:v>14546.88</c:v>
                </c:pt>
                <c:pt idx="997">
                  <c:v>14567.61</c:v>
                </c:pt>
                <c:pt idx="998">
                  <c:v>14588.33</c:v>
                </c:pt>
                <c:pt idx="999">
                  <c:v>14609.06</c:v>
                </c:pt>
                <c:pt idx="1000">
                  <c:v>14629.79</c:v>
                </c:pt>
                <c:pt idx="1001">
                  <c:v>14650.51</c:v>
                </c:pt>
                <c:pt idx="1002">
                  <c:v>14671.24</c:v>
                </c:pt>
                <c:pt idx="1003">
                  <c:v>14691.97</c:v>
                </c:pt>
                <c:pt idx="1004">
                  <c:v>14712.69</c:v>
                </c:pt>
                <c:pt idx="1005">
                  <c:v>14733.42</c:v>
                </c:pt>
                <c:pt idx="1006">
                  <c:v>14754.15</c:v>
                </c:pt>
                <c:pt idx="1007">
                  <c:v>14774.87</c:v>
                </c:pt>
                <c:pt idx="1008">
                  <c:v>14795.6</c:v>
                </c:pt>
                <c:pt idx="1009">
                  <c:v>14816.33</c:v>
                </c:pt>
                <c:pt idx="1010">
                  <c:v>14837.05</c:v>
                </c:pt>
                <c:pt idx="1011">
                  <c:v>14857.78</c:v>
                </c:pt>
                <c:pt idx="1012">
                  <c:v>14878.51</c:v>
                </c:pt>
                <c:pt idx="1013">
                  <c:v>14899.23</c:v>
                </c:pt>
                <c:pt idx="1014">
                  <c:v>14919.96</c:v>
                </c:pt>
                <c:pt idx="1015">
                  <c:v>14940.69</c:v>
                </c:pt>
                <c:pt idx="1016">
                  <c:v>14961.41</c:v>
                </c:pt>
                <c:pt idx="1017">
                  <c:v>14982.14</c:v>
                </c:pt>
                <c:pt idx="1018">
                  <c:v>15002.87</c:v>
                </c:pt>
                <c:pt idx="1019">
                  <c:v>15023.59</c:v>
                </c:pt>
                <c:pt idx="1020">
                  <c:v>15044.32</c:v>
                </c:pt>
                <c:pt idx="1021">
                  <c:v>15065.05</c:v>
                </c:pt>
                <c:pt idx="1022">
                  <c:v>15085.78</c:v>
                </c:pt>
                <c:pt idx="1023">
                  <c:v>15106.5</c:v>
                </c:pt>
                <c:pt idx="1024">
                  <c:v>15127.23</c:v>
                </c:pt>
                <c:pt idx="1025">
                  <c:v>15147.96</c:v>
                </c:pt>
                <c:pt idx="1026">
                  <c:v>15168.68</c:v>
                </c:pt>
                <c:pt idx="1027">
                  <c:v>15189.41</c:v>
                </c:pt>
                <c:pt idx="1028">
                  <c:v>15210.14</c:v>
                </c:pt>
                <c:pt idx="1029">
                  <c:v>15230.86</c:v>
                </c:pt>
                <c:pt idx="1030">
                  <c:v>15251.59</c:v>
                </c:pt>
                <c:pt idx="1031">
                  <c:v>15272.32</c:v>
                </c:pt>
                <c:pt idx="1032">
                  <c:v>15293.04</c:v>
                </c:pt>
                <c:pt idx="1033">
                  <c:v>15313.77</c:v>
                </c:pt>
                <c:pt idx="1034">
                  <c:v>15334.5</c:v>
                </c:pt>
                <c:pt idx="1035">
                  <c:v>15355.22</c:v>
                </c:pt>
                <c:pt idx="1036">
                  <c:v>15375.95</c:v>
                </c:pt>
                <c:pt idx="1037">
                  <c:v>15396.68</c:v>
                </c:pt>
                <c:pt idx="1038">
                  <c:v>15417.4</c:v>
                </c:pt>
                <c:pt idx="1039">
                  <c:v>15438.13</c:v>
                </c:pt>
                <c:pt idx="1040">
                  <c:v>15458.86</c:v>
                </c:pt>
                <c:pt idx="1041">
                  <c:v>15479.58</c:v>
                </c:pt>
                <c:pt idx="1042">
                  <c:v>15500.31</c:v>
                </c:pt>
                <c:pt idx="1043">
                  <c:v>15521.04</c:v>
                </c:pt>
                <c:pt idx="1044">
                  <c:v>15541.76</c:v>
                </c:pt>
                <c:pt idx="1045">
                  <c:v>15562.49</c:v>
                </c:pt>
                <c:pt idx="1046">
                  <c:v>15583.22</c:v>
                </c:pt>
                <c:pt idx="1047">
                  <c:v>15603.94</c:v>
                </c:pt>
                <c:pt idx="1048">
                  <c:v>15624.67</c:v>
                </c:pt>
                <c:pt idx="1049">
                  <c:v>15645.4</c:v>
                </c:pt>
                <c:pt idx="1050">
                  <c:v>15666.13</c:v>
                </c:pt>
                <c:pt idx="1051">
                  <c:v>15686.85</c:v>
                </c:pt>
                <c:pt idx="1052">
                  <c:v>15707.58</c:v>
                </c:pt>
                <c:pt idx="1053">
                  <c:v>15728.31</c:v>
                </c:pt>
                <c:pt idx="1054">
                  <c:v>15749.03</c:v>
                </c:pt>
                <c:pt idx="1055">
                  <c:v>15769.76</c:v>
                </c:pt>
                <c:pt idx="1056">
                  <c:v>15790.49</c:v>
                </c:pt>
                <c:pt idx="1057">
                  <c:v>15811.21</c:v>
                </c:pt>
                <c:pt idx="1058">
                  <c:v>15831.94</c:v>
                </c:pt>
                <c:pt idx="1059">
                  <c:v>15852.67</c:v>
                </c:pt>
                <c:pt idx="1060">
                  <c:v>15873.39</c:v>
                </c:pt>
                <c:pt idx="1061">
                  <c:v>15894.12</c:v>
                </c:pt>
                <c:pt idx="1062">
                  <c:v>15914.85</c:v>
                </c:pt>
                <c:pt idx="1063">
                  <c:v>15935.57</c:v>
                </c:pt>
                <c:pt idx="1064">
                  <c:v>15956.3</c:v>
                </c:pt>
                <c:pt idx="1065">
                  <c:v>15977.03</c:v>
                </c:pt>
                <c:pt idx="1066">
                  <c:v>15997.75</c:v>
                </c:pt>
                <c:pt idx="1067">
                  <c:v>16018.48</c:v>
                </c:pt>
                <c:pt idx="1068">
                  <c:v>16039.21</c:v>
                </c:pt>
                <c:pt idx="1069">
                  <c:v>16059.93</c:v>
                </c:pt>
                <c:pt idx="1070">
                  <c:v>16080.66</c:v>
                </c:pt>
                <c:pt idx="1071">
                  <c:v>16101.39</c:v>
                </c:pt>
                <c:pt idx="1072">
                  <c:v>16122.11</c:v>
                </c:pt>
                <c:pt idx="1073">
                  <c:v>16142.84</c:v>
                </c:pt>
                <c:pt idx="1074">
                  <c:v>16163.57</c:v>
                </c:pt>
                <c:pt idx="1075">
                  <c:v>16184.29</c:v>
                </c:pt>
                <c:pt idx="1076">
                  <c:v>16205.02</c:v>
                </c:pt>
                <c:pt idx="1077">
                  <c:v>16225.75</c:v>
                </c:pt>
                <c:pt idx="1078">
                  <c:v>16246.48</c:v>
                </c:pt>
                <c:pt idx="1079">
                  <c:v>16267.2</c:v>
                </c:pt>
                <c:pt idx="1080">
                  <c:v>16287.93</c:v>
                </c:pt>
                <c:pt idx="1081">
                  <c:v>16308.66</c:v>
                </c:pt>
                <c:pt idx="1082">
                  <c:v>16329.38</c:v>
                </c:pt>
                <c:pt idx="1083">
                  <c:v>16350.11</c:v>
                </c:pt>
                <c:pt idx="1084">
                  <c:v>16370.84</c:v>
                </c:pt>
                <c:pt idx="1085">
                  <c:v>16391.560000000001</c:v>
                </c:pt>
                <c:pt idx="1086">
                  <c:v>16412.29</c:v>
                </c:pt>
                <c:pt idx="1087">
                  <c:v>16433.02</c:v>
                </c:pt>
                <c:pt idx="1088">
                  <c:v>16453.740000000002</c:v>
                </c:pt>
                <c:pt idx="1089">
                  <c:v>16474.47</c:v>
                </c:pt>
                <c:pt idx="1090">
                  <c:v>16495.2</c:v>
                </c:pt>
                <c:pt idx="1091">
                  <c:v>16515.919999999998</c:v>
                </c:pt>
                <c:pt idx="1092">
                  <c:v>16536.650000000001</c:v>
                </c:pt>
                <c:pt idx="1093">
                  <c:v>16557.38</c:v>
                </c:pt>
                <c:pt idx="1094">
                  <c:v>16578.099999999999</c:v>
                </c:pt>
                <c:pt idx="1095">
                  <c:v>16598.830000000002</c:v>
                </c:pt>
                <c:pt idx="1096">
                  <c:v>16619.560000000001</c:v>
                </c:pt>
                <c:pt idx="1097">
                  <c:v>16640.28</c:v>
                </c:pt>
                <c:pt idx="1098">
                  <c:v>16661.009999999998</c:v>
                </c:pt>
                <c:pt idx="1099">
                  <c:v>16681.740000000002</c:v>
                </c:pt>
                <c:pt idx="1100">
                  <c:v>16702.46</c:v>
                </c:pt>
                <c:pt idx="1101">
                  <c:v>16723.189999999999</c:v>
                </c:pt>
                <c:pt idx="1102">
                  <c:v>16743.919999999998</c:v>
                </c:pt>
                <c:pt idx="1103">
                  <c:v>16764.64</c:v>
                </c:pt>
                <c:pt idx="1104">
                  <c:v>16785.37</c:v>
                </c:pt>
                <c:pt idx="1105">
                  <c:v>16806.099999999999</c:v>
                </c:pt>
                <c:pt idx="1106">
                  <c:v>16826.830000000002</c:v>
                </c:pt>
                <c:pt idx="1107">
                  <c:v>16847.55</c:v>
                </c:pt>
                <c:pt idx="1108">
                  <c:v>16868.28</c:v>
                </c:pt>
                <c:pt idx="1109">
                  <c:v>16889.009999999998</c:v>
                </c:pt>
                <c:pt idx="1110">
                  <c:v>16909.73</c:v>
                </c:pt>
                <c:pt idx="1111">
                  <c:v>16930.46</c:v>
                </c:pt>
                <c:pt idx="1112">
                  <c:v>16951.189999999999</c:v>
                </c:pt>
                <c:pt idx="1113">
                  <c:v>16971.91</c:v>
                </c:pt>
                <c:pt idx="1114">
                  <c:v>16992.64</c:v>
                </c:pt>
                <c:pt idx="1115">
                  <c:v>17013.37</c:v>
                </c:pt>
                <c:pt idx="1116">
                  <c:v>17034.09</c:v>
                </c:pt>
                <c:pt idx="1117">
                  <c:v>17054.82</c:v>
                </c:pt>
                <c:pt idx="1118">
                  <c:v>17075.55</c:v>
                </c:pt>
                <c:pt idx="1119">
                  <c:v>17096.27</c:v>
                </c:pt>
                <c:pt idx="1120">
                  <c:v>17117</c:v>
                </c:pt>
                <c:pt idx="1121">
                  <c:v>17137.73</c:v>
                </c:pt>
                <c:pt idx="1122">
                  <c:v>17158.45</c:v>
                </c:pt>
                <c:pt idx="1123">
                  <c:v>17179.18</c:v>
                </c:pt>
                <c:pt idx="1124">
                  <c:v>17199.91</c:v>
                </c:pt>
                <c:pt idx="1125">
                  <c:v>17220.63</c:v>
                </c:pt>
                <c:pt idx="1126">
                  <c:v>17241.36</c:v>
                </c:pt>
                <c:pt idx="1127">
                  <c:v>17262.09</c:v>
                </c:pt>
                <c:pt idx="1128">
                  <c:v>17282.810000000001</c:v>
                </c:pt>
                <c:pt idx="1129">
                  <c:v>17303.54</c:v>
                </c:pt>
                <c:pt idx="1130">
                  <c:v>17324.27</c:v>
                </c:pt>
                <c:pt idx="1131">
                  <c:v>17344.990000000002</c:v>
                </c:pt>
                <c:pt idx="1132">
                  <c:v>17365.72</c:v>
                </c:pt>
                <c:pt idx="1133">
                  <c:v>17386.45</c:v>
                </c:pt>
                <c:pt idx="1134">
                  <c:v>17407.18</c:v>
                </c:pt>
                <c:pt idx="1135">
                  <c:v>17427.900000000001</c:v>
                </c:pt>
                <c:pt idx="1136">
                  <c:v>17448.63</c:v>
                </c:pt>
                <c:pt idx="1137">
                  <c:v>17469.36</c:v>
                </c:pt>
                <c:pt idx="1138">
                  <c:v>17490.080000000002</c:v>
                </c:pt>
                <c:pt idx="1139">
                  <c:v>17510.810000000001</c:v>
                </c:pt>
                <c:pt idx="1140">
                  <c:v>17531.54</c:v>
                </c:pt>
                <c:pt idx="1141">
                  <c:v>17552.259999999998</c:v>
                </c:pt>
                <c:pt idx="1142">
                  <c:v>17572.990000000002</c:v>
                </c:pt>
                <c:pt idx="1143">
                  <c:v>17593.72</c:v>
                </c:pt>
                <c:pt idx="1144">
                  <c:v>17614.439999999999</c:v>
                </c:pt>
                <c:pt idx="1145">
                  <c:v>17635.169999999998</c:v>
                </c:pt>
                <c:pt idx="1146">
                  <c:v>17655.900000000001</c:v>
                </c:pt>
                <c:pt idx="1147">
                  <c:v>17676.62</c:v>
                </c:pt>
                <c:pt idx="1148">
                  <c:v>17697.349999999999</c:v>
                </c:pt>
                <c:pt idx="1149">
                  <c:v>17718.080000000002</c:v>
                </c:pt>
                <c:pt idx="1150">
                  <c:v>17738.8</c:v>
                </c:pt>
                <c:pt idx="1151">
                  <c:v>17759.53</c:v>
                </c:pt>
                <c:pt idx="1152">
                  <c:v>17780.259999999998</c:v>
                </c:pt>
                <c:pt idx="1153">
                  <c:v>17800.98</c:v>
                </c:pt>
                <c:pt idx="1154">
                  <c:v>17821.71</c:v>
                </c:pt>
                <c:pt idx="1155">
                  <c:v>17842.439999999999</c:v>
                </c:pt>
                <c:pt idx="1156">
                  <c:v>17863.16</c:v>
                </c:pt>
                <c:pt idx="1157">
                  <c:v>17883.89</c:v>
                </c:pt>
                <c:pt idx="1158">
                  <c:v>17904.62</c:v>
                </c:pt>
                <c:pt idx="1159">
                  <c:v>17925.34</c:v>
                </c:pt>
                <c:pt idx="1160">
                  <c:v>17946.07</c:v>
                </c:pt>
                <c:pt idx="1161">
                  <c:v>17966.8</c:v>
                </c:pt>
                <c:pt idx="1162">
                  <c:v>17987.53</c:v>
                </c:pt>
                <c:pt idx="1163">
                  <c:v>18008.25</c:v>
                </c:pt>
                <c:pt idx="1164">
                  <c:v>18028.98</c:v>
                </c:pt>
                <c:pt idx="1165">
                  <c:v>18049.71</c:v>
                </c:pt>
                <c:pt idx="1166">
                  <c:v>18070.43</c:v>
                </c:pt>
                <c:pt idx="1167">
                  <c:v>18091.16</c:v>
                </c:pt>
                <c:pt idx="1168">
                  <c:v>18111.89</c:v>
                </c:pt>
                <c:pt idx="1169">
                  <c:v>18132.61</c:v>
                </c:pt>
                <c:pt idx="1170">
                  <c:v>18153.34</c:v>
                </c:pt>
                <c:pt idx="1171">
                  <c:v>18174.07</c:v>
                </c:pt>
                <c:pt idx="1172">
                  <c:v>18194.79</c:v>
                </c:pt>
                <c:pt idx="1173">
                  <c:v>18215.52</c:v>
                </c:pt>
                <c:pt idx="1174">
                  <c:v>18236.25</c:v>
                </c:pt>
                <c:pt idx="1175">
                  <c:v>18256.97</c:v>
                </c:pt>
                <c:pt idx="1176">
                  <c:v>18277.7</c:v>
                </c:pt>
                <c:pt idx="1177">
                  <c:v>18298.43</c:v>
                </c:pt>
                <c:pt idx="1178">
                  <c:v>18319.150000000001</c:v>
                </c:pt>
                <c:pt idx="1179">
                  <c:v>18339.88</c:v>
                </c:pt>
                <c:pt idx="1180">
                  <c:v>18360.61</c:v>
                </c:pt>
                <c:pt idx="1181">
                  <c:v>18381.330000000002</c:v>
                </c:pt>
                <c:pt idx="1182">
                  <c:v>18402.060000000001</c:v>
                </c:pt>
                <c:pt idx="1183">
                  <c:v>18422.79</c:v>
                </c:pt>
                <c:pt idx="1184">
                  <c:v>18443.509999999998</c:v>
                </c:pt>
                <c:pt idx="1185">
                  <c:v>18464.240000000002</c:v>
                </c:pt>
                <c:pt idx="1186">
                  <c:v>18484.97</c:v>
                </c:pt>
                <c:pt idx="1187">
                  <c:v>18505.689999999999</c:v>
                </c:pt>
                <c:pt idx="1188">
                  <c:v>18526.419999999998</c:v>
                </c:pt>
                <c:pt idx="1189">
                  <c:v>18547.150000000001</c:v>
                </c:pt>
                <c:pt idx="1190">
                  <c:v>18567.88</c:v>
                </c:pt>
                <c:pt idx="1191">
                  <c:v>18588.599999999999</c:v>
                </c:pt>
                <c:pt idx="1192">
                  <c:v>18609.330000000002</c:v>
                </c:pt>
                <c:pt idx="1193">
                  <c:v>18630.060000000001</c:v>
                </c:pt>
                <c:pt idx="1194">
                  <c:v>18650.78</c:v>
                </c:pt>
                <c:pt idx="1195">
                  <c:v>18671.509999999998</c:v>
                </c:pt>
                <c:pt idx="1196">
                  <c:v>18692.240000000002</c:v>
                </c:pt>
                <c:pt idx="1197">
                  <c:v>18712.96</c:v>
                </c:pt>
                <c:pt idx="1198">
                  <c:v>18733.689999999999</c:v>
                </c:pt>
                <c:pt idx="1199">
                  <c:v>18754.419999999998</c:v>
                </c:pt>
                <c:pt idx="1200">
                  <c:v>18775.14</c:v>
                </c:pt>
                <c:pt idx="1201">
                  <c:v>18795.87</c:v>
                </c:pt>
                <c:pt idx="1202">
                  <c:v>18816.599999999999</c:v>
                </c:pt>
                <c:pt idx="1203">
                  <c:v>18837.32</c:v>
                </c:pt>
                <c:pt idx="1204">
                  <c:v>18858.05</c:v>
                </c:pt>
                <c:pt idx="1205">
                  <c:v>18878.78</c:v>
                </c:pt>
                <c:pt idx="1206">
                  <c:v>18899.5</c:v>
                </c:pt>
                <c:pt idx="1207">
                  <c:v>18920.23</c:v>
                </c:pt>
                <c:pt idx="1208">
                  <c:v>18940.96</c:v>
                </c:pt>
                <c:pt idx="1209">
                  <c:v>18961.68</c:v>
                </c:pt>
                <c:pt idx="1210">
                  <c:v>18982.41</c:v>
                </c:pt>
                <c:pt idx="1211">
                  <c:v>19003.14</c:v>
                </c:pt>
                <c:pt idx="1212">
                  <c:v>19023.86</c:v>
                </c:pt>
                <c:pt idx="1213">
                  <c:v>19044.59</c:v>
                </c:pt>
                <c:pt idx="1214">
                  <c:v>19065.32</c:v>
                </c:pt>
                <c:pt idx="1215">
                  <c:v>19086.04</c:v>
                </c:pt>
                <c:pt idx="1216">
                  <c:v>19106.77</c:v>
                </c:pt>
                <c:pt idx="1217">
                  <c:v>19127.5</c:v>
                </c:pt>
                <c:pt idx="1218">
                  <c:v>19148.23</c:v>
                </c:pt>
                <c:pt idx="1219">
                  <c:v>19168.95</c:v>
                </c:pt>
                <c:pt idx="1220">
                  <c:v>19189.68</c:v>
                </c:pt>
                <c:pt idx="1221">
                  <c:v>19210.41</c:v>
                </c:pt>
                <c:pt idx="1222">
                  <c:v>19231.13</c:v>
                </c:pt>
                <c:pt idx="1223">
                  <c:v>19251.86</c:v>
                </c:pt>
                <c:pt idx="1224">
                  <c:v>19272.59</c:v>
                </c:pt>
                <c:pt idx="1225">
                  <c:v>19293.310000000001</c:v>
                </c:pt>
                <c:pt idx="1226">
                  <c:v>19314.04</c:v>
                </c:pt>
                <c:pt idx="1227">
                  <c:v>19334.77</c:v>
                </c:pt>
                <c:pt idx="1228">
                  <c:v>19355.490000000002</c:v>
                </c:pt>
                <c:pt idx="1229">
                  <c:v>19376.22</c:v>
                </c:pt>
                <c:pt idx="1230">
                  <c:v>19396.95</c:v>
                </c:pt>
                <c:pt idx="1231">
                  <c:v>19417.669999999998</c:v>
                </c:pt>
                <c:pt idx="1232">
                  <c:v>19438.400000000001</c:v>
                </c:pt>
                <c:pt idx="1233">
                  <c:v>19459.13</c:v>
                </c:pt>
                <c:pt idx="1234">
                  <c:v>19479.849999999999</c:v>
                </c:pt>
                <c:pt idx="1235">
                  <c:v>19500.580000000002</c:v>
                </c:pt>
                <c:pt idx="1236">
                  <c:v>19521.310000000001</c:v>
                </c:pt>
                <c:pt idx="1237">
                  <c:v>19542.03</c:v>
                </c:pt>
                <c:pt idx="1238">
                  <c:v>19562.759999999998</c:v>
                </c:pt>
                <c:pt idx="1239">
                  <c:v>19583.490000000002</c:v>
                </c:pt>
                <c:pt idx="1240">
                  <c:v>19604.21</c:v>
                </c:pt>
                <c:pt idx="1241">
                  <c:v>19624.939999999999</c:v>
                </c:pt>
                <c:pt idx="1242">
                  <c:v>19645.669999999998</c:v>
                </c:pt>
                <c:pt idx="1243">
                  <c:v>19666.39</c:v>
                </c:pt>
                <c:pt idx="1244">
                  <c:v>19687.12</c:v>
                </c:pt>
                <c:pt idx="1245">
                  <c:v>19707.849999999999</c:v>
                </c:pt>
                <c:pt idx="1246">
                  <c:v>19728.580000000002</c:v>
                </c:pt>
                <c:pt idx="1247">
                  <c:v>19749.3</c:v>
                </c:pt>
                <c:pt idx="1248">
                  <c:v>19770.03</c:v>
                </c:pt>
                <c:pt idx="1249">
                  <c:v>19790.759999999998</c:v>
                </c:pt>
                <c:pt idx="1250">
                  <c:v>19811.48</c:v>
                </c:pt>
                <c:pt idx="1251">
                  <c:v>19832.21</c:v>
                </c:pt>
                <c:pt idx="1252">
                  <c:v>19852.939999999999</c:v>
                </c:pt>
                <c:pt idx="1253">
                  <c:v>19873.66</c:v>
                </c:pt>
                <c:pt idx="1254">
                  <c:v>19894.39</c:v>
                </c:pt>
                <c:pt idx="1255">
                  <c:v>19915.12</c:v>
                </c:pt>
                <c:pt idx="1256">
                  <c:v>19935.84</c:v>
                </c:pt>
                <c:pt idx="1257">
                  <c:v>19956.57</c:v>
                </c:pt>
                <c:pt idx="1258">
                  <c:v>19977.3</c:v>
                </c:pt>
                <c:pt idx="1259">
                  <c:v>19998.02</c:v>
                </c:pt>
                <c:pt idx="1260">
                  <c:v>20018.75</c:v>
                </c:pt>
                <c:pt idx="1261">
                  <c:v>20039.48</c:v>
                </c:pt>
                <c:pt idx="1262">
                  <c:v>20060.2</c:v>
                </c:pt>
                <c:pt idx="1263">
                  <c:v>20080.93</c:v>
                </c:pt>
                <c:pt idx="1264">
                  <c:v>20101.66</c:v>
                </c:pt>
                <c:pt idx="1265">
                  <c:v>20122.38</c:v>
                </c:pt>
                <c:pt idx="1266">
                  <c:v>20143.11</c:v>
                </c:pt>
                <c:pt idx="1267">
                  <c:v>20163.84</c:v>
                </c:pt>
                <c:pt idx="1268">
                  <c:v>20184.560000000001</c:v>
                </c:pt>
                <c:pt idx="1269">
                  <c:v>20205.29</c:v>
                </c:pt>
                <c:pt idx="1270">
                  <c:v>20226.02</c:v>
                </c:pt>
                <c:pt idx="1271">
                  <c:v>20246.740000000002</c:v>
                </c:pt>
                <c:pt idx="1272">
                  <c:v>20267.47</c:v>
                </c:pt>
                <c:pt idx="1273">
                  <c:v>20288.2</c:v>
                </c:pt>
                <c:pt idx="1274">
                  <c:v>20308.93</c:v>
                </c:pt>
                <c:pt idx="1275">
                  <c:v>20329.650000000001</c:v>
                </c:pt>
                <c:pt idx="1276">
                  <c:v>20350.38</c:v>
                </c:pt>
                <c:pt idx="1277">
                  <c:v>20371.11</c:v>
                </c:pt>
                <c:pt idx="1278">
                  <c:v>20391.830000000002</c:v>
                </c:pt>
                <c:pt idx="1279">
                  <c:v>20412.560000000001</c:v>
                </c:pt>
                <c:pt idx="1280">
                  <c:v>20433.29</c:v>
                </c:pt>
                <c:pt idx="1281">
                  <c:v>20454.009999999998</c:v>
                </c:pt>
                <c:pt idx="1282">
                  <c:v>20474.740000000002</c:v>
                </c:pt>
                <c:pt idx="1283">
                  <c:v>20495.47</c:v>
                </c:pt>
                <c:pt idx="1284">
                  <c:v>20516.189999999999</c:v>
                </c:pt>
                <c:pt idx="1285">
                  <c:v>20536.919999999998</c:v>
                </c:pt>
                <c:pt idx="1286">
                  <c:v>20557.650000000001</c:v>
                </c:pt>
                <c:pt idx="1287">
                  <c:v>20578.37</c:v>
                </c:pt>
                <c:pt idx="1288">
                  <c:v>20599.099999999999</c:v>
                </c:pt>
                <c:pt idx="1289">
                  <c:v>20619.830000000002</c:v>
                </c:pt>
                <c:pt idx="1290">
                  <c:v>20640.55</c:v>
                </c:pt>
                <c:pt idx="1291">
                  <c:v>20661.28</c:v>
                </c:pt>
                <c:pt idx="1292">
                  <c:v>20682.009999999998</c:v>
                </c:pt>
                <c:pt idx="1293">
                  <c:v>20702.73</c:v>
                </c:pt>
                <c:pt idx="1294">
                  <c:v>20723.46</c:v>
                </c:pt>
                <c:pt idx="1295">
                  <c:v>20744.189999999999</c:v>
                </c:pt>
                <c:pt idx="1296">
                  <c:v>20764.91</c:v>
                </c:pt>
                <c:pt idx="1297">
                  <c:v>20785.64</c:v>
                </c:pt>
                <c:pt idx="1298">
                  <c:v>20806.37</c:v>
                </c:pt>
                <c:pt idx="1299">
                  <c:v>20827.09</c:v>
                </c:pt>
                <c:pt idx="1300">
                  <c:v>20847.82</c:v>
                </c:pt>
                <c:pt idx="1301">
                  <c:v>20868.55</c:v>
                </c:pt>
                <c:pt idx="1302">
                  <c:v>20889.28</c:v>
                </c:pt>
                <c:pt idx="1303">
                  <c:v>20910</c:v>
                </c:pt>
                <c:pt idx="1304">
                  <c:v>20930.73</c:v>
                </c:pt>
                <c:pt idx="1305">
                  <c:v>20951.46</c:v>
                </c:pt>
                <c:pt idx="1306">
                  <c:v>20972.18</c:v>
                </c:pt>
                <c:pt idx="1307">
                  <c:v>20992.91</c:v>
                </c:pt>
                <c:pt idx="1308">
                  <c:v>21013.64</c:v>
                </c:pt>
                <c:pt idx="1309">
                  <c:v>21034.36</c:v>
                </c:pt>
                <c:pt idx="1310">
                  <c:v>21055.09</c:v>
                </c:pt>
                <c:pt idx="1311">
                  <c:v>21075.82</c:v>
                </c:pt>
                <c:pt idx="1312">
                  <c:v>21096.54</c:v>
                </c:pt>
                <c:pt idx="1313">
                  <c:v>21117.27</c:v>
                </c:pt>
                <c:pt idx="1314">
                  <c:v>21138</c:v>
                </c:pt>
                <c:pt idx="1315">
                  <c:v>21158.720000000001</c:v>
                </c:pt>
                <c:pt idx="1316">
                  <c:v>21179.45</c:v>
                </c:pt>
                <c:pt idx="1317">
                  <c:v>21200.18</c:v>
                </c:pt>
                <c:pt idx="1318">
                  <c:v>21220.9</c:v>
                </c:pt>
                <c:pt idx="1319">
                  <c:v>21241.63</c:v>
                </c:pt>
                <c:pt idx="1320">
                  <c:v>21262.36</c:v>
                </c:pt>
                <c:pt idx="1321">
                  <c:v>21283.08</c:v>
                </c:pt>
                <c:pt idx="1322">
                  <c:v>21303.81</c:v>
                </c:pt>
                <c:pt idx="1323">
                  <c:v>21324.54</c:v>
                </c:pt>
                <c:pt idx="1324">
                  <c:v>21345.26</c:v>
                </c:pt>
                <c:pt idx="1325">
                  <c:v>21365.99</c:v>
                </c:pt>
                <c:pt idx="1326">
                  <c:v>21386.720000000001</c:v>
                </c:pt>
                <c:pt idx="1327">
                  <c:v>21407.439999999999</c:v>
                </c:pt>
                <c:pt idx="1328">
                  <c:v>21428.17</c:v>
                </c:pt>
                <c:pt idx="1329">
                  <c:v>21448.9</c:v>
                </c:pt>
                <c:pt idx="1330">
                  <c:v>21469.63</c:v>
                </c:pt>
                <c:pt idx="1331">
                  <c:v>21490.35</c:v>
                </c:pt>
                <c:pt idx="1332">
                  <c:v>21511.08</c:v>
                </c:pt>
                <c:pt idx="1333">
                  <c:v>21531.81</c:v>
                </c:pt>
                <c:pt idx="1334">
                  <c:v>21552.53</c:v>
                </c:pt>
                <c:pt idx="1335">
                  <c:v>21573.26</c:v>
                </c:pt>
                <c:pt idx="1336">
                  <c:v>21593.99</c:v>
                </c:pt>
                <c:pt idx="1337">
                  <c:v>21614.71</c:v>
                </c:pt>
                <c:pt idx="1338">
                  <c:v>21635.439999999999</c:v>
                </c:pt>
                <c:pt idx="1339">
                  <c:v>21656.17</c:v>
                </c:pt>
                <c:pt idx="1340">
                  <c:v>21676.89</c:v>
                </c:pt>
                <c:pt idx="1341">
                  <c:v>21697.62</c:v>
                </c:pt>
                <c:pt idx="1342">
                  <c:v>21718.35</c:v>
                </c:pt>
                <c:pt idx="1343">
                  <c:v>21739.07</c:v>
                </c:pt>
                <c:pt idx="1344">
                  <c:v>21759.8</c:v>
                </c:pt>
                <c:pt idx="1345">
                  <c:v>21780.53</c:v>
                </c:pt>
                <c:pt idx="1346">
                  <c:v>21801.25</c:v>
                </c:pt>
                <c:pt idx="1347">
                  <c:v>21821.98</c:v>
                </c:pt>
                <c:pt idx="1348">
                  <c:v>21842.71</c:v>
                </c:pt>
                <c:pt idx="1349">
                  <c:v>21863.43</c:v>
                </c:pt>
                <c:pt idx="1350">
                  <c:v>21884.16</c:v>
                </c:pt>
                <c:pt idx="1351">
                  <c:v>21904.89</c:v>
                </c:pt>
                <c:pt idx="1352">
                  <c:v>21925.61</c:v>
                </c:pt>
                <c:pt idx="1353">
                  <c:v>21946.34</c:v>
                </c:pt>
                <c:pt idx="1354">
                  <c:v>21967.07</c:v>
                </c:pt>
                <c:pt idx="1355">
                  <c:v>21987.79</c:v>
                </c:pt>
                <c:pt idx="1356">
                  <c:v>22008.52</c:v>
                </c:pt>
                <c:pt idx="1357">
                  <c:v>22029.25</c:v>
                </c:pt>
                <c:pt idx="1358">
                  <c:v>22049.98</c:v>
                </c:pt>
                <c:pt idx="1359">
                  <c:v>22070.7</c:v>
                </c:pt>
                <c:pt idx="1360">
                  <c:v>22091.43</c:v>
                </c:pt>
                <c:pt idx="1361">
                  <c:v>22112.16</c:v>
                </c:pt>
                <c:pt idx="1362">
                  <c:v>22132.880000000001</c:v>
                </c:pt>
                <c:pt idx="1363">
                  <c:v>22153.61</c:v>
                </c:pt>
                <c:pt idx="1364">
                  <c:v>22174.34</c:v>
                </c:pt>
                <c:pt idx="1365">
                  <c:v>22195.06</c:v>
                </c:pt>
                <c:pt idx="1366">
                  <c:v>22215.79</c:v>
                </c:pt>
                <c:pt idx="1367">
                  <c:v>22236.52</c:v>
                </c:pt>
                <c:pt idx="1368">
                  <c:v>22257.24</c:v>
                </c:pt>
                <c:pt idx="1369">
                  <c:v>22277.97</c:v>
                </c:pt>
                <c:pt idx="1370">
                  <c:v>22298.7</c:v>
                </c:pt>
                <c:pt idx="1371">
                  <c:v>22319.42</c:v>
                </c:pt>
                <c:pt idx="1372">
                  <c:v>22340.15</c:v>
                </c:pt>
                <c:pt idx="1373">
                  <c:v>22360.880000000001</c:v>
                </c:pt>
                <c:pt idx="1374">
                  <c:v>22381.599999999999</c:v>
                </c:pt>
                <c:pt idx="1375">
                  <c:v>22402.33</c:v>
                </c:pt>
                <c:pt idx="1376">
                  <c:v>22423.06</c:v>
                </c:pt>
                <c:pt idx="1377">
                  <c:v>22443.78</c:v>
                </c:pt>
                <c:pt idx="1378">
                  <c:v>22464.51</c:v>
                </c:pt>
                <c:pt idx="1379">
                  <c:v>22485.24</c:v>
                </c:pt>
                <c:pt idx="1380">
                  <c:v>22505.96</c:v>
                </c:pt>
                <c:pt idx="1381">
                  <c:v>22526.69</c:v>
                </c:pt>
                <c:pt idx="1382">
                  <c:v>22547.42</c:v>
                </c:pt>
                <c:pt idx="1383">
                  <c:v>22568.14</c:v>
                </c:pt>
                <c:pt idx="1384">
                  <c:v>22588.87</c:v>
                </c:pt>
                <c:pt idx="1385">
                  <c:v>22609.599999999999</c:v>
                </c:pt>
                <c:pt idx="1386">
                  <c:v>22630.33</c:v>
                </c:pt>
                <c:pt idx="1387">
                  <c:v>22651.05</c:v>
                </c:pt>
                <c:pt idx="1388">
                  <c:v>22671.78</c:v>
                </c:pt>
                <c:pt idx="1389">
                  <c:v>22692.51</c:v>
                </c:pt>
                <c:pt idx="1390">
                  <c:v>22713.23</c:v>
                </c:pt>
                <c:pt idx="1391">
                  <c:v>22733.96</c:v>
                </c:pt>
                <c:pt idx="1392">
                  <c:v>22754.69</c:v>
                </c:pt>
                <c:pt idx="1393">
                  <c:v>22775.41</c:v>
                </c:pt>
                <c:pt idx="1394">
                  <c:v>22796.14</c:v>
                </c:pt>
                <c:pt idx="1395">
                  <c:v>22816.87</c:v>
                </c:pt>
                <c:pt idx="1396">
                  <c:v>22837.59</c:v>
                </c:pt>
                <c:pt idx="1397">
                  <c:v>22858.32</c:v>
                </c:pt>
                <c:pt idx="1398">
                  <c:v>22879.05</c:v>
                </c:pt>
                <c:pt idx="1399">
                  <c:v>22899.77</c:v>
                </c:pt>
                <c:pt idx="1400">
                  <c:v>22920.5</c:v>
                </c:pt>
                <c:pt idx="1401">
                  <c:v>22941.23</c:v>
                </c:pt>
                <c:pt idx="1402">
                  <c:v>22961.95</c:v>
                </c:pt>
                <c:pt idx="1403">
                  <c:v>22982.68</c:v>
                </c:pt>
                <c:pt idx="1404">
                  <c:v>23003.41</c:v>
                </c:pt>
                <c:pt idx="1405">
                  <c:v>23024.13</c:v>
                </c:pt>
                <c:pt idx="1406">
                  <c:v>23044.86</c:v>
                </c:pt>
                <c:pt idx="1407">
                  <c:v>23065.59</c:v>
                </c:pt>
                <c:pt idx="1408">
                  <c:v>23086.31</c:v>
                </c:pt>
                <c:pt idx="1409">
                  <c:v>23107.040000000001</c:v>
                </c:pt>
                <c:pt idx="1410">
                  <c:v>23127.77</c:v>
                </c:pt>
                <c:pt idx="1411">
                  <c:v>23148.49</c:v>
                </c:pt>
                <c:pt idx="1412">
                  <c:v>23169.22</c:v>
                </c:pt>
                <c:pt idx="1413">
                  <c:v>23189.95</c:v>
                </c:pt>
                <c:pt idx="1414">
                  <c:v>23210.68</c:v>
                </c:pt>
                <c:pt idx="1415">
                  <c:v>23231.4</c:v>
                </c:pt>
                <c:pt idx="1416">
                  <c:v>23252.13</c:v>
                </c:pt>
                <c:pt idx="1417">
                  <c:v>23272.86</c:v>
                </c:pt>
                <c:pt idx="1418">
                  <c:v>23293.58</c:v>
                </c:pt>
                <c:pt idx="1419">
                  <c:v>23314.31</c:v>
                </c:pt>
                <c:pt idx="1420">
                  <c:v>23331.84</c:v>
                </c:pt>
                <c:pt idx="1421">
                  <c:v>23348.65</c:v>
                </c:pt>
                <c:pt idx="1422">
                  <c:v>23365.47</c:v>
                </c:pt>
                <c:pt idx="1423">
                  <c:v>23382.28</c:v>
                </c:pt>
                <c:pt idx="1424">
                  <c:v>23399.1</c:v>
                </c:pt>
                <c:pt idx="1425">
                  <c:v>23415.919999999998</c:v>
                </c:pt>
                <c:pt idx="1426">
                  <c:v>23432.73</c:v>
                </c:pt>
                <c:pt idx="1427">
                  <c:v>23449.55</c:v>
                </c:pt>
                <c:pt idx="1428">
                  <c:v>23466.37</c:v>
                </c:pt>
                <c:pt idx="1429">
                  <c:v>23483.18</c:v>
                </c:pt>
                <c:pt idx="1430">
                  <c:v>23500</c:v>
                </c:pt>
                <c:pt idx="1431">
                  <c:v>23516.81</c:v>
                </c:pt>
                <c:pt idx="1432">
                  <c:v>23533.63</c:v>
                </c:pt>
                <c:pt idx="1433">
                  <c:v>23550.45</c:v>
                </c:pt>
                <c:pt idx="1434">
                  <c:v>23567.26</c:v>
                </c:pt>
                <c:pt idx="1435">
                  <c:v>23584.080000000002</c:v>
                </c:pt>
                <c:pt idx="1436">
                  <c:v>23600.89</c:v>
                </c:pt>
                <c:pt idx="1437">
                  <c:v>23617.71</c:v>
                </c:pt>
                <c:pt idx="1438">
                  <c:v>23634.53</c:v>
                </c:pt>
                <c:pt idx="1439">
                  <c:v>23651.34</c:v>
                </c:pt>
                <c:pt idx="1440">
                  <c:v>23668.16</c:v>
                </c:pt>
                <c:pt idx="1441">
                  <c:v>23684.97</c:v>
                </c:pt>
                <c:pt idx="1442">
                  <c:v>23701.79</c:v>
                </c:pt>
                <c:pt idx="1443">
                  <c:v>23718.61</c:v>
                </c:pt>
                <c:pt idx="1444">
                  <c:v>23735.42</c:v>
                </c:pt>
                <c:pt idx="1445">
                  <c:v>23752.240000000002</c:v>
                </c:pt>
                <c:pt idx="1446">
                  <c:v>23769.05</c:v>
                </c:pt>
                <c:pt idx="1447">
                  <c:v>23785.87</c:v>
                </c:pt>
                <c:pt idx="1448">
                  <c:v>23802.69</c:v>
                </c:pt>
                <c:pt idx="1449">
                  <c:v>23819.5</c:v>
                </c:pt>
                <c:pt idx="1450">
                  <c:v>23836.32</c:v>
                </c:pt>
                <c:pt idx="1451">
                  <c:v>23853.13</c:v>
                </c:pt>
                <c:pt idx="1452">
                  <c:v>23869.95</c:v>
                </c:pt>
                <c:pt idx="1453">
                  <c:v>23886.77</c:v>
                </c:pt>
                <c:pt idx="1454">
                  <c:v>23903.58</c:v>
                </c:pt>
                <c:pt idx="1455">
                  <c:v>23920.400000000001</c:v>
                </c:pt>
                <c:pt idx="1456">
                  <c:v>23937.22</c:v>
                </c:pt>
                <c:pt idx="1457">
                  <c:v>23954.03</c:v>
                </c:pt>
                <c:pt idx="1458">
                  <c:v>23970.85</c:v>
                </c:pt>
                <c:pt idx="1459">
                  <c:v>23987.66</c:v>
                </c:pt>
                <c:pt idx="1460">
                  <c:v>24004.48</c:v>
                </c:pt>
                <c:pt idx="1461">
                  <c:v>24021.3</c:v>
                </c:pt>
                <c:pt idx="1462">
                  <c:v>24038.11</c:v>
                </c:pt>
                <c:pt idx="1463">
                  <c:v>24054.93</c:v>
                </c:pt>
                <c:pt idx="1464">
                  <c:v>24071.74</c:v>
                </c:pt>
                <c:pt idx="1465">
                  <c:v>24088.560000000001</c:v>
                </c:pt>
                <c:pt idx="1466">
                  <c:v>24105.38</c:v>
                </c:pt>
                <c:pt idx="1467">
                  <c:v>24122.19</c:v>
                </c:pt>
                <c:pt idx="1468">
                  <c:v>24139.01</c:v>
                </c:pt>
                <c:pt idx="1469">
                  <c:v>24155.82</c:v>
                </c:pt>
                <c:pt idx="1470">
                  <c:v>24172.639999999999</c:v>
                </c:pt>
                <c:pt idx="1471">
                  <c:v>24189.46</c:v>
                </c:pt>
                <c:pt idx="1472">
                  <c:v>24206.27</c:v>
                </c:pt>
                <c:pt idx="1473">
                  <c:v>24223.09</c:v>
                </c:pt>
                <c:pt idx="1474">
                  <c:v>24239.9</c:v>
                </c:pt>
                <c:pt idx="1475">
                  <c:v>24256.720000000001</c:v>
                </c:pt>
                <c:pt idx="1476">
                  <c:v>24273.54</c:v>
                </c:pt>
                <c:pt idx="1477">
                  <c:v>24290.35</c:v>
                </c:pt>
                <c:pt idx="1478">
                  <c:v>24307.17</c:v>
                </c:pt>
                <c:pt idx="1479">
                  <c:v>24323.98</c:v>
                </c:pt>
                <c:pt idx="1480">
                  <c:v>24340.799999999999</c:v>
                </c:pt>
                <c:pt idx="1481">
                  <c:v>24357.62</c:v>
                </c:pt>
                <c:pt idx="1482">
                  <c:v>24374.43</c:v>
                </c:pt>
                <c:pt idx="1483">
                  <c:v>24391.25</c:v>
                </c:pt>
                <c:pt idx="1484">
                  <c:v>24408.07</c:v>
                </c:pt>
                <c:pt idx="1485">
                  <c:v>24424.880000000001</c:v>
                </c:pt>
                <c:pt idx="1486">
                  <c:v>24441.7</c:v>
                </c:pt>
                <c:pt idx="1487">
                  <c:v>24458.51</c:v>
                </c:pt>
                <c:pt idx="1488">
                  <c:v>24475.33</c:v>
                </c:pt>
                <c:pt idx="1489">
                  <c:v>24492.15</c:v>
                </c:pt>
                <c:pt idx="1490">
                  <c:v>24508.959999999999</c:v>
                </c:pt>
                <c:pt idx="1491">
                  <c:v>24525.78</c:v>
                </c:pt>
                <c:pt idx="1492">
                  <c:v>24542.59</c:v>
                </c:pt>
                <c:pt idx="1493">
                  <c:v>24559.41</c:v>
                </c:pt>
                <c:pt idx="1494">
                  <c:v>24576.23</c:v>
                </c:pt>
                <c:pt idx="1495">
                  <c:v>24593.040000000001</c:v>
                </c:pt>
                <c:pt idx="1496">
                  <c:v>24609.86</c:v>
                </c:pt>
                <c:pt idx="1497">
                  <c:v>24626.67</c:v>
                </c:pt>
                <c:pt idx="1498">
                  <c:v>24643.49</c:v>
                </c:pt>
                <c:pt idx="1499">
                  <c:v>24660.31</c:v>
                </c:pt>
                <c:pt idx="1500">
                  <c:v>24677.119999999999</c:v>
                </c:pt>
                <c:pt idx="1501">
                  <c:v>24693.94</c:v>
                </c:pt>
                <c:pt idx="1502">
                  <c:v>24710.75</c:v>
                </c:pt>
                <c:pt idx="1503">
                  <c:v>24727.57</c:v>
                </c:pt>
                <c:pt idx="1504">
                  <c:v>24744.39</c:v>
                </c:pt>
                <c:pt idx="1505">
                  <c:v>24761.200000000001</c:v>
                </c:pt>
                <c:pt idx="1506">
                  <c:v>24778.02</c:v>
                </c:pt>
                <c:pt idx="1507">
                  <c:v>24794.83</c:v>
                </c:pt>
                <c:pt idx="1508">
                  <c:v>24811.65</c:v>
                </c:pt>
                <c:pt idx="1509">
                  <c:v>24828.47</c:v>
                </c:pt>
                <c:pt idx="1510">
                  <c:v>24845.279999999999</c:v>
                </c:pt>
                <c:pt idx="1511">
                  <c:v>24862.1</c:v>
                </c:pt>
                <c:pt idx="1512">
                  <c:v>24878.92</c:v>
                </c:pt>
                <c:pt idx="1513">
                  <c:v>24895.73</c:v>
                </c:pt>
                <c:pt idx="1514">
                  <c:v>24912.55</c:v>
                </c:pt>
                <c:pt idx="1515">
                  <c:v>24929.360000000001</c:v>
                </c:pt>
                <c:pt idx="1516">
                  <c:v>24946.18</c:v>
                </c:pt>
                <c:pt idx="1517">
                  <c:v>24963</c:v>
                </c:pt>
                <c:pt idx="1518">
                  <c:v>24979.81</c:v>
                </c:pt>
                <c:pt idx="1519">
                  <c:v>24996.63</c:v>
                </c:pt>
                <c:pt idx="1520">
                  <c:v>25013.439999999999</c:v>
                </c:pt>
                <c:pt idx="1521">
                  <c:v>25030.26</c:v>
                </c:pt>
                <c:pt idx="1522">
                  <c:v>25047.08</c:v>
                </c:pt>
                <c:pt idx="1523">
                  <c:v>25063.89</c:v>
                </c:pt>
                <c:pt idx="1524">
                  <c:v>25080.71</c:v>
                </c:pt>
                <c:pt idx="1525">
                  <c:v>25097.52</c:v>
                </c:pt>
                <c:pt idx="1526">
                  <c:v>25114.34</c:v>
                </c:pt>
                <c:pt idx="1527">
                  <c:v>25131.16</c:v>
                </c:pt>
                <c:pt idx="1528">
                  <c:v>25147.97</c:v>
                </c:pt>
                <c:pt idx="1529">
                  <c:v>25164.79</c:v>
                </c:pt>
                <c:pt idx="1530">
                  <c:v>25181.599999999999</c:v>
                </c:pt>
                <c:pt idx="1531">
                  <c:v>25198.42</c:v>
                </c:pt>
                <c:pt idx="1532">
                  <c:v>25215.24</c:v>
                </c:pt>
                <c:pt idx="1533">
                  <c:v>25232.05</c:v>
                </c:pt>
                <c:pt idx="1534">
                  <c:v>25248.87</c:v>
                </c:pt>
                <c:pt idx="1535">
                  <c:v>25265.68</c:v>
                </c:pt>
                <c:pt idx="1536">
                  <c:v>25282.5</c:v>
                </c:pt>
                <c:pt idx="1537">
                  <c:v>25299.32</c:v>
                </c:pt>
                <c:pt idx="1538">
                  <c:v>25316.13</c:v>
                </c:pt>
                <c:pt idx="1539">
                  <c:v>25332.95</c:v>
                </c:pt>
                <c:pt idx="1540">
                  <c:v>25349.77</c:v>
                </c:pt>
                <c:pt idx="1541">
                  <c:v>25366.58</c:v>
                </c:pt>
                <c:pt idx="1542">
                  <c:v>25383.4</c:v>
                </c:pt>
                <c:pt idx="1543">
                  <c:v>25400.21</c:v>
                </c:pt>
                <c:pt idx="1544">
                  <c:v>25417.03</c:v>
                </c:pt>
                <c:pt idx="1545">
                  <c:v>25433.85</c:v>
                </c:pt>
                <c:pt idx="1546">
                  <c:v>25450.66</c:v>
                </c:pt>
                <c:pt idx="1547">
                  <c:v>25467.48</c:v>
                </c:pt>
                <c:pt idx="1548">
                  <c:v>25484.29</c:v>
                </c:pt>
                <c:pt idx="1549">
                  <c:v>25501.11</c:v>
                </c:pt>
                <c:pt idx="1550">
                  <c:v>25517.93</c:v>
                </c:pt>
                <c:pt idx="1551">
                  <c:v>25534.74</c:v>
                </c:pt>
                <c:pt idx="1552">
                  <c:v>25551.56</c:v>
                </c:pt>
                <c:pt idx="1553">
                  <c:v>25568.37</c:v>
                </c:pt>
                <c:pt idx="1554">
                  <c:v>25585.19</c:v>
                </c:pt>
                <c:pt idx="1555">
                  <c:v>25602.01</c:v>
                </c:pt>
                <c:pt idx="1556">
                  <c:v>25618.82</c:v>
                </c:pt>
                <c:pt idx="1557">
                  <c:v>25635.64</c:v>
                </c:pt>
                <c:pt idx="1558">
                  <c:v>25652.45</c:v>
                </c:pt>
                <c:pt idx="1559">
                  <c:v>25669.27</c:v>
                </c:pt>
                <c:pt idx="1560">
                  <c:v>25686.09</c:v>
                </c:pt>
                <c:pt idx="1561">
                  <c:v>25702.9</c:v>
                </c:pt>
                <c:pt idx="1562">
                  <c:v>25719.72</c:v>
                </c:pt>
                <c:pt idx="1563">
                  <c:v>25736.53</c:v>
                </c:pt>
                <c:pt idx="1564">
                  <c:v>25753.35</c:v>
                </c:pt>
                <c:pt idx="1565">
                  <c:v>25770.17</c:v>
                </c:pt>
                <c:pt idx="1566">
                  <c:v>25786.98</c:v>
                </c:pt>
                <c:pt idx="1567">
                  <c:v>25803.8</c:v>
                </c:pt>
                <c:pt idx="1568">
                  <c:v>25820.62</c:v>
                </c:pt>
                <c:pt idx="1569">
                  <c:v>25837.43</c:v>
                </c:pt>
                <c:pt idx="1570">
                  <c:v>25854.25</c:v>
                </c:pt>
                <c:pt idx="1571">
                  <c:v>25871.06</c:v>
                </c:pt>
                <c:pt idx="1572">
                  <c:v>25887.88</c:v>
                </c:pt>
                <c:pt idx="1573">
                  <c:v>25904.7</c:v>
                </c:pt>
                <c:pt idx="1574">
                  <c:v>25921.51</c:v>
                </c:pt>
                <c:pt idx="1575">
                  <c:v>25938.33</c:v>
                </c:pt>
                <c:pt idx="1576">
                  <c:v>25955.14</c:v>
                </c:pt>
                <c:pt idx="1577">
                  <c:v>25971.96</c:v>
                </c:pt>
                <c:pt idx="1578">
                  <c:v>25988.78</c:v>
                </c:pt>
                <c:pt idx="1579">
                  <c:v>26005.59</c:v>
                </c:pt>
                <c:pt idx="1580">
                  <c:v>26022.41</c:v>
                </c:pt>
                <c:pt idx="1581">
                  <c:v>26039.22</c:v>
                </c:pt>
                <c:pt idx="1582">
                  <c:v>26056.04</c:v>
                </c:pt>
                <c:pt idx="1583">
                  <c:v>26072.86</c:v>
                </c:pt>
                <c:pt idx="1584">
                  <c:v>26089.67</c:v>
                </c:pt>
                <c:pt idx="1585">
                  <c:v>26106.49</c:v>
                </c:pt>
                <c:pt idx="1586">
                  <c:v>26123.3</c:v>
                </c:pt>
                <c:pt idx="1587">
                  <c:v>26140.12</c:v>
                </c:pt>
                <c:pt idx="1588">
                  <c:v>26156.94</c:v>
                </c:pt>
                <c:pt idx="1589">
                  <c:v>26173.75</c:v>
                </c:pt>
                <c:pt idx="1590">
                  <c:v>26190.57</c:v>
                </c:pt>
                <c:pt idx="1591">
                  <c:v>26207.38</c:v>
                </c:pt>
                <c:pt idx="1592">
                  <c:v>26224.2</c:v>
                </c:pt>
                <c:pt idx="1593">
                  <c:v>26241.02</c:v>
                </c:pt>
                <c:pt idx="1594">
                  <c:v>26257.83</c:v>
                </c:pt>
                <c:pt idx="1595">
                  <c:v>26274.65</c:v>
                </c:pt>
                <c:pt idx="1596">
                  <c:v>26291.47</c:v>
                </c:pt>
                <c:pt idx="1597">
                  <c:v>26308.28</c:v>
                </c:pt>
                <c:pt idx="1598">
                  <c:v>26325.1</c:v>
                </c:pt>
                <c:pt idx="1599">
                  <c:v>26341.91</c:v>
                </c:pt>
                <c:pt idx="1600">
                  <c:v>26358.73</c:v>
                </c:pt>
                <c:pt idx="1601">
                  <c:v>26375.55</c:v>
                </c:pt>
                <c:pt idx="1602">
                  <c:v>26392.36</c:v>
                </c:pt>
                <c:pt idx="1603">
                  <c:v>26409.18</c:v>
                </c:pt>
                <c:pt idx="1604">
                  <c:v>26425.99</c:v>
                </c:pt>
                <c:pt idx="1605">
                  <c:v>26442.81</c:v>
                </c:pt>
                <c:pt idx="1606">
                  <c:v>26459.63</c:v>
                </c:pt>
                <c:pt idx="1607">
                  <c:v>26476.44</c:v>
                </c:pt>
                <c:pt idx="1608">
                  <c:v>26493.26</c:v>
                </c:pt>
                <c:pt idx="1609">
                  <c:v>26510.07</c:v>
                </c:pt>
                <c:pt idx="1610">
                  <c:v>26526.89</c:v>
                </c:pt>
                <c:pt idx="1611">
                  <c:v>26543.71</c:v>
                </c:pt>
                <c:pt idx="1612">
                  <c:v>26560.52</c:v>
                </c:pt>
                <c:pt idx="1613">
                  <c:v>26577.34</c:v>
                </c:pt>
                <c:pt idx="1614">
                  <c:v>26594.15</c:v>
                </c:pt>
                <c:pt idx="1615">
                  <c:v>26610.97</c:v>
                </c:pt>
                <c:pt idx="1616">
                  <c:v>26627.79</c:v>
                </c:pt>
                <c:pt idx="1617">
                  <c:v>26644.6</c:v>
                </c:pt>
                <c:pt idx="1618">
                  <c:v>26661.42</c:v>
                </c:pt>
                <c:pt idx="1619">
                  <c:v>26678.23</c:v>
                </c:pt>
                <c:pt idx="1620">
                  <c:v>26695.05</c:v>
                </c:pt>
                <c:pt idx="1621">
                  <c:v>26711.87</c:v>
                </c:pt>
                <c:pt idx="1622">
                  <c:v>26728.68</c:v>
                </c:pt>
                <c:pt idx="1623">
                  <c:v>26745.5</c:v>
                </c:pt>
                <c:pt idx="1624">
                  <c:v>26762.32</c:v>
                </c:pt>
                <c:pt idx="1625">
                  <c:v>26779.13</c:v>
                </c:pt>
                <c:pt idx="1626">
                  <c:v>26795.95</c:v>
                </c:pt>
                <c:pt idx="1627">
                  <c:v>26812.76</c:v>
                </c:pt>
                <c:pt idx="1628">
                  <c:v>26829.58</c:v>
                </c:pt>
                <c:pt idx="1629">
                  <c:v>26846.400000000001</c:v>
                </c:pt>
                <c:pt idx="1630">
                  <c:v>26863.21</c:v>
                </c:pt>
                <c:pt idx="1631">
                  <c:v>26880.03</c:v>
                </c:pt>
                <c:pt idx="1632">
                  <c:v>26896.84</c:v>
                </c:pt>
                <c:pt idx="1633">
                  <c:v>26913.66</c:v>
                </c:pt>
                <c:pt idx="1634">
                  <c:v>26930.48</c:v>
                </c:pt>
                <c:pt idx="1635">
                  <c:v>26947.29</c:v>
                </c:pt>
                <c:pt idx="1636">
                  <c:v>26964.11</c:v>
                </c:pt>
                <c:pt idx="1637">
                  <c:v>26980.92</c:v>
                </c:pt>
                <c:pt idx="1638">
                  <c:v>26997.74</c:v>
                </c:pt>
                <c:pt idx="1639">
                  <c:v>27014.560000000001</c:v>
                </c:pt>
                <c:pt idx="1640">
                  <c:v>27031.37</c:v>
                </c:pt>
                <c:pt idx="1641">
                  <c:v>27048.19</c:v>
                </c:pt>
                <c:pt idx="1642">
                  <c:v>27065</c:v>
                </c:pt>
                <c:pt idx="1643">
                  <c:v>27081.82</c:v>
                </c:pt>
                <c:pt idx="1644">
                  <c:v>27098.639999999999</c:v>
                </c:pt>
                <c:pt idx="1645">
                  <c:v>27115.45</c:v>
                </c:pt>
                <c:pt idx="1646">
                  <c:v>27132.27</c:v>
                </c:pt>
                <c:pt idx="1647">
                  <c:v>27149.08</c:v>
                </c:pt>
                <c:pt idx="1648">
                  <c:v>27165.9</c:v>
                </c:pt>
                <c:pt idx="1649">
                  <c:v>27182.720000000001</c:v>
                </c:pt>
                <c:pt idx="1650">
                  <c:v>27199.53</c:v>
                </c:pt>
                <c:pt idx="1651">
                  <c:v>27216.35</c:v>
                </c:pt>
                <c:pt idx="1652">
                  <c:v>27233.17</c:v>
                </c:pt>
                <c:pt idx="1653">
                  <c:v>27249.98</c:v>
                </c:pt>
                <c:pt idx="1654">
                  <c:v>27266.799999999999</c:v>
                </c:pt>
                <c:pt idx="1655">
                  <c:v>27283.61</c:v>
                </c:pt>
                <c:pt idx="1656">
                  <c:v>27300.43</c:v>
                </c:pt>
                <c:pt idx="1657">
                  <c:v>27317.25</c:v>
                </c:pt>
                <c:pt idx="1658">
                  <c:v>27334.06</c:v>
                </c:pt>
                <c:pt idx="1659">
                  <c:v>27350.880000000001</c:v>
                </c:pt>
                <c:pt idx="1660">
                  <c:v>27367.69</c:v>
                </c:pt>
                <c:pt idx="1661">
                  <c:v>27384.51</c:v>
                </c:pt>
                <c:pt idx="1662">
                  <c:v>27401.33</c:v>
                </c:pt>
                <c:pt idx="1663">
                  <c:v>27418.14</c:v>
                </c:pt>
                <c:pt idx="1664">
                  <c:v>27434.959999999999</c:v>
                </c:pt>
                <c:pt idx="1665">
                  <c:v>27451.77</c:v>
                </c:pt>
                <c:pt idx="1666">
                  <c:v>27468.59</c:v>
                </c:pt>
                <c:pt idx="1667">
                  <c:v>27485.41</c:v>
                </c:pt>
                <c:pt idx="1668">
                  <c:v>27502.22</c:v>
                </c:pt>
                <c:pt idx="1669">
                  <c:v>27519.040000000001</c:v>
                </c:pt>
                <c:pt idx="1670">
                  <c:v>27535.85</c:v>
                </c:pt>
                <c:pt idx="1671">
                  <c:v>27552.67</c:v>
                </c:pt>
                <c:pt idx="1672">
                  <c:v>27569.49</c:v>
                </c:pt>
                <c:pt idx="1673">
                  <c:v>27586.3</c:v>
                </c:pt>
                <c:pt idx="1674">
                  <c:v>27603.119999999999</c:v>
                </c:pt>
                <c:pt idx="1675">
                  <c:v>27619.93</c:v>
                </c:pt>
                <c:pt idx="1676">
                  <c:v>27636.75</c:v>
                </c:pt>
                <c:pt idx="1677">
                  <c:v>27653.57</c:v>
                </c:pt>
                <c:pt idx="1678">
                  <c:v>27670.38</c:v>
                </c:pt>
                <c:pt idx="1679">
                  <c:v>27687.200000000001</c:v>
                </c:pt>
                <c:pt idx="1680">
                  <c:v>27704.02</c:v>
                </c:pt>
                <c:pt idx="1681">
                  <c:v>27720.83</c:v>
                </c:pt>
                <c:pt idx="1682">
                  <c:v>27737.65</c:v>
                </c:pt>
                <c:pt idx="1683">
                  <c:v>27754.46</c:v>
                </c:pt>
                <c:pt idx="1684">
                  <c:v>27771.279999999999</c:v>
                </c:pt>
                <c:pt idx="1685">
                  <c:v>27788.1</c:v>
                </c:pt>
                <c:pt idx="1686">
                  <c:v>27804.91</c:v>
                </c:pt>
                <c:pt idx="1687">
                  <c:v>27821.73</c:v>
                </c:pt>
                <c:pt idx="1688">
                  <c:v>27838.54</c:v>
                </c:pt>
                <c:pt idx="1689">
                  <c:v>27855.360000000001</c:v>
                </c:pt>
                <c:pt idx="1690">
                  <c:v>27872.18</c:v>
                </c:pt>
                <c:pt idx="1691">
                  <c:v>27888.99</c:v>
                </c:pt>
                <c:pt idx="1692">
                  <c:v>27905.81</c:v>
                </c:pt>
                <c:pt idx="1693">
                  <c:v>27922.62</c:v>
                </c:pt>
                <c:pt idx="1694">
                  <c:v>27939.439999999999</c:v>
                </c:pt>
                <c:pt idx="1695">
                  <c:v>27956.26</c:v>
                </c:pt>
                <c:pt idx="1696">
                  <c:v>27973.07</c:v>
                </c:pt>
                <c:pt idx="1697">
                  <c:v>27989.89</c:v>
                </c:pt>
                <c:pt idx="1698">
                  <c:v>28006.7</c:v>
                </c:pt>
                <c:pt idx="1699">
                  <c:v>28023.52</c:v>
                </c:pt>
                <c:pt idx="1700">
                  <c:v>28040.34</c:v>
                </c:pt>
                <c:pt idx="1701">
                  <c:v>28057.15</c:v>
                </c:pt>
                <c:pt idx="1702">
                  <c:v>28073.97</c:v>
                </c:pt>
                <c:pt idx="1703">
                  <c:v>28090.78</c:v>
                </c:pt>
                <c:pt idx="1704">
                  <c:v>28107.599999999999</c:v>
                </c:pt>
                <c:pt idx="1705">
                  <c:v>28124.42</c:v>
                </c:pt>
                <c:pt idx="1706">
                  <c:v>28141.23</c:v>
                </c:pt>
                <c:pt idx="1707">
                  <c:v>28158.05</c:v>
                </c:pt>
                <c:pt idx="1708">
                  <c:v>28174.87</c:v>
                </c:pt>
                <c:pt idx="1709">
                  <c:v>28191.68</c:v>
                </c:pt>
                <c:pt idx="1710">
                  <c:v>28208.5</c:v>
                </c:pt>
                <c:pt idx="1711">
                  <c:v>28225.31</c:v>
                </c:pt>
                <c:pt idx="1712">
                  <c:v>28242.13</c:v>
                </c:pt>
                <c:pt idx="1713">
                  <c:v>28258.95</c:v>
                </c:pt>
                <c:pt idx="1714">
                  <c:v>28275.759999999998</c:v>
                </c:pt>
                <c:pt idx="1715">
                  <c:v>28292.58</c:v>
                </c:pt>
                <c:pt idx="1716">
                  <c:v>28309.39</c:v>
                </c:pt>
                <c:pt idx="1717">
                  <c:v>28326.21</c:v>
                </c:pt>
                <c:pt idx="1718">
                  <c:v>28343.03</c:v>
                </c:pt>
                <c:pt idx="1719">
                  <c:v>28359.84</c:v>
                </c:pt>
                <c:pt idx="1720">
                  <c:v>28376.66</c:v>
                </c:pt>
                <c:pt idx="1721">
                  <c:v>28393.47</c:v>
                </c:pt>
                <c:pt idx="1722">
                  <c:v>28410.29</c:v>
                </c:pt>
                <c:pt idx="1723">
                  <c:v>28427.11</c:v>
                </c:pt>
                <c:pt idx="1724">
                  <c:v>28443.919999999998</c:v>
                </c:pt>
                <c:pt idx="1725">
                  <c:v>28460.74</c:v>
                </c:pt>
                <c:pt idx="1726">
                  <c:v>28477.55</c:v>
                </c:pt>
                <c:pt idx="1727">
                  <c:v>28494.37</c:v>
                </c:pt>
                <c:pt idx="1728">
                  <c:v>28511.19</c:v>
                </c:pt>
                <c:pt idx="1729">
                  <c:v>28528</c:v>
                </c:pt>
                <c:pt idx="1730">
                  <c:v>28544.82</c:v>
                </c:pt>
                <c:pt idx="1731">
                  <c:v>28561.63</c:v>
                </c:pt>
                <c:pt idx="1732">
                  <c:v>28578.45</c:v>
                </c:pt>
                <c:pt idx="1733">
                  <c:v>28595.27</c:v>
                </c:pt>
                <c:pt idx="1734">
                  <c:v>28612.080000000002</c:v>
                </c:pt>
                <c:pt idx="1735">
                  <c:v>28628.9</c:v>
                </c:pt>
                <c:pt idx="1736">
                  <c:v>28645.72</c:v>
                </c:pt>
                <c:pt idx="1737">
                  <c:v>28662.53</c:v>
                </c:pt>
                <c:pt idx="1738">
                  <c:v>28679.35</c:v>
                </c:pt>
                <c:pt idx="1739">
                  <c:v>28696.16</c:v>
                </c:pt>
                <c:pt idx="1740">
                  <c:v>28712.98</c:v>
                </c:pt>
                <c:pt idx="1741">
                  <c:v>28729.8</c:v>
                </c:pt>
                <c:pt idx="1742">
                  <c:v>28746.61</c:v>
                </c:pt>
                <c:pt idx="1743">
                  <c:v>28763.43</c:v>
                </c:pt>
                <c:pt idx="1744">
                  <c:v>28780.240000000002</c:v>
                </c:pt>
                <c:pt idx="1745">
                  <c:v>28797.06</c:v>
                </c:pt>
                <c:pt idx="1746">
                  <c:v>28813.88</c:v>
                </c:pt>
                <c:pt idx="1747">
                  <c:v>28830.69</c:v>
                </c:pt>
                <c:pt idx="1748">
                  <c:v>28847.51</c:v>
                </c:pt>
                <c:pt idx="1749">
                  <c:v>28864.32</c:v>
                </c:pt>
                <c:pt idx="1750">
                  <c:v>28881.14</c:v>
                </c:pt>
                <c:pt idx="1751">
                  <c:v>28897.96</c:v>
                </c:pt>
                <c:pt idx="1752">
                  <c:v>28914.77</c:v>
                </c:pt>
                <c:pt idx="1753">
                  <c:v>28931.59</c:v>
                </c:pt>
                <c:pt idx="1754">
                  <c:v>28948.400000000001</c:v>
                </c:pt>
                <c:pt idx="1755">
                  <c:v>28965.22</c:v>
                </c:pt>
                <c:pt idx="1756">
                  <c:v>28982.04</c:v>
                </c:pt>
                <c:pt idx="1757">
                  <c:v>28998.85</c:v>
                </c:pt>
                <c:pt idx="1758">
                  <c:v>29015.67</c:v>
                </c:pt>
                <c:pt idx="1759">
                  <c:v>29032.48</c:v>
                </c:pt>
                <c:pt idx="1760">
                  <c:v>29049.3</c:v>
                </c:pt>
                <c:pt idx="1761">
                  <c:v>29066.12</c:v>
                </c:pt>
                <c:pt idx="1762">
                  <c:v>29082.93</c:v>
                </c:pt>
                <c:pt idx="1763">
                  <c:v>29099.75</c:v>
                </c:pt>
                <c:pt idx="1764">
                  <c:v>29116.57</c:v>
                </c:pt>
                <c:pt idx="1765">
                  <c:v>29133.38</c:v>
                </c:pt>
                <c:pt idx="1766">
                  <c:v>29150.2</c:v>
                </c:pt>
                <c:pt idx="1767">
                  <c:v>29167.01</c:v>
                </c:pt>
                <c:pt idx="1768">
                  <c:v>29183.83</c:v>
                </c:pt>
                <c:pt idx="1769">
                  <c:v>29200.65</c:v>
                </c:pt>
                <c:pt idx="1770">
                  <c:v>29217.46</c:v>
                </c:pt>
                <c:pt idx="1771">
                  <c:v>29234.28</c:v>
                </c:pt>
                <c:pt idx="1772">
                  <c:v>29251.09</c:v>
                </c:pt>
                <c:pt idx="1773">
                  <c:v>29267.91</c:v>
                </c:pt>
                <c:pt idx="1774">
                  <c:v>29284.73</c:v>
                </c:pt>
                <c:pt idx="1775">
                  <c:v>29301.54</c:v>
                </c:pt>
                <c:pt idx="1776">
                  <c:v>29318.36</c:v>
                </c:pt>
                <c:pt idx="1777">
                  <c:v>29335.17</c:v>
                </c:pt>
                <c:pt idx="1778">
                  <c:v>29351.99</c:v>
                </c:pt>
                <c:pt idx="1779">
                  <c:v>29368.81</c:v>
                </c:pt>
                <c:pt idx="1780">
                  <c:v>29385.62</c:v>
                </c:pt>
                <c:pt idx="1781">
                  <c:v>29402.44</c:v>
                </c:pt>
                <c:pt idx="1782">
                  <c:v>29419.25</c:v>
                </c:pt>
                <c:pt idx="1783">
                  <c:v>29436.07</c:v>
                </c:pt>
                <c:pt idx="1784">
                  <c:v>29452.89</c:v>
                </c:pt>
                <c:pt idx="1785">
                  <c:v>29469.7</c:v>
                </c:pt>
                <c:pt idx="1786">
                  <c:v>29486.52</c:v>
                </c:pt>
                <c:pt idx="1787">
                  <c:v>29503.33</c:v>
                </c:pt>
                <c:pt idx="1788">
                  <c:v>29520.15</c:v>
                </c:pt>
                <c:pt idx="1789">
                  <c:v>29536.97</c:v>
                </c:pt>
                <c:pt idx="1790">
                  <c:v>29553.78</c:v>
                </c:pt>
                <c:pt idx="1791">
                  <c:v>29570.6</c:v>
                </c:pt>
                <c:pt idx="1792">
                  <c:v>29587.42</c:v>
                </c:pt>
                <c:pt idx="1793">
                  <c:v>29604.23</c:v>
                </c:pt>
                <c:pt idx="1794">
                  <c:v>29621.05</c:v>
                </c:pt>
                <c:pt idx="1795">
                  <c:v>29637.86</c:v>
                </c:pt>
                <c:pt idx="1796">
                  <c:v>29654.68</c:v>
                </c:pt>
                <c:pt idx="1797">
                  <c:v>29671.5</c:v>
                </c:pt>
                <c:pt idx="1798">
                  <c:v>29688.31</c:v>
                </c:pt>
                <c:pt idx="1799">
                  <c:v>29705.13</c:v>
                </c:pt>
                <c:pt idx="1800">
                  <c:v>29721.94</c:v>
                </c:pt>
                <c:pt idx="1801">
                  <c:v>29738.76</c:v>
                </c:pt>
                <c:pt idx="1802">
                  <c:v>29755.58</c:v>
                </c:pt>
                <c:pt idx="1803">
                  <c:v>29772.39</c:v>
                </c:pt>
                <c:pt idx="1804">
                  <c:v>29789.21</c:v>
                </c:pt>
                <c:pt idx="1805">
                  <c:v>29806.02</c:v>
                </c:pt>
                <c:pt idx="1806">
                  <c:v>29822.84</c:v>
                </c:pt>
                <c:pt idx="1807">
                  <c:v>29839.66</c:v>
                </c:pt>
                <c:pt idx="1808">
                  <c:v>29856.47</c:v>
                </c:pt>
                <c:pt idx="1809">
                  <c:v>29873.29</c:v>
                </c:pt>
                <c:pt idx="1810">
                  <c:v>29890.1</c:v>
                </c:pt>
                <c:pt idx="1811">
                  <c:v>29906.92</c:v>
                </c:pt>
                <c:pt idx="1812">
                  <c:v>29923.74</c:v>
                </c:pt>
                <c:pt idx="1813">
                  <c:v>29940.55</c:v>
                </c:pt>
                <c:pt idx="1814">
                  <c:v>29957.37</c:v>
                </c:pt>
                <c:pt idx="1815">
                  <c:v>29974.18</c:v>
                </c:pt>
                <c:pt idx="1816">
                  <c:v>29991</c:v>
                </c:pt>
                <c:pt idx="1817">
                  <c:v>30007.82</c:v>
                </c:pt>
                <c:pt idx="1818">
                  <c:v>30024.63</c:v>
                </c:pt>
                <c:pt idx="1819">
                  <c:v>30041.45</c:v>
                </c:pt>
                <c:pt idx="1820">
                  <c:v>30058.27</c:v>
                </c:pt>
                <c:pt idx="1821">
                  <c:v>30075.08</c:v>
                </c:pt>
                <c:pt idx="1822">
                  <c:v>30091.9</c:v>
                </c:pt>
                <c:pt idx="1823">
                  <c:v>30108.71</c:v>
                </c:pt>
                <c:pt idx="1824">
                  <c:v>30125.53</c:v>
                </c:pt>
                <c:pt idx="1825">
                  <c:v>30142.35</c:v>
                </c:pt>
                <c:pt idx="1826">
                  <c:v>30159.16</c:v>
                </c:pt>
                <c:pt idx="1827">
                  <c:v>30175.98</c:v>
                </c:pt>
                <c:pt idx="1828">
                  <c:v>30192.79</c:v>
                </c:pt>
                <c:pt idx="1829">
                  <c:v>30209.61</c:v>
                </c:pt>
                <c:pt idx="1830">
                  <c:v>30226.43</c:v>
                </c:pt>
                <c:pt idx="1831">
                  <c:v>30243.24</c:v>
                </c:pt>
                <c:pt idx="1832">
                  <c:v>30260.06</c:v>
                </c:pt>
                <c:pt idx="1833">
                  <c:v>30276.87</c:v>
                </c:pt>
                <c:pt idx="1834">
                  <c:v>30293.69</c:v>
                </c:pt>
                <c:pt idx="1835">
                  <c:v>30310.51</c:v>
                </c:pt>
                <c:pt idx="1836">
                  <c:v>30327.32</c:v>
                </c:pt>
                <c:pt idx="1837">
                  <c:v>30344.14</c:v>
                </c:pt>
                <c:pt idx="1838">
                  <c:v>30360.95</c:v>
                </c:pt>
                <c:pt idx="1839">
                  <c:v>30377.77</c:v>
                </c:pt>
                <c:pt idx="1840">
                  <c:v>30394.59</c:v>
                </c:pt>
                <c:pt idx="1841">
                  <c:v>30411.4</c:v>
                </c:pt>
                <c:pt idx="1842">
                  <c:v>30428.22</c:v>
                </c:pt>
                <c:pt idx="1843">
                  <c:v>30445.03</c:v>
                </c:pt>
                <c:pt idx="1844">
                  <c:v>30461.85</c:v>
                </c:pt>
                <c:pt idx="1845">
                  <c:v>30478.67</c:v>
                </c:pt>
                <c:pt idx="1846">
                  <c:v>30495.48</c:v>
                </c:pt>
                <c:pt idx="1847">
                  <c:v>30512.3</c:v>
                </c:pt>
                <c:pt idx="1848">
                  <c:v>30529.119999999999</c:v>
                </c:pt>
                <c:pt idx="1849">
                  <c:v>30545.93</c:v>
                </c:pt>
                <c:pt idx="1850">
                  <c:v>30562.75</c:v>
                </c:pt>
                <c:pt idx="1851">
                  <c:v>30579.56</c:v>
                </c:pt>
                <c:pt idx="1852">
                  <c:v>30596.38</c:v>
                </c:pt>
                <c:pt idx="1853">
                  <c:v>30613.200000000001</c:v>
                </c:pt>
                <c:pt idx="1854">
                  <c:v>30630.01</c:v>
                </c:pt>
                <c:pt idx="1855">
                  <c:v>30646.83</c:v>
                </c:pt>
                <c:pt idx="1856">
                  <c:v>30663.64</c:v>
                </c:pt>
                <c:pt idx="1857">
                  <c:v>30680.46</c:v>
                </c:pt>
                <c:pt idx="1858">
                  <c:v>30697.279999999999</c:v>
                </c:pt>
                <c:pt idx="1859">
                  <c:v>30714.09</c:v>
                </c:pt>
                <c:pt idx="1860">
                  <c:v>30730.91</c:v>
                </c:pt>
                <c:pt idx="1861">
                  <c:v>30747.72</c:v>
                </c:pt>
                <c:pt idx="1862">
                  <c:v>30764.54</c:v>
                </c:pt>
                <c:pt idx="1863">
                  <c:v>30781.360000000001</c:v>
                </c:pt>
                <c:pt idx="1864">
                  <c:v>30798.17</c:v>
                </c:pt>
                <c:pt idx="1865">
                  <c:v>30814.99</c:v>
                </c:pt>
                <c:pt idx="1866">
                  <c:v>30831.8</c:v>
                </c:pt>
                <c:pt idx="1867">
                  <c:v>30848.62</c:v>
                </c:pt>
                <c:pt idx="1868">
                  <c:v>30865.439999999999</c:v>
                </c:pt>
                <c:pt idx="1869">
                  <c:v>30882.25</c:v>
                </c:pt>
                <c:pt idx="1870">
                  <c:v>30899.07</c:v>
                </c:pt>
                <c:pt idx="1871">
                  <c:v>30915.88</c:v>
                </c:pt>
                <c:pt idx="1872">
                  <c:v>30932.7</c:v>
                </c:pt>
                <c:pt idx="1873">
                  <c:v>30949.52</c:v>
                </c:pt>
                <c:pt idx="1874">
                  <c:v>30966.33</c:v>
                </c:pt>
                <c:pt idx="1875">
                  <c:v>30983.15</c:v>
                </c:pt>
                <c:pt idx="1876">
                  <c:v>30999.97</c:v>
                </c:pt>
                <c:pt idx="1877">
                  <c:v>31016.78</c:v>
                </c:pt>
                <c:pt idx="1878">
                  <c:v>31033.599999999999</c:v>
                </c:pt>
                <c:pt idx="1879">
                  <c:v>31050.41</c:v>
                </c:pt>
                <c:pt idx="1880">
                  <c:v>31067.23</c:v>
                </c:pt>
                <c:pt idx="1881">
                  <c:v>31084.05</c:v>
                </c:pt>
                <c:pt idx="1882">
                  <c:v>31100.86</c:v>
                </c:pt>
                <c:pt idx="1883">
                  <c:v>31117.68</c:v>
                </c:pt>
                <c:pt idx="1884">
                  <c:v>31134.49</c:v>
                </c:pt>
                <c:pt idx="1885">
                  <c:v>31151.31</c:v>
                </c:pt>
                <c:pt idx="1886">
                  <c:v>31168.13</c:v>
                </c:pt>
                <c:pt idx="1887">
                  <c:v>31184.94</c:v>
                </c:pt>
                <c:pt idx="1888">
                  <c:v>31201.759999999998</c:v>
                </c:pt>
                <c:pt idx="1889">
                  <c:v>31218.57</c:v>
                </c:pt>
                <c:pt idx="1890">
                  <c:v>31235.39</c:v>
                </c:pt>
                <c:pt idx="1891">
                  <c:v>31252.21</c:v>
                </c:pt>
                <c:pt idx="1892">
                  <c:v>31269.02</c:v>
                </c:pt>
                <c:pt idx="1893">
                  <c:v>31285.84</c:v>
                </c:pt>
                <c:pt idx="1894">
                  <c:v>31302.65</c:v>
                </c:pt>
                <c:pt idx="1895">
                  <c:v>31319.47</c:v>
                </c:pt>
                <c:pt idx="1896">
                  <c:v>31336.29</c:v>
                </c:pt>
                <c:pt idx="1897">
                  <c:v>31353.1</c:v>
                </c:pt>
                <c:pt idx="1898">
                  <c:v>31369.919999999998</c:v>
                </c:pt>
                <c:pt idx="1899">
                  <c:v>31386.73</c:v>
                </c:pt>
                <c:pt idx="1900">
                  <c:v>31403.55</c:v>
                </c:pt>
                <c:pt idx="1901">
                  <c:v>31420.37</c:v>
                </c:pt>
                <c:pt idx="1902">
                  <c:v>31437.18</c:v>
                </c:pt>
                <c:pt idx="1903">
                  <c:v>31454</c:v>
                </c:pt>
                <c:pt idx="1904">
                  <c:v>31470.82</c:v>
                </c:pt>
                <c:pt idx="1905">
                  <c:v>31487.63</c:v>
                </c:pt>
                <c:pt idx="1906">
                  <c:v>31504.45</c:v>
                </c:pt>
                <c:pt idx="1907">
                  <c:v>31521.26</c:v>
                </c:pt>
                <c:pt idx="1908">
                  <c:v>31538.080000000002</c:v>
                </c:pt>
                <c:pt idx="1909">
                  <c:v>31554.9</c:v>
                </c:pt>
                <c:pt idx="1910">
                  <c:v>31571.71</c:v>
                </c:pt>
                <c:pt idx="1911">
                  <c:v>31588.53</c:v>
                </c:pt>
                <c:pt idx="1912">
                  <c:v>31605.34</c:v>
                </c:pt>
                <c:pt idx="1913">
                  <c:v>31622.16</c:v>
                </c:pt>
                <c:pt idx="1914">
                  <c:v>31638.98</c:v>
                </c:pt>
                <c:pt idx="1915">
                  <c:v>31655.79</c:v>
                </c:pt>
                <c:pt idx="1916">
                  <c:v>31672.61</c:v>
                </c:pt>
                <c:pt idx="1917">
                  <c:v>31689.42</c:v>
                </c:pt>
                <c:pt idx="1918">
                  <c:v>31706.240000000002</c:v>
                </c:pt>
                <c:pt idx="1919">
                  <c:v>31723.06</c:v>
                </c:pt>
                <c:pt idx="1920">
                  <c:v>31739.87</c:v>
                </c:pt>
                <c:pt idx="1921">
                  <c:v>31756.69</c:v>
                </c:pt>
                <c:pt idx="1922">
                  <c:v>31773.5</c:v>
                </c:pt>
                <c:pt idx="1923">
                  <c:v>31790.32</c:v>
                </c:pt>
                <c:pt idx="1924">
                  <c:v>31807.14</c:v>
                </c:pt>
                <c:pt idx="1925">
                  <c:v>31823.95</c:v>
                </c:pt>
                <c:pt idx="1926">
                  <c:v>31840.77</c:v>
                </c:pt>
                <c:pt idx="1927">
                  <c:v>31857.58</c:v>
                </c:pt>
                <c:pt idx="1928">
                  <c:v>31874.400000000001</c:v>
                </c:pt>
                <c:pt idx="1929">
                  <c:v>31891.22</c:v>
                </c:pt>
                <c:pt idx="1930">
                  <c:v>31908.03</c:v>
                </c:pt>
                <c:pt idx="1931">
                  <c:v>31924.85</c:v>
                </c:pt>
                <c:pt idx="1932">
                  <c:v>31941.67</c:v>
                </c:pt>
                <c:pt idx="1933">
                  <c:v>31958.48</c:v>
                </c:pt>
                <c:pt idx="1934">
                  <c:v>31975.3</c:v>
                </c:pt>
                <c:pt idx="1935">
                  <c:v>31992.11</c:v>
                </c:pt>
                <c:pt idx="1936">
                  <c:v>32008.93</c:v>
                </c:pt>
                <c:pt idx="1937">
                  <c:v>32025.75</c:v>
                </c:pt>
                <c:pt idx="1938">
                  <c:v>32042.560000000001</c:v>
                </c:pt>
                <c:pt idx="1939">
                  <c:v>32059.38</c:v>
                </c:pt>
                <c:pt idx="1940">
                  <c:v>32076.19</c:v>
                </c:pt>
                <c:pt idx="1941">
                  <c:v>32093.01</c:v>
                </c:pt>
                <c:pt idx="1942">
                  <c:v>32109.83</c:v>
                </c:pt>
                <c:pt idx="1943">
                  <c:v>32126.639999999999</c:v>
                </c:pt>
                <c:pt idx="1944">
                  <c:v>32143.46</c:v>
                </c:pt>
                <c:pt idx="1945">
                  <c:v>32160.27</c:v>
                </c:pt>
                <c:pt idx="1946">
                  <c:v>32177.09</c:v>
                </c:pt>
                <c:pt idx="1947">
                  <c:v>32193.91</c:v>
                </c:pt>
                <c:pt idx="1948">
                  <c:v>32210.720000000001</c:v>
                </c:pt>
                <c:pt idx="1949">
                  <c:v>32227.54</c:v>
                </c:pt>
                <c:pt idx="1950">
                  <c:v>32244.35</c:v>
                </c:pt>
                <c:pt idx="1951">
                  <c:v>32261.17</c:v>
                </c:pt>
                <c:pt idx="1952">
                  <c:v>32277.99</c:v>
                </c:pt>
                <c:pt idx="1953">
                  <c:v>32294.799999999999</c:v>
                </c:pt>
                <c:pt idx="1954">
                  <c:v>32311.62</c:v>
                </c:pt>
                <c:pt idx="1955">
                  <c:v>32328.43</c:v>
                </c:pt>
                <c:pt idx="1956">
                  <c:v>32345.25</c:v>
                </c:pt>
                <c:pt idx="1957">
                  <c:v>32362.07</c:v>
                </c:pt>
                <c:pt idx="1958">
                  <c:v>32378.880000000001</c:v>
                </c:pt>
                <c:pt idx="1959">
                  <c:v>32395.7</c:v>
                </c:pt>
                <c:pt idx="1960">
                  <c:v>32412.52</c:v>
                </c:pt>
                <c:pt idx="1961">
                  <c:v>32429.33</c:v>
                </c:pt>
                <c:pt idx="1962">
                  <c:v>32446.15</c:v>
                </c:pt>
                <c:pt idx="1963">
                  <c:v>32462.959999999999</c:v>
                </c:pt>
                <c:pt idx="1964">
                  <c:v>32479.78</c:v>
                </c:pt>
                <c:pt idx="1965">
                  <c:v>32496.6</c:v>
                </c:pt>
                <c:pt idx="1966">
                  <c:v>32513.41</c:v>
                </c:pt>
                <c:pt idx="1967">
                  <c:v>32530.23</c:v>
                </c:pt>
                <c:pt idx="1968">
                  <c:v>32547.040000000001</c:v>
                </c:pt>
                <c:pt idx="1969">
                  <c:v>32563.86</c:v>
                </c:pt>
                <c:pt idx="1970">
                  <c:v>32580.68</c:v>
                </c:pt>
                <c:pt idx="1971">
                  <c:v>32597.49</c:v>
                </c:pt>
                <c:pt idx="1972">
                  <c:v>32614.31</c:v>
                </c:pt>
                <c:pt idx="1973">
                  <c:v>32631.119999999999</c:v>
                </c:pt>
                <c:pt idx="1974">
                  <c:v>32647.94</c:v>
                </c:pt>
                <c:pt idx="1975">
                  <c:v>32664.76</c:v>
                </c:pt>
                <c:pt idx="1976">
                  <c:v>32681.57</c:v>
                </c:pt>
                <c:pt idx="1977">
                  <c:v>32698.39</c:v>
                </c:pt>
                <c:pt idx="1978">
                  <c:v>32715.200000000001</c:v>
                </c:pt>
                <c:pt idx="1979">
                  <c:v>32732.02</c:v>
                </c:pt>
                <c:pt idx="1980">
                  <c:v>32748.84</c:v>
                </c:pt>
                <c:pt idx="1981">
                  <c:v>32765.65</c:v>
                </c:pt>
                <c:pt idx="1982">
                  <c:v>32782.47</c:v>
                </c:pt>
                <c:pt idx="1983">
                  <c:v>32799.279999999999</c:v>
                </c:pt>
                <c:pt idx="1984">
                  <c:v>32816.1</c:v>
                </c:pt>
                <c:pt idx="1985">
                  <c:v>32832.92</c:v>
                </c:pt>
                <c:pt idx="1986">
                  <c:v>32849.730000000003</c:v>
                </c:pt>
                <c:pt idx="1987">
                  <c:v>32866.550000000003</c:v>
                </c:pt>
                <c:pt idx="1988">
                  <c:v>32883.370000000003</c:v>
                </c:pt>
                <c:pt idx="1989">
                  <c:v>32900.18</c:v>
                </c:pt>
                <c:pt idx="1990">
                  <c:v>32917</c:v>
                </c:pt>
                <c:pt idx="1991">
                  <c:v>32933.81</c:v>
                </c:pt>
                <c:pt idx="1992">
                  <c:v>32950.629999999997</c:v>
                </c:pt>
                <c:pt idx="1993">
                  <c:v>32967.449999999997</c:v>
                </c:pt>
                <c:pt idx="1994">
                  <c:v>32984.26</c:v>
                </c:pt>
                <c:pt idx="1995">
                  <c:v>33001.08</c:v>
                </c:pt>
                <c:pt idx="1996">
                  <c:v>33017.89</c:v>
                </c:pt>
                <c:pt idx="1997">
                  <c:v>33034.71</c:v>
                </c:pt>
                <c:pt idx="1998">
                  <c:v>33051.53</c:v>
                </c:pt>
                <c:pt idx="1999">
                  <c:v>33068.339999999997</c:v>
                </c:pt>
                <c:pt idx="2000">
                  <c:v>33085.160000000003</c:v>
                </c:pt>
                <c:pt idx="2001">
                  <c:v>33101.97</c:v>
                </c:pt>
                <c:pt idx="2002">
                  <c:v>33118.79</c:v>
                </c:pt>
                <c:pt idx="2003">
                  <c:v>33135.61</c:v>
                </c:pt>
                <c:pt idx="2004">
                  <c:v>33152.42</c:v>
                </c:pt>
                <c:pt idx="2005">
                  <c:v>33169.24</c:v>
                </c:pt>
                <c:pt idx="2006">
                  <c:v>33186.050000000003</c:v>
                </c:pt>
                <c:pt idx="2007">
                  <c:v>33202.870000000003</c:v>
                </c:pt>
                <c:pt idx="2008">
                  <c:v>33219.69</c:v>
                </c:pt>
                <c:pt idx="2009">
                  <c:v>33236.5</c:v>
                </c:pt>
                <c:pt idx="2010">
                  <c:v>33253.32</c:v>
                </c:pt>
                <c:pt idx="2011">
                  <c:v>33270.129999999997</c:v>
                </c:pt>
                <c:pt idx="2012">
                  <c:v>33286.949999999997</c:v>
                </c:pt>
                <c:pt idx="2013">
                  <c:v>33303.769999999997</c:v>
                </c:pt>
                <c:pt idx="2014">
                  <c:v>33320.58</c:v>
                </c:pt>
                <c:pt idx="2015">
                  <c:v>33337.4</c:v>
                </c:pt>
                <c:pt idx="2016">
                  <c:v>33354.22</c:v>
                </c:pt>
                <c:pt idx="2017">
                  <c:v>33371.03</c:v>
                </c:pt>
                <c:pt idx="2018">
                  <c:v>33387.85</c:v>
                </c:pt>
                <c:pt idx="2019">
                  <c:v>33404.660000000003</c:v>
                </c:pt>
                <c:pt idx="2020">
                  <c:v>33421.480000000003</c:v>
                </c:pt>
                <c:pt idx="2021">
                  <c:v>33438.300000000003</c:v>
                </c:pt>
                <c:pt idx="2022">
                  <c:v>33455.11</c:v>
                </c:pt>
                <c:pt idx="2023">
                  <c:v>33471.93</c:v>
                </c:pt>
                <c:pt idx="2024">
                  <c:v>33488.74</c:v>
                </c:pt>
                <c:pt idx="2025">
                  <c:v>33505.56</c:v>
                </c:pt>
                <c:pt idx="2026">
                  <c:v>33522.379999999997</c:v>
                </c:pt>
                <c:pt idx="2027">
                  <c:v>33539.19</c:v>
                </c:pt>
                <c:pt idx="2028">
                  <c:v>33556.01</c:v>
                </c:pt>
                <c:pt idx="2029">
                  <c:v>33572.82</c:v>
                </c:pt>
                <c:pt idx="2030">
                  <c:v>33589.64</c:v>
                </c:pt>
                <c:pt idx="2031">
                  <c:v>33606.46</c:v>
                </c:pt>
                <c:pt idx="2032">
                  <c:v>33623.269999999997</c:v>
                </c:pt>
                <c:pt idx="2033">
                  <c:v>33640.089999999997</c:v>
                </c:pt>
                <c:pt idx="2034">
                  <c:v>33656.9</c:v>
                </c:pt>
                <c:pt idx="2035">
                  <c:v>33673.72</c:v>
                </c:pt>
                <c:pt idx="2036">
                  <c:v>33690.54</c:v>
                </c:pt>
                <c:pt idx="2037">
                  <c:v>33707.35</c:v>
                </c:pt>
                <c:pt idx="2038">
                  <c:v>33724.17</c:v>
                </c:pt>
                <c:pt idx="2039">
                  <c:v>33740.980000000003</c:v>
                </c:pt>
                <c:pt idx="2040">
                  <c:v>33757.800000000003</c:v>
                </c:pt>
                <c:pt idx="2041">
                  <c:v>33774.620000000003</c:v>
                </c:pt>
                <c:pt idx="2042">
                  <c:v>33791.43</c:v>
                </c:pt>
                <c:pt idx="2043">
                  <c:v>33808.25</c:v>
                </c:pt>
                <c:pt idx="2044">
                  <c:v>33825.07</c:v>
                </c:pt>
                <c:pt idx="2045">
                  <c:v>33841.879999999997</c:v>
                </c:pt>
                <c:pt idx="2046">
                  <c:v>33858.699999999997</c:v>
                </c:pt>
                <c:pt idx="2047">
                  <c:v>33875.51</c:v>
                </c:pt>
                <c:pt idx="2048">
                  <c:v>33892.33</c:v>
                </c:pt>
                <c:pt idx="2049">
                  <c:v>33909.15</c:v>
                </c:pt>
                <c:pt idx="2050">
                  <c:v>33925.96</c:v>
                </c:pt>
                <c:pt idx="2051">
                  <c:v>33942.78</c:v>
                </c:pt>
                <c:pt idx="2052">
                  <c:v>33959.589999999997</c:v>
                </c:pt>
                <c:pt idx="2053">
                  <c:v>33976.410000000003</c:v>
                </c:pt>
                <c:pt idx="2054">
                  <c:v>33993.230000000003</c:v>
                </c:pt>
                <c:pt idx="2055">
                  <c:v>34010.04</c:v>
                </c:pt>
                <c:pt idx="2056">
                  <c:v>34026.86</c:v>
                </c:pt>
                <c:pt idx="2057">
                  <c:v>34043.67</c:v>
                </c:pt>
                <c:pt idx="2058">
                  <c:v>34060.49</c:v>
                </c:pt>
                <c:pt idx="2059">
                  <c:v>34077.31</c:v>
                </c:pt>
                <c:pt idx="2060">
                  <c:v>34094.120000000003</c:v>
                </c:pt>
                <c:pt idx="2061">
                  <c:v>34110.94</c:v>
                </c:pt>
                <c:pt idx="2062">
                  <c:v>34127.75</c:v>
                </c:pt>
                <c:pt idx="2063">
                  <c:v>34144.57</c:v>
                </c:pt>
                <c:pt idx="2064">
                  <c:v>34161.39</c:v>
                </c:pt>
                <c:pt idx="2065">
                  <c:v>34178.199999999997</c:v>
                </c:pt>
                <c:pt idx="2066">
                  <c:v>34195.019999999997</c:v>
                </c:pt>
                <c:pt idx="2067">
                  <c:v>34211.83</c:v>
                </c:pt>
                <c:pt idx="2068">
                  <c:v>34228.65</c:v>
                </c:pt>
                <c:pt idx="2069">
                  <c:v>34245.47</c:v>
                </c:pt>
                <c:pt idx="2070">
                  <c:v>34262.28</c:v>
                </c:pt>
                <c:pt idx="2071">
                  <c:v>34279.1</c:v>
                </c:pt>
                <c:pt idx="2072">
                  <c:v>34295.919999999998</c:v>
                </c:pt>
                <c:pt idx="2073">
                  <c:v>34312.730000000003</c:v>
                </c:pt>
                <c:pt idx="2074">
                  <c:v>34329.550000000003</c:v>
                </c:pt>
                <c:pt idx="2075">
                  <c:v>34346.36</c:v>
                </c:pt>
                <c:pt idx="2076">
                  <c:v>34363.18</c:v>
                </c:pt>
                <c:pt idx="2077">
                  <c:v>34380</c:v>
                </c:pt>
                <c:pt idx="2078">
                  <c:v>34396.81</c:v>
                </c:pt>
                <c:pt idx="2079">
                  <c:v>34413.629999999997</c:v>
                </c:pt>
                <c:pt idx="2080">
                  <c:v>34430.44</c:v>
                </c:pt>
                <c:pt idx="2081">
                  <c:v>34447.26</c:v>
                </c:pt>
                <c:pt idx="2082">
                  <c:v>34464.080000000002</c:v>
                </c:pt>
                <c:pt idx="2083">
                  <c:v>34480.89</c:v>
                </c:pt>
                <c:pt idx="2084">
                  <c:v>34497.71</c:v>
                </c:pt>
                <c:pt idx="2085">
                  <c:v>34514.519999999997</c:v>
                </c:pt>
                <c:pt idx="2086">
                  <c:v>34531.339999999997</c:v>
                </c:pt>
                <c:pt idx="2087">
                  <c:v>34548.160000000003</c:v>
                </c:pt>
                <c:pt idx="2088">
                  <c:v>34564.97</c:v>
                </c:pt>
                <c:pt idx="2089">
                  <c:v>34581.79</c:v>
                </c:pt>
                <c:pt idx="2090">
                  <c:v>34598.6</c:v>
                </c:pt>
                <c:pt idx="2091">
                  <c:v>34615.42</c:v>
                </c:pt>
                <c:pt idx="2092">
                  <c:v>34632.239999999998</c:v>
                </c:pt>
                <c:pt idx="2093">
                  <c:v>34649.050000000003</c:v>
                </c:pt>
                <c:pt idx="2094">
                  <c:v>34665.870000000003</c:v>
                </c:pt>
                <c:pt idx="2095">
                  <c:v>34682.68</c:v>
                </c:pt>
                <c:pt idx="2096">
                  <c:v>34699.5</c:v>
                </c:pt>
                <c:pt idx="2097">
                  <c:v>34716.32</c:v>
                </c:pt>
                <c:pt idx="2098">
                  <c:v>34733.129999999997</c:v>
                </c:pt>
                <c:pt idx="2099">
                  <c:v>34749.949999999997</c:v>
                </c:pt>
                <c:pt idx="2100">
                  <c:v>34766.769999999997</c:v>
                </c:pt>
                <c:pt idx="2101">
                  <c:v>34783.58</c:v>
                </c:pt>
                <c:pt idx="2102">
                  <c:v>34800.400000000001</c:v>
                </c:pt>
                <c:pt idx="2103">
                  <c:v>34817.21</c:v>
                </c:pt>
                <c:pt idx="2104">
                  <c:v>34834.03</c:v>
                </c:pt>
                <c:pt idx="2105">
                  <c:v>34850.85</c:v>
                </c:pt>
                <c:pt idx="2106">
                  <c:v>34867.660000000003</c:v>
                </c:pt>
                <c:pt idx="2107">
                  <c:v>34884.480000000003</c:v>
                </c:pt>
                <c:pt idx="2108">
                  <c:v>34901.29</c:v>
                </c:pt>
                <c:pt idx="2109">
                  <c:v>34918.11</c:v>
                </c:pt>
                <c:pt idx="2110">
                  <c:v>34934.93</c:v>
                </c:pt>
                <c:pt idx="2111">
                  <c:v>34951.74</c:v>
                </c:pt>
                <c:pt idx="2112">
                  <c:v>34968.559999999998</c:v>
                </c:pt>
                <c:pt idx="2113">
                  <c:v>34985.370000000003</c:v>
                </c:pt>
                <c:pt idx="2114">
                  <c:v>35002.19</c:v>
                </c:pt>
                <c:pt idx="2115">
                  <c:v>35019.01</c:v>
                </c:pt>
                <c:pt idx="2116">
                  <c:v>35035.82</c:v>
                </c:pt>
                <c:pt idx="2117">
                  <c:v>35052.639999999999</c:v>
                </c:pt>
                <c:pt idx="2118">
                  <c:v>35069.449999999997</c:v>
                </c:pt>
                <c:pt idx="2119">
                  <c:v>35086.269999999997</c:v>
                </c:pt>
                <c:pt idx="2120">
                  <c:v>35103.089999999997</c:v>
                </c:pt>
                <c:pt idx="2121">
                  <c:v>35119.9</c:v>
                </c:pt>
                <c:pt idx="2122">
                  <c:v>35136.720000000001</c:v>
                </c:pt>
                <c:pt idx="2123">
                  <c:v>35153.53</c:v>
                </c:pt>
                <c:pt idx="2124">
                  <c:v>35170.35</c:v>
                </c:pt>
                <c:pt idx="2125">
                  <c:v>35187.17</c:v>
                </c:pt>
                <c:pt idx="2126">
                  <c:v>35203.980000000003</c:v>
                </c:pt>
                <c:pt idx="2127">
                  <c:v>35220.800000000003</c:v>
                </c:pt>
                <c:pt idx="2128">
                  <c:v>35237.620000000003</c:v>
                </c:pt>
                <c:pt idx="2129">
                  <c:v>35254.43</c:v>
                </c:pt>
                <c:pt idx="2130">
                  <c:v>35271.25</c:v>
                </c:pt>
                <c:pt idx="2131">
                  <c:v>35288.06</c:v>
                </c:pt>
                <c:pt idx="2132">
                  <c:v>35304.879999999997</c:v>
                </c:pt>
                <c:pt idx="2133">
                  <c:v>35321.699999999997</c:v>
                </c:pt>
                <c:pt idx="2134">
                  <c:v>35338.51</c:v>
                </c:pt>
                <c:pt idx="2135">
                  <c:v>35355.33</c:v>
                </c:pt>
                <c:pt idx="2136">
                  <c:v>35372.14</c:v>
                </c:pt>
                <c:pt idx="2137">
                  <c:v>35388.959999999999</c:v>
                </c:pt>
                <c:pt idx="2138">
                  <c:v>35405.78</c:v>
                </c:pt>
                <c:pt idx="2139">
                  <c:v>35422.589999999997</c:v>
                </c:pt>
                <c:pt idx="2140">
                  <c:v>35439.410000000003</c:v>
                </c:pt>
                <c:pt idx="2141">
                  <c:v>35456.22</c:v>
                </c:pt>
                <c:pt idx="2142">
                  <c:v>35473.040000000001</c:v>
                </c:pt>
                <c:pt idx="2143">
                  <c:v>35489.86</c:v>
                </c:pt>
                <c:pt idx="2144">
                  <c:v>35506.67</c:v>
                </c:pt>
                <c:pt idx="2145">
                  <c:v>35523.49</c:v>
                </c:pt>
                <c:pt idx="2146">
                  <c:v>35540.300000000003</c:v>
                </c:pt>
                <c:pt idx="2147">
                  <c:v>35557.120000000003</c:v>
                </c:pt>
                <c:pt idx="2148">
                  <c:v>35573.94</c:v>
                </c:pt>
                <c:pt idx="2149">
                  <c:v>35590.75</c:v>
                </c:pt>
                <c:pt idx="2150">
                  <c:v>35607.57</c:v>
                </c:pt>
                <c:pt idx="2151">
                  <c:v>35624.379999999997</c:v>
                </c:pt>
                <c:pt idx="2152">
                  <c:v>35641.199999999997</c:v>
                </c:pt>
                <c:pt idx="2153">
                  <c:v>35658.019999999997</c:v>
                </c:pt>
                <c:pt idx="2154">
                  <c:v>35674.83</c:v>
                </c:pt>
                <c:pt idx="2155">
                  <c:v>35691.65</c:v>
                </c:pt>
                <c:pt idx="2156">
                  <c:v>35708.47</c:v>
                </c:pt>
                <c:pt idx="2157">
                  <c:v>35725.279999999999</c:v>
                </c:pt>
                <c:pt idx="2158">
                  <c:v>35742.1</c:v>
                </c:pt>
                <c:pt idx="2159">
                  <c:v>35758.910000000003</c:v>
                </c:pt>
                <c:pt idx="2160">
                  <c:v>35775.730000000003</c:v>
                </c:pt>
                <c:pt idx="2161">
                  <c:v>35792.550000000003</c:v>
                </c:pt>
                <c:pt idx="2162">
                  <c:v>35809.360000000001</c:v>
                </c:pt>
                <c:pt idx="2163">
                  <c:v>35826.18</c:v>
                </c:pt>
                <c:pt idx="2164">
                  <c:v>35842.99</c:v>
                </c:pt>
                <c:pt idx="2165">
                  <c:v>35859.81</c:v>
                </c:pt>
                <c:pt idx="2166">
                  <c:v>35876.629999999997</c:v>
                </c:pt>
                <c:pt idx="2167">
                  <c:v>35893.440000000002</c:v>
                </c:pt>
                <c:pt idx="2168">
                  <c:v>35910.26</c:v>
                </c:pt>
                <c:pt idx="2169">
                  <c:v>35927.07</c:v>
                </c:pt>
                <c:pt idx="2170">
                  <c:v>35943.89</c:v>
                </c:pt>
                <c:pt idx="2171">
                  <c:v>35960.71</c:v>
                </c:pt>
                <c:pt idx="2172">
                  <c:v>35977.519999999997</c:v>
                </c:pt>
                <c:pt idx="2173">
                  <c:v>35994.339999999997</c:v>
                </c:pt>
                <c:pt idx="2174">
                  <c:v>36011.15</c:v>
                </c:pt>
                <c:pt idx="2175">
                  <c:v>36027.97</c:v>
                </c:pt>
                <c:pt idx="2176">
                  <c:v>36044.79</c:v>
                </c:pt>
                <c:pt idx="2177">
                  <c:v>36061.599999999999</c:v>
                </c:pt>
                <c:pt idx="2178">
                  <c:v>36078.42</c:v>
                </c:pt>
                <c:pt idx="2179">
                  <c:v>36095.230000000003</c:v>
                </c:pt>
                <c:pt idx="2180">
                  <c:v>36112.050000000003</c:v>
                </c:pt>
                <c:pt idx="2181">
                  <c:v>36128.870000000003</c:v>
                </c:pt>
                <c:pt idx="2182">
                  <c:v>36145.68</c:v>
                </c:pt>
                <c:pt idx="2183">
                  <c:v>36162.5</c:v>
                </c:pt>
                <c:pt idx="2184">
                  <c:v>36179.32</c:v>
                </c:pt>
                <c:pt idx="2185">
                  <c:v>36196.129999999997</c:v>
                </c:pt>
                <c:pt idx="2186">
                  <c:v>36212.949999999997</c:v>
                </c:pt>
                <c:pt idx="2187">
                  <c:v>36229.760000000002</c:v>
                </c:pt>
                <c:pt idx="2188">
                  <c:v>36246.58</c:v>
                </c:pt>
                <c:pt idx="2189">
                  <c:v>36263.4</c:v>
                </c:pt>
                <c:pt idx="2190">
                  <c:v>36280.21</c:v>
                </c:pt>
                <c:pt idx="2191">
                  <c:v>36297.03</c:v>
                </c:pt>
                <c:pt idx="2192">
                  <c:v>36313.839999999997</c:v>
                </c:pt>
                <c:pt idx="2193">
                  <c:v>36330.660000000003</c:v>
                </c:pt>
                <c:pt idx="2194">
                  <c:v>36347.480000000003</c:v>
                </c:pt>
                <c:pt idx="2195">
                  <c:v>36364.29</c:v>
                </c:pt>
                <c:pt idx="2196">
                  <c:v>36381.11</c:v>
                </c:pt>
                <c:pt idx="2197">
                  <c:v>36397.919999999998</c:v>
                </c:pt>
                <c:pt idx="2198">
                  <c:v>36414.74</c:v>
                </c:pt>
                <c:pt idx="2199">
                  <c:v>36431.56</c:v>
                </c:pt>
                <c:pt idx="2200">
                  <c:v>36448.370000000003</c:v>
                </c:pt>
                <c:pt idx="2201">
                  <c:v>36465.19</c:v>
                </c:pt>
                <c:pt idx="2202">
                  <c:v>36482</c:v>
                </c:pt>
                <c:pt idx="2203">
                  <c:v>36498.82</c:v>
                </c:pt>
                <c:pt idx="2204">
                  <c:v>36515.64</c:v>
                </c:pt>
                <c:pt idx="2205">
                  <c:v>36532.449999999997</c:v>
                </c:pt>
                <c:pt idx="2206">
                  <c:v>36549.269999999997</c:v>
                </c:pt>
                <c:pt idx="2207">
                  <c:v>36566.080000000002</c:v>
                </c:pt>
                <c:pt idx="2208">
                  <c:v>36582.9</c:v>
                </c:pt>
                <c:pt idx="2209">
                  <c:v>36599.72</c:v>
                </c:pt>
                <c:pt idx="2210">
                  <c:v>36616.53</c:v>
                </c:pt>
                <c:pt idx="2211">
                  <c:v>36633.35</c:v>
                </c:pt>
                <c:pt idx="2212">
                  <c:v>36650.17</c:v>
                </c:pt>
                <c:pt idx="2213">
                  <c:v>36666.980000000003</c:v>
                </c:pt>
                <c:pt idx="2214">
                  <c:v>36683.800000000003</c:v>
                </c:pt>
                <c:pt idx="2215">
                  <c:v>36700.61</c:v>
                </c:pt>
                <c:pt idx="2216">
                  <c:v>36717.43</c:v>
                </c:pt>
                <c:pt idx="2217">
                  <c:v>36734.25</c:v>
                </c:pt>
                <c:pt idx="2218">
                  <c:v>36751.06</c:v>
                </c:pt>
                <c:pt idx="2219">
                  <c:v>36767.879999999997</c:v>
                </c:pt>
                <c:pt idx="2220">
                  <c:v>36784.69</c:v>
                </c:pt>
                <c:pt idx="2221">
                  <c:v>36801.51</c:v>
                </c:pt>
                <c:pt idx="2222">
                  <c:v>36818.33</c:v>
                </c:pt>
                <c:pt idx="2223">
                  <c:v>36835.14</c:v>
                </c:pt>
                <c:pt idx="2224">
                  <c:v>36851.96</c:v>
                </c:pt>
                <c:pt idx="2225">
                  <c:v>36868.769999999997</c:v>
                </c:pt>
                <c:pt idx="2226">
                  <c:v>36885.589999999997</c:v>
                </c:pt>
                <c:pt idx="2227">
                  <c:v>36902.410000000003</c:v>
                </c:pt>
                <c:pt idx="2228">
                  <c:v>36919.22</c:v>
                </c:pt>
                <c:pt idx="2229">
                  <c:v>36936.04</c:v>
                </c:pt>
                <c:pt idx="2230">
                  <c:v>36952.85</c:v>
                </c:pt>
                <c:pt idx="2231">
                  <c:v>36969.67</c:v>
                </c:pt>
                <c:pt idx="2232">
                  <c:v>36986.49</c:v>
                </c:pt>
                <c:pt idx="2233">
                  <c:v>37003.300000000003</c:v>
                </c:pt>
                <c:pt idx="2234">
                  <c:v>37020.120000000003</c:v>
                </c:pt>
                <c:pt idx="2235">
                  <c:v>37036.93</c:v>
                </c:pt>
                <c:pt idx="2236">
                  <c:v>37053.75</c:v>
                </c:pt>
                <c:pt idx="2237">
                  <c:v>37070.57</c:v>
                </c:pt>
                <c:pt idx="2238">
                  <c:v>37087.379999999997</c:v>
                </c:pt>
                <c:pt idx="2239">
                  <c:v>37104.199999999997</c:v>
                </c:pt>
                <c:pt idx="2240">
                  <c:v>37121.019999999997</c:v>
                </c:pt>
                <c:pt idx="2241">
                  <c:v>37137.83</c:v>
                </c:pt>
                <c:pt idx="2242">
                  <c:v>37154.65</c:v>
                </c:pt>
                <c:pt idx="2243">
                  <c:v>37171.46</c:v>
                </c:pt>
                <c:pt idx="2244">
                  <c:v>37188.28</c:v>
                </c:pt>
                <c:pt idx="2245">
                  <c:v>37205.1</c:v>
                </c:pt>
                <c:pt idx="2246">
                  <c:v>37221.910000000003</c:v>
                </c:pt>
                <c:pt idx="2247">
                  <c:v>37238.730000000003</c:v>
                </c:pt>
                <c:pt idx="2248">
                  <c:v>37255.54</c:v>
                </c:pt>
                <c:pt idx="2249">
                  <c:v>37272.36</c:v>
                </c:pt>
                <c:pt idx="2250">
                  <c:v>37289.18</c:v>
                </c:pt>
                <c:pt idx="2251">
                  <c:v>37305.99</c:v>
                </c:pt>
                <c:pt idx="2252">
                  <c:v>37322.81</c:v>
                </c:pt>
                <c:pt idx="2253">
                  <c:v>37339.620000000003</c:v>
                </c:pt>
                <c:pt idx="2254">
                  <c:v>37356.44</c:v>
                </c:pt>
                <c:pt idx="2255">
                  <c:v>37373.26</c:v>
                </c:pt>
                <c:pt idx="2256">
                  <c:v>37390.07</c:v>
                </c:pt>
                <c:pt idx="2257">
                  <c:v>37406.89</c:v>
                </c:pt>
                <c:pt idx="2258">
                  <c:v>37423.699999999997</c:v>
                </c:pt>
                <c:pt idx="2259">
                  <c:v>37440.519999999997</c:v>
                </c:pt>
                <c:pt idx="2260">
                  <c:v>37457.339999999997</c:v>
                </c:pt>
                <c:pt idx="2261">
                  <c:v>37474.15</c:v>
                </c:pt>
                <c:pt idx="2262">
                  <c:v>37490.97</c:v>
                </c:pt>
                <c:pt idx="2263">
                  <c:v>37507.78</c:v>
                </c:pt>
                <c:pt idx="2264">
                  <c:v>37524.6</c:v>
                </c:pt>
                <c:pt idx="2265">
                  <c:v>37541.42</c:v>
                </c:pt>
                <c:pt idx="2266">
                  <c:v>37558.230000000003</c:v>
                </c:pt>
                <c:pt idx="2267">
                  <c:v>37575.050000000003</c:v>
                </c:pt>
                <c:pt idx="2268">
                  <c:v>37591.870000000003</c:v>
                </c:pt>
                <c:pt idx="2269">
                  <c:v>37608.68</c:v>
                </c:pt>
                <c:pt idx="2270">
                  <c:v>37625.5</c:v>
                </c:pt>
                <c:pt idx="2271">
                  <c:v>37642.31</c:v>
                </c:pt>
                <c:pt idx="2272">
                  <c:v>37659.129999999997</c:v>
                </c:pt>
                <c:pt idx="2273">
                  <c:v>37675.949999999997</c:v>
                </c:pt>
                <c:pt idx="2274">
                  <c:v>37692.76</c:v>
                </c:pt>
                <c:pt idx="2275">
                  <c:v>37709.58</c:v>
                </c:pt>
                <c:pt idx="2276">
                  <c:v>37726.39</c:v>
                </c:pt>
                <c:pt idx="2277">
                  <c:v>37743.21</c:v>
                </c:pt>
                <c:pt idx="2278">
                  <c:v>37760.03</c:v>
                </c:pt>
                <c:pt idx="2279">
                  <c:v>37776.839999999997</c:v>
                </c:pt>
                <c:pt idx="2280">
                  <c:v>37793.660000000003</c:v>
                </c:pt>
                <c:pt idx="2281">
                  <c:v>37810.47</c:v>
                </c:pt>
                <c:pt idx="2282">
                  <c:v>37827.29</c:v>
                </c:pt>
                <c:pt idx="2283">
                  <c:v>37844.11</c:v>
                </c:pt>
                <c:pt idx="2284">
                  <c:v>37860.92</c:v>
                </c:pt>
                <c:pt idx="2285">
                  <c:v>37877.74</c:v>
                </c:pt>
                <c:pt idx="2286">
                  <c:v>37894.550000000003</c:v>
                </c:pt>
                <c:pt idx="2287">
                  <c:v>37911.370000000003</c:v>
                </c:pt>
                <c:pt idx="2288">
                  <c:v>37928.19</c:v>
                </c:pt>
                <c:pt idx="2289">
                  <c:v>37945</c:v>
                </c:pt>
                <c:pt idx="2290">
                  <c:v>37961.82</c:v>
                </c:pt>
                <c:pt idx="2291">
                  <c:v>37978.629999999997</c:v>
                </c:pt>
                <c:pt idx="2292">
                  <c:v>37995.449999999997</c:v>
                </c:pt>
                <c:pt idx="2293">
                  <c:v>38012.269999999997</c:v>
                </c:pt>
                <c:pt idx="2294">
                  <c:v>38029.08</c:v>
                </c:pt>
                <c:pt idx="2295">
                  <c:v>38045.9</c:v>
                </c:pt>
                <c:pt idx="2296">
                  <c:v>38062.720000000001</c:v>
                </c:pt>
                <c:pt idx="2297">
                  <c:v>38079.53</c:v>
                </c:pt>
                <c:pt idx="2298">
                  <c:v>38096.35</c:v>
                </c:pt>
                <c:pt idx="2299">
                  <c:v>38113.160000000003</c:v>
                </c:pt>
                <c:pt idx="2300">
                  <c:v>38129.980000000003</c:v>
                </c:pt>
                <c:pt idx="2301">
                  <c:v>38146.800000000003</c:v>
                </c:pt>
                <c:pt idx="2302">
                  <c:v>38163.61</c:v>
                </c:pt>
                <c:pt idx="2303">
                  <c:v>38180.43</c:v>
                </c:pt>
                <c:pt idx="2304">
                  <c:v>38197.24</c:v>
                </c:pt>
                <c:pt idx="2305">
                  <c:v>38214.06</c:v>
                </c:pt>
                <c:pt idx="2306">
                  <c:v>38230.879999999997</c:v>
                </c:pt>
                <c:pt idx="2307">
                  <c:v>38247.69</c:v>
                </c:pt>
                <c:pt idx="2308">
                  <c:v>38264.51</c:v>
                </c:pt>
                <c:pt idx="2309">
                  <c:v>38281.32</c:v>
                </c:pt>
                <c:pt idx="2310">
                  <c:v>38298.14</c:v>
                </c:pt>
                <c:pt idx="2311">
                  <c:v>38314.959999999999</c:v>
                </c:pt>
                <c:pt idx="2312">
                  <c:v>38331.769999999997</c:v>
                </c:pt>
                <c:pt idx="2313">
                  <c:v>38348.589999999997</c:v>
                </c:pt>
                <c:pt idx="2314">
                  <c:v>38365.4</c:v>
                </c:pt>
                <c:pt idx="2315">
                  <c:v>38382.22</c:v>
                </c:pt>
                <c:pt idx="2316">
                  <c:v>38399.040000000001</c:v>
                </c:pt>
                <c:pt idx="2317">
                  <c:v>38415.85</c:v>
                </c:pt>
                <c:pt idx="2318">
                  <c:v>38432.67</c:v>
                </c:pt>
                <c:pt idx="2319">
                  <c:v>38449.480000000003</c:v>
                </c:pt>
                <c:pt idx="2320">
                  <c:v>38466.300000000003</c:v>
                </c:pt>
                <c:pt idx="2321">
                  <c:v>38483.120000000003</c:v>
                </c:pt>
                <c:pt idx="2322">
                  <c:v>38499.93</c:v>
                </c:pt>
                <c:pt idx="2323">
                  <c:v>38516.75</c:v>
                </c:pt>
                <c:pt idx="2324">
                  <c:v>38533.57</c:v>
                </c:pt>
                <c:pt idx="2325">
                  <c:v>38550.379999999997</c:v>
                </c:pt>
                <c:pt idx="2326">
                  <c:v>38567.199999999997</c:v>
                </c:pt>
                <c:pt idx="2327">
                  <c:v>38584.01</c:v>
                </c:pt>
                <c:pt idx="2328">
                  <c:v>38600.83</c:v>
                </c:pt>
                <c:pt idx="2329">
                  <c:v>38617.65</c:v>
                </c:pt>
                <c:pt idx="2330">
                  <c:v>38634.46</c:v>
                </c:pt>
                <c:pt idx="2331">
                  <c:v>38651.279999999999</c:v>
                </c:pt>
                <c:pt idx="2332">
                  <c:v>38668.089999999997</c:v>
                </c:pt>
                <c:pt idx="2333">
                  <c:v>38684.910000000003</c:v>
                </c:pt>
                <c:pt idx="2334">
                  <c:v>38701.730000000003</c:v>
                </c:pt>
                <c:pt idx="2335">
                  <c:v>38718.54</c:v>
                </c:pt>
                <c:pt idx="2336">
                  <c:v>38735.360000000001</c:v>
                </c:pt>
                <c:pt idx="2337">
                  <c:v>38752.17</c:v>
                </c:pt>
                <c:pt idx="2338">
                  <c:v>38768.99</c:v>
                </c:pt>
                <c:pt idx="2339">
                  <c:v>38785.81</c:v>
                </c:pt>
                <c:pt idx="2340">
                  <c:v>38802.620000000003</c:v>
                </c:pt>
                <c:pt idx="2341">
                  <c:v>38819.440000000002</c:v>
                </c:pt>
                <c:pt idx="2342">
                  <c:v>38836.25</c:v>
                </c:pt>
                <c:pt idx="2343">
                  <c:v>38853.07</c:v>
                </c:pt>
                <c:pt idx="2344">
                  <c:v>38869.89</c:v>
                </c:pt>
                <c:pt idx="2345">
                  <c:v>38886.699999999997</c:v>
                </c:pt>
                <c:pt idx="2346">
                  <c:v>38903.519999999997</c:v>
                </c:pt>
                <c:pt idx="2347">
                  <c:v>38920.33</c:v>
                </c:pt>
                <c:pt idx="2348">
                  <c:v>38937.15</c:v>
                </c:pt>
                <c:pt idx="2349">
                  <c:v>38953.97</c:v>
                </c:pt>
                <c:pt idx="2350">
                  <c:v>38970.78</c:v>
                </c:pt>
                <c:pt idx="2351">
                  <c:v>38987.599999999999</c:v>
                </c:pt>
                <c:pt idx="2352">
                  <c:v>39004.42</c:v>
                </c:pt>
                <c:pt idx="2353">
                  <c:v>39021.230000000003</c:v>
                </c:pt>
                <c:pt idx="2354">
                  <c:v>39038.050000000003</c:v>
                </c:pt>
                <c:pt idx="2355">
                  <c:v>39054.86</c:v>
                </c:pt>
                <c:pt idx="2356">
                  <c:v>39071.68</c:v>
                </c:pt>
                <c:pt idx="2357">
                  <c:v>39088.5</c:v>
                </c:pt>
                <c:pt idx="2358">
                  <c:v>39105.31</c:v>
                </c:pt>
                <c:pt idx="2359">
                  <c:v>39122.129999999997</c:v>
                </c:pt>
                <c:pt idx="2360">
                  <c:v>39138.94</c:v>
                </c:pt>
                <c:pt idx="2361">
                  <c:v>39155.760000000002</c:v>
                </c:pt>
                <c:pt idx="2362">
                  <c:v>39172.58</c:v>
                </c:pt>
                <c:pt idx="2363">
                  <c:v>39189.39</c:v>
                </c:pt>
                <c:pt idx="2364">
                  <c:v>39206.21</c:v>
                </c:pt>
                <c:pt idx="2365">
                  <c:v>39223.019999999997</c:v>
                </c:pt>
                <c:pt idx="2366">
                  <c:v>39239.839999999997</c:v>
                </c:pt>
                <c:pt idx="2367">
                  <c:v>39256.660000000003</c:v>
                </c:pt>
                <c:pt idx="2368">
                  <c:v>39273.47</c:v>
                </c:pt>
                <c:pt idx="2369">
                  <c:v>39290.29</c:v>
                </c:pt>
                <c:pt idx="2370">
                  <c:v>39307.1</c:v>
                </c:pt>
                <c:pt idx="2371">
                  <c:v>39323.919999999998</c:v>
                </c:pt>
                <c:pt idx="2372">
                  <c:v>39340.74</c:v>
                </c:pt>
                <c:pt idx="2373">
                  <c:v>39357.550000000003</c:v>
                </c:pt>
                <c:pt idx="2374">
                  <c:v>39374.370000000003</c:v>
                </c:pt>
                <c:pt idx="2375">
                  <c:v>39391.18</c:v>
                </c:pt>
                <c:pt idx="2376">
                  <c:v>39408</c:v>
                </c:pt>
                <c:pt idx="2377">
                  <c:v>39424.82</c:v>
                </c:pt>
                <c:pt idx="2378">
                  <c:v>39441.629999999997</c:v>
                </c:pt>
                <c:pt idx="2379">
                  <c:v>39458.449999999997</c:v>
                </c:pt>
                <c:pt idx="2380">
                  <c:v>39475.269999999997</c:v>
                </c:pt>
                <c:pt idx="2381">
                  <c:v>39492.080000000002</c:v>
                </c:pt>
                <c:pt idx="2382">
                  <c:v>39508.9</c:v>
                </c:pt>
                <c:pt idx="2383">
                  <c:v>39525.71</c:v>
                </c:pt>
                <c:pt idx="2384">
                  <c:v>39542.53</c:v>
                </c:pt>
                <c:pt idx="2385">
                  <c:v>39559.35</c:v>
                </c:pt>
                <c:pt idx="2386">
                  <c:v>39576.160000000003</c:v>
                </c:pt>
                <c:pt idx="2387">
                  <c:v>39592.980000000003</c:v>
                </c:pt>
                <c:pt idx="2388">
                  <c:v>39609.79</c:v>
                </c:pt>
                <c:pt idx="2389">
                  <c:v>39626.61</c:v>
                </c:pt>
                <c:pt idx="2390">
                  <c:v>39643.43</c:v>
                </c:pt>
                <c:pt idx="2391">
                  <c:v>39660.239999999998</c:v>
                </c:pt>
                <c:pt idx="2392">
                  <c:v>39677.06</c:v>
                </c:pt>
                <c:pt idx="2393">
                  <c:v>39693.870000000003</c:v>
                </c:pt>
                <c:pt idx="2394">
                  <c:v>39710.69</c:v>
                </c:pt>
                <c:pt idx="2395">
                  <c:v>39727.51</c:v>
                </c:pt>
                <c:pt idx="2396">
                  <c:v>39744.32</c:v>
                </c:pt>
                <c:pt idx="2397">
                  <c:v>39761.14</c:v>
                </c:pt>
                <c:pt idx="2398">
                  <c:v>39777.949999999997</c:v>
                </c:pt>
                <c:pt idx="2399">
                  <c:v>39794.769999999997</c:v>
                </c:pt>
                <c:pt idx="2400">
                  <c:v>39811.589999999997</c:v>
                </c:pt>
                <c:pt idx="2401">
                  <c:v>39828.400000000001</c:v>
                </c:pt>
                <c:pt idx="2402">
                  <c:v>39845.22</c:v>
                </c:pt>
                <c:pt idx="2403">
                  <c:v>39862.03</c:v>
                </c:pt>
                <c:pt idx="2404">
                  <c:v>39878.85</c:v>
                </c:pt>
                <c:pt idx="2405">
                  <c:v>39895.67</c:v>
                </c:pt>
                <c:pt idx="2406">
                  <c:v>39912.480000000003</c:v>
                </c:pt>
                <c:pt idx="2407">
                  <c:v>39929.300000000003</c:v>
                </c:pt>
                <c:pt idx="2408">
                  <c:v>39946.120000000003</c:v>
                </c:pt>
                <c:pt idx="2409">
                  <c:v>39962.93</c:v>
                </c:pt>
                <c:pt idx="2410">
                  <c:v>39979.75</c:v>
                </c:pt>
                <c:pt idx="2411">
                  <c:v>39996.559999999998</c:v>
                </c:pt>
                <c:pt idx="2412">
                  <c:v>40013.379999999997</c:v>
                </c:pt>
                <c:pt idx="2413">
                  <c:v>40030.199999999997</c:v>
                </c:pt>
                <c:pt idx="2414">
                  <c:v>40047.01</c:v>
                </c:pt>
                <c:pt idx="2415">
                  <c:v>40063.83</c:v>
                </c:pt>
                <c:pt idx="2416">
                  <c:v>40080.639999999999</c:v>
                </c:pt>
                <c:pt idx="2417">
                  <c:v>40097.46</c:v>
                </c:pt>
                <c:pt idx="2418">
                  <c:v>40114.28</c:v>
                </c:pt>
                <c:pt idx="2419">
                  <c:v>40131.089999999997</c:v>
                </c:pt>
                <c:pt idx="2420">
                  <c:v>40147.910000000003</c:v>
                </c:pt>
                <c:pt idx="2421">
                  <c:v>40164.720000000001</c:v>
                </c:pt>
                <c:pt idx="2422">
                  <c:v>40181.54</c:v>
                </c:pt>
                <c:pt idx="2423">
                  <c:v>40198.36</c:v>
                </c:pt>
                <c:pt idx="2424">
                  <c:v>40215.17</c:v>
                </c:pt>
                <c:pt idx="2425">
                  <c:v>40231.99</c:v>
                </c:pt>
                <c:pt idx="2426">
                  <c:v>40248.800000000003</c:v>
                </c:pt>
                <c:pt idx="2427">
                  <c:v>40265.620000000003</c:v>
                </c:pt>
                <c:pt idx="2428">
                  <c:v>40282.44</c:v>
                </c:pt>
                <c:pt idx="2429">
                  <c:v>40299.25</c:v>
                </c:pt>
                <c:pt idx="2430">
                  <c:v>40316.07</c:v>
                </c:pt>
                <c:pt idx="2431">
                  <c:v>40332.879999999997</c:v>
                </c:pt>
                <c:pt idx="2432">
                  <c:v>40349.699999999997</c:v>
                </c:pt>
                <c:pt idx="2433">
                  <c:v>40366.519999999997</c:v>
                </c:pt>
                <c:pt idx="2434">
                  <c:v>40383.33</c:v>
                </c:pt>
                <c:pt idx="2435">
                  <c:v>40400.15</c:v>
                </c:pt>
                <c:pt idx="2436">
                  <c:v>40416.97</c:v>
                </c:pt>
                <c:pt idx="2437">
                  <c:v>40433.78</c:v>
                </c:pt>
                <c:pt idx="2438">
                  <c:v>40450.6</c:v>
                </c:pt>
                <c:pt idx="2439">
                  <c:v>40467.410000000003</c:v>
                </c:pt>
                <c:pt idx="2440">
                  <c:v>40484.230000000003</c:v>
                </c:pt>
                <c:pt idx="2441">
                  <c:v>40501.050000000003</c:v>
                </c:pt>
                <c:pt idx="2442">
                  <c:v>40517.86</c:v>
                </c:pt>
                <c:pt idx="2443">
                  <c:v>40534.68</c:v>
                </c:pt>
                <c:pt idx="2444">
                  <c:v>40551.49</c:v>
                </c:pt>
                <c:pt idx="2445">
                  <c:v>40568.31</c:v>
                </c:pt>
                <c:pt idx="2446">
                  <c:v>40585.129999999997</c:v>
                </c:pt>
                <c:pt idx="2447">
                  <c:v>40601.94</c:v>
                </c:pt>
                <c:pt idx="2448">
                  <c:v>40618.76</c:v>
                </c:pt>
                <c:pt idx="2449">
                  <c:v>40635.57</c:v>
                </c:pt>
                <c:pt idx="2450">
                  <c:v>40652.39</c:v>
                </c:pt>
                <c:pt idx="2451">
                  <c:v>40669.21</c:v>
                </c:pt>
                <c:pt idx="2452">
                  <c:v>40686.019999999997</c:v>
                </c:pt>
                <c:pt idx="2453">
                  <c:v>40702.839999999997</c:v>
                </c:pt>
                <c:pt idx="2454">
                  <c:v>40719.65</c:v>
                </c:pt>
                <c:pt idx="2455">
                  <c:v>40736.47</c:v>
                </c:pt>
                <c:pt idx="2456">
                  <c:v>40753.29</c:v>
                </c:pt>
                <c:pt idx="2457">
                  <c:v>40770.1</c:v>
                </c:pt>
                <c:pt idx="2458">
                  <c:v>40786.92</c:v>
                </c:pt>
                <c:pt idx="2459">
                  <c:v>40803.730000000003</c:v>
                </c:pt>
                <c:pt idx="2460">
                  <c:v>40820.550000000003</c:v>
                </c:pt>
                <c:pt idx="2461">
                  <c:v>40837.370000000003</c:v>
                </c:pt>
                <c:pt idx="2462">
                  <c:v>40854.18</c:v>
                </c:pt>
                <c:pt idx="2463">
                  <c:v>40871</c:v>
                </c:pt>
                <c:pt idx="2464">
                  <c:v>40887.82</c:v>
                </c:pt>
                <c:pt idx="2465">
                  <c:v>40904.629999999997</c:v>
                </c:pt>
                <c:pt idx="2466">
                  <c:v>40921.449999999997</c:v>
                </c:pt>
                <c:pt idx="2467">
                  <c:v>40938.26</c:v>
                </c:pt>
                <c:pt idx="2468">
                  <c:v>40955.08</c:v>
                </c:pt>
                <c:pt idx="2469">
                  <c:v>40971.9</c:v>
                </c:pt>
                <c:pt idx="2470">
                  <c:v>40988.71</c:v>
                </c:pt>
                <c:pt idx="2471">
                  <c:v>41005.53</c:v>
                </c:pt>
                <c:pt idx="2472">
                  <c:v>41022.339999999997</c:v>
                </c:pt>
                <c:pt idx="2473">
                  <c:v>41039.160000000003</c:v>
                </c:pt>
                <c:pt idx="2474">
                  <c:v>41055.980000000003</c:v>
                </c:pt>
                <c:pt idx="2475">
                  <c:v>41072.79</c:v>
                </c:pt>
                <c:pt idx="2476">
                  <c:v>41089.61</c:v>
                </c:pt>
                <c:pt idx="2477">
                  <c:v>41106.42</c:v>
                </c:pt>
                <c:pt idx="2478">
                  <c:v>41123.24</c:v>
                </c:pt>
                <c:pt idx="2479">
                  <c:v>41140.06</c:v>
                </c:pt>
                <c:pt idx="2480">
                  <c:v>41156.870000000003</c:v>
                </c:pt>
                <c:pt idx="2481">
                  <c:v>41173.69</c:v>
                </c:pt>
                <c:pt idx="2482">
                  <c:v>41190.5</c:v>
                </c:pt>
                <c:pt idx="2483">
                  <c:v>41207.32</c:v>
                </c:pt>
                <c:pt idx="2484">
                  <c:v>41224.14</c:v>
                </c:pt>
                <c:pt idx="2485">
                  <c:v>41240.949999999997</c:v>
                </c:pt>
                <c:pt idx="2486">
                  <c:v>41257.769999999997</c:v>
                </c:pt>
                <c:pt idx="2487">
                  <c:v>41274.58</c:v>
                </c:pt>
                <c:pt idx="2488">
                  <c:v>41291.4</c:v>
                </c:pt>
                <c:pt idx="2489">
                  <c:v>41308.22</c:v>
                </c:pt>
                <c:pt idx="2490">
                  <c:v>41325.03</c:v>
                </c:pt>
                <c:pt idx="2491">
                  <c:v>41341.85</c:v>
                </c:pt>
                <c:pt idx="2492">
                  <c:v>41358.67</c:v>
                </c:pt>
                <c:pt idx="2493">
                  <c:v>41375.480000000003</c:v>
                </c:pt>
                <c:pt idx="2494">
                  <c:v>41392.300000000003</c:v>
                </c:pt>
                <c:pt idx="2495">
                  <c:v>41409.11</c:v>
                </c:pt>
                <c:pt idx="2496">
                  <c:v>41425.93</c:v>
                </c:pt>
                <c:pt idx="2497">
                  <c:v>41442.75</c:v>
                </c:pt>
                <c:pt idx="2498">
                  <c:v>41459.56</c:v>
                </c:pt>
                <c:pt idx="2499">
                  <c:v>41476.379999999997</c:v>
                </c:pt>
                <c:pt idx="2500">
                  <c:v>41493.19</c:v>
                </c:pt>
                <c:pt idx="2501">
                  <c:v>41510.01</c:v>
                </c:pt>
                <c:pt idx="2502">
                  <c:v>41526.83</c:v>
                </c:pt>
                <c:pt idx="2503">
                  <c:v>41543.64</c:v>
                </c:pt>
                <c:pt idx="2504">
                  <c:v>41560.46</c:v>
                </c:pt>
                <c:pt idx="2505">
                  <c:v>41577.269999999997</c:v>
                </c:pt>
                <c:pt idx="2506">
                  <c:v>41594.089999999997</c:v>
                </c:pt>
                <c:pt idx="2507">
                  <c:v>41610.910000000003</c:v>
                </c:pt>
                <c:pt idx="2508">
                  <c:v>41627.72</c:v>
                </c:pt>
                <c:pt idx="2509">
                  <c:v>41644.54</c:v>
                </c:pt>
                <c:pt idx="2510">
                  <c:v>41661.35</c:v>
                </c:pt>
                <c:pt idx="2511">
                  <c:v>41678.17</c:v>
                </c:pt>
                <c:pt idx="2512">
                  <c:v>41694.99</c:v>
                </c:pt>
                <c:pt idx="2513">
                  <c:v>41711.800000000003</c:v>
                </c:pt>
                <c:pt idx="2514">
                  <c:v>41728.620000000003</c:v>
                </c:pt>
                <c:pt idx="2515">
                  <c:v>41745.43</c:v>
                </c:pt>
                <c:pt idx="2516">
                  <c:v>41762.25</c:v>
                </c:pt>
                <c:pt idx="2517">
                  <c:v>41779.07</c:v>
                </c:pt>
                <c:pt idx="2518">
                  <c:v>41795.879999999997</c:v>
                </c:pt>
                <c:pt idx="2519">
                  <c:v>41812.699999999997</c:v>
                </c:pt>
                <c:pt idx="2520">
                  <c:v>41829.519999999997</c:v>
                </c:pt>
                <c:pt idx="2521">
                  <c:v>41846.33</c:v>
                </c:pt>
                <c:pt idx="2522">
                  <c:v>41863.15</c:v>
                </c:pt>
                <c:pt idx="2523">
                  <c:v>41879.96</c:v>
                </c:pt>
                <c:pt idx="2524">
                  <c:v>41896.78</c:v>
                </c:pt>
                <c:pt idx="2525">
                  <c:v>41913.599999999999</c:v>
                </c:pt>
                <c:pt idx="2526">
                  <c:v>41930.410000000003</c:v>
                </c:pt>
                <c:pt idx="2527">
                  <c:v>41947.23</c:v>
                </c:pt>
                <c:pt idx="2528">
                  <c:v>41964.04</c:v>
                </c:pt>
                <c:pt idx="2529">
                  <c:v>41980.86</c:v>
                </c:pt>
                <c:pt idx="2530">
                  <c:v>41997.68</c:v>
                </c:pt>
                <c:pt idx="2531">
                  <c:v>42014.49</c:v>
                </c:pt>
                <c:pt idx="2532">
                  <c:v>42031.31</c:v>
                </c:pt>
                <c:pt idx="2533">
                  <c:v>42048.12</c:v>
                </c:pt>
                <c:pt idx="2534">
                  <c:v>42064.94</c:v>
                </c:pt>
                <c:pt idx="2535">
                  <c:v>42081.760000000002</c:v>
                </c:pt>
                <c:pt idx="2536">
                  <c:v>42098.57</c:v>
                </c:pt>
                <c:pt idx="2537">
                  <c:v>42115.39</c:v>
                </c:pt>
                <c:pt idx="2538">
                  <c:v>42132.2</c:v>
                </c:pt>
                <c:pt idx="2539">
                  <c:v>42149.02</c:v>
                </c:pt>
                <c:pt idx="2540">
                  <c:v>42165.84</c:v>
                </c:pt>
                <c:pt idx="2541">
                  <c:v>42182.65</c:v>
                </c:pt>
                <c:pt idx="2542">
                  <c:v>42199.47</c:v>
                </c:pt>
                <c:pt idx="2543">
                  <c:v>42216.28</c:v>
                </c:pt>
                <c:pt idx="2544">
                  <c:v>42233.1</c:v>
                </c:pt>
                <c:pt idx="2545">
                  <c:v>42249.919999999998</c:v>
                </c:pt>
                <c:pt idx="2546">
                  <c:v>42266.73</c:v>
                </c:pt>
                <c:pt idx="2547">
                  <c:v>42283.55</c:v>
                </c:pt>
                <c:pt idx="2548">
                  <c:v>42300.37</c:v>
                </c:pt>
                <c:pt idx="2549">
                  <c:v>42317.18</c:v>
                </c:pt>
                <c:pt idx="2550">
                  <c:v>42334</c:v>
                </c:pt>
                <c:pt idx="2551">
                  <c:v>42350.81</c:v>
                </c:pt>
                <c:pt idx="2552">
                  <c:v>42367.63</c:v>
                </c:pt>
                <c:pt idx="2553">
                  <c:v>42384.45</c:v>
                </c:pt>
                <c:pt idx="2554">
                  <c:v>42401.26</c:v>
                </c:pt>
                <c:pt idx="2555">
                  <c:v>42418.080000000002</c:v>
                </c:pt>
                <c:pt idx="2556">
                  <c:v>42434.89</c:v>
                </c:pt>
                <c:pt idx="2557">
                  <c:v>42451.71</c:v>
                </c:pt>
                <c:pt idx="2558">
                  <c:v>42468.87</c:v>
                </c:pt>
                <c:pt idx="2559">
                  <c:v>42486.080000000002</c:v>
                </c:pt>
                <c:pt idx="2560">
                  <c:v>42503.29</c:v>
                </c:pt>
                <c:pt idx="2561">
                  <c:v>42520.49</c:v>
                </c:pt>
                <c:pt idx="2562">
                  <c:v>42537.7</c:v>
                </c:pt>
                <c:pt idx="2563">
                  <c:v>42554.91</c:v>
                </c:pt>
                <c:pt idx="2564">
                  <c:v>42572.11</c:v>
                </c:pt>
                <c:pt idx="2565">
                  <c:v>42589.32</c:v>
                </c:pt>
                <c:pt idx="2566">
                  <c:v>42606.53</c:v>
                </c:pt>
                <c:pt idx="2567">
                  <c:v>42623.74</c:v>
                </c:pt>
                <c:pt idx="2568">
                  <c:v>42640.94</c:v>
                </c:pt>
                <c:pt idx="2569">
                  <c:v>42658.15</c:v>
                </c:pt>
                <c:pt idx="2570">
                  <c:v>42675.360000000001</c:v>
                </c:pt>
                <c:pt idx="2571">
                  <c:v>42692.56</c:v>
                </c:pt>
                <c:pt idx="2572">
                  <c:v>42709.77</c:v>
                </c:pt>
                <c:pt idx="2573">
                  <c:v>42726.98</c:v>
                </c:pt>
                <c:pt idx="2574">
                  <c:v>42744.19</c:v>
                </c:pt>
                <c:pt idx="2575">
                  <c:v>42761.39</c:v>
                </c:pt>
                <c:pt idx="2576">
                  <c:v>42778.6</c:v>
                </c:pt>
                <c:pt idx="2577">
                  <c:v>42795.81</c:v>
                </c:pt>
                <c:pt idx="2578">
                  <c:v>42813.01</c:v>
                </c:pt>
                <c:pt idx="2579">
                  <c:v>42830.22</c:v>
                </c:pt>
                <c:pt idx="2580">
                  <c:v>42847.43</c:v>
                </c:pt>
                <c:pt idx="2581">
                  <c:v>42864.639999999999</c:v>
                </c:pt>
                <c:pt idx="2582">
                  <c:v>42881.84</c:v>
                </c:pt>
                <c:pt idx="2583">
                  <c:v>42899.05</c:v>
                </c:pt>
                <c:pt idx="2584">
                  <c:v>42916.26</c:v>
                </c:pt>
                <c:pt idx="2585">
                  <c:v>42933.46</c:v>
                </c:pt>
                <c:pt idx="2586">
                  <c:v>42950.67</c:v>
                </c:pt>
                <c:pt idx="2587">
                  <c:v>42967.88</c:v>
                </c:pt>
                <c:pt idx="2588">
                  <c:v>42985.09</c:v>
                </c:pt>
                <c:pt idx="2589">
                  <c:v>43002.29</c:v>
                </c:pt>
                <c:pt idx="2590">
                  <c:v>43019.5</c:v>
                </c:pt>
                <c:pt idx="2591">
                  <c:v>43036.71</c:v>
                </c:pt>
                <c:pt idx="2592">
                  <c:v>43053.91</c:v>
                </c:pt>
                <c:pt idx="2593">
                  <c:v>43071.12</c:v>
                </c:pt>
                <c:pt idx="2594">
                  <c:v>43088.33</c:v>
                </c:pt>
                <c:pt idx="2595">
                  <c:v>43105.54</c:v>
                </c:pt>
                <c:pt idx="2596">
                  <c:v>43122.74</c:v>
                </c:pt>
                <c:pt idx="2597">
                  <c:v>43139.95</c:v>
                </c:pt>
                <c:pt idx="2598">
                  <c:v>43157.16</c:v>
                </c:pt>
                <c:pt idx="2599">
                  <c:v>43174.36</c:v>
                </c:pt>
                <c:pt idx="2600">
                  <c:v>43191.57</c:v>
                </c:pt>
                <c:pt idx="2601">
                  <c:v>43208.78</c:v>
                </c:pt>
                <c:pt idx="2602">
                  <c:v>43225.99</c:v>
                </c:pt>
                <c:pt idx="2603">
                  <c:v>43243.19</c:v>
                </c:pt>
                <c:pt idx="2604">
                  <c:v>43260.4</c:v>
                </c:pt>
                <c:pt idx="2605">
                  <c:v>43277.61</c:v>
                </c:pt>
                <c:pt idx="2606">
                  <c:v>43294.81</c:v>
                </c:pt>
                <c:pt idx="2607">
                  <c:v>43312.02</c:v>
                </c:pt>
                <c:pt idx="2608">
                  <c:v>43329.23</c:v>
                </c:pt>
                <c:pt idx="2609">
                  <c:v>43346.44</c:v>
                </c:pt>
                <c:pt idx="2610">
                  <c:v>43363.64</c:v>
                </c:pt>
                <c:pt idx="2611">
                  <c:v>43380.85</c:v>
                </c:pt>
                <c:pt idx="2612">
                  <c:v>43398.06</c:v>
                </c:pt>
                <c:pt idx="2613">
                  <c:v>43415.26</c:v>
                </c:pt>
                <c:pt idx="2614">
                  <c:v>43432.47</c:v>
                </c:pt>
                <c:pt idx="2615">
                  <c:v>43449.68</c:v>
                </c:pt>
                <c:pt idx="2616">
                  <c:v>43466.89</c:v>
                </c:pt>
                <c:pt idx="2617">
                  <c:v>43484.09</c:v>
                </c:pt>
                <c:pt idx="2618">
                  <c:v>43501.3</c:v>
                </c:pt>
                <c:pt idx="2619">
                  <c:v>43518.51</c:v>
                </c:pt>
                <c:pt idx="2620">
                  <c:v>43535.71</c:v>
                </c:pt>
                <c:pt idx="2621">
                  <c:v>43552.92</c:v>
                </c:pt>
                <c:pt idx="2622">
                  <c:v>43570.13</c:v>
                </c:pt>
                <c:pt idx="2623">
                  <c:v>43587.34</c:v>
                </c:pt>
                <c:pt idx="2624">
                  <c:v>43604.54</c:v>
                </c:pt>
                <c:pt idx="2625">
                  <c:v>43621.75</c:v>
                </c:pt>
                <c:pt idx="2626">
                  <c:v>43638.96</c:v>
                </c:pt>
                <c:pt idx="2627">
                  <c:v>43656.160000000003</c:v>
                </c:pt>
                <c:pt idx="2628">
                  <c:v>43673.37</c:v>
                </c:pt>
                <c:pt idx="2629">
                  <c:v>43690.58</c:v>
                </c:pt>
                <c:pt idx="2630">
                  <c:v>43707.79</c:v>
                </c:pt>
                <c:pt idx="2631">
                  <c:v>43724.99</c:v>
                </c:pt>
                <c:pt idx="2632">
                  <c:v>43742.2</c:v>
                </c:pt>
                <c:pt idx="2633">
                  <c:v>43759.41</c:v>
                </c:pt>
                <c:pt idx="2634">
                  <c:v>43776.61</c:v>
                </c:pt>
                <c:pt idx="2635">
                  <c:v>43793.82</c:v>
                </c:pt>
                <c:pt idx="2636">
                  <c:v>43811.03</c:v>
                </c:pt>
                <c:pt idx="2637">
                  <c:v>43828.24</c:v>
                </c:pt>
                <c:pt idx="2638">
                  <c:v>43845.440000000002</c:v>
                </c:pt>
                <c:pt idx="2639">
                  <c:v>43862.65</c:v>
                </c:pt>
                <c:pt idx="2640">
                  <c:v>43879.86</c:v>
                </c:pt>
                <c:pt idx="2641">
                  <c:v>43897.06</c:v>
                </c:pt>
                <c:pt idx="2642">
                  <c:v>43914.27</c:v>
                </c:pt>
                <c:pt idx="2643">
                  <c:v>43931.48</c:v>
                </c:pt>
                <c:pt idx="2644">
                  <c:v>43948.69</c:v>
                </c:pt>
                <c:pt idx="2645">
                  <c:v>43965.89</c:v>
                </c:pt>
                <c:pt idx="2646">
                  <c:v>43983.1</c:v>
                </c:pt>
                <c:pt idx="2647">
                  <c:v>44000.31</c:v>
                </c:pt>
                <c:pt idx="2648">
                  <c:v>44017.51</c:v>
                </c:pt>
                <c:pt idx="2649">
                  <c:v>44034.720000000001</c:v>
                </c:pt>
                <c:pt idx="2650">
                  <c:v>44051.93</c:v>
                </c:pt>
                <c:pt idx="2651">
                  <c:v>44069.14</c:v>
                </c:pt>
                <c:pt idx="2652">
                  <c:v>44086.34</c:v>
                </c:pt>
                <c:pt idx="2653">
                  <c:v>44103.55</c:v>
                </c:pt>
                <c:pt idx="2654">
                  <c:v>44120.76</c:v>
                </c:pt>
                <c:pt idx="2655">
                  <c:v>44137.96</c:v>
                </c:pt>
                <c:pt idx="2656">
                  <c:v>44155.17</c:v>
                </c:pt>
                <c:pt idx="2657">
                  <c:v>44172.38</c:v>
                </c:pt>
                <c:pt idx="2658">
                  <c:v>44189.59</c:v>
                </c:pt>
                <c:pt idx="2659">
                  <c:v>44206.79</c:v>
                </c:pt>
                <c:pt idx="2660">
                  <c:v>44224</c:v>
                </c:pt>
                <c:pt idx="2661">
                  <c:v>44241.21</c:v>
                </c:pt>
                <c:pt idx="2662">
                  <c:v>44258.41</c:v>
                </c:pt>
                <c:pt idx="2663">
                  <c:v>44275.62</c:v>
                </c:pt>
                <c:pt idx="2664">
                  <c:v>44292.83</c:v>
                </c:pt>
                <c:pt idx="2665">
                  <c:v>44310.04</c:v>
                </c:pt>
                <c:pt idx="2666">
                  <c:v>44327.24</c:v>
                </c:pt>
                <c:pt idx="2667">
                  <c:v>44344.45</c:v>
                </c:pt>
                <c:pt idx="2668">
                  <c:v>44361.66</c:v>
                </c:pt>
                <c:pt idx="2669">
                  <c:v>44378.86</c:v>
                </c:pt>
                <c:pt idx="2670">
                  <c:v>44396.07</c:v>
                </c:pt>
                <c:pt idx="2671">
                  <c:v>44413.279999999999</c:v>
                </c:pt>
                <c:pt idx="2672">
                  <c:v>44430.49</c:v>
                </c:pt>
                <c:pt idx="2673">
                  <c:v>44447.69</c:v>
                </c:pt>
                <c:pt idx="2674">
                  <c:v>44464.9</c:v>
                </c:pt>
                <c:pt idx="2675">
                  <c:v>44482.11</c:v>
                </c:pt>
                <c:pt idx="2676">
                  <c:v>44499.31</c:v>
                </c:pt>
                <c:pt idx="2677">
                  <c:v>44516.52</c:v>
                </c:pt>
                <c:pt idx="2678">
                  <c:v>44533.73</c:v>
                </c:pt>
                <c:pt idx="2679">
                  <c:v>44550.94</c:v>
                </c:pt>
                <c:pt idx="2680">
                  <c:v>44568.14</c:v>
                </c:pt>
                <c:pt idx="2681">
                  <c:v>44585.35</c:v>
                </c:pt>
                <c:pt idx="2682">
                  <c:v>44602.559999999998</c:v>
                </c:pt>
                <c:pt idx="2683">
                  <c:v>44619.76</c:v>
                </c:pt>
                <c:pt idx="2684">
                  <c:v>44636.97</c:v>
                </c:pt>
                <c:pt idx="2685">
                  <c:v>44654.18</c:v>
                </c:pt>
                <c:pt idx="2686">
                  <c:v>44671.39</c:v>
                </c:pt>
                <c:pt idx="2687">
                  <c:v>44688.59</c:v>
                </c:pt>
                <c:pt idx="2688">
                  <c:v>44705.8</c:v>
                </c:pt>
                <c:pt idx="2689">
                  <c:v>44723.01</c:v>
                </c:pt>
                <c:pt idx="2690">
                  <c:v>44740.21</c:v>
                </c:pt>
                <c:pt idx="2691">
                  <c:v>44757.42</c:v>
                </c:pt>
                <c:pt idx="2692">
                  <c:v>44774.63</c:v>
                </c:pt>
                <c:pt idx="2693">
                  <c:v>44791.839999999997</c:v>
                </c:pt>
                <c:pt idx="2694">
                  <c:v>44809.04</c:v>
                </c:pt>
                <c:pt idx="2695">
                  <c:v>44826.25</c:v>
                </c:pt>
                <c:pt idx="2696">
                  <c:v>44843.46</c:v>
                </c:pt>
                <c:pt idx="2697">
                  <c:v>44860.66</c:v>
                </c:pt>
                <c:pt idx="2698">
                  <c:v>44877.87</c:v>
                </c:pt>
                <c:pt idx="2699">
                  <c:v>44895.08</c:v>
                </c:pt>
                <c:pt idx="2700">
                  <c:v>44912.29</c:v>
                </c:pt>
                <c:pt idx="2701">
                  <c:v>44929.49</c:v>
                </c:pt>
                <c:pt idx="2702">
                  <c:v>44946.7</c:v>
                </c:pt>
                <c:pt idx="2703">
                  <c:v>44963.91</c:v>
                </c:pt>
                <c:pt idx="2704">
                  <c:v>44981.11</c:v>
                </c:pt>
                <c:pt idx="2705">
                  <c:v>44998.32</c:v>
                </c:pt>
                <c:pt idx="2706">
                  <c:v>45015.53</c:v>
                </c:pt>
                <c:pt idx="2707">
                  <c:v>45032.74</c:v>
                </c:pt>
                <c:pt idx="2708">
                  <c:v>45049.94</c:v>
                </c:pt>
                <c:pt idx="2709">
                  <c:v>45067.15</c:v>
                </c:pt>
                <c:pt idx="2710">
                  <c:v>45084.36</c:v>
                </c:pt>
                <c:pt idx="2711">
                  <c:v>45101.56</c:v>
                </c:pt>
                <c:pt idx="2712">
                  <c:v>45118.77</c:v>
                </c:pt>
                <c:pt idx="2713">
                  <c:v>45135.98</c:v>
                </c:pt>
                <c:pt idx="2714">
                  <c:v>45153.19</c:v>
                </c:pt>
                <c:pt idx="2715">
                  <c:v>45170.39</c:v>
                </c:pt>
                <c:pt idx="2716">
                  <c:v>45187.6</c:v>
                </c:pt>
                <c:pt idx="2717">
                  <c:v>45204.81</c:v>
                </c:pt>
                <c:pt idx="2718">
                  <c:v>45222.01</c:v>
                </c:pt>
                <c:pt idx="2719">
                  <c:v>45239.22</c:v>
                </c:pt>
                <c:pt idx="2720">
                  <c:v>45256.43</c:v>
                </c:pt>
                <c:pt idx="2721">
                  <c:v>45273.64</c:v>
                </c:pt>
                <c:pt idx="2722">
                  <c:v>45290.84</c:v>
                </c:pt>
                <c:pt idx="2723">
                  <c:v>45308.05</c:v>
                </c:pt>
                <c:pt idx="2724">
                  <c:v>45325.26</c:v>
                </c:pt>
                <c:pt idx="2725">
                  <c:v>45342.46</c:v>
                </c:pt>
                <c:pt idx="2726">
                  <c:v>45359.67</c:v>
                </c:pt>
                <c:pt idx="2727">
                  <c:v>45376.88</c:v>
                </c:pt>
                <c:pt idx="2728">
                  <c:v>45394.09</c:v>
                </c:pt>
                <c:pt idx="2729">
                  <c:v>45411.29</c:v>
                </c:pt>
                <c:pt idx="2730">
                  <c:v>45428.5</c:v>
                </c:pt>
                <c:pt idx="2731">
                  <c:v>45445.71</c:v>
                </c:pt>
                <c:pt idx="2732">
                  <c:v>45462.91</c:v>
                </c:pt>
                <c:pt idx="2733">
                  <c:v>45480.12</c:v>
                </c:pt>
                <c:pt idx="2734">
                  <c:v>45497.33</c:v>
                </c:pt>
                <c:pt idx="2735">
                  <c:v>45514.54</c:v>
                </c:pt>
                <c:pt idx="2736">
                  <c:v>45531.74</c:v>
                </c:pt>
                <c:pt idx="2737">
                  <c:v>45548.95</c:v>
                </c:pt>
                <c:pt idx="2738">
                  <c:v>45566.16</c:v>
                </c:pt>
                <c:pt idx="2739">
                  <c:v>45583.360000000001</c:v>
                </c:pt>
                <c:pt idx="2740">
                  <c:v>45600.57</c:v>
                </c:pt>
                <c:pt idx="2741">
                  <c:v>45617.78</c:v>
                </c:pt>
                <c:pt idx="2742">
                  <c:v>45634.99</c:v>
                </c:pt>
                <c:pt idx="2743">
                  <c:v>45652.19</c:v>
                </c:pt>
                <c:pt idx="2744">
                  <c:v>45669.4</c:v>
                </c:pt>
                <c:pt idx="2745">
                  <c:v>45686.61</c:v>
                </c:pt>
                <c:pt idx="2746">
                  <c:v>45703.81</c:v>
                </c:pt>
                <c:pt idx="2747">
                  <c:v>45721.02</c:v>
                </c:pt>
                <c:pt idx="2748">
                  <c:v>45738.23</c:v>
                </c:pt>
                <c:pt idx="2749">
                  <c:v>45755.44</c:v>
                </c:pt>
                <c:pt idx="2750">
                  <c:v>45772.639999999999</c:v>
                </c:pt>
                <c:pt idx="2751">
                  <c:v>45789.85</c:v>
                </c:pt>
                <c:pt idx="2752">
                  <c:v>45807.06</c:v>
                </c:pt>
                <c:pt idx="2753">
                  <c:v>45824.26</c:v>
                </c:pt>
                <c:pt idx="2754">
                  <c:v>45841.47</c:v>
                </c:pt>
                <c:pt idx="2755">
                  <c:v>45858.68</c:v>
                </c:pt>
                <c:pt idx="2756">
                  <c:v>45875.89</c:v>
                </c:pt>
                <c:pt idx="2757">
                  <c:v>45893.09</c:v>
                </c:pt>
                <c:pt idx="2758">
                  <c:v>45910.3</c:v>
                </c:pt>
                <c:pt idx="2759">
                  <c:v>45927.51</c:v>
                </c:pt>
                <c:pt idx="2760">
                  <c:v>45944.71</c:v>
                </c:pt>
                <c:pt idx="2761">
                  <c:v>45961.919999999998</c:v>
                </c:pt>
                <c:pt idx="2762">
                  <c:v>45979.13</c:v>
                </c:pt>
                <c:pt idx="2763">
                  <c:v>45996.34</c:v>
                </c:pt>
                <c:pt idx="2764">
                  <c:v>46013.54</c:v>
                </c:pt>
                <c:pt idx="2765">
                  <c:v>46030.75</c:v>
                </c:pt>
                <c:pt idx="2766">
                  <c:v>46047.96</c:v>
                </c:pt>
                <c:pt idx="2767">
                  <c:v>46065.16</c:v>
                </c:pt>
                <c:pt idx="2768">
                  <c:v>46082.37</c:v>
                </c:pt>
                <c:pt idx="2769">
                  <c:v>46099.58</c:v>
                </c:pt>
                <c:pt idx="2770">
                  <c:v>46116.79</c:v>
                </c:pt>
                <c:pt idx="2771">
                  <c:v>46133.99</c:v>
                </c:pt>
                <c:pt idx="2772">
                  <c:v>46151.199999999997</c:v>
                </c:pt>
                <c:pt idx="2773">
                  <c:v>46168.41</c:v>
                </c:pt>
                <c:pt idx="2774">
                  <c:v>46185.61</c:v>
                </c:pt>
                <c:pt idx="2775">
                  <c:v>46202.82</c:v>
                </c:pt>
                <c:pt idx="2776">
                  <c:v>46220.03</c:v>
                </c:pt>
                <c:pt idx="2777">
                  <c:v>46237.24</c:v>
                </c:pt>
                <c:pt idx="2778">
                  <c:v>46254.44</c:v>
                </c:pt>
                <c:pt idx="2779">
                  <c:v>46271.65</c:v>
                </c:pt>
                <c:pt idx="2780">
                  <c:v>46288.86</c:v>
                </c:pt>
                <c:pt idx="2781">
                  <c:v>46306.06</c:v>
                </c:pt>
                <c:pt idx="2782">
                  <c:v>46323.27</c:v>
                </c:pt>
                <c:pt idx="2783">
                  <c:v>46340.480000000003</c:v>
                </c:pt>
                <c:pt idx="2784">
                  <c:v>46357.69</c:v>
                </c:pt>
                <c:pt idx="2785">
                  <c:v>46374.89</c:v>
                </c:pt>
                <c:pt idx="2786">
                  <c:v>46392.1</c:v>
                </c:pt>
                <c:pt idx="2787">
                  <c:v>46409.31</c:v>
                </c:pt>
                <c:pt idx="2788">
                  <c:v>46426.51</c:v>
                </c:pt>
                <c:pt idx="2789">
                  <c:v>46443.72</c:v>
                </c:pt>
                <c:pt idx="2790">
                  <c:v>46460.93</c:v>
                </c:pt>
                <c:pt idx="2791">
                  <c:v>46478.14</c:v>
                </c:pt>
                <c:pt idx="2792">
                  <c:v>46495.34</c:v>
                </c:pt>
                <c:pt idx="2793">
                  <c:v>46512.55</c:v>
                </c:pt>
                <c:pt idx="2794">
                  <c:v>46529.760000000002</c:v>
                </c:pt>
                <c:pt idx="2795">
                  <c:v>46546.96</c:v>
                </c:pt>
                <c:pt idx="2796">
                  <c:v>46564.17</c:v>
                </c:pt>
                <c:pt idx="2797">
                  <c:v>46581.38</c:v>
                </c:pt>
                <c:pt idx="2798">
                  <c:v>46598.59</c:v>
                </c:pt>
                <c:pt idx="2799">
                  <c:v>46615.79</c:v>
                </c:pt>
                <c:pt idx="2800">
                  <c:v>46633</c:v>
                </c:pt>
                <c:pt idx="2801">
                  <c:v>46650.21</c:v>
                </c:pt>
                <c:pt idx="2802">
                  <c:v>46667.41</c:v>
                </c:pt>
                <c:pt idx="2803">
                  <c:v>46684.62</c:v>
                </c:pt>
                <c:pt idx="2804">
                  <c:v>46701.83</c:v>
                </c:pt>
                <c:pt idx="2805">
                  <c:v>46719.040000000001</c:v>
                </c:pt>
                <c:pt idx="2806">
                  <c:v>46736.24</c:v>
                </c:pt>
                <c:pt idx="2807">
                  <c:v>46753.45</c:v>
                </c:pt>
                <c:pt idx="2808">
                  <c:v>46770.66</c:v>
                </c:pt>
                <c:pt idx="2809">
                  <c:v>46787.86</c:v>
                </c:pt>
                <c:pt idx="2810">
                  <c:v>46805.07</c:v>
                </c:pt>
                <c:pt idx="2811">
                  <c:v>46822.28</c:v>
                </c:pt>
                <c:pt idx="2812">
                  <c:v>46839.49</c:v>
                </c:pt>
                <c:pt idx="2813">
                  <c:v>46856.69</c:v>
                </c:pt>
                <c:pt idx="2814">
                  <c:v>46873.9</c:v>
                </c:pt>
                <c:pt idx="2815">
                  <c:v>46891.11</c:v>
                </c:pt>
                <c:pt idx="2816">
                  <c:v>46908.31</c:v>
                </c:pt>
                <c:pt idx="2817">
                  <c:v>46925.52</c:v>
                </c:pt>
                <c:pt idx="2818">
                  <c:v>46942.73</c:v>
                </c:pt>
                <c:pt idx="2819">
                  <c:v>46959.94</c:v>
                </c:pt>
                <c:pt idx="2820">
                  <c:v>46977.14</c:v>
                </c:pt>
                <c:pt idx="2821">
                  <c:v>46994.35</c:v>
                </c:pt>
                <c:pt idx="2822">
                  <c:v>47011.56</c:v>
                </c:pt>
                <c:pt idx="2823">
                  <c:v>47028.76</c:v>
                </c:pt>
                <c:pt idx="2824">
                  <c:v>47045.97</c:v>
                </c:pt>
                <c:pt idx="2825">
                  <c:v>47063.18</c:v>
                </c:pt>
                <c:pt idx="2826">
                  <c:v>47080.39</c:v>
                </c:pt>
                <c:pt idx="2827">
                  <c:v>47097.59</c:v>
                </c:pt>
                <c:pt idx="2828">
                  <c:v>47114.8</c:v>
                </c:pt>
                <c:pt idx="2829">
                  <c:v>47132.01</c:v>
                </c:pt>
                <c:pt idx="2830">
                  <c:v>47149.21</c:v>
                </c:pt>
                <c:pt idx="2831">
                  <c:v>47166.42</c:v>
                </c:pt>
                <c:pt idx="2832">
                  <c:v>47183.63</c:v>
                </c:pt>
                <c:pt idx="2833">
                  <c:v>47200.84</c:v>
                </c:pt>
                <c:pt idx="2834">
                  <c:v>47218.04</c:v>
                </c:pt>
                <c:pt idx="2835">
                  <c:v>47235.25</c:v>
                </c:pt>
                <c:pt idx="2836">
                  <c:v>47252.46</c:v>
                </c:pt>
                <c:pt idx="2837">
                  <c:v>47269.66</c:v>
                </c:pt>
                <c:pt idx="2838">
                  <c:v>47286.87</c:v>
                </c:pt>
                <c:pt idx="2839">
                  <c:v>47304.08</c:v>
                </c:pt>
                <c:pt idx="2840">
                  <c:v>47321.29</c:v>
                </c:pt>
                <c:pt idx="2841">
                  <c:v>47338.49</c:v>
                </c:pt>
                <c:pt idx="2842">
                  <c:v>47355.7</c:v>
                </c:pt>
                <c:pt idx="2843">
                  <c:v>47372.91</c:v>
                </c:pt>
                <c:pt idx="2844">
                  <c:v>47390.11</c:v>
                </c:pt>
                <c:pt idx="2845">
                  <c:v>47407.32</c:v>
                </c:pt>
                <c:pt idx="2846">
                  <c:v>47424.53</c:v>
                </c:pt>
                <c:pt idx="2847">
                  <c:v>47441.74</c:v>
                </c:pt>
                <c:pt idx="2848">
                  <c:v>47458.94</c:v>
                </c:pt>
                <c:pt idx="2849">
                  <c:v>47476.15</c:v>
                </c:pt>
                <c:pt idx="2850">
                  <c:v>47493.36</c:v>
                </c:pt>
                <c:pt idx="2851">
                  <c:v>47510.559999999998</c:v>
                </c:pt>
                <c:pt idx="2852">
                  <c:v>47527.77</c:v>
                </c:pt>
                <c:pt idx="2853">
                  <c:v>47544.98</c:v>
                </c:pt>
                <c:pt idx="2854">
                  <c:v>47562.19</c:v>
                </c:pt>
                <c:pt idx="2855">
                  <c:v>47579.39</c:v>
                </c:pt>
                <c:pt idx="2856">
                  <c:v>47596.6</c:v>
                </c:pt>
                <c:pt idx="2857">
                  <c:v>47613.81</c:v>
                </c:pt>
                <c:pt idx="2858">
                  <c:v>47631.01</c:v>
                </c:pt>
                <c:pt idx="2859">
                  <c:v>47648.22</c:v>
                </c:pt>
                <c:pt idx="2860">
                  <c:v>47665.43</c:v>
                </c:pt>
                <c:pt idx="2861">
                  <c:v>47682.64</c:v>
                </c:pt>
                <c:pt idx="2862">
                  <c:v>47699.839999999997</c:v>
                </c:pt>
                <c:pt idx="2863">
                  <c:v>47717.05</c:v>
                </c:pt>
                <c:pt idx="2864">
                  <c:v>47734.26</c:v>
                </c:pt>
                <c:pt idx="2865">
                  <c:v>47751.46</c:v>
                </c:pt>
                <c:pt idx="2866">
                  <c:v>47768.67</c:v>
                </c:pt>
                <c:pt idx="2867">
                  <c:v>47785.88</c:v>
                </c:pt>
                <c:pt idx="2868">
                  <c:v>47803.09</c:v>
                </c:pt>
                <c:pt idx="2869">
                  <c:v>47820.29</c:v>
                </c:pt>
                <c:pt idx="2870">
                  <c:v>47837.5</c:v>
                </c:pt>
                <c:pt idx="2871">
                  <c:v>47854.71</c:v>
                </c:pt>
                <c:pt idx="2872">
                  <c:v>47871.91</c:v>
                </c:pt>
                <c:pt idx="2873">
                  <c:v>47889.120000000003</c:v>
                </c:pt>
                <c:pt idx="2874">
                  <c:v>47906.33</c:v>
                </c:pt>
                <c:pt idx="2875">
                  <c:v>47923.54</c:v>
                </c:pt>
                <c:pt idx="2876">
                  <c:v>47940.74</c:v>
                </c:pt>
                <c:pt idx="2877">
                  <c:v>47957.95</c:v>
                </c:pt>
                <c:pt idx="2878">
                  <c:v>47975.16</c:v>
                </c:pt>
                <c:pt idx="2879">
                  <c:v>47992.36</c:v>
                </c:pt>
                <c:pt idx="2880">
                  <c:v>48009.57</c:v>
                </c:pt>
                <c:pt idx="2881">
                  <c:v>48026.78</c:v>
                </c:pt>
                <c:pt idx="2882">
                  <c:v>48043.99</c:v>
                </c:pt>
                <c:pt idx="2883">
                  <c:v>48061.19</c:v>
                </c:pt>
                <c:pt idx="2884">
                  <c:v>48078.400000000001</c:v>
                </c:pt>
                <c:pt idx="2885">
                  <c:v>48095.61</c:v>
                </c:pt>
                <c:pt idx="2886">
                  <c:v>48112.81</c:v>
                </c:pt>
                <c:pt idx="2887">
                  <c:v>48130.02</c:v>
                </c:pt>
                <c:pt idx="2888">
                  <c:v>48147.23</c:v>
                </c:pt>
                <c:pt idx="2889">
                  <c:v>48164.44</c:v>
                </c:pt>
                <c:pt idx="2890">
                  <c:v>48181.64</c:v>
                </c:pt>
                <c:pt idx="2891">
                  <c:v>48198.85</c:v>
                </c:pt>
                <c:pt idx="2892">
                  <c:v>48216.06</c:v>
                </c:pt>
                <c:pt idx="2893">
                  <c:v>48233.26</c:v>
                </c:pt>
                <c:pt idx="2894">
                  <c:v>48250.47</c:v>
                </c:pt>
                <c:pt idx="2895">
                  <c:v>48267.68</c:v>
                </c:pt>
                <c:pt idx="2896">
                  <c:v>48284.89</c:v>
                </c:pt>
                <c:pt idx="2897">
                  <c:v>48302.09</c:v>
                </c:pt>
                <c:pt idx="2898">
                  <c:v>48319.3</c:v>
                </c:pt>
                <c:pt idx="2899">
                  <c:v>48336.51</c:v>
                </c:pt>
                <c:pt idx="2900">
                  <c:v>48353.71</c:v>
                </c:pt>
                <c:pt idx="2901">
                  <c:v>48370.92</c:v>
                </c:pt>
                <c:pt idx="2902">
                  <c:v>48388.13</c:v>
                </c:pt>
                <c:pt idx="2903">
                  <c:v>48405.34</c:v>
                </c:pt>
                <c:pt idx="2904">
                  <c:v>48422.54</c:v>
                </c:pt>
                <c:pt idx="2905">
                  <c:v>48439.75</c:v>
                </c:pt>
                <c:pt idx="2906">
                  <c:v>48456.959999999999</c:v>
                </c:pt>
                <c:pt idx="2907">
                  <c:v>48474.16</c:v>
                </c:pt>
                <c:pt idx="2908">
                  <c:v>48491.37</c:v>
                </c:pt>
                <c:pt idx="2909">
                  <c:v>48508.58</c:v>
                </c:pt>
                <c:pt idx="2910">
                  <c:v>48525.79</c:v>
                </c:pt>
                <c:pt idx="2911">
                  <c:v>48542.99</c:v>
                </c:pt>
                <c:pt idx="2912">
                  <c:v>48560.2</c:v>
                </c:pt>
                <c:pt idx="2913">
                  <c:v>48577.41</c:v>
                </c:pt>
                <c:pt idx="2914">
                  <c:v>48594.61</c:v>
                </c:pt>
                <c:pt idx="2915">
                  <c:v>48611.82</c:v>
                </c:pt>
                <c:pt idx="2916">
                  <c:v>48629.03</c:v>
                </c:pt>
                <c:pt idx="2917">
                  <c:v>48646.239999999998</c:v>
                </c:pt>
                <c:pt idx="2918">
                  <c:v>48663.44</c:v>
                </c:pt>
                <c:pt idx="2919">
                  <c:v>48680.65</c:v>
                </c:pt>
                <c:pt idx="2920">
                  <c:v>48697.86</c:v>
                </c:pt>
                <c:pt idx="2921">
                  <c:v>48715.06</c:v>
                </c:pt>
                <c:pt idx="2922">
                  <c:v>48732.27</c:v>
                </c:pt>
                <c:pt idx="2923">
                  <c:v>48749.48</c:v>
                </c:pt>
                <c:pt idx="2924">
                  <c:v>48766.69</c:v>
                </c:pt>
                <c:pt idx="2925">
                  <c:v>48783.89</c:v>
                </c:pt>
                <c:pt idx="2926">
                  <c:v>48801.1</c:v>
                </c:pt>
                <c:pt idx="2927">
                  <c:v>48818.31</c:v>
                </c:pt>
                <c:pt idx="2928">
                  <c:v>48835.51</c:v>
                </c:pt>
                <c:pt idx="2929">
                  <c:v>48852.72</c:v>
                </c:pt>
                <c:pt idx="2930">
                  <c:v>48869.93</c:v>
                </c:pt>
                <c:pt idx="2931">
                  <c:v>48887.14</c:v>
                </c:pt>
                <c:pt idx="2932">
                  <c:v>48904.34</c:v>
                </c:pt>
                <c:pt idx="2933">
                  <c:v>48921.55</c:v>
                </c:pt>
                <c:pt idx="2934">
                  <c:v>48938.76</c:v>
                </c:pt>
                <c:pt idx="2935">
                  <c:v>48955.96</c:v>
                </c:pt>
                <c:pt idx="2936">
                  <c:v>48973.17</c:v>
                </c:pt>
                <c:pt idx="2937">
                  <c:v>48990.38</c:v>
                </c:pt>
                <c:pt idx="2938">
                  <c:v>49007.59</c:v>
                </c:pt>
                <c:pt idx="2939">
                  <c:v>49024.79</c:v>
                </c:pt>
                <c:pt idx="2940">
                  <c:v>49042</c:v>
                </c:pt>
                <c:pt idx="2941">
                  <c:v>49059.21</c:v>
                </c:pt>
                <c:pt idx="2942">
                  <c:v>49076.41</c:v>
                </c:pt>
                <c:pt idx="2943">
                  <c:v>49093.62</c:v>
                </c:pt>
                <c:pt idx="2944">
                  <c:v>49110.83</c:v>
                </c:pt>
                <c:pt idx="2945">
                  <c:v>49128.04</c:v>
                </c:pt>
                <c:pt idx="2946">
                  <c:v>49145.24</c:v>
                </c:pt>
                <c:pt idx="2947">
                  <c:v>49162.45</c:v>
                </c:pt>
                <c:pt idx="2948">
                  <c:v>49179.66</c:v>
                </c:pt>
                <c:pt idx="2949">
                  <c:v>49196.86</c:v>
                </c:pt>
                <c:pt idx="2950">
                  <c:v>49214.07</c:v>
                </c:pt>
                <c:pt idx="2951">
                  <c:v>49231.28</c:v>
                </c:pt>
                <c:pt idx="2952">
                  <c:v>49248.49</c:v>
                </c:pt>
                <c:pt idx="2953">
                  <c:v>49265.69</c:v>
                </c:pt>
                <c:pt idx="2954">
                  <c:v>49282.9</c:v>
                </c:pt>
                <c:pt idx="2955">
                  <c:v>49300.11</c:v>
                </c:pt>
                <c:pt idx="2956">
                  <c:v>49317.31</c:v>
                </c:pt>
                <c:pt idx="2957">
                  <c:v>49334.52</c:v>
                </c:pt>
                <c:pt idx="2958">
                  <c:v>49351.73</c:v>
                </c:pt>
                <c:pt idx="2959">
                  <c:v>49368.94</c:v>
                </c:pt>
                <c:pt idx="2960">
                  <c:v>49386.14</c:v>
                </c:pt>
                <c:pt idx="2961">
                  <c:v>49403.35</c:v>
                </c:pt>
                <c:pt idx="2962">
                  <c:v>49420.56</c:v>
                </c:pt>
                <c:pt idx="2963">
                  <c:v>49437.760000000002</c:v>
                </c:pt>
                <c:pt idx="2964">
                  <c:v>49454.97</c:v>
                </c:pt>
                <c:pt idx="2965">
                  <c:v>49472.18</c:v>
                </c:pt>
                <c:pt idx="2966">
                  <c:v>49489.39</c:v>
                </c:pt>
                <c:pt idx="2967">
                  <c:v>49506.59</c:v>
                </c:pt>
                <c:pt idx="2968">
                  <c:v>49523.8</c:v>
                </c:pt>
                <c:pt idx="2969">
                  <c:v>49541.01</c:v>
                </c:pt>
                <c:pt idx="2970">
                  <c:v>49558.21</c:v>
                </c:pt>
                <c:pt idx="2971">
                  <c:v>49575.42</c:v>
                </c:pt>
                <c:pt idx="2972">
                  <c:v>49592.63</c:v>
                </c:pt>
                <c:pt idx="2973">
                  <c:v>49609.84</c:v>
                </c:pt>
                <c:pt idx="2974">
                  <c:v>49627.040000000001</c:v>
                </c:pt>
                <c:pt idx="2975">
                  <c:v>49644.25</c:v>
                </c:pt>
                <c:pt idx="2976">
                  <c:v>49661.46</c:v>
                </c:pt>
                <c:pt idx="2977">
                  <c:v>49678.66</c:v>
                </c:pt>
                <c:pt idx="2978">
                  <c:v>49695.87</c:v>
                </c:pt>
                <c:pt idx="2979">
                  <c:v>49713.08</c:v>
                </c:pt>
                <c:pt idx="2980">
                  <c:v>49730.29</c:v>
                </c:pt>
                <c:pt idx="2981">
                  <c:v>49747.49</c:v>
                </c:pt>
                <c:pt idx="2982">
                  <c:v>49764.7</c:v>
                </c:pt>
                <c:pt idx="2983">
                  <c:v>49781.91</c:v>
                </c:pt>
                <c:pt idx="2984">
                  <c:v>49799.11</c:v>
                </c:pt>
                <c:pt idx="2985">
                  <c:v>49816.32</c:v>
                </c:pt>
                <c:pt idx="2986">
                  <c:v>49833.53</c:v>
                </c:pt>
                <c:pt idx="2987">
                  <c:v>49850.74</c:v>
                </c:pt>
                <c:pt idx="2988">
                  <c:v>49867.94</c:v>
                </c:pt>
                <c:pt idx="2989">
                  <c:v>49885.15</c:v>
                </c:pt>
                <c:pt idx="2990">
                  <c:v>49902.36</c:v>
                </c:pt>
                <c:pt idx="2991">
                  <c:v>49919.56</c:v>
                </c:pt>
                <c:pt idx="2992">
                  <c:v>49936.77</c:v>
                </c:pt>
                <c:pt idx="2993">
                  <c:v>49953.98</c:v>
                </c:pt>
                <c:pt idx="2994">
                  <c:v>49971.19</c:v>
                </c:pt>
                <c:pt idx="2995">
                  <c:v>49988.39</c:v>
                </c:pt>
                <c:pt idx="2996">
                  <c:v>50005.599999999999</c:v>
                </c:pt>
                <c:pt idx="2997">
                  <c:v>50022.81</c:v>
                </c:pt>
                <c:pt idx="2998">
                  <c:v>50040.01</c:v>
                </c:pt>
                <c:pt idx="2999">
                  <c:v>50057.22</c:v>
                </c:pt>
                <c:pt idx="3000">
                  <c:v>50074.43</c:v>
                </c:pt>
                <c:pt idx="3001">
                  <c:v>50091.64</c:v>
                </c:pt>
                <c:pt idx="3002">
                  <c:v>50108.84</c:v>
                </c:pt>
                <c:pt idx="3003">
                  <c:v>50126.05</c:v>
                </c:pt>
                <c:pt idx="3004">
                  <c:v>50143.26</c:v>
                </c:pt>
                <c:pt idx="3005">
                  <c:v>50160.46</c:v>
                </c:pt>
                <c:pt idx="3006">
                  <c:v>50177.67</c:v>
                </c:pt>
                <c:pt idx="3007">
                  <c:v>50194.879999999997</c:v>
                </c:pt>
                <c:pt idx="3008">
                  <c:v>50212.09</c:v>
                </c:pt>
                <c:pt idx="3009">
                  <c:v>50229.29</c:v>
                </c:pt>
                <c:pt idx="3010">
                  <c:v>50246.5</c:v>
                </c:pt>
                <c:pt idx="3011">
                  <c:v>50263.71</c:v>
                </c:pt>
                <c:pt idx="3012">
                  <c:v>50280.91</c:v>
                </c:pt>
                <c:pt idx="3013">
                  <c:v>50298.12</c:v>
                </c:pt>
                <c:pt idx="3014">
                  <c:v>50315.33</c:v>
                </c:pt>
                <c:pt idx="3015">
                  <c:v>50332.54</c:v>
                </c:pt>
                <c:pt idx="3016">
                  <c:v>50349.74</c:v>
                </c:pt>
                <c:pt idx="3017">
                  <c:v>50366.95</c:v>
                </c:pt>
                <c:pt idx="3018">
                  <c:v>50384.160000000003</c:v>
                </c:pt>
                <c:pt idx="3019">
                  <c:v>50401.36</c:v>
                </c:pt>
                <c:pt idx="3020">
                  <c:v>50418.57</c:v>
                </c:pt>
                <c:pt idx="3021">
                  <c:v>50435.78</c:v>
                </c:pt>
                <c:pt idx="3022">
                  <c:v>50452.99</c:v>
                </c:pt>
                <c:pt idx="3023">
                  <c:v>50470.19</c:v>
                </c:pt>
                <c:pt idx="3024">
                  <c:v>50487.4</c:v>
                </c:pt>
                <c:pt idx="3025">
                  <c:v>50504.61</c:v>
                </c:pt>
                <c:pt idx="3026">
                  <c:v>50521.81</c:v>
                </c:pt>
                <c:pt idx="3027">
                  <c:v>50539.02</c:v>
                </c:pt>
                <c:pt idx="3028">
                  <c:v>50556.23</c:v>
                </c:pt>
                <c:pt idx="3029">
                  <c:v>50573.440000000002</c:v>
                </c:pt>
                <c:pt idx="3030">
                  <c:v>50590.64</c:v>
                </c:pt>
                <c:pt idx="3031">
                  <c:v>50607.85</c:v>
                </c:pt>
                <c:pt idx="3032">
                  <c:v>50625.06</c:v>
                </c:pt>
                <c:pt idx="3033">
                  <c:v>50642.26</c:v>
                </c:pt>
                <c:pt idx="3034">
                  <c:v>50659.47</c:v>
                </c:pt>
                <c:pt idx="3035">
                  <c:v>50676.68</c:v>
                </c:pt>
                <c:pt idx="3036">
                  <c:v>50693.89</c:v>
                </c:pt>
                <c:pt idx="3037">
                  <c:v>50711.09</c:v>
                </c:pt>
                <c:pt idx="3038">
                  <c:v>50728.3</c:v>
                </c:pt>
                <c:pt idx="3039">
                  <c:v>50745.51</c:v>
                </c:pt>
                <c:pt idx="3040">
                  <c:v>50762.71</c:v>
                </c:pt>
                <c:pt idx="3041">
                  <c:v>50779.92</c:v>
                </c:pt>
                <c:pt idx="3042">
                  <c:v>50797.13</c:v>
                </c:pt>
                <c:pt idx="3043">
                  <c:v>50814.34</c:v>
                </c:pt>
                <c:pt idx="3044">
                  <c:v>50831.54</c:v>
                </c:pt>
                <c:pt idx="3045">
                  <c:v>50848.75</c:v>
                </c:pt>
                <c:pt idx="3046">
                  <c:v>50865.96</c:v>
                </c:pt>
                <c:pt idx="3047">
                  <c:v>50883.16</c:v>
                </c:pt>
                <c:pt idx="3048">
                  <c:v>50900.37</c:v>
                </c:pt>
                <c:pt idx="3049">
                  <c:v>50917.58</c:v>
                </c:pt>
                <c:pt idx="3050">
                  <c:v>50934.79</c:v>
                </c:pt>
                <c:pt idx="3051">
                  <c:v>50951.99</c:v>
                </c:pt>
                <c:pt idx="3052">
                  <c:v>50969.2</c:v>
                </c:pt>
                <c:pt idx="3053">
                  <c:v>50986.41</c:v>
                </c:pt>
                <c:pt idx="3054">
                  <c:v>51003.61</c:v>
                </c:pt>
                <c:pt idx="3055">
                  <c:v>51020.82</c:v>
                </c:pt>
                <c:pt idx="3056">
                  <c:v>51038.03</c:v>
                </c:pt>
                <c:pt idx="3057">
                  <c:v>51055.24</c:v>
                </c:pt>
                <c:pt idx="3058">
                  <c:v>51072.44</c:v>
                </c:pt>
                <c:pt idx="3059">
                  <c:v>51089.65</c:v>
                </c:pt>
                <c:pt idx="3060">
                  <c:v>51106.86</c:v>
                </c:pt>
                <c:pt idx="3061">
                  <c:v>51124.06</c:v>
                </c:pt>
                <c:pt idx="3062">
                  <c:v>51141.27</c:v>
                </c:pt>
                <c:pt idx="3063">
                  <c:v>51158.48</c:v>
                </c:pt>
                <c:pt idx="3064">
                  <c:v>51175.69</c:v>
                </c:pt>
                <c:pt idx="3065">
                  <c:v>51192.89</c:v>
                </c:pt>
                <c:pt idx="3066">
                  <c:v>51210.1</c:v>
                </c:pt>
                <c:pt idx="3067">
                  <c:v>51227.31</c:v>
                </c:pt>
                <c:pt idx="3068">
                  <c:v>51244.51</c:v>
                </c:pt>
                <c:pt idx="3069">
                  <c:v>51261.13</c:v>
                </c:pt>
                <c:pt idx="3070">
                  <c:v>51277.16</c:v>
                </c:pt>
                <c:pt idx="3071">
                  <c:v>51293.19</c:v>
                </c:pt>
                <c:pt idx="3072">
                  <c:v>51309.23</c:v>
                </c:pt>
                <c:pt idx="3073">
                  <c:v>51325.26</c:v>
                </c:pt>
                <c:pt idx="3074">
                  <c:v>51341.3</c:v>
                </c:pt>
                <c:pt idx="3075">
                  <c:v>51357.33</c:v>
                </c:pt>
                <c:pt idx="3076">
                  <c:v>51373.36</c:v>
                </c:pt>
                <c:pt idx="3077">
                  <c:v>51389.4</c:v>
                </c:pt>
                <c:pt idx="3078">
                  <c:v>51405.43</c:v>
                </c:pt>
                <c:pt idx="3079">
                  <c:v>51421.47</c:v>
                </c:pt>
                <c:pt idx="3080">
                  <c:v>51437.5</c:v>
                </c:pt>
                <c:pt idx="3081">
                  <c:v>51453.53</c:v>
                </c:pt>
                <c:pt idx="3082">
                  <c:v>51469.57</c:v>
                </c:pt>
                <c:pt idx="3083">
                  <c:v>51485.599999999999</c:v>
                </c:pt>
                <c:pt idx="3084">
                  <c:v>51501.64</c:v>
                </c:pt>
                <c:pt idx="3085">
                  <c:v>51517.67</c:v>
                </c:pt>
                <c:pt idx="3086">
                  <c:v>51533.7</c:v>
                </c:pt>
                <c:pt idx="3087">
                  <c:v>51549.74</c:v>
                </c:pt>
                <c:pt idx="3088">
                  <c:v>51565.77</c:v>
                </c:pt>
                <c:pt idx="3089">
                  <c:v>51581.81</c:v>
                </c:pt>
                <c:pt idx="3090">
                  <c:v>51597.84</c:v>
                </c:pt>
                <c:pt idx="3091">
                  <c:v>51613.87</c:v>
                </c:pt>
                <c:pt idx="3092">
                  <c:v>51629.91</c:v>
                </c:pt>
                <c:pt idx="3093">
                  <c:v>51645.94</c:v>
                </c:pt>
                <c:pt idx="3094">
                  <c:v>51661.98</c:v>
                </c:pt>
                <c:pt idx="3095">
                  <c:v>51678.01</c:v>
                </c:pt>
                <c:pt idx="3096">
                  <c:v>51694.04</c:v>
                </c:pt>
                <c:pt idx="3097">
                  <c:v>51710.080000000002</c:v>
                </c:pt>
                <c:pt idx="3098">
                  <c:v>51726.11</c:v>
                </c:pt>
                <c:pt idx="3099">
                  <c:v>51742.14</c:v>
                </c:pt>
                <c:pt idx="3100">
                  <c:v>51758.18</c:v>
                </c:pt>
                <c:pt idx="3101">
                  <c:v>51774.21</c:v>
                </c:pt>
                <c:pt idx="3102">
                  <c:v>51790.25</c:v>
                </c:pt>
                <c:pt idx="3103">
                  <c:v>51806.28</c:v>
                </c:pt>
                <c:pt idx="3104">
                  <c:v>51822.31</c:v>
                </c:pt>
                <c:pt idx="3105">
                  <c:v>51838.35</c:v>
                </c:pt>
                <c:pt idx="3106">
                  <c:v>51854.38</c:v>
                </c:pt>
                <c:pt idx="3107">
                  <c:v>51870.42</c:v>
                </c:pt>
                <c:pt idx="3108">
                  <c:v>51886.45</c:v>
                </c:pt>
                <c:pt idx="3109">
                  <c:v>51902.48</c:v>
                </c:pt>
                <c:pt idx="3110">
                  <c:v>51918.52</c:v>
                </c:pt>
                <c:pt idx="3111">
                  <c:v>51934.55</c:v>
                </c:pt>
                <c:pt idx="3112">
                  <c:v>51950.59</c:v>
                </c:pt>
                <c:pt idx="3113">
                  <c:v>51966.62</c:v>
                </c:pt>
                <c:pt idx="3114">
                  <c:v>51982.65</c:v>
                </c:pt>
                <c:pt idx="3115">
                  <c:v>51998.69</c:v>
                </c:pt>
                <c:pt idx="3116">
                  <c:v>52014.720000000001</c:v>
                </c:pt>
                <c:pt idx="3117">
                  <c:v>52030.76</c:v>
                </c:pt>
                <c:pt idx="3118">
                  <c:v>52046.79</c:v>
                </c:pt>
                <c:pt idx="3119">
                  <c:v>52062.82</c:v>
                </c:pt>
                <c:pt idx="3120">
                  <c:v>52078.86</c:v>
                </c:pt>
                <c:pt idx="3121">
                  <c:v>52094.89</c:v>
                </c:pt>
                <c:pt idx="3122">
                  <c:v>52110.93</c:v>
                </c:pt>
                <c:pt idx="3123">
                  <c:v>52126.96</c:v>
                </c:pt>
                <c:pt idx="3124">
                  <c:v>52142.99</c:v>
                </c:pt>
                <c:pt idx="3125">
                  <c:v>52159.03</c:v>
                </c:pt>
                <c:pt idx="3126">
                  <c:v>52175.06</c:v>
                </c:pt>
                <c:pt idx="3127">
                  <c:v>52191.09</c:v>
                </c:pt>
                <c:pt idx="3128">
                  <c:v>52207.13</c:v>
                </c:pt>
                <c:pt idx="3129">
                  <c:v>52223.16</c:v>
                </c:pt>
                <c:pt idx="3130">
                  <c:v>52239.199999999997</c:v>
                </c:pt>
                <c:pt idx="3131">
                  <c:v>52255.23</c:v>
                </c:pt>
                <c:pt idx="3132">
                  <c:v>52271.26</c:v>
                </c:pt>
                <c:pt idx="3133">
                  <c:v>52287.3</c:v>
                </c:pt>
                <c:pt idx="3134">
                  <c:v>52303.33</c:v>
                </c:pt>
                <c:pt idx="3135">
                  <c:v>52319.37</c:v>
                </c:pt>
                <c:pt idx="3136">
                  <c:v>52335.4</c:v>
                </c:pt>
                <c:pt idx="3137">
                  <c:v>52351.43</c:v>
                </c:pt>
                <c:pt idx="3138">
                  <c:v>52367.47</c:v>
                </c:pt>
                <c:pt idx="3139">
                  <c:v>52383.5</c:v>
                </c:pt>
                <c:pt idx="3140">
                  <c:v>52399.54</c:v>
                </c:pt>
                <c:pt idx="3141">
                  <c:v>52415.57</c:v>
                </c:pt>
                <c:pt idx="3142">
                  <c:v>52431.6</c:v>
                </c:pt>
                <c:pt idx="3143">
                  <c:v>52447.64</c:v>
                </c:pt>
                <c:pt idx="3144">
                  <c:v>52463.67</c:v>
                </c:pt>
                <c:pt idx="3145">
                  <c:v>52479.71</c:v>
                </c:pt>
                <c:pt idx="3146">
                  <c:v>52495.74</c:v>
                </c:pt>
                <c:pt idx="3147">
                  <c:v>52511.77</c:v>
                </c:pt>
                <c:pt idx="3148">
                  <c:v>52527.81</c:v>
                </c:pt>
                <c:pt idx="3149">
                  <c:v>52543.839999999997</c:v>
                </c:pt>
                <c:pt idx="3150">
                  <c:v>52559.88</c:v>
                </c:pt>
                <c:pt idx="3151">
                  <c:v>52575.91</c:v>
                </c:pt>
                <c:pt idx="3152">
                  <c:v>52591.94</c:v>
                </c:pt>
                <c:pt idx="3153">
                  <c:v>52607.98</c:v>
                </c:pt>
                <c:pt idx="3154">
                  <c:v>52624.01</c:v>
                </c:pt>
                <c:pt idx="3155">
                  <c:v>52640.04</c:v>
                </c:pt>
                <c:pt idx="3156">
                  <c:v>52656.08</c:v>
                </c:pt>
                <c:pt idx="3157">
                  <c:v>52672.11</c:v>
                </c:pt>
                <c:pt idx="3158">
                  <c:v>52688.15</c:v>
                </c:pt>
                <c:pt idx="3159">
                  <c:v>52704.18</c:v>
                </c:pt>
                <c:pt idx="3160">
                  <c:v>52720.21</c:v>
                </c:pt>
                <c:pt idx="3161">
                  <c:v>52736.25</c:v>
                </c:pt>
                <c:pt idx="3162">
                  <c:v>52752.28</c:v>
                </c:pt>
                <c:pt idx="3163">
                  <c:v>52768.32</c:v>
                </c:pt>
                <c:pt idx="3164">
                  <c:v>52784.35</c:v>
                </c:pt>
                <c:pt idx="3165">
                  <c:v>52800.38</c:v>
                </c:pt>
                <c:pt idx="3166">
                  <c:v>52816.42</c:v>
                </c:pt>
                <c:pt idx="3167">
                  <c:v>52832.45</c:v>
                </c:pt>
                <c:pt idx="3168">
                  <c:v>52848.49</c:v>
                </c:pt>
                <c:pt idx="3169">
                  <c:v>52864.52</c:v>
                </c:pt>
                <c:pt idx="3170">
                  <c:v>52880.55</c:v>
                </c:pt>
                <c:pt idx="3171">
                  <c:v>52896.59</c:v>
                </c:pt>
                <c:pt idx="3172">
                  <c:v>52912.62</c:v>
                </c:pt>
                <c:pt idx="3173">
                  <c:v>52928.66</c:v>
                </c:pt>
                <c:pt idx="3174">
                  <c:v>52944.69</c:v>
                </c:pt>
                <c:pt idx="3175">
                  <c:v>52960.72</c:v>
                </c:pt>
                <c:pt idx="3176">
                  <c:v>52976.76</c:v>
                </c:pt>
                <c:pt idx="3177">
                  <c:v>52992.79</c:v>
                </c:pt>
                <c:pt idx="3178">
                  <c:v>53008.83</c:v>
                </c:pt>
                <c:pt idx="3179">
                  <c:v>53024.86</c:v>
                </c:pt>
                <c:pt idx="3180">
                  <c:v>53040.89</c:v>
                </c:pt>
                <c:pt idx="3181">
                  <c:v>53056.93</c:v>
                </c:pt>
                <c:pt idx="3182">
                  <c:v>53072.959999999999</c:v>
                </c:pt>
                <c:pt idx="3183">
                  <c:v>53088.99</c:v>
                </c:pt>
                <c:pt idx="3184">
                  <c:v>53105.03</c:v>
                </c:pt>
                <c:pt idx="3185">
                  <c:v>53121.06</c:v>
                </c:pt>
                <c:pt idx="3186">
                  <c:v>53137.1</c:v>
                </c:pt>
                <c:pt idx="3187">
                  <c:v>53153.13</c:v>
                </c:pt>
                <c:pt idx="3188">
                  <c:v>53169.16</c:v>
                </c:pt>
                <c:pt idx="3189">
                  <c:v>53185.2</c:v>
                </c:pt>
                <c:pt idx="3190">
                  <c:v>53201.23</c:v>
                </c:pt>
                <c:pt idx="3191">
                  <c:v>53217.27</c:v>
                </c:pt>
                <c:pt idx="3192">
                  <c:v>53233.3</c:v>
                </c:pt>
                <c:pt idx="3193">
                  <c:v>53249.33</c:v>
                </c:pt>
                <c:pt idx="3194">
                  <c:v>53265.37</c:v>
                </c:pt>
                <c:pt idx="3195">
                  <c:v>53281.4</c:v>
                </c:pt>
                <c:pt idx="3196">
                  <c:v>53297.440000000002</c:v>
                </c:pt>
                <c:pt idx="3197">
                  <c:v>53313.47</c:v>
                </c:pt>
                <c:pt idx="3198">
                  <c:v>53329.5</c:v>
                </c:pt>
                <c:pt idx="3199">
                  <c:v>53345.54</c:v>
                </c:pt>
                <c:pt idx="3200">
                  <c:v>53361.57</c:v>
                </c:pt>
                <c:pt idx="3201">
                  <c:v>53377.61</c:v>
                </c:pt>
                <c:pt idx="3202">
                  <c:v>53393.64</c:v>
                </c:pt>
                <c:pt idx="3203">
                  <c:v>53409.67</c:v>
                </c:pt>
                <c:pt idx="3204">
                  <c:v>53425.71</c:v>
                </c:pt>
                <c:pt idx="3205">
                  <c:v>53441.74</c:v>
                </c:pt>
                <c:pt idx="3206">
                  <c:v>53457.78</c:v>
                </c:pt>
                <c:pt idx="3207">
                  <c:v>53473.81</c:v>
                </c:pt>
                <c:pt idx="3208">
                  <c:v>53489.84</c:v>
                </c:pt>
                <c:pt idx="3209">
                  <c:v>53505.88</c:v>
                </c:pt>
                <c:pt idx="3210">
                  <c:v>53521.91</c:v>
                </c:pt>
                <c:pt idx="3211">
                  <c:v>53537.94</c:v>
                </c:pt>
                <c:pt idx="3212">
                  <c:v>53553.98</c:v>
                </c:pt>
                <c:pt idx="3213">
                  <c:v>53570.01</c:v>
                </c:pt>
                <c:pt idx="3214">
                  <c:v>53586.05</c:v>
                </c:pt>
                <c:pt idx="3215">
                  <c:v>53602.080000000002</c:v>
                </c:pt>
                <c:pt idx="3216">
                  <c:v>53618.11</c:v>
                </c:pt>
                <c:pt idx="3217">
                  <c:v>53634.15</c:v>
                </c:pt>
                <c:pt idx="3218">
                  <c:v>53650.18</c:v>
                </c:pt>
                <c:pt idx="3219">
                  <c:v>53666.22</c:v>
                </c:pt>
                <c:pt idx="3220">
                  <c:v>53682.25</c:v>
                </c:pt>
                <c:pt idx="3221">
                  <c:v>53698.28</c:v>
                </c:pt>
                <c:pt idx="3222">
                  <c:v>53714.32</c:v>
                </c:pt>
                <c:pt idx="3223">
                  <c:v>53730.35</c:v>
                </c:pt>
                <c:pt idx="3224">
                  <c:v>53746.39</c:v>
                </c:pt>
                <c:pt idx="3225">
                  <c:v>53762.42</c:v>
                </c:pt>
                <c:pt idx="3226">
                  <c:v>53778.45</c:v>
                </c:pt>
                <c:pt idx="3227">
                  <c:v>53794.49</c:v>
                </c:pt>
                <c:pt idx="3228">
                  <c:v>53810.52</c:v>
                </c:pt>
                <c:pt idx="3229">
                  <c:v>53826.559999999998</c:v>
                </c:pt>
                <c:pt idx="3230">
                  <c:v>53842.59</c:v>
                </c:pt>
                <c:pt idx="3231">
                  <c:v>53858.62</c:v>
                </c:pt>
                <c:pt idx="3232">
                  <c:v>53874.66</c:v>
                </c:pt>
                <c:pt idx="3233">
                  <c:v>53890.69</c:v>
                </c:pt>
                <c:pt idx="3234">
                  <c:v>53906.73</c:v>
                </c:pt>
                <c:pt idx="3235">
                  <c:v>53922.76</c:v>
                </c:pt>
                <c:pt idx="3236">
                  <c:v>53938.79</c:v>
                </c:pt>
                <c:pt idx="3237">
                  <c:v>53954.83</c:v>
                </c:pt>
                <c:pt idx="3238">
                  <c:v>53970.86</c:v>
                </c:pt>
                <c:pt idx="3239">
                  <c:v>53986.89</c:v>
                </c:pt>
                <c:pt idx="3240">
                  <c:v>54002.93</c:v>
                </c:pt>
                <c:pt idx="3241">
                  <c:v>54018.96</c:v>
                </c:pt>
                <c:pt idx="3242">
                  <c:v>54035</c:v>
                </c:pt>
                <c:pt idx="3243">
                  <c:v>54051.03</c:v>
                </c:pt>
                <c:pt idx="3244">
                  <c:v>54067.06</c:v>
                </c:pt>
                <c:pt idx="3245">
                  <c:v>54083.1</c:v>
                </c:pt>
                <c:pt idx="3246">
                  <c:v>54099.13</c:v>
                </c:pt>
                <c:pt idx="3247">
                  <c:v>54115.17</c:v>
                </c:pt>
                <c:pt idx="3248">
                  <c:v>54131.199999999997</c:v>
                </c:pt>
                <c:pt idx="3249">
                  <c:v>54147.23</c:v>
                </c:pt>
                <c:pt idx="3250">
                  <c:v>54163.27</c:v>
                </c:pt>
                <c:pt idx="3251">
                  <c:v>54179.3</c:v>
                </c:pt>
                <c:pt idx="3252">
                  <c:v>54195.34</c:v>
                </c:pt>
                <c:pt idx="3253">
                  <c:v>54211.37</c:v>
                </c:pt>
                <c:pt idx="3254">
                  <c:v>54227.4</c:v>
                </c:pt>
                <c:pt idx="3255">
                  <c:v>54243.44</c:v>
                </c:pt>
                <c:pt idx="3256">
                  <c:v>54259.47</c:v>
                </c:pt>
                <c:pt idx="3257">
                  <c:v>54275.51</c:v>
                </c:pt>
                <c:pt idx="3258">
                  <c:v>54291.54</c:v>
                </c:pt>
                <c:pt idx="3259">
                  <c:v>54307.57</c:v>
                </c:pt>
                <c:pt idx="3260">
                  <c:v>54323.61</c:v>
                </c:pt>
                <c:pt idx="3261">
                  <c:v>54339.64</c:v>
                </c:pt>
                <c:pt idx="3262">
                  <c:v>54355.68</c:v>
                </c:pt>
                <c:pt idx="3263">
                  <c:v>54371.71</c:v>
                </c:pt>
                <c:pt idx="3264">
                  <c:v>54387.74</c:v>
                </c:pt>
                <c:pt idx="3265">
                  <c:v>54403.78</c:v>
                </c:pt>
                <c:pt idx="3266">
                  <c:v>54419.81</c:v>
                </c:pt>
                <c:pt idx="3267">
                  <c:v>54435.839999999997</c:v>
                </c:pt>
                <c:pt idx="3268">
                  <c:v>54451.88</c:v>
                </c:pt>
                <c:pt idx="3269">
                  <c:v>54467.91</c:v>
                </c:pt>
                <c:pt idx="3270">
                  <c:v>54483.95</c:v>
                </c:pt>
                <c:pt idx="3271">
                  <c:v>54499.98</c:v>
                </c:pt>
                <c:pt idx="3272">
                  <c:v>54516.01</c:v>
                </c:pt>
                <c:pt idx="3273">
                  <c:v>54532.05</c:v>
                </c:pt>
                <c:pt idx="3274">
                  <c:v>54548.08</c:v>
                </c:pt>
                <c:pt idx="3275">
                  <c:v>54564.12</c:v>
                </c:pt>
                <c:pt idx="3276">
                  <c:v>54580.15</c:v>
                </c:pt>
                <c:pt idx="3277">
                  <c:v>54596.18</c:v>
                </c:pt>
                <c:pt idx="3278">
                  <c:v>54612.22</c:v>
                </c:pt>
                <c:pt idx="3279">
                  <c:v>54628.25</c:v>
                </c:pt>
                <c:pt idx="3280">
                  <c:v>54644.29</c:v>
                </c:pt>
                <c:pt idx="3281">
                  <c:v>54660.32</c:v>
                </c:pt>
                <c:pt idx="3282">
                  <c:v>54676.35</c:v>
                </c:pt>
                <c:pt idx="3283">
                  <c:v>54692.39</c:v>
                </c:pt>
                <c:pt idx="3284">
                  <c:v>54708.42</c:v>
                </c:pt>
                <c:pt idx="3285">
                  <c:v>54724.46</c:v>
                </c:pt>
                <c:pt idx="3286">
                  <c:v>54740.49</c:v>
                </c:pt>
                <c:pt idx="3287">
                  <c:v>54756.52</c:v>
                </c:pt>
                <c:pt idx="3288">
                  <c:v>54772.56</c:v>
                </c:pt>
                <c:pt idx="3289">
                  <c:v>54788.59</c:v>
                </c:pt>
                <c:pt idx="3290">
                  <c:v>54804.63</c:v>
                </c:pt>
                <c:pt idx="3291">
                  <c:v>54820.66</c:v>
                </c:pt>
                <c:pt idx="3292">
                  <c:v>54836.69</c:v>
                </c:pt>
                <c:pt idx="3293">
                  <c:v>54852.73</c:v>
                </c:pt>
                <c:pt idx="3294">
                  <c:v>54868.76</c:v>
                </c:pt>
                <c:pt idx="3295">
                  <c:v>54884.79</c:v>
                </c:pt>
                <c:pt idx="3296">
                  <c:v>54900.83</c:v>
                </c:pt>
                <c:pt idx="3297">
                  <c:v>54916.86</c:v>
                </c:pt>
                <c:pt idx="3298">
                  <c:v>54932.9</c:v>
                </c:pt>
                <c:pt idx="3299">
                  <c:v>54948.93</c:v>
                </c:pt>
                <c:pt idx="3300">
                  <c:v>54964.959999999999</c:v>
                </c:pt>
                <c:pt idx="3301">
                  <c:v>54981</c:v>
                </c:pt>
                <c:pt idx="3302">
                  <c:v>54997.03</c:v>
                </c:pt>
                <c:pt idx="3303">
                  <c:v>55013.07</c:v>
                </c:pt>
                <c:pt idx="3304">
                  <c:v>55029.1</c:v>
                </c:pt>
                <c:pt idx="3305">
                  <c:v>55045.13</c:v>
                </c:pt>
                <c:pt idx="3306">
                  <c:v>55061.17</c:v>
                </c:pt>
                <c:pt idx="3307">
                  <c:v>55077.2</c:v>
                </c:pt>
                <c:pt idx="3308">
                  <c:v>55093.24</c:v>
                </c:pt>
                <c:pt idx="3309">
                  <c:v>55109.27</c:v>
                </c:pt>
                <c:pt idx="3310">
                  <c:v>55125.3</c:v>
                </c:pt>
                <c:pt idx="3311">
                  <c:v>55141.34</c:v>
                </c:pt>
                <c:pt idx="3312">
                  <c:v>55157.37</c:v>
                </c:pt>
                <c:pt idx="3313">
                  <c:v>55173.41</c:v>
                </c:pt>
                <c:pt idx="3314">
                  <c:v>55189.440000000002</c:v>
                </c:pt>
                <c:pt idx="3315">
                  <c:v>55205.47</c:v>
                </c:pt>
                <c:pt idx="3316">
                  <c:v>55221.51</c:v>
                </c:pt>
                <c:pt idx="3317">
                  <c:v>55237.54</c:v>
                </c:pt>
                <c:pt idx="3318">
                  <c:v>55253.58</c:v>
                </c:pt>
                <c:pt idx="3319">
                  <c:v>55269.61</c:v>
                </c:pt>
                <c:pt idx="3320">
                  <c:v>55285.64</c:v>
                </c:pt>
                <c:pt idx="3321">
                  <c:v>55301.68</c:v>
                </c:pt>
                <c:pt idx="3322">
                  <c:v>55317.71</c:v>
                </c:pt>
                <c:pt idx="3323">
                  <c:v>55333.74</c:v>
                </c:pt>
                <c:pt idx="3324">
                  <c:v>55349.78</c:v>
                </c:pt>
                <c:pt idx="3325">
                  <c:v>55365.81</c:v>
                </c:pt>
                <c:pt idx="3326">
                  <c:v>55381.85</c:v>
                </c:pt>
                <c:pt idx="3327">
                  <c:v>55397.88</c:v>
                </c:pt>
                <c:pt idx="3328">
                  <c:v>55413.91</c:v>
                </c:pt>
                <c:pt idx="3329">
                  <c:v>55429.95</c:v>
                </c:pt>
                <c:pt idx="3330">
                  <c:v>55445.98</c:v>
                </c:pt>
                <c:pt idx="3331">
                  <c:v>55462.02</c:v>
                </c:pt>
                <c:pt idx="3332">
                  <c:v>55478.05</c:v>
                </c:pt>
                <c:pt idx="3333">
                  <c:v>55494.080000000002</c:v>
                </c:pt>
                <c:pt idx="3334">
                  <c:v>55510.12</c:v>
                </c:pt>
                <c:pt idx="3335">
                  <c:v>55526.15</c:v>
                </c:pt>
                <c:pt idx="3336">
                  <c:v>55542.19</c:v>
                </c:pt>
                <c:pt idx="3337">
                  <c:v>55558.22</c:v>
                </c:pt>
                <c:pt idx="3338">
                  <c:v>55574.25</c:v>
                </c:pt>
                <c:pt idx="3339">
                  <c:v>55590.29</c:v>
                </c:pt>
                <c:pt idx="3340">
                  <c:v>55606.32</c:v>
                </c:pt>
                <c:pt idx="3341">
                  <c:v>55622.36</c:v>
                </c:pt>
                <c:pt idx="3342">
                  <c:v>55638.39</c:v>
                </c:pt>
                <c:pt idx="3343">
                  <c:v>55654.42</c:v>
                </c:pt>
                <c:pt idx="3344">
                  <c:v>55670.46</c:v>
                </c:pt>
                <c:pt idx="3345">
                  <c:v>55686.49</c:v>
                </c:pt>
                <c:pt idx="3346">
                  <c:v>55702.53</c:v>
                </c:pt>
                <c:pt idx="3347">
                  <c:v>55718.559999999998</c:v>
                </c:pt>
                <c:pt idx="3348">
                  <c:v>55734.59</c:v>
                </c:pt>
                <c:pt idx="3349">
                  <c:v>55750.63</c:v>
                </c:pt>
                <c:pt idx="3350">
                  <c:v>55766.66</c:v>
                </c:pt>
                <c:pt idx="3351">
                  <c:v>55782.69</c:v>
                </c:pt>
                <c:pt idx="3352">
                  <c:v>55798.73</c:v>
                </c:pt>
                <c:pt idx="3353">
                  <c:v>55814.76</c:v>
                </c:pt>
                <c:pt idx="3354">
                  <c:v>55830.8</c:v>
                </c:pt>
                <c:pt idx="3355">
                  <c:v>55846.83</c:v>
                </c:pt>
                <c:pt idx="3356">
                  <c:v>55862.86</c:v>
                </c:pt>
                <c:pt idx="3357">
                  <c:v>55878.9</c:v>
                </c:pt>
                <c:pt idx="3358">
                  <c:v>55894.93</c:v>
                </c:pt>
                <c:pt idx="3359">
                  <c:v>55910.97</c:v>
                </c:pt>
                <c:pt idx="3360">
                  <c:v>55927</c:v>
                </c:pt>
                <c:pt idx="3361">
                  <c:v>55943.03</c:v>
                </c:pt>
                <c:pt idx="3362">
                  <c:v>55959.07</c:v>
                </c:pt>
                <c:pt idx="3363">
                  <c:v>55975.1</c:v>
                </c:pt>
                <c:pt idx="3364">
                  <c:v>55991.14</c:v>
                </c:pt>
                <c:pt idx="3365">
                  <c:v>56007.17</c:v>
                </c:pt>
                <c:pt idx="3366">
                  <c:v>56023.199999999997</c:v>
                </c:pt>
                <c:pt idx="3367">
                  <c:v>56039.24</c:v>
                </c:pt>
                <c:pt idx="3368">
                  <c:v>56055.27</c:v>
                </c:pt>
                <c:pt idx="3369">
                  <c:v>56071.31</c:v>
                </c:pt>
                <c:pt idx="3370">
                  <c:v>56087.34</c:v>
                </c:pt>
                <c:pt idx="3371">
                  <c:v>56103.37</c:v>
                </c:pt>
                <c:pt idx="3372">
                  <c:v>56119.41</c:v>
                </c:pt>
                <c:pt idx="3373">
                  <c:v>56135.44</c:v>
                </c:pt>
                <c:pt idx="3374">
                  <c:v>56151.48</c:v>
                </c:pt>
                <c:pt idx="3375">
                  <c:v>56167.51</c:v>
                </c:pt>
                <c:pt idx="3376">
                  <c:v>55303.37</c:v>
                </c:pt>
                <c:pt idx="3377">
                  <c:v>55319.14</c:v>
                </c:pt>
                <c:pt idx="3378">
                  <c:v>55334.92</c:v>
                </c:pt>
                <c:pt idx="3379">
                  <c:v>55350.69</c:v>
                </c:pt>
                <c:pt idx="3380">
                  <c:v>55366.46</c:v>
                </c:pt>
                <c:pt idx="3381">
                  <c:v>55382.239999999998</c:v>
                </c:pt>
                <c:pt idx="3382">
                  <c:v>55398.01</c:v>
                </c:pt>
                <c:pt idx="3383">
                  <c:v>55413.78</c:v>
                </c:pt>
                <c:pt idx="3384">
                  <c:v>55429.56</c:v>
                </c:pt>
                <c:pt idx="3385">
                  <c:v>55445.33</c:v>
                </c:pt>
                <c:pt idx="3386">
                  <c:v>55461.1</c:v>
                </c:pt>
                <c:pt idx="3387">
                  <c:v>55476.88</c:v>
                </c:pt>
                <c:pt idx="3388">
                  <c:v>55492.65</c:v>
                </c:pt>
                <c:pt idx="3389">
                  <c:v>55508.42</c:v>
                </c:pt>
                <c:pt idx="3390">
                  <c:v>55524.2</c:v>
                </c:pt>
                <c:pt idx="3391">
                  <c:v>55539.97</c:v>
                </c:pt>
                <c:pt idx="3392">
                  <c:v>55555.74</c:v>
                </c:pt>
                <c:pt idx="3393">
                  <c:v>55571.519999999997</c:v>
                </c:pt>
                <c:pt idx="3394">
                  <c:v>55587.29</c:v>
                </c:pt>
                <c:pt idx="3395">
                  <c:v>55603.06</c:v>
                </c:pt>
                <c:pt idx="3396">
                  <c:v>55618.84</c:v>
                </c:pt>
                <c:pt idx="3397">
                  <c:v>55634.61</c:v>
                </c:pt>
                <c:pt idx="3398">
                  <c:v>55650.38</c:v>
                </c:pt>
                <c:pt idx="3399">
                  <c:v>55666.16</c:v>
                </c:pt>
                <c:pt idx="3400">
                  <c:v>55681.93</c:v>
                </c:pt>
                <c:pt idx="3401">
                  <c:v>55697.7</c:v>
                </c:pt>
                <c:pt idx="3402">
                  <c:v>55713.48</c:v>
                </c:pt>
                <c:pt idx="3403">
                  <c:v>55729.25</c:v>
                </c:pt>
                <c:pt idx="3404">
                  <c:v>55745.02</c:v>
                </c:pt>
                <c:pt idx="3405">
                  <c:v>55760.79</c:v>
                </c:pt>
                <c:pt idx="3406">
                  <c:v>55776.57</c:v>
                </c:pt>
                <c:pt idx="3407">
                  <c:v>55792.34</c:v>
                </c:pt>
                <c:pt idx="3408">
                  <c:v>55808.11</c:v>
                </c:pt>
                <c:pt idx="3409">
                  <c:v>55823.89</c:v>
                </c:pt>
                <c:pt idx="3410">
                  <c:v>55839.66</c:v>
                </c:pt>
                <c:pt idx="3411">
                  <c:v>55855.43</c:v>
                </c:pt>
                <c:pt idx="3412">
                  <c:v>55871.21</c:v>
                </c:pt>
                <c:pt idx="3413">
                  <c:v>55886.98</c:v>
                </c:pt>
                <c:pt idx="3414">
                  <c:v>55902.75</c:v>
                </c:pt>
                <c:pt idx="3415">
                  <c:v>55918.53</c:v>
                </c:pt>
                <c:pt idx="3416">
                  <c:v>55934.3</c:v>
                </c:pt>
                <c:pt idx="3417">
                  <c:v>55950.07</c:v>
                </c:pt>
                <c:pt idx="3418">
                  <c:v>55965.85</c:v>
                </c:pt>
                <c:pt idx="3419">
                  <c:v>55981.62</c:v>
                </c:pt>
                <c:pt idx="3420">
                  <c:v>55997.39</c:v>
                </c:pt>
                <c:pt idx="3421">
                  <c:v>56013.17</c:v>
                </c:pt>
                <c:pt idx="3422">
                  <c:v>56028.94</c:v>
                </c:pt>
                <c:pt idx="3423">
                  <c:v>56044.71</c:v>
                </c:pt>
                <c:pt idx="3424">
                  <c:v>56060.49</c:v>
                </c:pt>
                <c:pt idx="3425">
                  <c:v>56076.26</c:v>
                </c:pt>
                <c:pt idx="3426">
                  <c:v>56092.03</c:v>
                </c:pt>
                <c:pt idx="3427">
                  <c:v>56107.81</c:v>
                </c:pt>
                <c:pt idx="3428">
                  <c:v>56123.58</c:v>
                </c:pt>
                <c:pt idx="3429">
                  <c:v>56139.35</c:v>
                </c:pt>
                <c:pt idx="3430">
                  <c:v>56155.13</c:v>
                </c:pt>
                <c:pt idx="3431">
                  <c:v>56170.9</c:v>
                </c:pt>
                <c:pt idx="3432">
                  <c:v>56186.67</c:v>
                </c:pt>
                <c:pt idx="3433">
                  <c:v>56202.44</c:v>
                </c:pt>
                <c:pt idx="3434">
                  <c:v>56218.22</c:v>
                </c:pt>
                <c:pt idx="3435">
                  <c:v>56233.99</c:v>
                </c:pt>
                <c:pt idx="3436">
                  <c:v>56249.760000000002</c:v>
                </c:pt>
                <c:pt idx="3437">
                  <c:v>56265.54</c:v>
                </c:pt>
                <c:pt idx="3438">
                  <c:v>56281.31</c:v>
                </c:pt>
                <c:pt idx="3439">
                  <c:v>56297.08</c:v>
                </c:pt>
                <c:pt idx="3440">
                  <c:v>56312.86</c:v>
                </c:pt>
                <c:pt idx="3441">
                  <c:v>56328.63</c:v>
                </c:pt>
                <c:pt idx="3442">
                  <c:v>56344.4</c:v>
                </c:pt>
                <c:pt idx="3443">
                  <c:v>56360.18</c:v>
                </c:pt>
                <c:pt idx="3444">
                  <c:v>56375.95</c:v>
                </c:pt>
                <c:pt idx="3445">
                  <c:v>56391.72</c:v>
                </c:pt>
                <c:pt idx="3446">
                  <c:v>56407.5</c:v>
                </c:pt>
                <c:pt idx="3447">
                  <c:v>56423.27</c:v>
                </c:pt>
                <c:pt idx="3448">
                  <c:v>56439.040000000001</c:v>
                </c:pt>
                <c:pt idx="3449">
                  <c:v>56454.82</c:v>
                </c:pt>
                <c:pt idx="3450">
                  <c:v>56470.59</c:v>
                </c:pt>
                <c:pt idx="3451">
                  <c:v>56486.36</c:v>
                </c:pt>
                <c:pt idx="3452">
                  <c:v>56502.14</c:v>
                </c:pt>
                <c:pt idx="3453">
                  <c:v>56517.91</c:v>
                </c:pt>
                <c:pt idx="3454">
                  <c:v>56533.68</c:v>
                </c:pt>
                <c:pt idx="3455">
                  <c:v>56549.46</c:v>
                </c:pt>
                <c:pt idx="3456">
                  <c:v>56565.23</c:v>
                </c:pt>
                <c:pt idx="3457">
                  <c:v>56581</c:v>
                </c:pt>
                <c:pt idx="3458">
                  <c:v>56596.78</c:v>
                </c:pt>
                <c:pt idx="3459">
                  <c:v>56612.55</c:v>
                </c:pt>
                <c:pt idx="3460">
                  <c:v>56628.32</c:v>
                </c:pt>
                <c:pt idx="3461">
                  <c:v>56644.09</c:v>
                </c:pt>
                <c:pt idx="3462">
                  <c:v>56659.87</c:v>
                </c:pt>
                <c:pt idx="3463">
                  <c:v>56675.64</c:v>
                </c:pt>
                <c:pt idx="3464">
                  <c:v>56691.41</c:v>
                </c:pt>
                <c:pt idx="3465">
                  <c:v>56707.19</c:v>
                </c:pt>
                <c:pt idx="3466">
                  <c:v>56722.96</c:v>
                </c:pt>
                <c:pt idx="3467">
                  <c:v>56738.73</c:v>
                </c:pt>
                <c:pt idx="3468">
                  <c:v>56754.51</c:v>
                </c:pt>
                <c:pt idx="3469">
                  <c:v>56770.28</c:v>
                </c:pt>
                <c:pt idx="3470">
                  <c:v>56786.05</c:v>
                </c:pt>
                <c:pt idx="3471">
                  <c:v>56801.83</c:v>
                </c:pt>
                <c:pt idx="3472">
                  <c:v>56817.599999999999</c:v>
                </c:pt>
                <c:pt idx="3473">
                  <c:v>56833.37</c:v>
                </c:pt>
                <c:pt idx="3474">
                  <c:v>56849.15</c:v>
                </c:pt>
                <c:pt idx="3475">
                  <c:v>56864.92</c:v>
                </c:pt>
                <c:pt idx="3476">
                  <c:v>56880.69</c:v>
                </c:pt>
                <c:pt idx="3477">
                  <c:v>56896.47</c:v>
                </c:pt>
                <c:pt idx="3478">
                  <c:v>56912.24</c:v>
                </c:pt>
                <c:pt idx="3479">
                  <c:v>56928.01</c:v>
                </c:pt>
                <c:pt idx="3480">
                  <c:v>56943.79</c:v>
                </c:pt>
                <c:pt idx="3481">
                  <c:v>56959.56</c:v>
                </c:pt>
                <c:pt idx="3482">
                  <c:v>56975.33</c:v>
                </c:pt>
                <c:pt idx="3483">
                  <c:v>56991.11</c:v>
                </c:pt>
                <c:pt idx="3484">
                  <c:v>57006.879999999997</c:v>
                </c:pt>
                <c:pt idx="3485">
                  <c:v>57022.65</c:v>
                </c:pt>
                <c:pt idx="3486">
                  <c:v>57038.43</c:v>
                </c:pt>
                <c:pt idx="3487">
                  <c:v>57054.2</c:v>
                </c:pt>
                <c:pt idx="3488">
                  <c:v>57069.97</c:v>
                </c:pt>
                <c:pt idx="3489">
                  <c:v>57085.74</c:v>
                </c:pt>
                <c:pt idx="3490">
                  <c:v>57101.52</c:v>
                </c:pt>
                <c:pt idx="3491">
                  <c:v>57117.29</c:v>
                </c:pt>
                <c:pt idx="3492">
                  <c:v>57133.06</c:v>
                </c:pt>
                <c:pt idx="3493">
                  <c:v>57148.84</c:v>
                </c:pt>
                <c:pt idx="3494">
                  <c:v>57164.61</c:v>
                </c:pt>
                <c:pt idx="3495">
                  <c:v>57180.38</c:v>
                </c:pt>
                <c:pt idx="3496">
                  <c:v>57196.160000000003</c:v>
                </c:pt>
                <c:pt idx="3497">
                  <c:v>57211.93</c:v>
                </c:pt>
                <c:pt idx="3498">
                  <c:v>57227.7</c:v>
                </c:pt>
                <c:pt idx="3499">
                  <c:v>57243.48</c:v>
                </c:pt>
                <c:pt idx="3500">
                  <c:v>57259.25</c:v>
                </c:pt>
                <c:pt idx="3501">
                  <c:v>57275.02</c:v>
                </c:pt>
                <c:pt idx="3502">
                  <c:v>57290.8</c:v>
                </c:pt>
                <c:pt idx="3503">
                  <c:v>57306.57</c:v>
                </c:pt>
                <c:pt idx="3504">
                  <c:v>57322.34</c:v>
                </c:pt>
                <c:pt idx="3505">
                  <c:v>57338.12</c:v>
                </c:pt>
                <c:pt idx="3506">
                  <c:v>57353.89</c:v>
                </c:pt>
                <c:pt idx="3507">
                  <c:v>57369.66</c:v>
                </c:pt>
                <c:pt idx="3508">
                  <c:v>57385.440000000002</c:v>
                </c:pt>
                <c:pt idx="3509">
                  <c:v>57401.21</c:v>
                </c:pt>
                <c:pt idx="3510">
                  <c:v>57416.98</c:v>
                </c:pt>
                <c:pt idx="3511">
                  <c:v>57432.76</c:v>
                </c:pt>
                <c:pt idx="3512">
                  <c:v>57448.53</c:v>
                </c:pt>
                <c:pt idx="3513">
                  <c:v>57464.3</c:v>
                </c:pt>
                <c:pt idx="3514">
                  <c:v>57480.08</c:v>
                </c:pt>
                <c:pt idx="3515">
                  <c:v>57495.85</c:v>
                </c:pt>
                <c:pt idx="3516">
                  <c:v>57511.62</c:v>
                </c:pt>
                <c:pt idx="3517">
                  <c:v>57527.39</c:v>
                </c:pt>
                <c:pt idx="3518">
                  <c:v>57543.17</c:v>
                </c:pt>
                <c:pt idx="3519">
                  <c:v>57558.94</c:v>
                </c:pt>
                <c:pt idx="3520">
                  <c:v>57574.71</c:v>
                </c:pt>
                <c:pt idx="3521">
                  <c:v>57590.49</c:v>
                </c:pt>
                <c:pt idx="3522">
                  <c:v>57606.26</c:v>
                </c:pt>
                <c:pt idx="3523">
                  <c:v>57622.03</c:v>
                </c:pt>
                <c:pt idx="3524">
                  <c:v>57637.81</c:v>
                </c:pt>
                <c:pt idx="3525">
                  <c:v>57653.58</c:v>
                </c:pt>
                <c:pt idx="3526">
                  <c:v>57669.35</c:v>
                </c:pt>
                <c:pt idx="3527">
                  <c:v>57685.13</c:v>
                </c:pt>
                <c:pt idx="3528">
                  <c:v>57700.9</c:v>
                </c:pt>
                <c:pt idx="3529">
                  <c:v>57716.67</c:v>
                </c:pt>
                <c:pt idx="3530">
                  <c:v>57732.45</c:v>
                </c:pt>
                <c:pt idx="3531">
                  <c:v>57748.22</c:v>
                </c:pt>
                <c:pt idx="3532">
                  <c:v>57763.99</c:v>
                </c:pt>
                <c:pt idx="3533">
                  <c:v>57779.77</c:v>
                </c:pt>
                <c:pt idx="3534">
                  <c:v>57795.54</c:v>
                </c:pt>
                <c:pt idx="3535">
                  <c:v>57811.31</c:v>
                </c:pt>
                <c:pt idx="3536">
                  <c:v>57827.09</c:v>
                </c:pt>
                <c:pt idx="3537">
                  <c:v>57842.86</c:v>
                </c:pt>
                <c:pt idx="3538">
                  <c:v>57858.63</c:v>
                </c:pt>
                <c:pt idx="3539">
                  <c:v>57874.41</c:v>
                </c:pt>
                <c:pt idx="3540">
                  <c:v>57890.18</c:v>
                </c:pt>
                <c:pt idx="3541">
                  <c:v>57905.95</c:v>
                </c:pt>
                <c:pt idx="3542">
                  <c:v>57921.73</c:v>
                </c:pt>
                <c:pt idx="3543">
                  <c:v>57937.5</c:v>
                </c:pt>
                <c:pt idx="3544">
                  <c:v>57953.27</c:v>
                </c:pt>
                <c:pt idx="3545">
                  <c:v>57969.04</c:v>
                </c:pt>
                <c:pt idx="3546">
                  <c:v>57984.82</c:v>
                </c:pt>
                <c:pt idx="3547">
                  <c:v>58000.59</c:v>
                </c:pt>
                <c:pt idx="3548">
                  <c:v>58016.36</c:v>
                </c:pt>
                <c:pt idx="3549">
                  <c:v>58032.14</c:v>
                </c:pt>
                <c:pt idx="3550">
                  <c:v>58047.91</c:v>
                </c:pt>
                <c:pt idx="3551">
                  <c:v>58063.68</c:v>
                </c:pt>
                <c:pt idx="3552">
                  <c:v>58079.46</c:v>
                </c:pt>
                <c:pt idx="3553">
                  <c:v>58095.23</c:v>
                </c:pt>
                <c:pt idx="3554">
                  <c:v>58111</c:v>
                </c:pt>
                <c:pt idx="3555">
                  <c:v>58126.78</c:v>
                </c:pt>
                <c:pt idx="3556">
                  <c:v>58142.55</c:v>
                </c:pt>
                <c:pt idx="3557">
                  <c:v>58158.32</c:v>
                </c:pt>
                <c:pt idx="3558">
                  <c:v>58174.1</c:v>
                </c:pt>
                <c:pt idx="3559">
                  <c:v>58189.87</c:v>
                </c:pt>
                <c:pt idx="3560">
                  <c:v>58205.64</c:v>
                </c:pt>
                <c:pt idx="3561">
                  <c:v>58221.42</c:v>
                </c:pt>
                <c:pt idx="3562">
                  <c:v>58237.19</c:v>
                </c:pt>
                <c:pt idx="3563">
                  <c:v>58252.959999999999</c:v>
                </c:pt>
                <c:pt idx="3564">
                  <c:v>58268.74</c:v>
                </c:pt>
                <c:pt idx="3565">
                  <c:v>58284.51</c:v>
                </c:pt>
                <c:pt idx="3566">
                  <c:v>58300.28</c:v>
                </c:pt>
                <c:pt idx="3567">
                  <c:v>58316.06</c:v>
                </c:pt>
                <c:pt idx="3568">
                  <c:v>58331.83</c:v>
                </c:pt>
                <c:pt idx="3569">
                  <c:v>58347.6</c:v>
                </c:pt>
                <c:pt idx="3570">
                  <c:v>58363.38</c:v>
                </c:pt>
                <c:pt idx="3571">
                  <c:v>58379.15</c:v>
                </c:pt>
                <c:pt idx="3572">
                  <c:v>58394.92</c:v>
                </c:pt>
                <c:pt idx="3573">
                  <c:v>58410.69</c:v>
                </c:pt>
                <c:pt idx="3574">
                  <c:v>58426.47</c:v>
                </c:pt>
                <c:pt idx="3575">
                  <c:v>58442.239999999998</c:v>
                </c:pt>
                <c:pt idx="3576">
                  <c:v>58458.01</c:v>
                </c:pt>
                <c:pt idx="3577">
                  <c:v>58473.79</c:v>
                </c:pt>
                <c:pt idx="3578">
                  <c:v>58489.56</c:v>
                </c:pt>
                <c:pt idx="3579">
                  <c:v>58505.33</c:v>
                </c:pt>
                <c:pt idx="3580">
                  <c:v>58521.11</c:v>
                </c:pt>
                <c:pt idx="3581">
                  <c:v>58536.88</c:v>
                </c:pt>
                <c:pt idx="3582">
                  <c:v>58552.65</c:v>
                </c:pt>
                <c:pt idx="3583">
                  <c:v>58568.43</c:v>
                </c:pt>
                <c:pt idx="3584">
                  <c:v>58584.2</c:v>
                </c:pt>
                <c:pt idx="3585">
                  <c:v>58599.97</c:v>
                </c:pt>
                <c:pt idx="3586">
                  <c:v>58615.75</c:v>
                </c:pt>
                <c:pt idx="3587">
                  <c:v>58631.519999999997</c:v>
                </c:pt>
                <c:pt idx="3588">
                  <c:v>58647.29</c:v>
                </c:pt>
                <c:pt idx="3589">
                  <c:v>58663.07</c:v>
                </c:pt>
                <c:pt idx="3590">
                  <c:v>58678.84</c:v>
                </c:pt>
                <c:pt idx="3591">
                  <c:v>58694.61</c:v>
                </c:pt>
                <c:pt idx="3592">
                  <c:v>58710.39</c:v>
                </c:pt>
                <c:pt idx="3593">
                  <c:v>58726.16</c:v>
                </c:pt>
                <c:pt idx="3594">
                  <c:v>58741.93</c:v>
                </c:pt>
                <c:pt idx="3595">
                  <c:v>58757.71</c:v>
                </c:pt>
                <c:pt idx="3596">
                  <c:v>58773.48</c:v>
                </c:pt>
                <c:pt idx="3597">
                  <c:v>58789.25</c:v>
                </c:pt>
                <c:pt idx="3598">
                  <c:v>58805.03</c:v>
                </c:pt>
                <c:pt idx="3599">
                  <c:v>58820.800000000003</c:v>
                </c:pt>
                <c:pt idx="3600">
                  <c:v>58836.57</c:v>
                </c:pt>
                <c:pt idx="3601">
                  <c:v>58852.34</c:v>
                </c:pt>
                <c:pt idx="3602">
                  <c:v>58868.12</c:v>
                </c:pt>
                <c:pt idx="3603">
                  <c:v>58883.89</c:v>
                </c:pt>
                <c:pt idx="3604">
                  <c:v>58899.66</c:v>
                </c:pt>
                <c:pt idx="3605">
                  <c:v>58915.44</c:v>
                </c:pt>
                <c:pt idx="3606">
                  <c:v>58931.21</c:v>
                </c:pt>
                <c:pt idx="3607">
                  <c:v>58946.98</c:v>
                </c:pt>
                <c:pt idx="3608">
                  <c:v>58962.76</c:v>
                </c:pt>
                <c:pt idx="3609">
                  <c:v>58978.53</c:v>
                </c:pt>
                <c:pt idx="3610">
                  <c:v>58994.3</c:v>
                </c:pt>
                <c:pt idx="3611">
                  <c:v>59010.080000000002</c:v>
                </c:pt>
                <c:pt idx="3612">
                  <c:v>59025.85</c:v>
                </c:pt>
                <c:pt idx="3613">
                  <c:v>59041.62</c:v>
                </c:pt>
                <c:pt idx="3614">
                  <c:v>59057.4</c:v>
                </c:pt>
                <c:pt idx="3615">
                  <c:v>59073.17</c:v>
                </c:pt>
                <c:pt idx="3616">
                  <c:v>59088.94</c:v>
                </c:pt>
                <c:pt idx="3617">
                  <c:v>59104.72</c:v>
                </c:pt>
                <c:pt idx="3618">
                  <c:v>59120.49</c:v>
                </c:pt>
                <c:pt idx="3619">
                  <c:v>59136.26</c:v>
                </c:pt>
                <c:pt idx="3620">
                  <c:v>59152.04</c:v>
                </c:pt>
                <c:pt idx="3621">
                  <c:v>59167.81</c:v>
                </c:pt>
                <c:pt idx="3622">
                  <c:v>59183.58</c:v>
                </c:pt>
                <c:pt idx="3623">
                  <c:v>59199.360000000001</c:v>
                </c:pt>
                <c:pt idx="3624">
                  <c:v>59215.13</c:v>
                </c:pt>
                <c:pt idx="3625">
                  <c:v>59230.9</c:v>
                </c:pt>
                <c:pt idx="3626">
                  <c:v>59246.68</c:v>
                </c:pt>
                <c:pt idx="3627">
                  <c:v>59262.45</c:v>
                </c:pt>
                <c:pt idx="3628">
                  <c:v>59278.22</c:v>
                </c:pt>
                <c:pt idx="3629">
                  <c:v>59293.99</c:v>
                </c:pt>
                <c:pt idx="3630">
                  <c:v>59309.77</c:v>
                </c:pt>
                <c:pt idx="3631">
                  <c:v>59325.54</c:v>
                </c:pt>
                <c:pt idx="3632">
                  <c:v>59341.31</c:v>
                </c:pt>
                <c:pt idx="3633">
                  <c:v>59357.09</c:v>
                </c:pt>
                <c:pt idx="3634">
                  <c:v>59372.86</c:v>
                </c:pt>
                <c:pt idx="3635">
                  <c:v>59388.63</c:v>
                </c:pt>
                <c:pt idx="3636">
                  <c:v>59404.41</c:v>
                </c:pt>
                <c:pt idx="3637">
                  <c:v>59420.18</c:v>
                </c:pt>
                <c:pt idx="3638">
                  <c:v>59435.95</c:v>
                </c:pt>
                <c:pt idx="3639">
                  <c:v>59451.73</c:v>
                </c:pt>
                <c:pt idx="3640">
                  <c:v>59467.5</c:v>
                </c:pt>
                <c:pt idx="3641">
                  <c:v>59483.27</c:v>
                </c:pt>
                <c:pt idx="3642">
                  <c:v>59499.05</c:v>
                </c:pt>
                <c:pt idx="3643">
                  <c:v>59514.82</c:v>
                </c:pt>
                <c:pt idx="3644">
                  <c:v>59530.59</c:v>
                </c:pt>
                <c:pt idx="3645">
                  <c:v>59546.37</c:v>
                </c:pt>
                <c:pt idx="3646">
                  <c:v>59562.14</c:v>
                </c:pt>
                <c:pt idx="3647">
                  <c:v>59577.91</c:v>
                </c:pt>
                <c:pt idx="3648">
                  <c:v>59593.69</c:v>
                </c:pt>
                <c:pt idx="3649">
                  <c:v>59609.46</c:v>
                </c:pt>
                <c:pt idx="3650">
                  <c:v>59625.23</c:v>
                </c:pt>
                <c:pt idx="3651">
                  <c:v>59641.01</c:v>
                </c:pt>
                <c:pt idx="3652">
                  <c:v>59656.78</c:v>
                </c:pt>
                <c:pt idx="3653">
                  <c:v>59672.55</c:v>
                </c:pt>
                <c:pt idx="3654">
                  <c:v>59688.33</c:v>
                </c:pt>
                <c:pt idx="3655">
                  <c:v>59704.1</c:v>
                </c:pt>
                <c:pt idx="3656">
                  <c:v>59719.87</c:v>
                </c:pt>
                <c:pt idx="3657">
                  <c:v>59735.64</c:v>
                </c:pt>
                <c:pt idx="3658">
                  <c:v>59751.42</c:v>
                </c:pt>
                <c:pt idx="3659">
                  <c:v>59767.19</c:v>
                </c:pt>
                <c:pt idx="3660">
                  <c:v>59782.96</c:v>
                </c:pt>
                <c:pt idx="3661">
                  <c:v>59798.74</c:v>
                </c:pt>
                <c:pt idx="3662">
                  <c:v>59814.51</c:v>
                </c:pt>
                <c:pt idx="3663">
                  <c:v>59830.28</c:v>
                </c:pt>
                <c:pt idx="3664">
                  <c:v>59846.06</c:v>
                </c:pt>
                <c:pt idx="3665">
                  <c:v>59861.83</c:v>
                </c:pt>
                <c:pt idx="3666">
                  <c:v>59877.599999999999</c:v>
                </c:pt>
                <c:pt idx="3667">
                  <c:v>59893.38</c:v>
                </c:pt>
                <c:pt idx="3668">
                  <c:v>59909.15</c:v>
                </c:pt>
                <c:pt idx="3669">
                  <c:v>59924.92</c:v>
                </c:pt>
                <c:pt idx="3670">
                  <c:v>59940.7</c:v>
                </c:pt>
                <c:pt idx="3671">
                  <c:v>59956.47</c:v>
                </c:pt>
                <c:pt idx="3672">
                  <c:v>59972.24</c:v>
                </c:pt>
                <c:pt idx="3673">
                  <c:v>59988.02</c:v>
                </c:pt>
                <c:pt idx="3674">
                  <c:v>60003.79</c:v>
                </c:pt>
                <c:pt idx="3675">
                  <c:v>60019.56</c:v>
                </c:pt>
                <c:pt idx="3676">
                  <c:v>60035.34</c:v>
                </c:pt>
                <c:pt idx="3677">
                  <c:v>60051.11</c:v>
                </c:pt>
                <c:pt idx="3678">
                  <c:v>60066.879999999997</c:v>
                </c:pt>
                <c:pt idx="3679">
                  <c:v>60082.66</c:v>
                </c:pt>
                <c:pt idx="3680">
                  <c:v>60098.43</c:v>
                </c:pt>
                <c:pt idx="3681">
                  <c:v>60114.2</c:v>
                </c:pt>
                <c:pt idx="3682">
                  <c:v>60129.98</c:v>
                </c:pt>
                <c:pt idx="3683">
                  <c:v>60145.75</c:v>
                </c:pt>
                <c:pt idx="3684">
                  <c:v>60161.52</c:v>
                </c:pt>
                <c:pt idx="3685">
                  <c:v>60177.29</c:v>
                </c:pt>
                <c:pt idx="3686">
                  <c:v>60193.07</c:v>
                </c:pt>
                <c:pt idx="3687">
                  <c:v>60208.84</c:v>
                </c:pt>
                <c:pt idx="3688">
                  <c:v>60224.61</c:v>
                </c:pt>
                <c:pt idx="3689">
                  <c:v>60240.39</c:v>
                </c:pt>
                <c:pt idx="3690">
                  <c:v>60256.160000000003</c:v>
                </c:pt>
                <c:pt idx="3691">
                  <c:v>60271.93</c:v>
                </c:pt>
                <c:pt idx="3692">
                  <c:v>60287.71</c:v>
                </c:pt>
                <c:pt idx="3693">
                  <c:v>60303.48</c:v>
                </c:pt>
                <c:pt idx="3694">
                  <c:v>60319.25</c:v>
                </c:pt>
                <c:pt idx="3695">
                  <c:v>60335.03</c:v>
                </c:pt>
                <c:pt idx="3696">
                  <c:v>60350.8</c:v>
                </c:pt>
                <c:pt idx="3697">
                  <c:v>60366.57</c:v>
                </c:pt>
                <c:pt idx="3698">
                  <c:v>60382.35</c:v>
                </c:pt>
                <c:pt idx="3699">
                  <c:v>60398.12</c:v>
                </c:pt>
                <c:pt idx="3700">
                  <c:v>60413.89</c:v>
                </c:pt>
                <c:pt idx="3701">
                  <c:v>60429.67</c:v>
                </c:pt>
                <c:pt idx="3702">
                  <c:v>60445.440000000002</c:v>
                </c:pt>
                <c:pt idx="3703">
                  <c:v>60461.21</c:v>
                </c:pt>
                <c:pt idx="3704">
                  <c:v>60476.99</c:v>
                </c:pt>
                <c:pt idx="3705">
                  <c:v>60492.76</c:v>
                </c:pt>
                <c:pt idx="3706">
                  <c:v>60508.53</c:v>
                </c:pt>
                <c:pt idx="3707">
                  <c:v>60524.31</c:v>
                </c:pt>
                <c:pt idx="3708">
                  <c:v>60540.08</c:v>
                </c:pt>
                <c:pt idx="3709">
                  <c:v>60555.85</c:v>
                </c:pt>
                <c:pt idx="3710">
                  <c:v>60571.63</c:v>
                </c:pt>
                <c:pt idx="3711">
                  <c:v>60587.4</c:v>
                </c:pt>
                <c:pt idx="3712">
                  <c:v>60603.17</c:v>
                </c:pt>
                <c:pt idx="3713">
                  <c:v>60618.94</c:v>
                </c:pt>
                <c:pt idx="3714">
                  <c:v>60634.720000000001</c:v>
                </c:pt>
                <c:pt idx="3715">
                  <c:v>60650.49</c:v>
                </c:pt>
                <c:pt idx="3716">
                  <c:v>60666.26</c:v>
                </c:pt>
                <c:pt idx="3717">
                  <c:v>60682.04</c:v>
                </c:pt>
                <c:pt idx="3718">
                  <c:v>60697.81</c:v>
                </c:pt>
                <c:pt idx="3719">
                  <c:v>60713.58</c:v>
                </c:pt>
                <c:pt idx="3720">
                  <c:v>60729.36</c:v>
                </c:pt>
                <c:pt idx="3721">
                  <c:v>60745.13</c:v>
                </c:pt>
                <c:pt idx="3722">
                  <c:v>60760.9</c:v>
                </c:pt>
                <c:pt idx="3723">
                  <c:v>60776.68</c:v>
                </c:pt>
                <c:pt idx="3724">
                  <c:v>60792.45</c:v>
                </c:pt>
                <c:pt idx="3725">
                  <c:v>60808.22</c:v>
                </c:pt>
                <c:pt idx="3726">
                  <c:v>60824</c:v>
                </c:pt>
                <c:pt idx="3727">
                  <c:v>60839.77</c:v>
                </c:pt>
                <c:pt idx="3728">
                  <c:v>60855.54</c:v>
                </c:pt>
                <c:pt idx="3729">
                  <c:v>60871.32</c:v>
                </c:pt>
                <c:pt idx="3730">
                  <c:v>60887.09</c:v>
                </c:pt>
                <c:pt idx="3731">
                  <c:v>60902.86</c:v>
                </c:pt>
                <c:pt idx="3732">
                  <c:v>60918.64</c:v>
                </c:pt>
                <c:pt idx="3733">
                  <c:v>60934.41</c:v>
                </c:pt>
                <c:pt idx="3734">
                  <c:v>60950.18</c:v>
                </c:pt>
                <c:pt idx="3735">
                  <c:v>60965.96</c:v>
                </c:pt>
                <c:pt idx="3736">
                  <c:v>60981.73</c:v>
                </c:pt>
                <c:pt idx="3737">
                  <c:v>60997.5</c:v>
                </c:pt>
                <c:pt idx="3738">
                  <c:v>61013.279999999999</c:v>
                </c:pt>
                <c:pt idx="3739">
                  <c:v>61029.05</c:v>
                </c:pt>
                <c:pt idx="3740">
                  <c:v>61044.82</c:v>
                </c:pt>
                <c:pt idx="3741">
                  <c:v>61060.59</c:v>
                </c:pt>
                <c:pt idx="3742">
                  <c:v>61076.37</c:v>
                </c:pt>
                <c:pt idx="3743">
                  <c:v>61092.14</c:v>
                </c:pt>
                <c:pt idx="3744">
                  <c:v>61107.91</c:v>
                </c:pt>
                <c:pt idx="3745">
                  <c:v>61123.69</c:v>
                </c:pt>
                <c:pt idx="3746">
                  <c:v>61139.46</c:v>
                </c:pt>
                <c:pt idx="3747">
                  <c:v>61155.23</c:v>
                </c:pt>
                <c:pt idx="3748">
                  <c:v>61171.01</c:v>
                </c:pt>
                <c:pt idx="3749">
                  <c:v>61186.78</c:v>
                </c:pt>
                <c:pt idx="3750">
                  <c:v>61202.55</c:v>
                </c:pt>
                <c:pt idx="3751">
                  <c:v>61218.33</c:v>
                </c:pt>
                <c:pt idx="3752">
                  <c:v>61234.1</c:v>
                </c:pt>
                <c:pt idx="3753">
                  <c:v>61249.87</c:v>
                </c:pt>
                <c:pt idx="3754">
                  <c:v>61265.65</c:v>
                </c:pt>
                <c:pt idx="3755">
                  <c:v>61281.42</c:v>
                </c:pt>
                <c:pt idx="3756">
                  <c:v>61297.19</c:v>
                </c:pt>
                <c:pt idx="3757">
                  <c:v>61312.97</c:v>
                </c:pt>
                <c:pt idx="3758">
                  <c:v>61328.74</c:v>
                </c:pt>
                <c:pt idx="3759">
                  <c:v>61344.51</c:v>
                </c:pt>
                <c:pt idx="3760">
                  <c:v>61360.29</c:v>
                </c:pt>
                <c:pt idx="3761">
                  <c:v>61376.06</c:v>
                </c:pt>
                <c:pt idx="3762">
                  <c:v>61391.83</c:v>
                </c:pt>
                <c:pt idx="3763">
                  <c:v>61407.61</c:v>
                </c:pt>
                <c:pt idx="3764">
                  <c:v>61423.38</c:v>
                </c:pt>
                <c:pt idx="3765">
                  <c:v>61439.15</c:v>
                </c:pt>
                <c:pt idx="3766">
                  <c:v>61454.93</c:v>
                </c:pt>
                <c:pt idx="3767">
                  <c:v>61470.7</c:v>
                </c:pt>
                <c:pt idx="3768">
                  <c:v>61486.47</c:v>
                </c:pt>
                <c:pt idx="3769">
                  <c:v>61502.239999999998</c:v>
                </c:pt>
                <c:pt idx="3770">
                  <c:v>61518.02</c:v>
                </c:pt>
                <c:pt idx="3771">
                  <c:v>61533.79</c:v>
                </c:pt>
                <c:pt idx="3772">
                  <c:v>61549.56</c:v>
                </c:pt>
                <c:pt idx="3773">
                  <c:v>61565.34</c:v>
                </c:pt>
                <c:pt idx="3774">
                  <c:v>61581.11</c:v>
                </c:pt>
                <c:pt idx="3775">
                  <c:v>61596.88</c:v>
                </c:pt>
                <c:pt idx="3776">
                  <c:v>61612.66</c:v>
                </c:pt>
                <c:pt idx="3777">
                  <c:v>61628.43</c:v>
                </c:pt>
                <c:pt idx="3778">
                  <c:v>61644.2</c:v>
                </c:pt>
                <c:pt idx="3779">
                  <c:v>61659.98</c:v>
                </c:pt>
                <c:pt idx="3780">
                  <c:v>61675.75</c:v>
                </c:pt>
                <c:pt idx="3781">
                  <c:v>61691.519999999997</c:v>
                </c:pt>
                <c:pt idx="3782">
                  <c:v>61707.3</c:v>
                </c:pt>
                <c:pt idx="3783">
                  <c:v>61723.07</c:v>
                </c:pt>
                <c:pt idx="3784">
                  <c:v>61738.84</c:v>
                </c:pt>
                <c:pt idx="3785">
                  <c:v>61754.62</c:v>
                </c:pt>
                <c:pt idx="3786">
                  <c:v>61770.39</c:v>
                </c:pt>
                <c:pt idx="3787">
                  <c:v>61786.16</c:v>
                </c:pt>
                <c:pt idx="3788">
                  <c:v>61801.94</c:v>
                </c:pt>
                <c:pt idx="3789">
                  <c:v>61817.71</c:v>
                </c:pt>
                <c:pt idx="3790">
                  <c:v>61833.48</c:v>
                </c:pt>
                <c:pt idx="3791">
                  <c:v>61849.26</c:v>
                </c:pt>
                <c:pt idx="3792">
                  <c:v>61865.03</c:v>
                </c:pt>
                <c:pt idx="3793">
                  <c:v>61880.800000000003</c:v>
                </c:pt>
                <c:pt idx="3794">
                  <c:v>61896.58</c:v>
                </c:pt>
                <c:pt idx="3795">
                  <c:v>61912.35</c:v>
                </c:pt>
                <c:pt idx="3796">
                  <c:v>61928.12</c:v>
                </c:pt>
                <c:pt idx="3797">
                  <c:v>61943.89</c:v>
                </c:pt>
                <c:pt idx="3798">
                  <c:v>61959.67</c:v>
                </c:pt>
                <c:pt idx="3799">
                  <c:v>61975.44</c:v>
                </c:pt>
                <c:pt idx="3800">
                  <c:v>61991.21</c:v>
                </c:pt>
                <c:pt idx="3801">
                  <c:v>62006.99</c:v>
                </c:pt>
                <c:pt idx="3802">
                  <c:v>62022.76</c:v>
                </c:pt>
                <c:pt idx="3803">
                  <c:v>62038.53</c:v>
                </c:pt>
                <c:pt idx="3804">
                  <c:v>62054.31</c:v>
                </c:pt>
                <c:pt idx="3805">
                  <c:v>62070.080000000002</c:v>
                </c:pt>
                <c:pt idx="3806">
                  <c:v>62085.85</c:v>
                </c:pt>
                <c:pt idx="3807">
                  <c:v>62101.63</c:v>
                </c:pt>
                <c:pt idx="3808">
                  <c:v>62117.4</c:v>
                </c:pt>
                <c:pt idx="3809">
                  <c:v>62133.17</c:v>
                </c:pt>
                <c:pt idx="3810">
                  <c:v>62148.95</c:v>
                </c:pt>
                <c:pt idx="3811">
                  <c:v>62164.72</c:v>
                </c:pt>
                <c:pt idx="3812">
                  <c:v>62180.49</c:v>
                </c:pt>
                <c:pt idx="3813">
                  <c:v>62196.27</c:v>
                </c:pt>
                <c:pt idx="3814">
                  <c:v>62212.04</c:v>
                </c:pt>
                <c:pt idx="3815">
                  <c:v>62227.81</c:v>
                </c:pt>
                <c:pt idx="3816">
                  <c:v>62243.59</c:v>
                </c:pt>
                <c:pt idx="3817">
                  <c:v>62259.360000000001</c:v>
                </c:pt>
                <c:pt idx="3818">
                  <c:v>62275.13</c:v>
                </c:pt>
                <c:pt idx="3819">
                  <c:v>62290.91</c:v>
                </c:pt>
                <c:pt idx="3820">
                  <c:v>62306.68</c:v>
                </c:pt>
                <c:pt idx="3821">
                  <c:v>62322.45</c:v>
                </c:pt>
                <c:pt idx="3822">
                  <c:v>62338.23</c:v>
                </c:pt>
                <c:pt idx="3823">
                  <c:v>62354</c:v>
                </c:pt>
                <c:pt idx="3824">
                  <c:v>62369.77</c:v>
                </c:pt>
                <c:pt idx="3825">
                  <c:v>62385.54</c:v>
                </c:pt>
                <c:pt idx="3826">
                  <c:v>62401.32</c:v>
                </c:pt>
                <c:pt idx="3827">
                  <c:v>62417.09</c:v>
                </c:pt>
                <c:pt idx="3828">
                  <c:v>62432.86</c:v>
                </c:pt>
                <c:pt idx="3829">
                  <c:v>62448.639999999999</c:v>
                </c:pt>
                <c:pt idx="3830">
                  <c:v>62464.41</c:v>
                </c:pt>
                <c:pt idx="3831">
                  <c:v>62480.18</c:v>
                </c:pt>
                <c:pt idx="3832">
                  <c:v>62495.96</c:v>
                </c:pt>
                <c:pt idx="3833">
                  <c:v>62511.73</c:v>
                </c:pt>
                <c:pt idx="3834">
                  <c:v>62527.5</c:v>
                </c:pt>
                <c:pt idx="3835">
                  <c:v>62543.28</c:v>
                </c:pt>
                <c:pt idx="3836">
                  <c:v>62559.05</c:v>
                </c:pt>
                <c:pt idx="3837">
                  <c:v>62574.82</c:v>
                </c:pt>
                <c:pt idx="3838">
                  <c:v>62590.6</c:v>
                </c:pt>
                <c:pt idx="3839">
                  <c:v>62606.37</c:v>
                </c:pt>
                <c:pt idx="3840">
                  <c:v>62622.14</c:v>
                </c:pt>
                <c:pt idx="3841">
                  <c:v>62637.919999999998</c:v>
                </c:pt>
                <c:pt idx="3842">
                  <c:v>62653.69</c:v>
                </c:pt>
                <c:pt idx="3843">
                  <c:v>62669.46</c:v>
                </c:pt>
                <c:pt idx="3844">
                  <c:v>62685.24</c:v>
                </c:pt>
                <c:pt idx="3845">
                  <c:v>62701.01</c:v>
                </c:pt>
                <c:pt idx="3846">
                  <c:v>62716.78</c:v>
                </c:pt>
                <c:pt idx="3847">
                  <c:v>62732.56</c:v>
                </c:pt>
                <c:pt idx="3848">
                  <c:v>62748.33</c:v>
                </c:pt>
                <c:pt idx="3849">
                  <c:v>62764.1</c:v>
                </c:pt>
                <c:pt idx="3850">
                  <c:v>62779.88</c:v>
                </c:pt>
                <c:pt idx="3851">
                  <c:v>62795.65</c:v>
                </c:pt>
                <c:pt idx="3852">
                  <c:v>62811.42</c:v>
                </c:pt>
                <c:pt idx="3853">
                  <c:v>62827.19</c:v>
                </c:pt>
                <c:pt idx="3854">
                  <c:v>62842.97</c:v>
                </c:pt>
                <c:pt idx="3855">
                  <c:v>62858.74</c:v>
                </c:pt>
                <c:pt idx="3856">
                  <c:v>62874.51</c:v>
                </c:pt>
                <c:pt idx="3857">
                  <c:v>62890.29</c:v>
                </c:pt>
                <c:pt idx="3858">
                  <c:v>62906.06</c:v>
                </c:pt>
                <c:pt idx="3859">
                  <c:v>62921.83</c:v>
                </c:pt>
                <c:pt idx="3860">
                  <c:v>62937.61</c:v>
                </c:pt>
                <c:pt idx="3861">
                  <c:v>62953.38</c:v>
                </c:pt>
                <c:pt idx="3862">
                  <c:v>62969.15</c:v>
                </c:pt>
                <c:pt idx="3863">
                  <c:v>62984.93</c:v>
                </c:pt>
                <c:pt idx="3864">
                  <c:v>63000.7</c:v>
                </c:pt>
                <c:pt idx="3865">
                  <c:v>63016.47</c:v>
                </c:pt>
                <c:pt idx="3866">
                  <c:v>63032.25</c:v>
                </c:pt>
                <c:pt idx="3867">
                  <c:v>63048.02</c:v>
                </c:pt>
                <c:pt idx="3868">
                  <c:v>63063.79</c:v>
                </c:pt>
                <c:pt idx="3869">
                  <c:v>63079.57</c:v>
                </c:pt>
                <c:pt idx="3870">
                  <c:v>63095.34</c:v>
                </c:pt>
                <c:pt idx="3871">
                  <c:v>63111.11</c:v>
                </c:pt>
                <c:pt idx="3872">
                  <c:v>63126.89</c:v>
                </c:pt>
                <c:pt idx="3873">
                  <c:v>63142.66</c:v>
                </c:pt>
                <c:pt idx="3874">
                  <c:v>63158.43</c:v>
                </c:pt>
                <c:pt idx="3875">
                  <c:v>63174.21</c:v>
                </c:pt>
                <c:pt idx="3876">
                  <c:v>63189.98</c:v>
                </c:pt>
                <c:pt idx="3877">
                  <c:v>63205.75</c:v>
                </c:pt>
                <c:pt idx="3878">
                  <c:v>63221.53</c:v>
                </c:pt>
                <c:pt idx="3879">
                  <c:v>63237.3</c:v>
                </c:pt>
                <c:pt idx="3880">
                  <c:v>63253.07</c:v>
                </c:pt>
                <c:pt idx="3881">
                  <c:v>63268.84</c:v>
                </c:pt>
                <c:pt idx="3882">
                  <c:v>63284.62</c:v>
                </c:pt>
                <c:pt idx="3883">
                  <c:v>63300.39</c:v>
                </c:pt>
                <c:pt idx="3884">
                  <c:v>63316.160000000003</c:v>
                </c:pt>
                <c:pt idx="3885">
                  <c:v>63331.94</c:v>
                </c:pt>
                <c:pt idx="3886">
                  <c:v>63347.71</c:v>
                </c:pt>
                <c:pt idx="3887">
                  <c:v>63363.48</c:v>
                </c:pt>
                <c:pt idx="3888">
                  <c:v>63379.26</c:v>
                </c:pt>
                <c:pt idx="3889">
                  <c:v>63395.03</c:v>
                </c:pt>
                <c:pt idx="3890">
                  <c:v>63410.8</c:v>
                </c:pt>
                <c:pt idx="3891">
                  <c:v>63426.58</c:v>
                </c:pt>
                <c:pt idx="3892">
                  <c:v>63442.35</c:v>
                </c:pt>
                <c:pt idx="3893">
                  <c:v>63458.12</c:v>
                </c:pt>
                <c:pt idx="3894">
                  <c:v>63473.9</c:v>
                </c:pt>
                <c:pt idx="3895">
                  <c:v>63489.67</c:v>
                </c:pt>
                <c:pt idx="3896">
                  <c:v>63505.440000000002</c:v>
                </c:pt>
                <c:pt idx="3897">
                  <c:v>63521.22</c:v>
                </c:pt>
                <c:pt idx="3898">
                  <c:v>63536.99</c:v>
                </c:pt>
                <c:pt idx="3899">
                  <c:v>63552.76</c:v>
                </c:pt>
                <c:pt idx="3900">
                  <c:v>63568.54</c:v>
                </c:pt>
                <c:pt idx="3901">
                  <c:v>63584.31</c:v>
                </c:pt>
                <c:pt idx="3902">
                  <c:v>63600.08</c:v>
                </c:pt>
                <c:pt idx="3903">
                  <c:v>63615.86</c:v>
                </c:pt>
                <c:pt idx="3904">
                  <c:v>63631.63</c:v>
                </c:pt>
                <c:pt idx="3905">
                  <c:v>63647.4</c:v>
                </c:pt>
                <c:pt idx="3906">
                  <c:v>63663.18</c:v>
                </c:pt>
                <c:pt idx="3907">
                  <c:v>63678.95</c:v>
                </c:pt>
                <c:pt idx="3908">
                  <c:v>63694.720000000001</c:v>
                </c:pt>
                <c:pt idx="3909">
                  <c:v>63710.49</c:v>
                </c:pt>
                <c:pt idx="3910">
                  <c:v>63726.27</c:v>
                </c:pt>
                <c:pt idx="3911">
                  <c:v>63742.04</c:v>
                </c:pt>
                <c:pt idx="3912">
                  <c:v>63757.81</c:v>
                </c:pt>
                <c:pt idx="3913">
                  <c:v>63518.54</c:v>
                </c:pt>
                <c:pt idx="3914">
                  <c:v>63534.25</c:v>
                </c:pt>
                <c:pt idx="3915">
                  <c:v>63549.96</c:v>
                </c:pt>
                <c:pt idx="3916">
                  <c:v>63565.67</c:v>
                </c:pt>
                <c:pt idx="3917">
                  <c:v>63581.38</c:v>
                </c:pt>
                <c:pt idx="3918">
                  <c:v>63597.08</c:v>
                </c:pt>
                <c:pt idx="3919">
                  <c:v>63612.79</c:v>
                </c:pt>
                <c:pt idx="3920">
                  <c:v>63628.5</c:v>
                </c:pt>
                <c:pt idx="3921">
                  <c:v>63644.21</c:v>
                </c:pt>
                <c:pt idx="3922">
                  <c:v>63659.92</c:v>
                </c:pt>
                <c:pt idx="3923">
                  <c:v>63675.62</c:v>
                </c:pt>
                <c:pt idx="3924">
                  <c:v>63691.33</c:v>
                </c:pt>
                <c:pt idx="3925">
                  <c:v>63707.040000000001</c:v>
                </c:pt>
                <c:pt idx="3926">
                  <c:v>63722.75</c:v>
                </c:pt>
                <c:pt idx="3927">
                  <c:v>63738.46</c:v>
                </c:pt>
                <c:pt idx="3928">
                  <c:v>63754.16</c:v>
                </c:pt>
                <c:pt idx="3929">
                  <c:v>63769.87</c:v>
                </c:pt>
                <c:pt idx="3930">
                  <c:v>63785.58</c:v>
                </c:pt>
                <c:pt idx="3931">
                  <c:v>63801.29</c:v>
                </c:pt>
                <c:pt idx="3932">
                  <c:v>63817</c:v>
                </c:pt>
                <c:pt idx="3933">
                  <c:v>63832.7</c:v>
                </c:pt>
                <c:pt idx="3934">
                  <c:v>63848.41</c:v>
                </c:pt>
                <c:pt idx="3935">
                  <c:v>63864.12</c:v>
                </c:pt>
                <c:pt idx="3936">
                  <c:v>63879.83</c:v>
                </c:pt>
                <c:pt idx="3937">
                  <c:v>63895.54</c:v>
                </c:pt>
                <c:pt idx="3938">
                  <c:v>63911.24</c:v>
                </c:pt>
                <c:pt idx="3939">
                  <c:v>63926.95</c:v>
                </c:pt>
                <c:pt idx="3940">
                  <c:v>63942.66</c:v>
                </c:pt>
                <c:pt idx="3941">
                  <c:v>63958.37</c:v>
                </c:pt>
                <c:pt idx="3942">
                  <c:v>63974.080000000002</c:v>
                </c:pt>
                <c:pt idx="3943">
                  <c:v>63989.78</c:v>
                </c:pt>
                <c:pt idx="3944">
                  <c:v>64005.49</c:v>
                </c:pt>
                <c:pt idx="3945">
                  <c:v>64021.2</c:v>
                </c:pt>
                <c:pt idx="3946">
                  <c:v>64036.91</c:v>
                </c:pt>
                <c:pt idx="3947">
                  <c:v>64052.62</c:v>
                </c:pt>
                <c:pt idx="3948">
                  <c:v>64068.33</c:v>
                </c:pt>
                <c:pt idx="3949">
                  <c:v>64084.03</c:v>
                </c:pt>
                <c:pt idx="3950">
                  <c:v>64099.74</c:v>
                </c:pt>
                <c:pt idx="3951">
                  <c:v>64115.45</c:v>
                </c:pt>
                <c:pt idx="3952">
                  <c:v>64131.16</c:v>
                </c:pt>
                <c:pt idx="3953">
                  <c:v>64146.87</c:v>
                </c:pt>
                <c:pt idx="3954">
                  <c:v>64162.57</c:v>
                </c:pt>
                <c:pt idx="3955">
                  <c:v>64178.28</c:v>
                </c:pt>
                <c:pt idx="3956">
                  <c:v>64193.99</c:v>
                </c:pt>
                <c:pt idx="3957">
                  <c:v>64209.7</c:v>
                </c:pt>
                <c:pt idx="3958">
                  <c:v>64225.41</c:v>
                </c:pt>
                <c:pt idx="3959">
                  <c:v>64241.11</c:v>
                </c:pt>
                <c:pt idx="3960">
                  <c:v>64256.82</c:v>
                </c:pt>
                <c:pt idx="3961">
                  <c:v>64272.53</c:v>
                </c:pt>
                <c:pt idx="3962">
                  <c:v>64288.24</c:v>
                </c:pt>
                <c:pt idx="3963">
                  <c:v>64303.95</c:v>
                </c:pt>
                <c:pt idx="3964">
                  <c:v>64319.65</c:v>
                </c:pt>
                <c:pt idx="3965">
                  <c:v>64335.360000000001</c:v>
                </c:pt>
                <c:pt idx="3966">
                  <c:v>64351.07</c:v>
                </c:pt>
                <c:pt idx="3967">
                  <c:v>64366.78</c:v>
                </c:pt>
                <c:pt idx="3968">
                  <c:v>64382.49</c:v>
                </c:pt>
                <c:pt idx="3969">
                  <c:v>64398.19</c:v>
                </c:pt>
                <c:pt idx="3970">
                  <c:v>64413.9</c:v>
                </c:pt>
                <c:pt idx="3971">
                  <c:v>64429.61</c:v>
                </c:pt>
                <c:pt idx="3972">
                  <c:v>64445.32</c:v>
                </c:pt>
                <c:pt idx="3973">
                  <c:v>64461.03</c:v>
                </c:pt>
                <c:pt idx="3974">
                  <c:v>64476.73</c:v>
                </c:pt>
                <c:pt idx="3975">
                  <c:v>64492.44</c:v>
                </c:pt>
                <c:pt idx="3976">
                  <c:v>64508.15</c:v>
                </c:pt>
                <c:pt idx="3977">
                  <c:v>64523.86</c:v>
                </c:pt>
                <c:pt idx="3978">
                  <c:v>64539.57</c:v>
                </c:pt>
                <c:pt idx="3979">
                  <c:v>64555.27</c:v>
                </c:pt>
                <c:pt idx="3980">
                  <c:v>64570.98</c:v>
                </c:pt>
                <c:pt idx="3981">
                  <c:v>64586.69</c:v>
                </c:pt>
                <c:pt idx="3982">
                  <c:v>64602.400000000001</c:v>
                </c:pt>
                <c:pt idx="3983">
                  <c:v>64618.11</c:v>
                </c:pt>
                <c:pt idx="3984">
                  <c:v>64633.81</c:v>
                </c:pt>
                <c:pt idx="3985">
                  <c:v>64649.52</c:v>
                </c:pt>
                <c:pt idx="3986">
                  <c:v>64665.23</c:v>
                </c:pt>
                <c:pt idx="3987">
                  <c:v>64680.94</c:v>
                </c:pt>
                <c:pt idx="3988">
                  <c:v>64696.65</c:v>
                </c:pt>
                <c:pt idx="3989">
                  <c:v>64712.35</c:v>
                </c:pt>
                <c:pt idx="3990">
                  <c:v>64728.06</c:v>
                </c:pt>
                <c:pt idx="3991">
                  <c:v>64743.77</c:v>
                </c:pt>
                <c:pt idx="3992">
                  <c:v>64759.48</c:v>
                </c:pt>
                <c:pt idx="3993">
                  <c:v>64775.19</c:v>
                </c:pt>
                <c:pt idx="3994">
                  <c:v>64790.89</c:v>
                </c:pt>
                <c:pt idx="3995">
                  <c:v>64806.6</c:v>
                </c:pt>
                <c:pt idx="3996">
                  <c:v>64822.31</c:v>
                </c:pt>
                <c:pt idx="3997">
                  <c:v>64838.02</c:v>
                </c:pt>
                <c:pt idx="3998">
                  <c:v>64853.73</c:v>
                </c:pt>
                <c:pt idx="3999">
                  <c:v>64869.43</c:v>
                </c:pt>
                <c:pt idx="4000">
                  <c:v>64885.14</c:v>
                </c:pt>
                <c:pt idx="4001">
                  <c:v>64900.85</c:v>
                </c:pt>
                <c:pt idx="4002">
                  <c:v>64916.56</c:v>
                </c:pt>
                <c:pt idx="4003">
                  <c:v>64932.27</c:v>
                </c:pt>
                <c:pt idx="4004">
                  <c:v>64947.98</c:v>
                </c:pt>
                <c:pt idx="4005">
                  <c:v>64963.68</c:v>
                </c:pt>
                <c:pt idx="4006">
                  <c:v>64979.39</c:v>
                </c:pt>
                <c:pt idx="4007">
                  <c:v>64995.1</c:v>
                </c:pt>
                <c:pt idx="4008">
                  <c:v>65010.81</c:v>
                </c:pt>
                <c:pt idx="4009">
                  <c:v>65026.52</c:v>
                </c:pt>
                <c:pt idx="4010">
                  <c:v>65042.22</c:v>
                </c:pt>
                <c:pt idx="4011">
                  <c:v>65057.93</c:v>
                </c:pt>
                <c:pt idx="4012">
                  <c:v>65073.64</c:v>
                </c:pt>
                <c:pt idx="4013">
                  <c:v>65089.35</c:v>
                </c:pt>
                <c:pt idx="4014">
                  <c:v>65105.06</c:v>
                </c:pt>
                <c:pt idx="4015">
                  <c:v>65120.76</c:v>
                </c:pt>
                <c:pt idx="4016">
                  <c:v>65136.47</c:v>
                </c:pt>
                <c:pt idx="4017">
                  <c:v>65152.18</c:v>
                </c:pt>
                <c:pt idx="4018">
                  <c:v>65167.89</c:v>
                </c:pt>
                <c:pt idx="4019">
                  <c:v>65183.6</c:v>
                </c:pt>
                <c:pt idx="4020">
                  <c:v>65199.3</c:v>
                </c:pt>
                <c:pt idx="4021">
                  <c:v>65215.01</c:v>
                </c:pt>
                <c:pt idx="4022">
                  <c:v>65230.720000000001</c:v>
                </c:pt>
                <c:pt idx="4023">
                  <c:v>65246.43</c:v>
                </c:pt>
                <c:pt idx="4024">
                  <c:v>65262.14</c:v>
                </c:pt>
                <c:pt idx="4025">
                  <c:v>65277.84</c:v>
                </c:pt>
                <c:pt idx="4026">
                  <c:v>65293.55</c:v>
                </c:pt>
                <c:pt idx="4027">
                  <c:v>65309.26</c:v>
                </c:pt>
                <c:pt idx="4028">
                  <c:v>65324.97</c:v>
                </c:pt>
                <c:pt idx="4029">
                  <c:v>65340.68</c:v>
                </c:pt>
                <c:pt idx="4030">
                  <c:v>65356.38</c:v>
                </c:pt>
                <c:pt idx="4031">
                  <c:v>65372.09</c:v>
                </c:pt>
                <c:pt idx="4032">
                  <c:v>65387.8</c:v>
                </c:pt>
                <c:pt idx="4033">
                  <c:v>65403.51</c:v>
                </c:pt>
                <c:pt idx="4034">
                  <c:v>65419.22</c:v>
                </c:pt>
                <c:pt idx="4035">
                  <c:v>65434.92</c:v>
                </c:pt>
                <c:pt idx="4036">
                  <c:v>65450.63</c:v>
                </c:pt>
                <c:pt idx="4037">
                  <c:v>65466.34</c:v>
                </c:pt>
                <c:pt idx="4038">
                  <c:v>65482.05</c:v>
                </c:pt>
                <c:pt idx="4039">
                  <c:v>65497.760000000002</c:v>
                </c:pt>
                <c:pt idx="4040">
                  <c:v>65513.46</c:v>
                </c:pt>
                <c:pt idx="4041">
                  <c:v>65529.17</c:v>
                </c:pt>
                <c:pt idx="4042">
                  <c:v>65544.88</c:v>
                </c:pt>
                <c:pt idx="4043">
                  <c:v>65560.59</c:v>
                </c:pt>
                <c:pt idx="4044">
                  <c:v>65576.3</c:v>
                </c:pt>
                <c:pt idx="4045">
                  <c:v>65592</c:v>
                </c:pt>
                <c:pt idx="4046">
                  <c:v>65607.710000000006</c:v>
                </c:pt>
                <c:pt idx="4047">
                  <c:v>65623.42</c:v>
                </c:pt>
                <c:pt idx="4048">
                  <c:v>65639.13</c:v>
                </c:pt>
                <c:pt idx="4049">
                  <c:v>65654.84</c:v>
                </c:pt>
                <c:pt idx="4050">
                  <c:v>65670.539999999994</c:v>
                </c:pt>
                <c:pt idx="4051">
                  <c:v>65686.25</c:v>
                </c:pt>
                <c:pt idx="4052">
                  <c:v>65701.960000000006</c:v>
                </c:pt>
                <c:pt idx="4053">
                  <c:v>65717.67</c:v>
                </c:pt>
                <c:pt idx="4054">
                  <c:v>65733.38</c:v>
                </c:pt>
                <c:pt idx="4055">
                  <c:v>65749.08</c:v>
                </c:pt>
                <c:pt idx="4056">
                  <c:v>65764.789999999994</c:v>
                </c:pt>
                <c:pt idx="4057">
                  <c:v>65780.5</c:v>
                </c:pt>
                <c:pt idx="4058">
                  <c:v>65796.210000000006</c:v>
                </c:pt>
                <c:pt idx="4059">
                  <c:v>65811.92</c:v>
                </c:pt>
                <c:pt idx="4060">
                  <c:v>65827.63</c:v>
                </c:pt>
                <c:pt idx="4061">
                  <c:v>65843.33</c:v>
                </c:pt>
                <c:pt idx="4062">
                  <c:v>65859.039999999994</c:v>
                </c:pt>
                <c:pt idx="4063">
                  <c:v>65874.75</c:v>
                </c:pt>
                <c:pt idx="4064">
                  <c:v>65890.460000000006</c:v>
                </c:pt>
                <c:pt idx="4065">
                  <c:v>65906.17</c:v>
                </c:pt>
                <c:pt idx="4066">
                  <c:v>65921.87</c:v>
                </c:pt>
                <c:pt idx="4067">
                  <c:v>65937.58</c:v>
                </c:pt>
                <c:pt idx="4068">
                  <c:v>65953.289999999994</c:v>
                </c:pt>
                <c:pt idx="4069">
                  <c:v>65969</c:v>
                </c:pt>
                <c:pt idx="4070">
                  <c:v>65984.710000000006</c:v>
                </c:pt>
                <c:pt idx="4071">
                  <c:v>66000.41</c:v>
                </c:pt>
                <c:pt idx="4072">
                  <c:v>66016.12</c:v>
                </c:pt>
                <c:pt idx="4073">
                  <c:v>66031.83</c:v>
                </c:pt>
                <c:pt idx="4074">
                  <c:v>66047.539999999994</c:v>
                </c:pt>
                <c:pt idx="4075">
                  <c:v>66063.25</c:v>
                </c:pt>
                <c:pt idx="4076">
                  <c:v>66078.95</c:v>
                </c:pt>
                <c:pt idx="4077">
                  <c:v>66094.66</c:v>
                </c:pt>
                <c:pt idx="4078">
                  <c:v>66110.37</c:v>
                </c:pt>
                <c:pt idx="4079">
                  <c:v>66126.080000000002</c:v>
                </c:pt>
                <c:pt idx="4080">
                  <c:v>66141.789999999994</c:v>
                </c:pt>
                <c:pt idx="4081">
                  <c:v>66157.490000000005</c:v>
                </c:pt>
                <c:pt idx="4082">
                  <c:v>66173.2</c:v>
                </c:pt>
                <c:pt idx="4083">
                  <c:v>66188.91</c:v>
                </c:pt>
                <c:pt idx="4084">
                  <c:v>66204.62</c:v>
                </c:pt>
                <c:pt idx="4085">
                  <c:v>66220.33</c:v>
                </c:pt>
                <c:pt idx="4086">
                  <c:v>66236.03</c:v>
                </c:pt>
                <c:pt idx="4087">
                  <c:v>66251.740000000005</c:v>
                </c:pt>
                <c:pt idx="4088">
                  <c:v>66267.45</c:v>
                </c:pt>
                <c:pt idx="4089">
                  <c:v>66283.16</c:v>
                </c:pt>
                <c:pt idx="4090">
                  <c:v>66298.87</c:v>
                </c:pt>
                <c:pt idx="4091">
                  <c:v>66314.570000000007</c:v>
                </c:pt>
                <c:pt idx="4092">
                  <c:v>66330.28</c:v>
                </c:pt>
                <c:pt idx="4093">
                  <c:v>66345.990000000005</c:v>
                </c:pt>
                <c:pt idx="4094">
                  <c:v>66361.7</c:v>
                </c:pt>
                <c:pt idx="4095">
                  <c:v>66377.41</c:v>
                </c:pt>
                <c:pt idx="4096">
                  <c:v>66393.11</c:v>
                </c:pt>
                <c:pt idx="4097">
                  <c:v>66408.820000000007</c:v>
                </c:pt>
                <c:pt idx="4098">
                  <c:v>66424.53</c:v>
                </c:pt>
                <c:pt idx="4099">
                  <c:v>66440.240000000005</c:v>
                </c:pt>
                <c:pt idx="4100">
                  <c:v>66455.95</c:v>
                </c:pt>
                <c:pt idx="4101">
                  <c:v>66471.649999999994</c:v>
                </c:pt>
                <c:pt idx="4102">
                  <c:v>66487.360000000001</c:v>
                </c:pt>
                <c:pt idx="4103">
                  <c:v>66503.070000000007</c:v>
                </c:pt>
                <c:pt idx="4104">
                  <c:v>66518.78</c:v>
                </c:pt>
                <c:pt idx="4105">
                  <c:v>66534.490000000005</c:v>
                </c:pt>
                <c:pt idx="4106">
                  <c:v>66550.19</c:v>
                </c:pt>
                <c:pt idx="4107">
                  <c:v>66565.899999999994</c:v>
                </c:pt>
                <c:pt idx="4108">
                  <c:v>66581.61</c:v>
                </c:pt>
                <c:pt idx="4109">
                  <c:v>66597.320000000007</c:v>
                </c:pt>
                <c:pt idx="4110">
                  <c:v>66613.03</c:v>
                </c:pt>
                <c:pt idx="4111">
                  <c:v>66628.73</c:v>
                </c:pt>
                <c:pt idx="4112">
                  <c:v>66644.44</c:v>
                </c:pt>
                <c:pt idx="4113">
                  <c:v>66660.149999999994</c:v>
                </c:pt>
                <c:pt idx="4114">
                  <c:v>66675.86</c:v>
                </c:pt>
                <c:pt idx="4115">
                  <c:v>66691.570000000007</c:v>
                </c:pt>
                <c:pt idx="4116">
                  <c:v>66707.28</c:v>
                </c:pt>
                <c:pt idx="4117">
                  <c:v>66722.98</c:v>
                </c:pt>
                <c:pt idx="4118">
                  <c:v>66738.69</c:v>
                </c:pt>
                <c:pt idx="4119">
                  <c:v>66754.399999999994</c:v>
                </c:pt>
                <c:pt idx="4120">
                  <c:v>66770.11</c:v>
                </c:pt>
                <c:pt idx="4121">
                  <c:v>66785.820000000007</c:v>
                </c:pt>
                <c:pt idx="4122">
                  <c:v>66801.52</c:v>
                </c:pt>
                <c:pt idx="4123">
                  <c:v>66817.23</c:v>
                </c:pt>
                <c:pt idx="4124">
                  <c:v>66832.94</c:v>
                </c:pt>
                <c:pt idx="4125">
                  <c:v>66848.649999999994</c:v>
                </c:pt>
                <c:pt idx="4126">
                  <c:v>66864.36</c:v>
                </c:pt>
                <c:pt idx="4127">
                  <c:v>66880.06</c:v>
                </c:pt>
                <c:pt idx="4128">
                  <c:v>66895.77</c:v>
                </c:pt>
                <c:pt idx="4129">
                  <c:v>66911.48</c:v>
                </c:pt>
                <c:pt idx="4130">
                  <c:v>66927.19</c:v>
                </c:pt>
                <c:pt idx="4131">
                  <c:v>66942.899999999994</c:v>
                </c:pt>
                <c:pt idx="4132">
                  <c:v>66958.600000000006</c:v>
                </c:pt>
                <c:pt idx="4133">
                  <c:v>66974.31</c:v>
                </c:pt>
                <c:pt idx="4134">
                  <c:v>66990.02</c:v>
                </c:pt>
                <c:pt idx="4135">
                  <c:v>67005.73</c:v>
                </c:pt>
                <c:pt idx="4136">
                  <c:v>67021.440000000002</c:v>
                </c:pt>
                <c:pt idx="4137">
                  <c:v>67037.14</c:v>
                </c:pt>
                <c:pt idx="4138">
                  <c:v>67052.850000000006</c:v>
                </c:pt>
                <c:pt idx="4139">
                  <c:v>67068.56</c:v>
                </c:pt>
                <c:pt idx="4140">
                  <c:v>67084.27</c:v>
                </c:pt>
                <c:pt idx="4141">
                  <c:v>67099.98</c:v>
                </c:pt>
                <c:pt idx="4142">
                  <c:v>67115.679999999993</c:v>
                </c:pt>
                <c:pt idx="4143">
                  <c:v>67131.39</c:v>
                </c:pt>
                <c:pt idx="4144">
                  <c:v>67147.100000000006</c:v>
                </c:pt>
                <c:pt idx="4145">
                  <c:v>67162.81</c:v>
                </c:pt>
                <c:pt idx="4146">
                  <c:v>67178.52</c:v>
                </c:pt>
                <c:pt idx="4147">
                  <c:v>67194.22</c:v>
                </c:pt>
                <c:pt idx="4148">
                  <c:v>67209.929999999993</c:v>
                </c:pt>
                <c:pt idx="4149">
                  <c:v>67225.64</c:v>
                </c:pt>
                <c:pt idx="4150">
                  <c:v>67241.350000000006</c:v>
                </c:pt>
                <c:pt idx="4151">
                  <c:v>67257.06</c:v>
                </c:pt>
                <c:pt idx="4152">
                  <c:v>67272.759999999995</c:v>
                </c:pt>
                <c:pt idx="4153">
                  <c:v>67288.47</c:v>
                </c:pt>
                <c:pt idx="4154">
                  <c:v>67304.179999999993</c:v>
                </c:pt>
                <c:pt idx="4155">
                  <c:v>67319.89</c:v>
                </c:pt>
                <c:pt idx="4156">
                  <c:v>67335.600000000006</c:v>
                </c:pt>
                <c:pt idx="4157">
                  <c:v>67351.3</c:v>
                </c:pt>
                <c:pt idx="4158">
                  <c:v>67367.009999999995</c:v>
                </c:pt>
                <c:pt idx="4159">
                  <c:v>67382.720000000001</c:v>
                </c:pt>
                <c:pt idx="4160">
                  <c:v>67398.429999999993</c:v>
                </c:pt>
                <c:pt idx="4161">
                  <c:v>67414.14</c:v>
                </c:pt>
                <c:pt idx="4162">
                  <c:v>67429.84</c:v>
                </c:pt>
                <c:pt idx="4163">
                  <c:v>67445.55</c:v>
                </c:pt>
                <c:pt idx="4164">
                  <c:v>67461.259999999995</c:v>
                </c:pt>
                <c:pt idx="4165">
                  <c:v>67476.97</c:v>
                </c:pt>
                <c:pt idx="4166">
                  <c:v>67492.679999999993</c:v>
                </c:pt>
                <c:pt idx="4167">
                  <c:v>67508.38</c:v>
                </c:pt>
                <c:pt idx="4168">
                  <c:v>67524.09</c:v>
                </c:pt>
                <c:pt idx="4169">
                  <c:v>67539.8</c:v>
                </c:pt>
                <c:pt idx="4170">
                  <c:v>67555.509999999995</c:v>
                </c:pt>
                <c:pt idx="4171">
                  <c:v>67571.22</c:v>
                </c:pt>
                <c:pt idx="4172">
                  <c:v>67586.929999999993</c:v>
                </c:pt>
                <c:pt idx="4173">
                  <c:v>67602.63</c:v>
                </c:pt>
                <c:pt idx="4174">
                  <c:v>67618.34</c:v>
                </c:pt>
                <c:pt idx="4175">
                  <c:v>67634.05</c:v>
                </c:pt>
                <c:pt idx="4176">
                  <c:v>67649.759999999995</c:v>
                </c:pt>
                <c:pt idx="4177">
                  <c:v>67665.47</c:v>
                </c:pt>
                <c:pt idx="4178">
                  <c:v>67681.17</c:v>
                </c:pt>
                <c:pt idx="4179">
                  <c:v>67696.88</c:v>
                </c:pt>
                <c:pt idx="4180">
                  <c:v>67712.59</c:v>
                </c:pt>
                <c:pt idx="4181">
                  <c:v>67728.3</c:v>
                </c:pt>
                <c:pt idx="4182">
                  <c:v>67744.009999999995</c:v>
                </c:pt>
                <c:pt idx="4183">
                  <c:v>67759.710000000006</c:v>
                </c:pt>
                <c:pt idx="4184">
                  <c:v>67775.42</c:v>
                </c:pt>
                <c:pt idx="4185">
                  <c:v>67791.13</c:v>
                </c:pt>
                <c:pt idx="4186">
                  <c:v>67806.84</c:v>
                </c:pt>
                <c:pt idx="4187">
                  <c:v>67822.55</c:v>
                </c:pt>
                <c:pt idx="4188">
                  <c:v>67838.25</c:v>
                </c:pt>
                <c:pt idx="4189">
                  <c:v>67853.960000000006</c:v>
                </c:pt>
                <c:pt idx="4190">
                  <c:v>67869.67</c:v>
                </c:pt>
                <c:pt idx="4191">
                  <c:v>67885.38</c:v>
                </c:pt>
                <c:pt idx="4192">
                  <c:v>67901.09</c:v>
                </c:pt>
                <c:pt idx="4193">
                  <c:v>67916.789999999994</c:v>
                </c:pt>
                <c:pt idx="4194">
                  <c:v>67932.5</c:v>
                </c:pt>
                <c:pt idx="4195">
                  <c:v>67948.210000000006</c:v>
                </c:pt>
                <c:pt idx="4196">
                  <c:v>67963.92</c:v>
                </c:pt>
                <c:pt idx="4197">
                  <c:v>67979.63</c:v>
                </c:pt>
                <c:pt idx="4198">
                  <c:v>67995.33</c:v>
                </c:pt>
                <c:pt idx="4199">
                  <c:v>68011.039999999994</c:v>
                </c:pt>
                <c:pt idx="4200">
                  <c:v>68026.75</c:v>
                </c:pt>
                <c:pt idx="4201">
                  <c:v>68042.460000000006</c:v>
                </c:pt>
                <c:pt idx="4202">
                  <c:v>68058.17</c:v>
                </c:pt>
                <c:pt idx="4203">
                  <c:v>68073.87</c:v>
                </c:pt>
                <c:pt idx="4204">
                  <c:v>68089.58</c:v>
                </c:pt>
                <c:pt idx="4205">
                  <c:v>68105.289999999994</c:v>
                </c:pt>
                <c:pt idx="4206">
                  <c:v>68121</c:v>
                </c:pt>
                <c:pt idx="4207">
                  <c:v>68136.710000000006</c:v>
                </c:pt>
                <c:pt idx="4208">
                  <c:v>68152.41</c:v>
                </c:pt>
                <c:pt idx="4209">
                  <c:v>68168.12</c:v>
                </c:pt>
                <c:pt idx="4210">
                  <c:v>68183.83</c:v>
                </c:pt>
                <c:pt idx="4211">
                  <c:v>68199.539999999994</c:v>
                </c:pt>
                <c:pt idx="4212">
                  <c:v>68215.25</c:v>
                </c:pt>
                <c:pt idx="4213">
                  <c:v>68230.95</c:v>
                </c:pt>
                <c:pt idx="4214">
                  <c:v>68246.66</c:v>
                </c:pt>
                <c:pt idx="4215">
                  <c:v>68262.37</c:v>
                </c:pt>
                <c:pt idx="4216">
                  <c:v>68278.080000000002</c:v>
                </c:pt>
                <c:pt idx="4217">
                  <c:v>68293.789999999994</c:v>
                </c:pt>
                <c:pt idx="4218">
                  <c:v>68309.490000000005</c:v>
                </c:pt>
                <c:pt idx="4219">
                  <c:v>68325.2</c:v>
                </c:pt>
                <c:pt idx="4220">
                  <c:v>68340.91</c:v>
                </c:pt>
                <c:pt idx="4221">
                  <c:v>68356.62</c:v>
                </c:pt>
                <c:pt idx="4222">
                  <c:v>68372.33</c:v>
                </c:pt>
                <c:pt idx="4223">
                  <c:v>68388.03</c:v>
                </c:pt>
                <c:pt idx="4224">
                  <c:v>68403.740000000005</c:v>
                </c:pt>
                <c:pt idx="4225">
                  <c:v>68419.45</c:v>
                </c:pt>
                <c:pt idx="4226">
                  <c:v>68435.16</c:v>
                </c:pt>
                <c:pt idx="4227">
                  <c:v>68450.87</c:v>
                </c:pt>
                <c:pt idx="4228">
                  <c:v>68466.58</c:v>
                </c:pt>
                <c:pt idx="4229">
                  <c:v>68482.28</c:v>
                </c:pt>
                <c:pt idx="4230">
                  <c:v>68497.990000000005</c:v>
                </c:pt>
                <c:pt idx="4231">
                  <c:v>68513.7</c:v>
                </c:pt>
                <c:pt idx="4232">
                  <c:v>68529.41</c:v>
                </c:pt>
                <c:pt idx="4233">
                  <c:v>68545.119999999995</c:v>
                </c:pt>
                <c:pt idx="4234">
                  <c:v>68560.820000000007</c:v>
                </c:pt>
                <c:pt idx="4235">
                  <c:v>68576.53</c:v>
                </c:pt>
                <c:pt idx="4236">
                  <c:v>68592.240000000005</c:v>
                </c:pt>
                <c:pt idx="4237">
                  <c:v>68607.95</c:v>
                </c:pt>
                <c:pt idx="4238">
                  <c:v>68623.66</c:v>
                </c:pt>
                <c:pt idx="4239">
                  <c:v>68639.360000000001</c:v>
                </c:pt>
                <c:pt idx="4240">
                  <c:v>68655.070000000007</c:v>
                </c:pt>
                <c:pt idx="4241">
                  <c:v>68670.78</c:v>
                </c:pt>
                <c:pt idx="4242">
                  <c:v>68686.490000000005</c:v>
                </c:pt>
                <c:pt idx="4243">
                  <c:v>68702.2</c:v>
                </c:pt>
                <c:pt idx="4244">
                  <c:v>68717.899999999994</c:v>
                </c:pt>
                <c:pt idx="4245">
                  <c:v>68733.61</c:v>
                </c:pt>
                <c:pt idx="4246">
                  <c:v>68749.320000000007</c:v>
                </c:pt>
                <c:pt idx="4247">
                  <c:v>68765.03</c:v>
                </c:pt>
                <c:pt idx="4248">
                  <c:v>68780.740000000005</c:v>
                </c:pt>
                <c:pt idx="4249">
                  <c:v>68796.44</c:v>
                </c:pt>
                <c:pt idx="4250">
                  <c:v>68812.149999999994</c:v>
                </c:pt>
                <c:pt idx="4251">
                  <c:v>68827.86</c:v>
                </c:pt>
                <c:pt idx="4252">
                  <c:v>68843.570000000007</c:v>
                </c:pt>
                <c:pt idx="4253">
                  <c:v>68859.28</c:v>
                </c:pt>
                <c:pt idx="4254">
                  <c:v>68874.98</c:v>
                </c:pt>
                <c:pt idx="4255">
                  <c:v>68890.69</c:v>
                </c:pt>
                <c:pt idx="4256">
                  <c:v>68906.399999999994</c:v>
                </c:pt>
                <c:pt idx="4257">
                  <c:v>68922.11</c:v>
                </c:pt>
                <c:pt idx="4258">
                  <c:v>68937.820000000007</c:v>
                </c:pt>
                <c:pt idx="4259">
                  <c:v>68953.52</c:v>
                </c:pt>
                <c:pt idx="4260">
                  <c:v>68969.23</c:v>
                </c:pt>
                <c:pt idx="4261">
                  <c:v>68984.94</c:v>
                </c:pt>
                <c:pt idx="4262">
                  <c:v>69000.649999999994</c:v>
                </c:pt>
                <c:pt idx="4263">
                  <c:v>69016.36</c:v>
                </c:pt>
                <c:pt idx="4264">
                  <c:v>69032.06</c:v>
                </c:pt>
                <c:pt idx="4265">
                  <c:v>69047.77</c:v>
                </c:pt>
                <c:pt idx="4266">
                  <c:v>69063.48</c:v>
                </c:pt>
                <c:pt idx="4267">
                  <c:v>69079.19</c:v>
                </c:pt>
                <c:pt idx="4268">
                  <c:v>69094.899999999994</c:v>
                </c:pt>
                <c:pt idx="4269">
                  <c:v>69110.600000000006</c:v>
                </c:pt>
                <c:pt idx="4270">
                  <c:v>69126.31</c:v>
                </c:pt>
                <c:pt idx="4271">
                  <c:v>69142.02</c:v>
                </c:pt>
                <c:pt idx="4272">
                  <c:v>69157.73</c:v>
                </c:pt>
                <c:pt idx="4273">
                  <c:v>69173.440000000002</c:v>
                </c:pt>
                <c:pt idx="4274">
                  <c:v>69189.14</c:v>
                </c:pt>
                <c:pt idx="4275">
                  <c:v>69204.850000000006</c:v>
                </c:pt>
                <c:pt idx="4276">
                  <c:v>69220.56</c:v>
                </c:pt>
                <c:pt idx="4277">
                  <c:v>69236.27</c:v>
                </c:pt>
                <c:pt idx="4278">
                  <c:v>69251.98</c:v>
                </c:pt>
                <c:pt idx="4279">
                  <c:v>69267.679999999993</c:v>
                </c:pt>
                <c:pt idx="4280">
                  <c:v>69283.39</c:v>
                </c:pt>
                <c:pt idx="4281">
                  <c:v>69299.100000000006</c:v>
                </c:pt>
                <c:pt idx="4282">
                  <c:v>69314.81</c:v>
                </c:pt>
                <c:pt idx="4283">
                  <c:v>69330.52</c:v>
                </c:pt>
                <c:pt idx="4284">
                  <c:v>69346.23</c:v>
                </c:pt>
                <c:pt idx="4285">
                  <c:v>69361.929999999993</c:v>
                </c:pt>
                <c:pt idx="4286">
                  <c:v>69377.64</c:v>
                </c:pt>
                <c:pt idx="4287">
                  <c:v>69393.350000000006</c:v>
                </c:pt>
                <c:pt idx="4288">
                  <c:v>69409.06</c:v>
                </c:pt>
                <c:pt idx="4289">
                  <c:v>69424.77</c:v>
                </c:pt>
                <c:pt idx="4290">
                  <c:v>69440.47</c:v>
                </c:pt>
                <c:pt idx="4291">
                  <c:v>69456.179999999993</c:v>
                </c:pt>
                <c:pt idx="4292">
                  <c:v>69471.89</c:v>
                </c:pt>
                <c:pt idx="4293">
                  <c:v>69487.600000000006</c:v>
                </c:pt>
                <c:pt idx="4294">
                  <c:v>69503.31</c:v>
                </c:pt>
                <c:pt idx="4295">
                  <c:v>69519.009999999995</c:v>
                </c:pt>
                <c:pt idx="4296">
                  <c:v>69534.720000000001</c:v>
                </c:pt>
                <c:pt idx="4297">
                  <c:v>69550.429999999993</c:v>
                </c:pt>
                <c:pt idx="4298">
                  <c:v>69566.14</c:v>
                </c:pt>
                <c:pt idx="4299">
                  <c:v>69581.850000000006</c:v>
                </c:pt>
                <c:pt idx="4300">
                  <c:v>69597.55</c:v>
                </c:pt>
                <c:pt idx="4301">
                  <c:v>69613.259999999995</c:v>
                </c:pt>
                <c:pt idx="4302">
                  <c:v>69628.97</c:v>
                </c:pt>
                <c:pt idx="4303">
                  <c:v>69644.679999999993</c:v>
                </c:pt>
                <c:pt idx="4304">
                  <c:v>69660.39</c:v>
                </c:pt>
                <c:pt idx="4305">
                  <c:v>69676.09</c:v>
                </c:pt>
                <c:pt idx="4306">
                  <c:v>69691.8</c:v>
                </c:pt>
                <c:pt idx="4307">
                  <c:v>69707.509999999995</c:v>
                </c:pt>
                <c:pt idx="4308">
                  <c:v>69723.22</c:v>
                </c:pt>
                <c:pt idx="4309">
                  <c:v>69738.929999999993</c:v>
                </c:pt>
                <c:pt idx="4310">
                  <c:v>69754.63</c:v>
                </c:pt>
                <c:pt idx="4311">
                  <c:v>69770.34</c:v>
                </c:pt>
                <c:pt idx="4312">
                  <c:v>69786.05</c:v>
                </c:pt>
                <c:pt idx="4313">
                  <c:v>69801.759999999995</c:v>
                </c:pt>
                <c:pt idx="4314">
                  <c:v>69817.47</c:v>
                </c:pt>
                <c:pt idx="4315">
                  <c:v>69833.17</c:v>
                </c:pt>
                <c:pt idx="4316">
                  <c:v>69848.88</c:v>
                </c:pt>
                <c:pt idx="4317">
                  <c:v>69864.59</c:v>
                </c:pt>
                <c:pt idx="4318">
                  <c:v>69880.3</c:v>
                </c:pt>
                <c:pt idx="4319">
                  <c:v>69896.009999999995</c:v>
                </c:pt>
                <c:pt idx="4320">
                  <c:v>69911.710000000006</c:v>
                </c:pt>
                <c:pt idx="4321">
                  <c:v>69927.42</c:v>
                </c:pt>
                <c:pt idx="4322">
                  <c:v>69943.13</c:v>
                </c:pt>
                <c:pt idx="4323">
                  <c:v>69958.84</c:v>
                </c:pt>
                <c:pt idx="4324">
                  <c:v>69974.55</c:v>
                </c:pt>
                <c:pt idx="4325">
                  <c:v>69990.25</c:v>
                </c:pt>
                <c:pt idx="4326">
                  <c:v>70005.960000000006</c:v>
                </c:pt>
                <c:pt idx="4327">
                  <c:v>70021.67</c:v>
                </c:pt>
                <c:pt idx="4328">
                  <c:v>70037.38</c:v>
                </c:pt>
                <c:pt idx="4329">
                  <c:v>70053.09</c:v>
                </c:pt>
                <c:pt idx="4330">
                  <c:v>70068.789999999994</c:v>
                </c:pt>
                <c:pt idx="4331">
                  <c:v>70084.5</c:v>
                </c:pt>
                <c:pt idx="4332">
                  <c:v>70100.210000000006</c:v>
                </c:pt>
                <c:pt idx="4333">
                  <c:v>70115.92</c:v>
                </c:pt>
                <c:pt idx="4334">
                  <c:v>70131.63</c:v>
                </c:pt>
                <c:pt idx="4335">
                  <c:v>70147.33</c:v>
                </c:pt>
                <c:pt idx="4336">
                  <c:v>70163.039999999994</c:v>
                </c:pt>
                <c:pt idx="4337">
                  <c:v>70178.75</c:v>
                </c:pt>
                <c:pt idx="4338">
                  <c:v>70194.460000000006</c:v>
                </c:pt>
                <c:pt idx="4339">
                  <c:v>70210.17</c:v>
                </c:pt>
                <c:pt idx="4340">
                  <c:v>70225.88</c:v>
                </c:pt>
                <c:pt idx="4341">
                  <c:v>70241.58</c:v>
                </c:pt>
                <c:pt idx="4342">
                  <c:v>70257.289999999994</c:v>
                </c:pt>
                <c:pt idx="4343">
                  <c:v>70273</c:v>
                </c:pt>
                <c:pt idx="4344">
                  <c:v>70288.710000000006</c:v>
                </c:pt>
                <c:pt idx="4345">
                  <c:v>70304.42</c:v>
                </c:pt>
                <c:pt idx="4346">
                  <c:v>70320.12</c:v>
                </c:pt>
                <c:pt idx="4347">
                  <c:v>70335.83</c:v>
                </c:pt>
                <c:pt idx="4348">
                  <c:v>70351.539999999994</c:v>
                </c:pt>
                <c:pt idx="4349">
                  <c:v>70367.25</c:v>
                </c:pt>
                <c:pt idx="4350">
                  <c:v>70382.960000000006</c:v>
                </c:pt>
                <c:pt idx="4351">
                  <c:v>70398.66</c:v>
                </c:pt>
                <c:pt idx="4352">
                  <c:v>70414.37</c:v>
                </c:pt>
                <c:pt idx="4353">
                  <c:v>70430.080000000002</c:v>
                </c:pt>
                <c:pt idx="4354">
                  <c:v>70445.789999999994</c:v>
                </c:pt>
                <c:pt idx="4355">
                  <c:v>70461.5</c:v>
                </c:pt>
                <c:pt idx="4356">
                  <c:v>70477.2</c:v>
                </c:pt>
                <c:pt idx="4357">
                  <c:v>70492.91</c:v>
                </c:pt>
                <c:pt idx="4358">
                  <c:v>70508.62</c:v>
                </c:pt>
                <c:pt idx="4359">
                  <c:v>70524.33</c:v>
                </c:pt>
                <c:pt idx="4360">
                  <c:v>70540.039999999994</c:v>
                </c:pt>
                <c:pt idx="4361">
                  <c:v>70555.740000000005</c:v>
                </c:pt>
                <c:pt idx="4362">
                  <c:v>70571.45</c:v>
                </c:pt>
                <c:pt idx="4363">
                  <c:v>70587.16</c:v>
                </c:pt>
                <c:pt idx="4364">
                  <c:v>70602.87</c:v>
                </c:pt>
                <c:pt idx="4365">
                  <c:v>70618.58</c:v>
                </c:pt>
                <c:pt idx="4366">
                  <c:v>70634.28</c:v>
                </c:pt>
                <c:pt idx="4367">
                  <c:v>70649.990000000005</c:v>
                </c:pt>
                <c:pt idx="4368">
                  <c:v>70665.7</c:v>
                </c:pt>
                <c:pt idx="4369">
                  <c:v>70681.41</c:v>
                </c:pt>
                <c:pt idx="4370">
                  <c:v>70697.119999999995</c:v>
                </c:pt>
                <c:pt idx="4371">
                  <c:v>70712.820000000007</c:v>
                </c:pt>
                <c:pt idx="4372">
                  <c:v>70728.53</c:v>
                </c:pt>
                <c:pt idx="4373">
                  <c:v>70744.240000000005</c:v>
                </c:pt>
                <c:pt idx="4374">
                  <c:v>70759.95</c:v>
                </c:pt>
                <c:pt idx="4375">
                  <c:v>70775.66</c:v>
                </c:pt>
                <c:pt idx="4376">
                  <c:v>70791.360000000001</c:v>
                </c:pt>
                <c:pt idx="4377">
                  <c:v>70807.070000000007</c:v>
                </c:pt>
                <c:pt idx="4378">
                  <c:v>70822.78</c:v>
                </c:pt>
                <c:pt idx="4379">
                  <c:v>70838.490000000005</c:v>
                </c:pt>
                <c:pt idx="4380">
                  <c:v>70854.2</c:v>
                </c:pt>
                <c:pt idx="4381">
                  <c:v>70869.899999999994</c:v>
                </c:pt>
                <c:pt idx="4382">
                  <c:v>70885.61</c:v>
                </c:pt>
                <c:pt idx="4383">
                  <c:v>70901.320000000007</c:v>
                </c:pt>
                <c:pt idx="4384">
                  <c:v>70917.03</c:v>
                </c:pt>
                <c:pt idx="4385">
                  <c:v>70932.740000000005</c:v>
                </c:pt>
                <c:pt idx="4386">
                  <c:v>70948.44</c:v>
                </c:pt>
                <c:pt idx="4387">
                  <c:v>70964.149999999994</c:v>
                </c:pt>
                <c:pt idx="4388">
                  <c:v>70979.86</c:v>
                </c:pt>
                <c:pt idx="4389">
                  <c:v>70995.570000000007</c:v>
                </c:pt>
                <c:pt idx="4390">
                  <c:v>71011.28</c:v>
                </c:pt>
                <c:pt idx="4391">
                  <c:v>71026.98</c:v>
                </c:pt>
                <c:pt idx="4392">
                  <c:v>71042.69</c:v>
                </c:pt>
                <c:pt idx="4393">
                  <c:v>71058.399999999994</c:v>
                </c:pt>
                <c:pt idx="4394">
                  <c:v>71074.11</c:v>
                </c:pt>
                <c:pt idx="4395">
                  <c:v>71089.820000000007</c:v>
                </c:pt>
                <c:pt idx="4396">
                  <c:v>71105.53</c:v>
                </c:pt>
                <c:pt idx="4397">
                  <c:v>71121.23</c:v>
                </c:pt>
                <c:pt idx="4398">
                  <c:v>71136.94</c:v>
                </c:pt>
                <c:pt idx="4399">
                  <c:v>71152.649999999994</c:v>
                </c:pt>
                <c:pt idx="4400">
                  <c:v>71168.36</c:v>
                </c:pt>
                <c:pt idx="4401">
                  <c:v>71184.070000000007</c:v>
                </c:pt>
                <c:pt idx="4402">
                  <c:v>71199.77</c:v>
                </c:pt>
                <c:pt idx="4403">
                  <c:v>71215.48</c:v>
                </c:pt>
                <c:pt idx="4404">
                  <c:v>71231.19</c:v>
                </c:pt>
                <c:pt idx="4405">
                  <c:v>71246.899999999994</c:v>
                </c:pt>
                <c:pt idx="4406">
                  <c:v>71262.61</c:v>
                </c:pt>
                <c:pt idx="4407">
                  <c:v>71278.31</c:v>
                </c:pt>
                <c:pt idx="4408">
                  <c:v>71294.02</c:v>
                </c:pt>
                <c:pt idx="4409">
                  <c:v>71309.73</c:v>
                </c:pt>
                <c:pt idx="4410">
                  <c:v>71325.440000000002</c:v>
                </c:pt>
                <c:pt idx="4411">
                  <c:v>71341.149999999994</c:v>
                </c:pt>
                <c:pt idx="4412">
                  <c:v>71356.850000000006</c:v>
                </c:pt>
                <c:pt idx="4413">
                  <c:v>71372.56</c:v>
                </c:pt>
                <c:pt idx="4414">
                  <c:v>71388.27</c:v>
                </c:pt>
                <c:pt idx="4415">
                  <c:v>71403.98</c:v>
                </c:pt>
                <c:pt idx="4416">
                  <c:v>71419.69</c:v>
                </c:pt>
                <c:pt idx="4417">
                  <c:v>71435.39</c:v>
                </c:pt>
                <c:pt idx="4418">
                  <c:v>71451.100000000006</c:v>
                </c:pt>
                <c:pt idx="4419">
                  <c:v>71466.81</c:v>
                </c:pt>
                <c:pt idx="4420">
                  <c:v>71482.52</c:v>
                </c:pt>
                <c:pt idx="4421">
                  <c:v>71498.23</c:v>
                </c:pt>
                <c:pt idx="4422">
                  <c:v>71513.929999999993</c:v>
                </c:pt>
                <c:pt idx="4423">
                  <c:v>71529.64</c:v>
                </c:pt>
                <c:pt idx="4424">
                  <c:v>71545.350000000006</c:v>
                </c:pt>
                <c:pt idx="4425">
                  <c:v>71561.06</c:v>
                </c:pt>
                <c:pt idx="4426">
                  <c:v>71576.77</c:v>
                </c:pt>
                <c:pt idx="4427">
                  <c:v>71592.47</c:v>
                </c:pt>
                <c:pt idx="4428">
                  <c:v>71608.179999999993</c:v>
                </c:pt>
                <c:pt idx="4429">
                  <c:v>71623.89</c:v>
                </c:pt>
                <c:pt idx="4430">
                  <c:v>71639.600000000006</c:v>
                </c:pt>
                <c:pt idx="4431">
                  <c:v>71655.31</c:v>
                </c:pt>
                <c:pt idx="4432">
                  <c:v>71671.009999999995</c:v>
                </c:pt>
                <c:pt idx="4433">
                  <c:v>71686.720000000001</c:v>
                </c:pt>
                <c:pt idx="4434">
                  <c:v>71702.429999999993</c:v>
                </c:pt>
                <c:pt idx="4435">
                  <c:v>71718.14</c:v>
                </c:pt>
                <c:pt idx="4436">
                  <c:v>71733.850000000006</c:v>
                </c:pt>
                <c:pt idx="4437">
                  <c:v>71749.55</c:v>
                </c:pt>
                <c:pt idx="4438">
                  <c:v>71765.259999999995</c:v>
                </c:pt>
                <c:pt idx="4439">
                  <c:v>71780.97</c:v>
                </c:pt>
                <c:pt idx="4440">
                  <c:v>71796.679999999993</c:v>
                </c:pt>
                <c:pt idx="4441">
                  <c:v>71812.39</c:v>
                </c:pt>
                <c:pt idx="4442">
                  <c:v>71828.09</c:v>
                </c:pt>
                <c:pt idx="4443">
                  <c:v>71843.8</c:v>
                </c:pt>
                <c:pt idx="4444">
                  <c:v>71859.509999999995</c:v>
                </c:pt>
                <c:pt idx="4445">
                  <c:v>71875.22</c:v>
                </c:pt>
                <c:pt idx="4446">
                  <c:v>71890.929999999993</c:v>
                </c:pt>
                <c:pt idx="4447">
                  <c:v>71906.63</c:v>
                </c:pt>
                <c:pt idx="4448">
                  <c:v>71922.34</c:v>
                </c:pt>
                <c:pt idx="4449">
                  <c:v>71938.05</c:v>
                </c:pt>
                <c:pt idx="4450">
                  <c:v>71953.759999999995</c:v>
                </c:pt>
                <c:pt idx="4451">
                  <c:v>71969.47</c:v>
                </c:pt>
                <c:pt idx="4452">
                  <c:v>71985.179999999993</c:v>
                </c:pt>
                <c:pt idx="4453">
                  <c:v>72000.88</c:v>
                </c:pt>
                <c:pt idx="4454">
                  <c:v>72016.59</c:v>
                </c:pt>
                <c:pt idx="4455">
                  <c:v>72032.3</c:v>
                </c:pt>
                <c:pt idx="4456">
                  <c:v>72048.009999999995</c:v>
                </c:pt>
                <c:pt idx="4457">
                  <c:v>72063.72</c:v>
                </c:pt>
                <c:pt idx="4458">
                  <c:v>72079.42</c:v>
                </c:pt>
                <c:pt idx="4459">
                  <c:v>72095.13</c:v>
                </c:pt>
                <c:pt idx="4460">
                  <c:v>72110.84</c:v>
                </c:pt>
                <c:pt idx="4461">
                  <c:v>72126.55</c:v>
                </c:pt>
                <c:pt idx="4462">
                  <c:v>72142.259999999995</c:v>
                </c:pt>
                <c:pt idx="4463">
                  <c:v>72157.960000000006</c:v>
                </c:pt>
                <c:pt idx="4464">
                  <c:v>72173.67</c:v>
                </c:pt>
                <c:pt idx="4465">
                  <c:v>72189.38</c:v>
                </c:pt>
                <c:pt idx="4466">
                  <c:v>72205.09</c:v>
                </c:pt>
                <c:pt idx="4467">
                  <c:v>72220.800000000003</c:v>
                </c:pt>
                <c:pt idx="4468">
                  <c:v>72236.5</c:v>
                </c:pt>
                <c:pt idx="4469">
                  <c:v>72252.210000000006</c:v>
                </c:pt>
                <c:pt idx="4470">
                  <c:v>72267.92</c:v>
                </c:pt>
                <c:pt idx="4471">
                  <c:v>72283.63</c:v>
                </c:pt>
                <c:pt idx="4472">
                  <c:v>72299.34</c:v>
                </c:pt>
                <c:pt idx="4473">
                  <c:v>72315.039999999994</c:v>
                </c:pt>
                <c:pt idx="4474">
                  <c:v>72330.75</c:v>
                </c:pt>
                <c:pt idx="4475">
                  <c:v>72346.460000000006</c:v>
                </c:pt>
                <c:pt idx="4476">
                  <c:v>72362.17</c:v>
                </c:pt>
                <c:pt idx="4477">
                  <c:v>72377.88</c:v>
                </c:pt>
                <c:pt idx="4478">
                  <c:v>72393.58</c:v>
                </c:pt>
                <c:pt idx="4479">
                  <c:v>72409.289999999994</c:v>
                </c:pt>
                <c:pt idx="4480">
                  <c:v>72425</c:v>
                </c:pt>
                <c:pt idx="4481">
                  <c:v>72440.710000000006</c:v>
                </c:pt>
                <c:pt idx="4482">
                  <c:v>72456.42</c:v>
                </c:pt>
                <c:pt idx="4483">
                  <c:v>72472.12</c:v>
                </c:pt>
                <c:pt idx="4484">
                  <c:v>72487.83</c:v>
                </c:pt>
                <c:pt idx="4485">
                  <c:v>72503.539999999994</c:v>
                </c:pt>
                <c:pt idx="4486">
                  <c:v>72519.25</c:v>
                </c:pt>
                <c:pt idx="4487">
                  <c:v>72534.960000000006</c:v>
                </c:pt>
                <c:pt idx="4488">
                  <c:v>72550.66</c:v>
                </c:pt>
                <c:pt idx="4489">
                  <c:v>72566.37</c:v>
                </c:pt>
                <c:pt idx="4490">
                  <c:v>72582.080000000002</c:v>
                </c:pt>
                <c:pt idx="4491">
                  <c:v>72597.789999999994</c:v>
                </c:pt>
                <c:pt idx="4492">
                  <c:v>72613.5</c:v>
                </c:pt>
                <c:pt idx="4493">
                  <c:v>72629.2</c:v>
                </c:pt>
                <c:pt idx="4494">
                  <c:v>72644.91</c:v>
                </c:pt>
                <c:pt idx="4495">
                  <c:v>72660.62</c:v>
                </c:pt>
                <c:pt idx="4496">
                  <c:v>72676.33</c:v>
                </c:pt>
                <c:pt idx="4497">
                  <c:v>72692.039999999994</c:v>
                </c:pt>
                <c:pt idx="4498">
                  <c:v>72707.740000000005</c:v>
                </c:pt>
                <c:pt idx="4499">
                  <c:v>72723.45</c:v>
                </c:pt>
                <c:pt idx="4500">
                  <c:v>72739.16</c:v>
                </c:pt>
                <c:pt idx="4501">
                  <c:v>72754.87</c:v>
                </c:pt>
                <c:pt idx="4502">
                  <c:v>72770.58</c:v>
                </c:pt>
                <c:pt idx="4503">
                  <c:v>72786.28</c:v>
                </c:pt>
                <c:pt idx="4504">
                  <c:v>72801.990000000005</c:v>
                </c:pt>
                <c:pt idx="4505">
                  <c:v>72817.7</c:v>
                </c:pt>
                <c:pt idx="4506">
                  <c:v>72833.41</c:v>
                </c:pt>
                <c:pt idx="4507">
                  <c:v>72849.119999999995</c:v>
                </c:pt>
                <c:pt idx="4508">
                  <c:v>72864.83</c:v>
                </c:pt>
                <c:pt idx="4509">
                  <c:v>72880.53</c:v>
                </c:pt>
                <c:pt idx="4510">
                  <c:v>72896.240000000005</c:v>
                </c:pt>
                <c:pt idx="4511">
                  <c:v>72911.95</c:v>
                </c:pt>
                <c:pt idx="4512">
                  <c:v>72927.66</c:v>
                </c:pt>
                <c:pt idx="4513">
                  <c:v>72943.37</c:v>
                </c:pt>
                <c:pt idx="4514">
                  <c:v>72959.070000000007</c:v>
                </c:pt>
                <c:pt idx="4515">
                  <c:v>72974.78</c:v>
                </c:pt>
                <c:pt idx="4516">
                  <c:v>72990.490000000005</c:v>
                </c:pt>
                <c:pt idx="4517">
                  <c:v>73006.2</c:v>
                </c:pt>
                <c:pt idx="4518">
                  <c:v>73021.91</c:v>
                </c:pt>
                <c:pt idx="4519">
                  <c:v>73037.61</c:v>
                </c:pt>
                <c:pt idx="4520">
                  <c:v>73053.320000000007</c:v>
                </c:pt>
                <c:pt idx="4521">
                  <c:v>73069.03</c:v>
                </c:pt>
                <c:pt idx="4522">
                  <c:v>73084.740000000005</c:v>
                </c:pt>
                <c:pt idx="4523">
                  <c:v>73100.45</c:v>
                </c:pt>
                <c:pt idx="4524">
                  <c:v>73116.149999999994</c:v>
                </c:pt>
                <c:pt idx="4525">
                  <c:v>73131.86</c:v>
                </c:pt>
                <c:pt idx="4526">
                  <c:v>73147.570000000007</c:v>
                </c:pt>
                <c:pt idx="4527">
                  <c:v>73163.28</c:v>
                </c:pt>
                <c:pt idx="4528">
                  <c:v>73178.990000000005</c:v>
                </c:pt>
                <c:pt idx="4529">
                  <c:v>73194.69</c:v>
                </c:pt>
                <c:pt idx="4530">
                  <c:v>73210.399999999994</c:v>
                </c:pt>
                <c:pt idx="4531">
                  <c:v>73226.11</c:v>
                </c:pt>
                <c:pt idx="4532">
                  <c:v>73241.820000000007</c:v>
                </c:pt>
                <c:pt idx="4533">
                  <c:v>73257.53</c:v>
                </c:pt>
                <c:pt idx="4534">
                  <c:v>73273.23</c:v>
                </c:pt>
                <c:pt idx="4535">
                  <c:v>73288.94</c:v>
                </c:pt>
                <c:pt idx="4536">
                  <c:v>73304.649999999994</c:v>
                </c:pt>
                <c:pt idx="4537">
                  <c:v>73320.36</c:v>
                </c:pt>
                <c:pt idx="4538">
                  <c:v>73336.070000000007</c:v>
                </c:pt>
                <c:pt idx="4539">
                  <c:v>73351.77</c:v>
                </c:pt>
                <c:pt idx="4540">
                  <c:v>73367.48</c:v>
                </c:pt>
                <c:pt idx="4541">
                  <c:v>73383.19</c:v>
                </c:pt>
                <c:pt idx="4542">
                  <c:v>73398.899999999994</c:v>
                </c:pt>
                <c:pt idx="4543">
                  <c:v>73414.61</c:v>
                </c:pt>
                <c:pt idx="4544">
                  <c:v>73430.31</c:v>
                </c:pt>
                <c:pt idx="4545">
                  <c:v>73446.02</c:v>
                </c:pt>
                <c:pt idx="4546">
                  <c:v>73461.73</c:v>
                </c:pt>
                <c:pt idx="4547">
                  <c:v>73477.440000000002</c:v>
                </c:pt>
                <c:pt idx="4548">
                  <c:v>73493.149999999994</c:v>
                </c:pt>
                <c:pt idx="4549">
                  <c:v>73508.850000000006</c:v>
                </c:pt>
                <c:pt idx="4550">
                  <c:v>73524.56</c:v>
                </c:pt>
                <c:pt idx="4551">
                  <c:v>73540.27</c:v>
                </c:pt>
                <c:pt idx="4552">
                  <c:v>73555.98</c:v>
                </c:pt>
                <c:pt idx="4553">
                  <c:v>73571.69</c:v>
                </c:pt>
                <c:pt idx="4554">
                  <c:v>73587.39</c:v>
                </c:pt>
                <c:pt idx="4555">
                  <c:v>73603.100000000006</c:v>
                </c:pt>
                <c:pt idx="4556">
                  <c:v>73618.81</c:v>
                </c:pt>
                <c:pt idx="4557">
                  <c:v>73634.52</c:v>
                </c:pt>
                <c:pt idx="4558">
                  <c:v>73650.23</c:v>
                </c:pt>
                <c:pt idx="4559">
                  <c:v>73665.929999999993</c:v>
                </c:pt>
                <c:pt idx="4560">
                  <c:v>73681.64</c:v>
                </c:pt>
                <c:pt idx="4561">
                  <c:v>73697.350000000006</c:v>
                </c:pt>
                <c:pt idx="4562">
                  <c:v>73713.06</c:v>
                </c:pt>
                <c:pt idx="4563">
                  <c:v>73728.77</c:v>
                </c:pt>
                <c:pt idx="4564">
                  <c:v>73744.479999999996</c:v>
                </c:pt>
                <c:pt idx="4565">
                  <c:v>73760.179999999993</c:v>
                </c:pt>
                <c:pt idx="4566">
                  <c:v>73775.89</c:v>
                </c:pt>
                <c:pt idx="4567">
                  <c:v>73791.600000000006</c:v>
                </c:pt>
                <c:pt idx="4568">
                  <c:v>73807.31</c:v>
                </c:pt>
                <c:pt idx="4569">
                  <c:v>73823.02</c:v>
                </c:pt>
                <c:pt idx="4570">
                  <c:v>73838.720000000001</c:v>
                </c:pt>
                <c:pt idx="4571">
                  <c:v>73854.429999999993</c:v>
                </c:pt>
                <c:pt idx="4572">
                  <c:v>73870.14</c:v>
                </c:pt>
                <c:pt idx="4573">
                  <c:v>73885.850000000006</c:v>
                </c:pt>
                <c:pt idx="4574">
                  <c:v>73901.56</c:v>
                </c:pt>
                <c:pt idx="4575">
                  <c:v>73917.259999999995</c:v>
                </c:pt>
                <c:pt idx="4576">
                  <c:v>73932.97</c:v>
                </c:pt>
                <c:pt idx="4577">
                  <c:v>73948.679999999993</c:v>
                </c:pt>
                <c:pt idx="4578">
                  <c:v>73964.39</c:v>
                </c:pt>
                <c:pt idx="4579">
                  <c:v>73980.100000000006</c:v>
                </c:pt>
                <c:pt idx="4580">
                  <c:v>73995.8</c:v>
                </c:pt>
                <c:pt idx="4581">
                  <c:v>74011.509999999995</c:v>
                </c:pt>
                <c:pt idx="4582">
                  <c:v>74027.22</c:v>
                </c:pt>
                <c:pt idx="4583">
                  <c:v>74042.929999999993</c:v>
                </c:pt>
                <c:pt idx="4584">
                  <c:v>74058.64</c:v>
                </c:pt>
                <c:pt idx="4585">
                  <c:v>74074.34</c:v>
                </c:pt>
                <c:pt idx="4586">
                  <c:v>74090.05</c:v>
                </c:pt>
                <c:pt idx="4587">
                  <c:v>74105.759999999995</c:v>
                </c:pt>
                <c:pt idx="4588">
                  <c:v>74121.47</c:v>
                </c:pt>
                <c:pt idx="4589">
                  <c:v>74137.179999999993</c:v>
                </c:pt>
                <c:pt idx="4590">
                  <c:v>74152.88</c:v>
                </c:pt>
                <c:pt idx="4591">
                  <c:v>74168.59</c:v>
                </c:pt>
                <c:pt idx="4592">
                  <c:v>74184.3</c:v>
                </c:pt>
                <c:pt idx="4593">
                  <c:v>74200.009999999995</c:v>
                </c:pt>
                <c:pt idx="4594">
                  <c:v>74215.72</c:v>
                </c:pt>
                <c:pt idx="4595">
                  <c:v>74231.42</c:v>
                </c:pt>
                <c:pt idx="4596">
                  <c:v>74247.13</c:v>
                </c:pt>
                <c:pt idx="4597">
                  <c:v>74262.84</c:v>
                </c:pt>
                <c:pt idx="4598">
                  <c:v>74278.55</c:v>
                </c:pt>
                <c:pt idx="4599">
                  <c:v>74294.259999999995</c:v>
                </c:pt>
                <c:pt idx="4600">
                  <c:v>74309.960000000006</c:v>
                </c:pt>
                <c:pt idx="4601">
                  <c:v>74325.67</c:v>
                </c:pt>
                <c:pt idx="4602">
                  <c:v>74341.38</c:v>
                </c:pt>
                <c:pt idx="4603">
                  <c:v>74357.09</c:v>
                </c:pt>
                <c:pt idx="4604">
                  <c:v>74372.800000000003</c:v>
                </c:pt>
                <c:pt idx="4605">
                  <c:v>74388.5</c:v>
                </c:pt>
                <c:pt idx="4606">
                  <c:v>74404.210000000006</c:v>
                </c:pt>
                <c:pt idx="4607">
                  <c:v>74419.92</c:v>
                </c:pt>
                <c:pt idx="4608">
                  <c:v>74435.63</c:v>
                </c:pt>
                <c:pt idx="4609">
                  <c:v>74451.34</c:v>
                </c:pt>
                <c:pt idx="4610">
                  <c:v>74467.039999999994</c:v>
                </c:pt>
                <c:pt idx="4611">
                  <c:v>74482.75</c:v>
                </c:pt>
                <c:pt idx="4612">
                  <c:v>74498.460000000006</c:v>
                </c:pt>
                <c:pt idx="4613">
                  <c:v>74514.17</c:v>
                </c:pt>
                <c:pt idx="4614">
                  <c:v>74529.88</c:v>
                </c:pt>
                <c:pt idx="4615">
                  <c:v>74545.58</c:v>
                </c:pt>
                <c:pt idx="4616">
                  <c:v>74561.289999999994</c:v>
                </c:pt>
                <c:pt idx="4617">
                  <c:v>74577</c:v>
                </c:pt>
                <c:pt idx="4618">
                  <c:v>74592.710000000006</c:v>
                </c:pt>
                <c:pt idx="4619">
                  <c:v>74608.42</c:v>
                </c:pt>
                <c:pt idx="4620">
                  <c:v>74624.13</c:v>
                </c:pt>
                <c:pt idx="4621">
                  <c:v>74639.83</c:v>
                </c:pt>
                <c:pt idx="4622">
                  <c:v>74655.539999999994</c:v>
                </c:pt>
                <c:pt idx="4623">
                  <c:v>74671.25</c:v>
                </c:pt>
                <c:pt idx="4624">
                  <c:v>74686.960000000006</c:v>
                </c:pt>
                <c:pt idx="4625">
                  <c:v>74702.67</c:v>
                </c:pt>
                <c:pt idx="4626">
                  <c:v>74718.37</c:v>
                </c:pt>
                <c:pt idx="4627">
                  <c:v>74734.080000000002</c:v>
                </c:pt>
                <c:pt idx="4628">
                  <c:v>74749.789999999994</c:v>
                </c:pt>
                <c:pt idx="4629">
                  <c:v>74765.5</c:v>
                </c:pt>
                <c:pt idx="4630">
                  <c:v>74781.210000000006</c:v>
                </c:pt>
                <c:pt idx="4631">
                  <c:v>74796.91</c:v>
                </c:pt>
                <c:pt idx="4632">
                  <c:v>74812.62</c:v>
                </c:pt>
                <c:pt idx="4633">
                  <c:v>74828.33</c:v>
                </c:pt>
                <c:pt idx="4634">
                  <c:v>74844.039999999994</c:v>
                </c:pt>
                <c:pt idx="4635">
                  <c:v>74859.75</c:v>
                </c:pt>
                <c:pt idx="4636">
                  <c:v>74875.45</c:v>
                </c:pt>
                <c:pt idx="4637">
                  <c:v>74891.16</c:v>
                </c:pt>
                <c:pt idx="4638">
                  <c:v>74906.87</c:v>
                </c:pt>
                <c:pt idx="4639">
                  <c:v>74922.58</c:v>
                </c:pt>
                <c:pt idx="4640">
                  <c:v>74938.289999999994</c:v>
                </c:pt>
                <c:pt idx="4641">
                  <c:v>74953.990000000005</c:v>
                </c:pt>
                <c:pt idx="4642">
                  <c:v>74969.7</c:v>
                </c:pt>
                <c:pt idx="4643">
                  <c:v>74985.41</c:v>
                </c:pt>
                <c:pt idx="4644">
                  <c:v>75001.119999999995</c:v>
                </c:pt>
                <c:pt idx="4645">
                  <c:v>75016.83</c:v>
                </c:pt>
                <c:pt idx="4646">
                  <c:v>75032.53</c:v>
                </c:pt>
                <c:pt idx="4647">
                  <c:v>75048.240000000005</c:v>
                </c:pt>
                <c:pt idx="4648">
                  <c:v>75063.95</c:v>
                </c:pt>
                <c:pt idx="4649">
                  <c:v>75079.66</c:v>
                </c:pt>
                <c:pt idx="4650">
                  <c:v>75095.37</c:v>
                </c:pt>
                <c:pt idx="4651">
                  <c:v>75111.070000000007</c:v>
                </c:pt>
                <c:pt idx="4652">
                  <c:v>75126.78</c:v>
                </c:pt>
                <c:pt idx="4653">
                  <c:v>75142.490000000005</c:v>
                </c:pt>
                <c:pt idx="4654">
                  <c:v>75158.2</c:v>
                </c:pt>
                <c:pt idx="4655">
                  <c:v>75173.91</c:v>
                </c:pt>
                <c:pt idx="4656">
                  <c:v>75189.61</c:v>
                </c:pt>
                <c:pt idx="4657">
                  <c:v>75205.320000000007</c:v>
                </c:pt>
                <c:pt idx="4658">
                  <c:v>75221.03</c:v>
                </c:pt>
                <c:pt idx="4659">
                  <c:v>75236.740000000005</c:v>
                </c:pt>
                <c:pt idx="4660">
                  <c:v>75252.45</c:v>
                </c:pt>
                <c:pt idx="4661">
                  <c:v>75268.149999999994</c:v>
                </c:pt>
                <c:pt idx="4662">
                  <c:v>75283.86</c:v>
                </c:pt>
                <c:pt idx="4663">
                  <c:v>75299.570000000007</c:v>
                </c:pt>
                <c:pt idx="4664">
                  <c:v>75315.28</c:v>
                </c:pt>
                <c:pt idx="4665">
                  <c:v>75330.990000000005</c:v>
                </c:pt>
                <c:pt idx="4666">
                  <c:v>75346.69</c:v>
                </c:pt>
                <c:pt idx="4667">
                  <c:v>75362.399999999994</c:v>
                </c:pt>
                <c:pt idx="4668">
                  <c:v>75378.11</c:v>
                </c:pt>
                <c:pt idx="4669">
                  <c:v>75393.820000000007</c:v>
                </c:pt>
                <c:pt idx="4670">
                  <c:v>75409.53</c:v>
                </c:pt>
                <c:pt idx="4671">
                  <c:v>75425.23</c:v>
                </c:pt>
                <c:pt idx="4672">
                  <c:v>75440.94</c:v>
                </c:pt>
                <c:pt idx="4673">
                  <c:v>75456.649999999994</c:v>
                </c:pt>
                <c:pt idx="4674">
                  <c:v>75472.36</c:v>
                </c:pt>
                <c:pt idx="4675">
                  <c:v>75488.070000000007</c:v>
                </c:pt>
                <c:pt idx="4676">
                  <c:v>75503.78</c:v>
                </c:pt>
                <c:pt idx="4677">
                  <c:v>75519.48</c:v>
                </c:pt>
                <c:pt idx="4678">
                  <c:v>75535.19</c:v>
                </c:pt>
                <c:pt idx="4679">
                  <c:v>75550.899999999994</c:v>
                </c:pt>
                <c:pt idx="4680">
                  <c:v>75566.61</c:v>
                </c:pt>
                <c:pt idx="4681">
                  <c:v>75582.320000000007</c:v>
                </c:pt>
                <c:pt idx="4682">
                  <c:v>75598.02</c:v>
                </c:pt>
                <c:pt idx="4683">
                  <c:v>75613.73</c:v>
                </c:pt>
                <c:pt idx="4684">
                  <c:v>75629.440000000002</c:v>
                </c:pt>
                <c:pt idx="4685">
                  <c:v>75645.149999999994</c:v>
                </c:pt>
                <c:pt idx="4686">
                  <c:v>75660.86</c:v>
                </c:pt>
                <c:pt idx="4687">
                  <c:v>75676.56</c:v>
                </c:pt>
                <c:pt idx="4688">
                  <c:v>75692.27</c:v>
                </c:pt>
                <c:pt idx="4689">
                  <c:v>75707.98</c:v>
                </c:pt>
                <c:pt idx="4690">
                  <c:v>75723.69</c:v>
                </c:pt>
                <c:pt idx="4691">
                  <c:v>75739.399999999994</c:v>
                </c:pt>
                <c:pt idx="4692">
                  <c:v>75755.100000000006</c:v>
                </c:pt>
                <c:pt idx="4693">
                  <c:v>75770.81</c:v>
                </c:pt>
                <c:pt idx="4694">
                  <c:v>75786.52</c:v>
                </c:pt>
                <c:pt idx="4695">
                  <c:v>75802.23</c:v>
                </c:pt>
                <c:pt idx="4696">
                  <c:v>75817.94</c:v>
                </c:pt>
                <c:pt idx="4697">
                  <c:v>75833.64</c:v>
                </c:pt>
                <c:pt idx="4698">
                  <c:v>75849.350000000006</c:v>
                </c:pt>
                <c:pt idx="4699">
                  <c:v>75865.06</c:v>
                </c:pt>
                <c:pt idx="4700">
                  <c:v>75880.77</c:v>
                </c:pt>
                <c:pt idx="4701">
                  <c:v>75896.479999999996</c:v>
                </c:pt>
                <c:pt idx="4702">
                  <c:v>75912.179999999993</c:v>
                </c:pt>
                <c:pt idx="4703">
                  <c:v>75927.89</c:v>
                </c:pt>
                <c:pt idx="4704">
                  <c:v>75943.600000000006</c:v>
                </c:pt>
                <c:pt idx="4705">
                  <c:v>75959.31</c:v>
                </c:pt>
                <c:pt idx="4706">
                  <c:v>75975.02</c:v>
                </c:pt>
                <c:pt idx="4707">
                  <c:v>75990.720000000001</c:v>
                </c:pt>
                <c:pt idx="4708">
                  <c:v>76006.429999999993</c:v>
                </c:pt>
                <c:pt idx="4709">
                  <c:v>76022.14</c:v>
                </c:pt>
                <c:pt idx="4710">
                  <c:v>76037.850000000006</c:v>
                </c:pt>
                <c:pt idx="4711">
                  <c:v>76053.56</c:v>
                </c:pt>
                <c:pt idx="4712">
                  <c:v>76069.259999999995</c:v>
                </c:pt>
                <c:pt idx="4713">
                  <c:v>76084.97</c:v>
                </c:pt>
                <c:pt idx="4714">
                  <c:v>76100.679999999993</c:v>
                </c:pt>
                <c:pt idx="4715">
                  <c:v>76116.39</c:v>
                </c:pt>
                <c:pt idx="4716">
                  <c:v>76132.100000000006</c:v>
                </c:pt>
                <c:pt idx="4717">
                  <c:v>76147.8</c:v>
                </c:pt>
                <c:pt idx="4718">
                  <c:v>76163.509999999995</c:v>
                </c:pt>
                <c:pt idx="4719">
                  <c:v>76179.22</c:v>
                </c:pt>
                <c:pt idx="4720">
                  <c:v>76194.929999999993</c:v>
                </c:pt>
                <c:pt idx="4721">
                  <c:v>76210.64</c:v>
                </c:pt>
                <c:pt idx="4722">
                  <c:v>76226.34</c:v>
                </c:pt>
                <c:pt idx="4723">
                  <c:v>76242.05</c:v>
                </c:pt>
                <c:pt idx="4724">
                  <c:v>76257.759999999995</c:v>
                </c:pt>
                <c:pt idx="4725">
                  <c:v>76273.47</c:v>
                </c:pt>
                <c:pt idx="4726">
                  <c:v>76289.179999999993</c:v>
                </c:pt>
                <c:pt idx="4727">
                  <c:v>76304.88</c:v>
                </c:pt>
                <c:pt idx="4728">
                  <c:v>76320.59</c:v>
                </c:pt>
                <c:pt idx="4729">
                  <c:v>76336.3</c:v>
                </c:pt>
                <c:pt idx="4730">
                  <c:v>76352.009999999995</c:v>
                </c:pt>
                <c:pt idx="4731">
                  <c:v>76367.72</c:v>
                </c:pt>
                <c:pt idx="4732">
                  <c:v>76383.429999999993</c:v>
                </c:pt>
                <c:pt idx="4733">
                  <c:v>76399.13</c:v>
                </c:pt>
                <c:pt idx="4734">
                  <c:v>76414.84</c:v>
                </c:pt>
                <c:pt idx="4735">
                  <c:v>76430.55</c:v>
                </c:pt>
                <c:pt idx="4736">
                  <c:v>76446.259999999995</c:v>
                </c:pt>
                <c:pt idx="4737">
                  <c:v>76461.97</c:v>
                </c:pt>
                <c:pt idx="4738">
                  <c:v>76477.67</c:v>
                </c:pt>
                <c:pt idx="4739">
                  <c:v>76493.38</c:v>
                </c:pt>
                <c:pt idx="4740">
                  <c:v>76509.09</c:v>
                </c:pt>
                <c:pt idx="4741">
                  <c:v>76524.800000000003</c:v>
                </c:pt>
                <c:pt idx="4742">
                  <c:v>76540.509999999995</c:v>
                </c:pt>
                <c:pt idx="4743">
                  <c:v>76556.210000000006</c:v>
                </c:pt>
                <c:pt idx="4744">
                  <c:v>76571.92</c:v>
                </c:pt>
                <c:pt idx="4745">
                  <c:v>76587.63</c:v>
                </c:pt>
                <c:pt idx="4746">
                  <c:v>76603.34</c:v>
                </c:pt>
                <c:pt idx="4747">
                  <c:v>76619.05</c:v>
                </c:pt>
                <c:pt idx="4748">
                  <c:v>76634.75</c:v>
                </c:pt>
                <c:pt idx="4749">
                  <c:v>76650.460000000006</c:v>
                </c:pt>
                <c:pt idx="4750">
                  <c:v>76666.17</c:v>
                </c:pt>
                <c:pt idx="4751">
                  <c:v>76681.88</c:v>
                </c:pt>
                <c:pt idx="4752">
                  <c:v>76697.59</c:v>
                </c:pt>
                <c:pt idx="4753">
                  <c:v>76713.289999999994</c:v>
                </c:pt>
                <c:pt idx="4754">
                  <c:v>76729</c:v>
                </c:pt>
                <c:pt idx="4755">
                  <c:v>76744.710000000006</c:v>
                </c:pt>
                <c:pt idx="4756">
                  <c:v>76760.42</c:v>
                </c:pt>
                <c:pt idx="4757">
                  <c:v>76776.13</c:v>
                </c:pt>
                <c:pt idx="4758">
                  <c:v>76791.83</c:v>
                </c:pt>
                <c:pt idx="4759">
                  <c:v>76807.539999999994</c:v>
                </c:pt>
                <c:pt idx="4760">
                  <c:v>76823.25</c:v>
                </c:pt>
                <c:pt idx="4761">
                  <c:v>76838.960000000006</c:v>
                </c:pt>
                <c:pt idx="4762">
                  <c:v>76854.67</c:v>
                </c:pt>
                <c:pt idx="4763">
                  <c:v>76870.37</c:v>
                </c:pt>
                <c:pt idx="4764">
                  <c:v>76886.080000000002</c:v>
                </c:pt>
                <c:pt idx="4765">
                  <c:v>76901.789999999994</c:v>
                </c:pt>
                <c:pt idx="4766">
                  <c:v>76917.5</c:v>
                </c:pt>
                <c:pt idx="4767">
                  <c:v>76933.210000000006</c:v>
                </c:pt>
                <c:pt idx="4768">
                  <c:v>76948.91</c:v>
                </c:pt>
                <c:pt idx="4769">
                  <c:v>76964.62</c:v>
                </c:pt>
                <c:pt idx="4770">
                  <c:v>76980.33</c:v>
                </c:pt>
                <c:pt idx="4771">
                  <c:v>76996.039999999994</c:v>
                </c:pt>
                <c:pt idx="4772">
                  <c:v>77011.75</c:v>
                </c:pt>
                <c:pt idx="4773">
                  <c:v>77027.45</c:v>
                </c:pt>
                <c:pt idx="4774">
                  <c:v>77043.16</c:v>
                </c:pt>
                <c:pt idx="4775">
                  <c:v>77058.87</c:v>
                </c:pt>
                <c:pt idx="4776">
                  <c:v>77074.58</c:v>
                </c:pt>
                <c:pt idx="4777">
                  <c:v>77090.289999999994</c:v>
                </c:pt>
                <c:pt idx="4778">
                  <c:v>77105.990000000005</c:v>
                </c:pt>
                <c:pt idx="4779">
                  <c:v>77121.7</c:v>
                </c:pt>
                <c:pt idx="4780">
                  <c:v>77137.41</c:v>
                </c:pt>
                <c:pt idx="4781">
                  <c:v>77153.119999999995</c:v>
                </c:pt>
                <c:pt idx="4782">
                  <c:v>77168.83</c:v>
                </c:pt>
                <c:pt idx="4783">
                  <c:v>77184.53</c:v>
                </c:pt>
                <c:pt idx="4784">
                  <c:v>77200.240000000005</c:v>
                </c:pt>
                <c:pt idx="4785">
                  <c:v>77215.95</c:v>
                </c:pt>
                <c:pt idx="4786">
                  <c:v>77231.66</c:v>
                </c:pt>
                <c:pt idx="4787">
                  <c:v>77247.37</c:v>
                </c:pt>
                <c:pt idx="4788">
                  <c:v>77263.08</c:v>
                </c:pt>
                <c:pt idx="4789">
                  <c:v>77278.78</c:v>
                </c:pt>
                <c:pt idx="4790">
                  <c:v>77294.490000000005</c:v>
                </c:pt>
                <c:pt idx="4791">
                  <c:v>77310.2</c:v>
                </c:pt>
                <c:pt idx="4792">
                  <c:v>77325.91</c:v>
                </c:pt>
                <c:pt idx="4793">
                  <c:v>77341.62</c:v>
                </c:pt>
                <c:pt idx="4794">
                  <c:v>77357.320000000007</c:v>
                </c:pt>
                <c:pt idx="4795">
                  <c:v>77373.03</c:v>
                </c:pt>
                <c:pt idx="4796">
                  <c:v>77388.740000000005</c:v>
                </c:pt>
                <c:pt idx="4797">
                  <c:v>77404.45</c:v>
                </c:pt>
                <c:pt idx="4798">
                  <c:v>77420.160000000003</c:v>
                </c:pt>
                <c:pt idx="4799">
                  <c:v>77435.86</c:v>
                </c:pt>
                <c:pt idx="4800">
                  <c:v>77451.570000000007</c:v>
                </c:pt>
                <c:pt idx="4801">
                  <c:v>77467.28</c:v>
                </c:pt>
                <c:pt idx="4802">
                  <c:v>77482.990000000005</c:v>
                </c:pt>
                <c:pt idx="4803">
                  <c:v>77498.7</c:v>
                </c:pt>
                <c:pt idx="4804">
                  <c:v>77514.399999999994</c:v>
                </c:pt>
                <c:pt idx="4805">
                  <c:v>77530.11</c:v>
                </c:pt>
                <c:pt idx="4806">
                  <c:v>77545.820000000007</c:v>
                </c:pt>
                <c:pt idx="4807">
                  <c:v>77561.53</c:v>
                </c:pt>
                <c:pt idx="4808">
                  <c:v>77577.240000000005</c:v>
                </c:pt>
                <c:pt idx="4809">
                  <c:v>77592.94</c:v>
                </c:pt>
                <c:pt idx="4810">
                  <c:v>77608.649999999994</c:v>
                </c:pt>
                <c:pt idx="4811">
                  <c:v>77624.36</c:v>
                </c:pt>
                <c:pt idx="4812">
                  <c:v>77640.070000000007</c:v>
                </c:pt>
                <c:pt idx="4813">
                  <c:v>77655.78</c:v>
                </c:pt>
                <c:pt idx="4814">
                  <c:v>77671.48</c:v>
                </c:pt>
                <c:pt idx="4815">
                  <c:v>77687.19</c:v>
                </c:pt>
                <c:pt idx="4816">
                  <c:v>77702.899999999994</c:v>
                </c:pt>
                <c:pt idx="4817">
                  <c:v>77718.61</c:v>
                </c:pt>
                <c:pt idx="4818">
                  <c:v>77734.320000000007</c:v>
                </c:pt>
                <c:pt idx="4819">
                  <c:v>77750.02</c:v>
                </c:pt>
                <c:pt idx="4820">
                  <c:v>77765.73</c:v>
                </c:pt>
                <c:pt idx="4821">
                  <c:v>77781.440000000002</c:v>
                </c:pt>
                <c:pt idx="4822">
                  <c:v>77797.149999999994</c:v>
                </c:pt>
                <c:pt idx="4823">
                  <c:v>77812.86</c:v>
                </c:pt>
                <c:pt idx="4824">
                  <c:v>77828.56</c:v>
                </c:pt>
                <c:pt idx="4825">
                  <c:v>77844.27</c:v>
                </c:pt>
                <c:pt idx="4826">
                  <c:v>77859.98</c:v>
                </c:pt>
                <c:pt idx="4827">
                  <c:v>77875.69</c:v>
                </c:pt>
                <c:pt idx="4828">
                  <c:v>77891.399999999994</c:v>
                </c:pt>
                <c:pt idx="4829">
                  <c:v>77907.100000000006</c:v>
                </c:pt>
                <c:pt idx="4830">
                  <c:v>77922.81</c:v>
                </c:pt>
                <c:pt idx="4831">
                  <c:v>77938.52</c:v>
                </c:pt>
                <c:pt idx="4832">
                  <c:v>77954.23</c:v>
                </c:pt>
                <c:pt idx="4833">
                  <c:v>77969.94</c:v>
                </c:pt>
                <c:pt idx="4834">
                  <c:v>77985.64</c:v>
                </c:pt>
                <c:pt idx="4835">
                  <c:v>78001.350000000006</c:v>
                </c:pt>
                <c:pt idx="4836">
                  <c:v>78017.06</c:v>
                </c:pt>
                <c:pt idx="4837">
                  <c:v>78032.77</c:v>
                </c:pt>
                <c:pt idx="4838">
                  <c:v>78048.479999999996</c:v>
                </c:pt>
                <c:pt idx="4839">
                  <c:v>78064.179999999993</c:v>
                </c:pt>
                <c:pt idx="4840">
                  <c:v>78079.89</c:v>
                </c:pt>
                <c:pt idx="4841">
                  <c:v>78095.600000000006</c:v>
                </c:pt>
                <c:pt idx="4842">
                  <c:v>78111.31</c:v>
                </c:pt>
                <c:pt idx="4843">
                  <c:v>78127.02</c:v>
                </c:pt>
                <c:pt idx="4844">
                  <c:v>78142.73</c:v>
                </c:pt>
                <c:pt idx="4845">
                  <c:v>78158.429999999993</c:v>
                </c:pt>
                <c:pt idx="4846">
                  <c:v>78174.14</c:v>
                </c:pt>
                <c:pt idx="4847">
                  <c:v>78189.850000000006</c:v>
                </c:pt>
                <c:pt idx="4848">
                  <c:v>78205.56</c:v>
                </c:pt>
                <c:pt idx="4849">
                  <c:v>78221.27</c:v>
                </c:pt>
                <c:pt idx="4850">
                  <c:v>78236.97</c:v>
                </c:pt>
                <c:pt idx="4851">
                  <c:v>78252.679999999993</c:v>
                </c:pt>
                <c:pt idx="4852">
                  <c:v>78268.39</c:v>
                </c:pt>
                <c:pt idx="4853">
                  <c:v>78284.100000000006</c:v>
                </c:pt>
                <c:pt idx="4854">
                  <c:v>78299.81</c:v>
                </c:pt>
                <c:pt idx="4855">
                  <c:v>78315.509999999995</c:v>
                </c:pt>
                <c:pt idx="4856">
                  <c:v>78331.22</c:v>
                </c:pt>
                <c:pt idx="4857">
                  <c:v>78346.929999999993</c:v>
                </c:pt>
                <c:pt idx="4858">
                  <c:v>78362.64</c:v>
                </c:pt>
                <c:pt idx="4859">
                  <c:v>78378.350000000006</c:v>
                </c:pt>
                <c:pt idx="4860">
                  <c:v>78394.05</c:v>
                </c:pt>
                <c:pt idx="4861">
                  <c:v>78409.759999999995</c:v>
                </c:pt>
                <c:pt idx="4862">
                  <c:v>78425.47</c:v>
                </c:pt>
                <c:pt idx="4863">
                  <c:v>78441.179999999993</c:v>
                </c:pt>
                <c:pt idx="4864">
                  <c:v>78456.89</c:v>
                </c:pt>
                <c:pt idx="4865">
                  <c:v>78472.59</c:v>
                </c:pt>
                <c:pt idx="4866">
                  <c:v>78488.3</c:v>
                </c:pt>
                <c:pt idx="4867">
                  <c:v>78504.009999999995</c:v>
                </c:pt>
                <c:pt idx="4868">
                  <c:v>78519.72</c:v>
                </c:pt>
                <c:pt idx="4869">
                  <c:v>78535.429999999993</c:v>
                </c:pt>
                <c:pt idx="4870">
                  <c:v>78551.13</c:v>
                </c:pt>
                <c:pt idx="4871">
                  <c:v>78566.84</c:v>
                </c:pt>
                <c:pt idx="4872">
                  <c:v>78582.55</c:v>
                </c:pt>
                <c:pt idx="4873">
                  <c:v>78598.259999999995</c:v>
                </c:pt>
                <c:pt idx="4874">
                  <c:v>78613.97</c:v>
                </c:pt>
                <c:pt idx="4875">
                  <c:v>78629.67</c:v>
                </c:pt>
                <c:pt idx="4876">
                  <c:v>78645.38</c:v>
                </c:pt>
                <c:pt idx="4877">
                  <c:v>78661.09</c:v>
                </c:pt>
                <c:pt idx="4878">
                  <c:v>78676.800000000003</c:v>
                </c:pt>
                <c:pt idx="4879">
                  <c:v>78692.509999999995</c:v>
                </c:pt>
                <c:pt idx="4880">
                  <c:v>78708.210000000006</c:v>
                </c:pt>
                <c:pt idx="4881">
                  <c:v>78723.92</c:v>
                </c:pt>
                <c:pt idx="4882">
                  <c:v>78739.63</c:v>
                </c:pt>
                <c:pt idx="4883">
                  <c:v>78755.34</c:v>
                </c:pt>
                <c:pt idx="4884">
                  <c:v>78771.05</c:v>
                </c:pt>
                <c:pt idx="4885">
                  <c:v>78786.75</c:v>
                </c:pt>
                <c:pt idx="4886">
                  <c:v>78802.460000000006</c:v>
                </c:pt>
                <c:pt idx="4887">
                  <c:v>78818.17</c:v>
                </c:pt>
                <c:pt idx="4888">
                  <c:v>78833.88</c:v>
                </c:pt>
                <c:pt idx="4889">
                  <c:v>78849.59</c:v>
                </c:pt>
                <c:pt idx="4890">
                  <c:v>78865.289999999994</c:v>
                </c:pt>
                <c:pt idx="4891">
                  <c:v>78881</c:v>
                </c:pt>
                <c:pt idx="4892">
                  <c:v>78896.710000000006</c:v>
                </c:pt>
                <c:pt idx="4893">
                  <c:v>78912.42</c:v>
                </c:pt>
                <c:pt idx="4894">
                  <c:v>78928.13</c:v>
                </c:pt>
                <c:pt idx="4895">
                  <c:v>78943.83</c:v>
                </c:pt>
                <c:pt idx="4896">
                  <c:v>78959.539999999994</c:v>
                </c:pt>
                <c:pt idx="4897">
                  <c:v>78975.25</c:v>
                </c:pt>
                <c:pt idx="4898">
                  <c:v>78990.960000000006</c:v>
                </c:pt>
                <c:pt idx="4899">
                  <c:v>79006.67</c:v>
                </c:pt>
                <c:pt idx="4900">
                  <c:v>79022.38</c:v>
                </c:pt>
                <c:pt idx="4901">
                  <c:v>79038.080000000002</c:v>
                </c:pt>
                <c:pt idx="4902">
                  <c:v>79053.789999999994</c:v>
                </c:pt>
                <c:pt idx="4903">
                  <c:v>79069.5</c:v>
                </c:pt>
                <c:pt idx="4904">
                  <c:v>79085.210000000006</c:v>
                </c:pt>
                <c:pt idx="4905">
                  <c:v>79100.92</c:v>
                </c:pt>
                <c:pt idx="4906">
                  <c:v>79116.62</c:v>
                </c:pt>
                <c:pt idx="4907">
                  <c:v>79132.33</c:v>
                </c:pt>
                <c:pt idx="4908">
                  <c:v>79148.039999999994</c:v>
                </c:pt>
                <c:pt idx="4909">
                  <c:v>79163.75</c:v>
                </c:pt>
                <c:pt idx="4910">
                  <c:v>79179.460000000006</c:v>
                </c:pt>
                <c:pt idx="4911">
                  <c:v>79195.16</c:v>
                </c:pt>
                <c:pt idx="4912">
                  <c:v>79210.87</c:v>
                </c:pt>
                <c:pt idx="4913">
                  <c:v>79226.58</c:v>
                </c:pt>
                <c:pt idx="4914">
                  <c:v>79242.289999999994</c:v>
                </c:pt>
                <c:pt idx="4915">
                  <c:v>79258</c:v>
                </c:pt>
                <c:pt idx="4916">
                  <c:v>79273.7</c:v>
                </c:pt>
                <c:pt idx="4917">
                  <c:v>79289.41</c:v>
                </c:pt>
                <c:pt idx="4918">
                  <c:v>79305.119999999995</c:v>
                </c:pt>
                <c:pt idx="4919">
                  <c:v>79320.83</c:v>
                </c:pt>
                <c:pt idx="4920">
                  <c:v>79336.539999999994</c:v>
                </c:pt>
                <c:pt idx="4921">
                  <c:v>79352.240000000005</c:v>
                </c:pt>
                <c:pt idx="4922">
                  <c:v>79367.95</c:v>
                </c:pt>
                <c:pt idx="4923">
                  <c:v>79383.66</c:v>
                </c:pt>
                <c:pt idx="4924">
                  <c:v>79399.37</c:v>
                </c:pt>
                <c:pt idx="4925">
                  <c:v>79415.08</c:v>
                </c:pt>
                <c:pt idx="4926">
                  <c:v>79430.78</c:v>
                </c:pt>
                <c:pt idx="4927">
                  <c:v>79446.490000000005</c:v>
                </c:pt>
                <c:pt idx="4928">
                  <c:v>79462.2</c:v>
                </c:pt>
                <c:pt idx="4929">
                  <c:v>79477.91</c:v>
                </c:pt>
                <c:pt idx="4930">
                  <c:v>79493.62</c:v>
                </c:pt>
                <c:pt idx="4931">
                  <c:v>79509.320000000007</c:v>
                </c:pt>
                <c:pt idx="4932">
                  <c:v>79525.03</c:v>
                </c:pt>
                <c:pt idx="4933">
                  <c:v>79540.740000000005</c:v>
                </c:pt>
                <c:pt idx="4934">
                  <c:v>79556.45</c:v>
                </c:pt>
                <c:pt idx="4935">
                  <c:v>79572.160000000003</c:v>
                </c:pt>
                <c:pt idx="4936">
                  <c:v>79587.86</c:v>
                </c:pt>
                <c:pt idx="4937">
                  <c:v>79603.570000000007</c:v>
                </c:pt>
                <c:pt idx="4938">
                  <c:v>79619.28</c:v>
                </c:pt>
                <c:pt idx="4939">
                  <c:v>79634.990000000005</c:v>
                </c:pt>
                <c:pt idx="4940">
                  <c:v>79650.7</c:v>
                </c:pt>
                <c:pt idx="4941">
                  <c:v>79666.399999999994</c:v>
                </c:pt>
                <c:pt idx="4942">
                  <c:v>79682.11</c:v>
                </c:pt>
                <c:pt idx="4943">
                  <c:v>79697.820000000007</c:v>
                </c:pt>
                <c:pt idx="4944">
                  <c:v>79713.53</c:v>
                </c:pt>
                <c:pt idx="4945">
                  <c:v>79729.240000000005</c:v>
                </c:pt>
                <c:pt idx="4946">
                  <c:v>79744.94</c:v>
                </c:pt>
                <c:pt idx="4947">
                  <c:v>79760.649999999994</c:v>
                </c:pt>
                <c:pt idx="4948">
                  <c:v>79776.36</c:v>
                </c:pt>
                <c:pt idx="4949">
                  <c:v>79792.070000000007</c:v>
                </c:pt>
                <c:pt idx="4950">
                  <c:v>79807.78</c:v>
                </c:pt>
                <c:pt idx="4951">
                  <c:v>79823.48</c:v>
                </c:pt>
                <c:pt idx="4952">
                  <c:v>79839.19</c:v>
                </c:pt>
                <c:pt idx="4953">
                  <c:v>79854.899999999994</c:v>
                </c:pt>
                <c:pt idx="4954">
                  <c:v>79870.61</c:v>
                </c:pt>
                <c:pt idx="4955">
                  <c:v>79886.320000000007</c:v>
                </c:pt>
                <c:pt idx="4956">
                  <c:v>79902.03</c:v>
                </c:pt>
                <c:pt idx="4957">
                  <c:v>79917.73</c:v>
                </c:pt>
                <c:pt idx="4958">
                  <c:v>79933.440000000002</c:v>
                </c:pt>
                <c:pt idx="4959">
                  <c:v>79949.149999999994</c:v>
                </c:pt>
                <c:pt idx="4960">
                  <c:v>79964.86</c:v>
                </c:pt>
                <c:pt idx="4961">
                  <c:v>79980.570000000007</c:v>
                </c:pt>
                <c:pt idx="4962">
                  <c:v>79996.27</c:v>
                </c:pt>
                <c:pt idx="4963">
                  <c:v>80011.98</c:v>
                </c:pt>
                <c:pt idx="4964">
                  <c:v>80027.69</c:v>
                </c:pt>
                <c:pt idx="4965">
                  <c:v>80043.399999999994</c:v>
                </c:pt>
                <c:pt idx="4966">
                  <c:v>80059.11</c:v>
                </c:pt>
                <c:pt idx="4967">
                  <c:v>80074.81</c:v>
                </c:pt>
                <c:pt idx="4968">
                  <c:v>80090.52</c:v>
                </c:pt>
                <c:pt idx="4969">
                  <c:v>80106.23</c:v>
                </c:pt>
                <c:pt idx="4970">
                  <c:v>80121.94</c:v>
                </c:pt>
                <c:pt idx="4971">
                  <c:v>80137.649999999994</c:v>
                </c:pt>
                <c:pt idx="4972">
                  <c:v>80153.350000000006</c:v>
                </c:pt>
                <c:pt idx="4973">
                  <c:v>80169.06</c:v>
                </c:pt>
                <c:pt idx="4974">
                  <c:v>80184.77</c:v>
                </c:pt>
                <c:pt idx="4975">
                  <c:v>80200.479999999996</c:v>
                </c:pt>
                <c:pt idx="4976">
                  <c:v>80216.19</c:v>
                </c:pt>
                <c:pt idx="4977">
                  <c:v>80231.89</c:v>
                </c:pt>
                <c:pt idx="4978">
                  <c:v>80247.600000000006</c:v>
                </c:pt>
                <c:pt idx="4979">
                  <c:v>80263.31</c:v>
                </c:pt>
                <c:pt idx="4980">
                  <c:v>80279.02</c:v>
                </c:pt>
                <c:pt idx="4981">
                  <c:v>80294.73</c:v>
                </c:pt>
                <c:pt idx="4982">
                  <c:v>80310.429999999993</c:v>
                </c:pt>
                <c:pt idx="4983">
                  <c:v>80326.14</c:v>
                </c:pt>
                <c:pt idx="4984">
                  <c:v>80341.850000000006</c:v>
                </c:pt>
                <c:pt idx="4985">
                  <c:v>80357.56</c:v>
                </c:pt>
                <c:pt idx="4986">
                  <c:v>80373.27</c:v>
                </c:pt>
                <c:pt idx="4987">
                  <c:v>80388.97</c:v>
                </c:pt>
                <c:pt idx="4988">
                  <c:v>80404.679999999993</c:v>
                </c:pt>
                <c:pt idx="4989">
                  <c:v>80420.39</c:v>
                </c:pt>
                <c:pt idx="4990">
                  <c:v>80436.100000000006</c:v>
                </c:pt>
                <c:pt idx="4991">
                  <c:v>80451.81</c:v>
                </c:pt>
                <c:pt idx="4992">
                  <c:v>80467.509999999995</c:v>
                </c:pt>
                <c:pt idx="4993">
                  <c:v>80483.22</c:v>
                </c:pt>
                <c:pt idx="4994">
                  <c:v>80498.929999999993</c:v>
                </c:pt>
                <c:pt idx="4995">
                  <c:v>80514.64</c:v>
                </c:pt>
                <c:pt idx="4996">
                  <c:v>80530.350000000006</c:v>
                </c:pt>
                <c:pt idx="4997">
                  <c:v>80546.05</c:v>
                </c:pt>
                <c:pt idx="4998">
                  <c:v>80561.759999999995</c:v>
                </c:pt>
                <c:pt idx="4999">
                  <c:v>80577.47</c:v>
                </c:pt>
                <c:pt idx="5000">
                  <c:v>80593.179999999993</c:v>
                </c:pt>
                <c:pt idx="5001">
                  <c:v>80608.89</c:v>
                </c:pt>
                <c:pt idx="5002">
                  <c:v>80624.59</c:v>
                </c:pt>
                <c:pt idx="5003">
                  <c:v>80640.3</c:v>
                </c:pt>
                <c:pt idx="5004">
                  <c:v>80656.009999999995</c:v>
                </c:pt>
                <c:pt idx="5005">
                  <c:v>80671.72</c:v>
                </c:pt>
                <c:pt idx="5006">
                  <c:v>80687.429999999993</c:v>
                </c:pt>
                <c:pt idx="5007">
                  <c:v>80703.13</c:v>
                </c:pt>
                <c:pt idx="5008">
                  <c:v>80718.84</c:v>
                </c:pt>
                <c:pt idx="5009">
                  <c:v>80734.55</c:v>
                </c:pt>
                <c:pt idx="5010">
                  <c:v>80750.259999999995</c:v>
                </c:pt>
                <c:pt idx="5011">
                  <c:v>80765.97</c:v>
                </c:pt>
                <c:pt idx="5012">
                  <c:v>80781.679999999993</c:v>
                </c:pt>
                <c:pt idx="5013">
                  <c:v>80797.38</c:v>
                </c:pt>
                <c:pt idx="5014">
                  <c:v>80813.09</c:v>
                </c:pt>
                <c:pt idx="5015">
                  <c:v>80828.800000000003</c:v>
                </c:pt>
                <c:pt idx="5016">
                  <c:v>80844.509999999995</c:v>
                </c:pt>
                <c:pt idx="5017">
                  <c:v>80860.22</c:v>
                </c:pt>
                <c:pt idx="5018">
                  <c:v>80875.92</c:v>
                </c:pt>
                <c:pt idx="5019">
                  <c:v>80891.63</c:v>
                </c:pt>
                <c:pt idx="5020">
                  <c:v>80907.34</c:v>
                </c:pt>
                <c:pt idx="5021">
                  <c:v>80923.05</c:v>
                </c:pt>
                <c:pt idx="5022">
                  <c:v>80938.759999999995</c:v>
                </c:pt>
                <c:pt idx="5023">
                  <c:v>80954.460000000006</c:v>
                </c:pt>
                <c:pt idx="5024">
                  <c:v>80970.17</c:v>
                </c:pt>
                <c:pt idx="5025">
                  <c:v>80985.88</c:v>
                </c:pt>
                <c:pt idx="5026">
                  <c:v>81001.59</c:v>
                </c:pt>
                <c:pt idx="5027">
                  <c:v>81017.3</c:v>
                </c:pt>
                <c:pt idx="5028">
                  <c:v>81033</c:v>
                </c:pt>
                <c:pt idx="5029">
                  <c:v>81048.710000000006</c:v>
                </c:pt>
                <c:pt idx="5030">
                  <c:v>81064.42</c:v>
                </c:pt>
                <c:pt idx="5031">
                  <c:v>81080.13</c:v>
                </c:pt>
                <c:pt idx="5032">
                  <c:v>81095.839999999997</c:v>
                </c:pt>
                <c:pt idx="5033">
                  <c:v>81111.539999999994</c:v>
                </c:pt>
                <c:pt idx="5034">
                  <c:v>81127.25</c:v>
                </c:pt>
                <c:pt idx="5035">
                  <c:v>81142.960000000006</c:v>
                </c:pt>
                <c:pt idx="5036">
                  <c:v>81158.67</c:v>
                </c:pt>
                <c:pt idx="5037">
                  <c:v>81174.38</c:v>
                </c:pt>
                <c:pt idx="5038">
                  <c:v>81190.080000000002</c:v>
                </c:pt>
                <c:pt idx="5039">
                  <c:v>81205.789999999994</c:v>
                </c:pt>
                <c:pt idx="5040">
                  <c:v>81221.5</c:v>
                </c:pt>
                <c:pt idx="5041">
                  <c:v>81237.210000000006</c:v>
                </c:pt>
                <c:pt idx="5042">
                  <c:v>81252.92</c:v>
                </c:pt>
                <c:pt idx="5043">
                  <c:v>81268.62</c:v>
                </c:pt>
                <c:pt idx="5044">
                  <c:v>81284.33</c:v>
                </c:pt>
                <c:pt idx="5045">
                  <c:v>81300.039999999994</c:v>
                </c:pt>
                <c:pt idx="5046">
                  <c:v>81315.75</c:v>
                </c:pt>
                <c:pt idx="5047">
                  <c:v>81331.460000000006</c:v>
                </c:pt>
                <c:pt idx="5048">
                  <c:v>81347.16</c:v>
                </c:pt>
                <c:pt idx="5049">
                  <c:v>81362.87</c:v>
                </c:pt>
                <c:pt idx="5050">
                  <c:v>81378.58</c:v>
                </c:pt>
                <c:pt idx="5051">
                  <c:v>81394.289999999994</c:v>
                </c:pt>
                <c:pt idx="5052">
                  <c:v>81410</c:v>
                </c:pt>
                <c:pt idx="5053">
                  <c:v>81425.7</c:v>
                </c:pt>
                <c:pt idx="5054">
                  <c:v>81441.41</c:v>
                </c:pt>
                <c:pt idx="5055">
                  <c:v>81457.119999999995</c:v>
                </c:pt>
                <c:pt idx="5056">
                  <c:v>81472.83</c:v>
                </c:pt>
                <c:pt idx="5057">
                  <c:v>81488.539999999994</c:v>
                </c:pt>
                <c:pt idx="5058">
                  <c:v>81504.240000000005</c:v>
                </c:pt>
                <c:pt idx="5059">
                  <c:v>81519.95</c:v>
                </c:pt>
                <c:pt idx="5060">
                  <c:v>81535.66</c:v>
                </c:pt>
                <c:pt idx="5061">
                  <c:v>81551.37</c:v>
                </c:pt>
                <c:pt idx="5062">
                  <c:v>81567.08</c:v>
                </c:pt>
                <c:pt idx="5063">
                  <c:v>81582.78</c:v>
                </c:pt>
                <c:pt idx="5064">
                  <c:v>81598.490000000005</c:v>
                </c:pt>
                <c:pt idx="5065">
                  <c:v>81614.2</c:v>
                </c:pt>
                <c:pt idx="5066">
                  <c:v>81629.91</c:v>
                </c:pt>
                <c:pt idx="5067">
                  <c:v>81645.62</c:v>
                </c:pt>
                <c:pt idx="5068">
                  <c:v>81661.33</c:v>
                </c:pt>
                <c:pt idx="5069">
                  <c:v>81677.03</c:v>
                </c:pt>
                <c:pt idx="5070">
                  <c:v>81692.740000000005</c:v>
                </c:pt>
                <c:pt idx="5071">
                  <c:v>81708.45</c:v>
                </c:pt>
                <c:pt idx="5072">
                  <c:v>81724.160000000003</c:v>
                </c:pt>
                <c:pt idx="5073">
                  <c:v>81739.87</c:v>
                </c:pt>
                <c:pt idx="5074">
                  <c:v>81755.570000000007</c:v>
                </c:pt>
                <c:pt idx="5075">
                  <c:v>81771.28</c:v>
                </c:pt>
                <c:pt idx="5076">
                  <c:v>81786.990000000005</c:v>
                </c:pt>
                <c:pt idx="5077">
                  <c:v>81802.7</c:v>
                </c:pt>
                <c:pt idx="5078">
                  <c:v>81818.41</c:v>
                </c:pt>
                <c:pt idx="5079">
                  <c:v>81834.11</c:v>
                </c:pt>
                <c:pt idx="5080">
                  <c:v>81849.820000000007</c:v>
                </c:pt>
                <c:pt idx="5081">
                  <c:v>81865.53</c:v>
                </c:pt>
                <c:pt idx="5082">
                  <c:v>81881.240000000005</c:v>
                </c:pt>
                <c:pt idx="5083">
                  <c:v>81896.95</c:v>
                </c:pt>
                <c:pt idx="5084">
                  <c:v>81912.649999999994</c:v>
                </c:pt>
                <c:pt idx="5085">
                  <c:v>81928.36</c:v>
                </c:pt>
                <c:pt idx="5086">
                  <c:v>81944.070000000007</c:v>
                </c:pt>
                <c:pt idx="5087">
                  <c:v>81959.78</c:v>
                </c:pt>
                <c:pt idx="5088">
                  <c:v>81975.490000000005</c:v>
                </c:pt>
                <c:pt idx="5089">
                  <c:v>81991.19</c:v>
                </c:pt>
                <c:pt idx="5090">
                  <c:v>82006.899999999994</c:v>
                </c:pt>
                <c:pt idx="5091">
                  <c:v>82022.61</c:v>
                </c:pt>
                <c:pt idx="5092">
                  <c:v>82038.320000000007</c:v>
                </c:pt>
                <c:pt idx="5093">
                  <c:v>82054.03</c:v>
                </c:pt>
                <c:pt idx="5094">
                  <c:v>82069.73</c:v>
                </c:pt>
                <c:pt idx="5095">
                  <c:v>82085.440000000002</c:v>
                </c:pt>
                <c:pt idx="5096">
                  <c:v>82101.149999999994</c:v>
                </c:pt>
                <c:pt idx="5097">
                  <c:v>82116.86</c:v>
                </c:pt>
                <c:pt idx="5098">
                  <c:v>82132.570000000007</c:v>
                </c:pt>
                <c:pt idx="5099">
                  <c:v>82148.27</c:v>
                </c:pt>
                <c:pt idx="5100">
                  <c:v>82163.98</c:v>
                </c:pt>
                <c:pt idx="5101">
                  <c:v>82179.69</c:v>
                </c:pt>
                <c:pt idx="5102">
                  <c:v>82195.399999999994</c:v>
                </c:pt>
                <c:pt idx="5103">
                  <c:v>82211.11</c:v>
                </c:pt>
                <c:pt idx="5104">
                  <c:v>82226.81</c:v>
                </c:pt>
                <c:pt idx="5105">
                  <c:v>82242.52</c:v>
                </c:pt>
                <c:pt idx="5106">
                  <c:v>82258.23</c:v>
                </c:pt>
                <c:pt idx="5107">
                  <c:v>82273.94</c:v>
                </c:pt>
                <c:pt idx="5108">
                  <c:v>82289.649999999994</c:v>
                </c:pt>
                <c:pt idx="5109">
                  <c:v>82305.350000000006</c:v>
                </c:pt>
                <c:pt idx="5110">
                  <c:v>82321.06</c:v>
                </c:pt>
                <c:pt idx="5111">
                  <c:v>82336.77</c:v>
                </c:pt>
                <c:pt idx="5112">
                  <c:v>82352.479999999996</c:v>
                </c:pt>
                <c:pt idx="5113">
                  <c:v>82368.19</c:v>
                </c:pt>
                <c:pt idx="5114">
                  <c:v>82383.89</c:v>
                </c:pt>
                <c:pt idx="5115">
                  <c:v>82399.600000000006</c:v>
                </c:pt>
                <c:pt idx="5116">
                  <c:v>82415.31</c:v>
                </c:pt>
                <c:pt idx="5117">
                  <c:v>82431.02</c:v>
                </c:pt>
                <c:pt idx="5118">
                  <c:v>82446.73</c:v>
                </c:pt>
                <c:pt idx="5119">
                  <c:v>82462.429999999993</c:v>
                </c:pt>
                <c:pt idx="5120">
                  <c:v>82478.14</c:v>
                </c:pt>
                <c:pt idx="5121">
                  <c:v>82493.850000000006</c:v>
                </c:pt>
                <c:pt idx="5122">
                  <c:v>82509.56</c:v>
                </c:pt>
                <c:pt idx="5123">
                  <c:v>82525.27</c:v>
                </c:pt>
                <c:pt idx="5124">
                  <c:v>82540.98</c:v>
                </c:pt>
                <c:pt idx="5125">
                  <c:v>82556.679999999993</c:v>
                </c:pt>
                <c:pt idx="5126">
                  <c:v>82572.39</c:v>
                </c:pt>
                <c:pt idx="5127">
                  <c:v>82588.100000000006</c:v>
                </c:pt>
                <c:pt idx="5128">
                  <c:v>82603.81</c:v>
                </c:pt>
                <c:pt idx="5129">
                  <c:v>82619.520000000004</c:v>
                </c:pt>
                <c:pt idx="5130">
                  <c:v>82635.22</c:v>
                </c:pt>
                <c:pt idx="5131">
                  <c:v>82650.929999999993</c:v>
                </c:pt>
                <c:pt idx="5132">
                  <c:v>82666.64</c:v>
                </c:pt>
                <c:pt idx="5133">
                  <c:v>82682.350000000006</c:v>
                </c:pt>
                <c:pt idx="5134">
                  <c:v>82698.06</c:v>
                </c:pt>
                <c:pt idx="5135">
                  <c:v>82713.759999999995</c:v>
                </c:pt>
                <c:pt idx="5136">
                  <c:v>82729.47</c:v>
                </c:pt>
                <c:pt idx="5137">
                  <c:v>82745.179999999993</c:v>
                </c:pt>
                <c:pt idx="5138">
                  <c:v>82760.89</c:v>
                </c:pt>
                <c:pt idx="5139">
                  <c:v>82776.600000000006</c:v>
                </c:pt>
                <c:pt idx="5140">
                  <c:v>82792.3</c:v>
                </c:pt>
                <c:pt idx="5141">
                  <c:v>82808.009999999995</c:v>
                </c:pt>
                <c:pt idx="5142">
                  <c:v>82823.72</c:v>
                </c:pt>
                <c:pt idx="5143">
                  <c:v>82839.429999999993</c:v>
                </c:pt>
                <c:pt idx="5144">
                  <c:v>82855.14</c:v>
                </c:pt>
                <c:pt idx="5145">
                  <c:v>82870.84</c:v>
                </c:pt>
                <c:pt idx="5146">
                  <c:v>82886.55</c:v>
                </c:pt>
                <c:pt idx="5147">
                  <c:v>82902.259999999995</c:v>
                </c:pt>
                <c:pt idx="5148">
                  <c:v>82917.97</c:v>
                </c:pt>
                <c:pt idx="5149">
                  <c:v>82933.679999999993</c:v>
                </c:pt>
                <c:pt idx="5150">
                  <c:v>82949.38</c:v>
                </c:pt>
                <c:pt idx="5151">
                  <c:v>82965.09</c:v>
                </c:pt>
                <c:pt idx="5152">
                  <c:v>82980.800000000003</c:v>
                </c:pt>
                <c:pt idx="5153">
                  <c:v>82996.509999999995</c:v>
                </c:pt>
                <c:pt idx="5154">
                  <c:v>83012.22</c:v>
                </c:pt>
                <c:pt idx="5155">
                  <c:v>83027.92</c:v>
                </c:pt>
                <c:pt idx="5156">
                  <c:v>83043.63</c:v>
                </c:pt>
                <c:pt idx="5157">
                  <c:v>83059.34</c:v>
                </c:pt>
                <c:pt idx="5158">
                  <c:v>83075.05</c:v>
                </c:pt>
                <c:pt idx="5159">
                  <c:v>83090.759999999995</c:v>
                </c:pt>
                <c:pt idx="5160">
                  <c:v>83106.460000000006</c:v>
                </c:pt>
                <c:pt idx="5161">
                  <c:v>83122.17</c:v>
                </c:pt>
                <c:pt idx="5162">
                  <c:v>83137.88</c:v>
                </c:pt>
                <c:pt idx="5163">
                  <c:v>83153.59</c:v>
                </c:pt>
                <c:pt idx="5164">
                  <c:v>83169.3</c:v>
                </c:pt>
                <c:pt idx="5165">
                  <c:v>83185</c:v>
                </c:pt>
                <c:pt idx="5166">
                  <c:v>83200.710000000006</c:v>
                </c:pt>
                <c:pt idx="5167">
                  <c:v>83216.42</c:v>
                </c:pt>
                <c:pt idx="5168">
                  <c:v>83232.13</c:v>
                </c:pt>
                <c:pt idx="5169">
                  <c:v>83247.839999999997</c:v>
                </c:pt>
                <c:pt idx="5170">
                  <c:v>83263.539999999994</c:v>
                </c:pt>
                <c:pt idx="5171">
                  <c:v>83279.25</c:v>
                </c:pt>
                <c:pt idx="5172">
                  <c:v>83294.960000000006</c:v>
                </c:pt>
                <c:pt idx="5173">
                  <c:v>83310.67</c:v>
                </c:pt>
                <c:pt idx="5174">
                  <c:v>83326.38</c:v>
                </c:pt>
                <c:pt idx="5175">
                  <c:v>83342.080000000002</c:v>
                </c:pt>
                <c:pt idx="5176">
                  <c:v>83357.789999999994</c:v>
                </c:pt>
                <c:pt idx="5177">
                  <c:v>83373.5</c:v>
                </c:pt>
                <c:pt idx="5178">
                  <c:v>83389.210000000006</c:v>
                </c:pt>
                <c:pt idx="5179">
                  <c:v>83404.92</c:v>
                </c:pt>
                <c:pt idx="5180">
                  <c:v>83420.63</c:v>
                </c:pt>
                <c:pt idx="5181">
                  <c:v>83436.33</c:v>
                </c:pt>
                <c:pt idx="5182">
                  <c:v>83452.039999999994</c:v>
                </c:pt>
                <c:pt idx="5183">
                  <c:v>83467.75</c:v>
                </c:pt>
                <c:pt idx="5184">
                  <c:v>83483.460000000006</c:v>
                </c:pt>
                <c:pt idx="5185">
                  <c:v>83499.17</c:v>
                </c:pt>
                <c:pt idx="5186">
                  <c:v>83514.87</c:v>
                </c:pt>
                <c:pt idx="5187">
                  <c:v>83530.58</c:v>
                </c:pt>
                <c:pt idx="5188">
                  <c:v>83546.289999999994</c:v>
                </c:pt>
                <c:pt idx="5189">
                  <c:v>83562</c:v>
                </c:pt>
                <c:pt idx="5190">
                  <c:v>83577.710000000006</c:v>
                </c:pt>
                <c:pt idx="5191">
                  <c:v>83593.41</c:v>
                </c:pt>
                <c:pt idx="5192">
                  <c:v>83609.119999999995</c:v>
                </c:pt>
                <c:pt idx="5193">
                  <c:v>83624.83</c:v>
                </c:pt>
                <c:pt idx="5194">
                  <c:v>83640.539999999994</c:v>
                </c:pt>
                <c:pt idx="5195">
                  <c:v>83656.25</c:v>
                </c:pt>
                <c:pt idx="5196">
                  <c:v>83671.95</c:v>
                </c:pt>
                <c:pt idx="5197">
                  <c:v>83687.66</c:v>
                </c:pt>
                <c:pt idx="5198">
                  <c:v>83703.37</c:v>
                </c:pt>
                <c:pt idx="5199">
                  <c:v>83719.08</c:v>
                </c:pt>
                <c:pt idx="5200">
                  <c:v>83734.789999999994</c:v>
                </c:pt>
                <c:pt idx="5201">
                  <c:v>83750.490000000005</c:v>
                </c:pt>
                <c:pt idx="5202">
                  <c:v>83766.2</c:v>
                </c:pt>
                <c:pt idx="5203">
                  <c:v>83781.91</c:v>
                </c:pt>
                <c:pt idx="5204">
                  <c:v>83797.62</c:v>
                </c:pt>
                <c:pt idx="5205">
                  <c:v>83813.33</c:v>
                </c:pt>
                <c:pt idx="5206">
                  <c:v>83829.03</c:v>
                </c:pt>
                <c:pt idx="5207">
                  <c:v>83844.740000000005</c:v>
                </c:pt>
                <c:pt idx="5208">
                  <c:v>83860.45</c:v>
                </c:pt>
                <c:pt idx="5209">
                  <c:v>83876.160000000003</c:v>
                </c:pt>
                <c:pt idx="5210">
                  <c:v>83891.87</c:v>
                </c:pt>
                <c:pt idx="5211">
                  <c:v>83907.57</c:v>
                </c:pt>
                <c:pt idx="5212">
                  <c:v>83923.28</c:v>
                </c:pt>
                <c:pt idx="5213">
                  <c:v>83938.99</c:v>
                </c:pt>
                <c:pt idx="5214">
                  <c:v>83954.7</c:v>
                </c:pt>
                <c:pt idx="5215">
                  <c:v>83970.41</c:v>
                </c:pt>
                <c:pt idx="5216">
                  <c:v>83986.11</c:v>
                </c:pt>
                <c:pt idx="5217">
                  <c:v>83661.789999999994</c:v>
                </c:pt>
                <c:pt idx="5218">
                  <c:v>83677.429999999993</c:v>
                </c:pt>
                <c:pt idx="5219">
                  <c:v>83693.070000000007</c:v>
                </c:pt>
                <c:pt idx="5220">
                  <c:v>83708.710000000006</c:v>
                </c:pt>
                <c:pt idx="5221">
                  <c:v>83724.36</c:v>
                </c:pt>
                <c:pt idx="5222">
                  <c:v>83740</c:v>
                </c:pt>
                <c:pt idx="5223">
                  <c:v>83755.64</c:v>
                </c:pt>
                <c:pt idx="5224">
                  <c:v>83771.289999999994</c:v>
                </c:pt>
                <c:pt idx="5225">
                  <c:v>83786.929999999993</c:v>
                </c:pt>
                <c:pt idx="5226">
                  <c:v>83802.570000000007</c:v>
                </c:pt>
                <c:pt idx="5227">
                  <c:v>83818.210000000006</c:v>
                </c:pt>
                <c:pt idx="5228">
                  <c:v>83833.86</c:v>
                </c:pt>
                <c:pt idx="5229">
                  <c:v>83849.5</c:v>
                </c:pt>
                <c:pt idx="5230">
                  <c:v>83865.14</c:v>
                </c:pt>
                <c:pt idx="5231">
                  <c:v>83880.789999999994</c:v>
                </c:pt>
                <c:pt idx="5232">
                  <c:v>83896.43</c:v>
                </c:pt>
                <c:pt idx="5233">
                  <c:v>83912.07</c:v>
                </c:pt>
                <c:pt idx="5234">
                  <c:v>83927.71</c:v>
                </c:pt>
                <c:pt idx="5235">
                  <c:v>83943.360000000001</c:v>
                </c:pt>
                <c:pt idx="5236">
                  <c:v>83959</c:v>
                </c:pt>
                <c:pt idx="5237">
                  <c:v>83974.64</c:v>
                </c:pt>
                <c:pt idx="5238">
                  <c:v>83990.29</c:v>
                </c:pt>
                <c:pt idx="5239">
                  <c:v>84005.93</c:v>
                </c:pt>
                <c:pt idx="5240">
                  <c:v>84021.57</c:v>
                </c:pt>
                <c:pt idx="5241">
                  <c:v>84037.21</c:v>
                </c:pt>
                <c:pt idx="5242">
                  <c:v>84052.86</c:v>
                </c:pt>
                <c:pt idx="5243">
                  <c:v>84068.5</c:v>
                </c:pt>
                <c:pt idx="5244">
                  <c:v>84084.14</c:v>
                </c:pt>
                <c:pt idx="5245">
                  <c:v>84099.79</c:v>
                </c:pt>
                <c:pt idx="5246">
                  <c:v>84115.43</c:v>
                </c:pt>
                <c:pt idx="5247">
                  <c:v>84131.07</c:v>
                </c:pt>
                <c:pt idx="5248">
                  <c:v>84146.71</c:v>
                </c:pt>
                <c:pt idx="5249">
                  <c:v>84162.36</c:v>
                </c:pt>
                <c:pt idx="5250">
                  <c:v>84178</c:v>
                </c:pt>
                <c:pt idx="5251">
                  <c:v>84193.64</c:v>
                </c:pt>
                <c:pt idx="5252">
                  <c:v>84209.29</c:v>
                </c:pt>
                <c:pt idx="5253">
                  <c:v>84224.93</c:v>
                </c:pt>
                <c:pt idx="5254">
                  <c:v>84240.57</c:v>
                </c:pt>
                <c:pt idx="5255">
                  <c:v>84256.21</c:v>
                </c:pt>
                <c:pt idx="5256">
                  <c:v>84271.86</c:v>
                </c:pt>
                <c:pt idx="5257">
                  <c:v>84287.5</c:v>
                </c:pt>
                <c:pt idx="5258">
                  <c:v>84303.14</c:v>
                </c:pt>
                <c:pt idx="5259">
                  <c:v>84318.79</c:v>
                </c:pt>
                <c:pt idx="5260">
                  <c:v>84334.43</c:v>
                </c:pt>
                <c:pt idx="5261">
                  <c:v>84350.07</c:v>
                </c:pt>
                <c:pt idx="5262">
                  <c:v>84365.71</c:v>
                </c:pt>
                <c:pt idx="5263">
                  <c:v>84381.36</c:v>
                </c:pt>
                <c:pt idx="5264">
                  <c:v>84397</c:v>
                </c:pt>
                <c:pt idx="5265">
                  <c:v>84412.64</c:v>
                </c:pt>
                <c:pt idx="5266">
                  <c:v>84428.29</c:v>
                </c:pt>
                <c:pt idx="5267">
                  <c:v>84443.93</c:v>
                </c:pt>
                <c:pt idx="5268">
                  <c:v>84459.57</c:v>
                </c:pt>
                <c:pt idx="5269">
                  <c:v>84475.21</c:v>
                </c:pt>
                <c:pt idx="5270">
                  <c:v>84490.86</c:v>
                </c:pt>
                <c:pt idx="5271">
                  <c:v>84506.5</c:v>
                </c:pt>
                <c:pt idx="5272">
                  <c:v>84522.14</c:v>
                </c:pt>
                <c:pt idx="5273">
                  <c:v>84537.79</c:v>
                </c:pt>
                <c:pt idx="5274">
                  <c:v>84553.43</c:v>
                </c:pt>
                <c:pt idx="5275">
                  <c:v>84569.07</c:v>
                </c:pt>
                <c:pt idx="5276">
                  <c:v>84584.71</c:v>
                </c:pt>
                <c:pt idx="5277">
                  <c:v>84600.36</c:v>
                </c:pt>
                <c:pt idx="5278">
                  <c:v>84616</c:v>
                </c:pt>
                <c:pt idx="5279">
                  <c:v>84631.64</c:v>
                </c:pt>
                <c:pt idx="5280">
                  <c:v>84647.29</c:v>
                </c:pt>
                <c:pt idx="5281">
                  <c:v>84662.93</c:v>
                </c:pt>
                <c:pt idx="5282">
                  <c:v>84678.57</c:v>
                </c:pt>
                <c:pt idx="5283">
                  <c:v>84694.21</c:v>
                </c:pt>
                <c:pt idx="5284">
                  <c:v>84709.86</c:v>
                </c:pt>
                <c:pt idx="5285">
                  <c:v>84725.5</c:v>
                </c:pt>
                <c:pt idx="5286">
                  <c:v>84741.14</c:v>
                </c:pt>
                <c:pt idx="5287">
                  <c:v>84756.79</c:v>
                </c:pt>
                <c:pt idx="5288">
                  <c:v>84772.43</c:v>
                </c:pt>
                <c:pt idx="5289">
                  <c:v>84788.07</c:v>
                </c:pt>
                <c:pt idx="5290">
                  <c:v>84803.71</c:v>
                </c:pt>
                <c:pt idx="5291">
                  <c:v>84819.36</c:v>
                </c:pt>
                <c:pt idx="5292">
                  <c:v>84835</c:v>
                </c:pt>
                <c:pt idx="5293">
                  <c:v>84850.64</c:v>
                </c:pt>
                <c:pt idx="5294">
                  <c:v>84866.29</c:v>
                </c:pt>
                <c:pt idx="5295">
                  <c:v>84881.93</c:v>
                </c:pt>
                <c:pt idx="5296">
                  <c:v>84897.57</c:v>
                </c:pt>
                <c:pt idx="5297">
                  <c:v>84913.21</c:v>
                </c:pt>
                <c:pt idx="5298">
                  <c:v>84928.86</c:v>
                </c:pt>
                <c:pt idx="5299">
                  <c:v>84944.5</c:v>
                </c:pt>
                <c:pt idx="5300">
                  <c:v>84960.14</c:v>
                </c:pt>
                <c:pt idx="5301">
                  <c:v>84975.79</c:v>
                </c:pt>
                <c:pt idx="5302">
                  <c:v>84991.43</c:v>
                </c:pt>
                <c:pt idx="5303">
                  <c:v>85007.07</c:v>
                </c:pt>
                <c:pt idx="5304">
                  <c:v>85022.71</c:v>
                </c:pt>
                <c:pt idx="5305">
                  <c:v>85038.36</c:v>
                </c:pt>
                <c:pt idx="5306">
                  <c:v>85054</c:v>
                </c:pt>
                <c:pt idx="5307">
                  <c:v>85069.64</c:v>
                </c:pt>
                <c:pt idx="5308">
                  <c:v>85085.29</c:v>
                </c:pt>
                <c:pt idx="5309">
                  <c:v>85100.93</c:v>
                </c:pt>
                <c:pt idx="5310">
                  <c:v>85116.57</c:v>
                </c:pt>
                <c:pt idx="5311">
                  <c:v>85132.21</c:v>
                </c:pt>
                <c:pt idx="5312">
                  <c:v>85147.86</c:v>
                </c:pt>
                <c:pt idx="5313">
                  <c:v>85163.5</c:v>
                </c:pt>
                <c:pt idx="5314">
                  <c:v>85179.14</c:v>
                </c:pt>
                <c:pt idx="5315">
                  <c:v>85194.79</c:v>
                </c:pt>
                <c:pt idx="5316">
                  <c:v>85210.43</c:v>
                </c:pt>
                <c:pt idx="5317">
                  <c:v>85226.07</c:v>
                </c:pt>
                <c:pt idx="5318">
                  <c:v>85241.71</c:v>
                </c:pt>
                <c:pt idx="5319">
                  <c:v>85257.36</c:v>
                </c:pt>
                <c:pt idx="5320">
                  <c:v>85273</c:v>
                </c:pt>
                <c:pt idx="5321">
                  <c:v>85288.639999999999</c:v>
                </c:pt>
                <c:pt idx="5322">
                  <c:v>85304.29</c:v>
                </c:pt>
                <c:pt idx="5323">
                  <c:v>85319.93</c:v>
                </c:pt>
                <c:pt idx="5324">
                  <c:v>85335.57</c:v>
                </c:pt>
                <c:pt idx="5325">
                  <c:v>85351.21</c:v>
                </c:pt>
                <c:pt idx="5326">
                  <c:v>85366.86</c:v>
                </c:pt>
                <c:pt idx="5327">
                  <c:v>85382.5</c:v>
                </c:pt>
                <c:pt idx="5328">
                  <c:v>85398.14</c:v>
                </c:pt>
                <c:pt idx="5329">
                  <c:v>85413.79</c:v>
                </c:pt>
                <c:pt idx="5330">
                  <c:v>85429.43</c:v>
                </c:pt>
                <c:pt idx="5331">
                  <c:v>85445.07</c:v>
                </c:pt>
                <c:pt idx="5332">
                  <c:v>85460.71</c:v>
                </c:pt>
                <c:pt idx="5333">
                  <c:v>85476.36</c:v>
                </c:pt>
                <c:pt idx="5334">
                  <c:v>85492</c:v>
                </c:pt>
                <c:pt idx="5335">
                  <c:v>85507.64</c:v>
                </c:pt>
                <c:pt idx="5336">
                  <c:v>85523.29</c:v>
                </c:pt>
                <c:pt idx="5337">
                  <c:v>85538.93</c:v>
                </c:pt>
                <c:pt idx="5338">
                  <c:v>85554.57</c:v>
                </c:pt>
                <c:pt idx="5339">
                  <c:v>85570.21</c:v>
                </c:pt>
                <c:pt idx="5340">
                  <c:v>85585.86</c:v>
                </c:pt>
                <c:pt idx="5341">
                  <c:v>85601.5</c:v>
                </c:pt>
                <c:pt idx="5342">
                  <c:v>85617.14</c:v>
                </c:pt>
                <c:pt idx="5343">
                  <c:v>85632.79</c:v>
                </c:pt>
                <c:pt idx="5344">
                  <c:v>85648.43</c:v>
                </c:pt>
                <c:pt idx="5345">
                  <c:v>85664.07</c:v>
                </c:pt>
                <c:pt idx="5346">
                  <c:v>85679.71</c:v>
                </c:pt>
                <c:pt idx="5347">
                  <c:v>85695.360000000001</c:v>
                </c:pt>
                <c:pt idx="5348">
                  <c:v>85711</c:v>
                </c:pt>
                <c:pt idx="5349">
                  <c:v>85726.64</c:v>
                </c:pt>
                <c:pt idx="5350">
                  <c:v>85742.29</c:v>
                </c:pt>
                <c:pt idx="5351">
                  <c:v>85757.93</c:v>
                </c:pt>
                <c:pt idx="5352">
                  <c:v>85773.57</c:v>
                </c:pt>
                <c:pt idx="5353">
                  <c:v>85789.21</c:v>
                </c:pt>
                <c:pt idx="5354">
                  <c:v>85804.86</c:v>
                </c:pt>
                <c:pt idx="5355">
                  <c:v>85820.5</c:v>
                </c:pt>
                <c:pt idx="5356">
                  <c:v>85836.14</c:v>
                </c:pt>
                <c:pt idx="5357">
                  <c:v>85851.79</c:v>
                </c:pt>
                <c:pt idx="5358">
                  <c:v>85867.43</c:v>
                </c:pt>
                <c:pt idx="5359">
                  <c:v>85883.07</c:v>
                </c:pt>
                <c:pt idx="5360">
                  <c:v>85898.71</c:v>
                </c:pt>
                <c:pt idx="5361">
                  <c:v>85914.36</c:v>
                </c:pt>
                <c:pt idx="5362">
                  <c:v>85930</c:v>
                </c:pt>
                <c:pt idx="5363">
                  <c:v>85945.64</c:v>
                </c:pt>
                <c:pt idx="5364">
                  <c:v>85961.29</c:v>
                </c:pt>
                <c:pt idx="5365">
                  <c:v>85976.93</c:v>
                </c:pt>
                <c:pt idx="5366">
                  <c:v>85992.57</c:v>
                </c:pt>
                <c:pt idx="5367">
                  <c:v>86008.21</c:v>
                </c:pt>
                <c:pt idx="5368">
                  <c:v>86023.86</c:v>
                </c:pt>
                <c:pt idx="5369">
                  <c:v>86039.5</c:v>
                </c:pt>
                <c:pt idx="5370">
                  <c:v>86055.14</c:v>
                </c:pt>
                <c:pt idx="5371">
                  <c:v>86070.79</c:v>
                </c:pt>
                <c:pt idx="5372">
                  <c:v>86086.43</c:v>
                </c:pt>
                <c:pt idx="5373">
                  <c:v>86102.07</c:v>
                </c:pt>
                <c:pt idx="5374">
                  <c:v>86117.71</c:v>
                </c:pt>
                <c:pt idx="5375">
                  <c:v>86133.36</c:v>
                </c:pt>
                <c:pt idx="5376">
                  <c:v>86149</c:v>
                </c:pt>
                <c:pt idx="5377">
                  <c:v>86164.64</c:v>
                </c:pt>
                <c:pt idx="5378">
                  <c:v>86180.29</c:v>
                </c:pt>
                <c:pt idx="5379">
                  <c:v>86195.93</c:v>
                </c:pt>
                <c:pt idx="5380">
                  <c:v>86211.57</c:v>
                </c:pt>
                <c:pt idx="5381">
                  <c:v>86227.21</c:v>
                </c:pt>
                <c:pt idx="5382">
                  <c:v>86242.86</c:v>
                </c:pt>
                <c:pt idx="5383">
                  <c:v>86258.5</c:v>
                </c:pt>
                <c:pt idx="5384">
                  <c:v>86274.14</c:v>
                </c:pt>
                <c:pt idx="5385">
                  <c:v>86289.79</c:v>
                </c:pt>
                <c:pt idx="5386">
                  <c:v>86305.43</c:v>
                </c:pt>
                <c:pt idx="5387">
                  <c:v>86321.07</c:v>
                </c:pt>
                <c:pt idx="5388">
                  <c:v>86336.71</c:v>
                </c:pt>
                <c:pt idx="5389">
                  <c:v>86352.36</c:v>
                </c:pt>
                <c:pt idx="5390">
                  <c:v>86368</c:v>
                </c:pt>
                <c:pt idx="5391">
                  <c:v>86383.64</c:v>
                </c:pt>
                <c:pt idx="5392">
                  <c:v>86399.29</c:v>
                </c:pt>
                <c:pt idx="5393">
                  <c:v>86414.93</c:v>
                </c:pt>
                <c:pt idx="5394">
                  <c:v>86430.57</c:v>
                </c:pt>
                <c:pt idx="5395">
                  <c:v>86446.21</c:v>
                </c:pt>
                <c:pt idx="5396">
                  <c:v>86461.86</c:v>
                </c:pt>
                <c:pt idx="5397">
                  <c:v>86477.5</c:v>
                </c:pt>
                <c:pt idx="5398">
                  <c:v>86493.14</c:v>
                </c:pt>
                <c:pt idx="5399">
                  <c:v>86508.79</c:v>
                </c:pt>
                <c:pt idx="5400">
                  <c:v>86524.43</c:v>
                </c:pt>
                <c:pt idx="5401">
                  <c:v>86540.07</c:v>
                </c:pt>
                <c:pt idx="5402">
                  <c:v>86555.71</c:v>
                </c:pt>
                <c:pt idx="5403">
                  <c:v>86571.36</c:v>
                </c:pt>
                <c:pt idx="5404">
                  <c:v>86587</c:v>
                </c:pt>
                <c:pt idx="5405">
                  <c:v>86602.64</c:v>
                </c:pt>
                <c:pt idx="5406">
                  <c:v>86618.29</c:v>
                </c:pt>
                <c:pt idx="5407">
                  <c:v>86633.93</c:v>
                </c:pt>
                <c:pt idx="5408">
                  <c:v>86649.57</c:v>
                </c:pt>
                <c:pt idx="5409">
                  <c:v>86665.21</c:v>
                </c:pt>
                <c:pt idx="5410">
                  <c:v>86680.86</c:v>
                </c:pt>
                <c:pt idx="5411">
                  <c:v>86696.5</c:v>
                </c:pt>
                <c:pt idx="5412">
                  <c:v>86712.14</c:v>
                </c:pt>
                <c:pt idx="5413">
                  <c:v>86727.79</c:v>
                </c:pt>
                <c:pt idx="5414">
                  <c:v>86743.43</c:v>
                </c:pt>
                <c:pt idx="5415">
                  <c:v>86759.07</c:v>
                </c:pt>
                <c:pt idx="5416">
                  <c:v>86774.71</c:v>
                </c:pt>
                <c:pt idx="5417">
                  <c:v>86790.36</c:v>
                </c:pt>
                <c:pt idx="5418">
                  <c:v>86806</c:v>
                </c:pt>
                <c:pt idx="5419">
                  <c:v>86821.64</c:v>
                </c:pt>
                <c:pt idx="5420">
                  <c:v>86837.29</c:v>
                </c:pt>
                <c:pt idx="5421">
                  <c:v>86852.93</c:v>
                </c:pt>
                <c:pt idx="5422">
                  <c:v>86868.57</c:v>
                </c:pt>
                <c:pt idx="5423">
                  <c:v>86884.21</c:v>
                </c:pt>
                <c:pt idx="5424">
                  <c:v>86899.86</c:v>
                </c:pt>
                <c:pt idx="5425">
                  <c:v>86915.5</c:v>
                </c:pt>
                <c:pt idx="5426">
                  <c:v>86931.14</c:v>
                </c:pt>
                <c:pt idx="5427">
                  <c:v>86946.79</c:v>
                </c:pt>
                <c:pt idx="5428">
                  <c:v>86962.43</c:v>
                </c:pt>
                <c:pt idx="5429">
                  <c:v>86978.07</c:v>
                </c:pt>
                <c:pt idx="5430">
                  <c:v>86993.71</c:v>
                </c:pt>
                <c:pt idx="5431">
                  <c:v>87009.36</c:v>
                </c:pt>
                <c:pt idx="5432">
                  <c:v>87025</c:v>
                </c:pt>
                <c:pt idx="5433">
                  <c:v>87040.639999999999</c:v>
                </c:pt>
                <c:pt idx="5434">
                  <c:v>87056.29</c:v>
                </c:pt>
                <c:pt idx="5435">
                  <c:v>87071.93</c:v>
                </c:pt>
                <c:pt idx="5436">
                  <c:v>87087.57</c:v>
                </c:pt>
                <c:pt idx="5437">
                  <c:v>87103.21</c:v>
                </c:pt>
                <c:pt idx="5438">
                  <c:v>87118.86</c:v>
                </c:pt>
                <c:pt idx="5439">
                  <c:v>87134.5</c:v>
                </c:pt>
                <c:pt idx="5440">
                  <c:v>87150.14</c:v>
                </c:pt>
                <c:pt idx="5441">
                  <c:v>87165.79</c:v>
                </c:pt>
                <c:pt idx="5442">
                  <c:v>87181.43</c:v>
                </c:pt>
                <c:pt idx="5443">
                  <c:v>87197.07</c:v>
                </c:pt>
                <c:pt idx="5444">
                  <c:v>87212.71</c:v>
                </c:pt>
                <c:pt idx="5445">
                  <c:v>87228.36</c:v>
                </c:pt>
                <c:pt idx="5446">
                  <c:v>87244</c:v>
                </c:pt>
                <c:pt idx="5447">
                  <c:v>87259.64</c:v>
                </c:pt>
                <c:pt idx="5448">
                  <c:v>87275.29</c:v>
                </c:pt>
                <c:pt idx="5449">
                  <c:v>87290.93</c:v>
                </c:pt>
                <c:pt idx="5450">
                  <c:v>87306.57</c:v>
                </c:pt>
                <c:pt idx="5451">
                  <c:v>87322.21</c:v>
                </c:pt>
                <c:pt idx="5452">
                  <c:v>87337.86</c:v>
                </c:pt>
                <c:pt idx="5453">
                  <c:v>87353.5</c:v>
                </c:pt>
                <c:pt idx="5454">
                  <c:v>87369.14</c:v>
                </c:pt>
                <c:pt idx="5455">
                  <c:v>87384.79</c:v>
                </c:pt>
                <c:pt idx="5456">
                  <c:v>87400.43</c:v>
                </c:pt>
                <c:pt idx="5457">
                  <c:v>87416.07</c:v>
                </c:pt>
                <c:pt idx="5458">
                  <c:v>87431.71</c:v>
                </c:pt>
                <c:pt idx="5459">
                  <c:v>87447.360000000001</c:v>
                </c:pt>
                <c:pt idx="5460">
                  <c:v>87463</c:v>
                </c:pt>
                <c:pt idx="5461">
                  <c:v>87478.64</c:v>
                </c:pt>
                <c:pt idx="5462">
                  <c:v>87494.29</c:v>
                </c:pt>
                <c:pt idx="5463">
                  <c:v>87509.93</c:v>
                </c:pt>
                <c:pt idx="5464">
                  <c:v>87525.57</c:v>
                </c:pt>
                <c:pt idx="5465">
                  <c:v>87541.21</c:v>
                </c:pt>
                <c:pt idx="5466">
                  <c:v>87556.86</c:v>
                </c:pt>
                <c:pt idx="5467">
                  <c:v>87572.5</c:v>
                </c:pt>
                <c:pt idx="5468">
                  <c:v>87588.14</c:v>
                </c:pt>
                <c:pt idx="5469">
                  <c:v>87603.79</c:v>
                </c:pt>
                <c:pt idx="5470">
                  <c:v>87619.43</c:v>
                </c:pt>
                <c:pt idx="5471">
                  <c:v>87635.07</c:v>
                </c:pt>
                <c:pt idx="5472">
                  <c:v>87650.71</c:v>
                </c:pt>
                <c:pt idx="5473">
                  <c:v>87666.36</c:v>
                </c:pt>
                <c:pt idx="5474">
                  <c:v>87682</c:v>
                </c:pt>
                <c:pt idx="5475">
                  <c:v>87697.64</c:v>
                </c:pt>
                <c:pt idx="5476">
                  <c:v>87713.29</c:v>
                </c:pt>
                <c:pt idx="5477">
                  <c:v>87728.93</c:v>
                </c:pt>
                <c:pt idx="5478">
                  <c:v>87744.57</c:v>
                </c:pt>
                <c:pt idx="5479">
                  <c:v>87760.21</c:v>
                </c:pt>
                <c:pt idx="5480">
                  <c:v>87775.86</c:v>
                </c:pt>
                <c:pt idx="5481">
                  <c:v>87791.5</c:v>
                </c:pt>
                <c:pt idx="5482">
                  <c:v>87807.14</c:v>
                </c:pt>
                <c:pt idx="5483">
                  <c:v>87822.79</c:v>
                </c:pt>
                <c:pt idx="5484">
                  <c:v>87838.43</c:v>
                </c:pt>
                <c:pt idx="5485">
                  <c:v>87854.07</c:v>
                </c:pt>
                <c:pt idx="5486">
                  <c:v>87869.71</c:v>
                </c:pt>
                <c:pt idx="5487">
                  <c:v>87885.36</c:v>
                </c:pt>
                <c:pt idx="5488">
                  <c:v>87901</c:v>
                </c:pt>
                <c:pt idx="5489">
                  <c:v>87916.64</c:v>
                </c:pt>
                <c:pt idx="5490">
                  <c:v>87932.29</c:v>
                </c:pt>
                <c:pt idx="5491">
                  <c:v>87947.93</c:v>
                </c:pt>
                <c:pt idx="5492">
                  <c:v>87963.57</c:v>
                </c:pt>
                <c:pt idx="5493">
                  <c:v>87979.21</c:v>
                </c:pt>
                <c:pt idx="5494">
                  <c:v>87994.86</c:v>
                </c:pt>
                <c:pt idx="5495">
                  <c:v>88010.5</c:v>
                </c:pt>
                <c:pt idx="5496">
                  <c:v>88026.14</c:v>
                </c:pt>
                <c:pt idx="5497">
                  <c:v>88041.79</c:v>
                </c:pt>
                <c:pt idx="5498">
                  <c:v>88057.43</c:v>
                </c:pt>
                <c:pt idx="5499">
                  <c:v>88073.07</c:v>
                </c:pt>
                <c:pt idx="5500">
                  <c:v>88088.71</c:v>
                </c:pt>
                <c:pt idx="5501">
                  <c:v>88104.36</c:v>
                </c:pt>
                <c:pt idx="5502">
                  <c:v>88120</c:v>
                </c:pt>
                <c:pt idx="5503">
                  <c:v>88135.64</c:v>
                </c:pt>
                <c:pt idx="5504">
                  <c:v>88151.29</c:v>
                </c:pt>
                <c:pt idx="5505">
                  <c:v>88166.93</c:v>
                </c:pt>
                <c:pt idx="5506">
                  <c:v>88182.57</c:v>
                </c:pt>
                <c:pt idx="5507">
                  <c:v>88198.21</c:v>
                </c:pt>
                <c:pt idx="5508">
                  <c:v>88213.86</c:v>
                </c:pt>
                <c:pt idx="5509">
                  <c:v>88229.5</c:v>
                </c:pt>
                <c:pt idx="5510">
                  <c:v>88245.14</c:v>
                </c:pt>
                <c:pt idx="5511">
                  <c:v>88260.79</c:v>
                </c:pt>
                <c:pt idx="5512">
                  <c:v>88276.43</c:v>
                </c:pt>
                <c:pt idx="5513">
                  <c:v>88292.07</c:v>
                </c:pt>
                <c:pt idx="5514">
                  <c:v>88307.71</c:v>
                </c:pt>
                <c:pt idx="5515">
                  <c:v>88323.36</c:v>
                </c:pt>
                <c:pt idx="5516">
                  <c:v>88339</c:v>
                </c:pt>
                <c:pt idx="5517">
                  <c:v>88354.64</c:v>
                </c:pt>
                <c:pt idx="5518">
                  <c:v>88370.29</c:v>
                </c:pt>
                <c:pt idx="5519">
                  <c:v>88385.93</c:v>
                </c:pt>
                <c:pt idx="5520">
                  <c:v>88401.57</c:v>
                </c:pt>
                <c:pt idx="5521">
                  <c:v>88417.21</c:v>
                </c:pt>
                <c:pt idx="5522">
                  <c:v>88432.86</c:v>
                </c:pt>
                <c:pt idx="5523">
                  <c:v>88448.5</c:v>
                </c:pt>
                <c:pt idx="5524">
                  <c:v>88464.14</c:v>
                </c:pt>
                <c:pt idx="5525">
                  <c:v>88479.79</c:v>
                </c:pt>
                <c:pt idx="5526">
                  <c:v>88495.43</c:v>
                </c:pt>
                <c:pt idx="5527">
                  <c:v>88511.07</c:v>
                </c:pt>
                <c:pt idx="5528">
                  <c:v>88526.71</c:v>
                </c:pt>
                <c:pt idx="5529">
                  <c:v>88542.36</c:v>
                </c:pt>
                <c:pt idx="5530">
                  <c:v>88558</c:v>
                </c:pt>
                <c:pt idx="5531">
                  <c:v>88573.64</c:v>
                </c:pt>
                <c:pt idx="5532">
                  <c:v>88589.29</c:v>
                </c:pt>
                <c:pt idx="5533">
                  <c:v>88604.93</c:v>
                </c:pt>
                <c:pt idx="5534">
                  <c:v>88620.57</c:v>
                </c:pt>
                <c:pt idx="5535">
                  <c:v>88636.21</c:v>
                </c:pt>
                <c:pt idx="5536">
                  <c:v>88651.86</c:v>
                </c:pt>
                <c:pt idx="5537">
                  <c:v>88667.5</c:v>
                </c:pt>
                <c:pt idx="5538">
                  <c:v>88683.14</c:v>
                </c:pt>
                <c:pt idx="5539">
                  <c:v>88698.79</c:v>
                </c:pt>
                <c:pt idx="5540">
                  <c:v>88714.43</c:v>
                </c:pt>
                <c:pt idx="5541">
                  <c:v>88730.07</c:v>
                </c:pt>
                <c:pt idx="5542">
                  <c:v>88745.71</c:v>
                </c:pt>
                <c:pt idx="5543">
                  <c:v>88761.36</c:v>
                </c:pt>
                <c:pt idx="5544">
                  <c:v>88777</c:v>
                </c:pt>
                <c:pt idx="5545">
                  <c:v>88792.639999999999</c:v>
                </c:pt>
                <c:pt idx="5546">
                  <c:v>88808.29</c:v>
                </c:pt>
                <c:pt idx="5547">
                  <c:v>88823.93</c:v>
                </c:pt>
                <c:pt idx="5548">
                  <c:v>88839.57</c:v>
                </c:pt>
                <c:pt idx="5549">
                  <c:v>88855.21</c:v>
                </c:pt>
                <c:pt idx="5550">
                  <c:v>88870.86</c:v>
                </c:pt>
                <c:pt idx="5551">
                  <c:v>88886.5</c:v>
                </c:pt>
                <c:pt idx="5552">
                  <c:v>88902.14</c:v>
                </c:pt>
                <c:pt idx="5553">
                  <c:v>88917.79</c:v>
                </c:pt>
                <c:pt idx="5554">
                  <c:v>88933.43</c:v>
                </c:pt>
                <c:pt idx="5555">
                  <c:v>88949.07</c:v>
                </c:pt>
                <c:pt idx="5556">
                  <c:v>88964.71</c:v>
                </c:pt>
                <c:pt idx="5557">
                  <c:v>88980.36</c:v>
                </c:pt>
                <c:pt idx="5558">
                  <c:v>88996</c:v>
                </c:pt>
                <c:pt idx="5559">
                  <c:v>89011.64</c:v>
                </c:pt>
                <c:pt idx="5560">
                  <c:v>89027.29</c:v>
                </c:pt>
                <c:pt idx="5561">
                  <c:v>89042.93</c:v>
                </c:pt>
                <c:pt idx="5562">
                  <c:v>89058.57</c:v>
                </c:pt>
                <c:pt idx="5563">
                  <c:v>89074.21</c:v>
                </c:pt>
                <c:pt idx="5564">
                  <c:v>89089.86</c:v>
                </c:pt>
                <c:pt idx="5565">
                  <c:v>89105.5</c:v>
                </c:pt>
                <c:pt idx="5566">
                  <c:v>89121.14</c:v>
                </c:pt>
                <c:pt idx="5567">
                  <c:v>89136.79</c:v>
                </c:pt>
                <c:pt idx="5568">
                  <c:v>89152.43</c:v>
                </c:pt>
                <c:pt idx="5569">
                  <c:v>89168.07</c:v>
                </c:pt>
                <c:pt idx="5570">
                  <c:v>89183.71</c:v>
                </c:pt>
                <c:pt idx="5571">
                  <c:v>89199.360000000001</c:v>
                </c:pt>
                <c:pt idx="5572">
                  <c:v>89215</c:v>
                </c:pt>
                <c:pt idx="5573">
                  <c:v>89230.64</c:v>
                </c:pt>
                <c:pt idx="5574">
                  <c:v>89246.29</c:v>
                </c:pt>
                <c:pt idx="5575">
                  <c:v>89261.93</c:v>
                </c:pt>
                <c:pt idx="5576">
                  <c:v>89277.57</c:v>
                </c:pt>
                <c:pt idx="5577">
                  <c:v>89293.21</c:v>
                </c:pt>
                <c:pt idx="5578">
                  <c:v>89308.86</c:v>
                </c:pt>
                <c:pt idx="5579">
                  <c:v>89324.5</c:v>
                </c:pt>
                <c:pt idx="5580">
                  <c:v>89340.14</c:v>
                </c:pt>
                <c:pt idx="5581">
                  <c:v>89355.79</c:v>
                </c:pt>
                <c:pt idx="5582">
                  <c:v>89371.43</c:v>
                </c:pt>
                <c:pt idx="5583">
                  <c:v>89387.07</c:v>
                </c:pt>
                <c:pt idx="5584">
                  <c:v>89402.71</c:v>
                </c:pt>
                <c:pt idx="5585">
                  <c:v>89418.36</c:v>
                </c:pt>
                <c:pt idx="5586">
                  <c:v>89434</c:v>
                </c:pt>
                <c:pt idx="5587">
                  <c:v>89449.64</c:v>
                </c:pt>
                <c:pt idx="5588">
                  <c:v>89465.29</c:v>
                </c:pt>
                <c:pt idx="5589">
                  <c:v>89480.93</c:v>
                </c:pt>
                <c:pt idx="5590">
                  <c:v>89496.57</c:v>
                </c:pt>
                <c:pt idx="5591">
                  <c:v>89512.21</c:v>
                </c:pt>
                <c:pt idx="5592">
                  <c:v>89527.86</c:v>
                </c:pt>
                <c:pt idx="5593">
                  <c:v>89543.5</c:v>
                </c:pt>
                <c:pt idx="5594">
                  <c:v>89559.14</c:v>
                </c:pt>
                <c:pt idx="5595">
                  <c:v>89574.79</c:v>
                </c:pt>
                <c:pt idx="5596">
                  <c:v>89590.43</c:v>
                </c:pt>
                <c:pt idx="5597">
                  <c:v>89606.07</c:v>
                </c:pt>
                <c:pt idx="5598">
                  <c:v>89621.71</c:v>
                </c:pt>
                <c:pt idx="5599">
                  <c:v>89637.36</c:v>
                </c:pt>
                <c:pt idx="5600">
                  <c:v>89653</c:v>
                </c:pt>
                <c:pt idx="5601">
                  <c:v>89668.64</c:v>
                </c:pt>
                <c:pt idx="5602">
                  <c:v>89684.29</c:v>
                </c:pt>
                <c:pt idx="5603">
                  <c:v>89699.93</c:v>
                </c:pt>
                <c:pt idx="5604">
                  <c:v>89715.57</c:v>
                </c:pt>
                <c:pt idx="5605">
                  <c:v>89731.21</c:v>
                </c:pt>
                <c:pt idx="5606">
                  <c:v>89746.86</c:v>
                </c:pt>
                <c:pt idx="5607">
                  <c:v>89762.5</c:v>
                </c:pt>
                <c:pt idx="5608">
                  <c:v>89778.14</c:v>
                </c:pt>
                <c:pt idx="5609">
                  <c:v>89793.79</c:v>
                </c:pt>
                <c:pt idx="5610">
                  <c:v>89809.43</c:v>
                </c:pt>
                <c:pt idx="5611">
                  <c:v>89825.07</c:v>
                </c:pt>
                <c:pt idx="5612">
                  <c:v>89840.71</c:v>
                </c:pt>
                <c:pt idx="5613">
                  <c:v>89856.36</c:v>
                </c:pt>
                <c:pt idx="5614">
                  <c:v>89872</c:v>
                </c:pt>
                <c:pt idx="5615">
                  <c:v>89887.64</c:v>
                </c:pt>
                <c:pt idx="5616">
                  <c:v>89903.29</c:v>
                </c:pt>
                <c:pt idx="5617">
                  <c:v>89918.93</c:v>
                </c:pt>
                <c:pt idx="5618">
                  <c:v>89934.57</c:v>
                </c:pt>
                <c:pt idx="5619">
                  <c:v>89950.21</c:v>
                </c:pt>
                <c:pt idx="5620">
                  <c:v>89965.86</c:v>
                </c:pt>
                <c:pt idx="5621">
                  <c:v>89981.5</c:v>
                </c:pt>
                <c:pt idx="5622">
                  <c:v>89997.14</c:v>
                </c:pt>
                <c:pt idx="5623">
                  <c:v>90012.79</c:v>
                </c:pt>
                <c:pt idx="5624">
                  <c:v>90028.43</c:v>
                </c:pt>
                <c:pt idx="5625">
                  <c:v>90044.07</c:v>
                </c:pt>
                <c:pt idx="5626">
                  <c:v>90059.71</c:v>
                </c:pt>
                <c:pt idx="5627">
                  <c:v>90075.36</c:v>
                </c:pt>
                <c:pt idx="5628">
                  <c:v>90091</c:v>
                </c:pt>
                <c:pt idx="5629">
                  <c:v>90106.64</c:v>
                </c:pt>
                <c:pt idx="5630">
                  <c:v>90122.29</c:v>
                </c:pt>
                <c:pt idx="5631">
                  <c:v>90137.93</c:v>
                </c:pt>
                <c:pt idx="5632">
                  <c:v>90153.57</c:v>
                </c:pt>
                <c:pt idx="5633">
                  <c:v>90169.21</c:v>
                </c:pt>
                <c:pt idx="5634">
                  <c:v>90184.86</c:v>
                </c:pt>
                <c:pt idx="5635">
                  <c:v>90200.5</c:v>
                </c:pt>
                <c:pt idx="5636">
                  <c:v>90216.14</c:v>
                </c:pt>
                <c:pt idx="5637">
                  <c:v>90231.79</c:v>
                </c:pt>
                <c:pt idx="5638">
                  <c:v>90247.43</c:v>
                </c:pt>
                <c:pt idx="5639">
                  <c:v>90263.07</c:v>
                </c:pt>
                <c:pt idx="5640">
                  <c:v>90278.71</c:v>
                </c:pt>
                <c:pt idx="5641">
                  <c:v>90294.36</c:v>
                </c:pt>
                <c:pt idx="5642">
                  <c:v>90310</c:v>
                </c:pt>
                <c:pt idx="5643">
                  <c:v>90325.64</c:v>
                </c:pt>
                <c:pt idx="5644">
                  <c:v>90341.29</c:v>
                </c:pt>
                <c:pt idx="5645">
                  <c:v>90356.93</c:v>
                </c:pt>
                <c:pt idx="5646">
                  <c:v>90372.57</c:v>
                </c:pt>
                <c:pt idx="5647">
                  <c:v>90388.21</c:v>
                </c:pt>
                <c:pt idx="5648">
                  <c:v>90403.86</c:v>
                </c:pt>
                <c:pt idx="5649">
                  <c:v>90419.5</c:v>
                </c:pt>
                <c:pt idx="5650">
                  <c:v>90435.14</c:v>
                </c:pt>
                <c:pt idx="5651">
                  <c:v>90450.79</c:v>
                </c:pt>
                <c:pt idx="5652">
                  <c:v>90466.43</c:v>
                </c:pt>
                <c:pt idx="5653">
                  <c:v>90482.07</c:v>
                </c:pt>
                <c:pt idx="5654">
                  <c:v>90497.71</c:v>
                </c:pt>
                <c:pt idx="5655">
                  <c:v>90513.36</c:v>
                </c:pt>
                <c:pt idx="5656">
                  <c:v>90529</c:v>
                </c:pt>
                <c:pt idx="5657">
                  <c:v>90544.639999999999</c:v>
                </c:pt>
                <c:pt idx="5658">
                  <c:v>90560.29</c:v>
                </c:pt>
                <c:pt idx="5659">
                  <c:v>90575.93</c:v>
                </c:pt>
                <c:pt idx="5660">
                  <c:v>90591.57</c:v>
                </c:pt>
                <c:pt idx="5661">
                  <c:v>90607.21</c:v>
                </c:pt>
                <c:pt idx="5662">
                  <c:v>90622.86</c:v>
                </c:pt>
                <c:pt idx="5663">
                  <c:v>90638.5</c:v>
                </c:pt>
                <c:pt idx="5664">
                  <c:v>90654.14</c:v>
                </c:pt>
                <c:pt idx="5665">
                  <c:v>90669.79</c:v>
                </c:pt>
                <c:pt idx="5666">
                  <c:v>90685.43</c:v>
                </c:pt>
                <c:pt idx="5667">
                  <c:v>90701.07</c:v>
                </c:pt>
                <c:pt idx="5668">
                  <c:v>90716.71</c:v>
                </c:pt>
                <c:pt idx="5669">
                  <c:v>90732.36</c:v>
                </c:pt>
                <c:pt idx="5670">
                  <c:v>90748</c:v>
                </c:pt>
                <c:pt idx="5671">
                  <c:v>90763.64</c:v>
                </c:pt>
                <c:pt idx="5672">
                  <c:v>90779.29</c:v>
                </c:pt>
                <c:pt idx="5673">
                  <c:v>90794.93</c:v>
                </c:pt>
                <c:pt idx="5674">
                  <c:v>90810.57</c:v>
                </c:pt>
                <c:pt idx="5675">
                  <c:v>90826.21</c:v>
                </c:pt>
                <c:pt idx="5676">
                  <c:v>90841.86</c:v>
                </c:pt>
                <c:pt idx="5677">
                  <c:v>90857.5</c:v>
                </c:pt>
                <c:pt idx="5678">
                  <c:v>90873.14</c:v>
                </c:pt>
                <c:pt idx="5679">
                  <c:v>90888.79</c:v>
                </c:pt>
                <c:pt idx="5680">
                  <c:v>90904.43</c:v>
                </c:pt>
                <c:pt idx="5681">
                  <c:v>90920.07</c:v>
                </c:pt>
                <c:pt idx="5682">
                  <c:v>90935.71</c:v>
                </c:pt>
                <c:pt idx="5683">
                  <c:v>90951.360000000001</c:v>
                </c:pt>
                <c:pt idx="5684">
                  <c:v>90967</c:v>
                </c:pt>
                <c:pt idx="5685">
                  <c:v>90982.64</c:v>
                </c:pt>
                <c:pt idx="5686">
                  <c:v>90998.29</c:v>
                </c:pt>
                <c:pt idx="5687">
                  <c:v>91013.93</c:v>
                </c:pt>
                <c:pt idx="5688">
                  <c:v>91029.57</c:v>
                </c:pt>
                <c:pt idx="5689">
                  <c:v>91045.21</c:v>
                </c:pt>
                <c:pt idx="5690">
                  <c:v>91060.86</c:v>
                </c:pt>
                <c:pt idx="5691">
                  <c:v>91076.5</c:v>
                </c:pt>
                <c:pt idx="5692">
                  <c:v>91092.14</c:v>
                </c:pt>
                <c:pt idx="5693">
                  <c:v>91107.79</c:v>
                </c:pt>
                <c:pt idx="5694">
                  <c:v>91123.43</c:v>
                </c:pt>
                <c:pt idx="5695">
                  <c:v>91139.07</c:v>
                </c:pt>
                <c:pt idx="5696">
                  <c:v>91154.71</c:v>
                </c:pt>
                <c:pt idx="5697">
                  <c:v>91170.36</c:v>
                </c:pt>
                <c:pt idx="5698">
                  <c:v>91186</c:v>
                </c:pt>
                <c:pt idx="5699">
                  <c:v>91201.64</c:v>
                </c:pt>
                <c:pt idx="5700">
                  <c:v>91217.29</c:v>
                </c:pt>
                <c:pt idx="5701">
                  <c:v>91232.93</c:v>
                </c:pt>
                <c:pt idx="5702">
                  <c:v>91248.57</c:v>
                </c:pt>
                <c:pt idx="5703">
                  <c:v>91264.21</c:v>
                </c:pt>
                <c:pt idx="5704">
                  <c:v>91279.86</c:v>
                </c:pt>
                <c:pt idx="5705">
                  <c:v>91295.5</c:v>
                </c:pt>
                <c:pt idx="5706">
                  <c:v>91311.14</c:v>
                </c:pt>
                <c:pt idx="5707">
                  <c:v>91326.79</c:v>
                </c:pt>
                <c:pt idx="5708">
                  <c:v>91342.43</c:v>
                </c:pt>
                <c:pt idx="5709">
                  <c:v>91358.07</c:v>
                </c:pt>
                <c:pt idx="5710">
                  <c:v>91373.71</c:v>
                </c:pt>
                <c:pt idx="5711">
                  <c:v>91389.36</c:v>
                </c:pt>
                <c:pt idx="5712">
                  <c:v>91405</c:v>
                </c:pt>
                <c:pt idx="5713">
                  <c:v>91420.64</c:v>
                </c:pt>
                <c:pt idx="5714">
                  <c:v>91436.29</c:v>
                </c:pt>
                <c:pt idx="5715">
                  <c:v>91451.93</c:v>
                </c:pt>
                <c:pt idx="5716">
                  <c:v>91467.57</c:v>
                </c:pt>
                <c:pt idx="5717">
                  <c:v>91483.21</c:v>
                </c:pt>
                <c:pt idx="5718">
                  <c:v>91498.86</c:v>
                </c:pt>
                <c:pt idx="5719">
                  <c:v>91514.5</c:v>
                </c:pt>
                <c:pt idx="5720">
                  <c:v>91530.14</c:v>
                </c:pt>
                <c:pt idx="5721">
                  <c:v>91545.79</c:v>
                </c:pt>
                <c:pt idx="5722">
                  <c:v>91561.43</c:v>
                </c:pt>
                <c:pt idx="5723">
                  <c:v>91577.07</c:v>
                </c:pt>
                <c:pt idx="5724">
                  <c:v>91592.71</c:v>
                </c:pt>
                <c:pt idx="5725">
                  <c:v>91608.36</c:v>
                </c:pt>
                <c:pt idx="5726">
                  <c:v>91624</c:v>
                </c:pt>
                <c:pt idx="5727">
                  <c:v>91639.64</c:v>
                </c:pt>
                <c:pt idx="5728">
                  <c:v>91655.29</c:v>
                </c:pt>
                <c:pt idx="5729">
                  <c:v>91670.93</c:v>
                </c:pt>
                <c:pt idx="5730">
                  <c:v>91686.57</c:v>
                </c:pt>
                <c:pt idx="5731">
                  <c:v>91702.21</c:v>
                </c:pt>
                <c:pt idx="5732">
                  <c:v>91717.86</c:v>
                </c:pt>
                <c:pt idx="5733">
                  <c:v>91733.5</c:v>
                </c:pt>
                <c:pt idx="5734">
                  <c:v>91749.14</c:v>
                </c:pt>
                <c:pt idx="5735">
                  <c:v>91764.79</c:v>
                </c:pt>
                <c:pt idx="5736">
                  <c:v>91780.43</c:v>
                </c:pt>
                <c:pt idx="5737">
                  <c:v>91796.07</c:v>
                </c:pt>
                <c:pt idx="5738">
                  <c:v>91811.71</c:v>
                </c:pt>
                <c:pt idx="5739">
                  <c:v>91827.36</c:v>
                </c:pt>
                <c:pt idx="5740">
                  <c:v>91843</c:v>
                </c:pt>
                <c:pt idx="5741">
                  <c:v>91858.64</c:v>
                </c:pt>
                <c:pt idx="5742">
                  <c:v>91874.29</c:v>
                </c:pt>
                <c:pt idx="5743">
                  <c:v>91889.93</c:v>
                </c:pt>
                <c:pt idx="5744">
                  <c:v>91905.57</c:v>
                </c:pt>
                <c:pt idx="5745">
                  <c:v>91921.21</c:v>
                </c:pt>
                <c:pt idx="5746">
                  <c:v>91936.86</c:v>
                </c:pt>
                <c:pt idx="5747">
                  <c:v>91952.5</c:v>
                </c:pt>
                <c:pt idx="5748">
                  <c:v>91968.14</c:v>
                </c:pt>
                <c:pt idx="5749">
                  <c:v>91983.79</c:v>
                </c:pt>
                <c:pt idx="5750">
                  <c:v>91999.43</c:v>
                </c:pt>
                <c:pt idx="5751">
                  <c:v>92015.07</c:v>
                </c:pt>
                <c:pt idx="5752">
                  <c:v>92030.71</c:v>
                </c:pt>
                <c:pt idx="5753">
                  <c:v>92046.36</c:v>
                </c:pt>
                <c:pt idx="5754">
                  <c:v>92062</c:v>
                </c:pt>
                <c:pt idx="5755">
                  <c:v>92077.64</c:v>
                </c:pt>
                <c:pt idx="5756">
                  <c:v>92093.29</c:v>
                </c:pt>
                <c:pt idx="5757">
                  <c:v>92108.93</c:v>
                </c:pt>
                <c:pt idx="5758">
                  <c:v>92124.57</c:v>
                </c:pt>
                <c:pt idx="5759">
                  <c:v>92140.21</c:v>
                </c:pt>
                <c:pt idx="5760">
                  <c:v>92155.86</c:v>
                </c:pt>
                <c:pt idx="5761">
                  <c:v>92171.5</c:v>
                </c:pt>
                <c:pt idx="5762">
                  <c:v>92187.14</c:v>
                </c:pt>
                <c:pt idx="5763">
                  <c:v>92202.79</c:v>
                </c:pt>
                <c:pt idx="5764">
                  <c:v>92218.43</c:v>
                </c:pt>
                <c:pt idx="5765">
                  <c:v>92234.07</c:v>
                </c:pt>
                <c:pt idx="5766">
                  <c:v>92249.71</c:v>
                </c:pt>
                <c:pt idx="5767">
                  <c:v>92265.36</c:v>
                </c:pt>
                <c:pt idx="5768">
                  <c:v>92281</c:v>
                </c:pt>
                <c:pt idx="5769">
                  <c:v>92296.639999999999</c:v>
                </c:pt>
                <c:pt idx="5770">
                  <c:v>92312.29</c:v>
                </c:pt>
                <c:pt idx="5771">
                  <c:v>92327.93</c:v>
                </c:pt>
                <c:pt idx="5772">
                  <c:v>92343.57</c:v>
                </c:pt>
                <c:pt idx="5773">
                  <c:v>92359.21</c:v>
                </c:pt>
                <c:pt idx="5774">
                  <c:v>92374.86</c:v>
                </c:pt>
                <c:pt idx="5775">
                  <c:v>92390.5</c:v>
                </c:pt>
                <c:pt idx="5776">
                  <c:v>92406.14</c:v>
                </c:pt>
                <c:pt idx="5777">
                  <c:v>92421.79</c:v>
                </c:pt>
                <c:pt idx="5778">
                  <c:v>92437.43</c:v>
                </c:pt>
                <c:pt idx="5779">
                  <c:v>92453.07</c:v>
                </c:pt>
                <c:pt idx="5780">
                  <c:v>92468.71</c:v>
                </c:pt>
                <c:pt idx="5781">
                  <c:v>92484.36</c:v>
                </c:pt>
                <c:pt idx="5782">
                  <c:v>92500</c:v>
                </c:pt>
                <c:pt idx="5783">
                  <c:v>92515.64</c:v>
                </c:pt>
                <c:pt idx="5784">
                  <c:v>92531.29</c:v>
                </c:pt>
                <c:pt idx="5785">
                  <c:v>92546.93</c:v>
                </c:pt>
                <c:pt idx="5786">
                  <c:v>92562.57</c:v>
                </c:pt>
                <c:pt idx="5787">
                  <c:v>92578.21</c:v>
                </c:pt>
                <c:pt idx="5788">
                  <c:v>92593.86</c:v>
                </c:pt>
                <c:pt idx="5789">
                  <c:v>92609.5</c:v>
                </c:pt>
                <c:pt idx="5790">
                  <c:v>92625.14</c:v>
                </c:pt>
                <c:pt idx="5791">
                  <c:v>92640.79</c:v>
                </c:pt>
                <c:pt idx="5792">
                  <c:v>92656.43</c:v>
                </c:pt>
                <c:pt idx="5793">
                  <c:v>92672.07</c:v>
                </c:pt>
                <c:pt idx="5794">
                  <c:v>92687.71</c:v>
                </c:pt>
                <c:pt idx="5795">
                  <c:v>92703.360000000001</c:v>
                </c:pt>
                <c:pt idx="5796">
                  <c:v>92719</c:v>
                </c:pt>
                <c:pt idx="5797">
                  <c:v>92734.64</c:v>
                </c:pt>
                <c:pt idx="5798">
                  <c:v>92750.29</c:v>
                </c:pt>
                <c:pt idx="5799">
                  <c:v>92765.93</c:v>
                </c:pt>
                <c:pt idx="5800">
                  <c:v>92781.57</c:v>
                </c:pt>
                <c:pt idx="5801">
                  <c:v>92797.21</c:v>
                </c:pt>
                <c:pt idx="5802">
                  <c:v>92812.86</c:v>
                </c:pt>
                <c:pt idx="5803">
                  <c:v>92828.5</c:v>
                </c:pt>
                <c:pt idx="5804">
                  <c:v>92844.14</c:v>
                </c:pt>
                <c:pt idx="5805">
                  <c:v>92859.79</c:v>
                </c:pt>
                <c:pt idx="5806">
                  <c:v>92875.43</c:v>
                </c:pt>
                <c:pt idx="5807">
                  <c:v>92891.07</c:v>
                </c:pt>
                <c:pt idx="5808">
                  <c:v>92906.71</c:v>
                </c:pt>
                <c:pt idx="5809">
                  <c:v>92922.36</c:v>
                </c:pt>
                <c:pt idx="5810">
                  <c:v>92938</c:v>
                </c:pt>
                <c:pt idx="5811">
                  <c:v>92953.64</c:v>
                </c:pt>
                <c:pt idx="5812">
                  <c:v>92969.29</c:v>
                </c:pt>
                <c:pt idx="5813">
                  <c:v>92984.93</c:v>
                </c:pt>
                <c:pt idx="5814">
                  <c:v>93000.57</c:v>
                </c:pt>
                <c:pt idx="5815">
                  <c:v>93016.21</c:v>
                </c:pt>
                <c:pt idx="5816">
                  <c:v>93031.86</c:v>
                </c:pt>
                <c:pt idx="5817">
                  <c:v>93047.5</c:v>
                </c:pt>
                <c:pt idx="5818">
                  <c:v>93063.14</c:v>
                </c:pt>
                <c:pt idx="5819">
                  <c:v>93078.79</c:v>
                </c:pt>
                <c:pt idx="5820">
                  <c:v>93094.43</c:v>
                </c:pt>
                <c:pt idx="5821">
                  <c:v>93110.07</c:v>
                </c:pt>
                <c:pt idx="5822">
                  <c:v>93125.71</c:v>
                </c:pt>
                <c:pt idx="5823">
                  <c:v>93141.36</c:v>
                </c:pt>
                <c:pt idx="5824">
                  <c:v>93157</c:v>
                </c:pt>
                <c:pt idx="5825">
                  <c:v>93172.64</c:v>
                </c:pt>
                <c:pt idx="5826">
                  <c:v>93188.29</c:v>
                </c:pt>
                <c:pt idx="5827">
                  <c:v>93203.93</c:v>
                </c:pt>
                <c:pt idx="5828">
                  <c:v>93219.57</c:v>
                </c:pt>
                <c:pt idx="5829">
                  <c:v>93235.21</c:v>
                </c:pt>
                <c:pt idx="5830">
                  <c:v>93250.86</c:v>
                </c:pt>
                <c:pt idx="5831">
                  <c:v>93266.5</c:v>
                </c:pt>
                <c:pt idx="5832">
                  <c:v>93282.14</c:v>
                </c:pt>
                <c:pt idx="5833">
                  <c:v>93297.79</c:v>
                </c:pt>
                <c:pt idx="5834">
                  <c:v>93313.43</c:v>
                </c:pt>
                <c:pt idx="5835">
                  <c:v>93329.07</c:v>
                </c:pt>
                <c:pt idx="5836">
                  <c:v>93344.71</c:v>
                </c:pt>
                <c:pt idx="5837">
                  <c:v>93360.36</c:v>
                </c:pt>
                <c:pt idx="5838">
                  <c:v>93376</c:v>
                </c:pt>
                <c:pt idx="5839">
                  <c:v>93391.64</c:v>
                </c:pt>
                <c:pt idx="5840">
                  <c:v>93407.29</c:v>
                </c:pt>
                <c:pt idx="5841">
                  <c:v>93422.93</c:v>
                </c:pt>
                <c:pt idx="5842">
                  <c:v>93438.57</c:v>
                </c:pt>
                <c:pt idx="5843">
                  <c:v>93454.21</c:v>
                </c:pt>
                <c:pt idx="5844">
                  <c:v>93469.86</c:v>
                </c:pt>
                <c:pt idx="5845">
                  <c:v>93485.5</c:v>
                </c:pt>
                <c:pt idx="5846">
                  <c:v>93501.14</c:v>
                </c:pt>
                <c:pt idx="5847">
                  <c:v>93516.79</c:v>
                </c:pt>
                <c:pt idx="5848">
                  <c:v>93532.43</c:v>
                </c:pt>
                <c:pt idx="5849">
                  <c:v>93548.07</c:v>
                </c:pt>
                <c:pt idx="5850">
                  <c:v>93563.71</c:v>
                </c:pt>
                <c:pt idx="5851">
                  <c:v>93579.36</c:v>
                </c:pt>
                <c:pt idx="5852">
                  <c:v>93595</c:v>
                </c:pt>
                <c:pt idx="5853">
                  <c:v>93610.64</c:v>
                </c:pt>
                <c:pt idx="5854">
                  <c:v>93626.29</c:v>
                </c:pt>
                <c:pt idx="5855">
                  <c:v>93641.93</c:v>
                </c:pt>
                <c:pt idx="5856">
                  <c:v>93657.57</c:v>
                </c:pt>
                <c:pt idx="5857">
                  <c:v>93673.21</c:v>
                </c:pt>
                <c:pt idx="5858">
                  <c:v>93688.86</c:v>
                </c:pt>
                <c:pt idx="5859">
                  <c:v>93704.5</c:v>
                </c:pt>
                <c:pt idx="5860">
                  <c:v>93720.14</c:v>
                </c:pt>
                <c:pt idx="5861">
                  <c:v>93735.79</c:v>
                </c:pt>
                <c:pt idx="5862">
                  <c:v>93751.43</c:v>
                </c:pt>
                <c:pt idx="5863">
                  <c:v>93767.07</c:v>
                </c:pt>
                <c:pt idx="5864">
                  <c:v>93782.71</c:v>
                </c:pt>
                <c:pt idx="5865">
                  <c:v>93798.36</c:v>
                </c:pt>
                <c:pt idx="5866">
                  <c:v>93814</c:v>
                </c:pt>
                <c:pt idx="5867">
                  <c:v>93829.64</c:v>
                </c:pt>
                <c:pt idx="5868">
                  <c:v>93845.29</c:v>
                </c:pt>
                <c:pt idx="5869">
                  <c:v>93860.93</c:v>
                </c:pt>
                <c:pt idx="5870">
                  <c:v>93876.57</c:v>
                </c:pt>
                <c:pt idx="5871">
                  <c:v>93892.21</c:v>
                </c:pt>
                <c:pt idx="5872">
                  <c:v>93907.86</c:v>
                </c:pt>
                <c:pt idx="5873">
                  <c:v>93923.5</c:v>
                </c:pt>
                <c:pt idx="5874">
                  <c:v>93939.14</c:v>
                </c:pt>
                <c:pt idx="5875">
                  <c:v>93954.79</c:v>
                </c:pt>
                <c:pt idx="5876">
                  <c:v>93970.43</c:v>
                </c:pt>
                <c:pt idx="5877">
                  <c:v>93986.07</c:v>
                </c:pt>
                <c:pt idx="5878">
                  <c:v>94001.71</c:v>
                </c:pt>
                <c:pt idx="5879">
                  <c:v>94017.36</c:v>
                </c:pt>
                <c:pt idx="5880">
                  <c:v>94033</c:v>
                </c:pt>
                <c:pt idx="5881">
                  <c:v>94048.639999999999</c:v>
                </c:pt>
                <c:pt idx="5882">
                  <c:v>94064.29</c:v>
                </c:pt>
                <c:pt idx="5883">
                  <c:v>94079.93</c:v>
                </c:pt>
                <c:pt idx="5884">
                  <c:v>94095.57</c:v>
                </c:pt>
                <c:pt idx="5885">
                  <c:v>94111.21</c:v>
                </c:pt>
                <c:pt idx="5886">
                  <c:v>94126.86</c:v>
                </c:pt>
                <c:pt idx="5887">
                  <c:v>94142.5</c:v>
                </c:pt>
                <c:pt idx="5888">
                  <c:v>94158.14</c:v>
                </c:pt>
                <c:pt idx="5889">
                  <c:v>94173.79</c:v>
                </c:pt>
                <c:pt idx="5890">
                  <c:v>94189.43</c:v>
                </c:pt>
                <c:pt idx="5891">
                  <c:v>94205.07</c:v>
                </c:pt>
                <c:pt idx="5892">
                  <c:v>94220.71</c:v>
                </c:pt>
                <c:pt idx="5893">
                  <c:v>94236.36</c:v>
                </c:pt>
                <c:pt idx="5894">
                  <c:v>94252</c:v>
                </c:pt>
                <c:pt idx="5895">
                  <c:v>94267.64</c:v>
                </c:pt>
                <c:pt idx="5896">
                  <c:v>94283.29</c:v>
                </c:pt>
                <c:pt idx="5897">
                  <c:v>94298.93</c:v>
                </c:pt>
                <c:pt idx="5898">
                  <c:v>94314.57</c:v>
                </c:pt>
                <c:pt idx="5899">
                  <c:v>94330.21</c:v>
                </c:pt>
                <c:pt idx="5900">
                  <c:v>94345.86</c:v>
                </c:pt>
                <c:pt idx="5901">
                  <c:v>94361.5</c:v>
                </c:pt>
                <c:pt idx="5902">
                  <c:v>94377.14</c:v>
                </c:pt>
                <c:pt idx="5903">
                  <c:v>94392.79</c:v>
                </c:pt>
                <c:pt idx="5904">
                  <c:v>94408.43</c:v>
                </c:pt>
                <c:pt idx="5905">
                  <c:v>94424.07</c:v>
                </c:pt>
                <c:pt idx="5906">
                  <c:v>94439.71</c:v>
                </c:pt>
                <c:pt idx="5907">
                  <c:v>94455.360000000001</c:v>
                </c:pt>
                <c:pt idx="5908">
                  <c:v>94471</c:v>
                </c:pt>
                <c:pt idx="5909">
                  <c:v>94486.64</c:v>
                </c:pt>
                <c:pt idx="5910">
                  <c:v>94502.29</c:v>
                </c:pt>
                <c:pt idx="5911">
                  <c:v>94517.93</c:v>
                </c:pt>
                <c:pt idx="5912">
                  <c:v>94533.57</c:v>
                </c:pt>
                <c:pt idx="5913">
                  <c:v>94549.21</c:v>
                </c:pt>
                <c:pt idx="5914">
                  <c:v>94564.86</c:v>
                </c:pt>
                <c:pt idx="5915">
                  <c:v>94580.5</c:v>
                </c:pt>
                <c:pt idx="5916">
                  <c:v>94596.14</c:v>
                </c:pt>
                <c:pt idx="5917">
                  <c:v>94611.79</c:v>
                </c:pt>
                <c:pt idx="5918">
                  <c:v>94627.43</c:v>
                </c:pt>
                <c:pt idx="5919">
                  <c:v>94643.07</c:v>
                </c:pt>
                <c:pt idx="5920">
                  <c:v>94658.71</c:v>
                </c:pt>
                <c:pt idx="5921">
                  <c:v>94674.36</c:v>
                </c:pt>
                <c:pt idx="5922">
                  <c:v>94690</c:v>
                </c:pt>
                <c:pt idx="5923">
                  <c:v>94705.64</c:v>
                </c:pt>
                <c:pt idx="5924">
                  <c:v>94721.29</c:v>
                </c:pt>
                <c:pt idx="5925">
                  <c:v>94736.93</c:v>
                </c:pt>
                <c:pt idx="5926">
                  <c:v>94752.57</c:v>
                </c:pt>
                <c:pt idx="5927">
                  <c:v>94768.21</c:v>
                </c:pt>
                <c:pt idx="5928">
                  <c:v>94783.86</c:v>
                </c:pt>
                <c:pt idx="5929">
                  <c:v>94799.5</c:v>
                </c:pt>
                <c:pt idx="5930">
                  <c:v>94815.14</c:v>
                </c:pt>
                <c:pt idx="5931">
                  <c:v>94830.79</c:v>
                </c:pt>
                <c:pt idx="5932">
                  <c:v>94846.43</c:v>
                </c:pt>
                <c:pt idx="5933">
                  <c:v>94862.07</c:v>
                </c:pt>
                <c:pt idx="5934">
                  <c:v>94877.71</c:v>
                </c:pt>
                <c:pt idx="5935">
                  <c:v>94893.36</c:v>
                </c:pt>
                <c:pt idx="5936">
                  <c:v>94909</c:v>
                </c:pt>
                <c:pt idx="5937">
                  <c:v>94924.64</c:v>
                </c:pt>
                <c:pt idx="5938">
                  <c:v>94940.29</c:v>
                </c:pt>
                <c:pt idx="5939">
                  <c:v>94955.93</c:v>
                </c:pt>
                <c:pt idx="5940">
                  <c:v>94971.57</c:v>
                </c:pt>
                <c:pt idx="5941">
                  <c:v>94987.21</c:v>
                </c:pt>
                <c:pt idx="5942">
                  <c:v>95002.86</c:v>
                </c:pt>
                <c:pt idx="5943">
                  <c:v>95018.5</c:v>
                </c:pt>
                <c:pt idx="5944">
                  <c:v>95034.14</c:v>
                </c:pt>
                <c:pt idx="5945">
                  <c:v>95049.79</c:v>
                </c:pt>
                <c:pt idx="5946">
                  <c:v>95065.43</c:v>
                </c:pt>
                <c:pt idx="5947">
                  <c:v>95081.07</c:v>
                </c:pt>
                <c:pt idx="5948">
                  <c:v>95096.71</c:v>
                </c:pt>
                <c:pt idx="5949">
                  <c:v>95112.36</c:v>
                </c:pt>
                <c:pt idx="5950">
                  <c:v>95128</c:v>
                </c:pt>
                <c:pt idx="5951">
                  <c:v>95143.64</c:v>
                </c:pt>
                <c:pt idx="5952">
                  <c:v>95159.29</c:v>
                </c:pt>
                <c:pt idx="5953">
                  <c:v>95174.93</c:v>
                </c:pt>
                <c:pt idx="5954">
                  <c:v>95190.57</c:v>
                </c:pt>
                <c:pt idx="5955">
                  <c:v>95206.21</c:v>
                </c:pt>
                <c:pt idx="5956">
                  <c:v>95221.86</c:v>
                </c:pt>
                <c:pt idx="5957">
                  <c:v>95237.5</c:v>
                </c:pt>
                <c:pt idx="5958">
                  <c:v>95253.14</c:v>
                </c:pt>
                <c:pt idx="5959">
                  <c:v>95268.79</c:v>
                </c:pt>
                <c:pt idx="5960">
                  <c:v>95284.43</c:v>
                </c:pt>
                <c:pt idx="5961">
                  <c:v>95300.07</c:v>
                </c:pt>
                <c:pt idx="5962">
                  <c:v>95315.71</c:v>
                </c:pt>
                <c:pt idx="5963">
                  <c:v>95331.36</c:v>
                </c:pt>
                <c:pt idx="5964">
                  <c:v>95347</c:v>
                </c:pt>
                <c:pt idx="5965">
                  <c:v>95362.64</c:v>
                </c:pt>
                <c:pt idx="5966">
                  <c:v>95378.29</c:v>
                </c:pt>
                <c:pt idx="5967">
                  <c:v>95393.93</c:v>
                </c:pt>
                <c:pt idx="5968">
                  <c:v>95409.57</c:v>
                </c:pt>
                <c:pt idx="5969">
                  <c:v>95425.21</c:v>
                </c:pt>
                <c:pt idx="5970">
                  <c:v>95440.86</c:v>
                </c:pt>
                <c:pt idx="5971">
                  <c:v>95456.5</c:v>
                </c:pt>
                <c:pt idx="5972">
                  <c:v>95472.14</c:v>
                </c:pt>
                <c:pt idx="5973">
                  <c:v>95487.79</c:v>
                </c:pt>
                <c:pt idx="5974">
                  <c:v>95503.43</c:v>
                </c:pt>
                <c:pt idx="5975">
                  <c:v>95519.07</c:v>
                </c:pt>
                <c:pt idx="5976">
                  <c:v>95534.71</c:v>
                </c:pt>
                <c:pt idx="5977">
                  <c:v>95550.36</c:v>
                </c:pt>
                <c:pt idx="5978">
                  <c:v>95566</c:v>
                </c:pt>
                <c:pt idx="5979">
                  <c:v>95581.64</c:v>
                </c:pt>
                <c:pt idx="5980">
                  <c:v>95597.29</c:v>
                </c:pt>
                <c:pt idx="5981">
                  <c:v>95612.93</c:v>
                </c:pt>
                <c:pt idx="5982">
                  <c:v>95628.57</c:v>
                </c:pt>
                <c:pt idx="5983">
                  <c:v>95644.21</c:v>
                </c:pt>
                <c:pt idx="5984">
                  <c:v>95659.86</c:v>
                </c:pt>
                <c:pt idx="5985">
                  <c:v>95675.5</c:v>
                </c:pt>
                <c:pt idx="5986">
                  <c:v>95691.14</c:v>
                </c:pt>
                <c:pt idx="5987">
                  <c:v>95706.79</c:v>
                </c:pt>
                <c:pt idx="5988">
                  <c:v>95722.43</c:v>
                </c:pt>
                <c:pt idx="5989">
                  <c:v>95738.07</c:v>
                </c:pt>
                <c:pt idx="5990">
                  <c:v>95753.71</c:v>
                </c:pt>
                <c:pt idx="5991">
                  <c:v>95769.36</c:v>
                </c:pt>
                <c:pt idx="5992">
                  <c:v>95785</c:v>
                </c:pt>
                <c:pt idx="5993">
                  <c:v>95800.639999999999</c:v>
                </c:pt>
                <c:pt idx="5994">
                  <c:v>95816.29</c:v>
                </c:pt>
                <c:pt idx="5995">
                  <c:v>95831.93</c:v>
                </c:pt>
                <c:pt idx="5996">
                  <c:v>95847.57</c:v>
                </c:pt>
                <c:pt idx="5997">
                  <c:v>95863.21</c:v>
                </c:pt>
                <c:pt idx="5998">
                  <c:v>95878.86</c:v>
                </c:pt>
                <c:pt idx="5999">
                  <c:v>95894.5</c:v>
                </c:pt>
                <c:pt idx="6000">
                  <c:v>95910.14</c:v>
                </c:pt>
              </c:numCache>
            </c:numRef>
          </c:yVal>
          <c:smooth val="1"/>
        </c:ser>
        <c:ser>
          <c:idx val="0"/>
          <c:order val="1"/>
          <c:tx>
            <c:v>NWS, SH</c:v>
          </c:tx>
          <c:spPr>
            <a:ln w="28575">
              <a:solidFill>
                <a:srgbClr val="78A22F">
                  <a:alpha val="70000"/>
                </a:srgbClr>
              </a:solidFill>
              <a:prstDash val="solid"/>
            </a:ln>
          </c:spPr>
          <c:marker>
            <c:symbol val="none"/>
          </c:marker>
          <c:xVal>
            <c:numRef>
              <c:f>'Decomp of net income (Data)'!$A$2:$A$6002</c:f>
              <c:numCache>
                <c:formatCode>General</c:formatCode>
                <c:ptCount val="6001"/>
                <c:pt idx="0">
                  <c:v>0</c:v>
                </c:pt>
                <c:pt idx="1">
                  <c:v>26.07</c:v>
                </c:pt>
                <c:pt idx="2">
                  <c:v>52.14</c:v>
                </c:pt>
                <c:pt idx="3">
                  <c:v>78.209999999999994</c:v>
                </c:pt>
                <c:pt idx="4">
                  <c:v>104.29</c:v>
                </c:pt>
                <c:pt idx="5">
                  <c:v>130.36000000000001</c:v>
                </c:pt>
                <c:pt idx="6">
                  <c:v>156.43</c:v>
                </c:pt>
                <c:pt idx="7">
                  <c:v>182.5</c:v>
                </c:pt>
                <c:pt idx="8">
                  <c:v>208.57</c:v>
                </c:pt>
                <c:pt idx="9">
                  <c:v>234.64</c:v>
                </c:pt>
                <c:pt idx="10">
                  <c:v>260.70999999999998</c:v>
                </c:pt>
                <c:pt idx="11">
                  <c:v>286.79000000000002</c:v>
                </c:pt>
                <c:pt idx="12">
                  <c:v>312.86</c:v>
                </c:pt>
                <c:pt idx="13">
                  <c:v>338.93</c:v>
                </c:pt>
                <c:pt idx="14">
                  <c:v>365</c:v>
                </c:pt>
                <c:pt idx="15">
                  <c:v>391.07</c:v>
                </c:pt>
                <c:pt idx="16">
                  <c:v>417.14</c:v>
                </c:pt>
                <c:pt idx="17">
                  <c:v>443.21</c:v>
                </c:pt>
                <c:pt idx="18">
                  <c:v>469.29</c:v>
                </c:pt>
                <c:pt idx="19">
                  <c:v>495.36</c:v>
                </c:pt>
                <c:pt idx="20">
                  <c:v>521.42999999999995</c:v>
                </c:pt>
                <c:pt idx="21">
                  <c:v>547.5</c:v>
                </c:pt>
                <c:pt idx="22">
                  <c:v>573.57000000000005</c:v>
                </c:pt>
                <c:pt idx="23">
                  <c:v>599.64</c:v>
                </c:pt>
                <c:pt idx="24">
                  <c:v>625.71</c:v>
                </c:pt>
                <c:pt idx="25">
                  <c:v>651.79</c:v>
                </c:pt>
                <c:pt idx="26">
                  <c:v>677.86</c:v>
                </c:pt>
                <c:pt idx="27">
                  <c:v>703.93</c:v>
                </c:pt>
                <c:pt idx="28">
                  <c:v>730</c:v>
                </c:pt>
                <c:pt idx="29">
                  <c:v>756.07</c:v>
                </c:pt>
                <c:pt idx="30">
                  <c:v>782.14</c:v>
                </c:pt>
                <c:pt idx="31">
                  <c:v>808.21</c:v>
                </c:pt>
                <c:pt idx="32">
                  <c:v>834.29</c:v>
                </c:pt>
                <c:pt idx="33">
                  <c:v>860.36</c:v>
                </c:pt>
                <c:pt idx="34">
                  <c:v>886.43</c:v>
                </c:pt>
                <c:pt idx="35">
                  <c:v>912.5</c:v>
                </c:pt>
                <c:pt idx="36">
                  <c:v>938.57</c:v>
                </c:pt>
                <c:pt idx="37">
                  <c:v>964.64</c:v>
                </c:pt>
                <c:pt idx="38">
                  <c:v>990.71</c:v>
                </c:pt>
                <c:pt idx="39">
                  <c:v>1016.79</c:v>
                </c:pt>
                <c:pt idx="40">
                  <c:v>1042.8599999999999</c:v>
                </c:pt>
                <c:pt idx="41">
                  <c:v>1068.93</c:v>
                </c:pt>
                <c:pt idx="42">
                  <c:v>1095</c:v>
                </c:pt>
                <c:pt idx="43">
                  <c:v>1121.07</c:v>
                </c:pt>
                <c:pt idx="44">
                  <c:v>1147.1400000000001</c:v>
                </c:pt>
                <c:pt idx="45">
                  <c:v>1173.21</c:v>
                </c:pt>
                <c:pt idx="46">
                  <c:v>1199.29</c:v>
                </c:pt>
                <c:pt idx="47">
                  <c:v>1225.3599999999999</c:v>
                </c:pt>
                <c:pt idx="48">
                  <c:v>1251.43</c:v>
                </c:pt>
                <c:pt idx="49">
                  <c:v>1277.5</c:v>
                </c:pt>
                <c:pt idx="50">
                  <c:v>1303.57</c:v>
                </c:pt>
                <c:pt idx="51">
                  <c:v>1329.64</c:v>
                </c:pt>
                <c:pt idx="52">
                  <c:v>1355.71</c:v>
                </c:pt>
                <c:pt idx="53">
                  <c:v>1381.79</c:v>
                </c:pt>
                <c:pt idx="54">
                  <c:v>1407.86</c:v>
                </c:pt>
                <c:pt idx="55">
                  <c:v>1433.93</c:v>
                </c:pt>
                <c:pt idx="56">
                  <c:v>1460</c:v>
                </c:pt>
                <c:pt idx="57">
                  <c:v>1486.07</c:v>
                </c:pt>
                <c:pt idx="58">
                  <c:v>1512.14</c:v>
                </c:pt>
                <c:pt idx="59">
                  <c:v>1538.21</c:v>
                </c:pt>
                <c:pt idx="60">
                  <c:v>1564.29</c:v>
                </c:pt>
                <c:pt idx="61">
                  <c:v>1590.36</c:v>
                </c:pt>
                <c:pt idx="62">
                  <c:v>1616.43</c:v>
                </c:pt>
                <c:pt idx="63">
                  <c:v>1642.5</c:v>
                </c:pt>
                <c:pt idx="64">
                  <c:v>1668.57</c:v>
                </c:pt>
                <c:pt idx="65">
                  <c:v>1694.64</c:v>
                </c:pt>
                <c:pt idx="66">
                  <c:v>1720.71</c:v>
                </c:pt>
                <c:pt idx="67">
                  <c:v>1746.79</c:v>
                </c:pt>
                <c:pt idx="68">
                  <c:v>1772.86</c:v>
                </c:pt>
                <c:pt idx="69">
                  <c:v>1798.93</c:v>
                </c:pt>
                <c:pt idx="70">
                  <c:v>1825</c:v>
                </c:pt>
                <c:pt idx="71">
                  <c:v>1851.07</c:v>
                </c:pt>
                <c:pt idx="72">
                  <c:v>1877.14</c:v>
                </c:pt>
                <c:pt idx="73">
                  <c:v>1903.21</c:v>
                </c:pt>
                <c:pt idx="74">
                  <c:v>1929.29</c:v>
                </c:pt>
                <c:pt idx="75">
                  <c:v>1955.36</c:v>
                </c:pt>
                <c:pt idx="76">
                  <c:v>1981.43</c:v>
                </c:pt>
                <c:pt idx="77">
                  <c:v>2007.5</c:v>
                </c:pt>
                <c:pt idx="78">
                  <c:v>2033.57</c:v>
                </c:pt>
                <c:pt idx="79">
                  <c:v>2059.64</c:v>
                </c:pt>
                <c:pt idx="80">
                  <c:v>2085.71</c:v>
                </c:pt>
                <c:pt idx="81">
                  <c:v>2111.79</c:v>
                </c:pt>
                <c:pt idx="82">
                  <c:v>2137.86</c:v>
                </c:pt>
                <c:pt idx="83">
                  <c:v>2163.9299999999998</c:v>
                </c:pt>
                <c:pt idx="84">
                  <c:v>2190</c:v>
                </c:pt>
                <c:pt idx="85">
                  <c:v>2216.0700000000002</c:v>
                </c:pt>
                <c:pt idx="86">
                  <c:v>2242.14</c:v>
                </c:pt>
                <c:pt idx="87">
                  <c:v>2268.21</c:v>
                </c:pt>
                <c:pt idx="88">
                  <c:v>2294.29</c:v>
                </c:pt>
                <c:pt idx="89">
                  <c:v>2320.36</c:v>
                </c:pt>
                <c:pt idx="90">
                  <c:v>2346.4299999999998</c:v>
                </c:pt>
                <c:pt idx="91">
                  <c:v>2372.5</c:v>
                </c:pt>
                <c:pt idx="92">
                  <c:v>2398.5700000000002</c:v>
                </c:pt>
                <c:pt idx="93">
                  <c:v>2424.64</c:v>
                </c:pt>
                <c:pt idx="94">
                  <c:v>2450.71</c:v>
                </c:pt>
                <c:pt idx="95">
                  <c:v>2476.79</c:v>
                </c:pt>
                <c:pt idx="96">
                  <c:v>2502.86</c:v>
                </c:pt>
                <c:pt idx="97">
                  <c:v>2528.9299999999998</c:v>
                </c:pt>
                <c:pt idx="98">
                  <c:v>2555</c:v>
                </c:pt>
                <c:pt idx="99">
                  <c:v>2581.0700000000002</c:v>
                </c:pt>
                <c:pt idx="100">
                  <c:v>2607.14</c:v>
                </c:pt>
                <c:pt idx="101">
                  <c:v>2633.21</c:v>
                </c:pt>
                <c:pt idx="102">
                  <c:v>2659.29</c:v>
                </c:pt>
                <c:pt idx="103">
                  <c:v>2685.36</c:v>
                </c:pt>
                <c:pt idx="104">
                  <c:v>2711.43</c:v>
                </c:pt>
                <c:pt idx="105">
                  <c:v>2737.5</c:v>
                </c:pt>
                <c:pt idx="106">
                  <c:v>2763.57</c:v>
                </c:pt>
                <c:pt idx="107">
                  <c:v>2789.64</c:v>
                </c:pt>
                <c:pt idx="108">
                  <c:v>2815.71</c:v>
                </c:pt>
                <c:pt idx="109">
                  <c:v>2841.79</c:v>
                </c:pt>
                <c:pt idx="110">
                  <c:v>2867.86</c:v>
                </c:pt>
                <c:pt idx="111">
                  <c:v>2893.93</c:v>
                </c:pt>
                <c:pt idx="112">
                  <c:v>2920</c:v>
                </c:pt>
                <c:pt idx="113">
                  <c:v>2946.07</c:v>
                </c:pt>
                <c:pt idx="114">
                  <c:v>2972.14</c:v>
                </c:pt>
                <c:pt idx="115">
                  <c:v>2998.21</c:v>
                </c:pt>
                <c:pt idx="116">
                  <c:v>3024.29</c:v>
                </c:pt>
                <c:pt idx="117">
                  <c:v>3050.36</c:v>
                </c:pt>
                <c:pt idx="118">
                  <c:v>3076.43</c:v>
                </c:pt>
                <c:pt idx="119">
                  <c:v>3102.5</c:v>
                </c:pt>
                <c:pt idx="120">
                  <c:v>3128.57</c:v>
                </c:pt>
                <c:pt idx="121">
                  <c:v>3154.64</c:v>
                </c:pt>
                <c:pt idx="122">
                  <c:v>3180.71</c:v>
                </c:pt>
                <c:pt idx="123">
                  <c:v>3206.79</c:v>
                </c:pt>
                <c:pt idx="124">
                  <c:v>3232.86</c:v>
                </c:pt>
                <c:pt idx="125">
                  <c:v>3258.93</c:v>
                </c:pt>
                <c:pt idx="126">
                  <c:v>3285</c:v>
                </c:pt>
                <c:pt idx="127">
                  <c:v>3311.07</c:v>
                </c:pt>
                <c:pt idx="128">
                  <c:v>3337.14</c:v>
                </c:pt>
                <c:pt idx="129">
                  <c:v>3363.21</c:v>
                </c:pt>
                <c:pt idx="130">
                  <c:v>3389.29</c:v>
                </c:pt>
                <c:pt idx="131">
                  <c:v>3415.36</c:v>
                </c:pt>
                <c:pt idx="132">
                  <c:v>3441.43</c:v>
                </c:pt>
                <c:pt idx="133">
                  <c:v>3467.5</c:v>
                </c:pt>
                <c:pt idx="134">
                  <c:v>3493.57</c:v>
                </c:pt>
                <c:pt idx="135">
                  <c:v>3519.64</c:v>
                </c:pt>
                <c:pt idx="136">
                  <c:v>3545.71</c:v>
                </c:pt>
                <c:pt idx="137">
                  <c:v>3571.79</c:v>
                </c:pt>
                <c:pt idx="138">
                  <c:v>3597.86</c:v>
                </c:pt>
                <c:pt idx="139">
                  <c:v>3623.93</c:v>
                </c:pt>
                <c:pt idx="140">
                  <c:v>3650</c:v>
                </c:pt>
                <c:pt idx="141">
                  <c:v>3676.07</c:v>
                </c:pt>
                <c:pt idx="142">
                  <c:v>3702.14</c:v>
                </c:pt>
                <c:pt idx="143">
                  <c:v>3728.21</c:v>
                </c:pt>
                <c:pt idx="144">
                  <c:v>3754.29</c:v>
                </c:pt>
                <c:pt idx="145">
                  <c:v>3780.36</c:v>
                </c:pt>
                <c:pt idx="146">
                  <c:v>3806.43</c:v>
                </c:pt>
                <c:pt idx="147">
                  <c:v>3832.5</c:v>
                </c:pt>
                <c:pt idx="148">
                  <c:v>3858.57</c:v>
                </c:pt>
                <c:pt idx="149">
                  <c:v>3884.64</c:v>
                </c:pt>
                <c:pt idx="150">
                  <c:v>3910.71</c:v>
                </c:pt>
                <c:pt idx="151">
                  <c:v>3936.79</c:v>
                </c:pt>
                <c:pt idx="152">
                  <c:v>3962.86</c:v>
                </c:pt>
                <c:pt idx="153">
                  <c:v>3988.93</c:v>
                </c:pt>
                <c:pt idx="154">
                  <c:v>4015</c:v>
                </c:pt>
                <c:pt idx="155">
                  <c:v>4041.07</c:v>
                </c:pt>
                <c:pt idx="156">
                  <c:v>4067.14</c:v>
                </c:pt>
                <c:pt idx="157">
                  <c:v>4093.21</c:v>
                </c:pt>
                <c:pt idx="158">
                  <c:v>4119.29</c:v>
                </c:pt>
                <c:pt idx="159">
                  <c:v>4145.3599999999997</c:v>
                </c:pt>
                <c:pt idx="160">
                  <c:v>4171.43</c:v>
                </c:pt>
                <c:pt idx="161">
                  <c:v>4197.5</c:v>
                </c:pt>
                <c:pt idx="162">
                  <c:v>4223.57</c:v>
                </c:pt>
                <c:pt idx="163">
                  <c:v>4249.6400000000003</c:v>
                </c:pt>
                <c:pt idx="164">
                  <c:v>4275.71</c:v>
                </c:pt>
                <c:pt idx="165">
                  <c:v>4301.79</c:v>
                </c:pt>
                <c:pt idx="166">
                  <c:v>4327.8599999999997</c:v>
                </c:pt>
                <c:pt idx="167">
                  <c:v>4353.93</c:v>
                </c:pt>
                <c:pt idx="168">
                  <c:v>4380</c:v>
                </c:pt>
                <c:pt idx="169">
                  <c:v>4406.07</c:v>
                </c:pt>
                <c:pt idx="170">
                  <c:v>4432.1400000000003</c:v>
                </c:pt>
                <c:pt idx="171">
                  <c:v>4458.21</c:v>
                </c:pt>
                <c:pt idx="172">
                  <c:v>4484.29</c:v>
                </c:pt>
                <c:pt idx="173">
                  <c:v>4510.3599999999997</c:v>
                </c:pt>
                <c:pt idx="174">
                  <c:v>4536.43</c:v>
                </c:pt>
                <c:pt idx="175">
                  <c:v>4562.5</c:v>
                </c:pt>
                <c:pt idx="176">
                  <c:v>4588.57</c:v>
                </c:pt>
                <c:pt idx="177">
                  <c:v>4614.6400000000003</c:v>
                </c:pt>
                <c:pt idx="178">
                  <c:v>4640.71</c:v>
                </c:pt>
                <c:pt idx="179">
                  <c:v>4666.79</c:v>
                </c:pt>
                <c:pt idx="180">
                  <c:v>4692.8599999999997</c:v>
                </c:pt>
                <c:pt idx="181">
                  <c:v>4718.93</c:v>
                </c:pt>
                <c:pt idx="182">
                  <c:v>4745</c:v>
                </c:pt>
                <c:pt idx="183">
                  <c:v>4771.07</c:v>
                </c:pt>
                <c:pt idx="184">
                  <c:v>4797.1400000000003</c:v>
                </c:pt>
                <c:pt idx="185">
                  <c:v>4823.21</c:v>
                </c:pt>
                <c:pt idx="186">
                  <c:v>4849.29</c:v>
                </c:pt>
                <c:pt idx="187">
                  <c:v>4875.3599999999997</c:v>
                </c:pt>
                <c:pt idx="188">
                  <c:v>4901.43</c:v>
                </c:pt>
                <c:pt idx="189">
                  <c:v>4927.5</c:v>
                </c:pt>
                <c:pt idx="190">
                  <c:v>4953.57</c:v>
                </c:pt>
                <c:pt idx="191">
                  <c:v>4979.6400000000003</c:v>
                </c:pt>
                <c:pt idx="192">
                  <c:v>5005.71</c:v>
                </c:pt>
                <c:pt idx="193">
                  <c:v>5031.79</c:v>
                </c:pt>
                <c:pt idx="194">
                  <c:v>5057.8599999999997</c:v>
                </c:pt>
                <c:pt idx="195">
                  <c:v>5083.93</c:v>
                </c:pt>
                <c:pt idx="196">
                  <c:v>5110</c:v>
                </c:pt>
                <c:pt idx="197">
                  <c:v>5136.07</c:v>
                </c:pt>
                <c:pt idx="198">
                  <c:v>5162.1400000000003</c:v>
                </c:pt>
                <c:pt idx="199">
                  <c:v>5188.21</c:v>
                </c:pt>
                <c:pt idx="200">
                  <c:v>5214.29</c:v>
                </c:pt>
                <c:pt idx="201">
                  <c:v>5240.3599999999997</c:v>
                </c:pt>
                <c:pt idx="202">
                  <c:v>5266.43</c:v>
                </c:pt>
                <c:pt idx="203">
                  <c:v>5292.5</c:v>
                </c:pt>
                <c:pt idx="204">
                  <c:v>5318.57</c:v>
                </c:pt>
                <c:pt idx="205">
                  <c:v>5344.64</c:v>
                </c:pt>
                <c:pt idx="206">
                  <c:v>5370.71</c:v>
                </c:pt>
                <c:pt idx="207">
                  <c:v>5396.79</c:v>
                </c:pt>
                <c:pt idx="208">
                  <c:v>5422.86</c:v>
                </c:pt>
                <c:pt idx="209">
                  <c:v>5448.93</c:v>
                </c:pt>
                <c:pt idx="210">
                  <c:v>5475</c:v>
                </c:pt>
                <c:pt idx="211">
                  <c:v>5501.07</c:v>
                </c:pt>
                <c:pt idx="212">
                  <c:v>5527.14</c:v>
                </c:pt>
                <c:pt idx="213">
                  <c:v>5553.21</c:v>
                </c:pt>
                <c:pt idx="214">
                  <c:v>5579.29</c:v>
                </c:pt>
                <c:pt idx="215">
                  <c:v>5605.36</c:v>
                </c:pt>
                <c:pt idx="216">
                  <c:v>5631.43</c:v>
                </c:pt>
                <c:pt idx="217">
                  <c:v>5657.5</c:v>
                </c:pt>
                <c:pt idx="218">
                  <c:v>5683.57</c:v>
                </c:pt>
                <c:pt idx="219">
                  <c:v>5709.64</c:v>
                </c:pt>
                <c:pt idx="220">
                  <c:v>5735.71</c:v>
                </c:pt>
                <c:pt idx="221">
                  <c:v>5761.79</c:v>
                </c:pt>
                <c:pt idx="222">
                  <c:v>5787.86</c:v>
                </c:pt>
                <c:pt idx="223">
                  <c:v>5813.93</c:v>
                </c:pt>
                <c:pt idx="224">
                  <c:v>5840</c:v>
                </c:pt>
                <c:pt idx="225">
                  <c:v>5866.07</c:v>
                </c:pt>
                <c:pt idx="226">
                  <c:v>5892.14</c:v>
                </c:pt>
                <c:pt idx="227">
                  <c:v>5918.21</c:v>
                </c:pt>
                <c:pt idx="228">
                  <c:v>5944.29</c:v>
                </c:pt>
                <c:pt idx="229">
                  <c:v>5970.36</c:v>
                </c:pt>
                <c:pt idx="230">
                  <c:v>5996.43</c:v>
                </c:pt>
                <c:pt idx="231">
                  <c:v>6022.5</c:v>
                </c:pt>
                <c:pt idx="232">
                  <c:v>6048.57</c:v>
                </c:pt>
                <c:pt idx="233">
                  <c:v>6074.64</c:v>
                </c:pt>
                <c:pt idx="234">
                  <c:v>6100.71</c:v>
                </c:pt>
                <c:pt idx="235">
                  <c:v>6126.79</c:v>
                </c:pt>
                <c:pt idx="236">
                  <c:v>6152.86</c:v>
                </c:pt>
                <c:pt idx="237">
                  <c:v>6178.93</c:v>
                </c:pt>
                <c:pt idx="238">
                  <c:v>6205</c:v>
                </c:pt>
                <c:pt idx="239">
                  <c:v>6231.07</c:v>
                </c:pt>
                <c:pt idx="240">
                  <c:v>6257.14</c:v>
                </c:pt>
                <c:pt idx="241">
                  <c:v>6283.21</c:v>
                </c:pt>
                <c:pt idx="242">
                  <c:v>6309.29</c:v>
                </c:pt>
                <c:pt idx="243">
                  <c:v>6335.36</c:v>
                </c:pt>
                <c:pt idx="244">
                  <c:v>6361.43</c:v>
                </c:pt>
                <c:pt idx="245">
                  <c:v>6387.5</c:v>
                </c:pt>
                <c:pt idx="246">
                  <c:v>6413.57</c:v>
                </c:pt>
                <c:pt idx="247">
                  <c:v>6439.64</c:v>
                </c:pt>
                <c:pt idx="248">
                  <c:v>6465.71</c:v>
                </c:pt>
                <c:pt idx="249">
                  <c:v>6491.79</c:v>
                </c:pt>
                <c:pt idx="250">
                  <c:v>6517.86</c:v>
                </c:pt>
                <c:pt idx="251">
                  <c:v>6543.93</c:v>
                </c:pt>
                <c:pt idx="252">
                  <c:v>6570</c:v>
                </c:pt>
                <c:pt idx="253">
                  <c:v>6596.07</c:v>
                </c:pt>
                <c:pt idx="254">
                  <c:v>6622.14</c:v>
                </c:pt>
                <c:pt idx="255">
                  <c:v>6648.21</c:v>
                </c:pt>
                <c:pt idx="256">
                  <c:v>6674.29</c:v>
                </c:pt>
                <c:pt idx="257">
                  <c:v>6700.36</c:v>
                </c:pt>
                <c:pt idx="258">
                  <c:v>6726.43</c:v>
                </c:pt>
                <c:pt idx="259">
                  <c:v>6752.5</c:v>
                </c:pt>
                <c:pt idx="260">
                  <c:v>6778.57</c:v>
                </c:pt>
                <c:pt idx="261">
                  <c:v>6804.64</c:v>
                </c:pt>
                <c:pt idx="262">
                  <c:v>6830.71</c:v>
                </c:pt>
                <c:pt idx="263">
                  <c:v>6856.79</c:v>
                </c:pt>
                <c:pt idx="264">
                  <c:v>6882.86</c:v>
                </c:pt>
                <c:pt idx="265">
                  <c:v>6908.93</c:v>
                </c:pt>
                <c:pt idx="266">
                  <c:v>6935</c:v>
                </c:pt>
                <c:pt idx="267">
                  <c:v>6961.07</c:v>
                </c:pt>
                <c:pt idx="268">
                  <c:v>6987.14</c:v>
                </c:pt>
                <c:pt idx="269">
                  <c:v>7013.21</c:v>
                </c:pt>
                <c:pt idx="270">
                  <c:v>7039.29</c:v>
                </c:pt>
                <c:pt idx="271">
                  <c:v>7065.36</c:v>
                </c:pt>
                <c:pt idx="272">
                  <c:v>7091.43</c:v>
                </c:pt>
                <c:pt idx="273">
                  <c:v>7117.5</c:v>
                </c:pt>
                <c:pt idx="274">
                  <c:v>7143.57</c:v>
                </c:pt>
                <c:pt idx="275">
                  <c:v>7169.64</c:v>
                </c:pt>
                <c:pt idx="276">
                  <c:v>7195.71</c:v>
                </c:pt>
                <c:pt idx="277">
                  <c:v>7221.79</c:v>
                </c:pt>
                <c:pt idx="278">
                  <c:v>7247.86</c:v>
                </c:pt>
                <c:pt idx="279">
                  <c:v>7273.93</c:v>
                </c:pt>
                <c:pt idx="280">
                  <c:v>7300</c:v>
                </c:pt>
                <c:pt idx="281">
                  <c:v>7326.07</c:v>
                </c:pt>
                <c:pt idx="282">
                  <c:v>7352.14</c:v>
                </c:pt>
                <c:pt idx="283">
                  <c:v>7378.21</c:v>
                </c:pt>
                <c:pt idx="284">
                  <c:v>7404.29</c:v>
                </c:pt>
                <c:pt idx="285">
                  <c:v>7430.36</c:v>
                </c:pt>
                <c:pt idx="286">
                  <c:v>7456.43</c:v>
                </c:pt>
                <c:pt idx="287">
                  <c:v>7482.5</c:v>
                </c:pt>
                <c:pt idx="288">
                  <c:v>7508.57</c:v>
                </c:pt>
                <c:pt idx="289">
                  <c:v>7534.64</c:v>
                </c:pt>
                <c:pt idx="290">
                  <c:v>7560.71</c:v>
                </c:pt>
                <c:pt idx="291">
                  <c:v>7586.79</c:v>
                </c:pt>
                <c:pt idx="292">
                  <c:v>7612.86</c:v>
                </c:pt>
                <c:pt idx="293">
                  <c:v>7638.93</c:v>
                </c:pt>
                <c:pt idx="294">
                  <c:v>7665</c:v>
                </c:pt>
                <c:pt idx="295">
                  <c:v>7691.07</c:v>
                </c:pt>
                <c:pt idx="296">
                  <c:v>7717.14</c:v>
                </c:pt>
                <c:pt idx="297">
                  <c:v>7743.21</c:v>
                </c:pt>
                <c:pt idx="298">
                  <c:v>7769.29</c:v>
                </c:pt>
                <c:pt idx="299">
                  <c:v>7795.36</c:v>
                </c:pt>
                <c:pt idx="300">
                  <c:v>7821.43</c:v>
                </c:pt>
                <c:pt idx="301">
                  <c:v>7847.5</c:v>
                </c:pt>
                <c:pt idx="302">
                  <c:v>7873.57</c:v>
                </c:pt>
                <c:pt idx="303">
                  <c:v>7899.64</c:v>
                </c:pt>
                <c:pt idx="304">
                  <c:v>7925.71</c:v>
                </c:pt>
                <c:pt idx="305">
                  <c:v>7951.79</c:v>
                </c:pt>
                <c:pt idx="306">
                  <c:v>7977.86</c:v>
                </c:pt>
                <c:pt idx="307">
                  <c:v>8003.93</c:v>
                </c:pt>
                <c:pt idx="308">
                  <c:v>8030</c:v>
                </c:pt>
                <c:pt idx="309">
                  <c:v>8056.07</c:v>
                </c:pt>
                <c:pt idx="310">
                  <c:v>8082.14</c:v>
                </c:pt>
                <c:pt idx="311">
                  <c:v>8108.21</c:v>
                </c:pt>
                <c:pt idx="312">
                  <c:v>8134.29</c:v>
                </c:pt>
                <c:pt idx="313">
                  <c:v>8160.36</c:v>
                </c:pt>
                <c:pt idx="314">
                  <c:v>8186.43</c:v>
                </c:pt>
                <c:pt idx="315">
                  <c:v>8212.5</c:v>
                </c:pt>
                <c:pt idx="316">
                  <c:v>8238.57</c:v>
                </c:pt>
                <c:pt idx="317">
                  <c:v>8264.64</c:v>
                </c:pt>
                <c:pt idx="318">
                  <c:v>8290.7099999999991</c:v>
                </c:pt>
                <c:pt idx="319">
                  <c:v>8316.7900000000009</c:v>
                </c:pt>
                <c:pt idx="320">
                  <c:v>8342.86</c:v>
                </c:pt>
                <c:pt idx="321">
                  <c:v>8368.93</c:v>
                </c:pt>
                <c:pt idx="322">
                  <c:v>8395</c:v>
                </c:pt>
                <c:pt idx="323">
                  <c:v>8421.07</c:v>
                </c:pt>
                <c:pt idx="324">
                  <c:v>8447.14</c:v>
                </c:pt>
                <c:pt idx="325">
                  <c:v>8473.2099999999991</c:v>
                </c:pt>
                <c:pt idx="326">
                  <c:v>8499.2900000000009</c:v>
                </c:pt>
                <c:pt idx="327">
                  <c:v>8525.36</c:v>
                </c:pt>
                <c:pt idx="328">
                  <c:v>8551.43</c:v>
                </c:pt>
                <c:pt idx="329">
                  <c:v>8577.5</c:v>
                </c:pt>
                <c:pt idx="330">
                  <c:v>8603.57</c:v>
                </c:pt>
                <c:pt idx="331">
                  <c:v>8629.64</c:v>
                </c:pt>
                <c:pt idx="332">
                  <c:v>8655.7099999999991</c:v>
                </c:pt>
                <c:pt idx="333">
                  <c:v>8681.7900000000009</c:v>
                </c:pt>
                <c:pt idx="334">
                  <c:v>8707.86</c:v>
                </c:pt>
                <c:pt idx="335">
                  <c:v>8733.93</c:v>
                </c:pt>
                <c:pt idx="336">
                  <c:v>8760</c:v>
                </c:pt>
                <c:pt idx="337">
                  <c:v>8786.07</c:v>
                </c:pt>
                <c:pt idx="338">
                  <c:v>8812.14</c:v>
                </c:pt>
                <c:pt idx="339">
                  <c:v>8838.2099999999991</c:v>
                </c:pt>
                <c:pt idx="340">
                  <c:v>8864.2900000000009</c:v>
                </c:pt>
                <c:pt idx="341">
                  <c:v>8890.36</c:v>
                </c:pt>
                <c:pt idx="342">
                  <c:v>8916.43</c:v>
                </c:pt>
                <c:pt idx="343">
                  <c:v>8942.5</c:v>
                </c:pt>
                <c:pt idx="344">
                  <c:v>8968.57</c:v>
                </c:pt>
                <c:pt idx="345">
                  <c:v>8994.64</c:v>
                </c:pt>
                <c:pt idx="346">
                  <c:v>9020.7099999999991</c:v>
                </c:pt>
                <c:pt idx="347">
                  <c:v>9046.7900000000009</c:v>
                </c:pt>
                <c:pt idx="348">
                  <c:v>9072.86</c:v>
                </c:pt>
                <c:pt idx="349">
                  <c:v>9098.93</c:v>
                </c:pt>
                <c:pt idx="350">
                  <c:v>9125</c:v>
                </c:pt>
                <c:pt idx="351">
                  <c:v>9151.07</c:v>
                </c:pt>
                <c:pt idx="352">
                  <c:v>9177.14</c:v>
                </c:pt>
                <c:pt idx="353">
                  <c:v>9203.2099999999991</c:v>
                </c:pt>
                <c:pt idx="354">
                  <c:v>9229.2900000000009</c:v>
                </c:pt>
                <c:pt idx="355">
                  <c:v>9255.36</c:v>
                </c:pt>
                <c:pt idx="356">
                  <c:v>9281.43</c:v>
                </c:pt>
                <c:pt idx="357">
                  <c:v>9307.5</c:v>
                </c:pt>
                <c:pt idx="358">
                  <c:v>9333.57</c:v>
                </c:pt>
                <c:pt idx="359">
                  <c:v>9359.64</c:v>
                </c:pt>
                <c:pt idx="360">
                  <c:v>9385.7099999999991</c:v>
                </c:pt>
                <c:pt idx="361">
                  <c:v>9411.7900000000009</c:v>
                </c:pt>
                <c:pt idx="362">
                  <c:v>9437.86</c:v>
                </c:pt>
                <c:pt idx="363">
                  <c:v>9463.93</c:v>
                </c:pt>
                <c:pt idx="364">
                  <c:v>9490</c:v>
                </c:pt>
                <c:pt idx="365">
                  <c:v>9516.07</c:v>
                </c:pt>
                <c:pt idx="366">
                  <c:v>9542.14</c:v>
                </c:pt>
                <c:pt idx="367">
                  <c:v>9568.2099999999991</c:v>
                </c:pt>
                <c:pt idx="368">
                  <c:v>9594.2900000000009</c:v>
                </c:pt>
                <c:pt idx="369">
                  <c:v>9620.36</c:v>
                </c:pt>
                <c:pt idx="370">
                  <c:v>9646.43</c:v>
                </c:pt>
                <c:pt idx="371">
                  <c:v>9672.5</c:v>
                </c:pt>
                <c:pt idx="372">
                  <c:v>9698.57</c:v>
                </c:pt>
                <c:pt idx="373">
                  <c:v>9724.64</c:v>
                </c:pt>
                <c:pt idx="374">
                  <c:v>9750.7099999999991</c:v>
                </c:pt>
                <c:pt idx="375">
                  <c:v>9776.7900000000009</c:v>
                </c:pt>
                <c:pt idx="376">
                  <c:v>9802.86</c:v>
                </c:pt>
                <c:pt idx="377">
                  <c:v>9828.93</c:v>
                </c:pt>
                <c:pt idx="378">
                  <c:v>9855</c:v>
                </c:pt>
                <c:pt idx="379">
                  <c:v>9881.07</c:v>
                </c:pt>
                <c:pt idx="380">
                  <c:v>9907.14</c:v>
                </c:pt>
                <c:pt idx="381">
                  <c:v>9933.2099999999991</c:v>
                </c:pt>
                <c:pt idx="382">
                  <c:v>9959.2900000000009</c:v>
                </c:pt>
                <c:pt idx="383">
                  <c:v>9985.36</c:v>
                </c:pt>
                <c:pt idx="384">
                  <c:v>10011.43</c:v>
                </c:pt>
                <c:pt idx="385">
                  <c:v>10037.5</c:v>
                </c:pt>
                <c:pt idx="386">
                  <c:v>10063.57</c:v>
                </c:pt>
                <c:pt idx="387">
                  <c:v>10089.64</c:v>
                </c:pt>
                <c:pt idx="388">
                  <c:v>10115.709999999999</c:v>
                </c:pt>
                <c:pt idx="389">
                  <c:v>10141.790000000001</c:v>
                </c:pt>
                <c:pt idx="390">
                  <c:v>10167.86</c:v>
                </c:pt>
                <c:pt idx="391">
                  <c:v>10193.93</c:v>
                </c:pt>
                <c:pt idx="392">
                  <c:v>10220</c:v>
                </c:pt>
                <c:pt idx="393">
                  <c:v>10246.07</c:v>
                </c:pt>
                <c:pt idx="394">
                  <c:v>10272.14</c:v>
                </c:pt>
                <c:pt idx="395">
                  <c:v>10298.209999999999</c:v>
                </c:pt>
                <c:pt idx="396">
                  <c:v>10324.290000000001</c:v>
                </c:pt>
                <c:pt idx="397">
                  <c:v>10350.36</c:v>
                </c:pt>
                <c:pt idx="398">
                  <c:v>10376.43</c:v>
                </c:pt>
                <c:pt idx="399">
                  <c:v>10402.5</c:v>
                </c:pt>
                <c:pt idx="400">
                  <c:v>10428.57</c:v>
                </c:pt>
                <c:pt idx="401">
                  <c:v>10454.64</c:v>
                </c:pt>
                <c:pt idx="402">
                  <c:v>10480.709999999999</c:v>
                </c:pt>
                <c:pt idx="403">
                  <c:v>10506.79</c:v>
                </c:pt>
                <c:pt idx="404">
                  <c:v>10532.86</c:v>
                </c:pt>
                <c:pt idx="405">
                  <c:v>10558.93</c:v>
                </c:pt>
                <c:pt idx="406">
                  <c:v>10585</c:v>
                </c:pt>
                <c:pt idx="407">
                  <c:v>10611.07</c:v>
                </c:pt>
                <c:pt idx="408">
                  <c:v>10637.14</c:v>
                </c:pt>
                <c:pt idx="409">
                  <c:v>10663.21</c:v>
                </c:pt>
                <c:pt idx="410">
                  <c:v>10689.29</c:v>
                </c:pt>
                <c:pt idx="411">
                  <c:v>10715.36</c:v>
                </c:pt>
                <c:pt idx="412">
                  <c:v>10741.43</c:v>
                </c:pt>
                <c:pt idx="413">
                  <c:v>10767.5</c:v>
                </c:pt>
                <c:pt idx="414">
                  <c:v>10793.57</c:v>
                </c:pt>
                <c:pt idx="415">
                  <c:v>10819.64</c:v>
                </c:pt>
                <c:pt idx="416">
                  <c:v>10845.71</c:v>
                </c:pt>
                <c:pt idx="417">
                  <c:v>10871.79</c:v>
                </c:pt>
                <c:pt idx="418">
                  <c:v>10897.86</c:v>
                </c:pt>
                <c:pt idx="419">
                  <c:v>10923.93</c:v>
                </c:pt>
                <c:pt idx="420">
                  <c:v>10950</c:v>
                </c:pt>
                <c:pt idx="421">
                  <c:v>10976.07</c:v>
                </c:pt>
                <c:pt idx="422">
                  <c:v>11002.14</c:v>
                </c:pt>
                <c:pt idx="423">
                  <c:v>11028.21</c:v>
                </c:pt>
                <c:pt idx="424">
                  <c:v>11054.29</c:v>
                </c:pt>
                <c:pt idx="425">
                  <c:v>11080.36</c:v>
                </c:pt>
                <c:pt idx="426">
                  <c:v>11106.43</c:v>
                </c:pt>
                <c:pt idx="427">
                  <c:v>11132.5</c:v>
                </c:pt>
                <c:pt idx="428">
                  <c:v>11158.57</c:v>
                </c:pt>
                <c:pt idx="429">
                  <c:v>11184.64</c:v>
                </c:pt>
                <c:pt idx="430">
                  <c:v>11210.71</c:v>
                </c:pt>
                <c:pt idx="431">
                  <c:v>11236.79</c:v>
                </c:pt>
                <c:pt idx="432">
                  <c:v>11262.86</c:v>
                </c:pt>
                <c:pt idx="433">
                  <c:v>11288.93</c:v>
                </c:pt>
                <c:pt idx="434">
                  <c:v>11315</c:v>
                </c:pt>
                <c:pt idx="435">
                  <c:v>11341.07</c:v>
                </c:pt>
                <c:pt idx="436">
                  <c:v>11367.14</c:v>
                </c:pt>
                <c:pt idx="437">
                  <c:v>11393.21</c:v>
                </c:pt>
                <c:pt idx="438">
                  <c:v>11419.29</c:v>
                </c:pt>
                <c:pt idx="439">
                  <c:v>11445.36</c:v>
                </c:pt>
                <c:pt idx="440">
                  <c:v>11471.43</c:v>
                </c:pt>
                <c:pt idx="441">
                  <c:v>11497.5</c:v>
                </c:pt>
                <c:pt idx="442">
                  <c:v>11523.57</c:v>
                </c:pt>
                <c:pt idx="443">
                  <c:v>11549.64</c:v>
                </c:pt>
                <c:pt idx="444">
                  <c:v>11575.71</c:v>
                </c:pt>
                <c:pt idx="445">
                  <c:v>11601.79</c:v>
                </c:pt>
                <c:pt idx="446">
                  <c:v>11627.86</c:v>
                </c:pt>
                <c:pt idx="447">
                  <c:v>11653.93</c:v>
                </c:pt>
                <c:pt idx="448">
                  <c:v>11680</c:v>
                </c:pt>
                <c:pt idx="449">
                  <c:v>11706.07</c:v>
                </c:pt>
                <c:pt idx="450">
                  <c:v>11732.14</c:v>
                </c:pt>
                <c:pt idx="451">
                  <c:v>11758.21</c:v>
                </c:pt>
                <c:pt idx="452">
                  <c:v>11784.29</c:v>
                </c:pt>
                <c:pt idx="453">
                  <c:v>11810.36</c:v>
                </c:pt>
                <c:pt idx="454">
                  <c:v>11836.43</c:v>
                </c:pt>
                <c:pt idx="455">
                  <c:v>11862.5</c:v>
                </c:pt>
                <c:pt idx="456">
                  <c:v>11888.57</c:v>
                </c:pt>
                <c:pt idx="457">
                  <c:v>11914.64</c:v>
                </c:pt>
                <c:pt idx="458">
                  <c:v>11940.71</c:v>
                </c:pt>
                <c:pt idx="459">
                  <c:v>11966.79</c:v>
                </c:pt>
                <c:pt idx="460">
                  <c:v>11992.86</c:v>
                </c:pt>
                <c:pt idx="461">
                  <c:v>12018.93</c:v>
                </c:pt>
                <c:pt idx="462">
                  <c:v>12045</c:v>
                </c:pt>
                <c:pt idx="463">
                  <c:v>12071.07</c:v>
                </c:pt>
                <c:pt idx="464">
                  <c:v>12097.14</c:v>
                </c:pt>
                <c:pt idx="465">
                  <c:v>12123.21</c:v>
                </c:pt>
                <c:pt idx="466">
                  <c:v>12149.29</c:v>
                </c:pt>
                <c:pt idx="467">
                  <c:v>12175.36</c:v>
                </c:pt>
                <c:pt idx="468">
                  <c:v>12201.43</c:v>
                </c:pt>
                <c:pt idx="469">
                  <c:v>12227.5</c:v>
                </c:pt>
                <c:pt idx="470">
                  <c:v>12253.57</c:v>
                </c:pt>
                <c:pt idx="471">
                  <c:v>12279.64</c:v>
                </c:pt>
                <c:pt idx="472">
                  <c:v>12305.71</c:v>
                </c:pt>
                <c:pt idx="473">
                  <c:v>12331.79</c:v>
                </c:pt>
                <c:pt idx="474">
                  <c:v>12357.86</c:v>
                </c:pt>
                <c:pt idx="475">
                  <c:v>12383.93</c:v>
                </c:pt>
                <c:pt idx="476">
                  <c:v>12410</c:v>
                </c:pt>
                <c:pt idx="477">
                  <c:v>12436.07</c:v>
                </c:pt>
                <c:pt idx="478">
                  <c:v>12462.14</c:v>
                </c:pt>
                <c:pt idx="479">
                  <c:v>12488.21</c:v>
                </c:pt>
                <c:pt idx="480">
                  <c:v>12514.29</c:v>
                </c:pt>
                <c:pt idx="481">
                  <c:v>12540.36</c:v>
                </c:pt>
                <c:pt idx="482">
                  <c:v>12566.43</c:v>
                </c:pt>
                <c:pt idx="483">
                  <c:v>12592.5</c:v>
                </c:pt>
                <c:pt idx="484">
                  <c:v>12618.57</c:v>
                </c:pt>
                <c:pt idx="485">
                  <c:v>12644.64</c:v>
                </c:pt>
                <c:pt idx="486">
                  <c:v>12670.71</c:v>
                </c:pt>
                <c:pt idx="487">
                  <c:v>12696.79</c:v>
                </c:pt>
                <c:pt idx="488">
                  <c:v>12722.86</c:v>
                </c:pt>
                <c:pt idx="489">
                  <c:v>12748.93</c:v>
                </c:pt>
                <c:pt idx="490">
                  <c:v>12775</c:v>
                </c:pt>
                <c:pt idx="491">
                  <c:v>12801.07</c:v>
                </c:pt>
                <c:pt idx="492">
                  <c:v>12827.14</c:v>
                </c:pt>
                <c:pt idx="493">
                  <c:v>12853.21</c:v>
                </c:pt>
                <c:pt idx="494">
                  <c:v>12879.29</c:v>
                </c:pt>
                <c:pt idx="495">
                  <c:v>12905.36</c:v>
                </c:pt>
                <c:pt idx="496">
                  <c:v>12931.43</c:v>
                </c:pt>
                <c:pt idx="497">
                  <c:v>12957.5</c:v>
                </c:pt>
                <c:pt idx="498">
                  <c:v>12983.57</c:v>
                </c:pt>
                <c:pt idx="499">
                  <c:v>13009.64</c:v>
                </c:pt>
                <c:pt idx="500">
                  <c:v>13035.71</c:v>
                </c:pt>
                <c:pt idx="501">
                  <c:v>13061.79</c:v>
                </c:pt>
                <c:pt idx="502">
                  <c:v>13087.86</c:v>
                </c:pt>
                <c:pt idx="503">
                  <c:v>13113.93</c:v>
                </c:pt>
                <c:pt idx="504">
                  <c:v>13140</c:v>
                </c:pt>
                <c:pt idx="505">
                  <c:v>13166.07</c:v>
                </c:pt>
                <c:pt idx="506">
                  <c:v>13192.14</c:v>
                </c:pt>
                <c:pt idx="507">
                  <c:v>13218.21</c:v>
                </c:pt>
                <c:pt idx="508">
                  <c:v>13244.29</c:v>
                </c:pt>
                <c:pt idx="509">
                  <c:v>13270.36</c:v>
                </c:pt>
                <c:pt idx="510">
                  <c:v>13296.43</c:v>
                </c:pt>
                <c:pt idx="511">
                  <c:v>13322.5</c:v>
                </c:pt>
                <c:pt idx="512">
                  <c:v>13348.57</c:v>
                </c:pt>
                <c:pt idx="513">
                  <c:v>13374.64</c:v>
                </c:pt>
                <c:pt idx="514">
                  <c:v>13400.71</c:v>
                </c:pt>
                <c:pt idx="515">
                  <c:v>13426.79</c:v>
                </c:pt>
                <c:pt idx="516">
                  <c:v>13452.86</c:v>
                </c:pt>
                <c:pt idx="517">
                  <c:v>13478.93</c:v>
                </c:pt>
                <c:pt idx="518">
                  <c:v>13505</c:v>
                </c:pt>
                <c:pt idx="519">
                  <c:v>13531.07</c:v>
                </c:pt>
                <c:pt idx="520">
                  <c:v>13557.14</c:v>
                </c:pt>
                <c:pt idx="521">
                  <c:v>13583.21</c:v>
                </c:pt>
                <c:pt idx="522">
                  <c:v>13609.29</c:v>
                </c:pt>
                <c:pt idx="523">
                  <c:v>13635.36</c:v>
                </c:pt>
                <c:pt idx="524">
                  <c:v>13661.43</c:v>
                </c:pt>
                <c:pt idx="525">
                  <c:v>13687.5</c:v>
                </c:pt>
                <c:pt idx="526">
                  <c:v>13713.57</c:v>
                </c:pt>
                <c:pt idx="527">
                  <c:v>13739.64</c:v>
                </c:pt>
                <c:pt idx="528">
                  <c:v>13765.71</c:v>
                </c:pt>
                <c:pt idx="529">
                  <c:v>13791.79</c:v>
                </c:pt>
                <c:pt idx="530">
                  <c:v>13817.86</c:v>
                </c:pt>
                <c:pt idx="531">
                  <c:v>13843.93</c:v>
                </c:pt>
                <c:pt idx="532">
                  <c:v>13870</c:v>
                </c:pt>
                <c:pt idx="533">
                  <c:v>13896.07</c:v>
                </c:pt>
                <c:pt idx="534">
                  <c:v>13922.14</c:v>
                </c:pt>
                <c:pt idx="535">
                  <c:v>13948.21</c:v>
                </c:pt>
                <c:pt idx="536">
                  <c:v>13974.29</c:v>
                </c:pt>
                <c:pt idx="537">
                  <c:v>14000.36</c:v>
                </c:pt>
                <c:pt idx="538">
                  <c:v>14026.43</c:v>
                </c:pt>
                <c:pt idx="539">
                  <c:v>14052.5</c:v>
                </c:pt>
                <c:pt idx="540">
                  <c:v>14078.57</c:v>
                </c:pt>
                <c:pt idx="541">
                  <c:v>14104.64</c:v>
                </c:pt>
                <c:pt idx="542">
                  <c:v>14130.71</c:v>
                </c:pt>
                <c:pt idx="543">
                  <c:v>14156.79</c:v>
                </c:pt>
                <c:pt idx="544">
                  <c:v>14182.86</c:v>
                </c:pt>
                <c:pt idx="545">
                  <c:v>14208.93</c:v>
                </c:pt>
                <c:pt idx="546">
                  <c:v>14235</c:v>
                </c:pt>
                <c:pt idx="547">
                  <c:v>14261.07</c:v>
                </c:pt>
                <c:pt idx="548">
                  <c:v>14287.14</c:v>
                </c:pt>
                <c:pt idx="549">
                  <c:v>14313.21</c:v>
                </c:pt>
                <c:pt idx="550">
                  <c:v>14339.29</c:v>
                </c:pt>
                <c:pt idx="551">
                  <c:v>14365.36</c:v>
                </c:pt>
                <c:pt idx="552">
                  <c:v>14391.43</c:v>
                </c:pt>
                <c:pt idx="553">
                  <c:v>14417.5</c:v>
                </c:pt>
                <c:pt idx="554">
                  <c:v>14443.57</c:v>
                </c:pt>
                <c:pt idx="555">
                  <c:v>14469.64</c:v>
                </c:pt>
                <c:pt idx="556">
                  <c:v>14495.71</c:v>
                </c:pt>
                <c:pt idx="557">
                  <c:v>14521.79</c:v>
                </c:pt>
                <c:pt idx="558">
                  <c:v>14547.86</c:v>
                </c:pt>
                <c:pt idx="559">
                  <c:v>14573.93</c:v>
                </c:pt>
                <c:pt idx="560">
                  <c:v>14600</c:v>
                </c:pt>
                <c:pt idx="561">
                  <c:v>14626.07</c:v>
                </c:pt>
                <c:pt idx="562">
                  <c:v>14652.14</c:v>
                </c:pt>
                <c:pt idx="563">
                  <c:v>14678.21</c:v>
                </c:pt>
                <c:pt idx="564">
                  <c:v>14704.29</c:v>
                </c:pt>
                <c:pt idx="565">
                  <c:v>14730.36</c:v>
                </c:pt>
                <c:pt idx="566">
                  <c:v>14756.43</c:v>
                </c:pt>
                <c:pt idx="567">
                  <c:v>14782.5</c:v>
                </c:pt>
                <c:pt idx="568">
                  <c:v>14808.57</c:v>
                </c:pt>
                <c:pt idx="569">
                  <c:v>14834.64</c:v>
                </c:pt>
                <c:pt idx="570">
                  <c:v>14860.71</c:v>
                </c:pt>
                <c:pt idx="571">
                  <c:v>14886.79</c:v>
                </c:pt>
                <c:pt idx="572">
                  <c:v>14912.86</c:v>
                </c:pt>
                <c:pt idx="573">
                  <c:v>14938.93</c:v>
                </c:pt>
                <c:pt idx="574">
                  <c:v>14965</c:v>
                </c:pt>
                <c:pt idx="575">
                  <c:v>14991.07</c:v>
                </c:pt>
                <c:pt idx="576">
                  <c:v>15017.14</c:v>
                </c:pt>
                <c:pt idx="577">
                  <c:v>15043.21</c:v>
                </c:pt>
                <c:pt idx="578">
                  <c:v>15069.29</c:v>
                </c:pt>
                <c:pt idx="579">
                  <c:v>15095.36</c:v>
                </c:pt>
                <c:pt idx="580">
                  <c:v>15121.43</c:v>
                </c:pt>
                <c:pt idx="581">
                  <c:v>15147.5</c:v>
                </c:pt>
                <c:pt idx="582">
                  <c:v>15173.57</c:v>
                </c:pt>
                <c:pt idx="583">
                  <c:v>15199.64</c:v>
                </c:pt>
                <c:pt idx="584">
                  <c:v>15225.71</c:v>
                </c:pt>
                <c:pt idx="585">
                  <c:v>15251.79</c:v>
                </c:pt>
                <c:pt idx="586">
                  <c:v>15277.86</c:v>
                </c:pt>
                <c:pt idx="587">
                  <c:v>15303.93</c:v>
                </c:pt>
                <c:pt idx="588">
                  <c:v>15330</c:v>
                </c:pt>
                <c:pt idx="589">
                  <c:v>15356.07</c:v>
                </c:pt>
                <c:pt idx="590">
                  <c:v>15382.14</c:v>
                </c:pt>
                <c:pt idx="591">
                  <c:v>15408.21</c:v>
                </c:pt>
                <c:pt idx="592">
                  <c:v>15434.29</c:v>
                </c:pt>
                <c:pt idx="593">
                  <c:v>15460.36</c:v>
                </c:pt>
                <c:pt idx="594">
                  <c:v>15486.43</c:v>
                </c:pt>
                <c:pt idx="595">
                  <c:v>15512.5</c:v>
                </c:pt>
                <c:pt idx="596">
                  <c:v>15538.57</c:v>
                </c:pt>
                <c:pt idx="597">
                  <c:v>15564.64</c:v>
                </c:pt>
                <c:pt idx="598">
                  <c:v>15590.71</c:v>
                </c:pt>
                <c:pt idx="599">
                  <c:v>15616.79</c:v>
                </c:pt>
                <c:pt idx="600">
                  <c:v>15642.86</c:v>
                </c:pt>
                <c:pt idx="601">
                  <c:v>15668.93</c:v>
                </c:pt>
                <c:pt idx="602">
                  <c:v>15695</c:v>
                </c:pt>
                <c:pt idx="603">
                  <c:v>15721.07</c:v>
                </c:pt>
                <c:pt idx="604">
                  <c:v>15747.14</c:v>
                </c:pt>
                <c:pt idx="605">
                  <c:v>15773.21</c:v>
                </c:pt>
                <c:pt idx="606">
                  <c:v>15799.29</c:v>
                </c:pt>
                <c:pt idx="607">
                  <c:v>15825.36</c:v>
                </c:pt>
                <c:pt idx="608">
                  <c:v>15851.43</c:v>
                </c:pt>
                <c:pt idx="609">
                  <c:v>15877.5</c:v>
                </c:pt>
                <c:pt idx="610">
                  <c:v>15903.57</c:v>
                </c:pt>
                <c:pt idx="611">
                  <c:v>15929.64</c:v>
                </c:pt>
                <c:pt idx="612">
                  <c:v>15955.71</c:v>
                </c:pt>
                <c:pt idx="613">
                  <c:v>15981.79</c:v>
                </c:pt>
                <c:pt idx="614">
                  <c:v>16007.86</c:v>
                </c:pt>
                <c:pt idx="615">
                  <c:v>16033.93</c:v>
                </c:pt>
                <c:pt idx="616">
                  <c:v>16060</c:v>
                </c:pt>
                <c:pt idx="617">
                  <c:v>16086.07</c:v>
                </c:pt>
                <c:pt idx="618">
                  <c:v>16112.14</c:v>
                </c:pt>
                <c:pt idx="619">
                  <c:v>16138.21</c:v>
                </c:pt>
                <c:pt idx="620">
                  <c:v>16164.29</c:v>
                </c:pt>
                <c:pt idx="621">
                  <c:v>16190.36</c:v>
                </c:pt>
                <c:pt idx="622">
                  <c:v>16216.43</c:v>
                </c:pt>
                <c:pt idx="623">
                  <c:v>16242.5</c:v>
                </c:pt>
                <c:pt idx="624">
                  <c:v>16268.57</c:v>
                </c:pt>
                <c:pt idx="625">
                  <c:v>16294.64</c:v>
                </c:pt>
                <c:pt idx="626">
                  <c:v>16320.71</c:v>
                </c:pt>
                <c:pt idx="627">
                  <c:v>16346.79</c:v>
                </c:pt>
                <c:pt idx="628">
                  <c:v>16372.86</c:v>
                </c:pt>
                <c:pt idx="629">
                  <c:v>16398.93</c:v>
                </c:pt>
                <c:pt idx="630">
                  <c:v>16425</c:v>
                </c:pt>
                <c:pt idx="631">
                  <c:v>16451.07</c:v>
                </c:pt>
                <c:pt idx="632">
                  <c:v>16477.14</c:v>
                </c:pt>
                <c:pt idx="633">
                  <c:v>16503.21</c:v>
                </c:pt>
                <c:pt idx="634">
                  <c:v>16529.29</c:v>
                </c:pt>
                <c:pt idx="635">
                  <c:v>16555.36</c:v>
                </c:pt>
                <c:pt idx="636">
                  <c:v>16581.43</c:v>
                </c:pt>
                <c:pt idx="637">
                  <c:v>16607.5</c:v>
                </c:pt>
                <c:pt idx="638">
                  <c:v>16633.57</c:v>
                </c:pt>
                <c:pt idx="639">
                  <c:v>16659.64</c:v>
                </c:pt>
                <c:pt idx="640">
                  <c:v>16685.71</c:v>
                </c:pt>
                <c:pt idx="641">
                  <c:v>16711.79</c:v>
                </c:pt>
                <c:pt idx="642">
                  <c:v>16737.86</c:v>
                </c:pt>
                <c:pt idx="643">
                  <c:v>16763.93</c:v>
                </c:pt>
                <c:pt idx="644">
                  <c:v>16790</c:v>
                </c:pt>
                <c:pt idx="645">
                  <c:v>16816.07</c:v>
                </c:pt>
                <c:pt idx="646">
                  <c:v>16842.14</c:v>
                </c:pt>
                <c:pt idx="647">
                  <c:v>16868.21</c:v>
                </c:pt>
                <c:pt idx="648">
                  <c:v>16894.29</c:v>
                </c:pt>
                <c:pt idx="649">
                  <c:v>16920.36</c:v>
                </c:pt>
                <c:pt idx="650">
                  <c:v>16946.43</c:v>
                </c:pt>
                <c:pt idx="651">
                  <c:v>16972.5</c:v>
                </c:pt>
                <c:pt idx="652">
                  <c:v>16998.57</c:v>
                </c:pt>
                <c:pt idx="653">
                  <c:v>17024.64</c:v>
                </c:pt>
                <c:pt idx="654">
                  <c:v>17050.71</c:v>
                </c:pt>
                <c:pt idx="655">
                  <c:v>17076.79</c:v>
                </c:pt>
                <c:pt idx="656">
                  <c:v>17102.86</c:v>
                </c:pt>
                <c:pt idx="657">
                  <c:v>17128.93</c:v>
                </c:pt>
                <c:pt idx="658">
                  <c:v>17155</c:v>
                </c:pt>
                <c:pt idx="659">
                  <c:v>17181.07</c:v>
                </c:pt>
                <c:pt idx="660">
                  <c:v>17207.14</c:v>
                </c:pt>
                <c:pt idx="661">
                  <c:v>17233.21</c:v>
                </c:pt>
                <c:pt idx="662">
                  <c:v>17259.29</c:v>
                </c:pt>
                <c:pt idx="663">
                  <c:v>17285.36</c:v>
                </c:pt>
                <c:pt idx="664">
                  <c:v>17311.43</c:v>
                </c:pt>
                <c:pt idx="665">
                  <c:v>17337.5</c:v>
                </c:pt>
                <c:pt idx="666">
                  <c:v>17363.57</c:v>
                </c:pt>
                <c:pt idx="667">
                  <c:v>17389.64</c:v>
                </c:pt>
                <c:pt idx="668">
                  <c:v>17415.71</c:v>
                </c:pt>
                <c:pt idx="669">
                  <c:v>17441.79</c:v>
                </c:pt>
                <c:pt idx="670">
                  <c:v>17467.86</c:v>
                </c:pt>
                <c:pt idx="671">
                  <c:v>17493.93</c:v>
                </c:pt>
                <c:pt idx="672">
                  <c:v>17520</c:v>
                </c:pt>
                <c:pt idx="673">
                  <c:v>17546.07</c:v>
                </c:pt>
                <c:pt idx="674">
                  <c:v>17572.14</c:v>
                </c:pt>
                <c:pt idx="675">
                  <c:v>17598.21</c:v>
                </c:pt>
                <c:pt idx="676">
                  <c:v>17624.29</c:v>
                </c:pt>
                <c:pt idx="677">
                  <c:v>17650.36</c:v>
                </c:pt>
                <c:pt idx="678">
                  <c:v>17676.43</c:v>
                </c:pt>
                <c:pt idx="679">
                  <c:v>17702.5</c:v>
                </c:pt>
                <c:pt idx="680">
                  <c:v>17728.57</c:v>
                </c:pt>
                <c:pt idx="681">
                  <c:v>17754.64</c:v>
                </c:pt>
                <c:pt idx="682">
                  <c:v>17780.71</c:v>
                </c:pt>
                <c:pt idx="683">
                  <c:v>17806.79</c:v>
                </c:pt>
                <c:pt idx="684">
                  <c:v>17832.86</c:v>
                </c:pt>
                <c:pt idx="685">
                  <c:v>17858.93</c:v>
                </c:pt>
                <c:pt idx="686">
                  <c:v>17885</c:v>
                </c:pt>
                <c:pt idx="687">
                  <c:v>17911.07</c:v>
                </c:pt>
                <c:pt idx="688">
                  <c:v>17937.14</c:v>
                </c:pt>
                <c:pt idx="689">
                  <c:v>17963.21</c:v>
                </c:pt>
                <c:pt idx="690">
                  <c:v>17989.29</c:v>
                </c:pt>
                <c:pt idx="691">
                  <c:v>18015.36</c:v>
                </c:pt>
                <c:pt idx="692">
                  <c:v>18041.43</c:v>
                </c:pt>
                <c:pt idx="693">
                  <c:v>18067.5</c:v>
                </c:pt>
                <c:pt idx="694">
                  <c:v>18093.57</c:v>
                </c:pt>
                <c:pt idx="695">
                  <c:v>18119.64</c:v>
                </c:pt>
                <c:pt idx="696">
                  <c:v>18145.71</c:v>
                </c:pt>
                <c:pt idx="697">
                  <c:v>18171.79</c:v>
                </c:pt>
                <c:pt idx="698">
                  <c:v>18197.86</c:v>
                </c:pt>
                <c:pt idx="699">
                  <c:v>18223.93</c:v>
                </c:pt>
                <c:pt idx="700">
                  <c:v>18250</c:v>
                </c:pt>
                <c:pt idx="701">
                  <c:v>18276.07</c:v>
                </c:pt>
                <c:pt idx="702">
                  <c:v>18302.14</c:v>
                </c:pt>
                <c:pt idx="703">
                  <c:v>18328.21</c:v>
                </c:pt>
                <c:pt idx="704">
                  <c:v>18354.29</c:v>
                </c:pt>
                <c:pt idx="705">
                  <c:v>18380.36</c:v>
                </c:pt>
                <c:pt idx="706">
                  <c:v>18406.43</c:v>
                </c:pt>
                <c:pt idx="707">
                  <c:v>18432.5</c:v>
                </c:pt>
                <c:pt idx="708">
                  <c:v>18458.57</c:v>
                </c:pt>
                <c:pt idx="709">
                  <c:v>18484.64</c:v>
                </c:pt>
                <c:pt idx="710">
                  <c:v>18510.71</c:v>
                </c:pt>
                <c:pt idx="711">
                  <c:v>18536.79</c:v>
                </c:pt>
                <c:pt idx="712">
                  <c:v>18562.86</c:v>
                </c:pt>
                <c:pt idx="713">
                  <c:v>18588.93</c:v>
                </c:pt>
                <c:pt idx="714">
                  <c:v>18615</c:v>
                </c:pt>
                <c:pt idx="715">
                  <c:v>18641.07</c:v>
                </c:pt>
                <c:pt idx="716">
                  <c:v>18667.14</c:v>
                </c:pt>
                <c:pt idx="717">
                  <c:v>18693.21</c:v>
                </c:pt>
                <c:pt idx="718">
                  <c:v>18719.29</c:v>
                </c:pt>
                <c:pt idx="719">
                  <c:v>18745.36</c:v>
                </c:pt>
                <c:pt idx="720">
                  <c:v>18771.43</c:v>
                </c:pt>
                <c:pt idx="721">
                  <c:v>18797.5</c:v>
                </c:pt>
                <c:pt idx="722">
                  <c:v>18823.57</c:v>
                </c:pt>
                <c:pt idx="723">
                  <c:v>18849.64</c:v>
                </c:pt>
                <c:pt idx="724">
                  <c:v>18875.71</c:v>
                </c:pt>
                <c:pt idx="725">
                  <c:v>18901.79</c:v>
                </c:pt>
                <c:pt idx="726">
                  <c:v>18927.86</c:v>
                </c:pt>
                <c:pt idx="727">
                  <c:v>18953.93</c:v>
                </c:pt>
                <c:pt idx="728">
                  <c:v>18980</c:v>
                </c:pt>
                <c:pt idx="729">
                  <c:v>19006.07</c:v>
                </c:pt>
                <c:pt idx="730">
                  <c:v>19032.14</c:v>
                </c:pt>
                <c:pt idx="731">
                  <c:v>19058.21</c:v>
                </c:pt>
                <c:pt idx="732">
                  <c:v>19084.29</c:v>
                </c:pt>
                <c:pt idx="733">
                  <c:v>19110.36</c:v>
                </c:pt>
                <c:pt idx="734">
                  <c:v>19136.43</c:v>
                </c:pt>
                <c:pt idx="735">
                  <c:v>19162.5</c:v>
                </c:pt>
                <c:pt idx="736">
                  <c:v>19188.57</c:v>
                </c:pt>
                <c:pt idx="737">
                  <c:v>19214.64</c:v>
                </c:pt>
                <c:pt idx="738">
                  <c:v>19240.71</c:v>
                </c:pt>
                <c:pt idx="739">
                  <c:v>19266.79</c:v>
                </c:pt>
                <c:pt idx="740">
                  <c:v>19292.86</c:v>
                </c:pt>
                <c:pt idx="741">
                  <c:v>19318.93</c:v>
                </c:pt>
                <c:pt idx="742">
                  <c:v>19345</c:v>
                </c:pt>
                <c:pt idx="743">
                  <c:v>19371.07</c:v>
                </c:pt>
                <c:pt idx="744">
                  <c:v>19397.14</c:v>
                </c:pt>
                <c:pt idx="745">
                  <c:v>19423.21</c:v>
                </c:pt>
                <c:pt idx="746">
                  <c:v>19449.29</c:v>
                </c:pt>
                <c:pt idx="747">
                  <c:v>19475.36</c:v>
                </c:pt>
                <c:pt idx="748">
                  <c:v>19501.43</c:v>
                </c:pt>
                <c:pt idx="749">
                  <c:v>19527.5</c:v>
                </c:pt>
                <c:pt idx="750">
                  <c:v>19553.57</c:v>
                </c:pt>
                <c:pt idx="751">
                  <c:v>19579.64</c:v>
                </c:pt>
                <c:pt idx="752">
                  <c:v>19605.71</c:v>
                </c:pt>
                <c:pt idx="753">
                  <c:v>19631.79</c:v>
                </c:pt>
                <c:pt idx="754">
                  <c:v>19657.86</c:v>
                </c:pt>
                <c:pt idx="755">
                  <c:v>19683.93</c:v>
                </c:pt>
                <c:pt idx="756">
                  <c:v>19710</c:v>
                </c:pt>
                <c:pt idx="757">
                  <c:v>19736.07</c:v>
                </c:pt>
                <c:pt idx="758">
                  <c:v>19762.14</c:v>
                </c:pt>
                <c:pt idx="759">
                  <c:v>19788.21</c:v>
                </c:pt>
                <c:pt idx="760">
                  <c:v>19814.29</c:v>
                </c:pt>
                <c:pt idx="761">
                  <c:v>19840.36</c:v>
                </c:pt>
                <c:pt idx="762">
                  <c:v>19866.43</c:v>
                </c:pt>
                <c:pt idx="763">
                  <c:v>19892.5</c:v>
                </c:pt>
                <c:pt idx="764">
                  <c:v>19918.57</c:v>
                </c:pt>
                <c:pt idx="765">
                  <c:v>19944.64</c:v>
                </c:pt>
                <c:pt idx="766">
                  <c:v>19970.71</c:v>
                </c:pt>
                <c:pt idx="767">
                  <c:v>19996.79</c:v>
                </c:pt>
                <c:pt idx="768">
                  <c:v>20022.86</c:v>
                </c:pt>
                <c:pt idx="769">
                  <c:v>20048.93</c:v>
                </c:pt>
                <c:pt idx="770">
                  <c:v>20075</c:v>
                </c:pt>
                <c:pt idx="771">
                  <c:v>20101.07</c:v>
                </c:pt>
                <c:pt idx="772">
                  <c:v>20127.14</c:v>
                </c:pt>
                <c:pt idx="773">
                  <c:v>20153.21</c:v>
                </c:pt>
                <c:pt idx="774">
                  <c:v>20179.29</c:v>
                </c:pt>
                <c:pt idx="775">
                  <c:v>20205.36</c:v>
                </c:pt>
                <c:pt idx="776">
                  <c:v>20231.43</c:v>
                </c:pt>
                <c:pt idx="777">
                  <c:v>20257.5</c:v>
                </c:pt>
                <c:pt idx="778">
                  <c:v>20283.57</c:v>
                </c:pt>
                <c:pt idx="779">
                  <c:v>20309.64</c:v>
                </c:pt>
                <c:pt idx="780">
                  <c:v>20335.71</c:v>
                </c:pt>
                <c:pt idx="781">
                  <c:v>20361.79</c:v>
                </c:pt>
                <c:pt idx="782">
                  <c:v>20387.86</c:v>
                </c:pt>
                <c:pt idx="783">
                  <c:v>20413.93</c:v>
                </c:pt>
                <c:pt idx="784">
                  <c:v>20440</c:v>
                </c:pt>
                <c:pt idx="785">
                  <c:v>20466.07</c:v>
                </c:pt>
                <c:pt idx="786">
                  <c:v>20492.14</c:v>
                </c:pt>
                <c:pt idx="787">
                  <c:v>20518.21</c:v>
                </c:pt>
                <c:pt idx="788">
                  <c:v>20544.29</c:v>
                </c:pt>
                <c:pt idx="789">
                  <c:v>20570.36</c:v>
                </c:pt>
                <c:pt idx="790">
                  <c:v>20596.43</c:v>
                </c:pt>
                <c:pt idx="791">
                  <c:v>20622.5</c:v>
                </c:pt>
                <c:pt idx="792">
                  <c:v>20648.57</c:v>
                </c:pt>
                <c:pt idx="793">
                  <c:v>20674.64</c:v>
                </c:pt>
                <c:pt idx="794">
                  <c:v>20700.71</c:v>
                </c:pt>
                <c:pt idx="795">
                  <c:v>20726.79</c:v>
                </c:pt>
                <c:pt idx="796">
                  <c:v>20752.86</c:v>
                </c:pt>
                <c:pt idx="797">
                  <c:v>20778.93</c:v>
                </c:pt>
                <c:pt idx="798">
                  <c:v>20805</c:v>
                </c:pt>
                <c:pt idx="799">
                  <c:v>20831.07</c:v>
                </c:pt>
                <c:pt idx="800">
                  <c:v>20857.14</c:v>
                </c:pt>
                <c:pt idx="801">
                  <c:v>20883.21</c:v>
                </c:pt>
                <c:pt idx="802">
                  <c:v>20909.29</c:v>
                </c:pt>
                <c:pt idx="803">
                  <c:v>20935.36</c:v>
                </c:pt>
                <c:pt idx="804">
                  <c:v>20961.43</c:v>
                </c:pt>
                <c:pt idx="805">
                  <c:v>20987.5</c:v>
                </c:pt>
                <c:pt idx="806">
                  <c:v>21013.57</c:v>
                </c:pt>
                <c:pt idx="807">
                  <c:v>21039.64</c:v>
                </c:pt>
                <c:pt idx="808">
                  <c:v>21065.71</c:v>
                </c:pt>
                <c:pt idx="809">
                  <c:v>21091.79</c:v>
                </c:pt>
                <c:pt idx="810">
                  <c:v>21117.86</c:v>
                </c:pt>
                <c:pt idx="811">
                  <c:v>21143.93</c:v>
                </c:pt>
                <c:pt idx="812">
                  <c:v>21170</c:v>
                </c:pt>
                <c:pt idx="813">
                  <c:v>21196.07</c:v>
                </c:pt>
                <c:pt idx="814">
                  <c:v>21222.14</c:v>
                </c:pt>
                <c:pt idx="815">
                  <c:v>21248.21</c:v>
                </c:pt>
                <c:pt idx="816">
                  <c:v>21274.29</c:v>
                </c:pt>
                <c:pt idx="817">
                  <c:v>21300.36</c:v>
                </c:pt>
                <c:pt idx="818">
                  <c:v>21326.43</c:v>
                </c:pt>
                <c:pt idx="819">
                  <c:v>21352.5</c:v>
                </c:pt>
                <c:pt idx="820">
                  <c:v>21378.57</c:v>
                </c:pt>
                <c:pt idx="821">
                  <c:v>21404.639999999999</c:v>
                </c:pt>
                <c:pt idx="822">
                  <c:v>21430.71</c:v>
                </c:pt>
                <c:pt idx="823">
                  <c:v>21456.79</c:v>
                </c:pt>
                <c:pt idx="824">
                  <c:v>21482.86</c:v>
                </c:pt>
                <c:pt idx="825">
                  <c:v>21508.93</c:v>
                </c:pt>
                <c:pt idx="826">
                  <c:v>21535</c:v>
                </c:pt>
                <c:pt idx="827">
                  <c:v>21561.07</c:v>
                </c:pt>
                <c:pt idx="828">
                  <c:v>21587.14</c:v>
                </c:pt>
                <c:pt idx="829">
                  <c:v>21613.21</c:v>
                </c:pt>
                <c:pt idx="830">
                  <c:v>21639.29</c:v>
                </c:pt>
                <c:pt idx="831">
                  <c:v>21665.360000000001</c:v>
                </c:pt>
                <c:pt idx="832">
                  <c:v>21691.43</c:v>
                </c:pt>
                <c:pt idx="833">
                  <c:v>21717.5</c:v>
                </c:pt>
                <c:pt idx="834">
                  <c:v>21743.57</c:v>
                </c:pt>
                <c:pt idx="835">
                  <c:v>21769.64</c:v>
                </c:pt>
                <c:pt idx="836">
                  <c:v>21795.71</c:v>
                </c:pt>
                <c:pt idx="837">
                  <c:v>21821.79</c:v>
                </c:pt>
                <c:pt idx="838">
                  <c:v>21847.86</c:v>
                </c:pt>
                <c:pt idx="839">
                  <c:v>21873.93</c:v>
                </c:pt>
                <c:pt idx="840">
                  <c:v>21900</c:v>
                </c:pt>
                <c:pt idx="841">
                  <c:v>21926.07</c:v>
                </c:pt>
                <c:pt idx="842">
                  <c:v>21952.14</c:v>
                </c:pt>
                <c:pt idx="843">
                  <c:v>21978.21</c:v>
                </c:pt>
                <c:pt idx="844">
                  <c:v>22004.29</c:v>
                </c:pt>
                <c:pt idx="845">
                  <c:v>22030.36</c:v>
                </c:pt>
                <c:pt idx="846">
                  <c:v>22056.43</c:v>
                </c:pt>
                <c:pt idx="847">
                  <c:v>22082.5</c:v>
                </c:pt>
                <c:pt idx="848">
                  <c:v>22108.57</c:v>
                </c:pt>
                <c:pt idx="849">
                  <c:v>22134.639999999999</c:v>
                </c:pt>
                <c:pt idx="850">
                  <c:v>22160.71</c:v>
                </c:pt>
                <c:pt idx="851">
                  <c:v>22186.79</c:v>
                </c:pt>
                <c:pt idx="852">
                  <c:v>22212.86</c:v>
                </c:pt>
                <c:pt idx="853">
                  <c:v>22238.93</c:v>
                </c:pt>
                <c:pt idx="854">
                  <c:v>22265</c:v>
                </c:pt>
                <c:pt idx="855">
                  <c:v>22291.07</c:v>
                </c:pt>
                <c:pt idx="856">
                  <c:v>22317.14</c:v>
                </c:pt>
                <c:pt idx="857">
                  <c:v>22343.21</c:v>
                </c:pt>
                <c:pt idx="858">
                  <c:v>22369.29</c:v>
                </c:pt>
                <c:pt idx="859">
                  <c:v>22395.360000000001</c:v>
                </c:pt>
                <c:pt idx="860">
                  <c:v>22421.43</c:v>
                </c:pt>
                <c:pt idx="861">
                  <c:v>22447.5</c:v>
                </c:pt>
                <c:pt idx="862">
                  <c:v>22473.57</c:v>
                </c:pt>
                <c:pt idx="863">
                  <c:v>22499.64</c:v>
                </c:pt>
                <c:pt idx="864">
                  <c:v>22525.71</c:v>
                </c:pt>
                <c:pt idx="865">
                  <c:v>22551.79</c:v>
                </c:pt>
                <c:pt idx="866">
                  <c:v>22577.86</c:v>
                </c:pt>
                <c:pt idx="867">
                  <c:v>22603.93</c:v>
                </c:pt>
                <c:pt idx="868">
                  <c:v>22630</c:v>
                </c:pt>
                <c:pt idx="869">
                  <c:v>22656.07</c:v>
                </c:pt>
                <c:pt idx="870">
                  <c:v>22682.14</c:v>
                </c:pt>
                <c:pt idx="871">
                  <c:v>22708.21</c:v>
                </c:pt>
                <c:pt idx="872">
                  <c:v>22734.29</c:v>
                </c:pt>
                <c:pt idx="873">
                  <c:v>22760.36</c:v>
                </c:pt>
                <c:pt idx="874">
                  <c:v>22786.43</c:v>
                </c:pt>
                <c:pt idx="875">
                  <c:v>22812.5</c:v>
                </c:pt>
                <c:pt idx="876">
                  <c:v>22838.57</c:v>
                </c:pt>
                <c:pt idx="877">
                  <c:v>22864.639999999999</c:v>
                </c:pt>
                <c:pt idx="878">
                  <c:v>22890.71</c:v>
                </c:pt>
                <c:pt idx="879">
                  <c:v>22916.79</c:v>
                </c:pt>
                <c:pt idx="880">
                  <c:v>22942.86</c:v>
                </c:pt>
                <c:pt idx="881">
                  <c:v>22968.93</c:v>
                </c:pt>
                <c:pt idx="882">
                  <c:v>22995</c:v>
                </c:pt>
                <c:pt idx="883">
                  <c:v>23021.07</c:v>
                </c:pt>
                <c:pt idx="884">
                  <c:v>23047.14</c:v>
                </c:pt>
                <c:pt idx="885">
                  <c:v>23073.21</c:v>
                </c:pt>
                <c:pt idx="886">
                  <c:v>23099.29</c:v>
                </c:pt>
                <c:pt idx="887">
                  <c:v>23125.360000000001</c:v>
                </c:pt>
                <c:pt idx="888">
                  <c:v>23151.43</c:v>
                </c:pt>
                <c:pt idx="889">
                  <c:v>23177.5</c:v>
                </c:pt>
                <c:pt idx="890">
                  <c:v>23203.57</c:v>
                </c:pt>
                <c:pt idx="891">
                  <c:v>23229.64</c:v>
                </c:pt>
                <c:pt idx="892">
                  <c:v>23255.71</c:v>
                </c:pt>
                <c:pt idx="893">
                  <c:v>23281.79</c:v>
                </c:pt>
                <c:pt idx="894">
                  <c:v>23307.86</c:v>
                </c:pt>
                <c:pt idx="895">
                  <c:v>23333.93</c:v>
                </c:pt>
                <c:pt idx="896">
                  <c:v>23360</c:v>
                </c:pt>
                <c:pt idx="897">
                  <c:v>23386.07</c:v>
                </c:pt>
                <c:pt idx="898">
                  <c:v>23412.14</c:v>
                </c:pt>
                <c:pt idx="899">
                  <c:v>23438.21</c:v>
                </c:pt>
                <c:pt idx="900">
                  <c:v>23464.29</c:v>
                </c:pt>
                <c:pt idx="901">
                  <c:v>23490.36</c:v>
                </c:pt>
                <c:pt idx="902">
                  <c:v>23516.43</c:v>
                </c:pt>
                <c:pt idx="903">
                  <c:v>23542.5</c:v>
                </c:pt>
                <c:pt idx="904">
                  <c:v>23568.57</c:v>
                </c:pt>
                <c:pt idx="905">
                  <c:v>23594.639999999999</c:v>
                </c:pt>
                <c:pt idx="906">
                  <c:v>23620.71</c:v>
                </c:pt>
                <c:pt idx="907">
                  <c:v>23646.79</c:v>
                </c:pt>
                <c:pt idx="908">
                  <c:v>23672.86</c:v>
                </c:pt>
                <c:pt idx="909">
                  <c:v>23698.93</c:v>
                </c:pt>
                <c:pt idx="910">
                  <c:v>23725</c:v>
                </c:pt>
                <c:pt idx="911">
                  <c:v>23751.07</c:v>
                </c:pt>
                <c:pt idx="912">
                  <c:v>23777.14</c:v>
                </c:pt>
                <c:pt idx="913">
                  <c:v>23803.21</c:v>
                </c:pt>
                <c:pt idx="914">
                  <c:v>23829.29</c:v>
                </c:pt>
                <c:pt idx="915">
                  <c:v>23855.360000000001</c:v>
                </c:pt>
                <c:pt idx="916">
                  <c:v>23881.43</c:v>
                </c:pt>
                <c:pt idx="917">
                  <c:v>23907.5</c:v>
                </c:pt>
                <c:pt idx="918">
                  <c:v>23933.57</c:v>
                </c:pt>
                <c:pt idx="919">
                  <c:v>23959.64</c:v>
                </c:pt>
                <c:pt idx="920">
                  <c:v>23985.71</c:v>
                </c:pt>
                <c:pt idx="921">
                  <c:v>24011.79</c:v>
                </c:pt>
                <c:pt idx="922">
                  <c:v>24037.86</c:v>
                </c:pt>
                <c:pt idx="923">
                  <c:v>24063.93</c:v>
                </c:pt>
                <c:pt idx="924">
                  <c:v>24090</c:v>
                </c:pt>
                <c:pt idx="925">
                  <c:v>24116.07</c:v>
                </c:pt>
                <c:pt idx="926">
                  <c:v>24142.14</c:v>
                </c:pt>
                <c:pt idx="927">
                  <c:v>24168.21</c:v>
                </c:pt>
                <c:pt idx="928">
                  <c:v>24194.29</c:v>
                </c:pt>
                <c:pt idx="929">
                  <c:v>24220.36</c:v>
                </c:pt>
                <c:pt idx="930">
                  <c:v>24246.43</c:v>
                </c:pt>
                <c:pt idx="931">
                  <c:v>24272.5</c:v>
                </c:pt>
                <c:pt idx="932">
                  <c:v>24298.57</c:v>
                </c:pt>
                <c:pt idx="933">
                  <c:v>24324.639999999999</c:v>
                </c:pt>
                <c:pt idx="934">
                  <c:v>24350.71</c:v>
                </c:pt>
                <c:pt idx="935">
                  <c:v>24376.79</c:v>
                </c:pt>
                <c:pt idx="936">
                  <c:v>24402.86</c:v>
                </c:pt>
                <c:pt idx="937">
                  <c:v>24428.93</c:v>
                </c:pt>
                <c:pt idx="938">
                  <c:v>24455</c:v>
                </c:pt>
                <c:pt idx="939">
                  <c:v>24481.07</c:v>
                </c:pt>
                <c:pt idx="940">
                  <c:v>24507.14</c:v>
                </c:pt>
                <c:pt idx="941">
                  <c:v>24533.21</c:v>
                </c:pt>
                <c:pt idx="942">
                  <c:v>24559.29</c:v>
                </c:pt>
                <c:pt idx="943">
                  <c:v>24585.360000000001</c:v>
                </c:pt>
                <c:pt idx="944">
                  <c:v>24611.43</c:v>
                </c:pt>
                <c:pt idx="945">
                  <c:v>24637.5</c:v>
                </c:pt>
                <c:pt idx="946">
                  <c:v>24663.57</c:v>
                </c:pt>
                <c:pt idx="947">
                  <c:v>24689.64</c:v>
                </c:pt>
                <c:pt idx="948">
                  <c:v>24715.71</c:v>
                </c:pt>
                <c:pt idx="949">
                  <c:v>24741.79</c:v>
                </c:pt>
                <c:pt idx="950">
                  <c:v>24767.86</c:v>
                </c:pt>
                <c:pt idx="951">
                  <c:v>24793.93</c:v>
                </c:pt>
                <c:pt idx="952">
                  <c:v>24820</c:v>
                </c:pt>
                <c:pt idx="953">
                  <c:v>24846.07</c:v>
                </c:pt>
                <c:pt idx="954">
                  <c:v>24872.14</c:v>
                </c:pt>
                <c:pt idx="955">
                  <c:v>24898.21</c:v>
                </c:pt>
                <c:pt idx="956">
                  <c:v>24924.29</c:v>
                </c:pt>
                <c:pt idx="957">
                  <c:v>24950.36</c:v>
                </c:pt>
                <c:pt idx="958">
                  <c:v>24976.43</c:v>
                </c:pt>
                <c:pt idx="959">
                  <c:v>25002.5</c:v>
                </c:pt>
                <c:pt idx="960">
                  <c:v>25028.57</c:v>
                </c:pt>
                <c:pt idx="961">
                  <c:v>25054.639999999999</c:v>
                </c:pt>
                <c:pt idx="962">
                  <c:v>25080.71</c:v>
                </c:pt>
                <c:pt idx="963">
                  <c:v>25106.79</c:v>
                </c:pt>
                <c:pt idx="964">
                  <c:v>25132.86</c:v>
                </c:pt>
                <c:pt idx="965">
                  <c:v>25158.93</c:v>
                </c:pt>
                <c:pt idx="966">
                  <c:v>25185</c:v>
                </c:pt>
                <c:pt idx="967">
                  <c:v>25211.07</c:v>
                </c:pt>
                <c:pt idx="968">
                  <c:v>25237.14</c:v>
                </c:pt>
                <c:pt idx="969">
                  <c:v>25263.21</c:v>
                </c:pt>
                <c:pt idx="970">
                  <c:v>25289.29</c:v>
                </c:pt>
                <c:pt idx="971">
                  <c:v>25315.360000000001</c:v>
                </c:pt>
                <c:pt idx="972">
                  <c:v>25341.43</c:v>
                </c:pt>
                <c:pt idx="973">
                  <c:v>25367.5</c:v>
                </c:pt>
                <c:pt idx="974">
                  <c:v>25393.57</c:v>
                </c:pt>
                <c:pt idx="975">
                  <c:v>25419.64</c:v>
                </c:pt>
                <c:pt idx="976">
                  <c:v>25445.71</c:v>
                </c:pt>
                <c:pt idx="977">
                  <c:v>25471.79</c:v>
                </c:pt>
                <c:pt idx="978">
                  <c:v>25497.86</c:v>
                </c:pt>
                <c:pt idx="979">
                  <c:v>25523.93</c:v>
                </c:pt>
                <c:pt idx="980">
                  <c:v>25550</c:v>
                </c:pt>
                <c:pt idx="981">
                  <c:v>25576.07</c:v>
                </c:pt>
                <c:pt idx="982">
                  <c:v>25602.14</c:v>
                </c:pt>
                <c:pt idx="983">
                  <c:v>25628.21</c:v>
                </c:pt>
                <c:pt idx="984">
                  <c:v>25654.29</c:v>
                </c:pt>
                <c:pt idx="985">
                  <c:v>25680.36</c:v>
                </c:pt>
                <c:pt idx="986">
                  <c:v>25706.43</c:v>
                </c:pt>
                <c:pt idx="987">
                  <c:v>25732.5</c:v>
                </c:pt>
                <c:pt idx="988">
                  <c:v>25758.57</c:v>
                </c:pt>
                <c:pt idx="989">
                  <c:v>25784.639999999999</c:v>
                </c:pt>
                <c:pt idx="990">
                  <c:v>25810.71</c:v>
                </c:pt>
                <c:pt idx="991">
                  <c:v>25836.79</c:v>
                </c:pt>
                <c:pt idx="992">
                  <c:v>25862.86</c:v>
                </c:pt>
                <c:pt idx="993">
                  <c:v>25888.93</c:v>
                </c:pt>
                <c:pt idx="994">
                  <c:v>25915</c:v>
                </c:pt>
                <c:pt idx="995">
                  <c:v>25941.07</c:v>
                </c:pt>
                <c:pt idx="996">
                  <c:v>25967.14</c:v>
                </c:pt>
                <c:pt idx="997">
                  <c:v>25993.21</c:v>
                </c:pt>
                <c:pt idx="998">
                  <c:v>26019.29</c:v>
                </c:pt>
                <c:pt idx="999">
                  <c:v>26045.360000000001</c:v>
                </c:pt>
                <c:pt idx="1000">
                  <c:v>26071.43</c:v>
                </c:pt>
                <c:pt idx="1001">
                  <c:v>26097.5</c:v>
                </c:pt>
                <c:pt idx="1002">
                  <c:v>26123.57</c:v>
                </c:pt>
                <c:pt idx="1003">
                  <c:v>26149.64</c:v>
                </c:pt>
                <c:pt idx="1004">
                  <c:v>26175.71</c:v>
                </c:pt>
                <c:pt idx="1005">
                  <c:v>26201.79</c:v>
                </c:pt>
                <c:pt idx="1006">
                  <c:v>26227.86</c:v>
                </c:pt>
                <c:pt idx="1007">
                  <c:v>26253.93</c:v>
                </c:pt>
                <c:pt idx="1008">
                  <c:v>26280</c:v>
                </c:pt>
                <c:pt idx="1009">
                  <c:v>26306.07</c:v>
                </c:pt>
                <c:pt idx="1010">
                  <c:v>26332.14</c:v>
                </c:pt>
                <c:pt idx="1011">
                  <c:v>26358.21</c:v>
                </c:pt>
                <c:pt idx="1012">
                  <c:v>26384.29</c:v>
                </c:pt>
                <c:pt idx="1013">
                  <c:v>26410.36</c:v>
                </c:pt>
                <c:pt idx="1014">
                  <c:v>26436.43</c:v>
                </c:pt>
                <c:pt idx="1015">
                  <c:v>26462.5</c:v>
                </c:pt>
                <c:pt idx="1016">
                  <c:v>26488.57</c:v>
                </c:pt>
                <c:pt idx="1017">
                  <c:v>26514.639999999999</c:v>
                </c:pt>
                <c:pt idx="1018">
                  <c:v>26540.71</c:v>
                </c:pt>
                <c:pt idx="1019">
                  <c:v>26566.79</c:v>
                </c:pt>
                <c:pt idx="1020">
                  <c:v>26592.86</c:v>
                </c:pt>
                <c:pt idx="1021">
                  <c:v>26618.93</c:v>
                </c:pt>
                <c:pt idx="1022">
                  <c:v>26645</c:v>
                </c:pt>
                <c:pt idx="1023">
                  <c:v>26671.07</c:v>
                </c:pt>
                <c:pt idx="1024">
                  <c:v>26697.14</c:v>
                </c:pt>
                <c:pt idx="1025">
                  <c:v>26723.21</c:v>
                </c:pt>
                <c:pt idx="1026">
                  <c:v>26749.29</c:v>
                </c:pt>
                <c:pt idx="1027">
                  <c:v>26775.360000000001</c:v>
                </c:pt>
                <c:pt idx="1028">
                  <c:v>26801.43</c:v>
                </c:pt>
                <c:pt idx="1029">
                  <c:v>26827.5</c:v>
                </c:pt>
                <c:pt idx="1030">
                  <c:v>26853.57</c:v>
                </c:pt>
                <c:pt idx="1031">
                  <c:v>26879.64</c:v>
                </c:pt>
                <c:pt idx="1032">
                  <c:v>26905.71</c:v>
                </c:pt>
                <c:pt idx="1033">
                  <c:v>26931.79</c:v>
                </c:pt>
                <c:pt idx="1034">
                  <c:v>26957.86</c:v>
                </c:pt>
                <c:pt idx="1035">
                  <c:v>26983.93</c:v>
                </c:pt>
                <c:pt idx="1036">
                  <c:v>27010</c:v>
                </c:pt>
                <c:pt idx="1037">
                  <c:v>27036.07</c:v>
                </c:pt>
                <c:pt idx="1038">
                  <c:v>27062.14</c:v>
                </c:pt>
                <c:pt idx="1039">
                  <c:v>27088.21</c:v>
                </c:pt>
                <c:pt idx="1040">
                  <c:v>27114.29</c:v>
                </c:pt>
                <c:pt idx="1041">
                  <c:v>27140.36</c:v>
                </c:pt>
                <c:pt idx="1042">
                  <c:v>27166.43</c:v>
                </c:pt>
                <c:pt idx="1043">
                  <c:v>27192.5</c:v>
                </c:pt>
                <c:pt idx="1044">
                  <c:v>27218.57</c:v>
                </c:pt>
                <c:pt idx="1045">
                  <c:v>27244.639999999999</c:v>
                </c:pt>
                <c:pt idx="1046">
                  <c:v>27270.71</c:v>
                </c:pt>
                <c:pt idx="1047">
                  <c:v>27296.79</c:v>
                </c:pt>
                <c:pt idx="1048">
                  <c:v>27322.86</c:v>
                </c:pt>
                <c:pt idx="1049">
                  <c:v>27348.93</c:v>
                </c:pt>
                <c:pt idx="1050">
                  <c:v>27375</c:v>
                </c:pt>
                <c:pt idx="1051">
                  <c:v>27401.07</c:v>
                </c:pt>
                <c:pt idx="1052">
                  <c:v>27427.14</c:v>
                </c:pt>
                <c:pt idx="1053">
                  <c:v>27453.21</c:v>
                </c:pt>
                <c:pt idx="1054">
                  <c:v>27479.29</c:v>
                </c:pt>
                <c:pt idx="1055">
                  <c:v>27505.360000000001</c:v>
                </c:pt>
                <c:pt idx="1056">
                  <c:v>27531.43</c:v>
                </c:pt>
                <c:pt idx="1057">
                  <c:v>27557.5</c:v>
                </c:pt>
                <c:pt idx="1058">
                  <c:v>27583.57</c:v>
                </c:pt>
                <c:pt idx="1059">
                  <c:v>27609.64</c:v>
                </c:pt>
                <c:pt idx="1060">
                  <c:v>27635.71</c:v>
                </c:pt>
                <c:pt idx="1061">
                  <c:v>27661.79</c:v>
                </c:pt>
                <c:pt idx="1062">
                  <c:v>27687.86</c:v>
                </c:pt>
                <c:pt idx="1063">
                  <c:v>27713.93</c:v>
                </c:pt>
                <c:pt idx="1064">
                  <c:v>27740</c:v>
                </c:pt>
                <c:pt idx="1065">
                  <c:v>27766.07</c:v>
                </c:pt>
                <c:pt idx="1066">
                  <c:v>27792.14</c:v>
                </c:pt>
                <c:pt idx="1067">
                  <c:v>27818.21</c:v>
                </c:pt>
                <c:pt idx="1068">
                  <c:v>27844.29</c:v>
                </c:pt>
                <c:pt idx="1069">
                  <c:v>27870.36</c:v>
                </c:pt>
                <c:pt idx="1070">
                  <c:v>27896.43</c:v>
                </c:pt>
                <c:pt idx="1071">
                  <c:v>27922.5</c:v>
                </c:pt>
                <c:pt idx="1072">
                  <c:v>27948.57</c:v>
                </c:pt>
                <c:pt idx="1073">
                  <c:v>27974.639999999999</c:v>
                </c:pt>
                <c:pt idx="1074">
                  <c:v>28000.71</c:v>
                </c:pt>
                <c:pt idx="1075">
                  <c:v>28026.79</c:v>
                </c:pt>
                <c:pt idx="1076">
                  <c:v>28052.86</c:v>
                </c:pt>
                <c:pt idx="1077">
                  <c:v>28078.93</c:v>
                </c:pt>
                <c:pt idx="1078">
                  <c:v>28105</c:v>
                </c:pt>
                <c:pt idx="1079">
                  <c:v>28131.07</c:v>
                </c:pt>
                <c:pt idx="1080">
                  <c:v>28157.14</c:v>
                </c:pt>
                <c:pt idx="1081">
                  <c:v>28183.21</c:v>
                </c:pt>
                <c:pt idx="1082">
                  <c:v>28209.29</c:v>
                </c:pt>
                <c:pt idx="1083">
                  <c:v>28235.360000000001</c:v>
                </c:pt>
                <c:pt idx="1084">
                  <c:v>28261.43</c:v>
                </c:pt>
                <c:pt idx="1085">
                  <c:v>28287.5</c:v>
                </c:pt>
                <c:pt idx="1086">
                  <c:v>28313.57</c:v>
                </c:pt>
                <c:pt idx="1087">
                  <c:v>28339.64</c:v>
                </c:pt>
                <c:pt idx="1088">
                  <c:v>28365.71</c:v>
                </c:pt>
                <c:pt idx="1089">
                  <c:v>28391.79</c:v>
                </c:pt>
                <c:pt idx="1090">
                  <c:v>28417.86</c:v>
                </c:pt>
                <c:pt idx="1091">
                  <c:v>28443.93</c:v>
                </c:pt>
                <c:pt idx="1092">
                  <c:v>28470</c:v>
                </c:pt>
                <c:pt idx="1093">
                  <c:v>28496.07</c:v>
                </c:pt>
                <c:pt idx="1094">
                  <c:v>28522.14</c:v>
                </c:pt>
                <c:pt idx="1095">
                  <c:v>28548.21</c:v>
                </c:pt>
                <c:pt idx="1096">
                  <c:v>28574.29</c:v>
                </c:pt>
                <c:pt idx="1097">
                  <c:v>28600.36</c:v>
                </c:pt>
                <c:pt idx="1098">
                  <c:v>28626.43</c:v>
                </c:pt>
                <c:pt idx="1099">
                  <c:v>28652.5</c:v>
                </c:pt>
                <c:pt idx="1100">
                  <c:v>28678.57</c:v>
                </c:pt>
                <c:pt idx="1101">
                  <c:v>28704.639999999999</c:v>
                </c:pt>
                <c:pt idx="1102">
                  <c:v>28730.71</c:v>
                </c:pt>
                <c:pt idx="1103">
                  <c:v>28756.79</c:v>
                </c:pt>
                <c:pt idx="1104">
                  <c:v>28782.86</c:v>
                </c:pt>
                <c:pt idx="1105">
                  <c:v>28808.93</c:v>
                </c:pt>
                <c:pt idx="1106">
                  <c:v>28835</c:v>
                </c:pt>
                <c:pt idx="1107">
                  <c:v>28861.07</c:v>
                </c:pt>
                <c:pt idx="1108">
                  <c:v>28887.14</c:v>
                </c:pt>
                <c:pt idx="1109">
                  <c:v>28913.21</c:v>
                </c:pt>
                <c:pt idx="1110">
                  <c:v>28939.29</c:v>
                </c:pt>
                <c:pt idx="1111">
                  <c:v>28965.360000000001</c:v>
                </c:pt>
                <c:pt idx="1112">
                  <c:v>28991.43</c:v>
                </c:pt>
                <c:pt idx="1113">
                  <c:v>29017.5</c:v>
                </c:pt>
                <c:pt idx="1114">
                  <c:v>29043.57</c:v>
                </c:pt>
                <c:pt idx="1115">
                  <c:v>29069.64</c:v>
                </c:pt>
                <c:pt idx="1116">
                  <c:v>29095.71</c:v>
                </c:pt>
                <c:pt idx="1117">
                  <c:v>29121.79</c:v>
                </c:pt>
                <c:pt idx="1118">
                  <c:v>29147.86</c:v>
                </c:pt>
                <c:pt idx="1119">
                  <c:v>29173.93</c:v>
                </c:pt>
                <c:pt idx="1120">
                  <c:v>29200</c:v>
                </c:pt>
                <c:pt idx="1121">
                  <c:v>29226.07</c:v>
                </c:pt>
                <c:pt idx="1122">
                  <c:v>29252.14</c:v>
                </c:pt>
                <c:pt idx="1123">
                  <c:v>29278.21</c:v>
                </c:pt>
                <c:pt idx="1124">
                  <c:v>29304.29</c:v>
                </c:pt>
                <c:pt idx="1125">
                  <c:v>29330.36</c:v>
                </c:pt>
                <c:pt idx="1126">
                  <c:v>29356.43</c:v>
                </c:pt>
                <c:pt idx="1127">
                  <c:v>29382.5</c:v>
                </c:pt>
                <c:pt idx="1128">
                  <c:v>29408.57</c:v>
                </c:pt>
                <c:pt idx="1129">
                  <c:v>29434.639999999999</c:v>
                </c:pt>
                <c:pt idx="1130">
                  <c:v>29460.71</c:v>
                </c:pt>
                <c:pt idx="1131">
                  <c:v>29486.79</c:v>
                </c:pt>
                <c:pt idx="1132">
                  <c:v>29512.86</c:v>
                </c:pt>
                <c:pt idx="1133">
                  <c:v>29538.93</c:v>
                </c:pt>
                <c:pt idx="1134">
                  <c:v>29565</c:v>
                </c:pt>
                <c:pt idx="1135">
                  <c:v>29591.07</c:v>
                </c:pt>
                <c:pt idx="1136">
                  <c:v>29617.14</c:v>
                </c:pt>
                <c:pt idx="1137">
                  <c:v>29643.21</c:v>
                </c:pt>
                <c:pt idx="1138">
                  <c:v>29669.29</c:v>
                </c:pt>
                <c:pt idx="1139">
                  <c:v>29695.360000000001</c:v>
                </c:pt>
                <c:pt idx="1140">
                  <c:v>29721.43</c:v>
                </c:pt>
                <c:pt idx="1141">
                  <c:v>29747.5</c:v>
                </c:pt>
                <c:pt idx="1142">
                  <c:v>29773.57</c:v>
                </c:pt>
                <c:pt idx="1143">
                  <c:v>29799.64</c:v>
                </c:pt>
                <c:pt idx="1144">
                  <c:v>29825.71</c:v>
                </c:pt>
                <c:pt idx="1145">
                  <c:v>29851.79</c:v>
                </c:pt>
                <c:pt idx="1146">
                  <c:v>29877.86</c:v>
                </c:pt>
                <c:pt idx="1147">
                  <c:v>29903.93</c:v>
                </c:pt>
                <c:pt idx="1148">
                  <c:v>29930</c:v>
                </c:pt>
                <c:pt idx="1149">
                  <c:v>29956.07</c:v>
                </c:pt>
                <c:pt idx="1150">
                  <c:v>29982.14</c:v>
                </c:pt>
                <c:pt idx="1151">
                  <c:v>30008.21</c:v>
                </c:pt>
                <c:pt idx="1152">
                  <c:v>30034.29</c:v>
                </c:pt>
                <c:pt idx="1153">
                  <c:v>30060.36</c:v>
                </c:pt>
                <c:pt idx="1154">
                  <c:v>30086.43</c:v>
                </c:pt>
                <c:pt idx="1155">
                  <c:v>30112.5</c:v>
                </c:pt>
                <c:pt idx="1156">
                  <c:v>30138.57</c:v>
                </c:pt>
                <c:pt idx="1157">
                  <c:v>30164.639999999999</c:v>
                </c:pt>
                <c:pt idx="1158">
                  <c:v>30190.71</c:v>
                </c:pt>
                <c:pt idx="1159">
                  <c:v>30216.79</c:v>
                </c:pt>
                <c:pt idx="1160">
                  <c:v>30242.86</c:v>
                </c:pt>
                <c:pt idx="1161">
                  <c:v>30268.93</c:v>
                </c:pt>
                <c:pt idx="1162">
                  <c:v>30295</c:v>
                </c:pt>
                <c:pt idx="1163">
                  <c:v>30321.07</c:v>
                </c:pt>
                <c:pt idx="1164">
                  <c:v>30347.14</c:v>
                </c:pt>
                <c:pt idx="1165">
                  <c:v>30373.21</c:v>
                </c:pt>
                <c:pt idx="1166">
                  <c:v>30399.29</c:v>
                </c:pt>
                <c:pt idx="1167">
                  <c:v>30425.360000000001</c:v>
                </c:pt>
                <c:pt idx="1168">
                  <c:v>30451.43</c:v>
                </c:pt>
                <c:pt idx="1169">
                  <c:v>30477.5</c:v>
                </c:pt>
                <c:pt idx="1170">
                  <c:v>30503.57</c:v>
                </c:pt>
                <c:pt idx="1171">
                  <c:v>30529.64</c:v>
                </c:pt>
                <c:pt idx="1172">
                  <c:v>30555.71</c:v>
                </c:pt>
                <c:pt idx="1173">
                  <c:v>30581.79</c:v>
                </c:pt>
                <c:pt idx="1174">
                  <c:v>30607.86</c:v>
                </c:pt>
                <c:pt idx="1175">
                  <c:v>30633.93</c:v>
                </c:pt>
                <c:pt idx="1176">
                  <c:v>30660</c:v>
                </c:pt>
                <c:pt idx="1177">
                  <c:v>30686.07</c:v>
                </c:pt>
                <c:pt idx="1178">
                  <c:v>30712.14</c:v>
                </c:pt>
                <c:pt idx="1179">
                  <c:v>30738.21</c:v>
                </c:pt>
                <c:pt idx="1180">
                  <c:v>30764.29</c:v>
                </c:pt>
                <c:pt idx="1181">
                  <c:v>30790.36</c:v>
                </c:pt>
                <c:pt idx="1182">
                  <c:v>30816.43</c:v>
                </c:pt>
                <c:pt idx="1183">
                  <c:v>30842.5</c:v>
                </c:pt>
                <c:pt idx="1184">
                  <c:v>30868.57</c:v>
                </c:pt>
                <c:pt idx="1185">
                  <c:v>30894.639999999999</c:v>
                </c:pt>
                <c:pt idx="1186">
                  <c:v>30920.71</c:v>
                </c:pt>
                <c:pt idx="1187">
                  <c:v>30946.79</c:v>
                </c:pt>
                <c:pt idx="1188">
                  <c:v>30972.86</c:v>
                </c:pt>
                <c:pt idx="1189">
                  <c:v>30998.93</c:v>
                </c:pt>
                <c:pt idx="1190">
                  <c:v>31025</c:v>
                </c:pt>
                <c:pt idx="1191">
                  <c:v>31051.07</c:v>
                </c:pt>
                <c:pt idx="1192">
                  <c:v>31077.14</c:v>
                </c:pt>
                <c:pt idx="1193">
                  <c:v>31103.21</c:v>
                </c:pt>
                <c:pt idx="1194">
                  <c:v>31129.29</c:v>
                </c:pt>
                <c:pt idx="1195">
                  <c:v>31155.360000000001</c:v>
                </c:pt>
                <c:pt idx="1196">
                  <c:v>31181.43</c:v>
                </c:pt>
                <c:pt idx="1197">
                  <c:v>31207.5</c:v>
                </c:pt>
                <c:pt idx="1198">
                  <c:v>31233.57</c:v>
                </c:pt>
                <c:pt idx="1199">
                  <c:v>31259.64</c:v>
                </c:pt>
                <c:pt idx="1200">
                  <c:v>31285.71</c:v>
                </c:pt>
                <c:pt idx="1201">
                  <c:v>31311.79</c:v>
                </c:pt>
                <c:pt idx="1202">
                  <c:v>31337.86</c:v>
                </c:pt>
                <c:pt idx="1203">
                  <c:v>31363.93</c:v>
                </c:pt>
                <c:pt idx="1204">
                  <c:v>31390</c:v>
                </c:pt>
                <c:pt idx="1205">
                  <c:v>31416.07</c:v>
                </c:pt>
                <c:pt idx="1206">
                  <c:v>31442.14</c:v>
                </c:pt>
                <c:pt idx="1207">
                  <c:v>31468.21</c:v>
                </c:pt>
                <c:pt idx="1208">
                  <c:v>31494.29</c:v>
                </c:pt>
                <c:pt idx="1209">
                  <c:v>31520.36</c:v>
                </c:pt>
                <c:pt idx="1210">
                  <c:v>31546.43</c:v>
                </c:pt>
                <c:pt idx="1211">
                  <c:v>31572.5</c:v>
                </c:pt>
                <c:pt idx="1212">
                  <c:v>31598.57</c:v>
                </c:pt>
                <c:pt idx="1213">
                  <c:v>31624.639999999999</c:v>
                </c:pt>
                <c:pt idx="1214">
                  <c:v>31650.71</c:v>
                </c:pt>
                <c:pt idx="1215">
                  <c:v>31676.79</c:v>
                </c:pt>
                <c:pt idx="1216">
                  <c:v>31702.86</c:v>
                </c:pt>
                <c:pt idx="1217">
                  <c:v>31728.93</c:v>
                </c:pt>
                <c:pt idx="1218">
                  <c:v>31755</c:v>
                </c:pt>
                <c:pt idx="1219">
                  <c:v>31781.07</c:v>
                </c:pt>
                <c:pt idx="1220">
                  <c:v>31807.14</c:v>
                </c:pt>
                <c:pt idx="1221">
                  <c:v>31833.21</c:v>
                </c:pt>
                <c:pt idx="1222">
                  <c:v>31859.29</c:v>
                </c:pt>
                <c:pt idx="1223">
                  <c:v>31885.360000000001</c:v>
                </c:pt>
                <c:pt idx="1224">
                  <c:v>31911.43</c:v>
                </c:pt>
                <c:pt idx="1225">
                  <c:v>31937.5</c:v>
                </c:pt>
                <c:pt idx="1226">
                  <c:v>31963.57</c:v>
                </c:pt>
                <c:pt idx="1227">
                  <c:v>31989.64</c:v>
                </c:pt>
                <c:pt idx="1228">
                  <c:v>32015.71</c:v>
                </c:pt>
                <c:pt idx="1229">
                  <c:v>32041.79</c:v>
                </c:pt>
                <c:pt idx="1230">
                  <c:v>32067.86</c:v>
                </c:pt>
                <c:pt idx="1231">
                  <c:v>32093.93</c:v>
                </c:pt>
                <c:pt idx="1232">
                  <c:v>32120</c:v>
                </c:pt>
                <c:pt idx="1233">
                  <c:v>32146.07</c:v>
                </c:pt>
                <c:pt idx="1234">
                  <c:v>32172.14</c:v>
                </c:pt>
                <c:pt idx="1235">
                  <c:v>32198.21</c:v>
                </c:pt>
                <c:pt idx="1236">
                  <c:v>32224.29</c:v>
                </c:pt>
                <c:pt idx="1237">
                  <c:v>32250.36</c:v>
                </c:pt>
                <c:pt idx="1238">
                  <c:v>32276.43</c:v>
                </c:pt>
                <c:pt idx="1239">
                  <c:v>32302.5</c:v>
                </c:pt>
                <c:pt idx="1240">
                  <c:v>32328.57</c:v>
                </c:pt>
                <c:pt idx="1241">
                  <c:v>32354.639999999999</c:v>
                </c:pt>
                <c:pt idx="1242">
                  <c:v>32380.71</c:v>
                </c:pt>
                <c:pt idx="1243">
                  <c:v>32406.79</c:v>
                </c:pt>
                <c:pt idx="1244">
                  <c:v>32432.86</c:v>
                </c:pt>
                <c:pt idx="1245">
                  <c:v>32458.93</c:v>
                </c:pt>
                <c:pt idx="1246">
                  <c:v>32485</c:v>
                </c:pt>
                <c:pt idx="1247">
                  <c:v>32511.07</c:v>
                </c:pt>
                <c:pt idx="1248">
                  <c:v>32537.14</c:v>
                </c:pt>
                <c:pt idx="1249">
                  <c:v>32563.21</c:v>
                </c:pt>
                <c:pt idx="1250">
                  <c:v>32589.29</c:v>
                </c:pt>
                <c:pt idx="1251">
                  <c:v>32615.360000000001</c:v>
                </c:pt>
                <c:pt idx="1252">
                  <c:v>32641.43</c:v>
                </c:pt>
                <c:pt idx="1253">
                  <c:v>32667.5</c:v>
                </c:pt>
                <c:pt idx="1254">
                  <c:v>32693.57</c:v>
                </c:pt>
                <c:pt idx="1255">
                  <c:v>32719.64</c:v>
                </c:pt>
                <c:pt idx="1256">
                  <c:v>32745.71</c:v>
                </c:pt>
                <c:pt idx="1257">
                  <c:v>32771.79</c:v>
                </c:pt>
                <c:pt idx="1258">
                  <c:v>32797.86</c:v>
                </c:pt>
                <c:pt idx="1259">
                  <c:v>32823.93</c:v>
                </c:pt>
                <c:pt idx="1260">
                  <c:v>32850</c:v>
                </c:pt>
                <c:pt idx="1261">
                  <c:v>32876.07</c:v>
                </c:pt>
                <c:pt idx="1262">
                  <c:v>32902.14</c:v>
                </c:pt>
                <c:pt idx="1263">
                  <c:v>32928.21</c:v>
                </c:pt>
                <c:pt idx="1264">
                  <c:v>32954.29</c:v>
                </c:pt>
                <c:pt idx="1265">
                  <c:v>32980.36</c:v>
                </c:pt>
                <c:pt idx="1266">
                  <c:v>33006.43</c:v>
                </c:pt>
                <c:pt idx="1267">
                  <c:v>33032.5</c:v>
                </c:pt>
                <c:pt idx="1268">
                  <c:v>33058.57</c:v>
                </c:pt>
                <c:pt idx="1269">
                  <c:v>33084.639999999999</c:v>
                </c:pt>
                <c:pt idx="1270">
                  <c:v>33110.71</c:v>
                </c:pt>
                <c:pt idx="1271">
                  <c:v>33136.79</c:v>
                </c:pt>
                <c:pt idx="1272">
                  <c:v>33162.86</c:v>
                </c:pt>
                <c:pt idx="1273">
                  <c:v>33188.93</c:v>
                </c:pt>
                <c:pt idx="1274">
                  <c:v>33215</c:v>
                </c:pt>
                <c:pt idx="1275">
                  <c:v>33241.07</c:v>
                </c:pt>
                <c:pt idx="1276">
                  <c:v>33267.14</c:v>
                </c:pt>
                <c:pt idx="1277">
                  <c:v>33293.21</c:v>
                </c:pt>
                <c:pt idx="1278">
                  <c:v>33319.29</c:v>
                </c:pt>
                <c:pt idx="1279">
                  <c:v>33345.360000000001</c:v>
                </c:pt>
                <c:pt idx="1280">
                  <c:v>33371.43</c:v>
                </c:pt>
                <c:pt idx="1281">
                  <c:v>33397.5</c:v>
                </c:pt>
                <c:pt idx="1282">
                  <c:v>33423.57</c:v>
                </c:pt>
                <c:pt idx="1283">
                  <c:v>33449.64</c:v>
                </c:pt>
                <c:pt idx="1284">
                  <c:v>33475.71</c:v>
                </c:pt>
                <c:pt idx="1285">
                  <c:v>33501.79</c:v>
                </c:pt>
                <c:pt idx="1286">
                  <c:v>33527.86</c:v>
                </c:pt>
                <c:pt idx="1287">
                  <c:v>33553.93</c:v>
                </c:pt>
                <c:pt idx="1288">
                  <c:v>33580</c:v>
                </c:pt>
                <c:pt idx="1289">
                  <c:v>33606.07</c:v>
                </c:pt>
                <c:pt idx="1290">
                  <c:v>33632.14</c:v>
                </c:pt>
                <c:pt idx="1291">
                  <c:v>33658.21</c:v>
                </c:pt>
                <c:pt idx="1292">
                  <c:v>33684.29</c:v>
                </c:pt>
                <c:pt idx="1293">
                  <c:v>33710.36</c:v>
                </c:pt>
                <c:pt idx="1294">
                  <c:v>33736.43</c:v>
                </c:pt>
                <c:pt idx="1295">
                  <c:v>33762.5</c:v>
                </c:pt>
                <c:pt idx="1296">
                  <c:v>33788.57</c:v>
                </c:pt>
                <c:pt idx="1297">
                  <c:v>33814.639999999999</c:v>
                </c:pt>
                <c:pt idx="1298">
                  <c:v>33840.71</c:v>
                </c:pt>
                <c:pt idx="1299">
                  <c:v>33866.79</c:v>
                </c:pt>
                <c:pt idx="1300">
                  <c:v>33892.86</c:v>
                </c:pt>
                <c:pt idx="1301">
                  <c:v>33918.93</c:v>
                </c:pt>
                <c:pt idx="1302">
                  <c:v>33945</c:v>
                </c:pt>
                <c:pt idx="1303">
                  <c:v>33971.07</c:v>
                </c:pt>
                <c:pt idx="1304">
                  <c:v>33997.14</c:v>
                </c:pt>
                <c:pt idx="1305">
                  <c:v>34023.21</c:v>
                </c:pt>
                <c:pt idx="1306">
                  <c:v>34049.29</c:v>
                </c:pt>
                <c:pt idx="1307">
                  <c:v>34075.360000000001</c:v>
                </c:pt>
                <c:pt idx="1308">
                  <c:v>34101.43</c:v>
                </c:pt>
                <c:pt idx="1309">
                  <c:v>34127.5</c:v>
                </c:pt>
                <c:pt idx="1310">
                  <c:v>34153.57</c:v>
                </c:pt>
                <c:pt idx="1311">
                  <c:v>34179.64</c:v>
                </c:pt>
                <c:pt idx="1312">
                  <c:v>34205.71</c:v>
                </c:pt>
                <c:pt idx="1313">
                  <c:v>34231.79</c:v>
                </c:pt>
                <c:pt idx="1314">
                  <c:v>34257.86</c:v>
                </c:pt>
                <c:pt idx="1315">
                  <c:v>34283.93</c:v>
                </c:pt>
                <c:pt idx="1316">
                  <c:v>34310</c:v>
                </c:pt>
                <c:pt idx="1317">
                  <c:v>34336.07</c:v>
                </c:pt>
                <c:pt idx="1318">
                  <c:v>34362.14</c:v>
                </c:pt>
                <c:pt idx="1319">
                  <c:v>34388.21</c:v>
                </c:pt>
                <c:pt idx="1320">
                  <c:v>34414.29</c:v>
                </c:pt>
                <c:pt idx="1321">
                  <c:v>34440.36</c:v>
                </c:pt>
                <c:pt idx="1322">
                  <c:v>34466.43</c:v>
                </c:pt>
                <c:pt idx="1323">
                  <c:v>34492.5</c:v>
                </c:pt>
                <c:pt idx="1324">
                  <c:v>34518.57</c:v>
                </c:pt>
                <c:pt idx="1325">
                  <c:v>34544.639999999999</c:v>
                </c:pt>
                <c:pt idx="1326">
                  <c:v>34570.71</c:v>
                </c:pt>
                <c:pt idx="1327">
                  <c:v>34596.79</c:v>
                </c:pt>
                <c:pt idx="1328">
                  <c:v>34622.86</c:v>
                </c:pt>
                <c:pt idx="1329">
                  <c:v>34648.93</c:v>
                </c:pt>
                <c:pt idx="1330">
                  <c:v>34675</c:v>
                </c:pt>
                <c:pt idx="1331">
                  <c:v>34701.07</c:v>
                </c:pt>
                <c:pt idx="1332">
                  <c:v>34727.14</c:v>
                </c:pt>
                <c:pt idx="1333">
                  <c:v>34753.21</c:v>
                </c:pt>
                <c:pt idx="1334">
                  <c:v>34779.29</c:v>
                </c:pt>
                <c:pt idx="1335">
                  <c:v>34805.360000000001</c:v>
                </c:pt>
                <c:pt idx="1336">
                  <c:v>34831.43</c:v>
                </c:pt>
                <c:pt idx="1337">
                  <c:v>34857.5</c:v>
                </c:pt>
                <c:pt idx="1338">
                  <c:v>34883.57</c:v>
                </c:pt>
                <c:pt idx="1339">
                  <c:v>34909.64</c:v>
                </c:pt>
                <c:pt idx="1340">
                  <c:v>34935.71</c:v>
                </c:pt>
                <c:pt idx="1341">
                  <c:v>34961.79</c:v>
                </c:pt>
                <c:pt idx="1342">
                  <c:v>34987.86</c:v>
                </c:pt>
                <c:pt idx="1343">
                  <c:v>35013.93</c:v>
                </c:pt>
                <c:pt idx="1344">
                  <c:v>35040</c:v>
                </c:pt>
                <c:pt idx="1345">
                  <c:v>35066.07</c:v>
                </c:pt>
                <c:pt idx="1346">
                  <c:v>35092.14</c:v>
                </c:pt>
                <c:pt idx="1347">
                  <c:v>35118.21</c:v>
                </c:pt>
                <c:pt idx="1348">
                  <c:v>35144.29</c:v>
                </c:pt>
                <c:pt idx="1349">
                  <c:v>35170.36</c:v>
                </c:pt>
                <c:pt idx="1350">
                  <c:v>35196.43</c:v>
                </c:pt>
                <c:pt idx="1351">
                  <c:v>35222.5</c:v>
                </c:pt>
                <c:pt idx="1352">
                  <c:v>35248.57</c:v>
                </c:pt>
                <c:pt idx="1353">
                  <c:v>35274.639999999999</c:v>
                </c:pt>
                <c:pt idx="1354">
                  <c:v>35300.71</c:v>
                </c:pt>
                <c:pt idx="1355">
                  <c:v>35326.79</c:v>
                </c:pt>
                <c:pt idx="1356">
                  <c:v>35352.86</c:v>
                </c:pt>
                <c:pt idx="1357">
                  <c:v>35378.93</c:v>
                </c:pt>
                <c:pt idx="1358">
                  <c:v>35405</c:v>
                </c:pt>
                <c:pt idx="1359">
                  <c:v>35431.07</c:v>
                </c:pt>
                <c:pt idx="1360">
                  <c:v>35457.14</c:v>
                </c:pt>
                <c:pt idx="1361">
                  <c:v>35483.21</c:v>
                </c:pt>
                <c:pt idx="1362">
                  <c:v>35509.29</c:v>
                </c:pt>
                <c:pt idx="1363">
                  <c:v>35535.360000000001</c:v>
                </c:pt>
                <c:pt idx="1364">
                  <c:v>35561.43</c:v>
                </c:pt>
                <c:pt idx="1365">
                  <c:v>35587.5</c:v>
                </c:pt>
                <c:pt idx="1366">
                  <c:v>35613.57</c:v>
                </c:pt>
                <c:pt idx="1367">
                  <c:v>35639.64</c:v>
                </c:pt>
                <c:pt idx="1368">
                  <c:v>35665.71</c:v>
                </c:pt>
                <c:pt idx="1369">
                  <c:v>35691.79</c:v>
                </c:pt>
                <c:pt idx="1370">
                  <c:v>35717.86</c:v>
                </c:pt>
                <c:pt idx="1371">
                  <c:v>35743.93</c:v>
                </c:pt>
                <c:pt idx="1372">
                  <c:v>35770</c:v>
                </c:pt>
                <c:pt idx="1373">
                  <c:v>35796.07</c:v>
                </c:pt>
                <c:pt idx="1374">
                  <c:v>35822.14</c:v>
                </c:pt>
                <c:pt idx="1375">
                  <c:v>35848.21</c:v>
                </c:pt>
                <c:pt idx="1376">
                  <c:v>35874.29</c:v>
                </c:pt>
                <c:pt idx="1377">
                  <c:v>35900.36</c:v>
                </c:pt>
                <c:pt idx="1378">
                  <c:v>35926.43</c:v>
                </c:pt>
                <c:pt idx="1379">
                  <c:v>35952.5</c:v>
                </c:pt>
                <c:pt idx="1380">
                  <c:v>35978.57</c:v>
                </c:pt>
                <c:pt idx="1381">
                  <c:v>36004.639999999999</c:v>
                </c:pt>
                <c:pt idx="1382">
                  <c:v>36030.71</c:v>
                </c:pt>
                <c:pt idx="1383">
                  <c:v>36056.79</c:v>
                </c:pt>
                <c:pt idx="1384">
                  <c:v>36082.86</c:v>
                </c:pt>
                <c:pt idx="1385">
                  <c:v>36108.93</c:v>
                </c:pt>
                <c:pt idx="1386">
                  <c:v>36135</c:v>
                </c:pt>
                <c:pt idx="1387">
                  <c:v>36161.07</c:v>
                </c:pt>
                <c:pt idx="1388">
                  <c:v>36187.14</c:v>
                </c:pt>
                <c:pt idx="1389">
                  <c:v>36213.21</c:v>
                </c:pt>
                <c:pt idx="1390">
                  <c:v>36239.29</c:v>
                </c:pt>
                <c:pt idx="1391">
                  <c:v>36265.360000000001</c:v>
                </c:pt>
                <c:pt idx="1392">
                  <c:v>36291.43</c:v>
                </c:pt>
                <c:pt idx="1393">
                  <c:v>36317.5</c:v>
                </c:pt>
                <c:pt idx="1394">
                  <c:v>36343.57</c:v>
                </c:pt>
                <c:pt idx="1395">
                  <c:v>36369.64</c:v>
                </c:pt>
                <c:pt idx="1396">
                  <c:v>36395.71</c:v>
                </c:pt>
                <c:pt idx="1397">
                  <c:v>36421.79</c:v>
                </c:pt>
                <c:pt idx="1398">
                  <c:v>36447.86</c:v>
                </c:pt>
                <c:pt idx="1399">
                  <c:v>36473.93</c:v>
                </c:pt>
                <c:pt idx="1400">
                  <c:v>36500</c:v>
                </c:pt>
                <c:pt idx="1401">
                  <c:v>36526.07</c:v>
                </c:pt>
                <c:pt idx="1402">
                  <c:v>36552.14</c:v>
                </c:pt>
                <c:pt idx="1403">
                  <c:v>36578.21</c:v>
                </c:pt>
                <c:pt idx="1404">
                  <c:v>36604.29</c:v>
                </c:pt>
                <c:pt idx="1405">
                  <c:v>36630.36</c:v>
                </c:pt>
                <c:pt idx="1406">
                  <c:v>36656.43</c:v>
                </c:pt>
                <c:pt idx="1407">
                  <c:v>36682.5</c:v>
                </c:pt>
                <c:pt idx="1408">
                  <c:v>36708.57</c:v>
                </c:pt>
                <c:pt idx="1409">
                  <c:v>36734.639999999999</c:v>
                </c:pt>
                <c:pt idx="1410">
                  <c:v>36760.71</c:v>
                </c:pt>
                <c:pt idx="1411">
                  <c:v>36786.79</c:v>
                </c:pt>
                <c:pt idx="1412">
                  <c:v>36812.86</c:v>
                </c:pt>
                <c:pt idx="1413">
                  <c:v>36838.93</c:v>
                </c:pt>
                <c:pt idx="1414">
                  <c:v>36865</c:v>
                </c:pt>
                <c:pt idx="1415">
                  <c:v>36891.07</c:v>
                </c:pt>
                <c:pt idx="1416">
                  <c:v>36917.14</c:v>
                </c:pt>
                <c:pt idx="1417">
                  <c:v>36943.21</c:v>
                </c:pt>
                <c:pt idx="1418">
                  <c:v>36969.29</c:v>
                </c:pt>
                <c:pt idx="1419">
                  <c:v>36995.360000000001</c:v>
                </c:pt>
                <c:pt idx="1420">
                  <c:v>37021.43</c:v>
                </c:pt>
                <c:pt idx="1421">
                  <c:v>37047.5</c:v>
                </c:pt>
                <c:pt idx="1422">
                  <c:v>37073.57</c:v>
                </c:pt>
                <c:pt idx="1423">
                  <c:v>37099.64</c:v>
                </c:pt>
                <c:pt idx="1424">
                  <c:v>37125.71</c:v>
                </c:pt>
                <c:pt idx="1425">
                  <c:v>37151.79</c:v>
                </c:pt>
                <c:pt idx="1426">
                  <c:v>37177.86</c:v>
                </c:pt>
                <c:pt idx="1427">
                  <c:v>37203.93</c:v>
                </c:pt>
                <c:pt idx="1428">
                  <c:v>37230</c:v>
                </c:pt>
                <c:pt idx="1429">
                  <c:v>37256.07</c:v>
                </c:pt>
                <c:pt idx="1430">
                  <c:v>37282.14</c:v>
                </c:pt>
                <c:pt idx="1431">
                  <c:v>37308.21</c:v>
                </c:pt>
                <c:pt idx="1432">
                  <c:v>37334.29</c:v>
                </c:pt>
                <c:pt idx="1433">
                  <c:v>37360.36</c:v>
                </c:pt>
                <c:pt idx="1434">
                  <c:v>37386.43</c:v>
                </c:pt>
                <c:pt idx="1435">
                  <c:v>37412.5</c:v>
                </c:pt>
                <c:pt idx="1436">
                  <c:v>37438.57</c:v>
                </c:pt>
                <c:pt idx="1437">
                  <c:v>37464.639999999999</c:v>
                </c:pt>
                <c:pt idx="1438">
                  <c:v>37490.71</c:v>
                </c:pt>
                <c:pt idx="1439">
                  <c:v>37516.79</c:v>
                </c:pt>
                <c:pt idx="1440">
                  <c:v>37542.86</c:v>
                </c:pt>
                <c:pt idx="1441">
                  <c:v>37568.93</c:v>
                </c:pt>
                <c:pt idx="1442">
                  <c:v>37595</c:v>
                </c:pt>
                <c:pt idx="1443">
                  <c:v>37621.07</c:v>
                </c:pt>
                <c:pt idx="1444">
                  <c:v>37647.14</c:v>
                </c:pt>
                <c:pt idx="1445">
                  <c:v>37673.21</c:v>
                </c:pt>
                <c:pt idx="1446">
                  <c:v>37699.29</c:v>
                </c:pt>
                <c:pt idx="1447">
                  <c:v>37725.360000000001</c:v>
                </c:pt>
                <c:pt idx="1448">
                  <c:v>37751.43</c:v>
                </c:pt>
                <c:pt idx="1449">
                  <c:v>37777.5</c:v>
                </c:pt>
                <c:pt idx="1450">
                  <c:v>37803.57</c:v>
                </c:pt>
                <c:pt idx="1451">
                  <c:v>37829.64</c:v>
                </c:pt>
                <c:pt idx="1452">
                  <c:v>37855.71</c:v>
                </c:pt>
                <c:pt idx="1453">
                  <c:v>37881.79</c:v>
                </c:pt>
                <c:pt idx="1454">
                  <c:v>37907.86</c:v>
                </c:pt>
                <c:pt idx="1455">
                  <c:v>37933.93</c:v>
                </c:pt>
                <c:pt idx="1456">
                  <c:v>37960</c:v>
                </c:pt>
                <c:pt idx="1457">
                  <c:v>37986.07</c:v>
                </c:pt>
                <c:pt idx="1458">
                  <c:v>38012.14</c:v>
                </c:pt>
                <c:pt idx="1459">
                  <c:v>38038.21</c:v>
                </c:pt>
                <c:pt idx="1460">
                  <c:v>38064.29</c:v>
                </c:pt>
                <c:pt idx="1461">
                  <c:v>38090.36</c:v>
                </c:pt>
                <c:pt idx="1462">
                  <c:v>38116.43</c:v>
                </c:pt>
                <c:pt idx="1463">
                  <c:v>38142.5</c:v>
                </c:pt>
                <c:pt idx="1464">
                  <c:v>38168.57</c:v>
                </c:pt>
                <c:pt idx="1465">
                  <c:v>38194.639999999999</c:v>
                </c:pt>
                <c:pt idx="1466">
                  <c:v>38220.71</c:v>
                </c:pt>
                <c:pt idx="1467">
                  <c:v>38246.79</c:v>
                </c:pt>
                <c:pt idx="1468">
                  <c:v>38272.86</c:v>
                </c:pt>
                <c:pt idx="1469">
                  <c:v>38298.93</c:v>
                </c:pt>
                <c:pt idx="1470">
                  <c:v>38325</c:v>
                </c:pt>
                <c:pt idx="1471">
                  <c:v>38351.07</c:v>
                </c:pt>
                <c:pt idx="1472">
                  <c:v>38377.14</c:v>
                </c:pt>
                <c:pt idx="1473">
                  <c:v>38403.21</c:v>
                </c:pt>
                <c:pt idx="1474">
                  <c:v>38429.29</c:v>
                </c:pt>
                <c:pt idx="1475">
                  <c:v>38455.360000000001</c:v>
                </c:pt>
                <c:pt idx="1476">
                  <c:v>38481.43</c:v>
                </c:pt>
                <c:pt idx="1477">
                  <c:v>38507.5</c:v>
                </c:pt>
                <c:pt idx="1478">
                  <c:v>38533.57</c:v>
                </c:pt>
                <c:pt idx="1479">
                  <c:v>38559.64</c:v>
                </c:pt>
                <c:pt idx="1480">
                  <c:v>38585.71</c:v>
                </c:pt>
                <c:pt idx="1481">
                  <c:v>38611.79</c:v>
                </c:pt>
                <c:pt idx="1482">
                  <c:v>38637.86</c:v>
                </c:pt>
                <c:pt idx="1483">
                  <c:v>38663.93</c:v>
                </c:pt>
                <c:pt idx="1484">
                  <c:v>38690</c:v>
                </c:pt>
                <c:pt idx="1485">
                  <c:v>38716.07</c:v>
                </c:pt>
                <c:pt idx="1486">
                  <c:v>38742.14</c:v>
                </c:pt>
                <c:pt idx="1487">
                  <c:v>38768.21</c:v>
                </c:pt>
                <c:pt idx="1488">
                  <c:v>38794.29</c:v>
                </c:pt>
                <c:pt idx="1489">
                  <c:v>38820.36</c:v>
                </c:pt>
                <c:pt idx="1490">
                  <c:v>38846.43</c:v>
                </c:pt>
                <c:pt idx="1491">
                  <c:v>38872.5</c:v>
                </c:pt>
                <c:pt idx="1492">
                  <c:v>38898.57</c:v>
                </c:pt>
                <c:pt idx="1493">
                  <c:v>38924.639999999999</c:v>
                </c:pt>
                <c:pt idx="1494">
                  <c:v>38950.71</c:v>
                </c:pt>
                <c:pt idx="1495">
                  <c:v>38976.79</c:v>
                </c:pt>
                <c:pt idx="1496">
                  <c:v>39002.86</c:v>
                </c:pt>
                <c:pt idx="1497">
                  <c:v>39028.93</c:v>
                </c:pt>
                <c:pt idx="1498">
                  <c:v>39055</c:v>
                </c:pt>
                <c:pt idx="1499">
                  <c:v>39081.07</c:v>
                </c:pt>
                <c:pt idx="1500">
                  <c:v>39107.14</c:v>
                </c:pt>
                <c:pt idx="1501">
                  <c:v>39133.21</c:v>
                </c:pt>
                <c:pt idx="1502">
                  <c:v>39159.29</c:v>
                </c:pt>
                <c:pt idx="1503">
                  <c:v>39185.360000000001</c:v>
                </c:pt>
                <c:pt idx="1504">
                  <c:v>39211.43</c:v>
                </c:pt>
                <c:pt idx="1505">
                  <c:v>39237.5</c:v>
                </c:pt>
                <c:pt idx="1506">
                  <c:v>39263.57</c:v>
                </c:pt>
                <c:pt idx="1507">
                  <c:v>39289.64</c:v>
                </c:pt>
                <c:pt idx="1508">
                  <c:v>39315.71</c:v>
                </c:pt>
                <c:pt idx="1509">
                  <c:v>39341.79</c:v>
                </c:pt>
                <c:pt idx="1510">
                  <c:v>39367.86</c:v>
                </c:pt>
                <c:pt idx="1511">
                  <c:v>39393.93</c:v>
                </c:pt>
                <c:pt idx="1512">
                  <c:v>39420</c:v>
                </c:pt>
                <c:pt idx="1513">
                  <c:v>39446.07</c:v>
                </c:pt>
                <c:pt idx="1514">
                  <c:v>39472.14</c:v>
                </c:pt>
                <c:pt idx="1515">
                  <c:v>39498.21</c:v>
                </c:pt>
                <c:pt idx="1516">
                  <c:v>39524.29</c:v>
                </c:pt>
                <c:pt idx="1517">
                  <c:v>39550.36</c:v>
                </c:pt>
                <c:pt idx="1518">
                  <c:v>39576.43</c:v>
                </c:pt>
                <c:pt idx="1519">
                  <c:v>39602.5</c:v>
                </c:pt>
                <c:pt idx="1520">
                  <c:v>39628.57</c:v>
                </c:pt>
                <c:pt idx="1521">
                  <c:v>39654.639999999999</c:v>
                </c:pt>
                <c:pt idx="1522">
                  <c:v>39680.71</c:v>
                </c:pt>
                <c:pt idx="1523">
                  <c:v>39706.79</c:v>
                </c:pt>
                <c:pt idx="1524">
                  <c:v>39732.86</c:v>
                </c:pt>
                <c:pt idx="1525">
                  <c:v>39758.93</c:v>
                </c:pt>
                <c:pt idx="1526">
                  <c:v>39785</c:v>
                </c:pt>
                <c:pt idx="1527">
                  <c:v>39811.07</c:v>
                </c:pt>
                <c:pt idx="1528">
                  <c:v>39837.14</c:v>
                </c:pt>
                <c:pt idx="1529">
                  <c:v>39863.21</c:v>
                </c:pt>
                <c:pt idx="1530">
                  <c:v>39889.29</c:v>
                </c:pt>
                <c:pt idx="1531">
                  <c:v>39915.360000000001</c:v>
                </c:pt>
                <c:pt idx="1532">
                  <c:v>39941.43</c:v>
                </c:pt>
                <c:pt idx="1533">
                  <c:v>39967.5</c:v>
                </c:pt>
                <c:pt idx="1534">
                  <c:v>39993.57</c:v>
                </c:pt>
                <c:pt idx="1535">
                  <c:v>40019.64</c:v>
                </c:pt>
                <c:pt idx="1536">
                  <c:v>40045.71</c:v>
                </c:pt>
                <c:pt idx="1537">
                  <c:v>40071.79</c:v>
                </c:pt>
                <c:pt idx="1538">
                  <c:v>40097.86</c:v>
                </c:pt>
                <c:pt idx="1539">
                  <c:v>40123.93</c:v>
                </c:pt>
                <c:pt idx="1540">
                  <c:v>40150</c:v>
                </c:pt>
                <c:pt idx="1541">
                  <c:v>40176.07</c:v>
                </c:pt>
                <c:pt idx="1542">
                  <c:v>40202.14</c:v>
                </c:pt>
                <c:pt idx="1543">
                  <c:v>40228.21</c:v>
                </c:pt>
                <c:pt idx="1544">
                  <c:v>40254.29</c:v>
                </c:pt>
                <c:pt idx="1545">
                  <c:v>40280.36</c:v>
                </c:pt>
                <c:pt idx="1546">
                  <c:v>40306.43</c:v>
                </c:pt>
                <c:pt idx="1547">
                  <c:v>40332.5</c:v>
                </c:pt>
                <c:pt idx="1548">
                  <c:v>40358.57</c:v>
                </c:pt>
                <c:pt idx="1549">
                  <c:v>40384.639999999999</c:v>
                </c:pt>
                <c:pt idx="1550">
                  <c:v>40410.71</c:v>
                </c:pt>
                <c:pt idx="1551">
                  <c:v>40436.79</c:v>
                </c:pt>
                <c:pt idx="1552">
                  <c:v>40462.86</c:v>
                </c:pt>
                <c:pt idx="1553">
                  <c:v>40488.93</c:v>
                </c:pt>
                <c:pt idx="1554">
                  <c:v>40515</c:v>
                </c:pt>
                <c:pt idx="1555">
                  <c:v>40541.07</c:v>
                </c:pt>
                <c:pt idx="1556">
                  <c:v>40567.14</c:v>
                </c:pt>
                <c:pt idx="1557">
                  <c:v>40593.21</c:v>
                </c:pt>
                <c:pt idx="1558">
                  <c:v>40619.29</c:v>
                </c:pt>
                <c:pt idx="1559">
                  <c:v>40645.360000000001</c:v>
                </c:pt>
                <c:pt idx="1560">
                  <c:v>40671.43</c:v>
                </c:pt>
                <c:pt idx="1561">
                  <c:v>40697.5</c:v>
                </c:pt>
                <c:pt idx="1562">
                  <c:v>40723.57</c:v>
                </c:pt>
                <c:pt idx="1563">
                  <c:v>40749.64</c:v>
                </c:pt>
                <c:pt idx="1564">
                  <c:v>40775.71</c:v>
                </c:pt>
                <c:pt idx="1565">
                  <c:v>40801.79</c:v>
                </c:pt>
                <c:pt idx="1566">
                  <c:v>40827.86</c:v>
                </c:pt>
                <c:pt idx="1567">
                  <c:v>40853.93</c:v>
                </c:pt>
                <c:pt idx="1568">
                  <c:v>40880</c:v>
                </c:pt>
                <c:pt idx="1569">
                  <c:v>40906.07</c:v>
                </c:pt>
                <c:pt idx="1570">
                  <c:v>40932.14</c:v>
                </c:pt>
                <c:pt idx="1571">
                  <c:v>40958.21</c:v>
                </c:pt>
                <c:pt idx="1572">
                  <c:v>40984.29</c:v>
                </c:pt>
                <c:pt idx="1573">
                  <c:v>41010.36</c:v>
                </c:pt>
                <c:pt idx="1574">
                  <c:v>41036.43</c:v>
                </c:pt>
                <c:pt idx="1575">
                  <c:v>41062.5</c:v>
                </c:pt>
                <c:pt idx="1576">
                  <c:v>41088.57</c:v>
                </c:pt>
                <c:pt idx="1577">
                  <c:v>41114.639999999999</c:v>
                </c:pt>
                <c:pt idx="1578">
                  <c:v>41140.71</c:v>
                </c:pt>
                <c:pt idx="1579">
                  <c:v>41166.79</c:v>
                </c:pt>
                <c:pt idx="1580">
                  <c:v>41192.86</c:v>
                </c:pt>
                <c:pt idx="1581">
                  <c:v>41218.93</c:v>
                </c:pt>
                <c:pt idx="1582">
                  <c:v>41245</c:v>
                </c:pt>
                <c:pt idx="1583">
                  <c:v>41271.07</c:v>
                </c:pt>
                <c:pt idx="1584">
                  <c:v>41297.14</c:v>
                </c:pt>
                <c:pt idx="1585">
                  <c:v>41323.21</c:v>
                </c:pt>
                <c:pt idx="1586">
                  <c:v>41349.29</c:v>
                </c:pt>
                <c:pt idx="1587">
                  <c:v>41375.360000000001</c:v>
                </c:pt>
                <c:pt idx="1588">
                  <c:v>41401.43</c:v>
                </c:pt>
                <c:pt idx="1589">
                  <c:v>41427.5</c:v>
                </c:pt>
                <c:pt idx="1590">
                  <c:v>41453.57</c:v>
                </c:pt>
                <c:pt idx="1591">
                  <c:v>41479.64</c:v>
                </c:pt>
                <c:pt idx="1592">
                  <c:v>41505.71</c:v>
                </c:pt>
                <c:pt idx="1593">
                  <c:v>41531.79</c:v>
                </c:pt>
                <c:pt idx="1594">
                  <c:v>41557.86</c:v>
                </c:pt>
                <c:pt idx="1595">
                  <c:v>41583.93</c:v>
                </c:pt>
                <c:pt idx="1596">
                  <c:v>41610</c:v>
                </c:pt>
                <c:pt idx="1597">
                  <c:v>41636.07</c:v>
                </c:pt>
                <c:pt idx="1598">
                  <c:v>41662.14</c:v>
                </c:pt>
                <c:pt idx="1599">
                  <c:v>41688.21</c:v>
                </c:pt>
                <c:pt idx="1600">
                  <c:v>41714.29</c:v>
                </c:pt>
                <c:pt idx="1601">
                  <c:v>41740.36</c:v>
                </c:pt>
                <c:pt idx="1602">
                  <c:v>41766.43</c:v>
                </c:pt>
                <c:pt idx="1603">
                  <c:v>41792.5</c:v>
                </c:pt>
                <c:pt idx="1604">
                  <c:v>41818.57</c:v>
                </c:pt>
                <c:pt idx="1605">
                  <c:v>41844.639999999999</c:v>
                </c:pt>
                <c:pt idx="1606">
                  <c:v>41870.71</c:v>
                </c:pt>
                <c:pt idx="1607">
                  <c:v>41896.79</c:v>
                </c:pt>
                <c:pt idx="1608">
                  <c:v>41922.86</c:v>
                </c:pt>
                <c:pt idx="1609">
                  <c:v>41948.93</c:v>
                </c:pt>
                <c:pt idx="1610">
                  <c:v>41975</c:v>
                </c:pt>
                <c:pt idx="1611">
                  <c:v>42001.07</c:v>
                </c:pt>
                <c:pt idx="1612">
                  <c:v>42027.14</c:v>
                </c:pt>
                <c:pt idx="1613">
                  <c:v>42053.21</c:v>
                </c:pt>
                <c:pt idx="1614">
                  <c:v>42079.29</c:v>
                </c:pt>
                <c:pt idx="1615">
                  <c:v>42105.36</c:v>
                </c:pt>
                <c:pt idx="1616">
                  <c:v>42131.43</c:v>
                </c:pt>
                <c:pt idx="1617">
                  <c:v>42157.5</c:v>
                </c:pt>
                <c:pt idx="1618">
                  <c:v>42183.57</c:v>
                </c:pt>
                <c:pt idx="1619">
                  <c:v>42209.64</c:v>
                </c:pt>
                <c:pt idx="1620">
                  <c:v>42235.71</c:v>
                </c:pt>
                <c:pt idx="1621">
                  <c:v>42261.79</c:v>
                </c:pt>
                <c:pt idx="1622">
                  <c:v>42287.86</c:v>
                </c:pt>
                <c:pt idx="1623">
                  <c:v>42313.93</c:v>
                </c:pt>
                <c:pt idx="1624">
                  <c:v>42340</c:v>
                </c:pt>
                <c:pt idx="1625">
                  <c:v>42366.07</c:v>
                </c:pt>
                <c:pt idx="1626">
                  <c:v>42392.14</c:v>
                </c:pt>
                <c:pt idx="1627">
                  <c:v>42418.21</c:v>
                </c:pt>
                <c:pt idx="1628">
                  <c:v>42444.29</c:v>
                </c:pt>
                <c:pt idx="1629">
                  <c:v>42470.36</c:v>
                </c:pt>
                <c:pt idx="1630">
                  <c:v>42496.43</c:v>
                </c:pt>
                <c:pt idx="1631">
                  <c:v>42522.5</c:v>
                </c:pt>
                <c:pt idx="1632">
                  <c:v>42548.57</c:v>
                </c:pt>
                <c:pt idx="1633">
                  <c:v>42574.64</c:v>
                </c:pt>
                <c:pt idx="1634">
                  <c:v>42600.71</c:v>
                </c:pt>
                <c:pt idx="1635">
                  <c:v>42626.79</c:v>
                </c:pt>
                <c:pt idx="1636">
                  <c:v>42652.86</c:v>
                </c:pt>
                <c:pt idx="1637">
                  <c:v>42678.93</c:v>
                </c:pt>
                <c:pt idx="1638">
                  <c:v>42705</c:v>
                </c:pt>
                <c:pt idx="1639">
                  <c:v>42731.07</c:v>
                </c:pt>
                <c:pt idx="1640">
                  <c:v>42757.14</c:v>
                </c:pt>
                <c:pt idx="1641">
                  <c:v>42783.21</c:v>
                </c:pt>
                <c:pt idx="1642">
                  <c:v>42809.29</c:v>
                </c:pt>
                <c:pt idx="1643">
                  <c:v>42835.360000000001</c:v>
                </c:pt>
                <c:pt idx="1644">
                  <c:v>42861.43</c:v>
                </c:pt>
                <c:pt idx="1645">
                  <c:v>42887.5</c:v>
                </c:pt>
                <c:pt idx="1646">
                  <c:v>42913.57</c:v>
                </c:pt>
                <c:pt idx="1647">
                  <c:v>42939.64</c:v>
                </c:pt>
                <c:pt idx="1648">
                  <c:v>42965.71</c:v>
                </c:pt>
                <c:pt idx="1649">
                  <c:v>42991.79</c:v>
                </c:pt>
                <c:pt idx="1650">
                  <c:v>43017.86</c:v>
                </c:pt>
                <c:pt idx="1651">
                  <c:v>43043.93</c:v>
                </c:pt>
                <c:pt idx="1652">
                  <c:v>43070</c:v>
                </c:pt>
                <c:pt idx="1653">
                  <c:v>43096.07</c:v>
                </c:pt>
                <c:pt idx="1654">
                  <c:v>43122.14</c:v>
                </c:pt>
                <c:pt idx="1655">
                  <c:v>43148.21</c:v>
                </c:pt>
                <c:pt idx="1656">
                  <c:v>43174.29</c:v>
                </c:pt>
                <c:pt idx="1657">
                  <c:v>43200.36</c:v>
                </c:pt>
                <c:pt idx="1658">
                  <c:v>43226.43</c:v>
                </c:pt>
                <c:pt idx="1659">
                  <c:v>43252.5</c:v>
                </c:pt>
                <c:pt idx="1660">
                  <c:v>43278.57</c:v>
                </c:pt>
                <c:pt idx="1661">
                  <c:v>43304.639999999999</c:v>
                </c:pt>
                <c:pt idx="1662">
                  <c:v>43330.71</c:v>
                </c:pt>
                <c:pt idx="1663">
                  <c:v>43356.79</c:v>
                </c:pt>
                <c:pt idx="1664">
                  <c:v>43382.86</c:v>
                </c:pt>
                <c:pt idx="1665">
                  <c:v>43408.93</c:v>
                </c:pt>
                <c:pt idx="1666">
                  <c:v>43435</c:v>
                </c:pt>
                <c:pt idx="1667">
                  <c:v>43461.07</c:v>
                </c:pt>
                <c:pt idx="1668">
                  <c:v>43487.14</c:v>
                </c:pt>
                <c:pt idx="1669">
                  <c:v>43513.21</c:v>
                </c:pt>
                <c:pt idx="1670">
                  <c:v>43539.29</c:v>
                </c:pt>
                <c:pt idx="1671">
                  <c:v>43565.36</c:v>
                </c:pt>
                <c:pt idx="1672">
                  <c:v>43591.43</c:v>
                </c:pt>
                <c:pt idx="1673">
                  <c:v>43617.5</c:v>
                </c:pt>
                <c:pt idx="1674">
                  <c:v>43643.57</c:v>
                </c:pt>
                <c:pt idx="1675">
                  <c:v>43669.64</c:v>
                </c:pt>
                <c:pt idx="1676">
                  <c:v>43695.71</c:v>
                </c:pt>
                <c:pt idx="1677">
                  <c:v>43721.79</c:v>
                </c:pt>
                <c:pt idx="1678">
                  <c:v>43747.86</c:v>
                </c:pt>
                <c:pt idx="1679">
                  <c:v>43773.93</c:v>
                </c:pt>
                <c:pt idx="1680">
                  <c:v>43800</c:v>
                </c:pt>
                <c:pt idx="1681">
                  <c:v>43826.07</c:v>
                </c:pt>
                <c:pt idx="1682">
                  <c:v>43852.14</c:v>
                </c:pt>
                <c:pt idx="1683">
                  <c:v>43878.21</c:v>
                </c:pt>
                <c:pt idx="1684">
                  <c:v>43904.29</c:v>
                </c:pt>
                <c:pt idx="1685">
                  <c:v>43930.36</c:v>
                </c:pt>
                <c:pt idx="1686">
                  <c:v>43956.43</c:v>
                </c:pt>
                <c:pt idx="1687">
                  <c:v>43982.5</c:v>
                </c:pt>
                <c:pt idx="1688">
                  <c:v>44008.57</c:v>
                </c:pt>
                <c:pt idx="1689">
                  <c:v>44034.64</c:v>
                </c:pt>
                <c:pt idx="1690">
                  <c:v>44060.71</c:v>
                </c:pt>
                <c:pt idx="1691">
                  <c:v>44086.79</c:v>
                </c:pt>
                <c:pt idx="1692">
                  <c:v>44112.86</c:v>
                </c:pt>
                <c:pt idx="1693">
                  <c:v>44138.93</c:v>
                </c:pt>
                <c:pt idx="1694">
                  <c:v>44165</c:v>
                </c:pt>
                <c:pt idx="1695">
                  <c:v>44191.07</c:v>
                </c:pt>
                <c:pt idx="1696">
                  <c:v>44217.14</c:v>
                </c:pt>
                <c:pt idx="1697">
                  <c:v>44243.21</c:v>
                </c:pt>
                <c:pt idx="1698">
                  <c:v>44269.29</c:v>
                </c:pt>
                <c:pt idx="1699">
                  <c:v>44295.360000000001</c:v>
                </c:pt>
                <c:pt idx="1700">
                  <c:v>44321.43</c:v>
                </c:pt>
                <c:pt idx="1701">
                  <c:v>44347.5</c:v>
                </c:pt>
                <c:pt idx="1702">
                  <c:v>44373.57</c:v>
                </c:pt>
                <c:pt idx="1703">
                  <c:v>44399.64</c:v>
                </c:pt>
                <c:pt idx="1704">
                  <c:v>44425.71</c:v>
                </c:pt>
                <c:pt idx="1705">
                  <c:v>44451.79</c:v>
                </c:pt>
                <c:pt idx="1706">
                  <c:v>44477.86</c:v>
                </c:pt>
                <c:pt idx="1707">
                  <c:v>44503.93</c:v>
                </c:pt>
                <c:pt idx="1708">
                  <c:v>44530</c:v>
                </c:pt>
                <c:pt idx="1709">
                  <c:v>44556.07</c:v>
                </c:pt>
                <c:pt idx="1710">
                  <c:v>44582.14</c:v>
                </c:pt>
                <c:pt idx="1711">
                  <c:v>44608.21</c:v>
                </c:pt>
                <c:pt idx="1712">
                  <c:v>44634.29</c:v>
                </c:pt>
                <c:pt idx="1713">
                  <c:v>44660.36</c:v>
                </c:pt>
                <c:pt idx="1714">
                  <c:v>44686.43</c:v>
                </c:pt>
                <c:pt idx="1715">
                  <c:v>44712.5</c:v>
                </c:pt>
                <c:pt idx="1716">
                  <c:v>44738.57</c:v>
                </c:pt>
                <c:pt idx="1717">
                  <c:v>44764.639999999999</c:v>
                </c:pt>
                <c:pt idx="1718">
                  <c:v>44790.71</c:v>
                </c:pt>
                <c:pt idx="1719">
                  <c:v>44816.79</c:v>
                </c:pt>
                <c:pt idx="1720">
                  <c:v>44842.86</c:v>
                </c:pt>
                <c:pt idx="1721">
                  <c:v>44868.93</c:v>
                </c:pt>
                <c:pt idx="1722">
                  <c:v>44895</c:v>
                </c:pt>
                <c:pt idx="1723">
                  <c:v>44921.07</c:v>
                </c:pt>
                <c:pt idx="1724">
                  <c:v>44947.14</c:v>
                </c:pt>
                <c:pt idx="1725">
                  <c:v>44973.21</c:v>
                </c:pt>
                <c:pt idx="1726">
                  <c:v>44999.29</c:v>
                </c:pt>
                <c:pt idx="1727">
                  <c:v>45025.36</c:v>
                </c:pt>
                <c:pt idx="1728">
                  <c:v>45051.43</c:v>
                </c:pt>
                <c:pt idx="1729">
                  <c:v>45077.5</c:v>
                </c:pt>
                <c:pt idx="1730">
                  <c:v>45103.57</c:v>
                </c:pt>
                <c:pt idx="1731">
                  <c:v>45129.64</c:v>
                </c:pt>
                <c:pt idx="1732">
                  <c:v>45155.71</c:v>
                </c:pt>
                <c:pt idx="1733">
                  <c:v>45181.79</c:v>
                </c:pt>
                <c:pt idx="1734">
                  <c:v>45207.86</c:v>
                </c:pt>
                <c:pt idx="1735">
                  <c:v>45233.93</c:v>
                </c:pt>
                <c:pt idx="1736">
                  <c:v>45260</c:v>
                </c:pt>
                <c:pt idx="1737">
                  <c:v>45286.07</c:v>
                </c:pt>
                <c:pt idx="1738">
                  <c:v>45312.14</c:v>
                </c:pt>
                <c:pt idx="1739">
                  <c:v>45338.21</c:v>
                </c:pt>
                <c:pt idx="1740">
                  <c:v>45364.29</c:v>
                </c:pt>
                <c:pt idx="1741">
                  <c:v>45390.36</c:v>
                </c:pt>
                <c:pt idx="1742">
                  <c:v>45416.43</c:v>
                </c:pt>
                <c:pt idx="1743">
                  <c:v>45442.5</c:v>
                </c:pt>
                <c:pt idx="1744">
                  <c:v>45468.57</c:v>
                </c:pt>
                <c:pt idx="1745">
                  <c:v>45494.64</c:v>
                </c:pt>
                <c:pt idx="1746">
                  <c:v>45520.71</c:v>
                </c:pt>
                <c:pt idx="1747">
                  <c:v>45546.79</c:v>
                </c:pt>
                <c:pt idx="1748">
                  <c:v>45572.86</c:v>
                </c:pt>
                <c:pt idx="1749">
                  <c:v>45598.93</c:v>
                </c:pt>
                <c:pt idx="1750">
                  <c:v>45625</c:v>
                </c:pt>
                <c:pt idx="1751">
                  <c:v>45651.07</c:v>
                </c:pt>
                <c:pt idx="1752">
                  <c:v>45677.14</c:v>
                </c:pt>
                <c:pt idx="1753">
                  <c:v>45703.21</c:v>
                </c:pt>
                <c:pt idx="1754">
                  <c:v>45729.29</c:v>
                </c:pt>
                <c:pt idx="1755">
                  <c:v>45755.360000000001</c:v>
                </c:pt>
                <c:pt idx="1756">
                  <c:v>45781.43</c:v>
                </c:pt>
                <c:pt idx="1757">
                  <c:v>45807.5</c:v>
                </c:pt>
                <c:pt idx="1758">
                  <c:v>45833.57</c:v>
                </c:pt>
                <c:pt idx="1759">
                  <c:v>45859.64</c:v>
                </c:pt>
                <c:pt idx="1760">
                  <c:v>45885.71</c:v>
                </c:pt>
                <c:pt idx="1761">
                  <c:v>45911.79</c:v>
                </c:pt>
                <c:pt idx="1762">
                  <c:v>45937.86</c:v>
                </c:pt>
                <c:pt idx="1763">
                  <c:v>45963.93</c:v>
                </c:pt>
                <c:pt idx="1764">
                  <c:v>45990</c:v>
                </c:pt>
                <c:pt idx="1765">
                  <c:v>46016.07</c:v>
                </c:pt>
                <c:pt idx="1766">
                  <c:v>46042.14</c:v>
                </c:pt>
                <c:pt idx="1767">
                  <c:v>46068.21</c:v>
                </c:pt>
                <c:pt idx="1768">
                  <c:v>46094.29</c:v>
                </c:pt>
                <c:pt idx="1769">
                  <c:v>46120.36</c:v>
                </c:pt>
                <c:pt idx="1770">
                  <c:v>46146.43</c:v>
                </c:pt>
                <c:pt idx="1771">
                  <c:v>46172.5</c:v>
                </c:pt>
                <c:pt idx="1772">
                  <c:v>46198.57</c:v>
                </c:pt>
                <c:pt idx="1773">
                  <c:v>46224.639999999999</c:v>
                </c:pt>
                <c:pt idx="1774">
                  <c:v>46250.71</c:v>
                </c:pt>
                <c:pt idx="1775">
                  <c:v>46276.79</c:v>
                </c:pt>
                <c:pt idx="1776">
                  <c:v>46302.86</c:v>
                </c:pt>
                <c:pt idx="1777">
                  <c:v>46328.93</c:v>
                </c:pt>
                <c:pt idx="1778">
                  <c:v>46355</c:v>
                </c:pt>
                <c:pt idx="1779">
                  <c:v>46381.07</c:v>
                </c:pt>
                <c:pt idx="1780">
                  <c:v>46407.14</c:v>
                </c:pt>
                <c:pt idx="1781">
                  <c:v>46433.21</c:v>
                </c:pt>
                <c:pt idx="1782">
                  <c:v>46459.29</c:v>
                </c:pt>
                <c:pt idx="1783">
                  <c:v>46485.36</c:v>
                </c:pt>
                <c:pt idx="1784">
                  <c:v>46511.43</c:v>
                </c:pt>
                <c:pt idx="1785">
                  <c:v>46537.5</c:v>
                </c:pt>
                <c:pt idx="1786">
                  <c:v>46563.57</c:v>
                </c:pt>
                <c:pt idx="1787">
                  <c:v>46589.64</c:v>
                </c:pt>
                <c:pt idx="1788">
                  <c:v>46615.71</c:v>
                </c:pt>
                <c:pt idx="1789">
                  <c:v>46641.79</c:v>
                </c:pt>
                <c:pt idx="1790">
                  <c:v>46667.86</c:v>
                </c:pt>
                <c:pt idx="1791">
                  <c:v>46693.93</c:v>
                </c:pt>
                <c:pt idx="1792">
                  <c:v>46720</c:v>
                </c:pt>
                <c:pt idx="1793">
                  <c:v>46746.07</c:v>
                </c:pt>
                <c:pt idx="1794">
                  <c:v>46772.14</c:v>
                </c:pt>
                <c:pt idx="1795">
                  <c:v>46798.21</c:v>
                </c:pt>
                <c:pt idx="1796">
                  <c:v>46824.29</c:v>
                </c:pt>
                <c:pt idx="1797">
                  <c:v>46850.36</c:v>
                </c:pt>
                <c:pt idx="1798">
                  <c:v>46876.43</c:v>
                </c:pt>
                <c:pt idx="1799">
                  <c:v>46902.5</c:v>
                </c:pt>
                <c:pt idx="1800">
                  <c:v>46928.57</c:v>
                </c:pt>
                <c:pt idx="1801">
                  <c:v>46954.64</c:v>
                </c:pt>
                <c:pt idx="1802">
                  <c:v>46980.71</c:v>
                </c:pt>
                <c:pt idx="1803">
                  <c:v>47006.79</c:v>
                </c:pt>
                <c:pt idx="1804">
                  <c:v>47032.86</c:v>
                </c:pt>
                <c:pt idx="1805">
                  <c:v>47058.93</c:v>
                </c:pt>
                <c:pt idx="1806">
                  <c:v>47085</c:v>
                </c:pt>
                <c:pt idx="1807">
                  <c:v>47111.07</c:v>
                </c:pt>
                <c:pt idx="1808">
                  <c:v>47137.14</c:v>
                </c:pt>
                <c:pt idx="1809">
                  <c:v>47163.21</c:v>
                </c:pt>
                <c:pt idx="1810">
                  <c:v>47189.29</c:v>
                </c:pt>
                <c:pt idx="1811">
                  <c:v>47215.360000000001</c:v>
                </c:pt>
                <c:pt idx="1812">
                  <c:v>47241.43</c:v>
                </c:pt>
                <c:pt idx="1813">
                  <c:v>47267.5</c:v>
                </c:pt>
                <c:pt idx="1814">
                  <c:v>47293.57</c:v>
                </c:pt>
                <c:pt idx="1815">
                  <c:v>47319.64</c:v>
                </c:pt>
                <c:pt idx="1816">
                  <c:v>47345.71</c:v>
                </c:pt>
                <c:pt idx="1817">
                  <c:v>47371.79</c:v>
                </c:pt>
                <c:pt idx="1818">
                  <c:v>47397.86</c:v>
                </c:pt>
                <c:pt idx="1819">
                  <c:v>47423.93</c:v>
                </c:pt>
                <c:pt idx="1820">
                  <c:v>47450</c:v>
                </c:pt>
                <c:pt idx="1821">
                  <c:v>47476.07</c:v>
                </c:pt>
                <c:pt idx="1822">
                  <c:v>47502.14</c:v>
                </c:pt>
                <c:pt idx="1823">
                  <c:v>47528.21</c:v>
                </c:pt>
                <c:pt idx="1824">
                  <c:v>47554.29</c:v>
                </c:pt>
                <c:pt idx="1825">
                  <c:v>47580.36</c:v>
                </c:pt>
                <c:pt idx="1826">
                  <c:v>47606.43</c:v>
                </c:pt>
                <c:pt idx="1827">
                  <c:v>47632.5</c:v>
                </c:pt>
                <c:pt idx="1828">
                  <c:v>47658.57</c:v>
                </c:pt>
                <c:pt idx="1829">
                  <c:v>47684.639999999999</c:v>
                </c:pt>
                <c:pt idx="1830">
                  <c:v>47710.71</c:v>
                </c:pt>
                <c:pt idx="1831">
                  <c:v>47736.79</c:v>
                </c:pt>
                <c:pt idx="1832">
                  <c:v>47762.86</c:v>
                </c:pt>
                <c:pt idx="1833">
                  <c:v>47788.93</c:v>
                </c:pt>
                <c:pt idx="1834">
                  <c:v>47815</c:v>
                </c:pt>
                <c:pt idx="1835">
                  <c:v>47841.07</c:v>
                </c:pt>
                <c:pt idx="1836">
                  <c:v>47867.14</c:v>
                </c:pt>
                <c:pt idx="1837">
                  <c:v>47893.21</c:v>
                </c:pt>
                <c:pt idx="1838">
                  <c:v>47919.29</c:v>
                </c:pt>
                <c:pt idx="1839">
                  <c:v>47945.36</c:v>
                </c:pt>
                <c:pt idx="1840">
                  <c:v>47971.43</c:v>
                </c:pt>
                <c:pt idx="1841">
                  <c:v>47997.5</c:v>
                </c:pt>
                <c:pt idx="1842">
                  <c:v>48023.57</c:v>
                </c:pt>
                <c:pt idx="1843">
                  <c:v>48049.64</c:v>
                </c:pt>
                <c:pt idx="1844">
                  <c:v>48075.71</c:v>
                </c:pt>
                <c:pt idx="1845">
                  <c:v>48101.79</c:v>
                </c:pt>
                <c:pt idx="1846">
                  <c:v>48127.86</c:v>
                </c:pt>
                <c:pt idx="1847">
                  <c:v>48153.93</c:v>
                </c:pt>
                <c:pt idx="1848">
                  <c:v>48180</c:v>
                </c:pt>
                <c:pt idx="1849">
                  <c:v>48206.07</c:v>
                </c:pt>
                <c:pt idx="1850">
                  <c:v>48232.14</c:v>
                </c:pt>
                <c:pt idx="1851">
                  <c:v>48258.21</c:v>
                </c:pt>
                <c:pt idx="1852">
                  <c:v>48284.29</c:v>
                </c:pt>
                <c:pt idx="1853">
                  <c:v>48310.36</c:v>
                </c:pt>
                <c:pt idx="1854">
                  <c:v>48336.43</c:v>
                </c:pt>
                <c:pt idx="1855">
                  <c:v>48362.5</c:v>
                </c:pt>
                <c:pt idx="1856">
                  <c:v>48388.57</c:v>
                </c:pt>
                <c:pt idx="1857">
                  <c:v>48414.64</c:v>
                </c:pt>
                <c:pt idx="1858">
                  <c:v>48440.71</c:v>
                </c:pt>
                <c:pt idx="1859">
                  <c:v>48466.79</c:v>
                </c:pt>
                <c:pt idx="1860">
                  <c:v>48492.86</c:v>
                </c:pt>
                <c:pt idx="1861">
                  <c:v>48518.93</c:v>
                </c:pt>
                <c:pt idx="1862">
                  <c:v>48545</c:v>
                </c:pt>
                <c:pt idx="1863">
                  <c:v>48571.07</c:v>
                </c:pt>
                <c:pt idx="1864">
                  <c:v>48597.14</c:v>
                </c:pt>
                <c:pt idx="1865">
                  <c:v>48623.21</c:v>
                </c:pt>
                <c:pt idx="1866">
                  <c:v>48649.29</c:v>
                </c:pt>
                <c:pt idx="1867">
                  <c:v>48675.360000000001</c:v>
                </c:pt>
                <c:pt idx="1868">
                  <c:v>48701.43</c:v>
                </c:pt>
                <c:pt idx="1869">
                  <c:v>48727.5</c:v>
                </c:pt>
                <c:pt idx="1870">
                  <c:v>48753.57</c:v>
                </c:pt>
                <c:pt idx="1871">
                  <c:v>48779.64</c:v>
                </c:pt>
                <c:pt idx="1872">
                  <c:v>48805.71</c:v>
                </c:pt>
                <c:pt idx="1873">
                  <c:v>48831.79</c:v>
                </c:pt>
                <c:pt idx="1874">
                  <c:v>48857.86</c:v>
                </c:pt>
                <c:pt idx="1875">
                  <c:v>48883.93</c:v>
                </c:pt>
                <c:pt idx="1876">
                  <c:v>48910</c:v>
                </c:pt>
                <c:pt idx="1877">
                  <c:v>48936.07</c:v>
                </c:pt>
                <c:pt idx="1878">
                  <c:v>48962.14</c:v>
                </c:pt>
                <c:pt idx="1879">
                  <c:v>48988.21</c:v>
                </c:pt>
                <c:pt idx="1880">
                  <c:v>49014.29</c:v>
                </c:pt>
                <c:pt idx="1881">
                  <c:v>49040.36</c:v>
                </c:pt>
                <c:pt idx="1882">
                  <c:v>49066.43</c:v>
                </c:pt>
                <c:pt idx="1883">
                  <c:v>49092.5</c:v>
                </c:pt>
                <c:pt idx="1884">
                  <c:v>49118.57</c:v>
                </c:pt>
                <c:pt idx="1885">
                  <c:v>49144.639999999999</c:v>
                </c:pt>
                <c:pt idx="1886">
                  <c:v>49170.71</c:v>
                </c:pt>
                <c:pt idx="1887">
                  <c:v>49196.79</c:v>
                </c:pt>
                <c:pt idx="1888">
                  <c:v>49222.86</c:v>
                </c:pt>
                <c:pt idx="1889">
                  <c:v>49248.93</c:v>
                </c:pt>
                <c:pt idx="1890">
                  <c:v>49275</c:v>
                </c:pt>
                <c:pt idx="1891">
                  <c:v>49301.07</c:v>
                </c:pt>
                <c:pt idx="1892">
                  <c:v>49327.14</c:v>
                </c:pt>
                <c:pt idx="1893">
                  <c:v>49353.21</c:v>
                </c:pt>
                <c:pt idx="1894">
                  <c:v>49379.29</c:v>
                </c:pt>
                <c:pt idx="1895">
                  <c:v>49405.36</c:v>
                </c:pt>
                <c:pt idx="1896">
                  <c:v>49431.43</c:v>
                </c:pt>
                <c:pt idx="1897">
                  <c:v>49457.5</c:v>
                </c:pt>
                <c:pt idx="1898">
                  <c:v>49483.57</c:v>
                </c:pt>
                <c:pt idx="1899">
                  <c:v>49509.64</c:v>
                </c:pt>
                <c:pt idx="1900">
                  <c:v>49535.71</c:v>
                </c:pt>
                <c:pt idx="1901">
                  <c:v>49561.79</c:v>
                </c:pt>
                <c:pt idx="1902">
                  <c:v>49587.86</c:v>
                </c:pt>
                <c:pt idx="1903">
                  <c:v>49613.93</c:v>
                </c:pt>
                <c:pt idx="1904">
                  <c:v>49640</c:v>
                </c:pt>
                <c:pt idx="1905">
                  <c:v>49666.07</c:v>
                </c:pt>
                <c:pt idx="1906">
                  <c:v>49692.14</c:v>
                </c:pt>
                <c:pt idx="1907">
                  <c:v>49718.21</c:v>
                </c:pt>
                <c:pt idx="1908">
                  <c:v>49744.29</c:v>
                </c:pt>
                <c:pt idx="1909">
                  <c:v>49770.36</c:v>
                </c:pt>
                <c:pt idx="1910">
                  <c:v>49796.43</c:v>
                </c:pt>
                <c:pt idx="1911">
                  <c:v>49822.5</c:v>
                </c:pt>
                <c:pt idx="1912">
                  <c:v>49848.57</c:v>
                </c:pt>
                <c:pt idx="1913">
                  <c:v>49874.64</c:v>
                </c:pt>
                <c:pt idx="1914">
                  <c:v>49900.71</c:v>
                </c:pt>
                <c:pt idx="1915">
                  <c:v>49926.79</c:v>
                </c:pt>
                <c:pt idx="1916">
                  <c:v>49952.86</c:v>
                </c:pt>
                <c:pt idx="1917">
                  <c:v>49978.93</c:v>
                </c:pt>
                <c:pt idx="1918">
                  <c:v>50005</c:v>
                </c:pt>
                <c:pt idx="1919">
                  <c:v>50031.07</c:v>
                </c:pt>
                <c:pt idx="1920">
                  <c:v>50057.14</c:v>
                </c:pt>
                <c:pt idx="1921">
                  <c:v>50083.21</c:v>
                </c:pt>
                <c:pt idx="1922">
                  <c:v>50109.29</c:v>
                </c:pt>
                <c:pt idx="1923">
                  <c:v>50135.360000000001</c:v>
                </c:pt>
                <c:pt idx="1924">
                  <c:v>50161.43</c:v>
                </c:pt>
                <c:pt idx="1925">
                  <c:v>50187.5</c:v>
                </c:pt>
                <c:pt idx="1926">
                  <c:v>50213.57</c:v>
                </c:pt>
                <c:pt idx="1927">
                  <c:v>50239.64</c:v>
                </c:pt>
                <c:pt idx="1928">
                  <c:v>50265.71</c:v>
                </c:pt>
                <c:pt idx="1929">
                  <c:v>50291.79</c:v>
                </c:pt>
                <c:pt idx="1930">
                  <c:v>50317.86</c:v>
                </c:pt>
                <c:pt idx="1931">
                  <c:v>50343.93</c:v>
                </c:pt>
                <c:pt idx="1932">
                  <c:v>50370</c:v>
                </c:pt>
                <c:pt idx="1933">
                  <c:v>50396.07</c:v>
                </c:pt>
                <c:pt idx="1934">
                  <c:v>50422.14</c:v>
                </c:pt>
                <c:pt idx="1935">
                  <c:v>50448.21</c:v>
                </c:pt>
                <c:pt idx="1936">
                  <c:v>50474.29</c:v>
                </c:pt>
                <c:pt idx="1937">
                  <c:v>50500.36</c:v>
                </c:pt>
                <c:pt idx="1938">
                  <c:v>50526.43</c:v>
                </c:pt>
                <c:pt idx="1939">
                  <c:v>50552.5</c:v>
                </c:pt>
                <c:pt idx="1940">
                  <c:v>50578.57</c:v>
                </c:pt>
                <c:pt idx="1941">
                  <c:v>50604.639999999999</c:v>
                </c:pt>
                <c:pt idx="1942">
                  <c:v>50630.71</c:v>
                </c:pt>
                <c:pt idx="1943">
                  <c:v>50656.79</c:v>
                </c:pt>
                <c:pt idx="1944">
                  <c:v>50682.86</c:v>
                </c:pt>
                <c:pt idx="1945">
                  <c:v>50708.93</c:v>
                </c:pt>
                <c:pt idx="1946">
                  <c:v>50735</c:v>
                </c:pt>
                <c:pt idx="1947">
                  <c:v>50761.07</c:v>
                </c:pt>
                <c:pt idx="1948">
                  <c:v>50787.14</c:v>
                </c:pt>
                <c:pt idx="1949">
                  <c:v>50813.21</c:v>
                </c:pt>
                <c:pt idx="1950">
                  <c:v>50839.29</c:v>
                </c:pt>
                <c:pt idx="1951">
                  <c:v>50865.36</c:v>
                </c:pt>
                <c:pt idx="1952">
                  <c:v>50891.43</c:v>
                </c:pt>
                <c:pt idx="1953">
                  <c:v>50917.5</c:v>
                </c:pt>
                <c:pt idx="1954">
                  <c:v>50943.57</c:v>
                </c:pt>
                <c:pt idx="1955">
                  <c:v>50969.64</c:v>
                </c:pt>
                <c:pt idx="1956">
                  <c:v>50995.71</c:v>
                </c:pt>
                <c:pt idx="1957">
                  <c:v>51021.79</c:v>
                </c:pt>
                <c:pt idx="1958">
                  <c:v>51047.86</c:v>
                </c:pt>
                <c:pt idx="1959">
                  <c:v>51073.93</c:v>
                </c:pt>
                <c:pt idx="1960">
                  <c:v>51100</c:v>
                </c:pt>
                <c:pt idx="1961">
                  <c:v>51126.07</c:v>
                </c:pt>
                <c:pt idx="1962">
                  <c:v>51152.14</c:v>
                </c:pt>
                <c:pt idx="1963">
                  <c:v>51178.21</c:v>
                </c:pt>
                <c:pt idx="1964">
                  <c:v>51204.29</c:v>
                </c:pt>
                <c:pt idx="1965">
                  <c:v>51230.36</c:v>
                </c:pt>
                <c:pt idx="1966">
                  <c:v>51256.43</c:v>
                </c:pt>
                <c:pt idx="1967">
                  <c:v>51282.5</c:v>
                </c:pt>
                <c:pt idx="1968">
                  <c:v>51308.57</c:v>
                </c:pt>
                <c:pt idx="1969">
                  <c:v>51334.64</c:v>
                </c:pt>
                <c:pt idx="1970">
                  <c:v>51360.71</c:v>
                </c:pt>
                <c:pt idx="1971">
                  <c:v>51386.79</c:v>
                </c:pt>
                <c:pt idx="1972">
                  <c:v>51412.86</c:v>
                </c:pt>
                <c:pt idx="1973">
                  <c:v>51438.93</c:v>
                </c:pt>
                <c:pt idx="1974">
                  <c:v>51465</c:v>
                </c:pt>
                <c:pt idx="1975">
                  <c:v>51491.07</c:v>
                </c:pt>
                <c:pt idx="1976">
                  <c:v>51517.14</c:v>
                </c:pt>
                <c:pt idx="1977">
                  <c:v>51543.21</c:v>
                </c:pt>
                <c:pt idx="1978">
                  <c:v>51569.29</c:v>
                </c:pt>
                <c:pt idx="1979">
                  <c:v>51595.360000000001</c:v>
                </c:pt>
                <c:pt idx="1980">
                  <c:v>51621.43</c:v>
                </c:pt>
                <c:pt idx="1981">
                  <c:v>51647.5</c:v>
                </c:pt>
                <c:pt idx="1982">
                  <c:v>51673.57</c:v>
                </c:pt>
                <c:pt idx="1983">
                  <c:v>51699.64</c:v>
                </c:pt>
                <c:pt idx="1984">
                  <c:v>51725.71</c:v>
                </c:pt>
                <c:pt idx="1985">
                  <c:v>51751.79</c:v>
                </c:pt>
                <c:pt idx="1986">
                  <c:v>51777.86</c:v>
                </c:pt>
                <c:pt idx="1987">
                  <c:v>51803.93</c:v>
                </c:pt>
                <c:pt idx="1988">
                  <c:v>51830</c:v>
                </c:pt>
                <c:pt idx="1989">
                  <c:v>51856.07</c:v>
                </c:pt>
                <c:pt idx="1990">
                  <c:v>51882.14</c:v>
                </c:pt>
                <c:pt idx="1991">
                  <c:v>51908.21</c:v>
                </c:pt>
                <c:pt idx="1992">
                  <c:v>51934.29</c:v>
                </c:pt>
                <c:pt idx="1993">
                  <c:v>51960.36</c:v>
                </c:pt>
                <c:pt idx="1994">
                  <c:v>51986.43</c:v>
                </c:pt>
                <c:pt idx="1995">
                  <c:v>52012.5</c:v>
                </c:pt>
                <c:pt idx="1996">
                  <c:v>52038.57</c:v>
                </c:pt>
                <c:pt idx="1997">
                  <c:v>52064.639999999999</c:v>
                </c:pt>
                <c:pt idx="1998">
                  <c:v>52090.71</c:v>
                </c:pt>
                <c:pt idx="1999">
                  <c:v>52116.79</c:v>
                </c:pt>
                <c:pt idx="2000">
                  <c:v>52142.86</c:v>
                </c:pt>
                <c:pt idx="2001">
                  <c:v>52168.93</c:v>
                </c:pt>
                <c:pt idx="2002">
                  <c:v>52195</c:v>
                </c:pt>
                <c:pt idx="2003">
                  <c:v>52221.07</c:v>
                </c:pt>
                <c:pt idx="2004">
                  <c:v>52247.14</c:v>
                </c:pt>
                <c:pt idx="2005">
                  <c:v>52273.21</c:v>
                </c:pt>
                <c:pt idx="2006">
                  <c:v>52299.29</c:v>
                </c:pt>
                <c:pt idx="2007">
                  <c:v>52325.36</c:v>
                </c:pt>
                <c:pt idx="2008">
                  <c:v>52351.43</c:v>
                </c:pt>
                <c:pt idx="2009">
                  <c:v>52377.5</c:v>
                </c:pt>
                <c:pt idx="2010">
                  <c:v>52403.57</c:v>
                </c:pt>
                <c:pt idx="2011">
                  <c:v>52429.64</c:v>
                </c:pt>
                <c:pt idx="2012">
                  <c:v>52455.71</c:v>
                </c:pt>
                <c:pt idx="2013">
                  <c:v>52481.79</c:v>
                </c:pt>
                <c:pt idx="2014">
                  <c:v>52507.86</c:v>
                </c:pt>
                <c:pt idx="2015">
                  <c:v>52533.93</c:v>
                </c:pt>
                <c:pt idx="2016">
                  <c:v>52560</c:v>
                </c:pt>
                <c:pt idx="2017">
                  <c:v>52586.07</c:v>
                </c:pt>
                <c:pt idx="2018">
                  <c:v>52612.14</c:v>
                </c:pt>
                <c:pt idx="2019">
                  <c:v>52638.21</c:v>
                </c:pt>
                <c:pt idx="2020">
                  <c:v>52664.29</c:v>
                </c:pt>
                <c:pt idx="2021">
                  <c:v>52690.36</c:v>
                </c:pt>
                <c:pt idx="2022">
                  <c:v>52716.43</c:v>
                </c:pt>
                <c:pt idx="2023">
                  <c:v>52742.5</c:v>
                </c:pt>
                <c:pt idx="2024">
                  <c:v>52768.57</c:v>
                </c:pt>
                <c:pt idx="2025">
                  <c:v>52794.64</c:v>
                </c:pt>
                <c:pt idx="2026">
                  <c:v>52820.71</c:v>
                </c:pt>
                <c:pt idx="2027">
                  <c:v>52846.79</c:v>
                </c:pt>
                <c:pt idx="2028">
                  <c:v>52872.86</c:v>
                </c:pt>
                <c:pt idx="2029">
                  <c:v>52898.93</c:v>
                </c:pt>
                <c:pt idx="2030">
                  <c:v>52925</c:v>
                </c:pt>
                <c:pt idx="2031">
                  <c:v>52951.07</c:v>
                </c:pt>
                <c:pt idx="2032">
                  <c:v>52977.14</c:v>
                </c:pt>
                <c:pt idx="2033">
                  <c:v>53003.21</c:v>
                </c:pt>
                <c:pt idx="2034">
                  <c:v>53029.29</c:v>
                </c:pt>
                <c:pt idx="2035">
                  <c:v>53055.360000000001</c:v>
                </c:pt>
                <c:pt idx="2036">
                  <c:v>53081.43</c:v>
                </c:pt>
                <c:pt idx="2037">
                  <c:v>53107.5</c:v>
                </c:pt>
                <c:pt idx="2038">
                  <c:v>53133.57</c:v>
                </c:pt>
                <c:pt idx="2039">
                  <c:v>53159.64</c:v>
                </c:pt>
                <c:pt idx="2040">
                  <c:v>53185.71</c:v>
                </c:pt>
                <c:pt idx="2041">
                  <c:v>53211.79</c:v>
                </c:pt>
                <c:pt idx="2042">
                  <c:v>53237.86</c:v>
                </c:pt>
                <c:pt idx="2043">
                  <c:v>53263.93</c:v>
                </c:pt>
                <c:pt idx="2044">
                  <c:v>53290</c:v>
                </c:pt>
                <c:pt idx="2045">
                  <c:v>53316.07</c:v>
                </c:pt>
                <c:pt idx="2046">
                  <c:v>53342.14</c:v>
                </c:pt>
                <c:pt idx="2047">
                  <c:v>53368.21</c:v>
                </c:pt>
                <c:pt idx="2048">
                  <c:v>53394.29</c:v>
                </c:pt>
                <c:pt idx="2049">
                  <c:v>53420.36</c:v>
                </c:pt>
                <c:pt idx="2050">
                  <c:v>53446.43</c:v>
                </c:pt>
                <c:pt idx="2051">
                  <c:v>53472.5</c:v>
                </c:pt>
                <c:pt idx="2052">
                  <c:v>53498.57</c:v>
                </c:pt>
                <c:pt idx="2053">
                  <c:v>53524.639999999999</c:v>
                </c:pt>
                <c:pt idx="2054">
                  <c:v>53550.71</c:v>
                </c:pt>
                <c:pt idx="2055">
                  <c:v>53576.79</c:v>
                </c:pt>
                <c:pt idx="2056">
                  <c:v>53602.86</c:v>
                </c:pt>
                <c:pt idx="2057">
                  <c:v>53628.93</c:v>
                </c:pt>
                <c:pt idx="2058">
                  <c:v>53655</c:v>
                </c:pt>
                <c:pt idx="2059">
                  <c:v>53681.07</c:v>
                </c:pt>
                <c:pt idx="2060">
                  <c:v>53707.14</c:v>
                </c:pt>
                <c:pt idx="2061">
                  <c:v>53733.21</c:v>
                </c:pt>
                <c:pt idx="2062">
                  <c:v>53759.29</c:v>
                </c:pt>
                <c:pt idx="2063">
                  <c:v>53785.36</c:v>
                </c:pt>
                <c:pt idx="2064">
                  <c:v>53811.43</c:v>
                </c:pt>
                <c:pt idx="2065">
                  <c:v>53837.5</c:v>
                </c:pt>
                <c:pt idx="2066">
                  <c:v>53863.57</c:v>
                </c:pt>
                <c:pt idx="2067">
                  <c:v>53889.64</c:v>
                </c:pt>
                <c:pt idx="2068">
                  <c:v>53915.71</c:v>
                </c:pt>
                <c:pt idx="2069">
                  <c:v>53941.79</c:v>
                </c:pt>
                <c:pt idx="2070">
                  <c:v>53967.86</c:v>
                </c:pt>
                <c:pt idx="2071">
                  <c:v>53993.93</c:v>
                </c:pt>
                <c:pt idx="2072">
                  <c:v>54020</c:v>
                </c:pt>
                <c:pt idx="2073">
                  <c:v>54046.07</c:v>
                </c:pt>
                <c:pt idx="2074">
                  <c:v>54072.14</c:v>
                </c:pt>
                <c:pt idx="2075">
                  <c:v>54098.21</c:v>
                </c:pt>
                <c:pt idx="2076">
                  <c:v>54124.29</c:v>
                </c:pt>
                <c:pt idx="2077">
                  <c:v>54150.36</c:v>
                </c:pt>
                <c:pt idx="2078">
                  <c:v>54176.43</c:v>
                </c:pt>
                <c:pt idx="2079">
                  <c:v>54202.5</c:v>
                </c:pt>
                <c:pt idx="2080">
                  <c:v>54228.57</c:v>
                </c:pt>
                <c:pt idx="2081">
                  <c:v>54254.64</c:v>
                </c:pt>
                <c:pt idx="2082">
                  <c:v>54280.71</c:v>
                </c:pt>
                <c:pt idx="2083">
                  <c:v>54306.79</c:v>
                </c:pt>
                <c:pt idx="2084">
                  <c:v>54332.86</c:v>
                </c:pt>
                <c:pt idx="2085">
                  <c:v>54358.93</c:v>
                </c:pt>
                <c:pt idx="2086">
                  <c:v>54385</c:v>
                </c:pt>
                <c:pt idx="2087">
                  <c:v>54411.07</c:v>
                </c:pt>
                <c:pt idx="2088">
                  <c:v>54437.14</c:v>
                </c:pt>
                <c:pt idx="2089">
                  <c:v>54463.21</c:v>
                </c:pt>
                <c:pt idx="2090">
                  <c:v>54489.29</c:v>
                </c:pt>
                <c:pt idx="2091">
                  <c:v>54515.360000000001</c:v>
                </c:pt>
                <c:pt idx="2092">
                  <c:v>54541.43</c:v>
                </c:pt>
                <c:pt idx="2093">
                  <c:v>54567.5</c:v>
                </c:pt>
                <c:pt idx="2094">
                  <c:v>54593.57</c:v>
                </c:pt>
                <c:pt idx="2095">
                  <c:v>54619.64</c:v>
                </c:pt>
                <c:pt idx="2096">
                  <c:v>54645.71</c:v>
                </c:pt>
                <c:pt idx="2097">
                  <c:v>54671.79</c:v>
                </c:pt>
                <c:pt idx="2098">
                  <c:v>54697.86</c:v>
                </c:pt>
                <c:pt idx="2099">
                  <c:v>54723.93</c:v>
                </c:pt>
                <c:pt idx="2100">
                  <c:v>54750</c:v>
                </c:pt>
                <c:pt idx="2101">
                  <c:v>54776.07</c:v>
                </c:pt>
                <c:pt idx="2102">
                  <c:v>54802.14</c:v>
                </c:pt>
                <c:pt idx="2103">
                  <c:v>54828.21</c:v>
                </c:pt>
                <c:pt idx="2104">
                  <c:v>54854.29</c:v>
                </c:pt>
                <c:pt idx="2105">
                  <c:v>54880.36</c:v>
                </c:pt>
                <c:pt idx="2106">
                  <c:v>54906.43</c:v>
                </c:pt>
                <c:pt idx="2107">
                  <c:v>54932.5</c:v>
                </c:pt>
                <c:pt idx="2108">
                  <c:v>54958.57</c:v>
                </c:pt>
                <c:pt idx="2109">
                  <c:v>54984.639999999999</c:v>
                </c:pt>
                <c:pt idx="2110">
                  <c:v>55010.71</c:v>
                </c:pt>
                <c:pt idx="2111">
                  <c:v>55036.79</c:v>
                </c:pt>
                <c:pt idx="2112">
                  <c:v>55062.86</c:v>
                </c:pt>
                <c:pt idx="2113">
                  <c:v>55088.93</c:v>
                </c:pt>
                <c:pt idx="2114">
                  <c:v>55115</c:v>
                </c:pt>
                <c:pt idx="2115">
                  <c:v>55141.07</c:v>
                </c:pt>
                <c:pt idx="2116">
                  <c:v>55167.14</c:v>
                </c:pt>
                <c:pt idx="2117">
                  <c:v>55193.21</c:v>
                </c:pt>
                <c:pt idx="2118">
                  <c:v>55219.29</c:v>
                </c:pt>
                <c:pt idx="2119">
                  <c:v>55245.36</c:v>
                </c:pt>
                <c:pt idx="2120">
                  <c:v>55271.43</c:v>
                </c:pt>
                <c:pt idx="2121">
                  <c:v>55297.5</c:v>
                </c:pt>
                <c:pt idx="2122">
                  <c:v>55323.57</c:v>
                </c:pt>
                <c:pt idx="2123">
                  <c:v>55349.64</c:v>
                </c:pt>
                <c:pt idx="2124">
                  <c:v>55375.71</c:v>
                </c:pt>
                <c:pt idx="2125">
                  <c:v>55401.79</c:v>
                </c:pt>
                <c:pt idx="2126">
                  <c:v>55427.86</c:v>
                </c:pt>
                <c:pt idx="2127">
                  <c:v>55453.93</c:v>
                </c:pt>
                <c:pt idx="2128">
                  <c:v>55480</c:v>
                </c:pt>
                <c:pt idx="2129">
                  <c:v>55506.07</c:v>
                </c:pt>
                <c:pt idx="2130">
                  <c:v>55532.14</c:v>
                </c:pt>
                <c:pt idx="2131">
                  <c:v>55558.21</c:v>
                </c:pt>
                <c:pt idx="2132">
                  <c:v>55584.29</c:v>
                </c:pt>
                <c:pt idx="2133">
                  <c:v>55610.36</c:v>
                </c:pt>
                <c:pt idx="2134">
                  <c:v>55636.43</c:v>
                </c:pt>
                <c:pt idx="2135">
                  <c:v>55662.5</c:v>
                </c:pt>
                <c:pt idx="2136">
                  <c:v>55688.57</c:v>
                </c:pt>
                <c:pt idx="2137">
                  <c:v>55714.64</c:v>
                </c:pt>
                <c:pt idx="2138">
                  <c:v>55740.71</c:v>
                </c:pt>
                <c:pt idx="2139">
                  <c:v>55766.79</c:v>
                </c:pt>
                <c:pt idx="2140">
                  <c:v>55792.86</c:v>
                </c:pt>
                <c:pt idx="2141">
                  <c:v>55818.93</c:v>
                </c:pt>
                <c:pt idx="2142">
                  <c:v>55845</c:v>
                </c:pt>
                <c:pt idx="2143">
                  <c:v>55871.07</c:v>
                </c:pt>
                <c:pt idx="2144">
                  <c:v>55897.14</c:v>
                </c:pt>
                <c:pt idx="2145">
                  <c:v>55923.21</c:v>
                </c:pt>
                <c:pt idx="2146">
                  <c:v>55949.29</c:v>
                </c:pt>
                <c:pt idx="2147">
                  <c:v>55975.360000000001</c:v>
                </c:pt>
                <c:pt idx="2148">
                  <c:v>56001.43</c:v>
                </c:pt>
                <c:pt idx="2149">
                  <c:v>56027.5</c:v>
                </c:pt>
                <c:pt idx="2150">
                  <c:v>56053.57</c:v>
                </c:pt>
                <c:pt idx="2151">
                  <c:v>56079.64</c:v>
                </c:pt>
                <c:pt idx="2152">
                  <c:v>56105.71</c:v>
                </c:pt>
                <c:pt idx="2153">
                  <c:v>56131.79</c:v>
                </c:pt>
                <c:pt idx="2154">
                  <c:v>56157.86</c:v>
                </c:pt>
                <c:pt idx="2155">
                  <c:v>56183.93</c:v>
                </c:pt>
                <c:pt idx="2156">
                  <c:v>56210</c:v>
                </c:pt>
                <c:pt idx="2157">
                  <c:v>56236.07</c:v>
                </c:pt>
                <c:pt idx="2158">
                  <c:v>56262.14</c:v>
                </c:pt>
                <c:pt idx="2159">
                  <c:v>56288.21</c:v>
                </c:pt>
                <c:pt idx="2160">
                  <c:v>56314.29</c:v>
                </c:pt>
                <c:pt idx="2161">
                  <c:v>56340.36</c:v>
                </c:pt>
                <c:pt idx="2162">
                  <c:v>56366.43</c:v>
                </c:pt>
                <c:pt idx="2163">
                  <c:v>56392.5</c:v>
                </c:pt>
                <c:pt idx="2164">
                  <c:v>56418.57</c:v>
                </c:pt>
                <c:pt idx="2165">
                  <c:v>56444.639999999999</c:v>
                </c:pt>
                <c:pt idx="2166">
                  <c:v>56470.71</c:v>
                </c:pt>
                <c:pt idx="2167">
                  <c:v>56496.79</c:v>
                </c:pt>
                <c:pt idx="2168">
                  <c:v>56522.86</c:v>
                </c:pt>
                <c:pt idx="2169">
                  <c:v>56548.93</c:v>
                </c:pt>
                <c:pt idx="2170">
                  <c:v>56575</c:v>
                </c:pt>
                <c:pt idx="2171">
                  <c:v>56601.07</c:v>
                </c:pt>
                <c:pt idx="2172">
                  <c:v>56627.14</c:v>
                </c:pt>
                <c:pt idx="2173">
                  <c:v>56653.21</c:v>
                </c:pt>
                <c:pt idx="2174">
                  <c:v>56679.29</c:v>
                </c:pt>
                <c:pt idx="2175">
                  <c:v>56705.36</c:v>
                </c:pt>
                <c:pt idx="2176">
                  <c:v>56731.43</c:v>
                </c:pt>
                <c:pt idx="2177">
                  <c:v>56757.5</c:v>
                </c:pt>
                <c:pt idx="2178">
                  <c:v>56783.57</c:v>
                </c:pt>
                <c:pt idx="2179">
                  <c:v>56809.64</c:v>
                </c:pt>
                <c:pt idx="2180">
                  <c:v>56835.71</c:v>
                </c:pt>
                <c:pt idx="2181">
                  <c:v>56861.79</c:v>
                </c:pt>
                <c:pt idx="2182">
                  <c:v>56887.86</c:v>
                </c:pt>
                <c:pt idx="2183">
                  <c:v>56913.93</c:v>
                </c:pt>
                <c:pt idx="2184">
                  <c:v>56940</c:v>
                </c:pt>
                <c:pt idx="2185">
                  <c:v>56966.07</c:v>
                </c:pt>
                <c:pt idx="2186">
                  <c:v>56992.14</c:v>
                </c:pt>
                <c:pt idx="2187">
                  <c:v>57018.21</c:v>
                </c:pt>
                <c:pt idx="2188">
                  <c:v>57044.29</c:v>
                </c:pt>
                <c:pt idx="2189">
                  <c:v>57070.36</c:v>
                </c:pt>
                <c:pt idx="2190">
                  <c:v>57096.43</c:v>
                </c:pt>
                <c:pt idx="2191">
                  <c:v>57122.5</c:v>
                </c:pt>
                <c:pt idx="2192">
                  <c:v>57148.57</c:v>
                </c:pt>
                <c:pt idx="2193">
                  <c:v>57174.64</c:v>
                </c:pt>
                <c:pt idx="2194">
                  <c:v>57200.71</c:v>
                </c:pt>
                <c:pt idx="2195">
                  <c:v>57226.79</c:v>
                </c:pt>
                <c:pt idx="2196">
                  <c:v>57252.86</c:v>
                </c:pt>
                <c:pt idx="2197">
                  <c:v>57278.93</c:v>
                </c:pt>
                <c:pt idx="2198">
                  <c:v>57305</c:v>
                </c:pt>
                <c:pt idx="2199">
                  <c:v>57331.07</c:v>
                </c:pt>
                <c:pt idx="2200">
                  <c:v>57357.14</c:v>
                </c:pt>
                <c:pt idx="2201">
                  <c:v>57383.21</c:v>
                </c:pt>
                <c:pt idx="2202">
                  <c:v>57409.29</c:v>
                </c:pt>
                <c:pt idx="2203">
                  <c:v>57435.360000000001</c:v>
                </c:pt>
                <c:pt idx="2204">
                  <c:v>57461.43</c:v>
                </c:pt>
                <c:pt idx="2205">
                  <c:v>57487.5</c:v>
                </c:pt>
                <c:pt idx="2206">
                  <c:v>57513.57</c:v>
                </c:pt>
                <c:pt idx="2207">
                  <c:v>57539.64</c:v>
                </c:pt>
                <c:pt idx="2208">
                  <c:v>57565.71</c:v>
                </c:pt>
                <c:pt idx="2209">
                  <c:v>57591.79</c:v>
                </c:pt>
                <c:pt idx="2210">
                  <c:v>57617.86</c:v>
                </c:pt>
                <c:pt idx="2211">
                  <c:v>57643.93</c:v>
                </c:pt>
                <c:pt idx="2212">
                  <c:v>57670</c:v>
                </c:pt>
                <c:pt idx="2213">
                  <c:v>57696.07</c:v>
                </c:pt>
                <c:pt idx="2214">
                  <c:v>57722.14</c:v>
                </c:pt>
                <c:pt idx="2215">
                  <c:v>57748.21</c:v>
                </c:pt>
                <c:pt idx="2216">
                  <c:v>57774.29</c:v>
                </c:pt>
                <c:pt idx="2217">
                  <c:v>57800.36</c:v>
                </c:pt>
                <c:pt idx="2218">
                  <c:v>57826.43</c:v>
                </c:pt>
                <c:pt idx="2219">
                  <c:v>57852.5</c:v>
                </c:pt>
                <c:pt idx="2220">
                  <c:v>57878.57</c:v>
                </c:pt>
                <c:pt idx="2221">
                  <c:v>57904.639999999999</c:v>
                </c:pt>
                <c:pt idx="2222">
                  <c:v>57930.71</c:v>
                </c:pt>
                <c:pt idx="2223">
                  <c:v>57956.79</c:v>
                </c:pt>
                <c:pt idx="2224">
                  <c:v>57982.86</c:v>
                </c:pt>
                <c:pt idx="2225">
                  <c:v>58008.93</c:v>
                </c:pt>
                <c:pt idx="2226">
                  <c:v>58035</c:v>
                </c:pt>
                <c:pt idx="2227">
                  <c:v>58061.07</c:v>
                </c:pt>
                <c:pt idx="2228">
                  <c:v>58087.14</c:v>
                </c:pt>
                <c:pt idx="2229">
                  <c:v>58113.21</c:v>
                </c:pt>
                <c:pt idx="2230">
                  <c:v>58139.29</c:v>
                </c:pt>
                <c:pt idx="2231">
                  <c:v>58165.36</c:v>
                </c:pt>
                <c:pt idx="2232">
                  <c:v>58191.43</c:v>
                </c:pt>
                <c:pt idx="2233">
                  <c:v>58217.5</c:v>
                </c:pt>
                <c:pt idx="2234">
                  <c:v>58243.57</c:v>
                </c:pt>
                <c:pt idx="2235">
                  <c:v>58269.64</c:v>
                </c:pt>
                <c:pt idx="2236">
                  <c:v>58295.71</c:v>
                </c:pt>
                <c:pt idx="2237">
                  <c:v>58321.79</c:v>
                </c:pt>
                <c:pt idx="2238">
                  <c:v>58347.86</c:v>
                </c:pt>
                <c:pt idx="2239">
                  <c:v>58373.93</c:v>
                </c:pt>
                <c:pt idx="2240">
                  <c:v>58400</c:v>
                </c:pt>
                <c:pt idx="2241">
                  <c:v>58426.07</c:v>
                </c:pt>
                <c:pt idx="2242">
                  <c:v>58452.14</c:v>
                </c:pt>
                <c:pt idx="2243">
                  <c:v>58478.21</c:v>
                </c:pt>
                <c:pt idx="2244">
                  <c:v>58504.29</c:v>
                </c:pt>
                <c:pt idx="2245">
                  <c:v>58530.36</c:v>
                </c:pt>
                <c:pt idx="2246">
                  <c:v>58556.43</c:v>
                </c:pt>
                <c:pt idx="2247">
                  <c:v>58582.5</c:v>
                </c:pt>
                <c:pt idx="2248">
                  <c:v>58608.57</c:v>
                </c:pt>
                <c:pt idx="2249">
                  <c:v>58634.64</c:v>
                </c:pt>
                <c:pt idx="2250">
                  <c:v>58660.71</c:v>
                </c:pt>
                <c:pt idx="2251">
                  <c:v>58686.79</c:v>
                </c:pt>
                <c:pt idx="2252">
                  <c:v>58712.86</c:v>
                </c:pt>
                <c:pt idx="2253">
                  <c:v>58738.93</c:v>
                </c:pt>
                <c:pt idx="2254">
                  <c:v>58765</c:v>
                </c:pt>
                <c:pt idx="2255">
                  <c:v>58791.07</c:v>
                </c:pt>
                <c:pt idx="2256">
                  <c:v>58817.14</c:v>
                </c:pt>
                <c:pt idx="2257">
                  <c:v>58843.21</c:v>
                </c:pt>
                <c:pt idx="2258">
                  <c:v>58869.29</c:v>
                </c:pt>
                <c:pt idx="2259">
                  <c:v>58895.360000000001</c:v>
                </c:pt>
                <c:pt idx="2260">
                  <c:v>58921.43</c:v>
                </c:pt>
                <c:pt idx="2261">
                  <c:v>58947.5</c:v>
                </c:pt>
                <c:pt idx="2262">
                  <c:v>58973.57</c:v>
                </c:pt>
                <c:pt idx="2263">
                  <c:v>58999.64</c:v>
                </c:pt>
                <c:pt idx="2264">
                  <c:v>59025.71</c:v>
                </c:pt>
                <c:pt idx="2265">
                  <c:v>59051.79</c:v>
                </c:pt>
                <c:pt idx="2266">
                  <c:v>59077.86</c:v>
                </c:pt>
                <c:pt idx="2267">
                  <c:v>59103.93</c:v>
                </c:pt>
                <c:pt idx="2268">
                  <c:v>59130</c:v>
                </c:pt>
                <c:pt idx="2269">
                  <c:v>59156.07</c:v>
                </c:pt>
                <c:pt idx="2270">
                  <c:v>59182.14</c:v>
                </c:pt>
                <c:pt idx="2271">
                  <c:v>59208.21</c:v>
                </c:pt>
                <c:pt idx="2272">
                  <c:v>59234.29</c:v>
                </c:pt>
                <c:pt idx="2273">
                  <c:v>59260.36</c:v>
                </c:pt>
                <c:pt idx="2274">
                  <c:v>59286.43</c:v>
                </c:pt>
                <c:pt idx="2275">
                  <c:v>59312.5</c:v>
                </c:pt>
                <c:pt idx="2276">
                  <c:v>59338.57</c:v>
                </c:pt>
                <c:pt idx="2277">
                  <c:v>59364.639999999999</c:v>
                </c:pt>
                <c:pt idx="2278">
                  <c:v>59390.71</c:v>
                </c:pt>
                <c:pt idx="2279">
                  <c:v>59416.79</c:v>
                </c:pt>
                <c:pt idx="2280">
                  <c:v>59442.86</c:v>
                </c:pt>
                <c:pt idx="2281">
                  <c:v>59468.93</c:v>
                </c:pt>
                <c:pt idx="2282">
                  <c:v>59495</c:v>
                </c:pt>
                <c:pt idx="2283">
                  <c:v>59521.07</c:v>
                </c:pt>
                <c:pt idx="2284">
                  <c:v>59547.14</c:v>
                </c:pt>
                <c:pt idx="2285">
                  <c:v>59573.21</c:v>
                </c:pt>
                <c:pt idx="2286">
                  <c:v>59599.29</c:v>
                </c:pt>
                <c:pt idx="2287">
                  <c:v>59625.36</c:v>
                </c:pt>
                <c:pt idx="2288">
                  <c:v>59651.43</c:v>
                </c:pt>
                <c:pt idx="2289">
                  <c:v>59677.5</c:v>
                </c:pt>
                <c:pt idx="2290">
                  <c:v>59703.57</c:v>
                </c:pt>
                <c:pt idx="2291">
                  <c:v>59729.64</c:v>
                </c:pt>
                <c:pt idx="2292">
                  <c:v>59755.71</c:v>
                </c:pt>
                <c:pt idx="2293">
                  <c:v>59781.79</c:v>
                </c:pt>
                <c:pt idx="2294">
                  <c:v>59807.86</c:v>
                </c:pt>
                <c:pt idx="2295">
                  <c:v>59833.93</c:v>
                </c:pt>
                <c:pt idx="2296">
                  <c:v>59860</c:v>
                </c:pt>
                <c:pt idx="2297">
                  <c:v>59886.07</c:v>
                </c:pt>
                <c:pt idx="2298">
                  <c:v>59912.14</c:v>
                </c:pt>
                <c:pt idx="2299">
                  <c:v>59938.21</c:v>
                </c:pt>
                <c:pt idx="2300">
                  <c:v>59964.29</c:v>
                </c:pt>
                <c:pt idx="2301">
                  <c:v>59990.36</c:v>
                </c:pt>
                <c:pt idx="2302">
                  <c:v>60016.43</c:v>
                </c:pt>
                <c:pt idx="2303">
                  <c:v>60042.5</c:v>
                </c:pt>
                <c:pt idx="2304">
                  <c:v>60068.57</c:v>
                </c:pt>
                <c:pt idx="2305">
                  <c:v>60094.64</c:v>
                </c:pt>
                <c:pt idx="2306">
                  <c:v>60120.71</c:v>
                </c:pt>
                <c:pt idx="2307">
                  <c:v>60146.79</c:v>
                </c:pt>
                <c:pt idx="2308">
                  <c:v>60172.86</c:v>
                </c:pt>
                <c:pt idx="2309">
                  <c:v>60198.93</c:v>
                </c:pt>
                <c:pt idx="2310">
                  <c:v>60225</c:v>
                </c:pt>
                <c:pt idx="2311">
                  <c:v>60251.07</c:v>
                </c:pt>
                <c:pt idx="2312">
                  <c:v>60277.14</c:v>
                </c:pt>
                <c:pt idx="2313">
                  <c:v>60303.21</c:v>
                </c:pt>
                <c:pt idx="2314">
                  <c:v>60329.29</c:v>
                </c:pt>
                <c:pt idx="2315">
                  <c:v>60355.360000000001</c:v>
                </c:pt>
                <c:pt idx="2316">
                  <c:v>60381.43</c:v>
                </c:pt>
                <c:pt idx="2317">
                  <c:v>60407.5</c:v>
                </c:pt>
                <c:pt idx="2318">
                  <c:v>60433.57</c:v>
                </c:pt>
                <c:pt idx="2319">
                  <c:v>60459.64</c:v>
                </c:pt>
                <c:pt idx="2320">
                  <c:v>60485.71</c:v>
                </c:pt>
                <c:pt idx="2321">
                  <c:v>60511.79</c:v>
                </c:pt>
                <c:pt idx="2322">
                  <c:v>60537.86</c:v>
                </c:pt>
                <c:pt idx="2323">
                  <c:v>60563.93</c:v>
                </c:pt>
                <c:pt idx="2324">
                  <c:v>60590</c:v>
                </c:pt>
                <c:pt idx="2325">
                  <c:v>60616.07</c:v>
                </c:pt>
                <c:pt idx="2326">
                  <c:v>60642.14</c:v>
                </c:pt>
                <c:pt idx="2327">
                  <c:v>60668.21</c:v>
                </c:pt>
                <c:pt idx="2328">
                  <c:v>60694.29</c:v>
                </c:pt>
                <c:pt idx="2329">
                  <c:v>60720.36</c:v>
                </c:pt>
                <c:pt idx="2330">
                  <c:v>60746.43</c:v>
                </c:pt>
                <c:pt idx="2331">
                  <c:v>60772.5</c:v>
                </c:pt>
                <c:pt idx="2332">
                  <c:v>60798.57</c:v>
                </c:pt>
                <c:pt idx="2333">
                  <c:v>60824.639999999999</c:v>
                </c:pt>
                <c:pt idx="2334">
                  <c:v>60850.71</c:v>
                </c:pt>
                <c:pt idx="2335">
                  <c:v>60876.79</c:v>
                </c:pt>
                <c:pt idx="2336">
                  <c:v>60902.86</c:v>
                </c:pt>
                <c:pt idx="2337">
                  <c:v>60928.93</c:v>
                </c:pt>
                <c:pt idx="2338">
                  <c:v>60955</c:v>
                </c:pt>
                <c:pt idx="2339">
                  <c:v>60981.07</c:v>
                </c:pt>
                <c:pt idx="2340">
                  <c:v>61007.14</c:v>
                </c:pt>
                <c:pt idx="2341">
                  <c:v>61033.21</c:v>
                </c:pt>
                <c:pt idx="2342">
                  <c:v>61059.29</c:v>
                </c:pt>
                <c:pt idx="2343">
                  <c:v>61085.36</c:v>
                </c:pt>
                <c:pt idx="2344">
                  <c:v>61111.43</c:v>
                </c:pt>
                <c:pt idx="2345">
                  <c:v>61137.5</c:v>
                </c:pt>
                <c:pt idx="2346">
                  <c:v>61163.57</c:v>
                </c:pt>
                <c:pt idx="2347">
                  <c:v>61189.64</c:v>
                </c:pt>
                <c:pt idx="2348">
                  <c:v>61215.71</c:v>
                </c:pt>
                <c:pt idx="2349">
                  <c:v>61241.79</c:v>
                </c:pt>
                <c:pt idx="2350">
                  <c:v>61267.86</c:v>
                </c:pt>
                <c:pt idx="2351">
                  <c:v>61293.93</c:v>
                </c:pt>
                <c:pt idx="2352">
                  <c:v>61320</c:v>
                </c:pt>
                <c:pt idx="2353">
                  <c:v>61346.07</c:v>
                </c:pt>
                <c:pt idx="2354">
                  <c:v>61372.14</c:v>
                </c:pt>
                <c:pt idx="2355">
                  <c:v>61398.21</c:v>
                </c:pt>
                <c:pt idx="2356">
                  <c:v>61424.29</c:v>
                </c:pt>
                <c:pt idx="2357">
                  <c:v>61450.36</c:v>
                </c:pt>
                <c:pt idx="2358">
                  <c:v>61476.43</c:v>
                </c:pt>
                <c:pt idx="2359">
                  <c:v>61502.5</c:v>
                </c:pt>
                <c:pt idx="2360">
                  <c:v>61528.57</c:v>
                </c:pt>
                <c:pt idx="2361">
                  <c:v>61554.64</c:v>
                </c:pt>
                <c:pt idx="2362">
                  <c:v>61580.71</c:v>
                </c:pt>
                <c:pt idx="2363">
                  <c:v>61606.79</c:v>
                </c:pt>
                <c:pt idx="2364">
                  <c:v>61632.86</c:v>
                </c:pt>
                <c:pt idx="2365">
                  <c:v>61658.93</c:v>
                </c:pt>
                <c:pt idx="2366">
                  <c:v>61685</c:v>
                </c:pt>
                <c:pt idx="2367">
                  <c:v>61711.07</c:v>
                </c:pt>
                <c:pt idx="2368">
                  <c:v>61737.14</c:v>
                </c:pt>
                <c:pt idx="2369">
                  <c:v>61763.21</c:v>
                </c:pt>
                <c:pt idx="2370">
                  <c:v>61789.29</c:v>
                </c:pt>
                <c:pt idx="2371">
                  <c:v>61815.360000000001</c:v>
                </c:pt>
                <c:pt idx="2372">
                  <c:v>61841.43</c:v>
                </c:pt>
                <c:pt idx="2373">
                  <c:v>61867.5</c:v>
                </c:pt>
                <c:pt idx="2374">
                  <c:v>61893.57</c:v>
                </c:pt>
                <c:pt idx="2375">
                  <c:v>61919.64</c:v>
                </c:pt>
                <c:pt idx="2376">
                  <c:v>61945.71</c:v>
                </c:pt>
                <c:pt idx="2377">
                  <c:v>61971.79</c:v>
                </c:pt>
                <c:pt idx="2378">
                  <c:v>61997.86</c:v>
                </c:pt>
                <c:pt idx="2379">
                  <c:v>62023.93</c:v>
                </c:pt>
                <c:pt idx="2380">
                  <c:v>62050</c:v>
                </c:pt>
                <c:pt idx="2381">
                  <c:v>62076.07</c:v>
                </c:pt>
                <c:pt idx="2382">
                  <c:v>62102.14</c:v>
                </c:pt>
                <c:pt idx="2383">
                  <c:v>62128.21</c:v>
                </c:pt>
                <c:pt idx="2384">
                  <c:v>62154.29</c:v>
                </c:pt>
                <c:pt idx="2385">
                  <c:v>62180.36</c:v>
                </c:pt>
                <c:pt idx="2386">
                  <c:v>62206.43</c:v>
                </c:pt>
                <c:pt idx="2387">
                  <c:v>62232.5</c:v>
                </c:pt>
                <c:pt idx="2388">
                  <c:v>62258.57</c:v>
                </c:pt>
                <c:pt idx="2389">
                  <c:v>62284.639999999999</c:v>
                </c:pt>
                <c:pt idx="2390">
                  <c:v>62310.71</c:v>
                </c:pt>
                <c:pt idx="2391">
                  <c:v>62336.79</c:v>
                </c:pt>
                <c:pt idx="2392">
                  <c:v>62362.86</c:v>
                </c:pt>
                <c:pt idx="2393">
                  <c:v>62388.93</c:v>
                </c:pt>
                <c:pt idx="2394">
                  <c:v>62415</c:v>
                </c:pt>
                <c:pt idx="2395">
                  <c:v>62441.07</c:v>
                </c:pt>
                <c:pt idx="2396">
                  <c:v>62467.14</c:v>
                </c:pt>
                <c:pt idx="2397">
                  <c:v>62493.21</c:v>
                </c:pt>
                <c:pt idx="2398">
                  <c:v>62519.29</c:v>
                </c:pt>
                <c:pt idx="2399">
                  <c:v>62545.36</c:v>
                </c:pt>
                <c:pt idx="2400">
                  <c:v>62571.43</c:v>
                </c:pt>
                <c:pt idx="2401">
                  <c:v>62597.5</c:v>
                </c:pt>
                <c:pt idx="2402">
                  <c:v>62623.57</c:v>
                </c:pt>
                <c:pt idx="2403">
                  <c:v>62649.64</c:v>
                </c:pt>
                <c:pt idx="2404">
                  <c:v>62675.71</c:v>
                </c:pt>
                <c:pt idx="2405">
                  <c:v>62701.79</c:v>
                </c:pt>
                <c:pt idx="2406">
                  <c:v>62727.86</c:v>
                </c:pt>
                <c:pt idx="2407">
                  <c:v>62753.93</c:v>
                </c:pt>
                <c:pt idx="2408">
                  <c:v>62780</c:v>
                </c:pt>
                <c:pt idx="2409">
                  <c:v>62806.07</c:v>
                </c:pt>
                <c:pt idx="2410">
                  <c:v>62832.14</c:v>
                </c:pt>
                <c:pt idx="2411">
                  <c:v>62858.21</c:v>
                </c:pt>
                <c:pt idx="2412">
                  <c:v>62884.29</c:v>
                </c:pt>
                <c:pt idx="2413">
                  <c:v>62910.36</c:v>
                </c:pt>
                <c:pt idx="2414">
                  <c:v>62936.43</c:v>
                </c:pt>
                <c:pt idx="2415">
                  <c:v>62962.5</c:v>
                </c:pt>
                <c:pt idx="2416">
                  <c:v>62988.57</c:v>
                </c:pt>
                <c:pt idx="2417">
                  <c:v>63014.64</c:v>
                </c:pt>
                <c:pt idx="2418">
                  <c:v>63040.71</c:v>
                </c:pt>
                <c:pt idx="2419">
                  <c:v>63066.79</c:v>
                </c:pt>
                <c:pt idx="2420">
                  <c:v>63092.86</c:v>
                </c:pt>
                <c:pt idx="2421">
                  <c:v>63118.93</c:v>
                </c:pt>
                <c:pt idx="2422">
                  <c:v>63145</c:v>
                </c:pt>
                <c:pt idx="2423">
                  <c:v>63171.07</c:v>
                </c:pt>
                <c:pt idx="2424">
                  <c:v>63197.14</c:v>
                </c:pt>
                <c:pt idx="2425">
                  <c:v>63223.21</c:v>
                </c:pt>
                <c:pt idx="2426">
                  <c:v>63249.29</c:v>
                </c:pt>
                <c:pt idx="2427">
                  <c:v>63275.360000000001</c:v>
                </c:pt>
                <c:pt idx="2428">
                  <c:v>63301.43</c:v>
                </c:pt>
                <c:pt idx="2429">
                  <c:v>63327.5</c:v>
                </c:pt>
                <c:pt idx="2430">
                  <c:v>63353.57</c:v>
                </c:pt>
                <c:pt idx="2431">
                  <c:v>63379.64</c:v>
                </c:pt>
                <c:pt idx="2432">
                  <c:v>63405.71</c:v>
                </c:pt>
                <c:pt idx="2433">
                  <c:v>63431.79</c:v>
                </c:pt>
                <c:pt idx="2434">
                  <c:v>63457.86</c:v>
                </c:pt>
                <c:pt idx="2435">
                  <c:v>63483.93</c:v>
                </c:pt>
                <c:pt idx="2436">
                  <c:v>63510</c:v>
                </c:pt>
                <c:pt idx="2437">
                  <c:v>63536.07</c:v>
                </c:pt>
                <c:pt idx="2438">
                  <c:v>63562.14</c:v>
                </c:pt>
                <c:pt idx="2439">
                  <c:v>63588.21</c:v>
                </c:pt>
                <c:pt idx="2440">
                  <c:v>63614.29</c:v>
                </c:pt>
                <c:pt idx="2441">
                  <c:v>63640.36</c:v>
                </c:pt>
                <c:pt idx="2442">
                  <c:v>63666.43</c:v>
                </c:pt>
                <c:pt idx="2443">
                  <c:v>63692.5</c:v>
                </c:pt>
                <c:pt idx="2444">
                  <c:v>63718.57</c:v>
                </c:pt>
                <c:pt idx="2445">
                  <c:v>63744.639999999999</c:v>
                </c:pt>
                <c:pt idx="2446">
                  <c:v>63770.71</c:v>
                </c:pt>
                <c:pt idx="2447">
                  <c:v>63796.79</c:v>
                </c:pt>
                <c:pt idx="2448">
                  <c:v>63822.86</c:v>
                </c:pt>
                <c:pt idx="2449">
                  <c:v>63848.93</c:v>
                </c:pt>
                <c:pt idx="2450">
                  <c:v>63875</c:v>
                </c:pt>
                <c:pt idx="2451">
                  <c:v>63901.07</c:v>
                </c:pt>
                <c:pt idx="2452">
                  <c:v>63927.14</c:v>
                </c:pt>
                <c:pt idx="2453">
                  <c:v>63953.21</c:v>
                </c:pt>
                <c:pt idx="2454">
                  <c:v>63979.29</c:v>
                </c:pt>
                <c:pt idx="2455">
                  <c:v>64005.36</c:v>
                </c:pt>
                <c:pt idx="2456">
                  <c:v>64031.43</c:v>
                </c:pt>
                <c:pt idx="2457">
                  <c:v>64057.5</c:v>
                </c:pt>
                <c:pt idx="2458">
                  <c:v>64083.57</c:v>
                </c:pt>
                <c:pt idx="2459">
                  <c:v>64109.64</c:v>
                </c:pt>
                <c:pt idx="2460">
                  <c:v>64135.71</c:v>
                </c:pt>
                <c:pt idx="2461">
                  <c:v>64161.79</c:v>
                </c:pt>
                <c:pt idx="2462">
                  <c:v>64187.86</c:v>
                </c:pt>
                <c:pt idx="2463">
                  <c:v>64213.93</c:v>
                </c:pt>
                <c:pt idx="2464">
                  <c:v>64240</c:v>
                </c:pt>
                <c:pt idx="2465">
                  <c:v>64266.07</c:v>
                </c:pt>
                <c:pt idx="2466">
                  <c:v>64292.14</c:v>
                </c:pt>
                <c:pt idx="2467">
                  <c:v>64318.21</c:v>
                </c:pt>
                <c:pt idx="2468">
                  <c:v>64344.29</c:v>
                </c:pt>
                <c:pt idx="2469">
                  <c:v>64370.36</c:v>
                </c:pt>
                <c:pt idx="2470">
                  <c:v>64396.43</c:v>
                </c:pt>
                <c:pt idx="2471">
                  <c:v>64422.5</c:v>
                </c:pt>
                <c:pt idx="2472">
                  <c:v>64448.57</c:v>
                </c:pt>
                <c:pt idx="2473">
                  <c:v>64474.64</c:v>
                </c:pt>
                <c:pt idx="2474">
                  <c:v>64500.71</c:v>
                </c:pt>
                <c:pt idx="2475">
                  <c:v>64526.79</c:v>
                </c:pt>
                <c:pt idx="2476">
                  <c:v>64552.86</c:v>
                </c:pt>
                <c:pt idx="2477">
                  <c:v>64578.93</c:v>
                </c:pt>
                <c:pt idx="2478">
                  <c:v>64605</c:v>
                </c:pt>
                <c:pt idx="2479">
                  <c:v>64631.07</c:v>
                </c:pt>
                <c:pt idx="2480">
                  <c:v>64657.14</c:v>
                </c:pt>
                <c:pt idx="2481">
                  <c:v>64683.21</c:v>
                </c:pt>
                <c:pt idx="2482">
                  <c:v>64709.29</c:v>
                </c:pt>
                <c:pt idx="2483">
                  <c:v>64735.360000000001</c:v>
                </c:pt>
                <c:pt idx="2484">
                  <c:v>64761.43</c:v>
                </c:pt>
                <c:pt idx="2485">
                  <c:v>64787.5</c:v>
                </c:pt>
                <c:pt idx="2486">
                  <c:v>64813.57</c:v>
                </c:pt>
                <c:pt idx="2487">
                  <c:v>64839.64</c:v>
                </c:pt>
                <c:pt idx="2488">
                  <c:v>64865.71</c:v>
                </c:pt>
                <c:pt idx="2489">
                  <c:v>64891.79</c:v>
                </c:pt>
                <c:pt idx="2490">
                  <c:v>64917.86</c:v>
                </c:pt>
                <c:pt idx="2491">
                  <c:v>64943.93</c:v>
                </c:pt>
                <c:pt idx="2492">
                  <c:v>64970</c:v>
                </c:pt>
                <c:pt idx="2493">
                  <c:v>64996.07</c:v>
                </c:pt>
                <c:pt idx="2494">
                  <c:v>65022.14</c:v>
                </c:pt>
                <c:pt idx="2495">
                  <c:v>65048.21</c:v>
                </c:pt>
                <c:pt idx="2496">
                  <c:v>65074.29</c:v>
                </c:pt>
                <c:pt idx="2497">
                  <c:v>65100.36</c:v>
                </c:pt>
                <c:pt idx="2498">
                  <c:v>65126.43</c:v>
                </c:pt>
                <c:pt idx="2499">
                  <c:v>65152.5</c:v>
                </c:pt>
                <c:pt idx="2500">
                  <c:v>65178.57</c:v>
                </c:pt>
                <c:pt idx="2501">
                  <c:v>65204.639999999999</c:v>
                </c:pt>
                <c:pt idx="2502">
                  <c:v>65230.71</c:v>
                </c:pt>
                <c:pt idx="2503">
                  <c:v>65256.79</c:v>
                </c:pt>
                <c:pt idx="2504">
                  <c:v>65282.86</c:v>
                </c:pt>
                <c:pt idx="2505">
                  <c:v>65308.93</c:v>
                </c:pt>
                <c:pt idx="2506">
                  <c:v>65335</c:v>
                </c:pt>
                <c:pt idx="2507">
                  <c:v>65361.07</c:v>
                </c:pt>
                <c:pt idx="2508">
                  <c:v>65387.14</c:v>
                </c:pt>
                <c:pt idx="2509">
                  <c:v>65413.21</c:v>
                </c:pt>
                <c:pt idx="2510">
                  <c:v>65439.29</c:v>
                </c:pt>
                <c:pt idx="2511">
                  <c:v>65465.36</c:v>
                </c:pt>
                <c:pt idx="2512">
                  <c:v>65491.43</c:v>
                </c:pt>
                <c:pt idx="2513">
                  <c:v>65517.5</c:v>
                </c:pt>
                <c:pt idx="2514">
                  <c:v>65543.570000000007</c:v>
                </c:pt>
                <c:pt idx="2515">
                  <c:v>65569.64</c:v>
                </c:pt>
                <c:pt idx="2516">
                  <c:v>65595.710000000006</c:v>
                </c:pt>
                <c:pt idx="2517">
                  <c:v>65621.789999999994</c:v>
                </c:pt>
                <c:pt idx="2518">
                  <c:v>65647.86</c:v>
                </c:pt>
                <c:pt idx="2519">
                  <c:v>65673.929999999993</c:v>
                </c:pt>
                <c:pt idx="2520">
                  <c:v>65700</c:v>
                </c:pt>
                <c:pt idx="2521">
                  <c:v>65726.070000000007</c:v>
                </c:pt>
                <c:pt idx="2522">
                  <c:v>65752.14</c:v>
                </c:pt>
                <c:pt idx="2523">
                  <c:v>65778.210000000006</c:v>
                </c:pt>
                <c:pt idx="2524">
                  <c:v>65804.289999999994</c:v>
                </c:pt>
                <c:pt idx="2525">
                  <c:v>65830.36</c:v>
                </c:pt>
                <c:pt idx="2526">
                  <c:v>65856.429999999993</c:v>
                </c:pt>
                <c:pt idx="2527">
                  <c:v>65882.5</c:v>
                </c:pt>
                <c:pt idx="2528">
                  <c:v>65908.570000000007</c:v>
                </c:pt>
                <c:pt idx="2529">
                  <c:v>65934.64</c:v>
                </c:pt>
                <c:pt idx="2530">
                  <c:v>65960.710000000006</c:v>
                </c:pt>
                <c:pt idx="2531">
                  <c:v>65986.789999999994</c:v>
                </c:pt>
                <c:pt idx="2532">
                  <c:v>66012.86</c:v>
                </c:pt>
                <c:pt idx="2533">
                  <c:v>66038.929999999993</c:v>
                </c:pt>
                <c:pt idx="2534">
                  <c:v>66065</c:v>
                </c:pt>
                <c:pt idx="2535">
                  <c:v>66091.070000000007</c:v>
                </c:pt>
                <c:pt idx="2536">
                  <c:v>66117.14</c:v>
                </c:pt>
                <c:pt idx="2537">
                  <c:v>66143.210000000006</c:v>
                </c:pt>
                <c:pt idx="2538">
                  <c:v>66169.289999999994</c:v>
                </c:pt>
                <c:pt idx="2539">
                  <c:v>66195.360000000001</c:v>
                </c:pt>
                <c:pt idx="2540">
                  <c:v>66221.429999999993</c:v>
                </c:pt>
                <c:pt idx="2541">
                  <c:v>66247.5</c:v>
                </c:pt>
                <c:pt idx="2542">
                  <c:v>66273.570000000007</c:v>
                </c:pt>
                <c:pt idx="2543">
                  <c:v>66299.64</c:v>
                </c:pt>
                <c:pt idx="2544">
                  <c:v>66325.710000000006</c:v>
                </c:pt>
                <c:pt idx="2545">
                  <c:v>66351.789999999994</c:v>
                </c:pt>
                <c:pt idx="2546">
                  <c:v>66377.86</c:v>
                </c:pt>
                <c:pt idx="2547">
                  <c:v>66403.929999999993</c:v>
                </c:pt>
                <c:pt idx="2548">
                  <c:v>66430</c:v>
                </c:pt>
                <c:pt idx="2549">
                  <c:v>66456.070000000007</c:v>
                </c:pt>
                <c:pt idx="2550">
                  <c:v>66482.14</c:v>
                </c:pt>
                <c:pt idx="2551">
                  <c:v>66508.210000000006</c:v>
                </c:pt>
                <c:pt idx="2552">
                  <c:v>66534.289999999994</c:v>
                </c:pt>
                <c:pt idx="2553">
                  <c:v>66560.36</c:v>
                </c:pt>
                <c:pt idx="2554">
                  <c:v>66586.429999999993</c:v>
                </c:pt>
                <c:pt idx="2555">
                  <c:v>66612.5</c:v>
                </c:pt>
                <c:pt idx="2556">
                  <c:v>66638.570000000007</c:v>
                </c:pt>
                <c:pt idx="2557">
                  <c:v>66664.639999999999</c:v>
                </c:pt>
                <c:pt idx="2558">
                  <c:v>66690.710000000006</c:v>
                </c:pt>
                <c:pt idx="2559">
                  <c:v>66716.789999999994</c:v>
                </c:pt>
                <c:pt idx="2560">
                  <c:v>66742.86</c:v>
                </c:pt>
                <c:pt idx="2561">
                  <c:v>66768.929999999993</c:v>
                </c:pt>
                <c:pt idx="2562">
                  <c:v>66795</c:v>
                </c:pt>
                <c:pt idx="2563">
                  <c:v>66821.070000000007</c:v>
                </c:pt>
                <c:pt idx="2564">
                  <c:v>66847.14</c:v>
                </c:pt>
                <c:pt idx="2565">
                  <c:v>66873.210000000006</c:v>
                </c:pt>
                <c:pt idx="2566">
                  <c:v>66899.289999999994</c:v>
                </c:pt>
                <c:pt idx="2567">
                  <c:v>66925.36</c:v>
                </c:pt>
                <c:pt idx="2568">
                  <c:v>66951.429999999993</c:v>
                </c:pt>
                <c:pt idx="2569">
                  <c:v>66977.5</c:v>
                </c:pt>
                <c:pt idx="2570">
                  <c:v>67003.570000000007</c:v>
                </c:pt>
                <c:pt idx="2571">
                  <c:v>67029.64</c:v>
                </c:pt>
                <c:pt idx="2572">
                  <c:v>67055.710000000006</c:v>
                </c:pt>
                <c:pt idx="2573">
                  <c:v>67081.789999999994</c:v>
                </c:pt>
                <c:pt idx="2574">
                  <c:v>67107.86</c:v>
                </c:pt>
                <c:pt idx="2575">
                  <c:v>67133.929999999993</c:v>
                </c:pt>
                <c:pt idx="2576">
                  <c:v>67160</c:v>
                </c:pt>
                <c:pt idx="2577">
                  <c:v>67186.070000000007</c:v>
                </c:pt>
                <c:pt idx="2578">
                  <c:v>67212.14</c:v>
                </c:pt>
                <c:pt idx="2579">
                  <c:v>67238.210000000006</c:v>
                </c:pt>
                <c:pt idx="2580">
                  <c:v>67264.289999999994</c:v>
                </c:pt>
                <c:pt idx="2581">
                  <c:v>67290.36</c:v>
                </c:pt>
                <c:pt idx="2582">
                  <c:v>67316.429999999993</c:v>
                </c:pt>
                <c:pt idx="2583">
                  <c:v>67342.5</c:v>
                </c:pt>
                <c:pt idx="2584">
                  <c:v>67368.570000000007</c:v>
                </c:pt>
                <c:pt idx="2585">
                  <c:v>67394.64</c:v>
                </c:pt>
                <c:pt idx="2586">
                  <c:v>67420.710000000006</c:v>
                </c:pt>
                <c:pt idx="2587">
                  <c:v>67446.789999999994</c:v>
                </c:pt>
                <c:pt idx="2588">
                  <c:v>67472.86</c:v>
                </c:pt>
                <c:pt idx="2589">
                  <c:v>67498.929999999993</c:v>
                </c:pt>
                <c:pt idx="2590">
                  <c:v>67525</c:v>
                </c:pt>
                <c:pt idx="2591">
                  <c:v>67551.070000000007</c:v>
                </c:pt>
                <c:pt idx="2592">
                  <c:v>67577.14</c:v>
                </c:pt>
                <c:pt idx="2593">
                  <c:v>67603.210000000006</c:v>
                </c:pt>
                <c:pt idx="2594">
                  <c:v>67629.289999999994</c:v>
                </c:pt>
                <c:pt idx="2595">
                  <c:v>67655.360000000001</c:v>
                </c:pt>
                <c:pt idx="2596">
                  <c:v>67681.429999999993</c:v>
                </c:pt>
                <c:pt idx="2597">
                  <c:v>67707.5</c:v>
                </c:pt>
                <c:pt idx="2598">
                  <c:v>67733.570000000007</c:v>
                </c:pt>
                <c:pt idx="2599">
                  <c:v>67759.64</c:v>
                </c:pt>
                <c:pt idx="2600">
                  <c:v>67785.710000000006</c:v>
                </c:pt>
                <c:pt idx="2601">
                  <c:v>67811.789999999994</c:v>
                </c:pt>
                <c:pt idx="2602">
                  <c:v>67837.86</c:v>
                </c:pt>
                <c:pt idx="2603">
                  <c:v>67863.929999999993</c:v>
                </c:pt>
                <c:pt idx="2604">
                  <c:v>67890</c:v>
                </c:pt>
                <c:pt idx="2605">
                  <c:v>67916.070000000007</c:v>
                </c:pt>
                <c:pt idx="2606">
                  <c:v>67942.14</c:v>
                </c:pt>
                <c:pt idx="2607">
                  <c:v>67968.210000000006</c:v>
                </c:pt>
                <c:pt idx="2608">
                  <c:v>67994.289999999994</c:v>
                </c:pt>
                <c:pt idx="2609">
                  <c:v>68020.36</c:v>
                </c:pt>
                <c:pt idx="2610">
                  <c:v>68046.429999999993</c:v>
                </c:pt>
                <c:pt idx="2611">
                  <c:v>68072.5</c:v>
                </c:pt>
                <c:pt idx="2612">
                  <c:v>68098.570000000007</c:v>
                </c:pt>
                <c:pt idx="2613">
                  <c:v>68124.639999999999</c:v>
                </c:pt>
                <c:pt idx="2614">
                  <c:v>68150.710000000006</c:v>
                </c:pt>
                <c:pt idx="2615">
                  <c:v>68176.789999999994</c:v>
                </c:pt>
                <c:pt idx="2616">
                  <c:v>68202.86</c:v>
                </c:pt>
                <c:pt idx="2617">
                  <c:v>68228.929999999993</c:v>
                </c:pt>
                <c:pt idx="2618">
                  <c:v>68255</c:v>
                </c:pt>
                <c:pt idx="2619">
                  <c:v>68281.070000000007</c:v>
                </c:pt>
                <c:pt idx="2620">
                  <c:v>68307.14</c:v>
                </c:pt>
                <c:pt idx="2621">
                  <c:v>68333.210000000006</c:v>
                </c:pt>
                <c:pt idx="2622">
                  <c:v>68359.289999999994</c:v>
                </c:pt>
                <c:pt idx="2623">
                  <c:v>68385.36</c:v>
                </c:pt>
                <c:pt idx="2624">
                  <c:v>68411.429999999993</c:v>
                </c:pt>
                <c:pt idx="2625">
                  <c:v>68437.5</c:v>
                </c:pt>
                <c:pt idx="2626">
                  <c:v>68463.570000000007</c:v>
                </c:pt>
                <c:pt idx="2627">
                  <c:v>68489.64</c:v>
                </c:pt>
                <c:pt idx="2628">
                  <c:v>68515.710000000006</c:v>
                </c:pt>
                <c:pt idx="2629">
                  <c:v>68541.789999999994</c:v>
                </c:pt>
                <c:pt idx="2630">
                  <c:v>68567.86</c:v>
                </c:pt>
                <c:pt idx="2631">
                  <c:v>68593.929999999993</c:v>
                </c:pt>
                <c:pt idx="2632">
                  <c:v>68620</c:v>
                </c:pt>
                <c:pt idx="2633">
                  <c:v>68646.070000000007</c:v>
                </c:pt>
                <c:pt idx="2634">
                  <c:v>68672.14</c:v>
                </c:pt>
                <c:pt idx="2635">
                  <c:v>68698.210000000006</c:v>
                </c:pt>
                <c:pt idx="2636">
                  <c:v>68724.289999999994</c:v>
                </c:pt>
                <c:pt idx="2637">
                  <c:v>68750.36</c:v>
                </c:pt>
                <c:pt idx="2638">
                  <c:v>68776.429999999993</c:v>
                </c:pt>
                <c:pt idx="2639">
                  <c:v>68802.5</c:v>
                </c:pt>
                <c:pt idx="2640">
                  <c:v>68828.570000000007</c:v>
                </c:pt>
                <c:pt idx="2641">
                  <c:v>68854.64</c:v>
                </c:pt>
                <c:pt idx="2642">
                  <c:v>68880.710000000006</c:v>
                </c:pt>
                <c:pt idx="2643">
                  <c:v>68906.789999999994</c:v>
                </c:pt>
                <c:pt idx="2644">
                  <c:v>68932.86</c:v>
                </c:pt>
                <c:pt idx="2645">
                  <c:v>68958.929999999993</c:v>
                </c:pt>
                <c:pt idx="2646">
                  <c:v>68985</c:v>
                </c:pt>
                <c:pt idx="2647">
                  <c:v>69011.070000000007</c:v>
                </c:pt>
                <c:pt idx="2648">
                  <c:v>69037.14</c:v>
                </c:pt>
                <c:pt idx="2649">
                  <c:v>69063.210000000006</c:v>
                </c:pt>
                <c:pt idx="2650">
                  <c:v>69089.289999999994</c:v>
                </c:pt>
                <c:pt idx="2651">
                  <c:v>69115.360000000001</c:v>
                </c:pt>
                <c:pt idx="2652">
                  <c:v>69141.429999999993</c:v>
                </c:pt>
                <c:pt idx="2653">
                  <c:v>69167.5</c:v>
                </c:pt>
                <c:pt idx="2654">
                  <c:v>69193.570000000007</c:v>
                </c:pt>
                <c:pt idx="2655">
                  <c:v>69219.64</c:v>
                </c:pt>
                <c:pt idx="2656">
                  <c:v>69245.710000000006</c:v>
                </c:pt>
                <c:pt idx="2657">
                  <c:v>69271.789999999994</c:v>
                </c:pt>
                <c:pt idx="2658">
                  <c:v>69297.86</c:v>
                </c:pt>
                <c:pt idx="2659">
                  <c:v>69323.929999999993</c:v>
                </c:pt>
                <c:pt idx="2660">
                  <c:v>69350</c:v>
                </c:pt>
                <c:pt idx="2661">
                  <c:v>69376.070000000007</c:v>
                </c:pt>
                <c:pt idx="2662">
                  <c:v>69402.14</c:v>
                </c:pt>
                <c:pt idx="2663">
                  <c:v>69428.210000000006</c:v>
                </c:pt>
                <c:pt idx="2664">
                  <c:v>69454.289999999994</c:v>
                </c:pt>
                <c:pt idx="2665">
                  <c:v>69480.36</c:v>
                </c:pt>
                <c:pt idx="2666">
                  <c:v>69506.429999999993</c:v>
                </c:pt>
                <c:pt idx="2667">
                  <c:v>69532.5</c:v>
                </c:pt>
                <c:pt idx="2668">
                  <c:v>69558.570000000007</c:v>
                </c:pt>
                <c:pt idx="2669">
                  <c:v>69584.639999999999</c:v>
                </c:pt>
                <c:pt idx="2670">
                  <c:v>69610.710000000006</c:v>
                </c:pt>
                <c:pt idx="2671">
                  <c:v>69636.789999999994</c:v>
                </c:pt>
                <c:pt idx="2672">
                  <c:v>69662.86</c:v>
                </c:pt>
                <c:pt idx="2673">
                  <c:v>69688.929999999993</c:v>
                </c:pt>
                <c:pt idx="2674">
                  <c:v>69715</c:v>
                </c:pt>
                <c:pt idx="2675">
                  <c:v>69741.070000000007</c:v>
                </c:pt>
                <c:pt idx="2676">
                  <c:v>69767.14</c:v>
                </c:pt>
                <c:pt idx="2677">
                  <c:v>69793.210000000006</c:v>
                </c:pt>
                <c:pt idx="2678">
                  <c:v>69819.289999999994</c:v>
                </c:pt>
                <c:pt idx="2679">
                  <c:v>69845.36</c:v>
                </c:pt>
                <c:pt idx="2680">
                  <c:v>69871.429999999993</c:v>
                </c:pt>
                <c:pt idx="2681">
                  <c:v>69897.5</c:v>
                </c:pt>
                <c:pt idx="2682">
                  <c:v>69923.570000000007</c:v>
                </c:pt>
                <c:pt idx="2683">
                  <c:v>69949.64</c:v>
                </c:pt>
                <c:pt idx="2684">
                  <c:v>69975.710000000006</c:v>
                </c:pt>
                <c:pt idx="2685">
                  <c:v>70001.789999999994</c:v>
                </c:pt>
                <c:pt idx="2686">
                  <c:v>70027.86</c:v>
                </c:pt>
                <c:pt idx="2687">
                  <c:v>70053.929999999993</c:v>
                </c:pt>
                <c:pt idx="2688">
                  <c:v>70080</c:v>
                </c:pt>
                <c:pt idx="2689">
                  <c:v>70106.070000000007</c:v>
                </c:pt>
                <c:pt idx="2690">
                  <c:v>70132.14</c:v>
                </c:pt>
                <c:pt idx="2691">
                  <c:v>70158.210000000006</c:v>
                </c:pt>
                <c:pt idx="2692">
                  <c:v>70184.289999999994</c:v>
                </c:pt>
                <c:pt idx="2693">
                  <c:v>70210.36</c:v>
                </c:pt>
                <c:pt idx="2694">
                  <c:v>70236.429999999993</c:v>
                </c:pt>
                <c:pt idx="2695">
                  <c:v>70262.5</c:v>
                </c:pt>
                <c:pt idx="2696">
                  <c:v>70288.570000000007</c:v>
                </c:pt>
                <c:pt idx="2697">
                  <c:v>70314.64</c:v>
                </c:pt>
                <c:pt idx="2698">
                  <c:v>70340.710000000006</c:v>
                </c:pt>
                <c:pt idx="2699">
                  <c:v>70366.789999999994</c:v>
                </c:pt>
                <c:pt idx="2700">
                  <c:v>70392.86</c:v>
                </c:pt>
                <c:pt idx="2701">
                  <c:v>70418.929999999993</c:v>
                </c:pt>
                <c:pt idx="2702">
                  <c:v>70445</c:v>
                </c:pt>
                <c:pt idx="2703">
                  <c:v>70471.070000000007</c:v>
                </c:pt>
                <c:pt idx="2704">
                  <c:v>70497.14</c:v>
                </c:pt>
                <c:pt idx="2705">
                  <c:v>70523.210000000006</c:v>
                </c:pt>
                <c:pt idx="2706">
                  <c:v>70549.289999999994</c:v>
                </c:pt>
                <c:pt idx="2707">
                  <c:v>70575.360000000001</c:v>
                </c:pt>
                <c:pt idx="2708">
                  <c:v>70601.429999999993</c:v>
                </c:pt>
                <c:pt idx="2709">
                  <c:v>70627.5</c:v>
                </c:pt>
                <c:pt idx="2710">
                  <c:v>70653.570000000007</c:v>
                </c:pt>
                <c:pt idx="2711">
                  <c:v>70679.64</c:v>
                </c:pt>
                <c:pt idx="2712">
                  <c:v>70705.710000000006</c:v>
                </c:pt>
                <c:pt idx="2713">
                  <c:v>70731.789999999994</c:v>
                </c:pt>
                <c:pt idx="2714">
                  <c:v>70757.86</c:v>
                </c:pt>
                <c:pt idx="2715">
                  <c:v>70783.929999999993</c:v>
                </c:pt>
                <c:pt idx="2716">
                  <c:v>70810</c:v>
                </c:pt>
                <c:pt idx="2717">
                  <c:v>70836.070000000007</c:v>
                </c:pt>
                <c:pt idx="2718">
                  <c:v>70862.14</c:v>
                </c:pt>
                <c:pt idx="2719">
                  <c:v>70888.210000000006</c:v>
                </c:pt>
                <c:pt idx="2720">
                  <c:v>70914.289999999994</c:v>
                </c:pt>
                <c:pt idx="2721">
                  <c:v>70940.36</c:v>
                </c:pt>
                <c:pt idx="2722">
                  <c:v>70966.429999999993</c:v>
                </c:pt>
                <c:pt idx="2723">
                  <c:v>70992.5</c:v>
                </c:pt>
                <c:pt idx="2724">
                  <c:v>71018.570000000007</c:v>
                </c:pt>
                <c:pt idx="2725">
                  <c:v>71044.639999999999</c:v>
                </c:pt>
                <c:pt idx="2726">
                  <c:v>71070.710000000006</c:v>
                </c:pt>
                <c:pt idx="2727">
                  <c:v>71096.789999999994</c:v>
                </c:pt>
                <c:pt idx="2728">
                  <c:v>71122.86</c:v>
                </c:pt>
                <c:pt idx="2729">
                  <c:v>71148.929999999993</c:v>
                </c:pt>
                <c:pt idx="2730">
                  <c:v>71175</c:v>
                </c:pt>
                <c:pt idx="2731">
                  <c:v>71201.070000000007</c:v>
                </c:pt>
                <c:pt idx="2732">
                  <c:v>71227.14</c:v>
                </c:pt>
                <c:pt idx="2733">
                  <c:v>71253.210000000006</c:v>
                </c:pt>
                <c:pt idx="2734">
                  <c:v>71279.289999999994</c:v>
                </c:pt>
                <c:pt idx="2735">
                  <c:v>71305.36</c:v>
                </c:pt>
                <c:pt idx="2736">
                  <c:v>71331.429999999993</c:v>
                </c:pt>
                <c:pt idx="2737">
                  <c:v>71357.5</c:v>
                </c:pt>
                <c:pt idx="2738">
                  <c:v>71383.570000000007</c:v>
                </c:pt>
                <c:pt idx="2739">
                  <c:v>71409.64</c:v>
                </c:pt>
                <c:pt idx="2740">
                  <c:v>71435.710000000006</c:v>
                </c:pt>
                <c:pt idx="2741">
                  <c:v>71461.789999999994</c:v>
                </c:pt>
                <c:pt idx="2742">
                  <c:v>71487.86</c:v>
                </c:pt>
                <c:pt idx="2743">
                  <c:v>71513.929999999993</c:v>
                </c:pt>
                <c:pt idx="2744">
                  <c:v>71540</c:v>
                </c:pt>
                <c:pt idx="2745">
                  <c:v>71566.070000000007</c:v>
                </c:pt>
                <c:pt idx="2746">
                  <c:v>71592.14</c:v>
                </c:pt>
                <c:pt idx="2747">
                  <c:v>71618.210000000006</c:v>
                </c:pt>
                <c:pt idx="2748">
                  <c:v>71644.289999999994</c:v>
                </c:pt>
                <c:pt idx="2749">
                  <c:v>71670.36</c:v>
                </c:pt>
                <c:pt idx="2750">
                  <c:v>71696.429999999993</c:v>
                </c:pt>
                <c:pt idx="2751">
                  <c:v>71722.5</c:v>
                </c:pt>
                <c:pt idx="2752">
                  <c:v>71748.570000000007</c:v>
                </c:pt>
                <c:pt idx="2753">
                  <c:v>71774.64</c:v>
                </c:pt>
                <c:pt idx="2754">
                  <c:v>71800.710000000006</c:v>
                </c:pt>
                <c:pt idx="2755">
                  <c:v>71826.789999999994</c:v>
                </c:pt>
                <c:pt idx="2756">
                  <c:v>71852.86</c:v>
                </c:pt>
                <c:pt idx="2757">
                  <c:v>71878.929999999993</c:v>
                </c:pt>
                <c:pt idx="2758">
                  <c:v>71905</c:v>
                </c:pt>
                <c:pt idx="2759">
                  <c:v>71931.070000000007</c:v>
                </c:pt>
                <c:pt idx="2760">
                  <c:v>71957.14</c:v>
                </c:pt>
                <c:pt idx="2761">
                  <c:v>71983.210000000006</c:v>
                </c:pt>
                <c:pt idx="2762">
                  <c:v>72009.289999999994</c:v>
                </c:pt>
                <c:pt idx="2763">
                  <c:v>72035.360000000001</c:v>
                </c:pt>
                <c:pt idx="2764">
                  <c:v>72061.429999999993</c:v>
                </c:pt>
                <c:pt idx="2765">
                  <c:v>72087.5</c:v>
                </c:pt>
                <c:pt idx="2766">
                  <c:v>72113.570000000007</c:v>
                </c:pt>
                <c:pt idx="2767">
                  <c:v>72139.64</c:v>
                </c:pt>
                <c:pt idx="2768">
                  <c:v>72165.710000000006</c:v>
                </c:pt>
                <c:pt idx="2769">
                  <c:v>72191.789999999994</c:v>
                </c:pt>
                <c:pt idx="2770">
                  <c:v>72217.86</c:v>
                </c:pt>
                <c:pt idx="2771">
                  <c:v>72243.929999999993</c:v>
                </c:pt>
                <c:pt idx="2772">
                  <c:v>72270</c:v>
                </c:pt>
                <c:pt idx="2773">
                  <c:v>72296.070000000007</c:v>
                </c:pt>
                <c:pt idx="2774">
                  <c:v>72322.14</c:v>
                </c:pt>
                <c:pt idx="2775">
                  <c:v>72348.210000000006</c:v>
                </c:pt>
                <c:pt idx="2776">
                  <c:v>72374.289999999994</c:v>
                </c:pt>
                <c:pt idx="2777">
                  <c:v>72400.36</c:v>
                </c:pt>
                <c:pt idx="2778">
                  <c:v>72426.429999999993</c:v>
                </c:pt>
                <c:pt idx="2779">
                  <c:v>72452.5</c:v>
                </c:pt>
                <c:pt idx="2780">
                  <c:v>72478.570000000007</c:v>
                </c:pt>
                <c:pt idx="2781">
                  <c:v>72504.639999999999</c:v>
                </c:pt>
                <c:pt idx="2782">
                  <c:v>72530.710000000006</c:v>
                </c:pt>
                <c:pt idx="2783">
                  <c:v>72556.789999999994</c:v>
                </c:pt>
                <c:pt idx="2784">
                  <c:v>72582.86</c:v>
                </c:pt>
                <c:pt idx="2785">
                  <c:v>72608.929999999993</c:v>
                </c:pt>
                <c:pt idx="2786">
                  <c:v>72635</c:v>
                </c:pt>
                <c:pt idx="2787">
                  <c:v>72661.070000000007</c:v>
                </c:pt>
                <c:pt idx="2788">
                  <c:v>72687.14</c:v>
                </c:pt>
                <c:pt idx="2789">
                  <c:v>72713.210000000006</c:v>
                </c:pt>
                <c:pt idx="2790">
                  <c:v>72739.289999999994</c:v>
                </c:pt>
                <c:pt idx="2791">
                  <c:v>72765.36</c:v>
                </c:pt>
                <c:pt idx="2792">
                  <c:v>72791.429999999993</c:v>
                </c:pt>
                <c:pt idx="2793">
                  <c:v>72817.5</c:v>
                </c:pt>
                <c:pt idx="2794">
                  <c:v>72843.570000000007</c:v>
                </c:pt>
                <c:pt idx="2795">
                  <c:v>72869.64</c:v>
                </c:pt>
                <c:pt idx="2796">
                  <c:v>72895.710000000006</c:v>
                </c:pt>
                <c:pt idx="2797">
                  <c:v>72921.789999999994</c:v>
                </c:pt>
                <c:pt idx="2798">
                  <c:v>72947.86</c:v>
                </c:pt>
                <c:pt idx="2799">
                  <c:v>72973.929999999993</c:v>
                </c:pt>
                <c:pt idx="2800">
                  <c:v>73000</c:v>
                </c:pt>
                <c:pt idx="2801">
                  <c:v>73026.070000000007</c:v>
                </c:pt>
                <c:pt idx="2802">
                  <c:v>73052.14</c:v>
                </c:pt>
                <c:pt idx="2803">
                  <c:v>73078.210000000006</c:v>
                </c:pt>
                <c:pt idx="2804">
                  <c:v>73104.289999999994</c:v>
                </c:pt>
                <c:pt idx="2805">
                  <c:v>73130.36</c:v>
                </c:pt>
                <c:pt idx="2806">
                  <c:v>73156.429999999993</c:v>
                </c:pt>
                <c:pt idx="2807">
                  <c:v>73182.5</c:v>
                </c:pt>
                <c:pt idx="2808">
                  <c:v>73208.570000000007</c:v>
                </c:pt>
                <c:pt idx="2809">
                  <c:v>73234.64</c:v>
                </c:pt>
                <c:pt idx="2810">
                  <c:v>73260.710000000006</c:v>
                </c:pt>
                <c:pt idx="2811">
                  <c:v>73286.789999999994</c:v>
                </c:pt>
                <c:pt idx="2812">
                  <c:v>73312.86</c:v>
                </c:pt>
                <c:pt idx="2813">
                  <c:v>73338.929999999993</c:v>
                </c:pt>
                <c:pt idx="2814">
                  <c:v>73365</c:v>
                </c:pt>
                <c:pt idx="2815">
                  <c:v>73391.070000000007</c:v>
                </c:pt>
                <c:pt idx="2816">
                  <c:v>73417.14</c:v>
                </c:pt>
                <c:pt idx="2817">
                  <c:v>73443.210000000006</c:v>
                </c:pt>
                <c:pt idx="2818">
                  <c:v>73469.289999999994</c:v>
                </c:pt>
                <c:pt idx="2819">
                  <c:v>73495.360000000001</c:v>
                </c:pt>
                <c:pt idx="2820">
                  <c:v>73521.429999999993</c:v>
                </c:pt>
                <c:pt idx="2821">
                  <c:v>73547.5</c:v>
                </c:pt>
                <c:pt idx="2822">
                  <c:v>73573.570000000007</c:v>
                </c:pt>
                <c:pt idx="2823">
                  <c:v>73599.64</c:v>
                </c:pt>
                <c:pt idx="2824">
                  <c:v>73625.710000000006</c:v>
                </c:pt>
                <c:pt idx="2825">
                  <c:v>73651.789999999994</c:v>
                </c:pt>
                <c:pt idx="2826">
                  <c:v>73677.86</c:v>
                </c:pt>
                <c:pt idx="2827">
                  <c:v>73703.929999999993</c:v>
                </c:pt>
                <c:pt idx="2828">
                  <c:v>73730</c:v>
                </c:pt>
                <c:pt idx="2829">
                  <c:v>73756.070000000007</c:v>
                </c:pt>
                <c:pt idx="2830">
                  <c:v>73782.14</c:v>
                </c:pt>
                <c:pt idx="2831">
                  <c:v>73808.210000000006</c:v>
                </c:pt>
                <c:pt idx="2832">
                  <c:v>73834.289999999994</c:v>
                </c:pt>
                <c:pt idx="2833">
                  <c:v>73860.36</c:v>
                </c:pt>
                <c:pt idx="2834">
                  <c:v>73886.429999999993</c:v>
                </c:pt>
                <c:pt idx="2835">
                  <c:v>73912.5</c:v>
                </c:pt>
                <c:pt idx="2836">
                  <c:v>73938.570000000007</c:v>
                </c:pt>
                <c:pt idx="2837">
                  <c:v>73964.639999999999</c:v>
                </c:pt>
                <c:pt idx="2838">
                  <c:v>73990.710000000006</c:v>
                </c:pt>
                <c:pt idx="2839">
                  <c:v>74016.789999999994</c:v>
                </c:pt>
                <c:pt idx="2840">
                  <c:v>74042.86</c:v>
                </c:pt>
                <c:pt idx="2841">
                  <c:v>74068.929999999993</c:v>
                </c:pt>
                <c:pt idx="2842">
                  <c:v>74095</c:v>
                </c:pt>
                <c:pt idx="2843">
                  <c:v>74121.070000000007</c:v>
                </c:pt>
                <c:pt idx="2844">
                  <c:v>74147.14</c:v>
                </c:pt>
                <c:pt idx="2845">
                  <c:v>74173.210000000006</c:v>
                </c:pt>
                <c:pt idx="2846">
                  <c:v>74199.289999999994</c:v>
                </c:pt>
                <c:pt idx="2847">
                  <c:v>74225.36</c:v>
                </c:pt>
                <c:pt idx="2848">
                  <c:v>74251.429999999993</c:v>
                </c:pt>
                <c:pt idx="2849">
                  <c:v>74277.5</c:v>
                </c:pt>
                <c:pt idx="2850">
                  <c:v>74303.570000000007</c:v>
                </c:pt>
                <c:pt idx="2851">
                  <c:v>74329.64</c:v>
                </c:pt>
                <c:pt idx="2852">
                  <c:v>74355.710000000006</c:v>
                </c:pt>
                <c:pt idx="2853">
                  <c:v>74381.789999999994</c:v>
                </c:pt>
                <c:pt idx="2854">
                  <c:v>74407.86</c:v>
                </c:pt>
                <c:pt idx="2855">
                  <c:v>74433.929999999993</c:v>
                </c:pt>
                <c:pt idx="2856">
                  <c:v>74460</c:v>
                </c:pt>
                <c:pt idx="2857">
                  <c:v>74486.070000000007</c:v>
                </c:pt>
                <c:pt idx="2858">
                  <c:v>74512.14</c:v>
                </c:pt>
                <c:pt idx="2859">
                  <c:v>74538.210000000006</c:v>
                </c:pt>
                <c:pt idx="2860">
                  <c:v>74564.289999999994</c:v>
                </c:pt>
                <c:pt idx="2861">
                  <c:v>74590.36</c:v>
                </c:pt>
                <c:pt idx="2862">
                  <c:v>74616.429999999993</c:v>
                </c:pt>
                <c:pt idx="2863">
                  <c:v>74642.5</c:v>
                </c:pt>
                <c:pt idx="2864">
                  <c:v>74668.570000000007</c:v>
                </c:pt>
                <c:pt idx="2865">
                  <c:v>74694.64</c:v>
                </c:pt>
                <c:pt idx="2866">
                  <c:v>74720.710000000006</c:v>
                </c:pt>
                <c:pt idx="2867">
                  <c:v>74746.789999999994</c:v>
                </c:pt>
                <c:pt idx="2868">
                  <c:v>74772.86</c:v>
                </c:pt>
                <c:pt idx="2869">
                  <c:v>74798.929999999993</c:v>
                </c:pt>
                <c:pt idx="2870">
                  <c:v>74825</c:v>
                </c:pt>
                <c:pt idx="2871">
                  <c:v>74851.070000000007</c:v>
                </c:pt>
                <c:pt idx="2872">
                  <c:v>74877.14</c:v>
                </c:pt>
                <c:pt idx="2873">
                  <c:v>74903.210000000006</c:v>
                </c:pt>
                <c:pt idx="2874">
                  <c:v>74929.289999999994</c:v>
                </c:pt>
                <c:pt idx="2875">
                  <c:v>74955.360000000001</c:v>
                </c:pt>
                <c:pt idx="2876">
                  <c:v>74981.429999999993</c:v>
                </c:pt>
                <c:pt idx="2877">
                  <c:v>75007.5</c:v>
                </c:pt>
                <c:pt idx="2878">
                  <c:v>75033.570000000007</c:v>
                </c:pt>
                <c:pt idx="2879">
                  <c:v>75059.64</c:v>
                </c:pt>
                <c:pt idx="2880">
                  <c:v>75085.710000000006</c:v>
                </c:pt>
                <c:pt idx="2881">
                  <c:v>75111.789999999994</c:v>
                </c:pt>
                <c:pt idx="2882">
                  <c:v>75137.86</c:v>
                </c:pt>
                <c:pt idx="2883">
                  <c:v>75163.929999999993</c:v>
                </c:pt>
                <c:pt idx="2884">
                  <c:v>75190</c:v>
                </c:pt>
                <c:pt idx="2885">
                  <c:v>75216.070000000007</c:v>
                </c:pt>
                <c:pt idx="2886">
                  <c:v>75242.14</c:v>
                </c:pt>
                <c:pt idx="2887">
                  <c:v>75268.210000000006</c:v>
                </c:pt>
                <c:pt idx="2888">
                  <c:v>75294.289999999994</c:v>
                </c:pt>
                <c:pt idx="2889">
                  <c:v>75320.36</c:v>
                </c:pt>
                <c:pt idx="2890">
                  <c:v>75346.429999999993</c:v>
                </c:pt>
                <c:pt idx="2891">
                  <c:v>75372.5</c:v>
                </c:pt>
                <c:pt idx="2892">
                  <c:v>75398.570000000007</c:v>
                </c:pt>
                <c:pt idx="2893">
                  <c:v>75424.639999999999</c:v>
                </c:pt>
                <c:pt idx="2894">
                  <c:v>75450.710000000006</c:v>
                </c:pt>
                <c:pt idx="2895">
                  <c:v>75476.789999999994</c:v>
                </c:pt>
                <c:pt idx="2896">
                  <c:v>75502.86</c:v>
                </c:pt>
                <c:pt idx="2897">
                  <c:v>75528.929999999993</c:v>
                </c:pt>
                <c:pt idx="2898">
                  <c:v>75555</c:v>
                </c:pt>
                <c:pt idx="2899">
                  <c:v>75581.070000000007</c:v>
                </c:pt>
                <c:pt idx="2900">
                  <c:v>75607.14</c:v>
                </c:pt>
                <c:pt idx="2901">
                  <c:v>75633.210000000006</c:v>
                </c:pt>
                <c:pt idx="2902">
                  <c:v>75659.289999999994</c:v>
                </c:pt>
                <c:pt idx="2903">
                  <c:v>75685.36</c:v>
                </c:pt>
                <c:pt idx="2904">
                  <c:v>75711.429999999993</c:v>
                </c:pt>
                <c:pt idx="2905">
                  <c:v>75737.5</c:v>
                </c:pt>
                <c:pt idx="2906">
                  <c:v>75763.570000000007</c:v>
                </c:pt>
                <c:pt idx="2907">
                  <c:v>75789.64</c:v>
                </c:pt>
                <c:pt idx="2908">
                  <c:v>75815.710000000006</c:v>
                </c:pt>
                <c:pt idx="2909">
                  <c:v>75841.789999999994</c:v>
                </c:pt>
                <c:pt idx="2910">
                  <c:v>75867.86</c:v>
                </c:pt>
                <c:pt idx="2911">
                  <c:v>75893.929999999993</c:v>
                </c:pt>
                <c:pt idx="2912">
                  <c:v>75920</c:v>
                </c:pt>
                <c:pt idx="2913">
                  <c:v>75946.070000000007</c:v>
                </c:pt>
                <c:pt idx="2914">
                  <c:v>75972.14</c:v>
                </c:pt>
                <c:pt idx="2915">
                  <c:v>75998.210000000006</c:v>
                </c:pt>
                <c:pt idx="2916">
                  <c:v>76024.289999999994</c:v>
                </c:pt>
                <c:pt idx="2917">
                  <c:v>76050.36</c:v>
                </c:pt>
                <c:pt idx="2918">
                  <c:v>76076.429999999993</c:v>
                </c:pt>
                <c:pt idx="2919">
                  <c:v>76102.5</c:v>
                </c:pt>
                <c:pt idx="2920">
                  <c:v>76128.570000000007</c:v>
                </c:pt>
                <c:pt idx="2921">
                  <c:v>76154.64</c:v>
                </c:pt>
                <c:pt idx="2922">
                  <c:v>76180.710000000006</c:v>
                </c:pt>
                <c:pt idx="2923">
                  <c:v>76206.789999999994</c:v>
                </c:pt>
                <c:pt idx="2924">
                  <c:v>76232.86</c:v>
                </c:pt>
                <c:pt idx="2925">
                  <c:v>76258.929999999993</c:v>
                </c:pt>
                <c:pt idx="2926">
                  <c:v>76285</c:v>
                </c:pt>
                <c:pt idx="2927">
                  <c:v>76311.070000000007</c:v>
                </c:pt>
                <c:pt idx="2928">
                  <c:v>76337.14</c:v>
                </c:pt>
                <c:pt idx="2929">
                  <c:v>76363.210000000006</c:v>
                </c:pt>
                <c:pt idx="2930">
                  <c:v>76389.289999999994</c:v>
                </c:pt>
                <c:pt idx="2931">
                  <c:v>76415.360000000001</c:v>
                </c:pt>
                <c:pt idx="2932">
                  <c:v>76441.429999999993</c:v>
                </c:pt>
                <c:pt idx="2933">
                  <c:v>76467.5</c:v>
                </c:pt>
                <c:pt idx="2934">
                  <c:v>76493.570000000007</c:v>
                </c:pt>
                <c:pt idx="2935">
                  <c:v>76519.64</c:v>
                </c:pt>
                <c:pt idx="2936">
                  <c:v>76545.710000000006</c:v>
                </c:pt>
                <c:pt idx="2937">
                  <c:v>76571.789999999994</c:v>
                </c:pt>
                <c:pt idx="2938">
                  <c:v>76597.86</c:v>
                </c:pt>
                <c:pt idx="2939">
                  <c:v>76623.929999999993</c:v>
                </c:pt>
                <c:pt idx="2940">
                  <c:v>76650</c:v>
                </c:pt>
                <c:pt idx="2941">
                  <c:v>76676.070000000007</c:v>
                </c:pt>
                <c:pt idx="2942">
                  <c:v>76702.14</c:v>
                </c:pt>
                <c:pt idx="2943">
                  <c:v>76728.210000000006</c:v>
                </c:pt>
                <c:pt idx="2944">
                  <c:v>76754.289999999994</c:v>
                </c:pt>
                <c:pt idx="2945">
                  <c:v>76780.36</c:v>
                </c:pt>
                <c:pt idx="2946">
                  <c:v>76806.429999999993</c:v>
                </c:pt>
                <c:pt idx="2947">
                  <c:v>76832.5</c:v>
                </c:pt>
                <c:pt idx="2948">
                  <c:v>76858.570000000007</c:v>
                </c:pt>
                <c:pt idx="2949">
                  <c:v>76884.639999999999</c:v>
                </c:pt>
                <c:pt idx="2950">
                  <c:v>76910.710000000006</c:v>
                </c:pt>
                <c:pt idx="2951">
                  <c:v>76936.789999999994</c:v>
                </c:pt>
                <c:pt idx="2952">
                  <c:v>76962.86</c:v>
                </c:pt>
                <c:pt idx="2953">
                  <c:v>76988.929999999993</c:v>
                </c:pt>
                <c:pt idx="2954">
                  <c:v>77015</c:v>
                </c:pt>
                <c:pt idx="2955">
                  <c:v>77041.070000000007</c:v>
                </c:pt>
                <c:pt idx="2956">
                  <c:v>77067.14</c:v>
                </c:pt>
                <c:pt idx="2957">
                  <c:v>77093.210000000006</c:v>
                </c:pt>
                <c:pt idx="2958">
                  <c:v>77119.289999999994</c:v>
                </c:pt>
                <c:pt idx="2959">
                  <c:v>77145.36</c:v>
                </c:pt>
                <c:pt idx="2960">
                  <c:v>77171.429999999993</c:v>
                </c:pt>
                <c:pt idx="2961">
                  <c:v>77197.5</c:v>
                </c:pt>
                <c:pt idx="2962">
                  <c:v>77223.570000000007</c:v>
                </c:pt>
                <c:pt idx="2963">
                  <c:v>77249.64</c:v>
                </c:pt>
                <c:pt idx="2964">
                  <c:v>77275.710000000006</c:v>
                </c:pt>
                <c:pt idx="2965">
                  <c:v>77301.789999999994</c:v>
                </c:pt>
                <c:pt idx="2966">
                  <c:v>77327.86</c:v>
                </c:pt>
                <c:pt idx="2967">
                  <c:v>77353.929999999993</c:v>
                </c:pt>
                <c:pt idx="2968">
                  <c:v>77380</c:v>
                </c:pt>
                <c:pt idx="2969">
                  <c:v>77406.070000000007</c:v>
                </c:pt>
                <c:pt idx="2970">
                  <c:v>77432.14</c:v>
                </c:pt>
                <c:pt idx="2971">
                  <c:v>77458.210000000006</c:v>
                </c:pt>
                <c:pt idx="2972">
                  <c:v>77484.289999999994</c:v>
                </c:pt>
                <c:pt idx="2973">
                  <c:v>77510.36</c:v>
                </c:pt>
                <c:pt idx="2974">
                  <c:v>77536.429999999993</c:v>
                </c:pt>
                <c:pt idx="2975">
                  <c:v>77562.5</c:v>
                </c:pt>
                <c:pt idx="2976">
                  <c:v>77588.570000000007</c:v>
                </c:pt>
                <c:pt idx="2977">
                  <c:v>77614.64</c:v>
                </c:pt>
                <c:pt idx="2978">
                  <c:v>77640.710000000006</c:v>
                </c:pt>
                <c:pt idx="2979">
                  <c:v>77666.789999999994</c:v>
                </c:pt>
                <c:pt idx="2980">
                  <c:v>77692.86</c:v>
                </c:pt>
                <c:pt idx="2981">
                  <c:v>77718.929999999993</c:v>
                </c:pt>
                <c:pt idx="2982">
                  <c:v>77745</c:v>
                </c:pt>
                <c:pt idx="2983">
                  <c:v>77771.070000000007</c:v>
                </c:pt>
                <c:pt idx="2984">
                  <c:v>77797.14</c:v>
                </c:pt>
                <c:pt idx="2985">
                  <c:v>77823.210000000006</c:v>
                </c:pt>
                <c:pt idx="2986">
                  <c:v>77849.289999999994</c:v>
                </c:pt>
                <c:pt idx="2987">
                  <c:v>77875.360000000001</c:v>
                </c:pt>
                <c:pt idx="2988">
                  <c:v>77901.429999999993</c:v>
                </c:pt>
                <c:pt idx="2989">
                  <c:v>77927.5</c:v>
                </c:pt>
                <c:pt idx="2990">
                  <c:v>77953.570000000007</c:v>
                </c:pt>
                <c:pt idx="2991">
                  <c:v>77979.64</c:v>
                </c:pt>
                <c:pt idx="2992">
                  <c:v>78005.710000000006</c:v>
                </c:pt>
                <c:pt idx="2993">
                  <c:v>78031.789999999994</c:v>
                </c:pt>
                <c:pt idx="2994">
                  <c:v>78057.86</c:v>
                </c:pt>
                <c:pt idx="2995">
                  <c:v>78083.929999999993</c:v>
                </c:pt>
                <c:pt idx="2996">
                  <c:v>78110</c:v>
                </c:pt>
                <c:pt idx="2997">
                  <c:v>78136.070000000007</c:v>
                </c:pt>
                <c:pt idx="2998">
                  <c:v>78162.14</c:v>
                </c:pt>
                <c:pt idx="2999">
                  <c:v>78188.210000000006</c:v>
                </c:pt>
                <c:pt idx="3000">
                  <c:v>78214.289999999994</c:v>
                </c:pt>
                <c:pt idx="3001">
                  <c:v>78240.36</c:v>
                </c:pt>
                <c:pt idx="3002">
                  <c:v>78266.429999999993</c:v>
                </c:pt>
                <c:pt idx="3003">
                  <c:v>78292.5</c:v>
                </c:pt>
                <c:pt idx="3004">
                  <c:v>78318.570000000007</c:v>
                </c:pt>
                <c:pt idx="3005">
                  <c:v>78344.639999999999</c:v>
                </c:pt>
                <c:pt idx="3006">
                  <c:v>78370.710000000006</c:v>
                </c:pt>
                <c:pt idx="3007">
                  <c:v>78396.789999999994</c:v>
                </c:pt>
                <c:pt idx="3008">
                  <c:v>78422.86</c:v>
                </c:pt>
                <c:pt idx="3009">
                  <c:v>78448.929999999993</c:v>
                </c:pt>
                <c:pt idx="3010">
                  <c:v>78475</c:v>
                </c:pt>
                <c:pt idx="3011">
                  <c:v>78501.070000000007</c:v>
                </c:pt>
                <c:pt idx="3012">
                  <c:v>78527.14</c:v>
                </c:pt>
                <c:pt idx="3013">
                  <c:v>78553.210000000006</c:v>
                </c:pt>
                <c:pt idx="3014">
                  <c:v>78579.289999999994</c:v>
                </c:pt>
                <c:pt idx="3015">
                  <c:v>78605.36</c:v>
                </c:pt>
                <c:pt idx="3016">
                  <c:v>78631.429999999993</c:v>
                </c:pt>
                <c:pt idx="3017">
                  <c:v>78657.5</c:v>
                </c:pt>
                <c:pt idx="3018">
                  <c:v>78683.570000000007</c:v>
                </c:pt>
                <c:pt idx="3019">
                  <c:v>78709.64</c:v>
                </c:pt>
                <c:pt idx="3020">
                  <c:v>78735.710000000006</c:v>
                </c:pt>
                <c:pt idx="3021">
                  <c:v>78761.789999999994</c:v>
                </c:pt>
                <c:pt idx="3022">
                  <c:v>78787.86</c:v>
                </c:pt>
                <c:pt idx="3023">
                  <c:v>78813.929999999993</c:v>
                </c:pt>
                <c:pt idx="3024">
                  <c:v>78840</c:v>
                </c:pt>
                <c:pt idx="3025">
                  <c:v>78866.070000000007</c:v>
                </c:pt>
                <c:pt idx="3026">
                  <c:v>78892.14</c:v>
                </c:pt>
                <c:pt idx="3027">
                  <c:v>78918.210000000006</c:v>
                </c:pt>
                <c:pt idx="3028">
                  <c:v>78944.289999999994</c:v>
                </c:pt>
                <c:pt idx="3029">
                  <c:v>78970.36</c:v>
                </c:pt>
                <c:pt idx="3030">
                  <c:v>78996.429999999993</c:v>
                </c:pt>
                <c:pt idx="3031">
                  <c:v>79022.5</c:v>
                </c:pt>
                <c:pt idx="3032">
                  <c:v>79048.570000000007</c:v>
                </c:pt>
                <c:pt idx="3033">
                  <c:v>79074.64</c:v>
                </c:pt>
                <c:pt idx="3034">
                  <c:v>79100.710000000006</c:v>
                </c:pt>
                <c:pt idx="3035">
                  <c:v>79126.789999999994</c:v>
                </c:pt>
                <c:pt idx="3036">
                  <c:v>79152.86</c:v>
                </c:pt>
                <c:pt idx="3037">
                  <c:v>79178.929999999993</c:v>
                </c:pt>
                <c:pt idx="3038">
                  <c:v>79205</c:v>
                </c:pt>
                <c:pt idx="3039">
                  <c:v>79231.070000000007</c:v>
                </c:pt>
                <c:pt idx="3040">
                  <c:v>79257.14</c:v>
                </c:pt>
                <c:pt idx="3041">
                  <c:v>79283.210000000006</c:v>
                </c:pt>
                <c:pt idx="3042">
                  <c:v>79309.289999999994</c:v>
                </c:pt>
                <c:pt idx="3043">
                  <c:v>79335.360000000001</c:v>
                </c:pt>
                <c:pt idx="3044">
                  <c:v>79361.429999999993</c:v>
                </c:pt>
                <c:pt idx="3045">
                  <c:v>79387.5</c:v>
                </c:pt>
                <c:pt idx="3046">
                  <c:v>79413.570000000007</c:v>
                </c:pt>
                <c:pt idx="3047">
                  <c:v>79439.64</c:v>
                </c:pt>
                <c:pt idx="3048">
                  <c:v>79465.710000000006</c:v>
                </c:pt>
                <c:pt idx="3049">
                  <c:v>79491.789999999994</c:v>
                </c:pt>
                <c:pt idx="3050">
                  <c:v>79517.86</c:v>
                </c:pt>
                <c:pt idx="3051">
                  <c:v>79543.929999999993</c:v>
                </c:pt>
                <c:pt idx="3052">
                  <c:v>79570</c:v>
                </c:pt>
                <c:pt idx="3053">
                  <c:v>79596.070000000007</c:v>
                </c:pt>
                <c:pt idx="3054">
                  <c:v>79622.14</c:v>
                </c:pt>
                <c:pt idx="3055">
                  <c:v>79648.210000000006</c:v>
                </c:pt>
                <c:pt idx="3056">
                  <c:v>79674.289999999994</c:v>
                </c:pt>
                <c:pt idx="3057">
                  <c:v>79700.36</c:v>
                </c:pt>
                <c:pt idx="3058">
                  <c:v>79726.429999999993</c:v>
                </c:pt>
                <c:pt idx="3059">
                  <c:v>79752.5</c:v>
                </c:pt>
                <c:pt idx="3060">
                  <c:v>79778.570000000007</c:v>
                </c:pt>
                <c:pt idx="3061">
                  <c:v>79804.639999999999</c:v>
                </c:pt>
                <c:pt idx="3062">
                  <c:v>79830.710000000006</c:v>
                </c:pt>
                <c:pt idx="3063">
                  <c:v>79856.789999999994</c:v>
                </c:pt>
                <c:pt idx="3064">
                  <c:v>79882.86</c:v>
                </c:pt>
                <c:pt idx="3065">
                  <c:v>79908.929999999993</c:v>
                </c:pt>
                <c:pt idx="3066">
                  <c:v>79935</c:v>
                </c:pt>
                <c:pt idx="3067">
                  <c:v>79961.070000000007</c:v>
                </c:pt>
                <c:pt idx="3068">
                  <c:v>79987.14</c:v>
                </c:pt>
                <c:pt idx="3069">
                  <c:v>80013.210000000006</c:v>
                </c:pt>
                <c:pt idx="3070">
                  <c:v>80039.289999999994</c:v>
                </c:pt>
                <c:pt idx="3071">
                  <c:v>80065.36</c:v>
                </c:pt>
                <c:pt idx="3072">
                  <c:v>80091.429999999993</c:v>
                </c:pt>
                <c:pt idx="3073">
                  <c:v>80117.5</c:v>
                </c:pt>
                <c:pt idx="3074">
                  <c:v>80143.570000000007</c:v>
                </c:pt>
                <c:pt idx="3075">
                  <c:v>80169.64</c:v>
                </c:pt>
                <c:pt idx="3076">
                  <c:v>80195.710000000006</c:v>
                </c:pt>
                <c:pt idx="3077">
                  <c:v>80221.789999999994</c:v>
                </c:pt>
                <c:pt idx="3078">
                  <c:v>80247.86</c:v>
                </c:pt>
                <c:pt idx="3079">
                  <c:v>80273.929999999993</c:v>
                </c:pt>
                <c:pt idx="3080">
                  <c:v>80300</c:v>
                </c:pt>
                <c:pt idx="3081">
                  <c:v>80326.070000000007</c:v>
                </c:pt>
                <c:pt idx="3082">
                  <c:v>80352.14</c:v>
                </c:pt>
                <c:pt idx="3083">
                  <c:v>80378.210000000006</c:v>
                </c:pt>
                <c:pt idx="3084">
                  <c:v>80404.289999999994</c:v>
                </c:pt>
                <c:pt idx="3085">
                  <c:v>80430.36</c:v>
                </c:pt>
                <c:pt idx="3086">
                  <c:v>80456.429999999993</c:v>
                </c:pt>
                <c:pt idx="3087">
                  <c:v>80482.5</c:v>
                </c:pt>
                <c:pt idx="3088">
                  <c:v>80508.570000000007</c:v>
                </c:pt>
                <c:pt idx="3089">
                  <c:v>80534.64</c:v>
                </c:pt>
                <c:pt idx="3090">
                  <c:v>80560.710000000006</c:v>
                </c:pt>
                <c:pt idx="3091">
                  <c:v>80586.789999999994</c:v>
                </c:pt>
                <c:pt idx="3092">
                  <c:v>80612.86</c:v>
                </c:pt>
                <c:pt idx="3093">
                  <c:v>80638.929999999993</c:v>
                </c:pt>
                <c:pt idx="3094">
                  <c:v>80665</c:v>
                </c:pt>
                <c:pt idx="3095">
                  <c:v>80691.070000000007</c:v>
                </c:pt>
                <c:pt idx="3096">
                  <c:v>80717.14</c:v>
                </c:pt>
                <c:pt idx="3097">
                  <c:v>80743.210000000006</c:v>
                </c:pt>
                <c:pt idx="3098">
                  <c:v>80769.289999999994</c:v>
                </c:pt>
                <c:pt idx="3099">
                  <c:v>80795.360000000001</c:v>
                </c:pt>
                <c:pt idx="3100">
                  <c:v>80821.429999999993</c:v>
                </c:pt>
                <c:pt idx="3101">
                  <c:v>80847.5</c:v>
                </c:pt>
                <c:pt idx="3102">
                  <c:v>80873.570000000007</c:v>
                </c:pt>
                <c:pt idx="3103">
                  <c:v>80899.64</c:v>
                </c:pt>
                <c:pt idx="3104">
                  <c:v>80925.710000000006</c:v>
                </c:pt>
                <c:pt idx="3105">
                  <c:v>80951.789999999994</c:v>
                </c:pt>
                <c:pt idx="3106">
                  <c:v>80977.86</c:v>
                </c:pt>
                <c:pt idx="3107">
                  <c:v>81003.929999999993</c:v>
                </c:pt>
                <c:pt idx="3108">
                  <c:v>81030</c:v>
                </c:pt>
                <c:pt idx="3109">
                  <c:v>81056.070000000007</c:v>
                </c:pt>
                <c:pt idx="3110">
                  <c:v>81082.14</c:v>
                </c:pt>
                <c:pt idx="3111">
                  <c:v>81108.210000000006</c:v>
                </c:pt>
                <c:pt idx="3112">
                  <c:v>81134.289999999994</c:v>
                </c:pt>
                <c:pt idx="3113">
                  <c:v>81160.36</c:v>
                </c:pt>
                <c:pt idx="3114">
                  <c:v>81186.429999999993</c:v>
                </c:pt>
                <c:pt idx="3115">
                  <c:v>81212.5</c:v>
                </c:pt>
                <c:pt idx="3116">
                  <c:v>81238.570000000007</c:v>
                </c:pt>
                <c:pt idx="3117">
                  <c:v>81264.639999999999</c:v>
                </c:pt>
                <c:pt idx="3118">
                  <c:v>81290.710000000006</c:v>
                </c:pt>
                <c:pt idx="3119">
                  <c:v>81316.789999999994</c:v>
                </c:pt>
                <c:pt idx="3120">
                  <c:v>81342.86</c:v>
                </c:pt>
                <c:pt idx="3121">
                  <c:v>81368.929999999993</c:v>
                </c:pt>
                <c:pt idx="3122">
                  <c:v>81395</c:v>
                </c:pt>
                <c:pt idx="3123">
                  <c:v>81421.070000000007</c:v>
                </c:pt>
                <c:pt idx="3124">
                  <c:v>81447.14</c:v>
                </c:pt>
                <c:pt idx="3125">
                  <c:v>81473.210000000006</c:v>
                </c:pt>
                <c:pt idx="3126">
                  <c:v>81499.289999999994</c:v>
                </c:pt>
                <c:pt idx="3127">
                  <c:v>81525.36</c:v>
                </c:pt>
                <c:pt idx="3128">
                  <c:v>81551.429999999993</c:v>
                </c:pt>
                <c:pt idx="3129">
                  <c:v>81577.5</c:v>
                </c:pt>
                <c:pt idx="3130">
                  <c:v>81603.570000000007</c:v>
                </c:pt>
                <c:pt idx="3131">
                  <c:v>81629.64</c:v>
                </c:pt>
                <c:pt idx="3132">
                  <c:v>81655.710000000006</c:v>
                </c:pt>
                <c:pt idx="3133">
                  <c:v>81681.789999999994</c:v>
                </c:pt>
                <c:pt idx="3134">
                  <c:v>81707.86</c:v>
                </c:pt>
                <c:pt idx="3135">
                  <c:v>81733.929999999993</c:v>
                </c:pt>
                <c:pt idx="3136">
                  <c:v>81760</c:v>
                </c:pt>
                <c:pt idx="3137">
                  <c:v>81786.070000000007</c:v>
                </c:pt>
                <c:pt idx="3138">
                  <c:v>81812.14</c:v>
                </c:pt>
                <c:pt idx="3139">
                  <c:v>81838.210000000006</c:v>
                </c:pt>
                <c:pt idx="3140">
                  <c:v>81864.289999999994</c:v>
                </c:pt>
                <c:pt idx="3141">
                  <c:v>81890.36</c:v>
                </c:pt>
                <c:pt idx="3142">
                  <c:v>81916.429999999993</c:v>
                </c:pt>
                <c:pt idx="3143">
                  <c:v>81942.5</c:v>
                </c:pt>
                <c:pt idx="3144">
                  <c:v>81968.570000000007</c:v>
                </c:pt>
                <c:pt idx="3145">
                  <c:v>81994.64</c:v>
                </c:pt>
                <c:pt idx="3146">
                  <c:v>82020.710000000006</c:v>
                </c:pt>
                <c:pt idx="3147">
                  <c:v>82046.789999999994</c:v>
                </c:pt>
                <c:pt idx="3148">
                  <c:v>82072.86</c:v>
                </c:pt>
                <c:pt idx="3149">
                  <c:v>82098.929999999993</c:v>
                </c:pt>
                <c:pt idx="3150">
                  <c:v>82125</c:v>
                </c:pt>
                <c:pt idx="3151">
                  <c:v>82151.070000000007</c:v>
                </c:pt>
                <c:pt idx="3152">
                  <c:v>82177.14</c:v>
                </c:pt>
                <c:pt idx="3153">
                  <c:v>82203.210000000006</c:v>
                </c:pt>
                <c:pt idx="3154">
                  <c:v>82229.289999999994</c:v>
                </c:pt>
                <c:pt idx="3155">
                  <c:v>82255.360000000001</c:v>
                </c:pt>
                <c:pt idx="3156">
                  <c:v>82281.429999999993</c:v>
                </c:pt>
                <c:pt idx="3157">
                  <c:v>82307.5</c:v>
                </c:pt>
                <c:pt idx="3158">
                  <c:v>82333.570000000007</c:v>
                </c:pt>
                <c:pt idx="3159">
                  <c:v>82359.64</c:v>
                </c:pt>
                <c:pt idx="3160">
                  <c:v>82385.710000000006</c:v>
                </c:pt>
                <c:pt idx="3161">
                  <c:v>82411.789999999994</c:v>
                </c:pt>
                <c:pt idx="3162">
                  <c:v>82437.86</c:v>
                </c:pt>
                <c:pt idx="3163">
                  <c:v>82463.929999999993</c:v>
                </c:pt>
                <c:pt idx="3164">
                  <c:v>82490</c:v>
                </c:pt>
                <c:pt idx="3165">
                  <c:v>82516.070000000007</c:v>
                </c:pt>
                <c:pt idx="3166">
                  <c:v>82542.14</c:v>
                </c:pt>
                <c:pt idx="3167">
                  <c:v>82568.210000000006</c:v>
                </c:pt>
                <c:pt idx="3168">
                  <c:v>82594.289999999994</c:v>
                </c:pt>
                <c:pt idx="3169">
                  <c:v>82620.36</c:v>
                </c:pt>
                <c:pt idx="3170">
                  <c:v>82646.429999999993</c:v>
                </c:pt>
                <c:pt idx="3171">
                  <c:v>82672.5</c:v>
                </c:pt>
                <c:pt idx="3172">
                  <c:v>82698.570000000007</c:v>
                </c:pt>
                <c:pt idx="3173">
                  <c:v>82724.639999999999</c:v>
                </c:pt>
                <c:pt idx="3174">
                  <c:v>82750.710000000006</c:v>
                </c:pt>
                <c:pt idx="3175">
                  <c:v>82776.789999999994</c:v>
                </c:pt>
                <c:pt idx="3176">
                  <c:v>82802.86</c:v>
                </c:pt>
                <c:pt idx="3177">
                  <c:v>82828.929999999993</c:v>
                </c:pt>
                <c:pt idx="3178">
                  <c:v>82855</c:v>
                </c:pt>
                <c:pt idx="3179">
                  <c:v>82881.070000000007</c:v>
                </c:pt>
                <c:pt idx="3180">
                  <c:v>82907.14</c:v>
                </c:pt>
                <c:pt idx="3181">
                  <c:v>82933.210000000006</c:v>
                </c:pt>
                <c:pt idx="3182">
                  <c:v>82959.289999999994</c:v>
                </c:pt>
                <c:pt idx="3183">
                  <c:v>82985.36</c:v>
                </c:pt>
                <c:pt idx="3184">
                  <c:v>83011.429999999993</c:v>
                </c:pt>
                <c:pt idx="3185">
                  <c:v>83037.5</c:v>
                </c:pt>
                <c:pt idx="3186">
                  <c:v>83063.570000000007</c:v>
                </c:pt>
                <c:pt idx="3187">
                  <c:v>83089.64</c:v>
                </c:pt>
                <c:pt idx="3188">
                  <c:v>83115.710000000006</c:v>
                </c:pt>
                <c:pt idx="3189">
                  <c:v>83141.789999999994</c:v>
                </c:pt>
                <c:pt idx="3190">
                  <c:v>83167.86</c:v>
                </c:pt>
                <c:pt idx="3191">
                  <c:v>83193.929999999993</c:v>
                </c:pt>
                <c:pt idx="3192">
                  <c:v>83220</c:v>
                </c:pt>
                <c:pt idx="3193">
                  <c:v>83246.070000000007</c:v>
                </c:pt>
                <c:pt idx="3194">
                  <c:v>83272.14</c:v>
                </c:pt>
                <c:pt idx="3195">
                  <c:v>83298.210000000006</c:v>
                </c:pt>
                <c:pt idx="3196">
                  <c:v>83324.289999999994</c:v>
                </c:pt>
                <c:pt idx="3197">
                  <c:v>83350.36</c:v>
                </c:pt>
                <c:pt idx="3198">
                  <c:v>83376.429999999993</c:v>
                </c:pt>
                <c:pt idx="3199">
                  <c:v>83402.5</c:v>
                </c:pt>
                <c:pt idx="3200">
                  <c:v>83428.570000000007</c:v>
                </c:pt>
                <c:pt idx="3201">
                  <c:v>83454.64</c:v>
                </c:pt>
                <c:pt idx="3202">
                  <c:v>83480.710000000006</c:v>
                </c:pt>
                <c:pt idx="3203">
                  <c:v>83506.789999999994</c:v>
                </c:pt>
                <c:pt idx="3204">
                  <c:v>83532.86</c:v>
                </c:pt>
                <c:pt idx="3205">
                  <c:v>83558.929999999993</c:v>
                </c:pt>
                <c:pt idx="3206">
                  <c:v>83585</c:v>
                </c:pt>
                <c:pt idx="3207">
                  <c:v>83611.070000000007</c:v>
                </c:pt>
                <c:pt idx="3208">
                  <c:v>83637.14</c:v>
                </c:pt>
                <c:pt idx="3209">
                  <c:v>83663.210000000006</c:v>
                </c:pt>
                <c:pt idx="3210">
                  <c:v>83689.289999999994</c:v>
                </c:pt>
                <c:pt idx="3211">
                  <c:v>83715.360000000001</c:v>
                </c:pt>
                <c:pt idx="3212">
                  <c:v>83741.429999999993</c:v>
                </c:pt>
                <c:pt idx="3213">
                  <c:v>83767.5</c:v>
                </c:pt>
                <c:pt idx="3214">
                  <c:v>83793.570000000007</c:v>
                </c:pt>
                <c:pt idx="3215">
                  <c:v>83819.64</c:v>
                </c:pt>
                <c:pt idx="3216">
                  <c:v>83845.710000000006</c:v>
                </c:pt>
                <c:pt idx="3217">
                  <c:v>83871.789999999994</c:v>
                </c:pt>
                <c:pt idx="3218">
                  <c:v>83897.86</c:v>
                </c:pt>
                <c:pt idx="3219">
                  <c:v>83923.93</c:v>
                </c:pt>
                <c:pt idx="3220">
                  <c:v>83950</c:v>
                </c:pt>
                <c:pt idx="3221">
                  <c:v>83976.07</c:v>
                </c:pt>
                <c:pt idx="3222">
                  <c:v>84002.14</c:v>
                </c:pt>
                <c:pt idx="3223">
                  <c:v>84028.21</c:v>
                </c:pt>
                <c:pt idx="3224">
                  <c:v>84054.29</c:v>
                </c:pt>
                <c:pt idx="3225">
                  <c:v>84080.36</c:v>
                </c:pt>
                <c:pt idx="3226">
                  <c:v>84106.43</c:v>
                </c:pt>
                <c:pt idx="3227">
                  <c:v>84132.5</c:v>
                </c:pt>
                <c:pt idx="3228">
                  <c:v>84158.57</c:v>
                </c:pt>
                <c:pt idx="3229">
                  <c:v>84184.639999999999</c:v>
                </c:pt>
                <c:pt idx="3230">
                  <c:v>84210.71</c:v>
                </c:pt>
                <c:pt idx="3231">
                  <c:v>84236.79</c:v>
                </c:pt>
                <c:pt idx="3232">
                  <c:v>84262.86</c:v>
                </c:pt>
                <c:pt idx="3233">
                  <c:v>84288.93</c:v>
                </c:pt>
                <c:pt idx="3234">
                  <c:v>84315</c:v>
                </c:pt>
                <c:pt idx="3235">
                  <c:v>84341.07</c:v>
                </c:pt>
                <c:pt idx="3236">
                  <c:v>84367.14</c:v>
                </c:pt>
                <c:pt idx="3237">
                  <c:v>84393.21</c:v>
                </c:pt>
                <c:pt idx="3238">
                  <c:v>84419.29</c:v>
                </c:pt>
                <c:pt idx="3239">
                  <c:v>84445.36</c:v>
                </c:pt>
                <c:pt idx="3240">
                  <c:v>84471.43</c:v>
                </c:pt>
                <c:pt idx="3241">
                  <c:v>84497.5</c:v>
                </c:pt>
                <c:pt idx="3242">
                  <c:v>84523.57</c:v>
                </c:pt>
                <c:pt idx="3243">
                  <c:v>84549.64</c:v>
                </c:pt>
                <c:pt idx="3244">
                  <c:v>84575.71</c:v>
                </c:pt>
                <c:pt idx="3245">
                  <c:v>84601.79</c:v>
                </c:pt>
                <c:pt idx="3246">
                  <c:v>84627.86</c:v>
                </c:pt>
                <c:pt idx="3247">
                  <c:v>84653.93</c:v>
                </c:pt>
                <c:pt idx="3248">
                  <c:v>84680</c:v>
                </c:pt>
                <c:pt idx="3249">
                  <c:v>84706.07</c:v>
                </c:pt>
                <c:pt idx="3250">
                  <c:v>84732.14</c:v>
                </c:pt>
                <c:pt idx="3251">
                  <c:v>84758.21</c:v>
                </c:pt>
                <c:pt idx="3252">
                  <c:v>84784.29</c:v>
                </c:pt>
                <c:pt idx="3253">
                  <c:v>84810.36</c:v>
                </c:pt>
                <c:pt idx="3254">
                  <c:v>84836.43</c:v>
                </c:pt>
                <c:pt idx="3255">
                  <c:v>84862.5</c:v>
                </c:pt>
                <c:pt idx="3256">
                  <c:v>84888.57</c:v>
                </c:pt>
                <c:pt idx="3257">
                  <c:v>84914.64</c:v>
                </c:pt>
                <c:pt idx="3258">
                  <c:v>84940.71</c:v>
                </c:pt>
                <c:pt idx="3259">
                  <c:v>84966.79</c:v>
                </c:pt>
                <c:pt idx="3260">
                  <c:v>84992.86</c:v>
                </c:pt>
                <c:pt idx="3261">
                  <c:v>85018.93</c:v>
                </c:pt>
                <c:pt idx="3262">
                  <c:v>85045</c:v>
                </c:pt>
                <c:pt idx="3263">
                  <c:v>85071.07</c:v>
                </c:pt>
                <c:pt idx="3264">
                  <c:v>85097.14</c:v>
                </c:pt>
                <c:pt idx="3265">
                  <c:v>85123.21</c:v>
                </c:pt>
                <c:pt idx="3266">
                  <c:v>85149.29</c:v>
                </c:pt>
                <c:pt idx="3267">
                  <c:v>85175.360000000001</c:v>
                </c:pt>
                <c:pt idx="3268">
                  <c:v>85201.43</c:v>
                </c:pt>
                <c:pt idx="3269">
                  <c:v>85227.5</c:v>
                </c:pt>
                <c:pt idx="3270">
                  <c:v>85253.57</c:v>
                </c:pt>
                <c:pt idx="3271">
                  <c:v>85279.64</c:v>
                </c:pt>
                <c:pt idx="3272">
                  <c:v>85305.71</c:v>
                </c:pt>
                <c:pt idx="3273">
                  <c:v>85331.79</c:v>
                </c:pt>
                <c:pt idx="3274">
                  <c:v>85357.86</c:v>
                </c:pt>
                <c:pt idx="3275">
                  <c:v>85383.93</c:v>
                </c:pt>
                <c:pt idx="3276">
                  <c:v>85410</c:v>
                </c:pt>
                <c:pt idx="3277">
                  <c:v>85436.07</c:v>
                </c:pt>
                <c:pt idx="3278">
                  <c:v>85462.14</c:v>
                </c:pt>
                <c:pt idx="3279">
                  <c:v>85488.21</c:v>
                </c:pt>
                <c:pt idx="3280">
                  <c:v>85514.29</c:v>
                </c:pt>
                <c:pt idx="3281">
                  <c:v>85540.36</c:v>
                </c:pt>
                <c:pt idx="3282">
                  <c:v>85566.43</c:v>
                </c:pt>
                <c:pt idx="3283">
                  <c:v>85592.5</c:v>
                </c:pt>
                <c:pt idx="3284">
                  <c:v>85618.57</c:v>
                </c:pt>
                <c:pt idx="3285">
                  <c:v>85644.64</c:v>
                </c:pt>
                <c:pt idx="3286">
                  <c:v>85670.71</c:v>
                </c:pt>
                <c:pt idx="3287">
                  <c:v>85696.79</c:v>
                </c:pt>
                <c:pt idx="3288">
                  <c:v>85722.86</c:v>
                </c:pt>
                <c:pt idx="3289">
                  <c:v>85748.93</c:v>
                </c:pt>
                <c:pt idx="3290">
                  <c:v>85775</c:v>
                </c:pt>
                <c:pt idx="3291">
                  <c:v>85801.07</c:v>
                </c:pt>
                <c:pt idx="3292">
                  <c:v>85827.14</c:v>
                </c:pt>
                <c:pt idx="3293">
                  <c:v>85853.21</c:v>
                </c:pt>
                <c:pt idx="3294">
                  <c:v>85879.29</c:v>
                </c:pt>
                <c:pt idx="3295">
                  <c:v>85905.36</c:v>
                </c:pt>
                <c:pt idx="3296">
                  <c:v>85931.43</c:v>
                </c:pt>
                <c:pt idx="3297">
                  <c:v>85957.5</c:v>
                </c:pt>
                <c:pt idx="3298">
                  <c:v>85983.57</c:v>
                </c:pt>
                <c:pt idx="3299">
                  <c:v>86009.64</c:v>
                </c:pt>
                <c:pt idx="3300">
                  <c:v>86035.71</c:v>
                </c:pt>
                <c:pt idx="3301">
                  <c:v>86061.79</c:v>
                </c:pt>
                <c:pt idx="3302">
                  <c:v>86087.86</c:v>
                </c:pt>
                <c:pt idx="3303">
                  <c:v>86113.93</c:v>
                </c:pt>
                <c:pt idx="3304">
                  <c:v>86140</c:v>
                </c:pt>
                <c:pt idx="3305">
                  <c:v>86166.07</c:v>
                </c:pt>
                <c:pt idx="3306">
                  <c:v>86192.14</c:v>
                </c:pt>
                <c:pt idx="3307">
                  <c:v>86218.21</c:v>
                </c:pt>
                <c:pt idx="3308">
                  <c:v>86244.29</c:v>
                </c:pt>
                <c:pt idx="3309">
                  <c:v>86270.36</c:v>
                </c:pt>
                <c:pt idx="3310">
                  <c:v>86296.43</c:v>
                </c:pt>
                <c:pt idx="3311">
                  <c:v>86322.5</c:v>
                </c:pt>
                <c:pt idx="3312">
                  <c:v>86348.57</c:v>
                </c:pt>
                <c:pt idx="3313">
                  <c:v>86374.64</c:v>
                </c:pt>
                <c:pt idx="3314">
                  <c:v>86400.71</c:v>
                </c:pt>
                <c:pt idx="3315">
                  <c:v>86426.79</c:v>
                </c:pt>
                <c:pt idx="3316">
                  <c:v>86452.86</c:v>
                </c:pt>
                <c:pt idx="3317">
                  <c:v>86478.93</c:v>
                </c:pt>
                <c:pt idx="3318">
                  <c:v>86505</c:v>
                </c:pt>
                <c:pt idx="3319">
                  <c:v>86531.07</c:v>
                </c:pt>
                <c:pt idx="3320">
                  <c:v>86557.14</c:v>
                </c:pt>
                <c:pt idx="3321">
                  <c:v>86583.21</c:v>
                </c:pt>
                <c:pt idx="3322">
                  <c:v>86609.29</c:v>
                </c:pt>
                <c:pt idx="3323">
                  <c:v>86635.36</c:v>
                </c:pt>
                <c:pt idx="3324">
                  <c:v>86661.43</c:v>
                </c:pt>
                <c:pt idx="3325">
                  <c:v>86687.5</c:v>
                </c:pt>
                <c:pt idx="3326">
                  <c:v>86713.57</c:v>
                </c:pt>
                <c:pt idx="3327">
                  <c:v>86739.64</c:v>
                </c:pt>
                <c:pt idx="3328">
                  <c:v>86765.71</c:v>
                </c:pt>
                <c:pt idx="3329">
                  <c:v>86791.79</c:v>
                </c:pt>
                <c:pt idx="3330">
                  <c:v>86817.86</c:v>
                </c:pt>
                <c:pt idx="3331">
                  <c:v>86843.93</c:v>
                </c:pt>
                <c:pt idx="3332">
                  <c:v>86870</c:v>
                </c:pt>
                <c:pt idx="3333">
                  <c:v>86896.07</c:v>
                </c:pt>
                <c:pt idx="3334">
                  <c:v>86922.14</c:v>
                </c:pt>
                <c:pt idx="3335">
                  <c:v>86948.21</c:v>
                </c:pt>
                <c:pt idx="3336">
                  <c:v>86974.29</c:v>
                </c:pt>
                <c:pt idx="3337">
                  <c:v>87000.36</c:v>
                </c:pt>
                <c:pt idx="3338">
                  <c:v>87026.43</c:v>
                </c:pt>
                <c:pt idx="3339">
                  <c:v>87052.5</c:v>
                </c:pt>
                <c:pt idx="3340">
                  <c:v>87078.57</c:v>
                </c:pt>
                <c:pt idx="3341">
                  <c:v>87104.639999999999</c:v>
                </c:pt>
                <c:pt idx="3342">
                  <c:v>87130.71</c:v>
                </c:pt>
                <c:pt idx="3343">
                  <c:v>87156.79</c:v>
                </c:pt>
                <c:pt idx="3344">
                  <c:v>87182.86</c:v>
                </c:pt>
                <c:pt idx="3345">
                  <c:v>87208.93</c:v>
                </c:pt>
                <c:pt idx="3346">
                  <c:v>87235</c:v>
                </c:pt>
                <c:pt idx="3347">
                  <c:v>87261.07</c:v>
                </c:pt>
                <c:pt idx="3348">
                  <c:v>87287.14</c:v>
                </c:pt>
                <c:pt idx="3349">
                  <c:v>87313.21</c:v>
                </c:pt>
                <c:pt idx="3350">
                  <c:v>87339.29</c:v>
                </c:pt>
                <c:pt idx="3351">
                  <c:v>87365.36</c:v>
                </c:pt>
                <c:pt idx="3352">
                  <c:v>87391.43</c:v>
                </c:pt>
                <c:pt idx="3353">
                  <c:v>87417.5</c:v>
                </c:pt>
                <c:pt idx="3354">
                  <c:v>87443.57</c:v>
                </c:pt>
                <c:pt idx="3355">
                  <c:v>87469.64</c:v>
                </c:pt>
                <c:pt idx="3356">
                  <c:v>87495.71</c:v>
                </c:pt>
                <c:pt idx="3357">
                  <c:v>87521.79</c:v>
                </c:pt>
                <c:pt idx="3358">
                  <c:v>87547.86</c:v>
                </c:pt>
                <c:pt idx="3359">
                  <c:v>87573.93</c:v>
                </c:pt>
                <c:pt idx="3360">
                  <c:v>87600</c:v>
                </c:pt>
                <c:pt idx="3361">
                  <c:v>87626.07</c:v>
                </c:pt>
                <c:pt idx="3362">
                  <c:v>87652.14</c:v>
                </c:pt>
                <c:pt idx="3363">
                  <c:v>87678.21</c:v>
                </c:pt>
                <c:pt idx="3364">
                  <c:v>87704.29</c:v>
                </c:pt>
                <c:pt idx="3365">
                  <c:v>87730.36</c:v>
                </c:pt>
                <c:pt idx="3366">
                  <c:v>87756.43</c:v>
                </c:pt>
                <c:pt idx="3367">
                  <c:v>87782.5</c:v>
                </c:pt>
                <c:pt idx="3368">
                  <c:v>87808.57</c:v>
                </c:pt>
                <c:pt idx="3369">
                  <c:v>87834.64</c:v>
                </c:pt>
                <c:pt idx="3370">
                  <c:v>87860.71</c:v>
                </c:pt>
                <c:pt idx="3371">
                  <c:v>87886.79</c:v>
                </c:pt>
                <c:pt idx="3372">
                  <c:v>87912.86</c:v>
                </c:pt>
                <c:pt idx="3373">
                  <c:v>87938.93</c:v>
                </c:pt>
                <c:pt idx="3374">
                  <c:v>87965</c:v>
                </c:pt>
                <c:pt idx="3375">
                  <c:v>87991.07</c:v>
                </c:pt>
                <c:pt idx="3376">
                  <c:v>88017.14</c:v>
                </c:pt>
                <c:pt idx="3377">
                  <c:v>88043.21</c:v>
                </c:pt>
                <c:pt idx="3378">
                  <c:v>88069.29</c:v>
                </c:pt>
                <c:pt idx="3379">
                  <c:v>88095.360000000001</c:v>
                </c:pt>
                <c:pt idx="3380">
                  <c:v>88121.43</c:v>
                </c:pt>
                <c:pt idx="3381">
                  <c:v>88147.5</c:v>
                </c:pt>
                <c:pt idx="3382">
                  <c:v>88173.57</c:v>
                </c:pt>
                <c:pt idx="3383">
                  <c:v>88199.64</c:v>
                </c:pt>
                <c:pt idx="3384">
                  <c:v>88225.71</c:v>
                </c:pt>
                <c:pt idx="3385">
                  <c:v>88251.79</c:v>
                </c:pt>
                <c:pt idx="3386">
                  <c:v>88277.86</c:v>
                </c:pt>
                <c:pt idx="3387">
                  <c:v>88303.93</c:v>
                </c:pt>
                <c:pt idx="3388">
                  <c:v>88330</c:v>
                </c:pt>
                <c:pt idx="3389">
                  <c:v>88356.07</c:v>
                </c:pt>
                <c:pt idx="3390">
                  <c:v>88382.14</c:v>
                </c:pt>
                <c:pt idx="3391">
                  <c:v>88408.21</c:v>
                </c:pt>
                <c:pt idx="3392">
                  <c:v>88434.29</c:v>
                </c:pt>
                <c:pt idx="3393">
                  <c:v>88460.36</c:v>
                </c:pt>
                <c:pt idx="3394">
                  <c:v>88486.43</c:v>
                </c:pt>
                <c:pt idx="3395">
                  <c:v>88512.5</c:v>
                </c:pt>
                <c:pt idx="3396">
                  <c:v>88538.57</c:v>
                </c:pt>
                <c:pt idx="3397">
                  <c:v>88564.64</c:v>
                </c:pt>
                <c:pt idx="3398">
                  <c:v>88590.71</c:v>
                </c:pt>
                <c:pt idx="3399">
                  <c:v>88616.79</c:v>
                </c:pt>
                <c:pt idx="3400">
                  <c:v>88642.86</c:v>
                </c:pt>
                <c:pt idx="3401">
                  <c:v>88668.93</c:v>
                </c:pt>
                <c:pt idx="3402">
                  <c:v>88695</c:v>
                </c:pt>
                <c:pt idx="3403">
                  <c:v>88721.07</c:v>
                </c:pt>
                <c:pt idx="3404">
                  <c:v>88747.14</c:v>
                </c:pt>
                <c:pt idx="3405">
                  <c:v>88773.21</c:v>
                </c:pt>
                <c:pt idx="3406">
                  <c:v>88799.29</c:v>
                </c:pt>
                <c:pt idx="3407">
                  <c:v>88825.36</c:v>
                </c:pt>
                <c:pt idx="3408">
                  <c:v>88851.43</c:v>
                </c:pt>
                <c:pt idx="3409">
                  <c:v>88877.5</c:v>
                </c:pt>
                <c:pt idx="3410">
                  <c:v>88903.57</c:v>
                </c:pt>
                <c:pt idx="3411">
                  <c:v>88929.64</c:v>
                </c:pt>
                <c:pt idx="3412">
                  <c:v>88955.71</c:v>
                </c:pt>
                <c:pt idx="3413">
                  <c:v>88981.79</c:v>
                </c:pt>
                <c:pt idx="3414">
                  <c:v>89007.86</c:v>
                </c:pt>
                <c:pt idx="3415">
                  <c:v>89033.93</c:v>
                </c:pt>
                <c:pt idx="3416">
                  <c:v>89060</c:v>
                </c:pt>
                <c:pt idx="3417">
                  <c:v>89086.07</c:v>
                </c:pt>
                <c:pt idx="3418">
                  <c:v>89112.14</c:v>
                </c:pt>
                <c:pt idx="3419">
                  <c:v>89138.21</c:v>
                </c:pt>
                <c:pt idx="3420">
                  <c:v>89164.29</c:v>
                </c:pt>
                <c:pt idx="3421">
                  <c:v>89190.36</c:v>
                </c:pt>
                <c:pt idx="3422">
                  <c:v>89216.43</c:v>
                </c:pt>
                <c:pt idx="3423">
                  <c:v>89242.5</c:v>
                </c:pt>
                <c:pt idx="3424">
                  <c:v>89268.57</c:v>
                </c:pt>
                <c:pt idx="3425">
                  <c:v>89294.64</c:v>
                </c:pt>
                <c:pt idx="3426">
                  <c:v>89320.71</c:v>
                </c:pt>
                <c:pt idx="3427">
                  <c:v>89346.79</c:v>
                </c:pt>
                <c:pt idx="3428">
                  <c:v>89372.86</c:v>
                </c:pt>
                <c:pt idx="3429">
                  <c:v>89398.93</c:v>
                </c:pt>
                <c:pt idx="3430">
                  <c:v>89425</c:v>
                </c:pt>
                <c:pt idx="3431">
                  <c:v>89451.07</c:v>
                </c:pt>
                <c:pt idx="3432">
                  <c:v>89477.14</c:v>
                </c:pt>
                <c:pt idx="3433">
                  <c:v>89503.21</c:v>
                </c:pt>
                <c:pt idx="3434">
                  <c:v>89529.29</c:v>
                </c:pt>
                <c:pt idx="3435">
                  <c:v>89555.36</c:v>
                </c:pt>
                <c:pt idx="3436">
                  <c:v>89581.43</c:v>
                </c:pt>
                <c:pt idx="3437">
                  <c:v>89607.5</c:v>
                </c:pt>
                <c:pt idx="3438">
                  <c:v>89633.57</c:v>
                </c:pt>
                <c:pt idx="3439">
                  <c:v>89659.64</c:v>
                </c:pt>
                <c:pt idx="3440">
                  <c:v>89685.71</c:v>
                </c:pt>
                <c:pt idx="3441">
                  <c:v>89711.79</c:v>
                </c:pt>
                <c:pt idx="3442">
                  <c:v>89737.86</c:v>
                </c:pt>
                <c:pt idx="3443">
                  <c:v>89763.93</c:v>
                </c:pt>
                <c:pt idx="3444">
                  <c:v>89790</c:v>
                </c:pt>
                <c:pt idx="3445">
                  <c:v>89816.07</c:v>
                </c:pt>
                <c:pt idx="3446">
                  <c:v>89842.14</c:v>
                </c:pt>
                <c:pt idx="3447">
                  <c:v>89868.21</c:v>
                </c:pt>
                <c:pt idx="3448">
                  <c:v>89894.29</c:v>
                </c:pt>
                <c:pt idx="3449">
                  <c:v>89920.36</c:v>
                </c:pt>
                <c:pt idx="3450">
                  <c:v>89946.43</c:v>
                </c:pt>
                <c:pt idx="3451">
                  <c:v>89972.5</c:v>
                </c:pt>
                <c:pt idx="3452">
                  <c:v>89998.57</c:v>
                </c:pt>
                <c:pt idx="3453">
                  <c:v>90024.639999999999</c:v>
                </c:pt>
                <c:pt idx="3454">
                  <c:v>90050.71</c:v>
                </c:pt>
                <c:pt idx="3455">
                  <c:v>90076.79</c:v>
                </c:pt>
                <c:pt idx="3456">
                  <c:v>90102.86</c:v>
                </c:pt>
                <c:pt idx="3457">
                  <c:v>90128.93</c:v>
                </c:pt>
                <c:pt idx="3458">
                  <c:v>90155</c:v>
                </c:pt>
                <c:pt idx="3459">
                  <c:v>90181.07</c:v>
                </c:pt>
                <c:pt idx="3460">
                  <c:v>90207.14</c:v>
                </c:pt>
                <c:pt idx="3461">
                  <c:v>90233.21</c:v>
                </c:pt>
                <c:pt idx="3462">
                  <c:v>90259.29</c:v>
                </c:pt>
                <c:pt idx="3463">
                  <c:v>90285.36</c:v>
                </c:pt>
                <c:pt idx="3464">
                  <c:v>90311.43</c:v>
                </c:pt>
                <c:pt idx="3465">
                  <c:v>90337.5</c:v>
                </c:pt>
                <c:pt idx="3466">
                  <c:v>90363.57</c:v>
                </c:pt>
                <c:pt idx="3467">
                  <c:v>90389.64</c:v>
                </c:pt>
                <c:pt idx="3468">
                  <c:v>90415.71</c:v>
                </c:pt>
                <c:pt idx="3469">
                  <c:v>90441.79</c:v>
                </c:pt>
                <c:pt idx="3470">
                  <c:v>90467.86</c:v>
                </c:pt>
                <c:pt idx="3471">
                  <c:v>90493.93</c:v>
                </c:pt>
                <c:pt idx="3472">
                  <c:v>90520</c:v>
                </c:pt>
                <c:pt idx="3473">
                  <c:v>90546.07</c:v>
                </c:pt>
                <c:pt idx="3474">
                  <c:v>90572.14</c:v>
                </c:pt>
                <c:pt idx="3475">
                  <c:v>90598.21</c:v>
                </c:pt>
                <c:pt idx="3476">
                  <c:v>90624.29</c:v>
                </c:pt>
                <c:pt idx="3477">
                  <c:v>90650.36</c:v>
                </c:pt>
                <c:pt idx="3478">
                  <c:v>90676.43</c:v>
                </c:pt>
                <c:pt idx="3479">
                  <c:v>90702.5</c:v>
                </c:pt>
                <c:pt idx="3480">
                  <c:v>90728.57</c:v>
                </c:pt>
                <c:pt idx="3481">
                  <c:v>90754.64</c:v>
                </c:pt>
                <c:pt idx="3482">
                  <c:v>90780.71</c:v>
                </c:pt>
                <c:pt idx="3483">
                  <c:v>90806.79</c:v>
                </c:pt>
                <c:pt idx="3484">
                  <c:v>90832.86</c:v>
                </c:pt>
                <c:pt idx="3485">
                  <c:v>90858.93</c:v>
                </c:pt>
                <c:pt idx="3486">
                  <c:v>90885</c:v>
                </c:pt>
                <c:pt idx="3487">
                  <c:v>90911.07</c:v>
                </c:pt>
                <c:pt idx="3488">
                  <c:v>90937.14</c:v>
                </c:pt>
                <c:pt idx="3489">
                  <c:v>90963.21</c:v>
                </c:pt>
                <c:pt idx="3490">
                  <c:v>90989.29</c:v>
                </c:pt>
                <c:pt idx="3491">
                  <c:v>91015.360000000001</c:v>
                </c:pt>
                <c:pt idx="3492">
                  <c:v>91041.43</c:v>
                </c:pt>
                <c:pt idx="3493">
                  <c:v>91067.5</c:v>
                </c:pt>
                <c:pt idx="3494">
                  <c:v>91093.57</c:v>
                </c:pt>
                <c:pt idx="3495">
                  <c:v>91119.64</c:v>
                </c:pt>
                <c:pt idx="3496">
                  <c:v>91145.71</c:v>
                </c:pt>
                <c:pt idx="3497">
                  <c:v>91171.79</c:v>
                </c:pt>
                <c:pt idx="3498">
                  <c:v>91197.86</c:v>
                </c:pt>
                <c:pt idx="3499">
                  <c:v>91223.93</c:v>
                </c:pt>
                <c:pt idx="3500">
                  <c:v>91250</c:v>
                </c:pt>
                <c:pt idx="3501">
                  <c:v>91276.07</c:v>
                </c:pt>
                <c:pt idx="3502">
                  <c:v>91302.14</c:v>
                </c:pt>
                <c:pt idx="3503">
                  <c:v>91328.21</c:v>
                </c:pt>
                <c:pt idx="3504">
                  <c:v>91354.29</c:v>
                </c:pt>
                <c:pt idx="3505">
                  <c:v>91380.36</c:v>
                </c:pt>
                <c:pt idx="3506">
                  <c:v>91406.43</c:v>
                </c:pt>
                <c:pt idx="3507">
                  <c:v>91432.5</c:v>
                </c:pt>
                <c:pt idx="3508">
                  <c:v>91458.57</c:v>
                </c:pt>
                <c:pt idx="3509">
                  <c:v>91484.64</c:v>
                </c:pt>
                <c:pt idx="3510">
                  <c:v>91510.71</c:v>
                </c:pt>
                <c:pt idx="3511">
                  <c:v>91536.79</c:v>
                </c:pt>
                <c:pt idx="3512">
                  <c:v>91562.86</c:v>
                </c:pt>
                <c:pt idx="3513">
                  <c:v>91588.93</c:v>
                </c:pt>
                <c:pt idx="3514">
                  <c:v>91615</c:v>
                </c:pt>
                <c:pt idx="3515">
                  <c:v>91641.07</c:v>
                </c:pt>
                <c:pt idx="3516">
                  <c:v>91667.14</c:v>
                </c:pt>
                <c:pt idx="3517">
                  <c:v>91693.21</c:v>
                </c:pt>
                <c:pt idx="3518">
                  <c:v>91719.29</c:v>
                </c:pt>
                <c:pt idx="3519">
                  <c:v>91745.36</c:v>
                </c:pt>
                <c:pt idx="3520">
                  <c:v>91771.43</c:v>
                </c:pt>
                <c:pt idx="3521">
                  <c:v>91797.5</c:v>
                </c:pt>
                <c:pt idx="3522">
                  <c:v>91823.57</c:v>
                </c:pt>
                <c:pt idx="3523">
                  <c:v>91849.64</c:v>
                </c:pt>
                <c:pt idx="3524">
                  <c:v>91875.71</c:v>
                </c:pt>
                <c:pt idx="3525">
                  <c:v>91901.79</c:v>
                </c:pt>
                <c:pt idx="3526">
                  <c:v>91927.86</c:v>
                </c:pt>
                <c:pt idx="3527">
                  <c:v>91953.93</c:v>
                </c:pt>
                <c:pt idx="3528">
                  <c:v>91980</c:v>
                </c:pt>
                <c:pt idx="3529">
                  <c:v>92006.07</c:v>
                </c:pt>
                <c:pt idx="3530">
                  <c:v>92032.14</c:v>
                </c:pt>
                <c:pt idx="3531">
                  <c:v>92058.21</c:v>
                </c:pt>
                <c:pt idx="3532">
                  <c:v>92084.29</c:v>
                </c:pt>
                <c:pt idx="3533">
                  <c:v>92110.36</c:v>
                </c:pt>
                <c:pt idx="3534">
                  <c:v>92136.43</c:v>
                </c:pt>
                <c:pt idx="3535">
                  <c:v>92162.5</c:v>
                </c:pt>
                <c:pt idx="3536">
                  <c:v>92188.57</c:v>
                </c:pt>
                <c:pt idx="3537">
                  <c:v>92214.64</c:v>
                </c:pt>
                <c:pt idx="3538">
                  <c:v>92240.71</c:v>
                </c:pt>
                <c:pt idx="3539">
                  <c:v>92266.79</c:v>
                </c:pt>
                <c:pt idx="3540">
                  <c:v>92292.86</c:v>
                </c:pt>
                <c:pt idx="3541">
                  <c:v>92318.93</c:v>
                </c:pt>
                <c:pt idx="3542">
                  <c:v>92345</c:v>
                </c:pt>
                <c:pt idx="3543">
                  <c:v>92371.07</c:v>
                </c:pt>
                <c:pt idx="3544">
                  <c:v>92397.14</c:v>
                </c:pt>
                <c:pt idx="3545">
                  <c:v>92423.21</c:v>
                </c:pt>
                <c:pt idx="3546">
                  <c:v>92449.29</c:v>
                </c:pt>
                <c:pt idx="3547">
                  <c:v>92475.36</c:v>
                </c:pt>
                <c:pt idx="3548">
                  <c:v>92501.43</c:v>
                </c:pt>
                <c:pt idx="3549">
                  <c:v>92527.5</c:v>
                </c:pt>
                <c:pt idx="3550">
                  <c:v>92553.57</c:v>
                </c:pt>
                <c:pt idx="3551">
                  <c:v>92579.64</c:v>
                </c:pt>
                <c:pt idx="3552">
                  <c:v>92605.71</c:v>
                </c:pt>
                <c:pt idx="3553">
                  <c:v>92631.79</c:v>
                </c:pt>
                <c:pt idx="3554">
                  <c:v>92657.86</c:v>
                </c:pt>
                <c:pt idx="3555">
                  <c:v>92683.93</c:v>
                </c:pt>
                <c:pt idx="3556">
                  <c:v>92710</c:v>
                </c:pt>
                <c:pt idx="3557">
                  <c:v>92736.07</c:v>
                </c:pt>
                <c:pt idx="3558">
                  <c:v>92762.14</c:v>
                </c:pt>
                <c:pt idx="3559">
                  <c:v>92788.21</c:v>
                </c:pt>
                <c:pt idx="3560">
                  <c:v>92814.29</c:v>
                </c:pt>
                <c:pt idx="3561">
                  <c:v>92840.36</c:v>
                </c:pt>
                <c:pt idx="3562">
                  <c:v>92866.43</c:v>
                </c:pt>
                <c:pt idx="3563">
                  <c:v>92892.5</c:v>
                </c:pt>
                <c:pt idx="3564">
                  <c:v>92918.57</c:v>
                </c:pt>
                <c:pt idx="3565">
                  <c:v>92944.639999999999</c:v>
                </c:pt>
                <c:pt idx="3566">
                  <c:v>92970.71</c:v>
                </c:pt>
                <c:pt idx="3567">
                  <c:v>92996.79</c:v>
                </c:pt>
                <c:pt idx="3568">
                  <c:v>93022.86</c:v>
                </c:pt>
                <c:pt idx="3569">
                  <c:v>93048.93</c:v>
                </c:pt>
                <c:pt idx="3570">
                  <c:v>93075</c:v>
                </c:pt>
                <c:pt idx="3571">
                  <c:v>93101.07</c:v>
                </c:pt>
                <c:pt idx="3572">
                  <c:v>93127.14</c:v>
                </c:pt>
                <c:pt idx="3573">
                  <c:v>93153.21</c:v>
                </c:pt>
                <c:pt idx="3574">
                  <c:v>93179.29</c:v>
                </c:pt>
                <c:pt idx="3575">
                  <c:v>93205.36</c:v>
                </c:pt>
                <c:pt idx="3576">
                  <c:v>93231.43</c:v>
                </c:pt>
                <c:pt idx="3577">
                  <c:v>93257.5</c:v>
                </c:pt>
                <c:pt idx="3578">
                  <c:v>93283.57</c:v>
                </c:pt>
                <c:pt idx="3579">
                  <c:v>93309.64</c:v>
                </c:pt>
                <c:pt idx="3580">
                  <c:v>93335.71</c:v>
                </c:pt>
                <c:pt idx="3581">
                  <c:v>93361.79</c:v>
                </c:pt>
                <c:pt idx="3582">
                  <c:v>93387.86</c:v>
                </c:pt>
                <c:pt idx="3583">
                  <c:v>93413.93</c:v>
                </c:pt>
                <c:pt idx="3584">
                  <c:v>93440</c:v>
                </c:pt>
                <c:pt idx="3585">
                  <c:v>93466.07</c:v>
                </c:pt>
                <c:pt idx="3586">
                  <c:v>93492.14</c:v>
                </c:pt>
                <c:pt idx="3587">
                  <c:v>93518.21</c:v>
                </c:pt>
                <c:pt idx="3588">
                  <c:v>93544.29</c:v>
                </c:pt>
                <c:pt idx="3589">
                  <c:v>93570.36</c:v>
                </c:pt>
                <c:pt idx="3590">
                  <c:v>93596.43</c:v>
                </c:pt>
                <c:pt idx="3591">
                  <c:v>93622.5</c:v>
                </c:pt>
                <c:pt idx="3592">
                  <c:v>93648.57</c:v>
                </c:pt>
                <c:pt idx="3593">
                  <c:v>93674.64</c:v>
                </c:pt>
                <c:pt idx="3594">
                  <c:v>93700.71</c:v>
                </c:pt>
                <c:pt idx="3595">
                  <c:v>93726.79</c:v>
                </c:pt>
                <c:pt idx="3596">
                  <c:v>93752.86</c:v>
                </c:pt>
                <c:pt idx="3597">
                  <c:v>93778.93</c:v>
                </c:pt>
                <c:pt idx="3598">
                  <c:v>93805</c:v>
                </c:pt>
                <c:pt idx="3599">
                  <c:v>93831.07</c:v>
                </c:pt>
                <c:pt idx="3600">
                  <c:v>93857.14</c:v>
                </c:pt>
                <c:pt idx="3601">
                  <c:v>93883.21</c:v>
                </c:pt>
                <c:pt idx="3602">
                  <c:v>93909.29</c:v>
                </c:pt>
                <c:pt idx="3603">
                  <c:v>93935.360000000001</c:v>
                </c:pt>
                <c:pt idx="3604">
                  <c:v>93961.43</c:v>
                </c:pt>
                <c:pt idx="3605">
                  <c:v>93987.5</c:v>
                </c:pt>
                <c:pt idx="3606">
                  <c:v>94013.57</c:v>
                </c:pt>
                <c:pt idx="3607">
                  <c:v>94039.64</c:v>
                </c:pt>
                <c:pt idx="3608">
                  <c:v>94065.71</c:v>
                </c:pt>
                <c:pt idx="3609">
                  <c:v>94091.79</c:v>
                </c:pt>
                <c:pt idx="3610">
                  <c:v>94117.86</c:v>
                </c:pt>
                <c:pt idx="3611">
                  <c:v>94143.93</c:v>
                </c:pt>
                <c:pt idx="3612">
                  <c:v>94170</c:v>
                </c:pt>
                <c:pt idx="3613">
                  <c:v>94196.07</c:v>
                </c:pt>
                <c:pt idx="3614">
                  <c:v>94222.14</c:v>
                </c:pt>
                <c:pt idx="3615">
                  <c:v>94248.21</c:v>
                </c:pt>
                <c:pt idx="3616">
                  <c:v>94274.29</c:v>
                </c:pt>
                <c:pt idx="3617">
                  <c:v>94300.36</c:v>
                </c:pt>
                <c:pt idx="3618">
                  <c:v>94326.43</c:v>
                </c:pt>
                <c:pt idx="3619">
                  <c:v>94352.5</c:v>
                </c:pt>
                <c:pt idx="3620">
                  <c:v>94378.57</c:v>
                </c:pt>
                <c:pt idx="3621">
                  <c:v>94404.64</c:v>
                </c:pt>
                <c:pt idx="3622">
                  <c:v>94430.71</c:v>
                </c:pt>
                <c:pt idx="3623">
                  <c:v>94456.79</c:v>
                </c:pt>
                <c:pt idx="3624">
                  <c:v>94482.86</c:v>
                </c:pt>
                <c:pt idx="3625">
                  <c:v>94508.93</c:v>
                </c:pt>
                <c:pt idx="3626">
                  <c:v>94535</c:v>
                </c:pt>
                <c:pt idx="3627">
                  <c:v>94561.07</c:v>
                </c:pt>
                <c:pt idx="3628">
                  <c:v>94587.14</c:v>
                </c:pt>
                <c:pt idx="3629">
                  <c:v>94613.21</c:v>
                </c:pt>
                <c:pt idx="3630">
                  <c:v>94639.29</c:v>
                </c:pt>
                <c:pt idx="3631">
                  <c:v>94665.36</c:v>
                </c:pt>
                <c:pt idx="3632">
                  <c:v>94691.43</c:v>
                </c:pt>
                <c:pt idx="3633">
                  <c:v>94717.5</c:v>
                </c:pt>
                <c:pt idx="3634">
                  <c:v>94743.57</c:v>
                </c:pt>
                <c:pt idx="3635">
                  <c:v>94769.64</c:v>
                </c:pt>
                <c:pt idx="3636">
                  <c:v>94795.71</c:v>
                </c:pt>
                <c:pt idx="3637">
                  <c:v>94821.79</c:v>
                </c:pt>
                <c:pt idx="3638">
                  <c:v>94847.86</c:v>
                </c:pt>
                <c:pt idx="3639">
                  <c:v>94873.93</c:v>
                </c:pt>
                <c:pt idx="3640">
                  <c:v>94900</c:v>
                </c:pt>
                <c:pt idx="3641">
                  <c:v>94926.07</c:v>
                </c:pt>
                <c:pt idx="3642">
                  <c:v>94952.14</c:v>
                </c:pt>
                <c:pt idx="3643">
                  <c:v>94978.21</c:v>
                </c:pt>
                <c:pt idx="3644">
                  <c:v>95004.29</c:v>
                </c:pt>
                <c:pt idx="3645">
                  <c:v>95030.36</c:v>
                </c:pt>
                <c:pt idx="3646">
                  <c:v>95056.43</c:v>
                </c:pt>
                <c:pt idx="3647">
                  <c:v>95082.5</c:v>
                </c:pt>
                <c:pt idx="3648">
                  <c:v>95108.57</c:v>
                </c:pt>
                <c:pt idx="3649">
                  <c:v>95134.64</c:v>
                </c:pt>
                <c:pt idx="3650">
                  <c:v>95160.71</c:v>
                </c:pt>
                <c:pt idx="3651">
                  <c:v>95186.79</c:v>
                </c:pt>
                <c:pt idx="3652">
                  <c:v>95212.86</c:v>
                </c:pt>
                <c:pt idx="3653">
                  <c:v>95238.93</c:v>
                </c:pt>
                <c:pt idx="3654">
                  <c:v>95265</c:v>
                </c:pt>
                <c:pt idx="3655">
                  <c:v>95291.07</c:v>
                </c:pt>
                <c:pt idx="3656">
                  <c:v>95317.14</c:v>
                </c:pt>
                <c:pt idx="3657">
                  <c:v>95343.21</c:v>
                </c:pt>
                <c:pt idx="3658">
                  <c:v>95369.29</c:v>
                </c:pt>
                <c:pt idx="3659">
                  <c:v>95395.36</c:v>
                </c:pt>
                <c:pt idx="3660">
                  <c:v>95421.43</c:v>
                </c:pt>
                <c:pt idx="3661">
                  <c:v>95447.5</c:v>
                </c:pt>
                <c:pt idx="3662">
                  <c:v>95473.57</c:v>
                </c:pt>
                <c:pt idx="3663">
                  <c:v>95499.64</c:v>
                </c:pt>
                <c:pt idx="3664">
                  <c:v>95525.71</c:v>
                </c:pt>
                <c:pt idx="3665">
                  <c:v>95551.79</c:v>
                </c:pt>
                <c:pt idx="3666">
                  <c:v>95577.86</c:v>
                </c:pt>
                <c:pt idx="3667">
                  <c:v>95603.93</c:v>
                </c:pt>
                <c:pt idx="3668">
                  <c:v>95630</c:v>
                </c:pt>
                <c:pt idx="3669">
                  <c:v>95656.07</c:v>
                </c:pt>
                <c:pt idx="3670">
                  <c:v>95682.14</c:v>
                </c:pt>
                <c:pt idx="3671">
                  <c:v>95708.21</c:v>
                </c:pt>
                <c:pt idx="3672">
                  <c:v>95734.29</c:v>
                </c:pt>
                <c:pt idx="3673">
                  <c:v>95760.36</c:v>
                </c:pt>
                <c:pt idx="3674">
                  <c:v>95786.43</c:v>
                </c:pt>
                <c:pt idx="3675">
                  <c:v>95812.5</c:v>
                </c:pt>
                <c:pt idx="3676">
                  <c:v>95838.57</c:v>
                </c:pt>
                <c:pt idx="3677">
                  <c:v>95864.639999999999</c:v>
                </c:pt>
                <c:pt idx="3678">
                  <c:v>95890.71</c:v>
                </c:pt>
                <c:pt idx="3679">
                  <c:v>95916.79</c:v>
                </c:pt>
                <c:pt idx="3680">
                  <c:v>95942.86</c:v>
                </c:pt>
                <c:pt idx="3681">
                  <c:v>95968.93</c:v>
                </c:pt>
                <c:pt idx="3682">
                  <c:v>95995</c:v>
                </c:pt>
                <c:pt idx="3683">
                  <c:v>96021.07</c:v>
                </c:pt>
                <c:pt idx="3684">
                  <c:v>96047.14</c:v>
                </c:pt>
                <c:pt idx="3685">
                  <c:v>96073.21</c:v>
                </c:pt>
                <c:pt idx="3686">
                  <c:v>96099.29</c:v>
                </c:pt>
                <c:pt idx="3687">
                  <c:v>96125.36</c:v>
                </c:pt>
                <c:pt idx="3688">
                  <c:v>96151.43</c:v>
                </c:pt>
                <c:pt idx="3689">
                  <c:v>96177.5</c:v>
                </c:pt>
                <c:pt idx="3690">
                  <c:v>96203.57</c:v>
                </c:pt>
                <c:pt idx="3691">
                  <c:v>96229.64</c:v>
                </c:pt>
                <c:pt idx="3692">
                  <c:v>96255.71</c:v>
                </c:pt>
                <c:pt idx="3693">
                  <c:v>96281.79</c:v>
                </c:pt>
                <c:pt idx="3694">
                  <c:v>96307.86</c:v>
                </c:pt>
                <c:pt idx="3695">
                  <c:v>96333.93</c:v>
                </c:pt>
                <c:pt idx="3696">
                  <c:v>96360</c:v>
                </c:pt>
                <c:pt idx="3697">
                  <c:v>96386.07</c:v>
                </c:pt>
                <c:pt idx="3698">
                  <c:v>96412.14</c:v>
                </c:pt>
                <c:pt idx="3699">
                  <c:v>96438.21</c:v>
                </c:pt>
                <c:pt idx="3700">
                  <c:v>96464.29</c:v>
                </c:pt>
                <c:pt idx="3701">
                  <c:v>96490.36</c:v>
                </c:pt>
                <c:pt idx="3702">
                  <c:v>96516.43</c:v>
                </c:pt>
                <c:pt idx="3703">
                  <c:v>96542.5</c:v>
                </c:pt>
                <c:pt idx="3704">
                  <c:v>96568.57</c:v>
                </c:pt>
                <c:pt idx="3705">
                  <c:v>96594.64</c:v>
                </c:pt>
                <c:pt idx="3706">
                  <c:v>96620.71</c:v>
                </c:pt>
                <c:pt idx="3707">
                  <c:v>96646.79</c:v>
                </c:pt>
                <c:pt idx="3708">
                  <c:v>96672.86</c:v>
                </c:pt>
                <c:pt idx="3709">
                  <c:v>96698.93</c:v>
                </c:pt>
                <c:pt idx="3710">
                  <c:v>96725</c:v>
                </c:pt>
                <c:pt idx="3711">
                  <c:v>96751.07</c:v>
                </c:pt>
                <c:pt idx="3712">
                  <c:v>96777.14</c:v>
                </c:pt>
                <c:pt idx="3713">
                  <c:v>96803.21</c:v>
                </c:pt>
                <c:pt idx="3714">
                  <c:v>96829.29</c:v>
                </c:pt>
                <c:pt idx="3715">
                  <c:v>96855.360000000001</c:v>
                </c:pt>
                <c:pt idx="3716">
                  <c:v>96881.43</c:v>
                </c:pt>
                <c:pt idx="3717">
                  <c:v>96907.5</c:v>
                </c:pt>
                <c:pt idx="3718">
                  <c:v>96933.57</c:v>
                </c:pt>
                <c:pt idx="3719">
                  <c:v>96959.64</c:v>
                </c:pt>
                <c:pt idx="3720">
                  <c:v>96985.71</c:v>
                </c:pt>
                <c:pt idx="3721">
                  <c:v>97011.79</c:v>
                </c:pt>
                <c:pt idx="3722">
                  <c:v>97037.86</c:v>
                </c:pt>
                <c:pt idx="3723">
                  <c:v>97063.93</c:v>
                </c:pt>
                <c:pt idx="3724">
                  <c:v>97090</c:v>
                </c:pt>
                <c:pt idx="3725">
                  <c:v>97116.07</c:v>
                </c:pt>
                <c:pt idx="3726">
                  <c:v>97142.14</c:v>
                </c:pt>
                <c:pt idx="3727">
                  <c:v>97168.21</c:v>
                </c:pt>
                <c:pt idx="3728">
                  <c:v>97194.29</c:v>
                </c:pt>
                <c:pt idx="3729">
                  <c:v>97220.36</c:v>
                </c:pt>
                <c:pt idx="3730">
                  <c:v>97246.43</c:v>
                </c:pt>
                <c:pt idx="3731">
                  <c:v>97272.5</c:v>
                </c:pt>
                <c:pt idx="3732">
                  <c:v>97298.57</c:v>
                </c:pt>
                <c:pt idx="3733">
                  <c:v>97324.64</c:v>
                </c:pt>
                <c:pt idx="3734">
                  <c:v>97350.71</c:v>
                </c:pt>
                <c:pt idx="3735">
                  <c:v>97376.79</c:v>
                </c:pt>
                <c:pt idx="3736">
                  <c:v>97402.86</c:v>
                </c:pt>
                <c:pt idx="3737">
                  <c:v>97428.93</c:v>
                </c:pt>
                <c:pt idx="3738">
                  <c:v>97455</c:v>
                </c:pt>
                <c:pt idx="3739">
                  <c:v>97481.07</c:v>
                </c:pt>
                <c:pt idx="3740">
                  <c:v>97507.14</c:v>
                </c:pt>
                <c:pt idx="3741">
                  <c:v>97533.21</c:v>
                </c:pt>
                <c:pt idx="3742">
                  <c:v>97559.29</c:v>
                </c:pt>
                <c:pt idx="3743">
                  <c:v>97585.36</c:v>
                </c:pt>
                <c:pt idx="3744">
                  <c:v>97611.43</c:v>
                </c:pt>
                <c:pt idx="3745">
                  <c:v>97637.5</c:v>
                </c:pt>
                <c:pt idx="3746">
                  <c:v>97663.57</c:v>
                </c:pt>
                <c:pt idx="3747">
                  <c:v>97689.64</c:v>
                </c:pt>
                <c:pt idx="3748">
                  <c:v>97715.71</c:v>
                </c:pt>
                <c:pt idx="3749">
                  <c:v>97741.79</c:v>
                </c:pt>
                <c:pt idx="3750">
                  <c:v>97767.86</c:v>
                </c:pt>
                <c:pt idx="3751">
                  <c:v>97793.93</c:v>
                </c:pt>
                <c:pt idx="3752">
                  <c:v>97820</c:v>
                </c:pt>
                <c:pt idx="3753">
                  <c:v>97846.07</c:v>
                </c:pt>
                <c:pt idx="3754">
                  <c:v>97872.14</c:v>
                </c:pt>
                <c:pt idx="3755">
                  <c:v>97898.21</c:v>
                </c:pt>
                <c:pt idx="3756">
                  <c:v>97924.29</c:v>
                </c:pt>
                <c:pt idx="3757">
                  <c:v>97950.36</c:v>
                </c:pt>
                <c:pt idx="3758">
                  <c:v>97976.43</c:v>
                </c:pt>
                <c:pt idx="3759">
                  <c:v>98002.5</c:v>
                </c:pt>
                <c:pt idx="3760">
                  <c:v>98028.57</c:v>
                </c:pt>
                <c:pt idx="3761">
                  <c:v>98054.64</c:v>
                </c:pt>
                <c:pt idx="3762">
                  <c:v>98080.71</c:v>
                </c:pt>
                <c:pt idx="3763">
                  <c:v>98106.79</c:v>
                </c:pt>
                <c:pt idx="3764">
                  <c:v>98132.86</c:v>
                </c:pt>
                <c:pt idx="3765">
                  <c:v>98158.93</c:v>
                </c:pt>
                <c:pt idx="3766">
                  <c:v>98185</c:v>
                </c:pt>
                <c:pt idx="3767">
                  <c:v>98211.07</c:v>
                </c:pt>
                <c:pt idx="3768">
                  <c:v>98237.14</c:v>
                </c:pt>
                <c:pt idx="3769">
                  <c:v>98263.21</c:v>
                </c:pt>
                <c:pt idx="3770">
                  <c:v>98289.29</c:v>
                </c:pt>
                <c:pt idx="3771">
                  <c:v>98315.36</c:v>
                </c:pt>
                <c:pt idx="3772">
                  <c:v>98341.43</c:v>
                </c:pt>
                <c:pt idx="3773">
                  <c:v>98367.5</c:v>
                </c:pt>
                <c:pt idx="3774">
                  <c:v>98393.57</c:v>
                </c:pt>
                <c:pt idx="3775">
                  <c:v>98419.64</c:v>
                </c:pt>
                <c:pt idx="3776">
                  <c:v>98445.71</c:v>
                </c:pt>
                <c:pt idx="3777">
                  <c:v>98471.79</c:v>
                </c:pt>
                <c:pt idx="3778">
                  <c:v>98497.86</c:v>
                </c:pt>
                <c:pt idx="3779">
                  <c:v>98523.93</c:v>
                </c:pt>
                <c:pt idx="3780">
                  <c:v>98550</c:v>
                </c:pt>
                <c:pt idx="3781">
                  <c:v>98576.07</c:v>
                </c:pt>
                <c:pt idx="3782">
                  <c:v>98602.14</c:v>
                </c:pt>
                <c:pt idx="3783">
                  <c:v>98628.21</c:v>
                </c:pt>
                <c:pt idx="3784">
                  <c:v>98654.29</c:v>
                </c:pt>
                <c:pt idx="3785">
                  <c:v>98680.36</c:v>
                </c:pt>
                <c:pt idx="3786">
                  <c:v>98706.43</c:v>
                </c:pt>
                <c:pt idx="3787">
                  <c:v>98732.5</c:v>
                </c:pt>
                <c:pt idx="3788">
                  <c:v>98758.57</c:v>
                </c:pt>
                <c:pt idx="3789">
                  <c:v>98784.639999999999</c:v>
                </c:pt>
                <c:pt idx="3790">
                  <c:v>98810.71</c:v>
                </c:pt>
                <c:pt idx="3791">
                  <c:v>98836.79</c:v>
                </c:pt>
                <c:pt idx="3792">
                  <c:v>98862.86</c:v>
                </c:pt>
                <c:pt idx="3793">
                  <c:v>98888.93</c:v>
                </c:pt>
                <c:pt idx="3794">
                  <c:v>98915</c:v>
                </c:pt>
                <c:pt idx="3795">
                  <c:v>98941.07</c:v>
                </c:pt>
                <c:pt idx="3796">
                  <c:v>98967.14</c:v>
                </c:pt>
                <c:pt idx="3797">
                  <c:v>98993.21</c:v>
                </c:pt>
                <c:pt idx="3798">
                  <c:v>99019.29</c:v>
                </c:pt>
                <c:pt idx="3799">
                  <c:v>99045.36</c:v>
                </c:pt>
                <c:pt idx="3800">
                  <c:v>99071.43</c:v>
                </c:pt>
                <c:pt idx="3801">
                  <c:v>99097.5</c:v>
                </c:pt>
                <c:pt idx="3802">
                  <c:v>99123.57</c:v>
                </c:pt>
                <c:pt idx="3803">
                  <c:v>99149.64</c:v>
                </c:pt>
                <c:pt idx="3804">
                  <c:v>99175.71</c:v>
                </c:pt>
                <c:pt idx="3805">
                  <c:v>99201.79</c:v>
                </c:pt>
                <c:pt idx="3806">
                  <c:v>99227.86</c:v>
                </c:pt>
                <c:pt idx="3807">
                  <c:v>99253.93</c:v>
                </c:pt>
                <c:pt idx="3808">
                  <c:v>99280</c:v>
                </c:pt>
                <c:pt idx="3809">
                  <c:v>99306.07</c:v>
                </c:pt>
                <c:pt idx="3810">
                  <c:v>99332.14</c:v>
                </c:pt>
                <c:pt idx="3811">
                  <c:v>99358.21</c:v>
                </c:pt>
                <c:pt idx="3812">
                  <c:v>99384.29</c:v>
                </c:pt>
                <c:pt idx="3813">
                  <c:v>99410.36</c:v>
                </c:pt>
                <c:pt idx="3814">
                  <c:v>99436.43</c:v>
                </c:pt>
                <c:pt idx="3815">
                  <c:v>99462.5</c:v>
                </c:pt>
                <c:pt idx="3816">
                  <c:v>99488.57</c:v>
                </c:pt>
                <c:pt idx="3817">
                  <c:v>99514.64</c:v>
                </c:pt>
                <c:pt idx="3818">
                  <c:v>99540.71</c:v>
                </c:pt>
                <c:pt idx="3819">
                  <c:v>99566.79</c:v>
                </c:pt>
                <c:pt idx="3820">
                  <c:v>99592.86</c:v>
                </c:pt>
                <c:pt idx="3821">
                  <c:v>99618.93</c:v>
                </c:pt>
                <c:pt idx="3822">
                  <c:v>99645</c:v>
                </c:pt>
                <c:pt idx="3823">
                  <c:v>99671.07</c:v>
                </c:pt>
                <c:pt idx="3824">
                  <c:v>99697.14</c:v>
                </c:pt>
                <c:pt idx="3825">
                  <c:v>99723.21</c:v>
                </c:pt>
                <c:pt idx="3826">
                  <c:v>99749.29</c:v>
                </c:pt>
                <c:pt idx="3827">
                  <c:v>99775.360000000001</c:v>
                </c:pt>
                <c:pt idx="3828">
                  <c:v>99801.43</c:v>
                </c:pt>
                <c:pt idx="3829">
                  <c:v>99827.5</c:v>
                </c:pt>
                <c:pt idx="3830">
                  <c:v>99853.57</c:v>
                </c:pt>
                <c:pt idx="3831">
                  <c:v>99879.64</c:v>
                </c:pt>
                <c:pt idx="3832">
                  <c:v>99905.71</c:v>
                </c:pt>
                <c:pt idx="3833">
                  <c:v>99931.79</c:v>
                </c:pt>
                <c:pt idx="3834">
                  <c:v>99957.86</c:v>
                </c:pt>
                <c:pt idx="3835">
                  <c:v>99983.93</c:v>
                </c:pt>
                <c:pt idx="3836">
                  <c:v>100010</c:v>
                </c:pt>
                <c:pt idx="3837">
                  <c:v>100036.07</c:v>
                </c:pt>
                <c:pt idx="3838">
                  <c:v>100062.14</c:v>
                </c:pt>
                <c:pt idx="3839">
                  <c:v>100088.21</c:v>
                </c:pt>
                <c:pt idx="3840">
                  <c:v>100114.29</c:v>
                </c:pt>
                <c:pt idx="3841">
                  <c:v>100140.36</c:v>
                </c:pt>
                <c:pt idx="3842">
                  <c:v>100166.43</c:v>
                </c:pt>
                <c:pt idx="3843">
                  <c:v>100192.5</c:v>
                </c:pt>
                <c:pt idx="3844">
                  <c:v>100218.57</c:v>
                </c:pt>
                <c:pt idx="3845">
                  <c:v>100244.64</c:v>
                </c:pt>
                <c:pt idx="3846">
                  <c:v>100270.71</c:v>
                </c:pt>
                <c:pt idx="3847">
                  <c:v>100296.79</c:v>
                </c:pt>
                <c:pt idx="3848">
                  <c:v>100322.86</c:v>
                </c:pt>
                <c:pt idx="3849">
                  <c:v>100348.93</c:v>
                </c:pt>
                <c:pt idx="3850">
                  <c:v>100375</c:v>
                </c:pt>
                <c:pt idx="3851">
                  <c:v>100401.07</c:v>
                </c:pt>
                <c:pt idx="3852">
                  <c:v>100427.14</c:v>
                </c:pt>
                <c:pt idx="3853">
                  <c:v>100453.21</c:v>
                </c:pt>
                <c:pt idx="3854">
                  <c:v>100479.29</c:v>
                </c:pt>
                <c:pt idx="3855">
                  <c:v>100505.36</c:v>
                </c:pt>
                <c:pt idx="3856">
                  <c:v>100531.43</c:v>
                </c:pt>
                <c:pt idx="3857">
                  <c:v>100557.5</c:v>
                </c:pt>
                <c:pt idx="3858">
                  <c:v>100583.57</c:v>
                </c:pt>
                <c:pt idx="3859">
                  <c:v>100609.64</c:v>
                </c:pt>
                <c:pt idx="3860">
                  <c:v>100635.71</c:v>
                </c:pt>
                <c:pt idx="3861">
                  <c:v>100661.79</c:v>
                </c:pt>
                <c:pt idx="3862">
                  <c:v>100687.86</c:v>
                </c:pt>
                <c:pt idx="3863">
                  <c:v>100713.93</c:v>
                </c:pt>
                <c:pt idx="3864">
                  <c:v>100740</c:v>
                </c:pt>
                <c:pt idx="3865">
                  <c:v>100766.07</c:v>
                </c:pt>
                <c:pt idx="3866">
                  <c:v>100792.14</c:v>
                </c:pt>
                <c:pt idx="3867">
                  <c:v>100818.21</c:v>
                </c:pt>
                <c:pt idx="3868">
                  <c:v>100844.29</c:v>
                </c:pt>
                <c:pt idx="3869">
                  <c:v>100870.36</c:v>
                </c:pt>
                <c:pt idx="3870">
                  <c:v>100896.43</c:v>
                </c:pt>
                <c:pt idx="3871">
                  <c:v>100922.5</c:v>
                </c:pt>
                <c:pt idx="3872">
                  <c:v>100948.57</c:v>
                </c:pt>
                <c:pt idx="3873">
                  <c:v>100974.64</c:v>
                </c:pt>
                <c:pt idx="3874">
                  <c:v>101000.71</c:v>
                </c:pt>
                <c:pt idx="3875">
                  <c:v>101026.79</c:v>
                </c:pt>
                <c:pt idx="3876">
                  <c:v>101052.86</c:v>
                </c:pt>
                <c:pt idx="3877">
                  <c:v>101078.93</c:v>
                </c:pt>
                <c:pt idx="3878">
                  <c:v>101105</c:v>
                </c:pt>
                <c:pt idx="3879">
                  <c:v>101131.07</c:v>
                </c:pt>
                <c:pt idx="3880">
                  <c:v>101157.14</c:v>
                </c:pt>
                <c:pt idx="3881">
                  <c:v>101183.21</c:v>
                </c:pt>
                <c:pt idx="3882">
                  <c:v>101209.29</c:v>
                </c:pt>
                <c:pt idx="3883">
                  <c:v>101235.36</c:v>
                </c:pt>
                <c:pt idx="3884">
                  <c:v>101261.43</c:v>
                </c:pt>
                <c:pt idx="3885">
                  <c:v>101287.5</c:v>
                </c:pt>
                <c:pt idx="3886">
                  <c:v>101313.57</c:v>
                </c:pt>
                <c:pt idx="3887">
                  <c:v>101339.64</c:v>
                </c:pt>
                <c:pt idx="3888">
                  <c:v>101365.71</c:v>
                </c:pt>
                <c:pt idx="3889">
                  <c:v>101391.79</c:v>
                </c:pt>
                <c:pt idx="3890">
                  <c:v>101417.86</c:v>
                </c:pt>
                <c:pt idx="3891">
                  <c:v>101443.93</c:v>
                </c:pt>
                <c:pt idx="3892">
                  <c:v>101470</c:v>
                </c:pt>
                <c:pt idx="3893">
                  <c:v>101496.07</c:v>
                </c:pt>
                <c:pt idx="3894">
                  <c:v>101522.14</c:v>
                </c:pt>
                <c:pt idx="3895">
                  <c:v>101548.21</c:v>
                </c:pt>
                <c:pt idx="3896">
                  <c:v>101574.29</c:v>
                </c:pt>
                <c:pt idx="3897">
                  <c:v>101600.36</c:v>
                </c:pt>
                <c:pt idx="3898">
                  <c:v>101626.43</c:v>
                </c:pt>
                <c:pt idx="3899">
                  <c:v>101652.5</c:v>
                </c:pt>
                <c:pt idx="3900">
                  <c:v>101678.57</c:v>
                </c:pt>
                <c:pt idx="3901">
                  <c:v>101704.64</c:v>
                </c:pt>
                <c:pt idx="3902">
                  <c:v>101730.71</c:v>
                </c:pt>
                <c:pt idx="3903">
                  <c:v>101756.79</c:v>
                </c:pt>
                <c:pt idx="3904">
                  <c:v>101782.86</c:v>
                </c:pt>
                <c:pt idx="3905">
                  <c:v>101808.93</c:v>
                </c:pt>
                <c:pt idx="3906">
                  <c:v>101835</c:v>
                </c:pt>
                <c:pt idx="3907">
                  <c:v>101861.07</c:v>
                </c:pt>
                <c:pt idx="3908">
                  <c:v>101887.14</c:v>
                </c:pt>
                <c:pt idx="3909">
                  <c:v>101913.21</c:v>
                </c:pt>
                <c:pt idx="3910">
                  <c:v>101939.29</c:v>
                </c:pt>
                <c:pt idx="3911">
                  <c:v>101965.36</c:v>
                </c:pt>
                <c:pt idx="3912">
                  <c:v>101991.43</c:v>
                </c:pt>
                <c:pt idx="3913">
                  <c:v>102017.5</c:v>
                </c:pt>
                <c:pt idx="3914">
                  <c:v>102043.57</c:v>
                </c:pt>
                <c:pt idx="3915">
                  <c:v>102069.64</c:v>
                </c:pt>
                <c:pt idx="3916">
                  <c:v>102095.71</c:v>
                </c:pt>
                <c:pt idx="3917">
                  <c:v>102121.79</c:v>
                </c:pt>
                <c:pt idx="3918">
                  <c:v>102147.86</c:v>
                </c:pt>
                <c:pt idx="3919">
                  <c:v>102173.93</c:v>
                </c:pt>
                <c:pt idx="3920">
                  <c:v>102200</c:v>
                </c:pt>
                <c:pt idx="3921">
                  <c:v>102226.07</c:v>
                </c:pt>
                <c:pt idx="3922">
                  <c:v>102252.14</c:v>
                </c:pt>
                <c:pt idx="3923">
                  <c:v>102278.21</c:v>
                </c:pt>
                <c:pt idx="3924">
                  <c:v>102304.29</c:v>
                </c:pt>
                <c:pt idx="3925">
                  <c:v>102330.36</c:v>
                </c:pt>
                <c:pt idx="3926">
                  <c:v>102356.43</c:v>
                </c:pt>
                <c:pt idx="3927">
                  <c:v>102382.5</c:v>
                </c:pt>
                <c:pt idx="3928">
                  <c:v>102408.57</c:v>
                </c:pt>
                <c:pt idx="3929">
                  <c:v>102434.64</c:v>
                </c:pt>
                <c:pt idx="3930">
                  <c:v>102460.71</c:v>
                </c:pt>
                <c:pt idx="3931">
                  <c:v>102486.79</c:v>
                </c:pt>
                <c:pt idx="3932">
                  <c:v>102512.86</c:v>
                </c:pt>
                <c:pt idx="3933">
                  <c:v>102538.93</c:v>
                </c:pt>
                <c:pt idx="3934">
                  <c:v>102565</c:v>
                </c:pt>
                <c:pt idx="3935">
                  <c:v>102591.07</c:v>
                </c:pt>
                <c:pt idx="3936">
                  <c:v>102617.14</c:v>
                </c:pt>
                <c:pt idx="3937">
                  <c:v>102643.21</c:v>
                </c:pt>
                <c:pt idx="3938">
                  <c:v>102669.29</c:v>
                </c:pt>
                <c:pt idx="3939">
                  <c:v>102695.36</c:v>
                </c:pt>
                <c:pt idx="3940">
                  <c:v>102721.43</c:v>
                </c:pt>
                <c:pt idx="3941">
                  <c:v>102747.5</c:v>
                </c:pt>
                <c:pt idx="3942">
                  <c:v>102773.57</c:v>
                </c:pt>
                <c:pt idx="3943">
                  <c:v>102799.64</c:v>
                </c:pt>
                <c:pt idx="3944">
                  <c:v>102825.71</c:v>
                </c:pt>
                <c:pt idx="3945">
                  <c:v>102851.79</c:v>
                </c:pt>
                <c:pt idx="3946">
                  <c:v>102877.86</c:v>
                </c:pt>
                <c:pt idx="3947">
                  <c:v>102903.93</c:v>
                </c:pt>
                <c:pt idx="3948">
                  <c:v>102930</c:v>
                </c:pt>
                <c:pt idx="3949">
                  <c:v>102956.07</c:v>
                </c:pt>
                <c:pt idx="3950">
                  <c:v>102982.14</c:v>
                </c:pt>
                <c:pt idx="3951">
                  <c:v>103008.21</c:v>
                </c:pt>
                <c:pt idx="3952">
                  <c:v>103034.29</c:v>
                </c:pt>
                <c:pt idx="3953">
                  <c:v>103060.36</c:v>
                </c:pt>
                <c:pt idx="3954">
                  <c:v>103086.43</c:v>
                </c:pt>
                <c:pt idx="3955">
                  <c:v>103112.5</c:v>
                </c:pt>
                <c:pt idx="3956">
                  <c:v>103138.57</c:v>
                </c:pt>
                <c:pt idx="3957">
                  <c:v>103164.64</c:v>
                </c:pt>
                <c:pt idx="3958">
                  <c:v>103190.71</c:v>
                </c:pt>
                <c:pt idx="3959">
                  <c:v>103216.79</c:v>
                </c:pt>
                <c:pt idx="3960">
                  <c:v>103242.86</c:v>
                </c:pt>
                <c:pt idx="3961">
                  <c:v>103268.93</c:v>
                </c:pt>
                <c:pt idx="3962">
                  <c:v>103295</c:v>
                </c:pt>
                <c:pt idx="3963">
                  <c:v>103321.07</c:v>
                </c:pt>
                <c:pt idx="3964">
                  <c:v>103347.14</c:v>
                </c:pt>
                <c:pt idx="3965">
                  <c:v>103373.21</c:v>
                </c:pt>
                <c:pt idx="3966">
                  <c:v>103399.29</c:v>
                </c:pt>
                <c:pt idx="3967">
                  <c:v>103425.36</c:v>
                </c:pt>
                <c:pt idx="3968">
                  <c:v>103451.43</c:v>
                </c:pt>
                <c:pt idx="3969">
                  <c:v>103477.5</c:v>
                </c:pt>
                <c:pt idx="3970">
                  <c:v>103503.57</c:v>
                </c:pt>
                <c:pt idx="3971">
                  <c:v>103529.64</c:v>
                </c:pt>
                <c:pt idx="3972">
                  <c:v>103555.71</c:v>
                </c:pt>
                <c:pt idx="3973">
                  <c:v>103581.79</c:v>
                </c:pt>
                <c:pt idx="3974">
                  <c:v>103607.86</c:v>
                </c:pt>
                <c:pt idx="3975">
                  <c:v>103633.93</c:v>
                </c:pt>
                <c:pt idx="3976">
                  <c:v>103660</c:v>
                </c:pt>
                <c:pt idx="3977">
                  <c:v>103686.07</c:v>
                </c:pt>
                <c:pt idx="3978">
                  <c:v>103712.14</c:v>
                </c:pt>
                <c:pt idx="3979">
                  <c:v>103738.21</c:v>
                </c:pt>
                <c:pt idx="3980">
                  <c:v>103764.29</c:v>
                </c:pt>
                <c:pt idx="3981">
                  <c:v>103790.36</c:v>
                </c:pt>
                <c:pt idx="3982">
                  <c:v>103816.43</c:v>
                </c:pt>
                <c:pt idx="3983">
                  <c:v>103842.5</c:v>
                </c:pt>
                <c:pt idx="3984">
                  <c:v>103868.57</c:v>
                </c:pt>
                <c:pt idx="3985">
                  <c:v>103894.64</c:v>
                </c:pt>
                <c:pt idx="3986">
                  <c:v>103920.71</c:v>
                </c:pt>
                <c:pt idx="3987">
                  <c:v>103946.79</c:v>
                </c:pt>
                <c:pt idx="3988">
                  <c:v>103972.86</c:v>
                </c:pt>
                <c:pt idx="3989">
                  <c:v>103998.93</c:v>
                </c:pt>
                <c:pt idx="3990">
                  <c:v>104025</c:v>
                </c:pt>
                <c:pt idx="3991">
                  <c:v>104051.07</c:v>
                </c:pt>
                <c:pt idx="3992">
                  <c:v>104077.14</c:v>
                </c:pt>
                <c:pt idx="3993">
                  <c:v>104103.21</c:v>
                </c:pt>
                <c:pt idx="3994">
                  <c:v>104129.29</c:v>
                </c:pt>
                <c:pt idx="3995">
                  <c:v>104155.36</c:v>
                </c:pt>
                <c:pt idx="3996">
                  <c:v>104181.43</c:v>
                </c:pt>
                <c:pt idx="3997">
                  <c:v>104207.5</c:v>
                </c:pt>
                <c:pt idx="3998">
                  <c:v>104233.57</c:v>
                </c:pt>
                <c:pt idx="3999">
                  <c:v>104259.64</c:v>
                </c:pt>
                <c:pt idx="4000">
                  <c:v>104285.71</c:v>
                </c:pt>
                <c:pt idx="4001">
                  <c:v>104311.79</c:v>
                </c:pt>
                <c:pt idx="4002">
                  <c:v>104337.86</c:v>
                </c:pt>
                <c:pt idx="4003">
                  <c:v>104363.93</c:v>
                </c:pt>
                <c:pt idx="4004">
                  <c:v>104390</c:v>
                </c:pt>
                <c:pt idx="4005">
                  <c:v>104416.07</c:v>
                </c:pt>
                <c:pt idx="4006">
                  <c:v>104442.14</c:v>
                </c:pt>
                <c:pt idx="4007">
                  <c:v>104468.21</c:v>
                </c:pt>
                <c:pt idx="4008">
                  <c:v>104494.29</c:v>
                </c:pt>
                <c:pt idx="4009">
                  <c:v>104520.36</c:v>
                </c:pt>
                <c:pt idx="4010">
                  <c:v>104546.43</c:v>
                </c:pt>
                <c:pt idx="4011">
                  <c:v>104572.5</c:v>
                </c:pt>
                <c:pt idx="4012">
                  <c:v>104598.57</c:v>
                </c:pt>
                <c:pt idx="4013">
                  <c:v>104624.64</c:v>
                </c:pt>
                <c:pt idx="4014">
                  <c:v>104650.71</c:v>
                </c:pt>
                <c:pt idx="4015">
                  <c:v>104676.79</c:v>
                </c:pt>
                <c:pt idx="4016">
                  <c:v>104702.86</c:v>
                </c:pt>
                <c:pt idx="4017">
                  <c:v>104728.93</c:v>
                </c:pt>
                <c:pt idx="4018">
                  <c:v>104755</c:v>
                </c:pt>
                <c:pt idx="4019">
                  <c:v>104781.07</c:v>
                </c:pt>
                <c:pt idx="4020">
                  <c:v>104807.14</c:v>
                </c:pt>
                <c:pt idx="4021">
                  <c:v>104833.21</c:v>
                </c:pt>
                <c:pt idx="4022">
                  <c:v>104859.29</c:v>
                </c:pt>
                <c:pt idx="4023">
                  <c:v>104885.36</c:v>
                </c:pt>
                <c:pt idx="4024">
                  <c:v>104911.43</c:v>
                </c:pt>
                <c:pt idx="4025">
                  <c:v>104937.5</c:v>
                </c:pt>
                <c:pt idx="4026">
                  <c:v>104963.57</c:v>
                </c:pt>
                <c:pt idx="4027">
                  <c:v>104989.64</c:v>
                </c:pt>
                <c:pt idx="4028">
                  <c:v>105015.71</c:v>
                </c:pt>
                <c:pt idx="4029">
                  <c:v>105041.79</c:v>
                </c:pt>
                <c:pt idx="4030">
                  <c:v>105067.86</c:v>
                </c:pt>
                <c:pt idx="4031">
                  <c:v>105093.93</c:v>
                </c:pt>
                <c:pt idx="4032">
                  <c:v>105120</c:v>
                </c:pt>
                <c:pt idx="4033">
                  <c:v>105146.07</c:v>
                </c:pt>
                <c:pt idx="4034">
                  <c:v>105172.14</c:v>
                </c:pt>
                <c:pt idx="4035">
                  <c:v>105198.21</c:v>
                </c:pt>
                <c:pt idx="4036">
                  <c:v>105224.29</c:v>
                </c:pt>
                <c:pt idx="4037">
                  <c:v>105250.36</c:v>
                </c:pt>
                <c:pt idx="4038">
                  <c:v>105276.43</c:v>
                </c:pt>
                <c:pt idx="4039">
                  <c:v>105302.5</c:v>
                </c:pt>
                <c:pt idx="4040">
                  <c:v>105328.57</c:v>
                </c:pt>
                <c:pt idx="4041">
                  <c:v>105354.64</c:v>
                </c:pt>
                <c:pt idx="4042">
                  <c:v>105380.71</c:v>
                </c:pt>
                <c:pt idx="4043">
                  <c:v>105406.79</c:v>
                </c:pt>
                <c:pt idx="4044">
                  <c:v>105432.86</c:v>
                </c:pt>
                <c:pt idx="4045">
                  <c:v>105458.93</c:v>
                </c:pt>
                <c:pt idx="4046">
                  <c:v>105485</c:v>
                </c:pt>
                <c:pt idx="4047">
                  <c:v>105511.07</c:v>
                </c:pt>
                <c:pt idx="4048">
                  <c:v>105537.14</c:v>
                </c:pt>
                <c:pt idx="4049">
                  <c:v>105563.21</c:v>
                </c:pt>
                <c:pt idx="4050">
                  <c:v>105589.29</c:v>
                </c:pt>
                <c:pt idx="4051">
                  <c:v>105615.36</c:v>
                </c:pt>
                <c:pt idx="4052">
                  <c:v>105641.43</c:v>
                </c:pt>
                <c:pt idx="4053">
                  <c:v>105667.5</c:v>
                </c:pt>
                <c:pt idx="4054">
                  <c:v>105693.57</c:v>
                </c:pt>
                <c:pt idx="4055">
                  <c:v>105719.64</c:v>
                </c:pt>
                <c:pt idx="4056">
                  <c:v>105745.71</c:v>
                </c:pt>
                <c:pt idx="4057">
                  <c:v>105771.79</c:v>
                </c:pt>
                <c:pt idx="4058">
                  <c:v>105797.86</c:v>
                </c:pt>
                <c:pt idx="4059">
                  <c:v>105823.93</c:v>
                </c:pt>
                <c:pt idx="4060">
                  <c:v>105850</c:v>
                </c:pt>
                <c:pt idx="4061">
                  <c:v>105876.07</c:v>
                </c:pt>
                <c:pt idx="4062">
                  <c:v>105902.14</c:v>
                </c:pt>
                <c:pt idx="4063">
                  <c:v>105928.21</c:v>
                </c:pt>
                <c:pt idx="4064">
                  <c:v>105954.29</c:v>
                </c:pt>
                <c:pt idx="4065">
                  <c:v>105980.36</c:v>
                </c:pt>
                <c:pt idx="4066">
                  <c:v>106006.43</c:v>
                </c:pt>
                <c:pt idx="4067">
                  <c:v>106032.5</c:v>
                </c:pt>
                <c:pt idx="4068">
                  <c:v>106058.57</c:v>
                </c:pt>
                <c:pt idx="4069">
                  <c:v>106084.64</c:v>
                </c:pt>
                <c:pt idx="4070">
                  <c:v>106110.71</c:v>
                </c:pt>
                <c:pt idx="4071">
                  <c:v>106136.79</c:v>
                </c:pt>
                <c:pt idx="4072">
                  <c:v>106162.86</c:v>
                </c:pt>
                <c:pt idx="4073">
                  <c:v>106188.93</c:v>
                </c:pt>
                <c:pt idx="4074">
                  <c:v>106215</c:v>
                </c:pt>
                <c:pt idx="4075">
                  <c:v>106241.07</c:v>
                </c:pt>
                <c:pt idx="4076">
                  <c:v>106267.14</c:v>
                </c:pt>
                <c:pt idx="4077">
                  <c:v>106293.21</c:v>
                </c:pt>
                <c:pt idx="4078">
                  <c:v>106319.29</c:v>
                </c:pt>
                <c:pt idx="4079">
                  <c:v>106345.36</c:v>
                </c:pt>
                <c:pt idx="4080">
                  <c:v>106371.43</c:v>
                </c:pt>
                <c:pt idx="4081">
                  <c:v>106397.5</c:v>
                </c:pt>
                <c:pt idx="4082">
                  <c:v>106423.57</c:v>
                </c:pt>
                <c:pt idx="4083">
                  <c:v>106449.64</c:v>
                </c:pt>
                <c:pt idx="4084">
                  <c:v>106475.71</c:v>
                </c:pt>
                <c:pt idx="4085">
                  <c:v>106501.79</c:v>
                </c:pt>
                <c:pt idx="4086">
                  <c:v>106527.86</c:v>
                </c:pt>
                <c:pt idx="4087">
                  <c:v>106553.93</c:v>
                </c:pt>
                <c:pt idx="4088">
                  <c:v>106580</c:v>
                </c:pt>
                <c:pt idx="4089">
                  <c:v>106606.07</c:v>
                </c:pt>
                <c:pt idx="4090">
                  <c:v>106632.14</c:v>
                </c:pt>
                <c:pt idx="4091">
                  <c:v>106658.21</c:v>
                </c:pt>
                <c:pt idx="4092">
                  <c:v>106684.29</c:v>
                </c:pt>
                <c:pt idx="4093">
                  <c:v>106710.36</c:v>
                </c:pt>
                <c:pt idx="4094">
                  <c:v>106736.43</c:v>
                </c:pt>
                <c:pt idx="4095">
                  <c:v>106762.5</c:v>
                </c:pt>
                <c:pt idx="4096">
                  <c:v>106788.57</c:v>
                </c:pt>
                <c:pt idx="4097">
                  <c:v>106814.64</c:v>
                </c:pt>
                <c:pt idx="4098">
                  <c:v>106840.71</c:v>
                </c:pt>
                <c:pt idx="4099">
                  <c:v>106866.79</c:v>
                </c:pt>
                <c:pt idx="4100">
                  <c:v>106892.86</c:v>
                </c:pt>
                <c:pt idx="4101">
                  <c:v>106918.93</c:v>
                </c:pt>
                <c:pt idx="4102">
                  <c:v>106945</c:v>
                </c:pt>
                <c:pt idx="4103">
                  <c:v>106971.07</c:v>
                </c:pt>
                <c:pt idx="4104">
                  <c:v>106997.14</c:v>
                </c:pt>
                <c:pt idx="4105">
                  <c:v>107023.21</c:v>
                </c:pt>
                <c:pt idx="4106">
                  <c:v>107049.29</c:v>
                </c:pt>
                <c:pt idx="4107">
                  <c:v>107075.36</c:v>
                </c:pt>
                <c:pt idx="4108">
                  <c:v>107101.43</c:v>
                </c:pt>
                <c:pt idx="4109">
                  <c:v>107127.5</c:v>
                </c:pt>
                <c:pt idx="4110">
                  <c:v>107153.57</c:v>
                </c:pt>
                <c:pt idx="4111">
                  <c:v>107179.64</c:v>
                </c:pt>
                <c:pt idx="4112">
                  <c:v>107205.71</c:v>
                </c:pt>
                <c:pt idx="4113">
                  <c:v>107231.79</c:v>
                </c:pt>
                <c:pt idx="4114">
                  <c:v>107257.86</c:v>
                </c:pt>
                <c:pt idx="4115">
                  <c:v>107283.93</c:v>
                </c:pt>
                <c:pt idx="4116">
                  <c:v>107310</c:v>
                </c:pt>
                <c:pt idx="4117">
                  <c:v>107336.07</c:v>
                </c:pt>
                <c:pt idx="4118">
                  <c:v>107362.14</c:v>
                </c:pt>
                <c:pt idx="4119">
                  <c:v>107388.21</c:v>
                </c:pt>
                <c:pt idx="4120">
                  <c:v>107414.29</c:v>
                </c:pt>
                <c:pt idx="4121">
                  <c:v>107440.36</c:v>
                </c:pt>
                <c:pt idx="4122">
                  <c:v>107466.43</c:v>
                </c:pt>
                <c:pt idx="4123">
                  <c:v>107492.5</c:v>
                </c:pt>
                <c:pt idx="4124">
                  <c:v>107518.57</c:v>
                </c:pt>
                <c:pt idx="4125">
                  <c:v>107544.64</c:v>
                </c:pt>
                <c:pt idx="4126">
                  <c:v>107570.71</c:v>
                </c:pt>
                <c:pt idx="4127">
                  <c:v>107596.79</c:v>
                </c:pt>
                <c:pt idx="4128">
                  <c:v>107622.86</c:v>
                </c:pt>
                <c:pt idx="4129">
                  <c:v>107648.93</c:v>
                </c:pt>
                <c:pt idx="4130">
                  <c:v>107675</c:v>
                </c:pt>
                <c:pt idx="4131">
                  <c:v>107701.07</c:v>
                </c:pt>
                <c:pt idx="4132">
                  <c:v>107727.14</c:v>
                </c:pt>
                <c:pt idx="4133">
                  <c:v>107753.21</c:v>
                </c:pt>
                <c:pt idx="4134">
                  <c:v>107779.29</c:v>
                </c:pt>
                <c:pt idx="4135">
                  <c:v>107805.36</c:v>
                </c:pt>
                <c:pt idx="4136">
                  <c:v>107831.43</c:v>
                </c:pt>
                <c:pt idx="4137">
                  <c:v>107857.5</c:v>
                </c:pt>
                <c:pt idx="4138">
                  <c:v>107883.57</c:v>
                </c:pt>
                <c:pt idx="4139">
                  <c:v>107909.64</c:v>
                </c:pt>
                <c:pt idx="4140">
                  <c:v>107935.71</c:v>
                </c:pt>
                <c:pt idx="4141">
                  <c:v>107961.79</c:v>
                </c:pt>
                <c:pt idx="4142">
                  <c:v>107987.86</c:v>
                </c:pt>
                <c:pt idx="4143">
                  <c:v>108013.93</c:v>
                </c:pt>
                <c:pt idx="4144">
                  <c:v>108040</c:v>
                </c:pt>
                <c:pt idx="4145">
                  <c:v>108066.07</c:v>
                </c:pt>
                <c:pt idx="4146">
                  <c:v>108092.14</c:v>
                </c:pt>
                <c:pt idx="4147">
                  <c:v>108118.21</c:v>
                </c:pt>
                <c:pt idx="4148">
                  <c:v>108144.29</c:v>
                </c:pt>
                <c:pt idx="4149">
                  <c:v>108170.36</c:v>
                </c:pt>
                <c:pt idx="4150">
                  <c:v>108196.43</c:v>
                </c:pt>
                <c:pt idx="4151">
                  <c:v>108222.5</c:v>
                </c:pt>
                <c:pt idx="4152">
                  <c:v>108248.57</c:v>
                </c:pt>
                <c:pt idx="4153">
                  <c:v>108274.64</c:v>
                </c:pt>
                <c:pt idx="4154">
                  <c:v>108300.71</c:v>
                </c:pt>
                <c:pt idx="4155">
                  <c:v>108326.79</c:v>
                </c:pt>
                <c:pt idx="4156">
                  <c:v>108352.86</c:v>
                </c:pt>
                <c:pt idx="4157">
                  <c:v>108378.93</c:v>
                </c:pt>
                <c:pt idx="4158">
                  <c:v>108405</c:v>
                </c:pt>
                <c:pt idx="4159">
                  <c:v>108431.07</c:v>
                </c:pt>
                <c:pt idx="4160">
                  <c:v>108457.14</c:v>
                </c:pt>
                <c:pt idx="4161">
                  <c:v>108483.21</c:v>
                </c:pt>
                <c:pt idx="4162">
                  <c:v>108509.29</c:v>
                </c:pt>
                <c:pt idx="4163">
                  <c:v>108535.36</c:v>
                </c:pt>
                <c:pt idx="4164">
                  <c:v>108561.43</c:v>
                </c:pt>
                <c:pt idx="4165">
                  <c:v>108587.5</c:v>
                </c:pt>
                <c:pt idx="4166">
                  <c:v>108613.57</c:v>
                </c:pt>
                <c:pt idx="4167">
                  <c:v>108639.64</c:v>
                </c:pt>
                <c:pt idx="4168">
                  <c:v>108665.71</c:v>
                </c:pt>
                <c:pt idx="4169">
                  <c:v>108691.79</c:v>
                </c:pt>
                <c:pt idx="4170">
                  <c:v>108717.86</c:v>
                </c:pt>
                <c:pt idx="4171">
                  <c:v>108743.93</c:v>
                </c:pt>
                <c:pt idx="4172">
                  <c:v>108770</c:v>
                </c:pt>
                <c:pt idx="4173">
                  <c:v>108796.07</c:v>
                </c:pt>
                <c:pt idx="4174">
                  <c:v>108822.14</c:v>
                </c:pt>
                <c:pt idx="4175">
                  <c:v>108848.21</c:v>
                </c:pt>
                <c:pt idx="4176">
                  <c:v>108874.29</c:v>
                </c:pt>
                <c:pt idx="4177">
                  <c:v>108900.36</c:v>
                </c:pt>
                <c:pt idx="4178">
                  <c:v>108926.43</c:v>
                </c:pt>
                <c:pt idx="4179">
                  <c:v>108952.5</c:v>
                </c:pt>
                <c:pt idx="4180">
                  <c:v>108978.57</c:v>
                </c:pt>
                <c:pt idx="4181">
                  <c:v>109004.64</c:v>
                </c:pt>
                <c:pt idx="4182">
                  <c:v>109030.71</c:v>
                </c:pt>
                <c:pt idx="4183">
                  <c:v>109056.79</c:v>
                </c:pt>
                <c:pt idx="4184">
                  <c:v>109082.86</c:v>
                </c:pt>
                <c:pt idx="4185">
                  <c:v>109108.93</c:v>
                </c:pt>
                <c:pt idx="4186">
                  <c:v>109135</c:v>
                </c:pt>
                <c:pt idx="4187">
                  <c:v>109161.07</c:v>
                </c:pt>
                <c:pt idx="4188">
                  <c:v>109187.14</c:v>
                </c:pt>
                <c:pt idx="4189">
                  <c:v>109213.21</c:v>
                </c:pt>
                <c:pt idx="4190">
                  <c:v>109239.29</c:v>
                </c:pt>
                <c:pt idx="4191">
                  <c:v>109265.36</c:v>
                </c:pt>
                <c:pt idx="4192">
                  <c:v>109291.43</c:v>
                </c:pt>
                <c:pt idx="4193">
                  <c:v>109317.5</c:v>
                </c:pt>
                <c:pt idx="4194">
                  <c:v>109343.57</c:v>
                </c:pt>
                <c:pt idx="4195">
                  <c:v>109369.64</c:v>
                </c:pt>
                <c:pt idx="4196">
                  <c:v>109395.71</c:v>
                </c:pt>
                <c:pt idx="4197">
                  <c:v>109421.79</c:v>
                </c:pt>
                <c:pt idx="4198">
                  <c:v>109447.86</c:v>
                </c:pt>
                <c:pt idx="4199">
                  <c:v>109473.93</c:v>
                </c:pt>
                <c:pt idx="4200">
                  <c:v>109500</c:v>
                </c:pt>
                <c:pt idx="4201">
                  <c:v>109526.07</c:v>
                </c:pt>
                <c:pt idx="4202">
                  <c:v>109552.14</c:v>
                </c:pt>
                <c:pt idx="4203">
                  <c:v>109578.21</c:v>
                </c:pt>
                <c:pt idx="4204">
                  <c:v>109604.29</c:v>
                </c:pt>
                <c:pt idx="4205">
                  <c:v>109630.36</c:v>
                </c:pt>
                <c:pt idx="4206">
                  <c:v>109656.43</c:v>
                </c:pt>
                <c:pt idx="4207">
                  <c:v>109682.5</c:v>
                </c:pt>
                <c:pt idx="4208">
                  <c:v>109708.57</c:v>
                </c:pt>
                <c:pt idx="4209">
                  <c:v>109734.64</c:v>
                </c:pt>
                <c:pt idx="4210">
                  <c:v>109760.71</c:v>
                </c:pt>
                <c:pt idx="4211">
                  <c:v>109786.79</c:v>
                </c:pt>
                <c:pt idx="4212">
                  <c:v>109812.86</c:v>
                </c:pt>
                <c:pt idx="4213">
                  <c:v>109838.93</c:v>
                </c:pt>
                <c:pt idx="4214">
                  <c:v>109865</c:v>
                </c:pt>
                <c:pt idx="4215">
                  <c:v>109891.07</c:v>
                </c:pt>
                <c:pt idx="4216">
                  <c:v>109917.14</c:v>
                </c:pt>
                <c:pt idx="4217">
                  <c:v>109943.21</c:v>
                </c:pt>
                <c:pt idx="4218">
                  <c:v>109969.29</c:v>
                </c:pt>
                <c:pt idx="4219">
                  <c:v>109995.36</c:v>
                </c:pt>
                <c:pt idx="4220">
                  <c:v>110021.43</c:v>
                </c:pt>
                <c:pt idx="4221">
                  <c:v>110047.5</c:v>
                </c:pt>
                <c:pt idx="4222">
                  <c:v>110073.57</c:v>
                </c:pt>
                <c:pt idx="4223">
                  <c:v>110099.64</c:v>
                </c:pt>
                <c:pt idx="4224">
                  <c:v>110125.71</c:v>
                </c:pt>
                <c:pt idx="4225">
                  <c:v>110151.79</c:v>
                </c:pt>
                <c:pt idx="4226">
                  <c:v>110177.86</c:v>
                </c:pt>
                <c:pt idx="4227">
                  <c:v>110203.93</c:v>
                </c:pt>
                <c:pt idx="4228">
                  <c:v>110230</c:v>
                </c:pt>
                <c:pt idx="4229">
                  <c:v>110256.07</c:v>
                </c:pt>
                <c:pt idx="4230">
                  <c:v>110282.14</c:v>
                </c:pt>
                <c:pt idx="4231">
                  <c:v>110308.21</c:v>
                </c:pt>
                <c:pt idx="4232">
                  <c:v>110334.29</c:v>
                </c:pt>
                <c:pt idx="4233">
                  <c:v>110360.36</c:v>
                </c:pt>
                <c:pt idx="4234">
                  <c:v>110386.43</c:v>
                </c:pt>
                <c:pt idx="4235">
                  <c:v>110412.5</c:v>
                </c:pt>
                <c:pt idx="4236">
                  <c:v>110438.57</c:v>
                </c:pt>
                <c:pt idx="4237">
                  <c:v>110464.64</c:v>
                </c:pt>
                <c:pt idx="4238">
                  <c:v>110490.71</c:v>
                </c:pt>
                <c:pt idx="4239">
                  <c:v>110516.79</c:v>
                </c:pt>
                <c:pt idx="4240">
                  <c:v>110542.86</c:v>
                </c:pt>
                <c:pt idx="4241">
                  <c:v>110568.93</c:v>
                </c:pt>
                <c:pt idx="4242">
                  <c:v>110595</c:v>
                </c:pt>
                <c:pt idx="4243">
                  <c:v>110621.07</c:v>
                </c:pt>
                <c:pt idx="4244">
                  <c:v>110647.14</c:v>
                </c:pt>
                <c:pt idx="4245">
                  <c:v>110673.21</c:v>
                </c:pt>
                <c:pt idx="4246">
                  <c:v>110699.29</c:v>
                </c:pt>
                <c:pt idx="4247">
                  <c:v>110725.36</c:v>
                </c:pt>
                <c:pt idx="4248">
                  <c:v>110751.43</c:v>
                </c:pt>
                <c:pt idx="4249">
                  <c:v>110777.5</c:v>
                </c:pt>
                <c:pt idx="4250">
                  <c:v>110803.57</c:v>
                </c:pt>
                <c:pt idx="4251">
                  <c:v>110829.64</c:v>
                </c:pt>
                <c:pt idx="4252">
                  <c:v>110855.71</c:v>
                </c:pt>
                <c:pt idx="4253">
                  <c:v>110881.79</c:v>
                </c:pt>
                <c:pt idx="4254">
                  <c:v>110907.86</c:v>
                </c:pt>
                <c:pt idx="4255">
                  <c:v>110933.93</c:v>
                </c:pt>
                <c:pt idx="4256">
                  <c:v>110960</c:v>
                </c:pt>
                <c:pt idx="4257">
                  <c:v>110986.07</c:v>
                </c:pt>
                <c:pt idx="4258">
                  <c:v>111012.14</c:v>
                </c:pt>
                <c:pt idx="4259">
                  <c:v>111038.21</c:v>
                </c:pt>
                <c:pt idx="4260">
                  <c:v>111064.29</c:v>
                </c:pt>
                <c:pt idx="4261">
                  <c:v>111090.36</c:v>
                </c:pt>
                <c:pt idx="4262">
                  <c:v>111116.43</c:v>
                </c:pt>
                <c:pt idx="4263">
                  <c:v>111142.5</c:v>
                </c:pt>
                <c:pt idx="4264">
                  <c:v>111168.57</c:v>
                </c:pt>
                <c:pt idx="4265">
                  <c:v>111194.64</c:v>
                </c:pt>
                <c:pt idx="4266">
                  <c:v>111220.71</c:v>
                </c:pt>
                <c:pt idx="4267">
                  <c:v>111246.79</c:v>
                </c:pt>
                <c:pt idx="4268">
                  <c:v>111272.86</c:v>
                </c:pt>
                <c:pt idx="4269">
                  <c:v>111298.93</c:v>
                </c:pt>
                <c:pt idx="4270">
                  <c:v>111325</c:v>
                </c:pt>
                <c:pt idx="4271">
                  <c:v>111351.07</c:v>
                </c:pt>
                <c:pt idx="4272">
                  <c:v>111377.14</c:v>
                </c:pt>
                <c:pt idx="4273">
                  <c:v>111403.21</c:v>
                </c:pt>
                <c:pt idx="4274">
                  <c:v>111429.29</c:v>
                </c:pt>
                <c:pt idx="4275">
                  <c:v>111455.36</c:v>
                </c:pt>
                <c:pt idx="4276">
                  <c:v>111481.43</c:v>
                </c:pt>
                <c:pt idx="4277">
                  <c:v>111507.5</c:v>
                </c:pt>
                <c:pt idx="4278">
                  <c:v>111533.57</c:v>
                </c:pt>
                <c:pt idx="4279">
                  <c:v>111559.64</c:v>
                </c:pt>
                <c:pt idx="4280">
                  <c:v>111585.71</c:v>
                </c:pt>
                <c:pt idx="4281">
                  <c:v>111611.79</c:v>
                </c:pt>
                <c:pt idx="4282">
                  <c:v>111637.86</c:v>
                </c:pt>
                <c:pt idx="4283">
                  <c:v>111663.93</c:v>
                </c:pt>
                <c:pt idx="4284">
                  <c:v>111690</c:v>
                </c:pt>
                <c:pt idx="4285">
                  <c:v>111716.07</c:v>
                </c:pt>
                <c:pt idx="4286">
                  <c:v>111742.14</c:v>
                </c:pt>
                <c:pt idx="4287">
                  <c:v>111768.21</c:v>
                </c:pt>
                <c:pt idx="4288">
                  <c:v>111794.29</c:v>
                </c:pt>
                <c:pt idx="4289">
                  <c:v>111820.36</c:v>
                </c:pt>
                <c:pt idx="4290">
                  <c:v>111846.43</c:v>
                </c:pt>
                <c:pt idx="4291">
                  <c:v>111872.5</c:v>
                </c:pt>
                <c:pt idx="4292">
                  <c:v>111898.57</c:v>
                </c:pt>
                <c:pt idx="4293">
                  <c:v>111924.64</c:v>
                </c:pt>
                <c:pt idx="4294">
                  <c:v>111950.71</c:v>
                </c:pt>
                <c:pt idx="4295">
                  <c:v>111976.79</c:v>
                </c:pt>
                <c:pt idx="4296">
                  <c:v>112002.86</c:v>
                </c:pt>
                <c:pt idx="4297">
                  <c:v>112028.93</c:v>
                </c:pt>
                <c:pt idx="4298">
                  <c:v>112055</c:v>
                </c:pt>
                <c:pt idx="4299">
                  <c:v>112081.07</c:v>
                </c:pt>
                <c:pt idx="4300">
                  <c:v>112107.14</c:v>
                </c:pt>
                <c:pt idx="4301">
                  <c:v>112133.21</c:v>
                </c:pt>
                <c:pt idx="4302">
                  <c:v>112159.29</c:v>
                </c:pt>
                <c:pt idx="4303">
                  <c:v>112185.36</c:v>
                </c:pt>
                <c:pt idx="4304">
                  <c:v>112211.43</c:v>
                </c:pt>
                <c:pt idx="4305">
                  <c:v>112237.5</c:v>
                </c:pt>
                <c:pt idx="4306">
                  <c:v>112263.57</c:v>
                </c:pt>
                <c:pt idx="4307">
                  <c:v>112289.64</c:v>
                </c:pt>
                <c:pt idx="4308">
                  <c:v>112315.71</c:v>
                </c:pt>
                <c:pt idx="4309">
                  <c:v>112341.79</c:v>
                </c:pt>
                <c:pt idx="4310">
                  <c:v>112367.86</c:v>
                </c:pt>
                <c:pt idx="4311">
                  <c:v>112393.93</c:v>
                </c:pt>
                <c:pt idx="4312">
                  <c:v>112420</c:v>
                </c:pt>
                <c:pt idx="4313">
                  <c:v>112446.07</c:v>
                </c:pt>
                <c:pt idx="4314">
                  <c:v>112472.14</c:v>
                </c:pt>
                <c:pt idx="4315">
                  <c:v>112498.21</c:v>
                </c:pt>
                <c:pt idx="4316">
                  <c:v>112524.29</c:v>
                </c:pt>
                <c:pt idx="4317">
                  <c:v>112550.36</c:v>
                </c:pt>
                <c:pt idx="4318">
                  <c:v>112576.43</c:v>
                </c:pt>
                <c:pt idx="4319">
                  <c:v>112602.5</c:v>
                </c:pt>
                <c:pt idx="4320">
                  <c:v>112628.57</c:v>
                </c:pt>
                <c:pt idx="4321">
                  <c:v>112654.64</c:v>
                </c:pt>
                <c:pt idx="4322">
                  <c:v>112680.71</c:v>
                </c:pt>
                <c:pt idx="4323">
                  <c:v>112706.79</c:v>
                </c:pt>
                <c:pt idx="4324">
                  <c:v>112732.86</c:v>
                </c:pt>
                <c:pt idx="4325">
                  <c:v>112758.93</c:v>
                </c:pt>
                <c:pt idx="4326">
                  <c:v>112785</c:v>
                </c:pt>
                <c:pt idx="4327">
                  <c:v>112811.07</c:v>
                </c:pt>
                <c:pt idx="4328">
                  <c:v>112837.14</c:v>
                </c:pt>
                <c:pt idx="4329">
                  <c:v>112863.21</c:v>
                </c:pt>
                <c:pt idx="4330">
                  <c:v>112889.29</c:v>
                </c:pt>
                <c:pt idx="4331">
                  <c:v>112915.36</c:v>
                </c:pt>
                <c:pt idx="4332">
                  <c:v>112941.43</c:v>
                </c:pt>
                <c:pt idx="4333">
                  <c:v>112967.5</c:v>
                </c:pt>
                <c:pt idx="4334">
                  <c:v>112993.57</c:v>
                </c:pt>
                <c:pt idx="4335">
                  <c:v>113019.64</c:v>
                </c:pt>
                <c:pt idx="4336">
                  <c:v>113045.71</c:v>
                </c:pt>
                <c:pt idx="4337">
                  <c:v>113071.79</c:v>
                </c:pt>
                <c:pt idx="4338">
                  <c:v>113097.86</c:v>
                </c:pt>
                <c:pt idx="4339">
                  <c:v>113123.93</c:v>
                </c:pt>
                <c:pt idx="4340">
                  <c:v>113150</c:v>
                </c:pt>
                <c:pt idx="4341">
                  <c:v>113176.07</c:v>
                </c:pt>
                <c:pt idx="4342">
                  <c:v>113202.14</c:v>
                </c:pt>
                <c:pt idx="4343">
                  <c:v>113228.21</c:v>
                </c:pt>
                <c:pt idx="4344">
                  <c:v>113254.29</c:v>
                </c:pt>
                <c:pt idx="4345">
                  <c:v>113280.36</c:v>
                </c:pt>
                <c:pt idx="4346">
                  <c:v>113306.43</c:v>
                </c:pt>
                <c:pt idx="4347">
                  <c:v>113332.5</c:v>
                </c:pt>
                <c:pt idx="4348">
                  <c:v>113358.57</c:v>
                </c:pt>
                <c:pt idx="4349">
                  <c:v>113384.64</c:v>
                </c:pt>
                <c:pt idx="4350">
                  <c:v>113410.71</c:v>
                </c:pt>
                <c:pt idx="4351">
                  <c:v>113436.79</c:v>
                </c:pt>
                <c:pt idx="4352">
                  <c:v>113462.86</c:v>
                </c:pt>
                <c:pt idx="4353">
                  <c:v>113488.93</c:v>
                </c:pt>
                <c:pt idx="4354">
                  <c:v>113515</c:v>
                </c:pt>
                <c:pt idx="4355">
                  <c:v>113541.07</c:v>
                </c:pt>
                <c:pt idx="4356">
                  <c:v>113567.14</c:v>
                </c:pt>
                <c:pt idx="4357">
                  <c:v>113593.21</c:v>
                </c:pt>
                <c:pt idx="4358">
                  <c:v>113619.29</c:v>
                </c:pt>
                <c:pt idx="4359">
                  <c:v>113645.36</c:v>
                </c:pt>
                <c:pt idx="4360">
                  <c:v>113671.43</c:v>
                </c:pt>
                <c:pt idx="4361">
                  <c:v>113697.5</c:v>
                </c:pt>
                <c:pt idx="4362">
                  <c:v>113723.57</c:v>
                </c:pt>
                <c:pt idx="4363">
                  <c:v>113749.64</c:v>
                </c:pt>
                <c:pt idx="4364">
                  <c:v>113775.71</c:v>
                </c:pt>
                <c:pt idx="4365">
                  <c:v>113801.79</c:v>
                </c:pt>
                <c:pt idx="4366">
                  <c:v>113827.86</c:v>
                </c:pt>
                <c:pt idx="4367">
                  <c:v>113853.93</c:v>
                </c:pt>
                <c:pt idx="4368">
                  <c:v>113880</c:v>
                </c:pt>
                <c:pt idx="4369">
                  <c:v>113906.07</c:v>
                </c:pt>
                <c:pt idx="4370">
                  <c:v>113932.14</c:v>
                </c:pt>
                <c:pt idx="4371">
                  <c:v>113958.21</c:v>
                </c:pt>
                <c:pt idx="4372">
                  <c:v>113984.29</c:v>
                </c:pt>
                <c:pt idx="4373">
                  <c:v>114010.36</c:v>
                </c:pt>
                <c:pt idx="4374">
                  <c:v>114036.43</c:v>
                </c:pt>
                <c:pt idx="4375">
                  <c:v>114062.5</c:v>
                </c:pt>
                <c:pt idx="4376">
                  <c:v>114088.57</c:v>
                </c:pt>
                <c:pt idx="4377">
                  <c:v>114114.64</c:v>
                </c:pt>
                <c:pt idx="4378">
                  <c:v>114140.71</c:v>
                </c:pt>
                <c:pt idx="4379">
                  <c:v>114166.79</c:v>
                </c:pt>
                <c:pt idx="4380">
                  <c:v>114192.86</c:v>
                </c:pt>
                <c:pt idx="4381">
                  <c:v>114218.93</c:v>
                </c:pt>
                <c:pt idx="4382">
                  <c:v>114245</c:v>
                </c:pt>
                <c:pt idx="4383">
                  <c:v>114271.07</c:v>
                </c:pt>
                <c:pt idx="4384">
                  <c:v>114297.14</c:v>
                </c:pt>
                <c:pt idx="4385">
                  <c:v>114323.21</c:v>
                </c:pt>
                <c:pt idx="4386">
                  <c:v>114349.29</c:v>
                </c:pt>
                <c:pt idx="4387">
                  <c:v>114375.36</c:v>
                </c:pt>
                <c:pt idx="4388">
                  <c:v>114401.43</c:v>
                </c:pt>
                <c:pt idx="4389">
                  <c:v>114427.5</c:v>
                </c:pt>
                <c:pt idx="4390">
                  <c:v>114453.57</c:v>
                </c:pt>
                <c:pt idx="4391">
                  <c:v>114479.64</c:v>
                </c:pt>
                <c:pt idx="4392">
                  <c:v>114505.71</c:v>
                </c:pt>
                <c:pt idx="4393">
                  <c:v>114531.79</c:v>
                </c:pt>
                <c:pt idx="4394">
                  <c:v>114557.86</c:v>
                </c:pt>
                <c:pt idx="4395">
                  <c:v>114583.93</c:v>
                </c:pt>
                <c:pt idx="4396">
                  <c:v>114610</c:v>
                </c:pt>
                <c:pt idx="4397">
                  <c:v>114636.07</c:v>
                </c:pt>
                <c:pt idx="4398">
                  <c:v>114662.14</c:v>
                </c:pt>
                <c:pt idx="4399">
                  <c:v>114688.21</c:v>
                </c:pt>
                <c:pt idx="4400">
                  <c:v>114714.29</c:v>
                </c:pt>
                <c:pt idx="4401">
                  <c:v>114740.36</c:v>
                </c:pt>
                <c:pt idx="4402">
                  <c:v>114766.43</c:v>
                </c:pt>
                <c:pt idx="4403">
                  <c:v>114792.5</c:v>
                </c:pt>
                <c:pt idx="4404">
                  <c:v>114818.57</c:v>
                </c:pt>
                <c:pt idx="4405">
                  <c:v>114844.64</c:v>
                </c:pt>
                <c:pt idx="4406">
                  <c:v>114870.71</c:v>
                </c:pt>
                <c:pt idx="4407">
                  <c:v>114896.79</c:v>
                </c:pt>
                <c:pt idx="4408">
                  <c:v>114922.86</c:v>
                </c:pt>
                <c:pt idx="4409">
                  <c:v>114948.93</c:v>
                </c:pt>
                <c:pt idx="4410">
                  <c:v>114975</c:v>
                </c:pt>
                <c:pt idx="4411">
                  <c:v>115001.07</c:v>
                </c:pt>
                <c:pt idx="4412">
                  <c:v>115027.14</c:v>
                </c:pt>
                <c:pt idx="4413">
                  <c:v>115053.21</c:v>
                </c:pt>
                <c:pt idx="4414">
                  <c:v>115079.29</c:v>
                </c:pt>
                <c:pt idx="4415">
                  <c:v>115105.36</c:v>
                </c:pt>
                <c:pt idx="4416">
                  <c:v>115131.43</c:v>
                </c:pt>
                <c:pt idx="4417">
                  <c:v>115157.5</c:v>
                </c:pt>
                <c:pt idx="4418">
                  <c:v>115183.57</c:v>
                </c:pt>
                <c:pt idx="4419">
                  <c:v>115209.64</c:v>
                </c:pt>
                <c:pt idx="4420">
                  <c:v>115235.71</c:v>
                </c:pt>
                <c:pt idx="4421">
                  <c:v>115261.79</c:v>
                </c:pt>
                <c:pt idx="4422">
                  <c:v>115287.86</c:v>
                </c:pt>
                <c:pt idx="4423">
                  <c:v>115313.93</c:v>
                </c:pt>
                <c:pt idx="4424">
                  <c:v>115340</c:v>
                </c:pt>
                <c:pt idx="4425">
                  <c:v>115366.07</c:v>
                </c:pt>
                <c:pt idx="4426">
                  <c:v>115392.14</c:v>
                </c:pt>
                <c:pt idx="4427">
                  <c:v>115418.21</c:v>
                </c:pt>
                <c:pt idx="4428">
                  <c:v>115444.29</c:v>
                </c:pt>
                <c:pt idx="4429">
                  <c:v>115470.36</c:v>
                </c:pt>
                <c:pt idx="4430">
                  <c:v>115496.43</c:v>
                </c:pt>
                <c:pt idx="4431">
                  <c:v>115522.5</c:v>
                </c:pt>
                <c:pt idx="4432">
                  <c:v>115548.57</c:v>
                </c:pt>
                <c:pt idx="4433">
                  <c:v>115574.64</c:v>
                </c:pt>
                <c:pt idx="4434">
                  <c:v>115600.71</c:v>
                </c:pt>
                <c:pt idx="4435">
                  <c:v>115626.79</c:v>
                </c:pt>
                <c:pt idx="4436">
                  <c:v>115652.86</c:v>
                </c:pt>
                <c:pt idx="4437">
                  <c:v>115678.93</c:v>
                </c:pt>
                <c:pt idx="4438">
                  <c:v>115705</c:v>
                </c:pt>
                <c:pt idx="4439">
                  <c:v>115731.07</c:v>
                </c:pt>
                <c:pt idx="4440">
                  <c:v>115757.14</c:v>
                </c:pt>
                <c:pt idx="4441">
                  <c:v>115783.21</c:v>
                </c:pt>
                <c:pt idx="4442">
                  <c:v>115809.29</c:v>
                </c:pt>
                <c:pt idx="4443">
                  <c:v>115835.36</c:v>
                </c:pt>
                <c:pt idx="4444">
                  <c:v>115861.43</c:v>
                </c:pt>
                <c:pt idx="4445">
                  <c:v>115887.5</c:v>
                </c:pt>
                <c:pt idx="4446">
                  <c:v>115913.57</c:v>
                </c:pt>
                <c:pt idx="4447">
                  <c:v>115939.64</c:v>
                </c:pt>
                <c:pt idx="4448">
                  <c:v>115965.71</c:v>
                </c:pt>
                <c:pt idx="4449">
                  <c:v>115991.79</c:v>
                </c:pt>
                <c:pt idx="4450">
                  <c:v>116017.86</c:v>
                </c:pt>
                <c:pt idx="4451">
                  <c:v>116043.93</c:v>
                </c:pt>
                <c:pt idx="4452">
                  <c:v>116070</c:v>
                </c:pt>
                <c:pt idx="4453">
                  <c:v>116096.07</c:v>
                </c:pt>
                <c:pt idx="4454">
                  <c:v>116122.14</c:v>
                </c:pt>
                <c:pt idx="4455">
                  <c:v>116148.21</c:v>
                </c:pt>
                <c:pt idx="4456">
                  <c:v>116174.29</c:v>
                </c:pt>
                <c:pt idx="4457">
                  <c:v>116200.36</c:v>
                </c:pt>
                <c:pt idx="4458">
                  <c:v>116226.43</c:v>
                </c:pt>
                <c:pt idx="4459">
                  <c:v>116252.5</c:v>
                </c:pt>
                <c:pt idx="4460">
                  <c:v>116278.57</c:v>
                </c:pt>
                <c:pt idx="4461">
                  <c:v>116304.64</c:v>
                </c:pt>
                <c:pt idx="4462">
                  <c:v>116330.71</c:v>
                </c:pt>
                <c:pt idx="4463">
                  <c:v>116356.79</c:v>
                </c:pt>
                <c:pt idx="4464">
                  <c:v>116382.86</c:v>
                </c:pt>
                <c:pt idx="4465">
                  <c:v>116408.93</c:v>
                </c:pt>
                <c:pt idx="4466">
                  <c:v>116435</c:v>
                </c:pt>
                <c:pt idx="4467">
                  <c:v>116461.07</c:v>
                </c:pt>
                <c:pt idx="4468">
                  <c:v>116487.14</c:v>
                </c:pt>
                <c:pt idx="4469">
                  <c:v>116513.21</c:v>
                </c:pt>
                <c:pt idx="4470">
                  <c:v>116539.29</c:v>
                </c:pt>
                <c:pt idx="4471">
                  <c:v>116565.36</c:v>
                </c:pt>
                <c:pt idx="4472">
                  <c:v>116591.43</c:v>
                </c:pt>
                <c:pt idx="4473">
                  <c:v>116617.5</c:v>
                </c:pt>
                <c:pt idx="4474">
                  <c:v>116643.57</c:v>
                </c:pt>
                <c:pt idx="4475">
                  <c:v>116669.64</c:v>
                </c:pt>
                <c:pt idx="4476">
                  <c:v>116695.71</c:v>
                </c:pt>
                <c:pt idx="4477">
                  <c:v>116721.79</c:v>
                </c:pt>
                <c:pt idx="4478">
                  <c:v>116747.86</c:v>
                </c:pt>
                <c:pt idx="4479">
                  <c:v>116773.93</c:v>
                </c:pt>
                <c:pt idx="4480">
                  <c:v>116800</c:v>
                </c:pt>
                <c:pt idx="4481">
                  <c:v>116826.07</c:v>
                </c:pt>
                <c:pt idx="4482">
                  <c:v>116852.14</c:v>
                </c:pt>
                <c:pt idx="4483">
                  <c:v>116878.21</c:v>
                </c:pt>
                <c:pt idx="4484">
                  <c:v>116904.29</c:v>
                </c:pt>
                <c:pt idx="4485">
                  <c:v>116930.36</c:v>
                </c:pt>
                <c:pt idx="4486">
                  <c:v>116956.43</c:v>
                </c:pt>
                <c:pt idx="4487">
                  <c:v>116982.5</c:v>
                </c:pt>
                <c:pt idx="4488">
                  <c:v>117008.57</c:v>
                </c:pt>
                <c:pt idx="4489">
                  <c:v>117034.64</c:v>
                </c:pt>
                <c:pt idx="4490">
                  <c:v>117060.71</c:v>
                </c:pt>
                <c:pt idx="4491">
                  <c:v>117086.79</c:v>
                </c:pt>
                <c:pt idx="4492">
                  <c:v>117112.86</c:v>
                </c:pt>
                <c:pt idx="4493">
                  <c:v>117138.93</c:v>
                </c:pt>
                <c:pt idx="4494">
                  <c:v>117165</c:v>
                </c:pt>
                <c:pt idx="4495">
                  <c:v>117191.07</c:v>
                </c:pt>
                <c:pt idx="4496">
                  <c:v>117217.14</c:v>
                </c:pt>
                <c:pt idx="4497">
                  <c:v>117243.21</c:v>
                </c:pt>
                <c:pt idx="4498">
                  <c:v>117269.29</c:v>
                </c:pt>
                <c:pt idx="4499">
                  <c:v>117295.36</c:v>
                </c:pt>
                <c:pt idx="4500">
                  <c:v>117321.43</c:v>
                </c:pt>
                <c:pt idx="4501">
                  <c:v>117347.5</c:v>
                </c:pt>
                <c:pt idx="4502">
                  <c:v>117373.57</c:v>
                </c:pt>
                <c:pt idx="4503">
                  <c:v>117399.64</c:v>
                </c:pt>
                <c:pt idx="4504">
                  <c:v>117425.71</c:v>
                </c:pt>
                <c:pt idx="4505">
                  <c:v>117451.79</c:v>
                </c:pt>
                <c:pt idx="4506">
                  <c:v>117477.86</c:v>
                </c:pt>
                <c:pt idx="4507">
                  <c:v>117503.93</c:v>
                </c:pt>
                <c:pt idx="4508">
                  <c:v>117530</c:v>
                </c:pt>
                <c:pt idx="4509">
                  <c:v>117556.07</c:v>
                </c:pt>
                <c:pt idx="4510">
                  <c:v>117582.14</c:v>
                </c:pt>
                <c:pt idx="4511">
                  <c:v>117608.21</c:v>
                </c:pt>
                <c:pt idx="4512">
                  <c:v>117634.29</c:v>
                </c:pt>
                <c:pt idx="4513">
                  <c:v>117660.36</c:v>
                </c:pt>
                <c:pt idx="4514">
                  <c:v>117686.43</c:v>
                </c:pt>
                <c:pt idx="4515">
                  <c:v>117712.5</c:v>
                </c:pt>
                <c:pt idx="4516">
                  <c:v>117738.57</c:v>
                </c:pt>
                <c:pt idx="4517">
                  <c:v>117764.64</c:v>
                </c:pt>
                <c:pt idx="4518">
                  <c:v>117790.71</c:v>
                </c:pt>
                <c:pt idx="4519">
                  <c:v>117816.79</c:v>
                </c:pt>
                <c:pt idx="4520">
                  <c:v>117842.86</c:v>
                </c:pt>
                <c:pt idx="4521">
                  <c:v>117868.93</c:v>
                </c:pt>
                <c:pt idx="4522">
                  <c:v>117895</c:v>
                </c:pt>
                <c:pt idx="4523">
                  <c:v>117921.07</c:v>
                </c:pt>
                <c:pt idx="4524">
                  <c:v>117947.14</c:v>
                </c:pt>
                <c:pt idx="4525">
                  <c:v>117973.21</c:v>
                </c:pt>
                <c:pt idx="4526">
                  <c:v>117999.29</c:v>
                </c:pt>
                <c:pt idx="4527">
                  <c:v>118025.36</c:v>
                </c:pt>
                <c:pt idx="4528">
                  <c:v>118051.43</c:v>
                </c:pt>
                <c:pt idx="4529">
                  <c:v>118077.5</c:v>
                </c:pt>
                <c:pt idx="4530">
                  <c:v>118103.57</c:v>
                </c:pt>
                <c:pt idx="4531">
                  <c:v>118129.64</c:v>
                </c:pt>
                <c:pt idx="4532">
                  <c:v>118155.71</c:v>
                </c:pt>
                <c:pt idx="4533">
                  <c:v>118181.79</c:v>
                </c:pt>
                <c:pt idx="4534">
                  <c:v>118207.86</c:v>
                </c:pt>
                <c:pt idx="4535">
                  <c:v>118233.93</c:v>
                </c:pt>
                <c:pt idx="4536">
                  <c:v>118260</c:v>
                </c:pt>
                <c:pt idx="4537">
                  <c:v>118286.07</c:v>
                </c:pt>
                <c:pt idx="4538">
                  <c:v>118312.14</c:v>
                </c:pt>
                <c:pt idx="4539">
                  <c:v>118338.21</c:v>
                </c:pt>
                <c:pt idx="4540">
                  <c:v>118364.29</c:v>
                </c:pt>
                <c:pt idx="4541">
                  <c:v>118390.36</c:v>
                </c:pt>
                <c:pt idx="4542">
                  <c:v>118416.43</c:v>
                </c:pt>
                <c:pt idx="4543">
                  <c:v>118442.5</c:v>
                </c:pt>
                <c:pt idx="4544">
                  <c:v>118468.57</c:v>
                </c:pt>
                <c:pt idx="4545">
                  <c:v>118494.64</c:v>
                </c:pt>
                <c:pt idx="4546">
                  <c:v>118520.71</c:v>
                </c:pt>
                <c:pt idx="4547">
                  <c:v>118546.79</c:v>
                </c:pt>
                <c:pt idx="4548">
                  <c:v>118572.86</c:v>
                </c:pt>
                <c:pt idx="4549">
                  <c:v>118598.93</c:v>
                </c:pt>
                <c:pt idx="4550">
                  <c:v>118625</c:v>
                </c:pt>
                <c:pt idx="4551">
                  <c:v>118651.07</c:v>
                </c:pt>
                <c:pt idx="4552">
                  <c:v>118677.14</c:v>
                </c:pt>
                <c:pt idx="4553">
                  <c:v>118703.21</c:v>
                </c:pt>
                <c:pt idx="4554">
                  <c:v>118729.29</c:v>
                </c:pt>
                <c:pt idx="4555">
                  <c:v>118755.36</c:v>
                </c:pt>
                <c:pt idx="4556">
                  <c:v>118781.43</c:v>
                </c:pt>
                <c:pt idx="4557">
                  <c:v>118807.5</c:v>
                </c:pt>
                <c:pt idx="4558">
                  <c:v>118833.57</c:v>
                </c:pt>
                <c:pt idx="4559">
                  <c:v>118859.64</c:v>
                </c:pt>
                <c:pt idx="4560">
                  <c:v>118885.71</c:v>
                </c:pt>
                <c:pt idx="4561">
                  <c:v>118911.79</c:v>
                </c:pt>
                <c:pt idx="4562">
                  <c:v>118937.86</c:v>
                </c:pt>
                <c:pt idx="4563">
                  <c:v>118963.93</c:v>
                </c:pt>
                <c:pt idx="4564">
                  <c:v>118990</c:v>
                </c:pt>
                <c:pt idx="4565">
                  <c:v>119016.07</c:v>
                </c:pt>
                <c:pt idx="4566">
                  <c:v>119042.14</c:v>
                </c:pt>
                <c:pt idx="4567">
                  <c:v>119068.21</c:v>
                </c:pt>
                <c:pt idx="4568">
                  <c:v>119094.29</c:v>
                </c:pt>
                <c:pt idx="4569">
                  <c:v>119120.36</c:v>
                </c:pt>
                <c:pt idx="4570">
                  <c:v>119146.43</c:v>
                </c:pt>
                <c:pt idx="4571">
                  <c:v>119172.5</c:v>
                </c:pt>
                <c:pt idx="4572">
                  <c:v>119198.57</c:v>
                </c:pt>
                <c:pt idx="4573">
                  <c:v>119224.64</c:v>
                </c:pt>
                <c:pt idx="4574">
                  <c:v>119250.71</c:v>
                </c:pt>
                <c:pt idx="4575">
                  <c:v>119276.79</c:v>
                </c:pt>
                <c:pt idx="4576">
                  <c:v>119302.86</c:v>
                </c:pt>
                <c:pt idx="4577">
                  <c:v>119328.93</c:v>
                </c:pt>
                <c:pt idx="4578">
                  <c:v>119355</c:v>
                </c:pt>
                <c:pt idx="4579">
                  <c:v>119381.07</c:v>
                </c:pt>
                <c:pt idx="4580">
                  <c:v>119407.14</c:v>
                </c:pt>
                <c:pt idx="4581">
                  <c:v>119433.21</c:v>
                </c:pt>
                <c:pt idx="4582">
                  <c:v>119459.29</c:v>
                </c:pt>
                <c:pt idx="4583">
                  <c:v>119485.36</c:v>
                </c:pt>
                <c:pt idx="4584">
                  <c:v>119511.43</c:v>
                </c:pt>
                <c:pt idx="4585">
                  <c:v>119537.5</c:v>
                </c:pt>
                <c:pt idx="4586">
                  <c:v>119563.57</c:v>
                </c:pt>
                <c:pt idx="4587">
                  <c:v>119589.64</c:v>
                </c:pt>
                <c:pt idx="4588">
                  <c:v>119615.71</c:v>
                </c:pt>
                <c:pt idx="4589">
                  <c:v>119641.79</c:v>
                </c:pt>
                <c:pt idx="4590">
                  <c:v>119667.86</c:v>
                </c:pt>
                <c:pt idx="4591">
                  <c:v>119693.93</c:v>
                </c:pt>
                <c:pt idx="4592">
                  <c:v>119720</c:v>
                </c:pt>
                <c:pt idx="4593">
                  <c:v>119746.07</c:v>
                </c:pt>
                <c:pt idx="4594">
                  <c:v>119772.14</c:v>
                </c:pt>
                <c:pt idx="4595">
                  <c:v>119798.21</c:v>
                </c:pt>
                <c:pt idx="4596">
                  <c:v>119824.29</c:v>
                </c:pt>
                <c:pt idx="4597">
                  <c:v>119850.36</c:v>
                </c:pt>
                <c:pt idx="4598">
                  <c:v>119876.43</c:v>
                </c:pt>
                <c:pt idx="4599">
                  <c:v>119902.5</c:v>
                </c:pt>
                <c:pt idx="4600">
                  <c:v>119928.57</c:v>
                </c:pt>
                <c:pt idx="4601">
                  <c:v>119954.64</c:v>
                </c:pt>
                <c:pt idx="4602">
                  <c:v>119980.71</c:v>
                </c:pt>
                <c:pt idx="4603">
                  <c:v>120006.79</c:v>
                </c:pt>
                <c:pt idx="4604">
                  <c:v>120032.86</c:v>
                </c:pt>
                <c:pt idx="4605">
                  <c:v>120058.93</c:v>
                </c:pt>
                <c:pt idx="4606">
                  <c:v>120085</c:v>
                </c:pt>
                <c:pt idx="4607">
                  <c:v>120111.07</c:v>
                </c:pt>
                <c:pt idx="4608">
                  <c:v>120137.14</c:v>
                </c:pt>
                <c:pt idx="4609">
                  <c:v>120163.21</c:v>
                </c:pt>
                <c:pt idx="4610">
                  <c:v>120189.29</c:v>
                </c:pt>
                <c:pt idx="4611">
                  <c:v>120215.36</c:v>
                </c:pt>
                <c:pt idx="4612">
                  <c:v>120241.43</c:v>
                </c:pt>
                <c:pt idx="4613">
                  <c:v>120267.5</c:v>
                </c:pt>
                <c:pt idx="4614">
                  <c:v>120293.57</c:v>
                </c:pt>
                <c:pt idx="4615">
                  <c:v>120319.64</c:v>
                </c:pt>
                <c:pt idx="4616">
                  <c:v>120345.71</c:v>
                </c:pt>
                <c:pt idx="4617">
                  <c:v>120371.79</c:v>
                </c:pt>
                <c:pt idx="4618">
                  <c:v>120397.86</c:v>
                </c:pt>
                <c:pt idx="4619">
                  <c:v>120423.93</c:v>
                </c:pt>
                <c:pt idx="4620">
                  <c:v>120450</c:v>
                </c:pt>
                <c:pt idx="4621">
                  <c:v>120476.07</c:v>
                </c:pt>
                <c:pt idx="4622">
                  <c:v>120502.14</c:v>
                </c:pt>
                <c:pt idx="4623">
                  <c:v>120528.21</c:v>
                </c:pt>
                <c:pt idx="4624">
                  <c:v>120554.29</c:v>
                </c:pt>
                <c:pt idx="4625">
                  <c:v>120580.36</c:v>
                </c:pt>
                <c:pt idx="4626">
                  <c:v>120606.43</c:v>
                </c:pt>
                <c:pt idx="4627">
                  <c:v>120632.5</c:v>
                </c:pt>
                <c:pt idx="4628">
                  <c:v>120658.57</c:v>
                </c:pt>
                <c:pt idx="4629">
                  <c:v>120684.64</c:v>
                </c:pt>
                <c:pt idx="4630">
                  <c:v>120710.71</c:v>
                </c:pt>
                <c:pt idx="4631">
                  <c:v>120736.79</c:v>
                </c:pt>
                <c:pt idx="4632">
                  <c:v>120762.86</c:v>
                </c:pt>
                <c:pt idx="4633">
                  <c:v>120788.93</c:v>
                </c:pt>
                <c:pt idx="4634">
                  <c:v>120815</c:v>
                </c:pt>
                <c:pt idx="4635">
                  <c:v>120841.07</c:v>
                </c:pt>
                <c:pt idx="4636">
                  <c:v>120867.14</c:v>
                </c:pt>
                <c:pt idx="4637">
                  <c:v>120893.21</c:v>
                </c:pt>
                <c:pt idx="4638">
                  <c:v>120919.29</c:v>
                </c:pt>
                <c:pt idx="4639">
                  <c:v>120945.36</c:v>
                </c:pt>
                <c:pt idx="4640">
                  <c:v>120971.43</c:v>
                </c:pt>
                <c:pt idx="4641">
                  <c:v>120997.5</c:v>
                </c:pt>
                <c:pt idx="4642">
                  <c:v>121023.57</c:v>
                </c:pt>
                <c:pt idx="4643">
                  <c:v>121049.64</c:v>
                </c:pt>
                <c:pt idx="4644">
                  <c:v>121075.71</c:v>
                </c:pt>
                <c:pt idx="4645">
                  <c:v>121101.79</c:v>
                </c:pt>
                <c:pt idx="4646">
                  <c:v>121127.86</c:v>
                </c:pt>
                <c:pt idx="4647">
                  <c:v>121153.93</c:v>
                </c:pt>
                <c:pt idx="4648">
                  <c:v>121180</c:v>
                </c:pt>
                <c:pt idx="4649">
                  <c:v>121206.07</c:v>
                </c:pt>
                <c:pt idx="4650">
                  <c:v>121232.14</c:v>
                </c:pt>
                <c:pt idx="4651">
                  <c:v>121258.21</c:v>
                </c:pt>
                <c:pt idx="4652">
                  <c:v>121284.29</c:v>
                </c:pt>
                <c:pt idx="4653">
                  <c:v>121310.36</c:v>
                </c:pt>
                <c:pt idx="4654">
                  <c:v>121336.43</c:v>
                </c:pt>
                <c:pt idx="4655">
                  <c:v>121362.5</c:v>
                </c:pt>
                <c:pt idx="4656">
                  <c:v>121388.57</c:v>
                </c:pt>
                <c:pt idx="4657">
                  <c:v>121414.64</c:v>
                </c:pt>
                <c:pt idx="4658">
                  <c:v>121440.71</c:v>
                </c:pt>
                <c:pt idx="4659">
                  <c:v>121466.79</c:v>
                </c:pt>
                <c:pt idx="4660">
                  <c:v>121492.86</c:v>
                </c:pt>
                <c:pt idx="4661">
                  <c:v>121518.93</c:v>
                </c:pt>
                <c:pt idx="4662">
                  <c:v>121545</c:v>
                </c:pt>
                <c:pt idx="4663">
                  <c:v>121571.07</c:v>
                </c:pt>
                <c:pt idx="4664">
                  <c:v>121597.14</c:v>
                </c:pt>
                <c:pt idx="4665">
                  <c:v>121623.21</c:v>
                </c:pt>
                <c:pt idx="4666">
                  <c:v>121649.29</c:v>
                </c:pt>
                <c:pt idx="4667">
                  <c:v>121675.36</c:v>
                </c:pt>
                <c:pt idx="4668">
                  <c:v>121701.43</c:v>
                </c:pt>
                <c:pt idx="4669">
                  <c:v>121727.5</c:v>
                </c:pt>
                <c:pt idx="4670">
                  <c:v>121753.57</c:v>
                </c:pt>
                <c:pt idx="4671">
                  <c:v>121779.64</c:v>
                </c:pt>
                <c:pt idx="4672">
                  <c:v>121805.71</c:v>
                </c:pt>
                <c:pt idx="4673">
                  <c:v>121831.79</c:v>
                </c:pt>
                <c:pt idx="4674">
                  <c:v>121857.86</c:v>
                </c:pt>
                <c:pt idx="4675">
                  <c:v>121883.93</c:v>
                </c:pt>
                <c:pt idx="4676">
                  <c:v>121910</c:v>
                </c:pt>
                <c:pt idx="4677">
                  <c:v>121936.07</c:v>
                </c:pt>
                <c:pt idx="4678">
                  <c:v>121962.14</c:v>
                </c:pt>
                <c:pt idx="4679">
                  <c:v>121988.21</c:v>
                </c:pt>
                <c:pt idx="4680">
                  <c:v>122014.29</c:v>
                </c:pt>
                <c:pt idx="4681">
                  <c:v>122040.36</c:v>
                </c:pt>
                <c:pt idx="4682">
                  <c:v>122066.43</c:v>
                </c:pt>
                <c:pt idx="4683">
                  <c:v>122092.5</c:v>
                </c:pt>
                <c:pt idx="4684">
                  <c:v>122118.57</c:v>
                </c:pt>
                <c:pt idx="4685">
                  <c:v>122144.64</c:v>
                </c:pt>
                <c:pt idx="4686">
                  <c:v>122170.71</c:v>
                </c:pt>
                <c:pt idx="4687">
                  <c:v>122196.79</c:v>
                </c:pt>
                <c:pt idx="4688">
                  <c:v>122222.86</c:v>
                </c:pt>
                <c:pt idx="4689">
                  <c:v>122248.93</c:v>
                </c:pt>
                <c:pt idx="4690">
                  <c:v>122275</c:v>
                </c:pt>
                <c:pt idx="4691">
                  <c:v>122301.07</c:v>
                </c:pt>
                <c:pt idx="4692">
                  <c:v>122327.14</c:v>
                </c:pt>
                <c:pt idx="4693">
                  <c:v>122353.21</c:v>
                </c:pt>
                <c:pt idx="4694">
                  <c:v>122379.29</c:v>
                </c:pt>
                <c:pt idx="4695">
                  <c:v>122405.36</c:v>
                </c:pt>
                <c:pt idx="4696">
                  <c:v>122431.43</c:v>
                </c:pt>
                <c:pt idx="4697">
                  <c:v>122457.5</c:v>
                </c:pt>
                <c:pt idx="4698">
                  <c:v>122483.57</c:v>
                </c:pt>
                <c:pt idx="4699">
                  <c:v>122509.64</c:v>
                </c:pt>
                <c:pt idx="4700">
                  <c:v>122535.71</c:v>
                </c:pt>
                <c:pt idx="4701">
                  <c:v>122561.79</c:v>
                </c:pt>
                <c:pt idx="4702">
                  <c:v>122587.86</c:v>
                </c:pt>
                <c:pt idx="4703">
                  <c:v>122613.93</c:v>
                </c:pt>
                <c:pt idx="4704">
                  <c:v>122640</c:v>
                </c:pt>
                <c:pt idx="4705">
                  <c:v>122666.07</c:v>
                </c:pt>
                <c:pt idx="4706">
                  <c:v>122692.14</c:v>
                </c:pt>
                <c:pt idx="4707">
                  <c:v>122718.21</c:v>
                </c:pt>
                <c:pt idx="4708">
                  <c:v>122744.29</c:v>
                </c:pt>
                <c:pt idx="4709">
                  <c:v>122770.36</c:v>
                </c:pt>
                <c:pt idx="4710">
                  <c:v>122796.43</c:v>
                </c:pt>
                <c:pt idx="4711">
                  <c:v>122822.5</c:v>
                </c:pt>
                <c:pt idx="4712">
                  <c:v>122848.57</c:v>
                </c:pt>
                <c:pt idx="4713">
                  <c:v>122874.64</c:v>
                </c:pt>
                <c:pt idx="4714">
                  <c:v>122900.71</c:v>
                </c:pt>
                <c:pt idx="4715">
                  <c:v>122926.79</c:v>
                </c:pt>
                <c:pt idx="4716">
                  <c:v>122952.86</c:v>
                </c:pt>
                <c:pt idx="4717">
                  <c:v>122978.93</c:v>
                </c:pt>
                <c:pt idx="4718">
                  <c:v>123005</c:v>
                </c:pt>
                <c:pt idx="4719">
                  <c:v>123031.07</c:v>
                </c:pt>
                <c:pt idx="4720">
                  <c:v>123057.14</c:v>
                </c:pt>
                <c:pt idx="4721">
                  <c:v>123083.21</c:v>
                </c:pt>
                <c:pt idx="4722">
                  <c:v>123109.29</c:v>
                </c:pt>
                <c:pt idx="4723">
                  <c:v>123135.36</c:v>
                </c:pt>
                <c:pt idx="4724">
                  <c:v>123161.43</c:v>
                </c:pt>
                <c:pt idx="4725">
                  <c:v>123187.5</c:v>
                </c:pt>
                <c:pt idx="4726">
                  <c:v>123213.57</c:v>
                </c:pt>
                <c:pt idx="4727">
                  <c:v>123239.64</c:v>
                </c:pt>
                <c:pt idx="4728">
                  <c:v>123265.71</c:v>
                </c:pt>
                <c:pt idx="4729">
                  <c:v>123291.79</c:v>
                </c:pt>
                <c:pt idx="4730">
                  <c:v>123317.86</c:v>
                </c:pt>
                <c:pt idx="4731">
                  <c:v>123343.93</c:v>
                </c:pt>
                <c:pt idx="4732">
                  <c:v>123370</c:v>
                </c:pt>
                <c:pt idx="4733">
                  <c:v>123396.07</c:v>
                </c:pt>
                <c:pt idx="4734">
                  <c:v>123422.14</c:v>
                </c:pt>
                <c:pt idx="4735">
                  <c:v>123448.21</c:v>
                </c:pt>
                <c:pt idx="4736">
                  <c:v>123474.29</c:v>
                </c:pt>
                <c:pt idx="4737">
                  <c:v>123500.36</c:v>
                </c:pt>
                <c:pt idx="4738">
                  <c:v>123526.43</c:v>
                </c:pt>
                <c:pt idx="4739">
                  <c:v>123552.5</c:v>
                </c:pt>
                <c:pt idx="4740">
                  <c:v>123578.57</c:v>
                </c:pt>
                <c:pt idx="4741">
                  <c:v>123604.64</c:v>
                </c:pt>
                <c:pt idx="4742">
                  <c:v>123630.71</c:v>
                </c:pt>
                <c:pt idx="4743">
                  <c:v>123656.79</c:v>
                </c:pt>
                <c:pt idx="4744">
                  <c:v>123682.86</c:v>
                </c:pt>
                <c:pt idx="4745">
                  <c:v>123708.93</c:v>
                </c:pt>
                <c:pt idx="4746">
                  <c:v>123735</c:v>
                </c:pt>
                <c:pt idx="4747">
                  <c:v>123761.07</c:v>
                </c:pt>
                <c:pt idx="4748">
                  <c:v>123787.14</c:v>
                </c:pt>
                <c:pt idx="4749">
                  <c:v>123813.21</c:v>
                </c:pt>
                <c:pt idx="4750">
                  <c:v>123839.29</c:v>
                </c:pt>
                <c:pt idx="4751">
                  <c:v>123865.36</c:v>
                </c:pt>
                <c:pt idx="4752">
                  <c:v>123891.43</c:v>
                </c:pt>
                <c:pt idx="4753">
                  <c:v>123917.5</c:v>
                </c:pt>
                <c:pt idx="4754">
                  <c:v>123943.57</c:v>
                </c:pt>
                <c:pt idx="4755">
                  <c:v>123969.64</c:v>
                </c:pt>
                <c:pt idx="4756">
                  <c:v>123995.71</c:v>
                </c:pt>
                <c:pt idx="4757">
                  <c:v>124021.79</c:v>
                </c:pt>
                <c:pt idx="4758">
                  <c:v>124047.86</c:v>
                </c:pt>
                <c:pt idx="4759">
                  <c:v>124073.93</c:v>
                </c:pt>
                <c:pt idx="4760">
                  <c:v>124100</c:v>
                </c:pt>
                <c:pt idx="4761">
                  <c:v>124126.07</c:v>
                </c:pt>
                <c:pt idx="4762">
                  <c:v>124152.14</c:v>
                </c:pt>
                <c:pt idx="4763">
                  <c:v>124178.21</c:v>
                </c:pt>
                <c:pt idx="4764">
                  <c:v>124204.29</c:v>
                </c:pt>
                <c:pt idx="4765">
                  <c:v>124230.36</c:v>
                </c:pt>
                <c:pt idx="4766">
                  <c:v>124256.43</c:v>
                </c:pt>
                <c:pt idx="4767">
                  <c:v>124282.5</c:v>
                </c:pt>
                <c:pt idx="4768">
                  <c:v>124308.57</c:v>
                </c:pt>
                <c:pt idx="4769">
                  <c:v>124334.64</c:v>
                </c:pt>
                <c:pt idx="4770">
                  <c:v>124360.71</c:v>
                </c:pt>
                <c:pt idx="4771">
                  <c:v>124386.79</c:v>
                </c:pt>
                <c:pt idx="4772">
                  <c:v>124412.86</c:v>
                </c:pt>
                <c:pt idx="4773">
                  <c:v>124438.93</c:v>
                </c:pt>
                <c:pt idx="4774">
                  <c:v>124465</c:v>
                </c:pt>
                <c:pt idx="4775">
                  <c:v>124491.07</c:v>
                </c:pt>
                <c:pt idx="4776">
                  <c:v>124517.14</c:v>
                </c:pt>
                <c:pt idx="4777">
                  <c:v>124543.21</c:v>
                </c:pt>
                <c:pt idx="4778">
                  <c:v>124569.29</c:v>
                </c:pt>
                <c:pt idx="4779">
                  <c:v>124595.36</c:v>
                </c:pt>
                <c:pt idx="4780">
                  <c:v>124621.43</c:v>
                </c:pt>
                <c:pt idx="4781">
                  <c:v>124647.5</c:v>
                </c:pt>
                <c:pt idx="4782">
                  <c:v>124673.57</c:v>
                </c:pt>
                <c:pt idx="4783">
                  <c:v>124699.64</c:v>
                </c:pt>
                <c:pt idx="4784">
                  <c:v>124725.71</c:v>
                </c:pt>
                <c:pt idx="4785">
                  <c:v>124751.79</c:v>
                </c:pt>
                <c:pt idx="4786">
                  <c:v>124777.86</c:v>
                </c:pt>
                <c:pt idx="4787">
                  <c:v>124803.93</c:v>
                </c:pt>
                <c:pt idx="4788">
                  <c:v>124830</c:v>
                </c:pt>
                <c:pt idx="4789">
                  <c:v>124856.07</c:v>
                </c:pt>
                <c:pt idx="4790">
                  <c:v>124882.14</c:v>
                </c:pt>
                <c:pt idx="4791">
                  <c:v>124908.21</c:v>
                </c:pt>
                <c:pt idx="4792">
                  <c:v>124934.29</c:v>
                </c:pt>
                <c:pt idx="4793">
                  <c:v>124960.36</c:v>
                </c:pt>
                <c:pt idx="4794">
                  <c:v>124986.43</c:v>
                </c:pt>
                <c:pt idx="4795">
                  <c:v>125012.5</c:v>
                </c:pt>
                <c:pt idx="4796">
                  <c:v>125038.57</c:v>
                </c:pt>
                <c:pt idx="4797">
                  <c:v>125064.64</c:v>
                </c:pt>
                <c:pt idx="4798">
                  <c:v>125090.71</c:v>
                </c:pt>
                <c:pt idx="4799">
                  <c:v>125116.79</c:v>
                </c:pt>
                <c:pt idx="4800">
                  <c:v>125142.86</c:v>
                </c:pt>
                <c:pt idx="4801">
                  <c:v>125168.93</c:v>
                </c:pt>
                <c:pt idx="4802">
                  <c:v>125195</c:v>
                </c:pt>
                <c:pt idx="4803">
                  <c:v>125221.07</c:v>
                </c:pt>
                <c:pt idx="4804">
                  <c:v>125247.14</c:v>
                </c:pt>
                <c:pt idx="4805">
                  <c:v>125273.21</c:v>
                </c:pt>
                <c:pt idx="4806">
                  <c:v>125299.29</c:v>
                </c:pt>
                <c:pt idx="4807">
                  <c:v>125325.36</c:v>
                </c:pt>
                <c:pt idx="4808">
                  <c:v>125351.43</c:v>
                </c:pt>
                <c:pt idx="4809">
                  <c:v>125377.5</c:v>
                </c:pt>
                <c:pt idx="4810">
                  <c:v>125403.57</c:v>
                </c:pt>
                <c:pt idx="4811">
                  <c:v>125429.64</c:v>
                </c:pt>
                <c:pt idx="4812">
                  <c:v>125455.71</c:v>
                </c:pt>
                <c:pt idx="4813">
                  <c:v>125481.79</c:v>
                </c:pt>
                <c:pt idx="4814">
                  <c:v>125507.86</c:v>
                </c:pt>
                <c:pt idx="4815">
                  <c:v>125533.93</c:v>
                </c:pt>
                <c:pt idx="4816">
                  <c:v>125560</c:v>
                </c:pt>
                <c:pt idx="4817">
                  <c:v>125586.07</c:v>
                </c:pt>
                <c:pt idx="4818">
                  <c:v>125612.14</c:v>
                </c:pt>
                <c:pt idx="4819">
                  <c:v>125638.21</c:v>
                </c:pt>
                <c:pt idx="4820">
                  <c:v>125664.29</c:v>
                </c:pt>
                <c:pt idx="4821">
                  <c:v>125690.36</c:v>
                </c:pt>
                <c:pt idx="4822">
                  <c:v>125716.43</c:v>
                </c:pt>
                <c:pt idx="4823">
                  <c:v>125742.5</c:v>
                </c:pt>
                <c:pt idx="4824">
                  <c:v>125768.57</c:v>
                </c:pt>
                <c:pt idx="4825">
                  <c:v>125794.64</c:v>
                </c:pt>
                <c:pt idx="4826">
                  <c:v>125820.71</c:v>
                </c:pt>
                <c:pt idx="4827">
                  <c:v>125846.79</c:v>
                </c:pt>
                <c:pt idx="4828">
                  <c:v>125872.86</c:v>
                </c:pt>
                <c:pt idx="4829">
                  <c:v>125898.93</c:v>
                </c:pt>
                <c:pt idx="4830">
                  <c:v>125925</c:v>
                </c:pt>
                <c:pt idx="4831">
                  <c:v>125951.07</c:v>
                </c:pt>
                <c:pt idx="4832">
                  <c:v>125977.14</c:v>
                </c:pt>
                <c:pt idx="4833">
                  <c:v>126003.21</c:v>
                </c:pt>
                <c:pt idx="4834">
                  <c:v>126029.29</c:v>
                </c:pt>
                <c:pt idx="4835">
                  <c:v>126055.36</c:v>
                </c:pt>
                <c:pt idx="4836">
                  <c:v>126081.43</c:v>
                </c:pt>
                <c:pt idx="4837">
                  <c:v>126107.5</c:v>
                </c:pt>
                <c:pt idx="4838">
                  <c:v>126133.57</c:v>
                </c:pt>
                <c:pt idx="4839">
                  <c:v>126159.64</c:v>
                </c:pt>
                <c:pt idx="4840">
                  <c:v>126185.71</c:v>
                </c:pt>
                <c:pt idx="4841">
                  <c:v>126211.79</c:v>
                </c:pt>
                <c:pt idx="4842">
                  <c:v>126237.86</c:v>
                </c:pt>
                <c:pt idx="4843">
                  <c:v>126263.93</c:v>
                </c:pt>
                <c:pt idx="4844">
                  <c:v>126290</c:v>
                </c:pt>
                <c:pt idx="4845">
                  <c:v>126316.07</c:v>
                </c:pt>
                <c:pt idx="4846">
                  <c:v>126342.14</c:v>
                </c:pt>
                <c:pt idx="4847">
                  <c:v>126368.21</c:v>
                </c:pt>
                <c:pt idx="4848">
                  <c:v>126394.29</c:v>
                </c:pt>
                <c:pt idx="4849">
                  <c:v>126420.36</c:v>
                </c:pt>
                <c:pt idx="4850">
                  <c:v>126446.43</c:v>
                </c:pt>
                <c:pt idx="4851">
                  <c:v>126472.5</c:v>
                </c:pt>
                <c:pt idx="4852">
                  <c:v>126498.57</c:v>
                </c:pt>
                <c:pt idx="4853">
                  <c:v>126524.64</c:v>
                </c:pt>
                <c:pt idx="4854">
                  <c:v>126550.71</c:v>
                </c:pt>
                <c:pt idx="4855">
                  <c:v>126576.79</c:v>
                </c:pt>
                <c:pt idx="4856">
                  <c:v>126602.86</c:v>
                </c:pt>
                <c:pt idx="4857">
                  <c:v>126628.93</c:v>
                </c:pt>
                <c:pt idx="4858">
                  <c:v>126655</c:v>
                </c:pt>
                <c:pt idx="4859">
                  <c:v>126681.07</c:v>
                </c:pt>
                <c:pt idx="4860">
                  <c:v>126707.14</c:v>
                </c:pt>
                <c:pt idx="4861">
                  <c:v>126733.21</c:v>
                </c:pt>
                <c:pt idx="4862">
                  <c:v>126759.29</c:v>
                </c:pt>
                <c:pt idx="4863">
                  <c:v>126785.36</c:v>
                </c:pt>
                <c:pt idx="4864">
                  <c:v>126811.43</c:v>
                </c:pt>
                <c:pt idx="4865">
                  <c:v>126837.5</c:v>
                </c:pt>
                <c:pt idx="4866">
                  <c:v>126863.57</c:v>
                </c:pt>
                <c:pt idx="4867">
                  <c:v>126889.64</c:v>
                </c:pt>
                <c:pt idx="4868">
                  <c:v>126915.71</c:v>
                </c:pt>
                <c:pt idx="4869">
                  <c:v>126941.79</c:v>
                </c:pt>
                <c:pt idx="4870">
                  <c:v>126967.86</c:v>
                </c:pt>
                <c:pt idx="4871">
                  <c:v>126993.93</c:v>
                </c:pt>
                <c:pt idx="4872">
                  <c:v>127020</c:v>
                </c:pt>
                <c:pt idx="4873">
                  <c:v>127046.07</c:v>
                </c:pt>
                <c:pt idx="4874">
                  <c:v>127072.14</c:v>
                </c:pt>
                <c:pt idx="4875">
                  <c:v>127098.21</c:v>
                </c:pt>
                <c:pt idx="4876">
                  <c:v>127124.29</c:v>
                </c:pt>
                <c:pt idx="4877">
                  <c:v>127150.36</c:v>
                </c:pt>
                <c:pt idx="4878">
                  <c:v>127176.43</c:v>
                </c:pt>
                <c:pt idx="4879">
                  <c:v>127202.5</c:v>
                </c:pt>
                <c:pt idx="4880">
                  <c:v>127228.57</c:v>
                </c:pt>
                <c:pt idx="4881">
                  <c:v>127254.64</c:v>
                </c:pt>
                <c:pt idx="4882">
                  <c:v>127280.71</c:v>
                </c:pt>
                <c:pt idx="4883">
                  <c:v>127306.79</c:v>
                </c:pt>
                <c:pt idx="4884">
                  <c:v>127332.86</c:v>
                </c:pt>
                <c:pt idx="4885">
                  <c:v>127358.93</c:v>
                </c:pt>
                <c:pt idx="4886">
                  <c:v>127385</c:v>
                </c:pt>
                <c:pt idx="4887">
                  <c:v>127411.07</c:v>
                </c:pt>
                <c:pt idx="4888">
                  <c:v>127437.14</c:v>
                </c:pt>
                <c:pt idx="4889">
                  <c:v>127463.21</c:v>
                </c:pt>
                <c:pt idx="4890">
                  <c:v>127489.29</c:v>
                </c:pt>
                <c:pt idx="4891">
                  <c:v>127515.36</c:v>
                </c:pt>
                <c:pt idx="4892">
                  <c:v>127541.43</c:v>
                </c:pt>
                <c:pt idx="4893">
                  <c:v>127567.5</c:v>
                </c:pt>
                <c:pt idx="4894">
                  <c:v>127593.57</c:v>
                </c:pt>
                <c:pt idx="4895">
                  <c:v>127619.64</c:v>
                </c:pt>
                <c:pt idx="4896">
                  <c:v>127645.71</c:v>
                </c:pt>
                <c:pt idx="4897">
                  <c:v>127671.79</c:v>
                </c:pt>
                <c:pt idx="4898">
                  <c:v>127697.86</c:v>
                </c:pt>
                <c:pt idx="4899">
                  <c:v>127723.93</c:v>
                </c:pt>
                <c:pt idx="4900">
                  <c:v>127750</c:v>
                </c:pt>
                <c:pt idx="4901">
                  <c:v>127776.07</c:v>
                </c:pt>
                <c:pt idx="4902">
                  <c:v>127802.14</c:v>
                </c:pt>
                <c:pt idx="4903">
                  <c:v>127828.21</c:v>
                </c:pt>
                <c:pt idx="4904">
                  <c:v>127854.29</c:v>
                </c:pt>
                <c:pt idx="4905">
                  <c:v>127880.36</c:v>
                </c:pt>
                <c:pt idx="4906">
                  <c:v>127906.43</c:v>
                </c:pt>
                <c:pt idx="4907">
                  <c:v>127932.5</c:v>
                </c:pt>
                <c:pt idx="4908">
                  <c:v>127958.57</c:v>
                </c:pt>
                <c:pt idx="4909">
                  <c:v>127984.64</c:v>
                </c:pt>
                <c:pt idx="4910">
                  <c:v>128010.71</c:v>
                </c:pt>
                <c:pt idx="4911">
                  <c:v>128036.79</c:v>
                </c:pt>
                <c:pt idx="4912">
                  <c:v>128062.86</c:v>
                </c:pt>
                <c:pt idx="4913">
                  <c:v>128088.93</c:v>
                </c:pt>
                <c:pt idx="4914">
                  <c:v>128115</c:v>
                </c:pt>
                <c:pt idx="4915">
                  <c:v>128141.07</c:v>
                </c:pt>
                <c:pt idx="4916">
                  <c:v>128167.14</c:v>
                </c:pt>
                <c:pt idx="4917">
                  <c:v>128193.21</c:v>
                </c:pt>
                <c:pt idx="4918">
                  <c:v>128219.29</c:v>
                </c:pt>
                <c:pt idx="4919">
                  <c:v>128245.36</c:v>
                </c:pt>
                <c:pt idx="4920">
                  <c:v>128271.43</c:v>
                </c:pt>
                <c:pt idx="4921">
                  <c:v>128297.5</c:v>
                </c:pt>
                <c:pt idx="4922">
                  <c:v>128323.57</c:v>
                </c:pt>
                <c:pt idx="4923">
                  <c:v>128349.64</c:v>
                </c:pt>
                <c:pt idx="4924">
                  <c:v>128375.71</c:v>
                </c:pt>
                <c:pt idx="4925">
                  <c:v>128401.79</c:v>
                </c:pt>
                <c:pt idx="4926">
                  <c:v>128427.86</c:v>
                </c:pt>
                <c:pt idx="4927">
                  <c:v>128453.93</c:v>
                </c:pt>
                <c:pt idx="4928">
                  <c:v>128480</c:v>
                </c:pt>
                <c:pt idx="4929">
                  <c:v>128506.07</c:v>
                </c:pt>
                <c:pt idx="4930">
                  <c:v>128532.14</c:v>
                </c:pt>
                <c:pt idx="4931">
                  <c:v>128558.21</c:v>
                </c:pt>
                <c:pt idx="4932">
                  <c:v>128584.29</c:v>
                </c:pt>
                <c:pt idx="4933">
                  <c:v>128610.36</c:v>
                </c:pt>
                <c:pt idx="4934">
                  <c:v>128636.43</c:v>
                </c:pt>
                <c:pt idx="4935">
                  <c:v>128662.5</c:v>
                </c:pt>
                <c:pt idx="4936">
                  <c:v>128688.57</c:v>
                </c:pt>
                <c:pt idx="4937">
                  <c:v>128714.64</c:v>
                </c:pt>
                <c:pt idx="4938">
                  <c:v>128740.71</c:v>
                </c:pt>
                <c:pt idx="4939">
                  <c:v>128766.79</c:v>
                </c:pt>
                <c:pt idx="4940">
                  <c:v>128792.86</c:v>
                </c:pt>
                <c:pt idx="4941">
                  <c:v>128818.93</c:v>
                </c:pt>
                <c:pt idx="4942">
                  <c:v>128845</c:v>
                </c:pt>
                <c:pt idx="4943">
                  <c:v>128871.07</c:v>
                </c:pt>
                <c:pt idx="4944">
                  <c:v>128897.14</c:v>
                </c:pt>
                <c:pt idx="4945">
                  <c:v>128923.21</c:v>
                </c:pt>
                <c:pt idx="4946">
                  <c:v>128949.29</c:v>
                </c:pt>
                <c:pt idx="4947">
                  <c:v>128975.36</c:v>
                </c:pt>
                <c:pt idx="4948">
                  <c:v>129001.43</c:v>
                </c:pt>
                <c:pt idx="4949">
                  <c:v>129027.5</c:v>
                </c:pt>
                <c:pt idx="4950">
                  <c:v>129053.57</c:v>
                </c:pt>
                <c:pt idx="4951">
                  <c:v>129079.64</c:v>
                </c:pt>
                <c:pt idx="4952">
                  <c:v>129105.71</c:v>
                </c:pt>
                <c:pt idx="4953">
                  <c:v>129131.79</c:v>
                </c:pt>
                <c:pt idx="4954">
                  <c:v>129157.86</c:v>
                </c:pt>
                <c:pt idx="4955">
                  <c:v>129183.93</c:v>
                </c:pt>
                <c:pt idx="4956">
                  <c:v>129210</c:v>
                </c:pt>
                <c:pt idx="4957">
                  <c:v>129236.07</c:v>
                </c:pt>
                <c:pt idx="4958">
                  <c:v>129262.14</c:v>
                </c:pt>
                <c:pt idx="4959">
                  <c:v>129288.21</c:v>
                </c:pt>
                <c:pt idx="4960">
                  <c:v>129314.29</c:v>
                </c:pt>
                <c:pt idx="4961">
                  <c:v>129340.36</c:v>
                </c:pt>
                <c:pt idx="4962">
                  <c:v>129366.43</c:v>
                </c:pt>
                <c:pt idx="4963">
                  <c:v>129392.5</c:v>
                </c:pt>
                <c:pt idx="4964">
                  <c:v>129418.57</c:v>
                </c:pt>
                <c:pt idx="4965">
                  <c:v>129444.64</c:v>
                </c:pt>
                <c:pt idx="4966">
                  <c:v>129470.71</c:v>
                </c:pt>
                <c:pt idx="4967">
                  <c:v>129496.79</c:v>
                </c:pt>
                <c:pt idx="4968">
                  <c:v>129522.86</c:v>
                </c:pt>
                <c:pt idx="4969">
                  <c:v>129548.93</c:v>
                </c:pt>
                <c:pt idx="4970">
                  <c:v>129575</c:v>
                </c:pt>
                <c:pt idx="4971">
                  <c:v>129601.07</c:v>
                </c:pt>
                <c:pt idx="4972">
                  <c:v>129627.14</c:v>
                </c:pt>
                <c:pt idx="4973">
                  <c:v>129653.21</c:v>
                </c:pt>
                <c:pt idx="4974">
                  <c:v>129679.29</c:v>
                </c:pt>
                <c:pt idx="4975">
                  <c:v>129705.36</c:v>
                </c:pt>
                <c:pt idx="4976">
                  <c:v>129731.43</c:v>
                </c:pt>
                <c:pt idx="4977">
                  <c:v>129757.5</c:v>
                </c:pt>
                <c:pt idx="4978">
                  <c:v>129783.57</c:v>
                </c:pt>
                <c:pt idx="4979">
                  <c:v>129809.64</c:v>
                </c:pt>
                <c:pt idx="4980">
                  <c:v>129835.71</c:v>
                </c:pt>
                <c:pt idx="4981">
                  <c:v>129861.79</c:v>
                </c:pt>
                <c:pt idx="4982">
                  <c:v>129887.86</c:v>
                </c:pt>
                <c:pt idx="4983">
                  <c:v>129913.93</c:v>
                </c:pt>
                <c:pt idx="4984">
                  <c:v>129940</c:v>
                </c:pt>
                <c:pt idx="4985">
                  <c:v>129966.07</c:v>
                </c:pt>
                <c:pt idx="4986">
                  <c:v>129992.14</c:v>
                </c:pt>
                <c:pt idx="4987">
                  <c:v>130018.21</c:v>
                </c:pt>
                <c:pt idx="4988">
                  <c:v>130044.29</c:v>
                </c:pt>
                <c:pt idx="4989">
                  <c:v>130070.36</c:v>
                </c:pt>
                <c:pt idx="4990">
                  <c:v>130096.43</c:v>
                </c:pt>
                <c:pt idx="4991">
                  <c:v>130122.5</c:v>
                </c:pt>
                <c:pt idx="4992">
                  <c:v>130148.57</c:v>
                </c:pt>
                <c:pt idx="4993">
                  <c:v>130174.64</c:v>
                </c:pt>
                <c:pt idx="4994">
                  <c:v>130200.71</c:v>
                </c:pt>
                <c:pt idx="4995">
                  <c:v>130226.79</c:v>
                </c:pt>
                <c:pt idx="4996">
                  <c:v>130252.86</c:v>
                </c:pt>
                <c:pt idx="4997">
                  <c:v>130278.93</c:v>
                </c:pt>
                <c:pt idx="4998">
                  <c:v>130305</c:v>
                </c:pt>
                <c:pt idx="4999">
                  <c:v>130331.07</c:v>
                </c:pt>
                <c:pt idx="5000">
                  <c:v>130357.14</c:v>
                </c:pt>
                <c:pt idx="5001">
                  <c:v>130383.21</c:v>
                </c:pt>
                <c:pt idx="5002">
                  <c:v>130409.29</c:v>
                </c:pt>
                <c:pt idx="5003">
                  <c:v>130435.36</c:v>
                </c:pt>
                <c:pt idx="5004">
                  <c:v>130461.43</c:v>
                </c:pt>
                <c:pt idx="5005">
                  <c:v>130487.5</c:v>
                </c:pt>
                <c:pt idx="5006">
                  <c:v>130513.57</c:v>
                </c:pt>
                <c:pt idx="5007">
                  <c:v>130539.64</c:v>
                </c:pt>
                <c:pt idx="5008">
                  <c:v>130565.71</c:v>
                </c:pt>
                <c:pt idx="5009">
                  <c:v>130591.79</c:v>
                </c:pt>
                <c:pt idx="5010">
                  <c:v>130617.86</c:v>
                </c:pt>
                <c:pt idx="5011">
                  <c:v>130643.93</c:v>
                </c:pt>
                <c:pt idx="5012">
                  <c:v>130670</c:v>
                </c:pt>
                <c:pt idx="5013">
                  <c:v>130696.07</c:v>
                </c:pt>
                <c:pt idx="5014">
                  <c:v>130722.14</c:v>
                </c:pt>
                <c:pt idx="5015">
                  <c:v>130748.21</c:v>
                </c:pt>
                <c:pt idx="5016">
                  <c:v>130774.29</c:v>
                </c:pt>
                <c:pt idx="5017">
                  <c:v>130800.36</c:v>
                </c:pt>
                <c:pt idx="5018">
                  <c:v>130826.43</c:v>
                </c:pt>
                <c:pt idx="5019">
                  <c:v>130852.5</c:v>
                </c:pt>
                <c:pt idx="5020">
                  <c:v>130878.57</c:v>
                </c:pt>
                <c:pt idx="5021">
                  <c:v>130904.64</c:v>
                </c:pt>
                <c:pt idx="5022">
                  <c:v>130930.71</c:v>
                </c:pt>
                <c:pt idx="5023">
                  <c:v>130956.79</c:v>
                </c:pt>
                <c:pt idx="5024">
                  <c:v>130982.86</c:v>
                </c:pt>
                <c:pt idx="5025">
                  <c:v>131008.93</c:v>
                </c:pt>
                <c:pt idx="5026">
                  <c:v>131035</c:v>
                </c:pt>
                <c:pt idx="5027">
                  <c:v>131061.07</c:v>
                </c:pt>
                <c:pt idx="5028">
                  <c:v>131087.14000000001</c:v>
                </c:pt>
                <c:pt idx="5029">
                  <c:v>131113.21</c:v>
                </c:pt>
                <c:pt idx="5030">
                  <c:v>131139.29</c:v>
                </c:pt>
                <c:pt idx="5031">
                  <c:v>131165.35999999999</c:v>
                </c:pt>
                <c:pt idx="5032">
                  <c:v>131191.43</c:v>
                </c:pt>
                <c:pt idx="5033">
                  <c:v>131217.5</c:v>
                </c:pt>
                <c:pt idx="5034">
                  <c:v>131243.57</c:v>
                </c:pt>
                <c:pt idx="5035">
                  <c:v>131269.64000000001</c:v>
                </c:pt>
                <c:pt idx="5036">
                  <c:v>131295.71</c:v>
                </c:pt>
                <c:pt idx="5037">
                  <c:v>131321.79</c:v>
                </c:pt>
                <c:pt idx="5038">
                  <c:v>131347.85999999999</c:v>
                </c:pt>
                <c:pt idx="5039">
                  <c:v>131373.93</c:v>
                </c:pt>
                <c:pt idx="5040">
                  <c:v>131400</c:v>
                </c:pt>
                <c:pt idx="5041">
                  <c:v>131426.07</c:v>
                </c:pt>
                <c:pt idx="5042">
                  <c:v>131452.14000000001</c:v>
                </c:pt>
                <c:pt idx="5043">
                  <c:v>131478.21</c:v>
                </c:pt>
                <c:pt idx="5044">
                  <c:v>131504.29</c:v>
                </c:pt>
                <c:pt idx="5045">
                  <c:v>131530.35999999999</c:v>
                </c:pt>
                <c:pt idx="5046">
                  <c:v>131556.43</c:v>
                </c:pt>
                <c:pt idx="5047">
                  <c:v>131582.5</c:v>
                </c:pt>
                <c:pt idx="5048">
                  <c:v>131608.57</c:v>
                </c:pt>
                <c:pt idx="5049">
                  <c:v>131634.64000000001</c:v>
                </c:pt>
                <c:pt idx="5050">
                  <c:v>131660.71</c:v>
                </c:pt>
                <c:pt idx="5051">
                  <c:v>131686.79</c:v>
                </c:pt>
                <c:pt idx="5052">
                  <c:v>131712.85999999999</c:v>
                </c:pt>
                <c:pt idx="5053">
                  <c:v>131738.93</c:v>
                </c:pt>
                <c:pt idx="5054">
                  <c:v>131765</c:v>
                </c:pt>
                <c:pt idx="5055">
                  <c:v>131791.07</c:v>
                </c:pt>
                <c:pt idx="5056">
                  <c:v>131817.14000000001</c:v>
                </c:pt>
                <c:pt idx="5057">
                  <c:v>131843.21</c:v>
                </c:pt>
                <c:pt idx="5058">
                  <c:v>131869.29</c:v>
                </c:pt>
                <c:pt idx="5059">
                  <c:v>131895.35999999999</c:v>
                </c:pt>
                <c:pt idx="5060">
                  <c:v>131921.43</c:v>
                </c:pt>
                <c:pt idx="5061">
                  <c:v>131947.5</c:v>
                </c:pt>
                <c:pt idx="5062">
                  <c:v>131973.57</c:v>
                </c:pt>
                <c:pt idx="5063">
                  <c:v>131999.64000000001</c:v>
                </c:pt>
                <c:pt idx="5064">
                  <c:v>132025.71</c:v>
                </c:pt>
                <c:pt idx="5065">
                  <c:v>132051.79</c:v>
                </c:pt>
                <c:pt idx="5066">
                  <c:v>132077.85999999999</c:v>
                </c:pt>
                <c:pt idx="5067">
                  <c:v>132103.93</c:v>
                </c:pt>
                <c:pt idx="5068">
                  <c:v>132130</c:v>
                </c:pt>
                <c:pt idx="5069">
                  <c:v>132156.07</c:v>
                </c:pt>
                <c:pt idx="5070">
                  <c:v>132182.14000000001</c:v>
                </c:pt>
                <c:pt idx="5071">
                  <c:v>132208.21</c:v>
                </c:pt>
                <c:pt idx="5072">
                  <c:v>132234.29</c:v>
                </c:pt>
                <c:pt idx="5073">
                  <c:v>132260.35999999999</c:v>
                </c:pt>
                <c:pt idx="5074">
                  <c:v>132286.43</c:v>
                </c:pt>
                <c:pt idx="5075">
                  <c:v>132312.5</c:v>
                </c:pt>
                <c:pt idx="5076">
                  <c:v>132338.57</c:v>
                </c:pt>
                <c:pt idx="5077">
                  <c:v>132364.64000000001</c:v>
                </c:pt>
                <c:pt idx="5078">
                  <c:v>132390.71</c:v>
                </c:pt>
                <c:pt idx="5079">
                  <c:v>132416.79</c:v>
                </c:pt>
                <c:pt idx="5080">
                  <c:v>132442.85999999999</c:v>
                </c:pt>
                <c:pt idx="5081">
                  <c:v>132468.93</c:v>
                </c:pt>
                <c:pt idx="5082">
                  <c:v>132495</c:v>
                </c:pt>
                <c:pt idx="5083">
                  <c:v>132521.07</c:v>
                </c:pt>
                <c:pt idx="5084">
                  <c:v>132547.14000000001</c:v>
                </c:pt>
                <c:pt idx="5085">
                  <c:v>132573.21</c:v>
                </c:pt>
                <c:pt idx="5086">
                  <c:v>132599.29</c:v>
                </c:pt>
                <c:pt idx="5087">
                  <c:v>132625.35999999999</c:v>
                </c:pt>
                <c:pt idx="5088">
                  <c:v>132651.43</c:v>
                </c:pt>
                <c:pt idx="5089">
                  <c:v>132677.5</c:v>
                </c:pt>
                <c:pt idx="5090">
                  <c:v>132703.57</c:v>
                </c:pt>
                <c:pt idx="5091">
                  <c:v>132729.64000000001</c:v>
                </c:pt>
                <c:pt idx="5092">
                  <c:v>132755.71</c:v>
                </c:pt>
                <c:pt idx="5093">
                  <c:v>132781.79</c:v>
                </c:pt>
                <c:pt idx="5094">
                  <c:v>132807.85999999999</c:v>
                </c:pt>
                <c:pt idx="5095">
                  <c:v>132833.93</c:v>
                </c:pt>
                <c:pt idx="5096">
                  <c:v>132860</c:v>
                </c:pt>
                <c:pt idx="5097">
                  <c:v>132886.07</c:v>
                </c:pt>
                <c:pt idx="5098">
                  <c:v>132912.14000000001</c:v>
                </c:pt>
                <c:pt idx="5099">
                  <c:v>132938.21</c:v>
                </c:pt>
                <c:pt idx="5100">
                  <c:v>132964.29</c:v>
                </c:pt>
                <c:pt idx="5101">
                  <c:v>132990.35999999999</c:v>
                </c:pt>
                <c:pt idx="5102">
                  <c:v>133016.43</c:v>
                </c:pt>
                <c:pt idx="5103">
                  <c:v>133042.5</c:v>
                </c:pt>
                <c:pt idx="5104">
                  <c:v>133068.57</c:v>
                </c:pt>
                <c:pt idx="5105">
                  <c:v>133094.64000000001</c:v>
                </c:pt>
                <c:pt idx="5106">
                  <c:v>133120.71</c:v>
                </c:pt>
                <c:pt idx="5107">
                  <c:v>133146.79</c:v>
                </c:pt>
                <c:pt idx="5108">
                  <c:v>133172.85999999999</c:v>
                </c:pt>
                <c:pt idx="5109">
                  <c:v>133198.93</c:v>
                </c:pt>
                <c:pt idx="5110">
                  <c:v>133225</c:v>
                </c:pt>
                <c:pt idx="5111">
                  <c:v>133251.07</c:v>
                </c:pt>
                <c:pt idx="5112">
                  <c:v>133277.14000000001</c:v>
                </c:pt>
                <c:pt idx="5113">
                  <c:v>133303.21</c:v>
                </c:pt>
                <c:pt idx="5114">
                  <c:v>133329.29</c:v>
                </c:pt>
                <c:pt idx="5115">
                  <c:v>133355.35999999999</c:v>
                </c:pt>
                <c:pt idx="5116">
                  <c:v>133381.43</c:v>
                </c:pt>
                <c:pt idx="5117">
                  <c:v>133407.5</c:v>
                </c:pt>
                <c:pt idx="5118">
                  <c:v>133433.57</c:v>
                </c:pt>
                <c:pt idx="5119">
                  <c:v>133459.64000000001</c:v>
                </c:pt>
                <c:pt idx="5120">
                  <c:v>133485.71</c:v>
                </c:pt>
                <c:pt idx="5121">
                  <c:v>133511.79</c:v>
                </c:pt>
                <c:pt idx="5122">
                  <c:v>133537.85999999999</c:v>
                </c:pt>
                <c:pt idx="5123">
                  <c:v>133563.93</c:v>
                </c:pt>
                <c:pt idx="5124">
                  <c:v>133590</c:v>
                </c:pt>
                <c:pt idx="5125">
                  <c:v>133616.07</c:v>
                </c:pt>
                <c:pt idx="5126">
                  <c:v>133642.14000000001</c:v>
                </c:pt>
                <c:pt idx="5127">
                  <c:v>133668.21</c:v>
                </c:pt>
                <c:pt idx="5128">
                  <c:v>133694.29</c:v>
                </c:pt>
                <c:pt idx="5129">
                  <c:v>133720.35999999999</c:v>
                </c:pt>
                <c:pt idx="5130">
                  <c:v>133746.43</c:v>
                </c:pt>
                <c:pt idx="5131">
                  <c:v>133772.5</c:v>
                </c:pt>
                <c:pt idx="5132">
                  <c:v>133798.57</c:v>
                </c:pt>
                <c:pt idx="5133">
                  <c:v>133824.64000000001</c:v>
                </c:pt>
                <c:pt idx="5134">
                  <c:v>133850.71</c:v>
                </c:pt>
                <c:pt idx="5135">
                  <c:v>133876.79</c:v>
                </c:pt>
                <c:pt idx="5136">
                  <c:v>133902.85999999999</c:v>
                </c:pt>
                <c:pt idx="5137">
                  <c:v>133928.93</c:v>
                </c:pt>
                <c:pt idx="5138">
                  <c:v>133955</c:v>
                </c:pt>
                <c:pt idx="5139">
                  <c:v>133981.07</c:v>
                </c:pt>
                <c:pt idx="5140">
                  <c:v>134007.14000000001</c:v>
                </c:pt>
                <c:pt idx="5141">
                  <c:v>134033.21</c:v>
                </c:pt>
                <c:pt idx="5142">
                  <c:v>134059.29</c:v>
                </c:pt>
                <c:pt idx="5143">
                  <c:v>134085.35999999999</c:v>
                </c:pt>
                <c:pt idx="5144">
                  <c:v>134111.43</c:v>
                </c:pt>
                <c:pt idx="5145">
                  <c:v>134137.5</c:v>
                </c:pt>
                <c:pt idx="5146">
                  <c:v>134163.57</c:v>
                </c:pt>
                <c:pt idx="5147">
                  <c:v>134189.64000000001</c:v>
                </c:pt>
                <c:pt idx="5148">
                  <c:v>134215.71</c:v>
                </c:pt>
                <c:pt idx="5149">
                  <c:v>134241.79</c:v>
                </c:pt>
                <c:pt idx="5150">
                  <c:v>134267.85999999999</c:v>
                </c:pt>
                <c:pt idx="5151">
                  <c:v>134293.93</c:v>
                </c:pt>
                <c:pt idx="5152">
                  <c:v>134320</c:v>
                </c:pt>
                <c:pt idx="5153">
                  <c:v>134346.07</c:v>
                </c:pt>
                <c:pt idx="5154">
                  <c:v>134372.14000000001</c:v>
                </c:pt>
                <c:pt idx="5155">
                  <c:v>134398.21</c:v>
                </c:pt>
                <c:pt idx="5156">
                  <c:v>134424.29</c:v>
                </c:pt>
                <c:pt idx="5157">
                  <c:v>134450.35999999999</c:v>
                </c:pt>
                <c:pt idx="5158">
                  <c:v>134476.43</c:v>
                </c:pt>
                <c:pt idx="5159">
                  <c:v>134502.5</c:v>
                </c:pt>
                <c:pt idx="5160">
                  <c:v>134528.57</c:v>
                </c:pt>
                <c:pt idx="5161">
                  <c:v>134554.64000000001</c:v>
                </c:pt>
                <c:pt idx="5162">
                  <c:v>134580.71</c:v>
                </c:pt>
                <c:pt idx="5163">
                  <c:v>134606.79</c:v>
                </c:pt>
                <c:pt idx="5164">
                  <c:v>134632.85999999999</c:v>
                </c:pt>
                <c:pt idx="5165">
                  <c:v>134658.93</c:v>
                </c:pt>
                <c:pt idx="5166">
                  <c:v>134685</c:v>
                </c:pt>
                <c:pt idx="5167">
                  <c:v>134711.07</c:v>
                </c:pt>
                <c:pt idx="5168">
                  <c:v>134737.14000000001</c:v>
                </c:pt>
                <c:pt idx="5169">
                  <c:v>134763.21</c:v>
                </c:pt>
                <c:pt idx="5170">
                  <c:v>134789.29</c:v>
                </c:pt>
                <c:pt idx="5171">
                  <c:v>134815.35999999999</c:v>
                </c:pt>
                <c:pt idx="5172">
                  <c:v>134841.43</c:v>
                </c:pt>
                <c:pt idx="5173">
                  <c:v>134867.5</c:v>
                </c:pt>
                <c:pt idx="5174">
                  <c:v>134893.57</c:v>
                </c:pt>
                <c:pt idx="5175">
                  <c:v>134919.64000000001</c:v>
                </c:pt>
                <c:pt idx="5176">
                  <c:v>134945.71</c:v>
                </c:pt>
                <c:pt idx="5177">
                  <c:v>134971.79</c:v>
                </c:pt>
                <c:pt idx="5178">
                  <c:v>134997.85999999999</c:v>
                </c:pt>
                <c:pt idx="5179">
                  <c:v>135023.93</c:v>
                </c:pt>
                <c:pt idx="5180">
                  <c:v>135050</c:v>
                </c:pt>
                <c:pt idx="5181">
                  <c:v>135076.07</c:v>
                </c:pt>
                <c:pt idx="5182">
                  <c:v>135102.14000000001</c:v>
                </c:pt>
                <c:pt idx="5183">
                  <c:v>135128.21</c:v>
                </c:pt>
                <c:pt idx="5184">
                  <c:v>135154.29</c:v>
                </c:pt>
                <c:pt idx="5185">
                  <c:v>135180.35999999999</c:v>
                </c:pt>
                <c:pt idx="5186">
                  <c:v>135206.43</c:v>
                </c:pt>
                <c:pt idx="5187">
                  <c:v>135232.5</c:v>
                </c:pt>
                <c:pt idx="5188">
                  <c:v>135258.57</c:v>
                </c:pt>
                <c:pt idx="5189">
                  <c:v>135284.64000000001</c:v>
                </c:pt>
                <c:pt idx="5190">
                  <c:v>135310.71</c:v>
                </c:pt>
                <c:pt idx="5191">
                  <c:v>135336.79</c:v>
                </c:pt>
                <c:pt idx="5192">
                  <c:v>135362.85999999999</c:v>
                </c:pt>
                <c:pt idx="5193">
                  <c:v>135388.93</c:v>
                </c:pt>
                <c:pt idx="5194">
                  <c:v>135415</c:v>
                </c:pt>
                <c:pt idx="5195">
                  <c:v>135441.07</c:v>
                </c:pt>
                <c:pt idx="5196">
                  <c:v>135467.14000000001</c:v>
                </c:pt>
                <c:pt idx="5197">
                  <c:v>135493.21</c:v>
                </c:pt>
                <c:pt idx="5198">
                  <c:v>135519.29</c:v>
                </c:pt>
                <c:pt idx="5199">
                  <c:v>135545.35999999999</c:v>
                </c:pt>
                <c:pt idx="5200">
                  <c:v>135571.43</c:v>
                </c:pt>
                <c:pt idx="5201">
                  <c:v>135597.5</c:v>
                </c:pt>
                <c:pt idx="5202">
                  <c:v>135623.57</c:v>
                </c:pt>
                <c:pt idx="5203">
                  <c:v>135649.64000000001</c:v>
                </c:pt>
                <c:pt idx="5204">
                  <c:v>135675.71</c:v>
                </c:pt>
                <c:pt idx="5205">
                  <c:v>135701.79</c:v>
                </c:pt>
                <c:pt idx="5206">
                  <c:v>135727.85999999999</c:v>
                </c:pt>
                <c:pt idx="5207">
                  <c:v>135753.93</c:v>
                </c:pt>
                <c:pt idx="5208">
                  <c:v>135780</c:v>
                </c:pt>
                <c:pt idx="5209">
                  <c:v>135806.07</c:v>
                </c:pt>
                <c:pt idx="5210">
                  <c:v>135832.14000000001</c:v>
                </c:pt>
                <c:pt idx="5211">
                  <c:v>135858.21</c:v>
                </c:pt>
                <c:pt idx="5212">
                  <c:v>135884.29</c:v>
                </c:pt>
                <c:pt idx="5213">
                  <c:v>135910.35999999999</c:v>
                </c:pt>
                <c:pt idx="5214">
                  <c:v>135936.43</c:v>
                </c:pt>
                <c:pt idx="5215">
                  <c:v>135962.5</c:v>
                </c:pt>
                <c:pt idx="5216">
                  <c:v>135988.57</c:v>
                </c:pt>
                <c:pt idx="5217">
                  <c:v>136014.64000000001</c:v>
                </c:pt>
                <c:pt idx="5218">
                  <c:v>136040.71</c:v>
                </c:pt>
                <c:pt idx="5219">
                  <c:v>136066.79</c:v>
                </c:pt>
                <c:pt idx="5220">
                  <c:v>136092.85999999999</c:v>
                </c:pt>
                <c:pt idx="5221">
                  <c:v>136118.93</c:v>
                </c:pt>
                <c:pt idx="5222">
                  <c:v>136145</c:v>
                </c:pt>
                <c:pt idx="5223">
                  <c:v>136171.07</c:v>
                </c:pt>
                <c:pt idx="5224">
                  <c:v>136197.14000000001</c:v>
                </c:pt>
                <c:pt idx="5225">
                  <c:v>136223.21</c:v>
                </c:pt>
                <c:pt idx="5226">
                  <c:v>136249.29</c:v>
                </c:pt>
                <c:pt idx="5227">
                  <c:v>136275.35999999999</c:v>
                </c:pt>
                <c:pt idx="5228">
                  <c:v>136301.43</c:v>
                </c:pt>
                <c:pt idx="5229">
                  <c:v>136327.5</c:v>
                </c:pt>
                <c:pt idx="5230">
                  <c:v>136353.57</c:v>
                </c:pt>
                <c:pt idx="5231">
                  <c:v>136379.64000000001</c:v>
                </c:pt>
                <c:pt idx="5232">
                  <c:v>136405.71</c:v>
                </c:pt>
                <c:pt idx="5233">
                  <c:v>136431.79</c:v>
                </c:pt>
                <c:pt idx="5234">
                  <c:v>136457.85999999999</c:v>
                </c:pt>
                <c:pt idx="5235">
                  <c:v>136483.93</c:v>
                </c:pt>
                <c:pt idx="5236">
                  <c:v>136510</c:v>
                </c:pt>
                <c:pt idx="5237">
                  <c:v>136536.07</c:v>
                </c:pt>
                <c:pt idx="5238">
                  <c:v>136562.14000000001</c:v>
                </c:pt>
                <c:pt idx="5239">
                  <c:v>136588.21</c:v>
                </c:pt>
                <c:pt idx="5240">
                  <c:v>136614.29</c:v>
                </c:pt>
                <c:pt idx="5241">
                  <c:v>136640.35999999999</c:v>
                </c:pt>
                <c:pt idx="5242">
                  <c:v>136666.43</c:v>
                </c:pt>
                <c:pt idx="5243">
                  <c:v>136692.5</c:v>
                </c:pt>
                <c:pt idx="5244">
                  <c:v>136718.57</c:v>
                </c:pt>
                <c:pt idx="5245">
                  <c:v>136744.64000000001</c:v>
                </c:pt>
                <c:pt idx="5246">
                  <c:v>136770.71</c:v>
                </c:pt>
                <c:pt idx="5247">
                  <c:v>136796.79</c:v>
                </c:pt>
                <c:pt idx="5248">
                  <c:v>136822.85999999999</c:v>
                </c:pt>
                <c:pt idx="5249">
                  <c:v>136848.93</c:v>
                </c:pt>
                <c:pt idx="5250">
                  <c:v>136875</c:v>
                </c:pt>
                <c:pt idx="5251">
                  <c:v>136901.07</c:v>
                </c:pt>
                <c:pt idx="5252">
                  <c:v>136927.14000000001</c:v>
                </c:pt>
                <c:pt idx="5253">
                  <c:v>136953.21</c:v>
                </c:pt>
                <c:pt idx="5254">
                  <c:v>136979.29</c:v>
                </c:pt>
                <c:pt idx="5255">
                  <c:v>137005.35999999999</c:v>
                </c:pt>
                <c:pt idx="5256">
                  <c:v>137031.43</c:v>
                </c:pt>
                <c:pt idx="5257">
                  <c:v>137057.5</c:v>
                </c:pt>
                <c:pt idx="5258">
                  <c:v>137083.57</c:v>
                </c:pt>
                <c:pt idx="5259">
                  <c:v>137109.64000000001</c:v>
                </c:pt>
                <c:pt idx="5260">
                  <c:v>137135.71</c:v>
                </c:pt>
                <c:pt idx="5261">
                  <c:v>137161.79</c:v>
                </c:pt>
                <c:pt idx="5262">
                  <c:v>137187.85999999999</c:v>
                </c:pt>
                <c:pt idx="5263">
                  <c:v>137213.93</c:v>
                </c:pt>
                <c:pt idx="5264">
                  <c:v>137240</c:v>
                </c:pt>
                <c:pt idx="5265">
                  <c:v>137266.07</c:v>
                </c:pt>
                <c:pt idx="5266">
                  <c:v>137292.14000000001</c:v>
                </c:pt>
                <c:pt idx="5267">
                  <c:v>137318.21</c:v>
                </c:pt>
                <c:pt idx="5268">
                  <c:v>137344.29</c:v>
                </c:pt>
                <c:pt idx="5269">
                  <c:v>137370.35999999999</c:v>
                </c:pt>
                <c:pt idx="5270">
                  <c:v>137396.43</c:v>
                </c:pt>
                <c:pt idx="5271">
                  <c:v>137422.5</c:v>
                </c:pt>
                <c:pt idx="5272">
                  <c:v>137448.57</c:v>
                </c:pt>
                <c:pt idx="5273">
                  <c:v>137474.64000000001</c:v>
                </c:pt>
                <c:pt idx="5274">
                  <c:v>137500.71</c:v>
                </c:pt>
                <c:pt idx="5275">
                  <c:v>137526.79</c:v>
                </c:pt>
                <c:pt idx="5276">
                  <c:v>137552.85999999999</c:v>
                </c:pt>
                <c:pt idx="5277">
                  <c:v>137578.93</c:v>
                </c:pt>
                <c:pt idx="5278">
                  <c:v>137605</c:v>
                </c:pt>
                <c:pt idx="5279">
                  <c:v>137631.07</c:v>
                </c:pt>
                <c:pt idx="5280">
                  <c:v>137657.14000000001</c:v>
                </c:pt>
                <c:pt idx="5281">
                  <c:v>137683.21</c:v>
                </c:pt>
                <c:pt idx="5282">
                  <c:v>137709.29</c:v>
                </c:pt>
                <c:pt idx="5283">
                  <c:v>137735.35999999999</c:v>
                </c:pt>
                <c:pt idx="5284">
                  <c:v>137761.43</c:v>
                </c:pt>
                <c:pt idx="5285">
                  <c:v>137787.5</c:v>
                </c:pt>
                <c:pt idx="5286">
                  <c:v>137813.57</c:v>
                </c:pt>
                <c:pt idx="5287">
                  <c:v>137839.64000000001</c:v>
                </c:pt>
                <c:pt idx="5288">
                  <c:v>137865.71</c:v>
                </c:pt>
                <c:pt idx="5289">
                  <c:v>137891.79</c:v>
                </c:pt>
                <c:pt idx="5290">
                  <c:v>137917.85999999999</c:v>
                </c:pt>
                <c:pt idx="5291">
                  <c:v>137943.93</c:v>
                </c:pt>
                <c:pt idx="5292">
                  <c:v>137970</c:v>
                </c:pt>
                <c:pt idx="5293">
                  <c:v>137996.07</c:v>
                </c:pt>
                <c:pt idx="5294">
                  <c:v>138022.14000000001</c:v>
                </c:pt>
                <c:pt idx="5295">
                  <c:v>138048.21</c:v>
                </c:pt>
                <c:pt idx="5296">
                  <c:v>138074.29</c:v>
                </c:pt>
                <c:pt idx="5297">
                  <c:v>138100.35999999999</c:v>
                </c:pt>
                <c:pt idx="5298">
                  <c:v>138126.43</c:v>
                </c:pt>
                <c:pt idx="5299">
                  <c:v>138152.5</c:v>
                </c:pt>
                <c:pt idx="5300">
                  <c:v>138178.57</c:v>
                </c:pt>
                <c:pt idx="5301">
                  <c:v>138204.64000000001</c:v>
                </c:pt>
                <c:pt idx="5302">
                  <c:v>138230.71</c:v>
                </c:pt>
                <c:pt idx="5303">
                  <c:v>138256.79</c:v>
                </c:pt>
                <c:pt idx="5304">
                  <c:v>138282.85999999999</c:v>
                </c:pt>
                <c:pt idx="5305">
                  <c:v>138308.93</c:v>
                </c:pt>
                <c:pt idx="5306">
                  <c:v>138335</c:v>
                </c:pt>
                <c:pt idx="5307">
                  <c:v>138361.07</c:v>
                </c:pt>
                <c:pt idx="5308">
                  <c:v>138387.14000000001</c:v>
                </c:pt>
                <c:pt idx="5309">
                  <c:v>138413.21</c:v>
                </c:pt>
                <c:pt idx="5310">
                  <c:v>138439.29</c:v>
                </c:pt>
                <c:pt idx="5311">
                  <c:v>138465.35999999999</c:v>
                </c:pt>
                <c:pt idx="5312">
                  <c:v>138491.43</c:v>
                </c:pt>
                <c:pt idx="5313">
                  <c:v>138517.5</c:v>
                </c:pt>
                <c:pt idx="5314">
                  <c:v>138543.57</c:v>
                </c:pt>
                <c:pt idx="5315">
                  <c:v>138569.64000000001</c:v>
                </c:pt>
                <c:pt idx="5316">
                  <c:v>138595.71</c:v>
                </c:pt>
                <c:pt idx="5317">
                  <c:v>138621.79</c:v>
                </c:pt>
                <c:pt idx="5318">
                  <c:v>138647.85999999999</c:v>
                </c:pt>
                <c:pt idx="5319">
                  <c:v>138673.93</c:v>
                </c:pt>
                <c:pt idx="5320">
                  <c:v>138700</c:v>
                </c:pt>
                <c:pt idx="5321">
                  <c:v>138726.07</c:v>
                </c:pt>
                <c:pt idx="5322">
                  <c:v>138752.14000000001</c:v>
                </c:pt>
                <c:pt idx="5323">
                  <c:v>138778.21</c:v>
                </c:pt>
                <c:pt idx="5324">
                  <c:v>138804.29</c:v>
                </c:pt>
                <c:pt idx="5325">
                  <c:v>138830.35999999999</c:v>
                </c:pt>
                <c:pt idx="5326">
                  <c:v>138856.43</c:v>
                </c:pt>
                <c:pt idx="5327">
                  <c:v>138882.5</c:v>
                </c:pt>
                <c:pt idx="5328">
                  <c:v>138908.57</c:v>
                </c:pt>
                <c:pt idx="5329">
                  <c:v>138934.64000000001</c:v>
                </c:pt>
                <c:pt idx="5330">
                  <c:v>138960.71</c:v>
                </c:pt>
                <c:pt idx="5331">
                  <c:v>138986.79</c:v>
                </c:pt>
                <c:pt idx="5332">
                  <c:v>139012.85999999999</c:v>
                </c:pt>
                <c:pt idx="5333">
                  <c:v>139038.93</c:v>
                </c:pt>
                <c:pt idx="5334">
                  <c:v>139065</c:v>
                </c:pt>
                <c:pt idx="5335">
                  <c:v>139091.07</c:v>
                </c:pt>
                <c:pt idx="5336">
                  <c:v>139117.14000000001</c:v>
                </c:pt>
                <c:pt idx="5337">
                  <c:v>139143.21</c:v>
                </c:pt>
                <c:pt idx="5338">
                  <c:v>139169.29</c:v>
                </c:pt>
                <c:pt idx="5339">
                  <c:v>139195.35999999999</c:v>
                </c:pt>
                <c:pt idx="5340">
                  <c:v>139221.43</c:v>
                </c:pt>
                <c:pt idx="5341">
                  <c:v>139247.5</c:v>
                </c:pt>
                <c:pt idx="5342">
                  <c:v>139273.57</c:v>
                </c:pt>
                <c:pt idx="5343">
                  <c:v>139299.64000000001</c:v>
                </c:pt>
                <c:pt idx="5344">
                  <c:v>139325.71</c:v>
                </c:pt>
                <c:pt idx="5345">
                  <c:v>139351.79</c:v>
                </c:pt>
                <c:pt idx="5346">
                  <c:v>139377.85999999999</c:v>
                </c:pt>
                <c:pt idx="5347">
                  <c:v>139403.93</c:v>
                </c:pt>
                <c:pt idx="5348">
                  <c:v>139430</c:v>
                </c:pt>
                <c:pt idx="5349">
                  <c:v>139456.07</c:v>
                </c:pt>
                <c:pt idx="5350">
                  <c:v>139482.14000000001</c:v>
                </c:pt>
                <c:pt idx="5351">
                  <c:v>139508.21</c:v>
                </c:pt>
                <c:pt idx="5352">
                  <c:v>139534.29</c:v>
                </c:pt>
                <c:pt idx="5353">
                  <c:v>139560.35999999999</c:v>
                </c:pt>
                <c:pt idx="5354">
                  <c:v>139586.43</c:v>
                </c:pt>
                <c:pt idx="5355">
                  <c:v>139612.5</c:v>
                </c:pt>
                <c:pt idx="5356">
                  <c:v>139638.57</c:v>
                </c:pt>
                <c:pt idx="5357">
                  <c:v>139664.64000000001</c:v>
                </c:pt>
                <c:pt idx="5358">
                  <c:v>139690.71</c:v>
                </c:pt>
                <c:pt idx="5359">
                  <c:v>139716.79</c:v>
                </c:pt>
                <c:pt idx="5360">
                  <c:v>139742.85999999999</c:v>
                </c:pt>
                <c:pt idx="5361">
                  <c:v>139768.93</c:v>
                </c:pt>
                <c:pt idx="5362">
                  <c:v>139795</c:v>
                </c:pt>
                <c:pt idx="5363">
                  <c:v>139821.07</c:v>
                </c:pt>
                <c:pt idx="5364">
                  <c:v>139847.14000000001</c:v>
                </c:pt>
                <c:pt idx="5365">
                  <c:v>139873.21</c:v>
                </c:pt>
                <c:pt idx="5366">
                  <c:v>139899.29</c:v>
                </c:pt>
                <c:pt idx="5367">
                  <c:v>139925.35999999999</c:v>
                </c:pt>
                <c:pt idx="5368">
                  <c:v>139951.43</c:v>
                </c:pt>
                <c:pt idx="5369">
                  <c:v>139977.5</c:v>
                </c:pt>
                <c:pt idx="5370">
                  <c:v>140003.57</c:v>
                </c:pt>
                <c:pt idx="5371">
                  <c:v>140029.64000000001</c:v>
                </c:pt>
                <c:pt idx="5372">
                  <c:v>140055.71</c:v>
                </c:pt>
                <c:pt idx="5373">
                  <c:v>140081.79</c:v>
                </c:pt>
                <c:pt idx="5374">
                  <c:v>140107.85999999999</c:v>
                </c:pt>
                <c:pt idx="5375">
                  <c:v>140133.93</c:v>
                </c:pt>
                <c:pt idx="5376">
                  <c:v>140160</c:v>
                </c:pt>
                <c:pt idx="5377">
                  <c:v>140186.07</c:v>
                </c:pt>
                <c:pt idx="5378">
                  <c:v>140212.14000000001</c:v>
                </c:pt>
                <c:pt idx="5379">
                  <c:v>140238.21</c:v>
                </c:pt>
                <c:pt idx="5380">
                  <c:v>140264.29</c:v>
                </c:pt>
                <c:pt idx="5381">
                  <c:v>140290.35999999999</c:v>
                </c:pt>
                <c:pt idx="5382">
                  <c:v>140316.43</c:v>
                </c:pt>
                <c:pt idx="5383">
                  <c:v>140342.5</c:v>
                </c:pt>
                <c:pt idx="5384">
                  <c:v>140368.57</c:v>
                </c:pt>
                <c:pt idx="5385">
                  <c:v>140394.64000000001</c:v>
                </c:pt>
                <c:pt idx="5386">
                  <c:v>140420.71</c:v>
                </c:pt>
                <c:pt idx="5387">
                  <c:v>140446.79</c:v>
                </c:pt>
                <c:pt idx="5388">
                  <c:v>140472.85999999999</c:v>
                </c:pt>
                <c:pt idx="5389">
                  <c:v>140498.93</c:v>
                </c:pt>
                <c:pt idx="5390">
                  <c:v>140525</c:v>
                </c:pt>
                <c:pt idx="5391">
                  <c:v>140551.07</c:v>
                </c:pt>
                <c:pt idx="5392">
                  <c:v>140577.14000000001</c:v>
                </c:pt>
                <c:pt idx="5393">
                  <c:v>140603.21</c:v>
                </c:pt>
                <c:pt idx="5394">
                  <c:v>140629.29</c:v>
                </c:pt>
                <c:pt idx="5395">
                  <c:v>140655.35999999999</c:v>
                </c:pt>
                <c:pt idx="5396">
                  <c:v>140681.43</c:v>
                </c:pt>
                <c:pt idx="5397">
                  <c:v>140707.5</c:v>
                </c:pt>
                <c:pt idx="5398">
                  <c:v>140733.57</c:v>
                </c:pt>
                <c:pt idx="5399">
                  <c:v>140759.64000000001</c:v>
                </c:pt>
                <c:pt idx="5400">
                  <c:v>140785.71</c:v>
                </c:pt>
                <c:pt idx="5401">
                  <c:v>140811.79</c:v>
                </c:pt>
                <c:pt idx="5402">
                  <c:v>140837.85999999999</c:v>
                </c:pt>
                <c:pt idx="5403">
                  <c:v>140863.93</c:v>
                </c:pt>
                <c:pt idx="5404">
                  <c:v>140890</c:v>
                </c:pt>
                <c:pt idx="5405">
                  <c:v>140916.07</c:v>
                </c:pt>
                <c:pt idx="5406">
                  <c:v>140942.14000000001</c:v>
                </c:pt>
                <c:pt idx="5407">
                  <c:v>140968.21</c:v>
                </c:pt>
                <c:pt idx="5408">
                  <c:v>140994.29</c:v>
                </c:pt>
                <c:pt idx="5409">
                  <c:v>141020.35999999999</c:v>
                </c:pt>
                <c:pt idx="5410">
                  <c:v>141046.43</c:v>
                </c:pt>
                <c:pt idx="5411">
                  <c:v>141072.5</c:v>
                </c:pt>
                <c:pt idx="5412">
                  <c:v>141098.57</c:v>
                </c:pt>
                <c:pt idx="5413">
                  <c:v>141124.64000000001</c:v>
                </c:pt>
                <c:pt idx="5414">
                  <c:v>141150.71</c:v>
                </c:pt>
                <c:pt idx="5415">
                  <c:v>141176.79</c:v>
                </c:pt>
                <c:pt idx="5416">
                  <c:v>141202.85999999999</c:v>
                </c:pt>
                <c:pt idx="5417">
                  <c:v>141228.93</c:v>
                </c:pt>
                <c:pt idx="5418">
                  <c:v>141255</c:v>
                </c:pt>
                <c:pt idx="5419">
                  <c:v>141281.07</c:v>
                </c:pt>
                <c:pt idx="5420">
                  <c:v>141307.14000000001</c:v>
                </c:pt>
                <c:pt idx="5421">
                  <c:v>141333.21</c:v>
                </c:pt>
                <c:pt idx="5422">
                  <c:v>141359.29</c:v>
                </c:pt>
                <c:pt idx="5423">
                  <c:v>141385.35999999999</c:v>
                </c:pt>
                <c:pt idx="5424">
                  <c:v>141411.43</c:v>
                </c:pt>
                <c:pt idx="5425">
                  <c:v>141437.5</c:v>
                </c:pt>
                <c:pt idx="5426">
                  <c:v>141463.57</c:v>
                </c:pt>
                <c:pt idx="5427">
                  <c:v>141489.64000000001</c:v>
                </c:pt>
                <c:pt idx="5428">
                  <c:v>141515.71</c:v>
                </c:pt>
                <c:pt idx="5429">
                  <c:v>141541.79</c:v>
                </c:pt>
                <c:pt idx="5430">
                  <c:v>141567.85999999999</c:v>
                </c:pt>
                <c:pt idx="5431">
                  <c:v>141593.93</c:v>
                </c:pt>
                <c:pt idx="5432">
                  <c:v>141620</c:v>
                </c:pt>
                <c:pt idx="5433">
                  <c:v>141646.07</c:v>
                </c:pt>
                <c:pt idx="5434">
                  <c:v>141672.14000000001</c:v>
                </c:pt>
                <c:pt idx="5435">
                  <c:v>141698.21</c:v>
                </c:pt>
                <c:pt idx="5436">
                  <c:v>141724.29</c:v>
                </c:pt>
                <c:pt idx="5437">
                  <c:v>141750.35999999999</c:v>
                </c:pt>
                <c:pt idx="5438">
                  <c:v>141776.43</c:v>
                </c:pt>
                <c:pt idx="5439">
                  <c:v>141802.5</c:v>
                </c:pt>
                <c:pt idx="5440">
                  <c:v>141828.57</c:v>
                </c:pt>
                <c:pt idx="5441">
                  <c:v>141854.64000000001</c:v>
                </c:pt>
                <c:pt idx="5442">
                  <c:v>141880.71</c:v>
                </c:pt>
                <c:pt idx="5443">
                  <c:v>141906.79</c:v>
                </c:pt>
                <c:pt idx="5444">
                  <c:v>141932.85999999999</c:v>
                </c:pt>
                <c:pt idx="5445">
                  <c:v>141958.93</c:v>
                </c:pt>
                <c:pt idx="5446">
                  <c:v>141985</c:v>
                </c:pt>
                <c:pt idx="5447">
                  <c:v>142011.07</c:v>
                </c:pt>
                <c:pt idx="5448">
                  <c:v>142037.14000000001</c:v>
                </c:pt>
                <c:pt idx="5449">
                  <c:v>142063.21</c:v>
                </c:pt>
                <c:pt idx="5450">
                  <c:v>142089.29</c:v>
                </c:pt>
                <c:pt idx="5451">
                  <c:v>142115.35999999999</c:v>
                </c:pt>
                <c:pt idx="5452">
                  <c:v>142141.43</c:v>
                </c:pt>
                <c:pt idx="5453">
                  <c:v>142167.5</c:v>
                </c:pt>
                <c:pt idx="5454">
                  <c:v>142193.57</c:v>
                </c:pt>
                <c:pt idx="5455">
                  <c:v>142219.64000000001</c:v>
                </c:pt>
                <c:pt idx="5456">
                  <c:v>142245.71</c:v>
                </c:pt>
                <c:pt idx="5457">
                  <c:v>142271.79</c:v>
                </c:pt>
                <c:pt idx="5458">
                  <c:v>142297.85999999999</c:v>
                </c:pt>
                <c:pt idx="5459">
                  <c:v>142323.93</c:v>
                </c:pt>
                <c:pt idx="5460">
                  <c:v>142350</c:v>
                </c:pt>
                <c:pt idx="5461">
                  <c:v>142376.07</c:v>
                </c:pt>
                <c:pt idx="5462">
                  <c:v>142402.14000000001</c:v>
                </c:pt>
                <c:pt idx="5463">
                  <c:v>142428.21</c:v>
                </c:pt>
                <c:pt idx="5464">
                  <c:v>142454.29</c:v>
                </c:pt>
                <c:pt idx="5465">
                  <c:v>142480.35999999999</c:v>
                </c:pt>
                <c:pt idx="5466">
                  <c:v>142506.43</c:v>
                </c:pt>
                <c:pt idx="5467">
                  <c:v>142532.5</c:v>
                </c:pt>
                <c:pt idx="5468">
                  <c:v>142558.57</c:v>
                </c:pt>
                <c:pt idx="5469">
                  <c:v>142584.64000000001</c:v>
                </c:pt>
                <c:pt idx="5470">
                  <c:v>142610.71</c:v>
                </c:pt>
                <c:pt idx="5471">
                  <c:v>142636.79</c:v>
                </c:pt>
                <c:pt idx="5472">
                  <c:v>142662.85999999999</c:v>
                </c:pt>
                <c:pt idx="5473">
                  <c:v>142688.93</c:v>
                </c:pt>
                <c:pt idx="5474">
                  <c:v>142715</c:v>
                </c:pt>
                <c:pt idx="5475">
                  <c:v>142741.07</c:v>
                </c:pt>
                <c:pt idx="5476">
                  <c:v>142767.14000000001</c:v>
                </c:pt>
                <c:pt idx="5477">
                  <c:v>142793.21</c:v>
                </c:pt>
                <c:pt idx="5478">
                  <c:v>142819.29</c:v>
                </c:pt>
                <c:pt idx="5479">
                  <c:v>142845.35999999999</c:v>
                </c:pt>
                <c:pt idx="5480">
                  <c:v>142871.43</c:v>
                </c:pt>
                <c:pt idx="5481">
                  <c:v>142897.5</c:v>
                </c:pt>
                <c:pt idx="5482">
                  <c:v>142923.57</c:v>
                </c:pt>
                <c:pt idx="5483">
                  <c:v>142949.64000000001</c:v>
                </c:pt>
                <c:pt idx="5484">
                  <c:v>142975.71</c:v>
                </c:pt>
                <c:pt idx="5485">
                  <c:v>143001.79</c:v>
                </c:pt>
                <c:pt idx="5486">
                  <c:v>143027.85999999999</c:v>
                </c:pt>
                <c:pt idx="5487">
                  <c:v>143053.93</c:v>
                </c:pt>
                <c:pt idx="5488">
                  <c:v>143080</c:v>
                </c:pt>
                <c:pt idx="5489">
                  <c:v>143106.07</c:v>
                </c:pt>
                <c:pt idx="5490">
                  <c:v>143132.14000000001</c:v>
                </c:pt>
                <c:pt idx="5491">
                  <c:v>143158.21</c:v>
                </c:pt>
                <c:pt idx="5492">
                  <c:v>143184.29</c:v>
                </c:pt>
                <c:pt idx="5493">
                  <c:v>143210.35999999999</c:v>
                </c:pt>
                <c:pt idx="5494">
                  <c:v>143236.43</c:v>
                </c:pt>
                <c:pt idx="5495">
                  <c:v>143262.5</c:v>
                </c:pt>
                <c:pt idx="5496">
                  <c:v>143288.57</c:v>
                </c:pt>
                <c:pt idx="5497">
                  <c:v>143314.64000000001</c:v>
                </c:pt>
                <c:pt idx="5498">
                  <c:v>143340.71</c:v>
                </c:pt>
                <c:pt idx="5499">
                  <c:v>143366.79</c:v>
                </c:pt>
                <c:pt idx="5500">
                  <c:v>143392.85999999999</c:v>
                </c:pt>
                <c:pt idx="5501">
                  <c:v>143418.93</c:v>
                </c:pt>
                <c:pt idx="5502">
                  <c:v>143445</c:v>
                </c:pt>
                <c:pt idx="5503">
                  <c:v>143471.07</c:v>
                </c:pt>
                <c:pt idx="5504">
                  <c:v>143497.14000000001</c:v>
                </c:pt>
                <c:pt idx="5505">
                  <c:v>143523.21</c:v>
                </c:pt>
                <c:pt idx="5506">
                  <c:v>143549.29</c:v>
                </c:pt>
                <c:pt idx="5507">
                  <c:v>143575.35999999999</c:v>
                </c:pt>
                <c:pt idx="5508">
                  <c:v>143601.43</c:v>
                </c:pt>
                <c:pt idx="5509">
                  <c:v>143627.5</c:v>
                </c:pt>
                <c:pt idx="5510">
                  <c:v>143653.57</c:v>
                </c:pt>
                <c:pt idx="5511">
                  <c:v>143679.64000000001</c:v>
                </c:pt>
                <c:pt idx="5512">
                  <c:v>143705.71</c:v>
                </c:pt>
                <c:pt idx="5513">
                  <c:v>143731.79</c:v>
                </c:pt>
                <c:pt idx="5514">
                  <c:v>143757.85999999999</c:v>
                </c:pt>
                <c:pt idx="5515">
                  <c:v>143783.93</c:v>
                </c:pt>
                <c:pt idx="5516">
                  <c:v>143810</c:v>
                </c:pt>
                <c:pt idx="5517">
                  <c:v>143836.07</c:v>
                </c:pt>
                <c:pt idx="5518">
                  <c:v>143862.14000000001</c:v>
                </c:pt>
                <c:pt idx="5519">
                  <c:v>143888.21</c:v>
                </c:pt>
                <c:pt idx="5520">
                  <c:v>143914.29</c:v>
                </c:pt>
                <c:pt idx="5521">
                  <c:v>143940.35999999999</c:v>
                </c:pt>
                <c:pt idx="5522">
                  <c:v>143966.43</c:v>
                </c:pt>
                <c:pt idx="5523">
                  <c:v>143992.5</c:v>
                </c:pt>
                <c:pt idx="5524">
                  <c:v>144018.57</c:v>
                </c:pt>
                <c:pt idx="5525">
                  <c:v>144044.64000000001</c:v>
                </c:pt>
                <c:pt idx="5526">
                  <c:v>144070.71</c:v>
                </c:pt>
                <c:pt idx="5527">
                  <c:v>144096.79</c:v>
                </c:pt>
                <c:pt idx="5528">
                  <c:v>144122.85999999999</c:v>
                </c:pt>
                <c:pt idx="5529">
                  <c:v>144148.93</c:v>
                </c:pt>
                <c:pt idx="5530">
                  <c:v>144175</c:v>
                </c:pt>
                <c:pt idx="5531">
                  <c:v>144201.07</c:v>
                </c:pt>
                <c:pt idx="5532">
                  <c:v>144227.14000000001</c:v>
                </c:pt>
                <c:pt idx="5533">
                  <c:v>144253.21</c:v>
                </c:pt>
                <c:pt idx="5534">
                  <c:v>144279.29</c:v>
                </c:pt>
                <c:pt idx="5535">
                  <c:v>144305.35999999999</c:v>
                </c:pt>
                <c:pt idx="5536">
                  <c:v>144331.43</c:v>
                </c:pt>
                <c:pt idx="5537">
                  <c:v>144357.5</c:v>
                </c:pt>
                <c:pt idx="5538">
                  <c:v>144383.57</c:v>
                </c:pt>
                <c:pt idx="5539">
                  <c:v>144409.64000000001</c:v>
                </c:pt>
                <c:pt idx="5540">
                  <c:v>144435.71</c:v>
                </c:pt>
                <c:pt idx="5541">
                  <c:v>144461.79</c:v>
                </c:pt>
                <c:pt idx="5542">
                  <c:v>144487.85999999999</c:v>
                </c:pt>
                <c:pt idx="5543">
                  <c:v>144513.93</c:v>
                </c:pt>
                <c:pt idx="5544">
                  <c:v>144540</c:v>
                </c:pt>
                <c:pt idx="5545">
                  <c:v>144566.07</c:v>
                </c:pt>
                <c:pt idx="5546">
                  <c:v>144592.14000000001</c:v>
                </c:pt>
                <c:pt idx="5547">
                  <c:v>144618.21</c:v>
                </c:pt>
                <c:pt idx="5548">
                  <c:v>144644.29</c:v>
                </c:pt>
                <c:pt idx="5549">
                  <c:v>144670.35999999999</c:v>
                </c:pt>
                <c:pt idx="5550">
                  <c:v>144696.43</c:v>
                </c:pt>
                <c:pt idx="5551">
                  <c:v>144722.5</c:v>
                </c:pt>
                <c:pt idx="5552">
                  <c:v>144748.57</c:v>
                </c:pt>
                <c:pt idx="5553">
                  <c:v>144774.64000000001</c:v>
                </c:pt>
                <c:pt idx="5554">
                  <c:v>144800.71</c:v>
                </c:pt>
                <c:pt idx="5555">
                  <c:v>144826.79</c:v>
                </c:pt>
                <c:pt idx="5556">
                  <c:v>144852.85999999999</c:v>
                </c:pt>
                <c:pt idx="5557">
                  <c:v>144878.93</c:v>
                </c:pt>
                <c:pt idx="5558">
                  <c:v>144905</c:v>
                </c:pt>
                <c:pt idx="5559">
                  <c:v>144931.07</c:v>
                </c:pt>
                <c:pt idx="5560">
                  <c:v>144957.14000000001</c:v>
                </c:pt>
                <c:pt idx="5561">
                  <c:v>144983.21</c:v>
                </c:pt>
                <c:pt idx="5562">
                  <c:v>145009.29</c:v>
                </c:pt>
                <c:pt idx="5563">
                  <c:v>145035.35999999999</c:v>
                </c:pt>
                <c:pt idx="5564">
                  <c:v>145061.43</c:v>
                </c:pt>
                <c:pt idx="5565">
                  <c:v>145087.5</c:v>
                </c:pt>
                <c:pt idx="5566">
                  <c:v>145113.57</c:v>
                </c:pt>
                <c:pt idx="5567">
                  <c:v>145139.64000000001</c:v>
                </c:pt>
                <c:pt idx="5568">
                  <c:v>145165.71</c:v>
                </c:pt>
                <c:pt idx="5569">
                  <c:v>145191.79</c:v>
                </c:pt>
                <c:pt idx="5570">
                  <c:v>145217.85999999999</c:v>
                </c:pt>
                <c:pt idx="5571">
                  <c:v>145243.93</c:v>
                </c:pt>
                <c:pt idx="5572">
                  <c:v>145270</c:v>
                </c:pt>
                <c:pt idx="5573">
                  <c:v>145296.07</c:v>
                </c:pt>
                <c:pt idx="5574">
                  <c:v>145322.14000000001</c:v>
                </c:pt>
                <c:pt idx="5575">
                  <c:v>145348.21</c:v>
                </c:pt>
                <c:pt idx="5576">
                  <c:v>145374.29</c:v>
                </c:pt>
                <c:pt idx="5577">
                  <c:v>145400.35999999999</c:v>
                </c:pt>
                <c:pt idx="5578">
                  <c:v>145426.43</c:v>
                </c:pt>
                <c:pt idx="5579">
                  <c:v>145452.5</c:v>
                </c:pt>
                <c:pt idx="5580">
                  <c:v>145478.57</c:v>
                </c:pt>
                <c:pt idx="5581">
                  <c:v>145504.64000000001</c:v>
                </c:pt>
                <c:pt idx="5582">
                  <c:v>145530.71</c:v>
                </c:pt>
                <c:pt idx="5583">
                  <c:v>145556.79</c:v>
                </c:pt>
                <c:pt idx="5584">
                  <c:v>145582.85999999999</c:v>
                </c:pt>
                <c:pt idx="5585">
                  <c:v>145608.93</c:v>
                </c:pt>
                <c:pt idx="5586">
                  <c:v>145635</c:v>
                </c:pt>
                <c:pt idx="5587">
                  <c:v>145661.07</c:v>
                </c:pt>
                <c:pt idx="5588">
                  <c:v>145687.14000000001</c:v>
                </c:pt>
                <c:pt idx="5589">
                  <c:v>145713.21</c:v>
                </c:pt>
                <c:pt idx="5590">
                  <c:v>145739.29</c:v>
                </c:pt>
                <c:pt idx="5591">
                  <c:v>145765.35999999999</c:v>
                </c:pt>
                <c:pt idx="5592">
                  <c:v>145791.43</c:v>
                </c:pt>
                <c:pt idx="5593">
                  <c:v>145817.5</c:v>
                </c:pt>
                <c:pt idx="5594">
                  <c:v>145843.57</c:v>
                </c:pt>
                <c:pt idx="5595">
                  <c:v>145869.64000000001</c:v>
                </c:pt>
                <c:pt idx="5596">
                  <c:v>145895.71</c:v>
                </c:pt>
                <c:pt idx="5597">
                  <c:v>145921.79</c:v>
                </c:pt>
                <c:pt idx="5598">
                  <c:v>145947.85999999999</c:v>
                </c:pt>
                <c:pt idx="5599">
                  <c:v>145973.93</c:v>
                </c:pt>
                <c:pt idx="5600">
                  <c:v>146000</c:v>
                </c:pt>
                <c:pt idx="5601">
                  <c:v>146026.07</c:v>
                </c:pt>
                <c:pt idx="5602">
                  <c:v>146052.14000000001</c:v>
                </c:pt>
                <c:pt idx="5603">
                  <c:v>146078.21</c:v>
                </c:pt>
                <c:pt idx="5604">
                  <c:v>146104.29</c:v>
                </c:pt>
                <c:pt idx="5605">
                  <c:v>146130.35999999999</c:v>
                </c:pt>
                <c:pt idx="5606">
                  <c:v>146156.43</c:v>
                </c:pt>
                <c:pt idx="5607">
                  <c:v>146182.5</c:v>
                </c:pt>
                <c:pt idx="5608">
                  <c:v>146208.57</c:v>
                </c:pt>
                <c:pt idx="5609">
                  <c:v>146234.64000000001</c:v>
                </c:pt>
                <c:pt idx="5610">
                  <c:v>146260.71</c:v>
                </c:pt>
                <c:pt idx="5611">
                  <c:v>146286.79</c:v>
                </c:pt>
                <c:pt idx="5612">
                  <c:v>146312.85999999999</c:v>
                </c:pt>
                <c:pt idx="5613">
                  <c:v>146338.93</c:v>
                </c:pt>
                <c:pt idx="5614">
                  <c:v>146365</c:v>
                </c:pt>
                <c:pt idx="5615">
                  <c:v>146391.07</c:v>
                </c:pt>
                <c:pt idx="5616">
                  <c:v>146417.14000000001</c:v>
                </c:pt>
                <c:pt idx="5617">
                  <c:v>146443.21</c:v>
                </c:pt>
                <c:pt idx="5618">
                  <c:v>146469.29</c:v>
                </c:pt>
                <c:pt idx="5619">
                  <c:v>146495.35999999999</c:v>
                </c:pt>
                <c:pt idx="5620">
                  <c:v>146521.43</c:v>
                </c:pt>
                <c:pt idx="5621">
                  <c:v>146547.5</c:v>
                </c:pt>
                <c:pt idx="5622">
                  <c:v>146573.57</c:v>
                </c:pt>
                <c:pt idx="5623">
                  <c:v>146599.64000000001</c:v>
                </c:pt>
                <c:pt idx="5624">
                  <c:v>146625.71</c:v>
                </c:pt>
                <c:pt idx="5625">
                  <c:v>146651.79</c:v>
                </c:pt>
                <c:pt idx="5626">
                  <c:v>146677.85999999999</c:v>
                </c:pt>
                <c:pt idx="5627">
                  <c:v>146703.93</c:v>
                </c:pt>
                <c:pt idx="5628">
                  <c:v>146730</c:v>
                </c:pt>
                <c:pt idx="5629">
                  <c:v>146756.07</c:v>
                </c:pt>
                <c:pt idx="5630">
                  <c:v>146782.14000000001</c:v>
                </c:pt>
                <c:pt idx="5631">
                  <c:v>146808.21</c:v>
                </c:pt>
                <c:pt idx="5632">
                  <c:v>146834.29</c:v>
                </c:pt>
                <c:pt idx="5633">
                  <c:v>146860.35999999999</c:v>
                </c:pt>
                <c:pt idx="5634">
                  <c:v>146886.43</c:v>
                </c:pt>
                <c:pt idx="5635">
                  <c:v>146912.5</c:v>
                </c:pt>
                <c:pt idx="5636">
                  <c:v>146938.57</c:v>
                </c:pt>
                <c:pt idx="5637">
                  <c:v>146964.64000000001</c:v>
                </c:pt>
                <c:pt idx="5638">
                  <c:v>146990.71</c:v>
                </c:pt>
                <c:pt idx="5639">
                  <c:v>147016.79</c:v>
                </c:pt>
                <c:pt idx="5640">
                  <c:v>147042.85999999999</c:v>
                </c:pt>
                <c:pt idx="5641">
                  <c:v>147068.93</c:v>
                </c:pt>
                <c:pt idx="5642">
                  <c:v>147095</c:v>
                </c:pt>
                <c:pt idx="5643">
                  <c:v>147121.07</c:v>
                </c:pt>
                <c:pt idx="5644">
                  <c:v>147147.14000000001</c:v>
                </c:pt>
                <c:pt idx="5645">
                  <c:v>147173.21</c:v>
                </c:pt>
                <c:pt idx="5646">
                  <c:v>147199.29</c:v>
                </c:pt>
                <c:pt idx="5647">
                  <c:v>147225.35999999999</c:v>
                </c:pt>
                <c:pt idx="5648">
                  <c:v>147251.43</c:v>
                </c:pt>
                <c:pt idx="5649">
                  <c:v>147277.5</c:v>
                </c:pt>
                <c:pt idx="5650">
                  <c:v>147303.57</c:v>
                </c:pt>
                <c:pt idx="5651">
                  <c:v>147329.64000000001</c:v>
                </c:pt>
                <c:pt idx="5652">
                  <c:v>147355.71</c:v>
                </c:pt>
                <c:pt idx="5653">
                  <c:v>147381.79</c:v>
                </c:pt>
                <c:pt idx="5654">
                  <c:v>147407.85999999999</c:v>
                </c:pt>
                <c:pt idx="5655">
                  <c:v>147433.93</c:v>
                </c:pt>
                <c:pt idx="5656">
                  <c:v>147460</c:v>
                </c:pt>
                <c:pt idx="5657">
                  <c:v>147486.07</c:v>
                </c:pt>
                <c:pt idx="5658">
                  <c:v>147512.14000000001</c:v>
                </c:pt>
                <c:pt idx="5659">
                  <c:v>147538.21</c:v>
                </c:pt>
                <c:pt idx="5660">
                  <c:v>147564.29</c:v>
                </c:pt>
                <c:pt idx="5661">
                  <c:v>147590.35999999999</c:v>
                </c:pt>
                <c:pt idx="5662">
                  <c:v>147616.43</c:v>
                </c:pt>
                <c:pt idx="5663">
                  <c:v>147642.5</c:v>
                </c:pt>
                <c:pt idx="5664">
                  <c:v>147668.57</c:v>
                </c:pt>
                <c:pt idx="5665">
                  <c:v>147694.64000000001</c:v>
                </c:pt>
                <c:pt idx="5666">
                  <c:v>147720.71</c:v>
                </c:pt>
                <c:pt idx="5667">
                  <c:v>147746.79</c:v>
                </c:pt>
                <c:pt idx="5668">
                  <c:v>147772.85999999999</c:v>
                </c:pt>
                <c:pt idx="5669">
                  <c:v>147798.93</c:v>
                </c:pt>
                <c:pt idx="5670">
                  <c:v>147825</c:v>
                </c:pt>
                <c:pt idx="5671">
                  <c:v>147851.07</c:v>
                </c:pt>
                <c:pt idx="5672">
                  <c:v>147877.14000000001</c:v>
                </c:pt>
                <c:pt idx="5673">
                  <c:v>147903.21</c:v>
                </c:pt>
                <c:pt idx="5674">
                  <c:v>147929.29</c:v>
                </c:pt>
                <c:pt idx="5675">
                  <c:v>147955.35999999999</c:v>
                </c:pt>
                <c:pt idx="5676">
                  <c:v>147981.43</c:v>
                </c:pt>
                <c:pt idx="5677">
                  <c:v>148007.5</c:v>
                </c:pt>
                <c:pt idx="5678">
                  <c:v>148033.57</c:v>
                </c:pt>
                <c:pt idx="5679">
                  <c:v>148059.64000000001</c:v>
                </c:pt>
                <c:pt idx="5680">
                  <c:v>148085.71</c:v>
                </c:pt>
                <c:pt idx="5681">
                  <c:v>148111.79</c:v>
                </c:pt>
                <c:pt idx="5682">
                  <c:v>148137.85999999999</c:v>
                </c:pt>
                <c:pt idx="5683">
                  <c:v>148163.93</c:v>
                </c:pt>
                <c:pt idx="5684">
                  <c:v>148190</c:v>
                </c:pt>
                <c:pt idx="5685">
                  <c:v>148216.07</c:v>
                </c:pt>
                <c:pt idx="5686">
                  <c:v>148242.14000000001</c:v>
                </c:pt>
                <c:pt idx="5687">
                  <c:v>148268.21</c:v>
                </c:pt>
                <c:pt idx="5688">
                  <c:v>148294.29</c:v>
                </c:pt>
                <c:pt idx="5689">
                  <c:v>148320.35999999999</c:v>
                </c:pt>
                <c:pt idx="5690">
                  <c:v>148346.43</c:v>
                </c:pt>
                <c:pt idx="5691">
                  <c:v>148372.5</c:v>
                </c:pt>
                <c:pt idx="5692">
                  <c:v>148398.57</c:v>
                </c:pt>
                <c:pt idx="5693">
                  <c:v>148424.64000000001</c:v>
                </c:pt>
                <c:pt idx="5694">
                  <c:v>148450.71</c:v>
                </c:pt>
                <c:pt idx="5695">
                  <c:v>148476.79</c:v>
                </c:pt>
                <c:pt idx="5696">
                  <c:v>148502.85999999999</c:v>
                </c:pt>
                <c:pt idx="5697">
                  <c:v>148528.93</c:v>
                </c:pt>
                <c:pt idx="5698">
                  <c:v>148555</c:v>
                </c:pt>
                <c:pt idx="5699">
                  <c:v>148581.07</c:v>
                </c:pt>
                <c:pt idx="5700">
                  <c:v>148607.14000000001</c:v>
                </c:pt>
                <c:pt idx="5701">
                  <c:v>148633.21</c:v>
                </c:pt>
                <c:pt idx="5702">
                  <c:v>148659.29</c:v>
                </c:pt>
                <c:pt idx="5703">
                  <c:v>148685.35999999999</c:v>
                </c:pt>
                <c:pt idx="5704">
                  <c:v>148711.43</c:v>
                </c:pt>
                <c:pt idx="5705">
                  <c:v>148737.5</c:v>
                </c:pt>
                <c:pt idx="5706">
                  <c:v>148763.57</c:v>
                </c:pt>
                <c:pt idx="5707">
                  <c:v>148789.64000000001</c:v>
                </c:pt>
                <c:pt idx="5708">
                  <c:v>148815.71</c:v>
                </c:pt>
                <c:pt idx="5709">
                  <c:v>148841.79</c:v>
                </c:pt>
                <c:pt idx="5710">
                  <c:v>148867.85999999999</c:v>
                </c:pt>
                <c:pt idx="5711">
                  <c:v>148893.93</c:v>
                </c:pt>
                <c:pt idx="5712">
                  <c:v>148920</c:v>
                </c:pt>
                <c:pt idx="5713">
                  <c:v>148946.07</c:v>
                </c:pt>
                <c:pt idx="5714">
                  <c:v>148972.14000000001</c:v>
                </c:pt>
                <c:pt idx="5715">
                  <c:v>148998.21</c:v>
                </c:pt>
                <c:pt idx="5716">
                  <c:v>149024.29</c:v>
                </c:pt>
                <c:pt idx="5717">
                  <c:v>149050.35999999999</c:v>
                </c:pt>
                <c:pt idx="5718">
                  <c:v>149076.43</c:v>
                </c:pt>
                <c:pt idx="5719">
                  <c:v>149102.5</c:v>
                </c:pt>
                <c:pt idx="5720">
                  <c:v>149128.57</c:v>
                </c:pt>
                <c:pt idx="5721">
                  <c:v>149154.64000000001</c:v>
                </c:pt>
                <c:pt idx="5722">
                  <c:v>149180.71</c:v>
                </c:pt>
                <c:pt idx="5723">
                  <c:v>149206.79</c:v>
                </c:pt>
                <c:pt idx="5724">
                  <c:v>149232.85999999999</c:v>
                </c:pt>
                <c:pt idx="5725">
                  <c:v>149258.93</c:v>
                </c:pt>
                <c:pt idx="5726">
                  <c:v>149285</c:v>
                </c:pt>
                <c:pt idx="5727">
                  <c:v>149311.07</c:v>
                </c:pt>
                <c:pt idx="5728">
                  <c:v>149337.14000000001</c:v>
                </c:pt>
                <c:pt idx="5729">
                  <c:v>149363.21</c:v>
                </c:pt>
                <c:pt idx="5730">
                  <c:v>149389.29</c:v>
                </c:pt>
                <c:pt idx="5731">
                  <c:v>149415.35999999999</c:v>
                </c:pt>
                <c:pt idx="5732">
                  <c:v>149441.43</c:v>
                </c:pt>
                <c:pt idx="5733">
                  <c:v>149467.5</c:v>
                </c:pt>
                <c:pt idx="5734">
                  <c:v>149493.57</c:v>
                </c:pt>
                <c:pt idx="5735">
                  <c:v>149519.64000000001</c:v>
                </c:pt>
                <c:pt idx="5736">
                  <c:v>149545.71</c:v>
                </c:pt>
                <c:pt idx="5737">
                  <c:v>149571.79</c:v>
                </c:pt>
                <c:pt idx="5738">
                  <c:v>149597.85999999999</c:v>
                </c:pt>
                <c:pt idx="5739">
                  <c:v>149623.93</c:v>
                </c:pt>
                <c:pt idx="5740">
                  <c:v>149650</c:v>
                </c:pt>
                <c:pt idx="5741">
                  <c:v>149676.07</c:v>
                </c:pt>
                <c:pt idx="5742">
                  <c:v>149702.14000000001</c:v>
                </c:pt>
                <c:pt idx="5743">
                  <c:v>149728.21</c:v>
                </c:pt>
                <c:pt idx="5744">
                  <c:v>149754.29</c:v>
                </c:pt>
                <c:pt idx="5745">
                  <c:v>149780.35999999999</c:v>
                </c:pt>
                <c:pt idx="5746">
                  <c:v>149806.43</c:v>
                </c:pt>
                <c:pt idx="5747">
                  <c:v>149832.5</c:v>
                </c:pt>
                <c:pt idx="5748">
                  <c:v>149858.57</c:v>
                </c:pt>
                <c:pt idx="5749">
                  <c:v>149884.64000000001</c:v>
                </c:pt>
                <c:pt idx="5750">
                  <c:v>149910.71</c:v>
                </c:pt>
                <c:pt idx="5751">
                  <c:v>149936.79</c:v>
                </c:pt>
                <c:pt idx="5752">
                  <c:v>149962.85999999999</c:v>
                </c:pt>
                <c:pt idx="5753">
                  <c:v>149988.93</c:v>
                </c:pt>
                <c:pt idx="5754">
                  <c:v>150015</c:v>
                </c:pt>
                <c:pt idx="5755">
                  <c:v>150041.07</c:v>
                </c:pt>
                <c:pt idx="5756">
                  <c:v>150067.14000000001</c:v>
                </c:pt>
                <c:pt idx="5757">
                  <c:v>150093.21</c:v>
                </c:pt>
                <c:pt idx="5758">
                  <c:v>150119.29</c:v>
                </c:pt>
                <c:pt idx="5759">
                  <c:v>150145.35999999999</c:v>
                </c:pt>
                <c:pt idx="5760">
                  <c:v>150171.43</c:v>
                </c:pt>
                <c:pt idx="5761">
                  <c:v>150197.5</c:v>
                </c:pt>
                <c:pt idx="5762">
                  <c:v>150223.57</c:v>
                </c:pt>
                <c:pt idx="5763">
                  <c:v>150249.64000000001</c:v>
                </c:pt>
                <c:pt idx="5764">
                  <c:v>150275.71</c:v>
                </c:pt>
                <c:pt idx="5765">
                  <c:v>150301.79</c:v>
                </c:pt>
                <c:pt idx="5766">
                  <c:v>150327.85999999999</c:v>
                </c:pt>
                <c:pt idx="5767">
                  <c:v>150353.93</c:v>
                </c:pt>
                <c:pt idx="5768">
                  <c:v>150380</c:v>
                </c:pt>
                <c:pt idx="5769">
                  <c:v>150406.07</c:v>
                </c:pt>
                <c:pt idx="5770">
                  <c:v>150432.14000000001</c:v>
                </c:pt>
                <c:pt idx="5771">
                  <c:v>150458.21</c:v>
                </c:pt>
                <c:pt idx="5772">
                  <c:v>150484.29</c:v>
                </c:pt>
                <c:pt idx="5773">
                  <c:v>150510.35999999999</c:v>
                </c:pt>
                <c:pt idx="5774">
                  <c:v>150536.43</c:v>
                </c:pt>
                <c:pt idx="5775">
                  <c:v>150562.5</c:v>
                </c:pt>
                <c:pt idx="5776">
                  <c:v>150588.57</c:v>
                </c:pt>
                <c:pt idx="5777">
                  <c:v>150614.64000000001</c:v>
                </c:pt>
                <c:pt idx="5778">
                  <c:v>150640.71</c:v>
                </c:pt>
                <c:pt idx="5779">
                  <c:v>150666.79</c:v>
                </c:pt>
                <c:pt idx="5780">
                  <c:v>150692.85999999999</c:v>
                </c:pt>
                <c:pt idx="5781">
                  <c:v>150718.93</c:v>
                </c:pt>
                <c:pt idx="5782">
                  <c:v>150745</c:v>
                </c:pt>
                <c:pt idx="5783">
                  <c:v>150771.07</c:v>
                </c:pt>
                <c:pt idx="5784">
                  <c:v>150797.14000000001</c:v>
                </c:pt>
                <c:pt idx="5785">
                  <c:v>150823.21</c:v>
                </c:pt>
                <c:pt idx="5786">
                  <c:v>150849.29</c:v>
                </c:pt>
                <c:pt idx="5787">
                  <c:v>150875.35999999999</c:v>
                </c:pt>
                <c:pt idx="5788">
                  <c:v>150901.43</c:v>
                </c:pt>
                <c:pt idx="5789">
                  <c:v>150927.5</c:v>
                </c:pt>
                <c:pt idx="5790">
                  <c:v>150953.57</c:v>
                </c:pt>
                <c:pt idx="5791">
                  <c:v>150979.64000000001</c:v>
                </c:pt>
                <c:pt idx="5792">
                  <c:v>151005.71</c:v>
                </c:pt>
                <c:pt idx="5793">
                  <c:v>151031.79</c:v>
                </c:pt>
                <c:pt idx="5794">
                  <c:v>151057.85999999999</c:v>
                </c:pt>
                <c:pt idx="5795">
                  <c:v>151083.93</c:v>
                </c:pt>
                <c:pt idx="5796">
                  <c:v>151110</c:v>
                </c:pt>
                <c:pt idx="5797">
                  <c:v>151136.07</c:v>
                </c:pt>
                <c:pt idx="5798">
                  <c:v>151162.14000000001</c:v>
                </c:pt>
                <c:pt idx="5799">
                  <c:v>151188.21</c:v>
                </c:pt>
                <c:pt idx="5800">
                  <c:v>151214.29</c:v>
                </c:pt>
                <c:pt idx="5801">
                  <c:v>151240.35999999999</c:v>
                </c:pt>
                <c:pt idx="5802">
                  <c:v>151266.43</c:v>
                </c:pt>
                <c:pt idx="5803">
                  <c:v>151292.5</c:v>
                </c:pt>
                <c:pt idx="5804">
                  <c:v>151318.57</c:v>
                </c:pt>
                <c:pt idx="5805">
                  <c:v>151344.64000000001</c:v>
                </c:pt>
                <c:pt idx="5806">
                  <c:v>151370.71</c:v>
                </c:pt>
                <c:pt idx="5807">
                  <c:v>151396.79</c:v>
                </c:pt>
                <c:pt idx="5808">
                  <c:v>151422.85999999999</c:v>
                </c:pt>
                <c:pt idx="5809">
                  <c:v>151448.93</c:v>
                </c:pt>
                <c:pt idx="5810">
                  <c:v>151475</c:v>
                </c:pt>
                <c:pt idx="5811">
                  <c:v>151501.07</c:v>
                </c:pt>
                <c:pt idx="5812">
                  <c:v>151527.14000000001</c:v>
                </c:pt>
                <c:pt idx="5813">
                  <c:v>151553.21</c:v>
                </c:pt>
                <c:pt idx="5814">
                  <c:v>151579.29</c:v>
                </c:pt>
                <c:pt idx="5815">
                  <c:v>151605.35999999999</c:v>
                </c:pt>
                <c:pt idx="5816">
                  <c:v>151631.43</c:v>
                </c:pt>
                <c:pt idx="5817">
                  <c:v>151657.5</c:v>
                </c:pt>
                <c:pt idx="5818">
                  <c:v>151683.57</c:v>
                </c:pt>
                <c:pt idx="5819">
                  <c:v>151709.64000000001</c:v>
                </c:pt>
                <c:pt idx="5820">
                  <c:v>151735.71</c:v>
                </c:pt>
                <c:pt idx="5821">
                  <c:v>151761.79</c:v>
                </c:pt>
                <c:pt idx="5822">
                  <c:v>151787.85999999999</c:v>
                </c:pt>
                <c:pt idx="5823">
                  <c:v>151813.93</c:v>
                </c:pt>
                <c:pt idx="5824">
                  <c:v>151840</c:v>
                </c:pt>
                <c:pt idx="5825">
                  <c:v>151866.07</c:v>
                </c:pt>
                <c:pt idx="5826">
                  <c:v>151892.14000000001</c:v>
                </c:pt>
                <c:pt idx="5827">
                  <c:v>151918.21</c:v>
                </c:pt>
                <c:pt idx="5828">
                  <c:v>151944.29</c:v>
                </c:pt>
                <c:pt idx="5829">
                  <c:v>151970.35999999999</c:v>
                </c:pt>
                <c:pt idx="5830">
                  <c:v>151996.43</c:v>
                </c:pt>
                <c:pt idx="5831">
                  <c:v>152022.5</c:v>
                </c:pt>
                <c:pt idx="5832">
                  <c:v>152048.57</c:v>
                </c:pt>
                <c:pt idx="5833">
                  <c:v>152074.64000000001</c:v>
                </c:pt>
                <c:pt idx="5834">
                  <c:v>152100.71</c:v>
                </c:pt>
                <c:pt idx="5835">
                  <c:v>152126.79</c:v>
                </c:pt>
                <c:pt idx="5836">
                  <c:v>152152.85999999999</c:v>
                </c:pt>
                <c:pt idx="5837">
                  <c:v>152178.93</c:v>
                </c:pt>
                <c:pt idx="5838">
                  <c:v>152205</c:v>
                </c:pt>
                <c:pt idx="5839">
                  <c:v>152231.07</c:v>
                </c:pt>
                <c:pt idx="5840">
                  <c:v>152257.14000000001</c:v>
                </c:pt>
                <c:pt idx="5841">
                  <c:v>152283.21</c:v>
                </c:pt>
                <c:pt idx="5842">
                  <c:v>152309.29</c:v>
                </c:pt>
                <c:pt idx="5843">
                  <c:v>152335.35999999999</c:v>
                </c:pt>
                <c:pt idx="5844">
                  <c:v>152361.43</c:v>
                </c:pt>
                <c:pt idx="5845">
                  <c:v>152387.5</c:v>
                </c:pt>
                <c:pt idx="5846">
                  <c:v>152413.57</c:v>
                </c:pt>
                <c:pt idx="5847">
                  <c:v>152439.64000000001</c:v>
                </c:pt>
                <c:pt idx="5848">
                  <c:v>152465.71</c:v>
                </c:pt>
                <c:pt idx="5849">
                  <c:v>152491.79</c:v>
                </c:pt>
                <c:pt idx="5850">
                  <c:v>152517.85999999999</c:v>
                </c:pt>
                <c:pt idx="5851">
                  <c:v>152543.93</c:v>
                </c:pt>
                <c:pt idx="5852">
                  <c:v>152570</c:v>
                </c:pt>
                <c:pt idx="5853">
                  <c:v>152596.07</c:v>
                </c:pt>
                <c:pt idx="5854">
                  <c:v>152622.14000000001</c:v>
                </c:pt>
                <c:pt idx="5855">
                  <c:v>152648.21</c:v>
                </c:pt>
                <c:pt idx="5856">
                  <c:v>152674.29</c:v>
                </c:pt>
                <c:pt idx="5857">
                  <c:v>152700.35999999999</c:v>
                </c:pt>
                <c:pt idx="5858">
                  <c:v>152726.43</c:v>
                </c:pt>
                <c:pt idx="5859">
                  <c:v>152752.5</c:v>
                </c:pt>
                <c:pt idx="5860">
                  <c:v>152778.57</c:v>
                </c:pt>
                <c:pt idx="5861">
                  <c:v>152804.64000000001</c:v>
                </c:pt>
                <c:pt idx="5862">
                  <c:v>152830.71</c:v>
                </c:pt>
                <c:pt idx="5863">
                  <c:v>152856.79</c:v>
                </c:pt>
                <c:pt idx="5864">
                  <c:v>152882.85999999999</c:v>
                </c:pt>
                <c:pt idx="5865">
                  <c:v>152908.93</c:v>
                </c:pt>
                <c:pt idx="5866">
                  <c:v>152935</c:v>
                </c:pt>
                <c:pt idx="5867">
                  <c:v>152961.07</c:v>
                </c:pt>
                <c:pt idx="5868">
                  <c:v>152987.14000000001</c:v>
                </c:pt>
                <c:pt idx="5869">
                  <c:v>153013.21</c:v>
                </c:pt>
                <c:pt idx="5870">
                  <c:v>153039.29</c:v>
                </c:pt>
                <c:pt idx="5871">
                  <c:v>153065.35999999999</c:v>
                </c:pt>
                <c:pt idx="5872">
                  <c:v>153091.43</c:v>
                </c:pt>
                <c:pt idx="5873">
                  <c:v>153117.5</c:v>
                </c:pt>
                <c:pt idx="5874">
                  <c:v>153143.57</c:v>
                </c:pt>
                <c:pt idx="5875">
                  <c:v>153169.64000000001</c:v>
                </c:pt>
                <c:pt idx="5876">
                  <c:v>153195.71</c:v>
                </c:pt>
                <c:pt idx="5877">
                  <c:v>153221.79</c:v>
                </c:pt>
                <c:pt idx="5878">
                  <c:v>153247.85999999999</c:v>
                </c:pt>
                <c:pt idx="5879">
                  <c:v>153273.93</c:v>
                </c:pt>
                <c:pt idx="5880">
                  <c:v>153300</c:v>
                </c:pt>
                <c:pt idx="5881">
                  <c:v>153326.07</c:v>
                </c:pt>
                <c:pt idx="5882">
                  <c:v>153352.14000000001</c:v>
                </c:pt>
                <c:pt idx="5883">
                  <c:v>153378.21</c:v>
                </c:pt>
                <c:pt idx="5884">
                  <c:v>153404.29</c:v>
                </c:pt>
                <c:pt idx="5885">
                  <c:v>153430.35999999999</c:v>
                </c:pt>
                <c:pt idx="5886">
                  <c:v>153456.43</c:v>
                </c:pt>
                <c:pt idx="5887">
                  <c:v>153482.5</c:v>
                </c:pt>
                <c:pt idx="5888">
                  <c:v>153508.57</c:v>
                </c:pt>
                <c:pt idx="5889">
                  <c:v>153534.64000000001</c:v>
                </c:pt>
                <c:pt idx="5890">
                  <c:v>153560.71</c:v>
                </c:pt>
                <c:pt idx="5891">
                  <c:v>153586.79</c:v>
                </c:pt>
                <c:pt idx="5892">
                  <c:v>153612.85999999999</c:v>
                </c:pt>
                <c:pt idx="5893">
                  <c:v>153638.93</c:v>
                </c:pt>
                <c:pt idx="5894">
                  <c:v>153665</c:v>
                </c:pt>
                <c:pt idx="5895">
                  <c:v>153691.07</c:v>
                </c:pt>
                <c:pt idx="5896">
                  <c:v>153717.14000000001</c:v>
                </c:pt>
                <c:pt idx="5897">
                  <c:v>153743.21</c:v>
                </c:pt>
                <c:pt idx="5898">
                  <c:v>153769.29</c:v>
                </c:pt>
                <c:pt idx="5899">
                  <c:v>153795.35999999999</c:v>
                </c:pt>
                <c:pt idx="5900">
                  <c:v>153821.43</c:v>
                </c:pt>
                <c:pt idx="5901">
                  <c:v>153847.5</c:v>
                </c:pt>
                <c:pt idx="5902">
                  <c:v>153873.57</c:v>
                </c:pt>
                <c:pt idx="5903">
                  <c:v>153899.64000000001</c:v>
                </c:pt>
                <c:pt idx="5904">
                  <c:v>153925.71</c:v>
                </c:pt>
                <c:pt idx="5905">
                  <c:v>153951.79</c:v>
                </c:pt>
                <c:pt idx="5906">
                  <c:v>153977.85999999999</c:v>
                </c:pt>
                <c:pt idx="5907">
                  <c:v>154003.93</c:v>
                </c:pt>
                <c:pt idx="5908">
                  <c:v>154030</c:v>
                </c:pt>
                <c:pt idx="5909">
                  <c:v>154056.07</c:v>
                </c:pt>
                <c:pt idx="5910">
                  <c:v>154082.14000000001</c:v>
                </c:pt>
                <c:pt idx="5911">
                  <c:v>154108.21</c:v>
                </c:pt>
                <c:pt idx="5912">
                  <c:v>154134.29</c:v>
                </c:pt>
                <c:pt idx="5913">
                  <c:v>154160.35999999999</c:v>
                </c:pt>
                <c:pt idx="5914">
                  <c:v>154186.43</c:v>
                </c:pt>
                <c:pt idx="5915">
                  <c:v>154212.5</c:v>
                </c:pt>
                <c:pt idx="5916">
                  <c:v>154238.57</c:v>
                </c:pt>
                <c:pt idx="5917">
                  <c:v>154264.64000000001</c:v>
                </c:pt>
                <c:pt idx="5918">
                  <c:v>154290.71</c:v>
                </c:pt>
                <c:pt idx="5919">
                  <c:v>154316.79</c:v>
                </c:pt>
                <c:pt idx="5920">
                  <c:v>154342.85999999999</c:v>
                </c:pt>
                <c:pt idx="5921">
                  <c:v>154368.93</c:v>
                </c:pt>
                <c:pt idx="5922">
                  <c:v>154395</c:v>
                </c:pt>
                <c:pt idx="5923">
                  <c:v>154421.07</c:v>
                </c:pt>
                <c:pt idx="5924">
                  <c:v>154447.14000000001</c:v>
                </c:pt>
                <c:pt idx="5925">
                  <c:v>154473.21</c:v>
                </c:pt>
                <c:pt idx="5926">
                  <c:v>154499.29</c:v>
                </c:pt>
                <c:pt idx="5927">
                  <c:v>154525.35999999999</c:v>
                </c:pt>
                <c:pt idx="5928">
                  <c:v>154551.43</c:v>
                </c:pt>
                <c:pt idx="5929">
                  <c:v>154577.5</c:v>
                </c:pt>
                <c:pt idx="5930">
                  <c:v>154603.57</c:v>
                </c:pt>
                <c:pt idx="5931">
                  <c:v>154629.64000000001</c:v>
                </c:pt>
                <c:pt idx="5932">
                  <c:v>154655.71</c:v>
                </c:pt>
                <c:pt idx="5933">
                  <c:v>154681.79</c:v>
                </c:pt>
                <c:pt idx="5934">
                  <c:v>154707.85999999999</c:v>
                </c:pt>
                <c:pt idx="5935">
                  <c:v>154733.93</c:v>
                </c:pt>
                <c:pt idx="5936">
                  <c:v>154760</c:v>
                </c:pt>
                <c:pt idx="5937">
                  <c:v>154786.07</c:v>
                </c:pt>
                <c:pt idx="5938">
                  <c:v>154812.14000000001</c:v>
                </c:pt>
                <c:pt idx="5939">
                  <c:v>154838.21</c:v>
                </c:pt>
                <c:pt idx="5940">
                  <c:v>154864.29</c:v>
                </c:pt>
                <c:pt idx="5941">
                  <c:v>154890.35999999999</c:v>
                </c:pt>
                <c:pt idx="5942">
                  <c:v>154916.43</c:v>
                </c:pt>
                <c:pt idx="5943">
                  <c:v>154942.5</c:v>
                </c:pt>
                <c:pt idx="5944">
                  <c:v>154968.57</c:v>
                </c:pt>
                <c:pt idx="5945">
                  <c:v>154994.64000000001</c:v>
                </c:pt>
                <c:pt idx="5946">
                  <c:v>155020.71</c:v>
                </c:pt>
                <c:pt idx="5947">
                  <c:v>155046.79</c:v>
                </c:pt>
                <c:pt idx="5948">
                  <c:v>155072.85999999999</c:v>
                </c:pt>
                <c:pt idx="5949">
                  <c:v>155098.93</c:v>
                </c:pt>
                <c:pt idx="5950">
                  <c:v>155125</c:v>
                </c:pt>
                <c:pt idx="5951">
                  <c:v>155151.07</c:v>
                </c:pt>
                <c:pt idx="5952">
                  <c:v>155177.14000000001</c:v>
                </c:pt>
                <c:pt idx="5953">
                  <c:v>155203.21</c:v>
                </c:pt>
                <c:pt idx="5954">
                  <c:v>155229.29</c:v>
                </c:pt>
                <c:pt idx="5955">
                  <c:v>155255.35999999999</c:v>
                </c:pt>
                <c:pt idx="5956">
                  <c:v>155281.43</c:v>
                </c:pt>
                <c:pt idx="5957">
                  <c:v>155307.5</c:v>
                </c:pt>
                <c:pt idx="5958">
                  <c:v>155333.57</c:v>
                </c:pt>
                <c:pt idx="5959">
                  <c:v>155359.64000000001</c:v>
                </c:pt>
                <c:pt idx="5960">
                  <c:v>155385.71</c:v>
                </c:pt>
                <c:pt idx="5961">
                  <c:v>155411.79</c:v>
                </c:pt>
                <c:pt idx="5962">
                  <c:v>155437.85999999999</c:v>
                </c:pt>
                <c:pt idx="5963">
                  <c:v>155463.93</c:v>
                </c:pt>
                <c:pt idx="5964">
                  <c:v>155490</c:v>
                </c:pt>
                <c:pt idx="5965">
                  <c:v>155516.07</c:v>
                </c:pt>
                <c:pt idx="5966">
                  <c:v>155542.14000000001</c:v>
                </c:pt>
                <c:pt idx="5967">
                  <c:v>155568.21</c:v>
                </c:pt>
                <c:pt idx="5968">
                  <c:v>155594.29</c:v>
                </c:pt>
                <c:pt idx="5969">
                  <c:v>155620.35999999999</c:v>
                </c:pt>
                <c:pt idx="5970">
                  <c:v>155646.43</c:v>
                </c:pt>
                <c:pt idx="5971">
                  <c:v>155672.5</c:v>
                </c:pt>
                <c:pt idx="5972">
                  <c:v>155698.57</c:v>
                </c:pt>
                <c:pt idx="5973">
                  <c:v>155724.64000000001</c:v>
                </c:pt>
                <c:pt idx="5974">
                  <c:v>155750.71</c:v>
                </c:pt>
                <c:pt idx="5975">
                  <c:v>155776.79</c:v>
                </c:pt>
                <c:pt idx="5976">
                  <c:v>155802.85999999999</c:v>
                </c:pt>
                <c:pt idx="5977">
                  <c:v>155828.93</c:v>
                </c:pt>
                <c:pt idx="5978">
                  <c:v>155855</c:v>
                </c:pt>
                <c:pt idx="5979">
                  <c:v>155881.07</c:v>
                </c:pt>
                <c:pt idx="5980">
                  <c:v>155907.14000000001</c:v>
                </c:pt>
                <c:pt idx="5981">
                  <c:v>155933.21</c:v>
                </c:pt>
                <c:pt idx="5982">
                  <c:v>155959.29</c:v>
                </c:pt>
                <c:pt idx="5983">
                  <c:v>155985.35999999999</c:v>
                </c:pt>
                <c:pt idx="5984">
                  <c:v>156011.43</c:v>
                </c:pt>
                <c:pt idx="5985">
                  <c:v>156037.5</c:v>
                </c:pt>
                <c:pt idx="5986">
                  <c:v>156063.57</c:v>
                </c:pt>
                <c:pt idx="5987">
                  <c:v>156089.64000000001</c:v>
                </c:pt>
                <c:pt idx="5988">
                  <c:v>156115.71</c:v>
                </c:pt>
                <c:pt idx="5989">
                  <c:v>156141.79</c:v>
                </c:pt>
                <c:pt idx="5990">
                  <c:v>156167.85999999999</c:v>
                </c:pt>
                <c:pt idx="5991">
                  <c:v>156193.93</c:v>
                </c:pt>
                <c:pt idx="5992">
                  <c:v>156220</c:v>
                </c:pt>
                <c:pt idx="5993">
                  <c:v>156246.07</c:v>
                </c:pt>
                <c:pt idx="5994">
                  <c:v>156272.14000000001</c:v>
                </c:pt>
                <c:pt idx="5995">
                  <c:v>156298.21</c:v>
                </c:pt>
                <c:pt idx="5996">
                  <c:v>156324.29</c:v>
                </c:pt>
                <c:pt idx="5997">
                  <c:v>156350.35999999999</c:v>
                </c:pt>
                <c:pt idx="5998">
                  <c:v>156376.43</c:v>
                </c:pt>
                <c:pt idx="5999">
                  <c:v>156402.5</c:v>
                </c:pt>
                <c:pt idx="6000">
                  <c:v>156428.57</c:v>
                </c:pt>
              </c:numCache>
            </c:numRef>
          </c:xVal>
          <c:yVal>
            <c:numRef>
              <c:f>'Net income and EMTR (data)'!$E$2:$E$6002</c:f>
              <c:numCache>
                <c:formatCode>General</c:formatCode>
                <c:ptCount val="6001"/>
                <c:pt idx="0">
                  <c:v>9982.1</c:v>
                </c:pt>
                <c:pt idx="1">
                  <c:v>10001.65</c:v>
                </c:pt>
                <c:pt idx="2">
                  <c:v>10021.209999999999</c:v>
                </c:pt>
                <c:pt idx="3">
                  <c:v>10040.76</c:v>
                </c:pt>
                <c:pt idx="4">
                  <c:v>10060.31</c:v>
                </c:pt>
                <c:pt idx="5">
                  <c:v>10079.870000000001</c:v>
                </c:pt>
                <c:pt idx="6">
                  <c:v>10099.42</c:v>
                </c:pt>
                <c:pt idx="7">
                  <c:v>10118.969999999999</c:v>
                </c:pt>
                <c:pt idx="8">
                  <c:v>10138.530000000001</c:v>
                </c:pt>
                <c:pt idx="9">
                  <c:v>10158.08</c:v>
                </c:pt>
                <c:pt idx="10">
                  <c:v>10177.629999999999</c:v>
                </c:pt>
                <c:pt idx="11">
                  <c:v>10197.19</c:v>
                </c:pt>
                <c:pt idx="12">
                  <c:v>10216.74</c:v>
                </c:pt>
                <c:pt idx="13">
                  <c:v>10236.290000000001</c:v>
                </c:pt>
                <c:pt idx="14">
                  <c:v>10255.85</c:v>
                </c:pt>
                <c:pt idx="15">
                  <c:v>10275.4</c:v>
                </c:pt>
                <c:pt idx="16">
                  <c:v>10294.959999999999</c:v>
                </c:pt>
                <c:pt idx="17">
                  <c:v>10314.51</c:v>
                </c:pt>
                <c:pt idx="18">
                  <c:v>10334.06</c:v>
                </c:pt>
                <c:pt idx="19">
                  <c:v>10353.620000000001</c:v>
                </c:pt>
                <c:pt idx="20">
                  <c:v>10373.17</c:v>
                </c:pt>
                <c:pt idx="21">
                  <c:v>10392.719999999999</c:v>
                </c:pt>
                <c:pt idx="22">
                  <c:v>10412.280000000001</c:v>
                </c:pt>
                <c:pt idx="23">
                  <c:v>10431.83</c:v>
                </c:pt>
                <c:pt idx="24">
                  <c:v>10451.379999999999</c:v>
                </c:pt>
                <c:pt idx="25">
                  <c:v>10470.94</c:v>
                </c:pt>
                <c:pt idx="26">
                  <c:v>10490.49</c:v>
                </c:pt>
                <c:pt idx="27">
                  <c:v>10510.04</c:v>
                </c:pt>
                <c:pt idx="28">
                  <c:v>10529.6</c:v>
                </c:pt>
                <c:pt idx="29">
                  <c:v>10549.15</c:v>
                </c:pt>
                <c:pt idx="30">
                  <c:v>10568.71</c:v>
                </c:pt>
                <c:pt idx="31">
                  <c:v>10588.26</c:v>
                </c:pt>
                <c:pt idx="32">
                  <c:v>10607.81</c:v>
                </c:pt>
                <c:pt idx="33">
                  <c:v>10627.37</c:v>
                </c:pt>
                <c:pt idx="34">
                  <c:v>10646.92</c:v>
                </c:pt>
                <c:pt idx="35">
                  <c:v>10666.47</c:v>
                </c:pt>
                <c:pt idx="36">
                  <c:v>10686.03</c:v>
                </c:pt>
                <c:pt idx="37">
                  <c:v>10705.58</c:v>
                </c:pt>
                <c:pt idx="38">
                  <c:v>10725.13</c:v>
                </c:pt>
                <c:pt idx="39">
                  <c:v>10744.69</c:v>
                </c:pt>
                <c:pt idx="40">
                  <c:v>10764.24</c:v>
                </c:pt>
                <c:pt idx="41">
                  <c:v>10783.79</c:v>
                </c:pt>
                <c:pt idx="42">
                  <c:v>10803.35</c:v>
                </c:pt>
                <c:pt idx="43">
                  <c:v>10822.9</c:v>
                </c:pt>
                <c:pt idx="44">
                  <c:v>10842.46</c:v>
                </c:pt>
                <c:pt idx="45">
                  <c:v>10862.01</c:v>
                </c:pt>
                <c:pt idx="46">
                  <c:v>10881.56</c:v>
                </c:pt>
                <c:pt idx="47">
                  <c:v>10901.12</c:v>
                </c:pt>
                <c:pt idx="48">
                  <c:v>10920.67</c:v>
                </c:pt>
                <c:pt idx="49">
                  <c:v>10940.22</c:v>
                </c:pt>
                <c:pt idx="50">
                  <c:v>10959.78</c:v>
                </c:pt>
                <c:pt idx="51">
                  <c:v>10979.33</c:v>
                </c:pt>
                <c:pt idx="52">
                  <c:v>10998.88</c:v>
                </c:pt>
                <c:pt idx="53">
                  <c:v>11018.44</c:v>
                </c:pt>
                <c:pt idx="54">
                  <c:v>11037.99</c:v>
                </c:pt>
                <c:pt idx="55">
                  <c:v>11057.54</c:v>
                </c:pt>
                <c:pt idx="56">
                  <c:v>11077.1</c:v>
                </c:pt>
                <c:pt idx="57">
                  <c:v>11096.65</c:v>
                </c:pt>
                <c:pt idx="58">
                  <c:v>11116.21</c:v>
                </c:pt>
                <c:pt idx="59">
                  <c:v>11135.76</c:v>
                </c:pt>
                <c:pt idx="60">
                  <c:v>11155.31</c:v>
                </c:pt>
                <c:pt idx="61">
                  <c:v>11174.87</c:v>
                </c:pt>
                <c:pt idx="62">
                  <c:v>11194.42</c:v>
                </c:pt>
                <c:pt idx="63">
                  <c:v>11213.97</c:v>
                </c:pt>
                <c:pt idx="64">
                  <c:v>11233.53</c:v>
                </c:pt>
                <c:pt idx="65">
                  <c:v>11253.08</c:v>
                </c:pt>
                <c:pt idx="66">
                  <c:v>11272.63</c:v>
                </c:pt>
                <c:pt idx="67">
                  <c:v>11292.19</c:v>
                </c:pt>
                <c:pt idx="68">
                  <c:v>11311.74</c:v>
                </c:pt>
                <c:pt idx="69">
                  <c:v>11331.29</c:v>
                </c:pt>
                <c:pt idx="70">
                  <c:v>11350.85</c:v>
                </c:pt>
                <c:pt idx="71">
                  <c:v>11370.4</c:v>
                </c:pt>
                <c:pt idx="72">
                  <c:v>11389.96</c:v>
                </c:pt>
                <c:pt idx="73">
                  <c:v>11409.51</c:v>
                </c:pt>
                <c:pt idx="74">
                  <c:v>11429.06</c:v>
                </c:pt>
                <c:pt idx="75">
                  <c:v>11448.62</c:v>
                </c:pt>
                <c:pt idx="76">
                  <c:v>11468.17</c:v>
                </c:pt>
                <c:pt idx="77">
                  <c:v>11487.72</c:v>
                </c:pt>
                <c:pt idx="78">
                  <c:v>11507.28</c:v>
                </c:pt>
                <c:pt idx="79">
                  <c:v>11526.83</c:v>
                </c:pt>
                <c:pt idx="80">
                  <c:v>11546.38</c:v>
                </c:pt>
                <c:pt idx="81">
                  <c:v>11565.94</c:v>
                </c:pt>
                <c:pt idx="82">
                  <c:v>11585.49</c:v>
                </c:pt>
                <c:pt idx="83">
                  <c:v>11605.04</c:v>
                </c:pt>
                <c:pt idx="84">
                  <c:v>11624.6</c:v>
                </c:pt>
                <c:pt idx="85">
                  <c:v>11644.15</c:v>
                </c:pt>
                <c:pt idx="86">
                  <c:v>11663.71</c:v>
                </c:pt>
                <c:pt idx="87">
                  <c:v>11683.26</c:v>
                </c:pt>
                <c:pt idx="88">
                  <c:v>11702.81</c:v>
                </c:pt>
                <c:pt idx="89">
                  <c:v>11722.37</c:v>
                </c:pt>
                <c:pt idx="90">
                  <c:v>11741.92</c:v>
                </c:pt>
                <c:pt idx="91">
                  <c:v>11761.47</c:v>
                </c:pt>
                <c:pt idx="92">
                  <c:v>11781.03</c:v>
                </c:pt>
                <c:pt idx="93">
                  <c:v>11800.58</c:v>
                </c:pt>
                <c:pt idx="94">
                  <c:v>11820.13</c:v>
                </c:pt>
                <c:pt idx="95">
                  <c:v>11839.69</c:v>
                </c:pt>
                <c:pt idx="96">
                  <c:v>11859.24</c:v>
                </c:pt>
                <c:pt idx="97">
                  <c:v>11878.79</c:v>
                </c:pt>
                <c:pt idx="98">
                  <c:v>11898.35</c:v>
                </c:pt>
                <c:pt idx="99">
                  <c:v>11917.9</c:v>
                </c:pt>
                <c:pt idx="100">
                  <c:v>11937.46</c:v>
                </c:pt>
                <c:pt idx="101">
                  <c:v>11947.23</c:v>
                </c:pt>
                <c:pt idx="102">
                  <c:v>11957.01</c:v>
                </c:pt>
                <c:pt idx="103">
                  <c:v>11966.79</c:v>
                </c:pt>
                <c:pt idx="104">
                  <c:v>11976.56</c:v>
                </c:pt>
                <c:pt idx="105">
                  <c:v>11986.34</c:v>
                </c:pt>
                <c:pt idx="106">
                  <c:v>11996.12</c:v>
                </c:pt>
                <c:pt idx="107">
                  <c:v>12005.89</c:v>
                </c:pt>
                <c:pt idx="108">
                  <c:v>12015.67</c:v>
                </c:pt>
                <c:pt idx="109">
                  <c:v>12025.45</c:v>
                </c:pt>
                <c:pt idx="110">
                  <c:v>12035.22</c:v>
                </c:pt>
                <c:pt idx="111">
                  <c:v>12045</c:v>
                </c:pt>
                <c:pt idx="112">
                  <c:v>12054.78</c:v>
                </c:pt>
                <c:pt idx="113">
                  <c:v>12064.55</c:v>
                </c:pt>
                <c:pt idx="114">
                  <c:v>12074.33</c:v>
                </c:pt>
                <c:pt idx="115">
                  <c:v>12084.11</c:v>
                </c:pt>
                <c:pt idx="116">
                  <c:v>12093.88</c:v>
                </c:pt>
                <c:pt idx="117">
                  <c:v>12103.66</c:v>
                </c:pt>
                <c:pt idx="118">
                  <c:v>12113.44</c:v>
                </c:pt>
                <c:pt idx="119">
                  <c:v>12123.21</c:v>
                </c:pt>
                <c:pt idx="120">
                  <c:v>12132.99</c:v>
                </c:pt>
                <c:pt idx="121">
                  <c:v>12142.77</c:v>
                </c:pt>
                <c:pt idx="122">
                  <c:v>12152.54</c:v>
                </c:pt>
                <c:pt idx="123">
                  <c:v>12162.32</c:v>
                </c:pt>
                <c:pt idx="124">
                  <c:v>12172.1</c:v>
                </c:pt>
                <c:pt idx="125">
                  <c:v>12181.88</c:v>
                </c:pt>
                <c:pt idx="126">
                  <c:v>12191.65</c:v>
                </c:pt>
                <c:pt idx="127">
                  <c:v>12201.43</c:v>
                </c:pt>
                <c:pt idx="128">
                  <c:v>12211.21</c:v>
                </c:pt>
                <c:pt idx="129">
                  <c:v>12220.98</c:v>
                </c:pt>
                <c:pt idx="130">
                  <c:v>12230.76</c:v>
                </c:pt>
                <c:pt idx="131">
                  <c:v>12240.54</c:v>
                </c:pt>
                <c:pt idx="132">
                  <c:v>12250.31</c:v>
                </c:pt>
                <c:pt idx="133">
                  <c:v>12260.09</c:v>
                </c:pt>
                <c:pt idx="134">
                  <c:v>12269.87</c:v>
                </c:pt>
                <c:pt idx="135">
                  <c:v>12279.64</c:v>
                </c:pt>
                <c:pt idx="136">
                  <c:v>12289.42</c:v>
                </c:pt>
                <c:pt idx="137">
                  <c:v>12299.2</c:v>
                </c:pt>
                <c:pt idx="138">
                  <c:v>12308.97</c:v>
                </c:pt>
                <c:pt idx="139">
                  <c:v>12318.75</c:v>
                </c:pt>
                <c:pt idx="140">
                  <c:v>12328.53</c:v>
                </c:pt>
                <c:pt idx="141">
                  <c:v>12338.3</c:v>
                </c:pt>
                <c:pt idx="142">
                  <c:v>12348.08</c:v>
                </c:pt>
                <c:pt idx="143">
                  <c:v>12357.86</c:v>
                </c:pt>
                <c:pt idx="144">
                  <c:v>12367.63</c:v>
                </c:pt>
                <c:pt idx="145">
                  <c:v>12377.41</c:v>
                </c:pt>
                <c:pt idx="146">
                  <c:v>12387.19</c:v>
                </c:pt>
                <c:pt idx="147">
                  <c:v>12396.96</c:v>
                </c:pt>
                <c:pt idx="148">
                  <c:v>12406.74</c:v>
                </c:pt>
                <c:pt idx="149">
                  <c:v>12416.52</c:v>
                </c:pt>
                <c:pt idx="150">
                  <c:v>12426.29</c:v>
                </c:pt>
                <c:pt idx="151">
                  <c:v>12436.07</c:v>
                </c:pt>
                <c:pt idx="152">
                  <c:v>12445.85</c:v>
                </c:pt>
                <c:pt idx="153">
                  <c:v>12455.63</c:v>
                </c:pt>
                <c:pt idx="154">
                  <c:v>12465.4</c:v>
                </c:pt>
                <c:pt idx="155">
                  <c:v>12475.18</c:v>
                </c:pt>
                <c:pt idx="156">
                  <c:v>12484.96</c:v>
                </c:pt>
                <c:pt idx="157">
                  <c:v>12494.73</c:v>
                </c:pt>
                <c:pt idx="158">
                  <c:v>12504.51</c:v>
                </c:pt>
                <c:pt idx="159">
                  <c:v>12514.29</c:v>
                </c:pt>
                <c:pt idx="160">
                  <c:v>12524.06</c:v>
                </c:pt>
                <c:pt idx="161">
                  <c:v>12533.84</c:v>
                </c:pt>
                <c:pt idx="162">
                  <c:v>12543.62</c:v>
                </c:pt>
                <c:pt idx="163">
                  <c:v>12553.39</c:v>
                </c:pt>
                <c:pt idx="164">
                  <c:v>12563.17</c:v>
                </c:pt>
                <c:pt idx="165">
                  <c:v>12572.95</c:v>
                </c:pt>
                <c:pt idx="166">
                  <c:v>12582.72</c:v>
                </c:pt>
                <c:pt idx="167">
                  <c:v>12592.5</c:v>
                </c:pt>
                <c:pt idx="168">
                  <c:v>12602.28</c:v>
                </c:pt>
                <c:pt idx="169">
                  <c:v>12612.05</c:v>
                </c:pt>
                <c:pt idx="170">
                  <c:v>12621.83</c:v>
                </c:pt>
                <c:pt idx="171">
                  <c:v>12631.61</c:v>
                </c:pt>
                <c:pt idx="172">
                  <c:v>12641.38</c:v>
                </c:pt>
                <c:pt idx="173">
                  <c:v>12651.16</c:v>
                </c:pt>
                <c:pt idx="174">
                  <c:v>12660.94</c:v>
                </c:pt>
                <c:pt idx="175">
                  <c:v>12670.71</c:v>
                </c:pt>
                <c:pt idx="176">
                  <c:v>12680.49</c:v>
                </c:pt>
                <c:pt idx="177">
                  <c:v>12690.27</c:v>
                </c:pt>
                <c:pt idx="178">
                  <c:v>12700.04</c:v>
                </c:pt>
                <c:pt idx="179">
                  <c:v>12709.82</c:v>
                </c:pt>
                <c:pt idx="180">
                  <c:v>12719.6</c:v>
                </c:pt>
                <c:pt idx="181">
                  <c:v>12729.38</c:v>
                </c:pt>
                <c:pt idx="182">
                  <c:v>12739.15</c:v>
                </c:pt>
                <c:pt idx="183">
                  <c:v>12748.93</c:v>
                </c:pt>
                <c:pt idx="184">
                  <c:v>12758.71</c:v>
                </c:pt>
                <c:pt idx="185">
                  <c:v>12768.48</c:v>
                </c:pt>
                <c:pt idx="186">
                  <c:v>12778.26</c:v>
                </c:pt>
                <c:pt idx="187">
                  <c:v>12788.04</c:v>
                </c:pt>
                <c:pt idx="188">
                  <c:v>12797.81</c:v>
                </c:pt>
                <c:pt idx="189">
                  <c:v>12807.59</c:v>
                </c:pt>
                <c:pt idx="190">
                  <c:v>12817.37</c:v>
                </c:pt>
                <c:pt idx="191">
                  <c:v>12827.14</c:v>
                </c:pt>
                <c:pt idx="192">
                  <c:v>12836.92</c:v>
                </c:pt>
                <c:pt idx="193">
                  <c:v>12846.7</c:v>
                </c:pt>
                <c:pt idx="194">
                  <c:v>12856.47</c:v>
                </c:pt>
                <c:pt idx="195">
                  <c:v>12866.25</c:v>
                </c:pt>
                <c:pt idx="196">
                  <c:v>12876.03</c:v>
                </c:pt>
                <c:pt idx="197">
                  <c:v>12885.8</c:v>
                </c:pt>
                <c:pt idx="198">
                  <c:v>12895.58</c:v>
                </c:pt>
                <c:pt idx="199">
                  <c:v>12905.36</c:v>
                </c:pt>
                <c:pt idx="200">
                  <c:v>12915.13</c:v>
                </c:pt>
                <c:pt idx="201">
                  <c:v>12924.91</c:v>
                </c:pt>
                <c:pt idx="202">
                  <c:v>12934.69</c:v>
                </c:pt>
                <c:pt idx="203">
                  <c:v>12944.46</c:v>
                </c:pt>
                <c:pt idx="204">
                  <c:v>12954.24</c:v>
                </c:pt>
                <c:pt idx="205">
                  <c:v>12964.02</c:v>
                </c:pt>
                <c:pt idx="206">
                  <c:v>12973.79</c:v>
                </c:pt>
                <c:pt idx="207">
                  <c:v>12983.57</c:v>
                </c:pt>
                <c:pt idx="208">
                  <c:v>12993.35</c:v>
                </c:pt>
                <c:pt idx="209">
                  <c:v>13003.13</c:v>
                </c:pt>
                <c:pt idx="210">
                  <c:v>13012.9</c:v>
                </c:pt>
                <c:pt idx="211">
                  <c:v>13022.68</c:v>
                </c:pt>
                <c:pt idx="212">
                  <c:v>13032.46</c:v>
                </c:pt>
                <c:pt idx="213">
                  <c:v>13042.23</c:v>
                </c:pt>
                <c:pt idx="214">
                  <c:v>13052.01</c:v>
                </c:pt>
                <c:pt idx="215">
                  <c:v>13061.79</c:v>
                </c:pt>
                <c:pt idx="216">
                  <c:v>13071.56</c:v>
                </c:pt>
                <c:pt idx="217">
                  <c:v>13081.34</c:v>
                </c:pt>
                <c:pt idx="218">
                  <c:v>13091.12</c:v>
                </c:pt>
                <c:pt idx="219">
                  <c:v>13100.89</c:v>
                </c:pt>
                <c:pt idx="220">
                  <c:v>13110.67</c:v>
                </c:pt>
                <c:pt idx="221">
                  <c:v>13120.45</c:v>
                </c:pt>
                <c:pt idx="222">
                  <c:v>13130.22</c:v>
                </c:pt>
                <c:pt idx="223">
                  <c:v>13140</c:v>
                </c:pt>
                <c:pt idx="224">
                  <c:v>13149.78</c:v>
                </c:pt>
                <c:pt idx="225">
                  <c:v>13159.55</c:v>
                </c:pt>
                <c:pt idx="226">
                  <c:v>13169.33</c:v>
                </c:pt>
                <c:pt idx="227">
                  <c:v>13179.11</c:v>
                </c:pt>
                <c:pt idx="228">
                  <c:v>13188.88</c:v>
                </c:pt>
                <c:pt idx="229">
                  <c:v>13198.66</c:v>
                </c:pt>
                <c:pt idx="230">
                  <c:v>13208.44</c:v>
                </c:pt>
                <c:pt idx="231">
                  <c:v>13218.21</c:v>
                </c:pt>
                <c:pt idx="232">
                  <c:v>13227.99</c:v>
                </c:pt>
                <c:pt idx="233">
                  <c:v>13237.77</c:v>
                </c:pt>
                <c:pt idx="234">
                  <c:v>13247.54</c:v>
                </c:pt>
                <c:pt idx="235">
                  <c:v>13257.32</c:v>
                </c:pt>
                <c:pt idx="236">
                  <c:v>13267.1</c:v>
                </c:pt>
                <c:pt idx="237">
                  <c:v>13276.88</c:v>
                </c:pt>
                <c:pt idx="238">
                  <c:v>13286.65</c:v>
                </c:pt>
                <c:pt idx="239">
                  <c:v>13296.43</c:v>
                </c:pt>
                <c:pt idx="240">
                  <c:v>13306.21</c:v>
                </c:pt>
                <c:pt idx="241">
                  <c:v>13315.98</c:v>
                </c:pt>
                <c:pt idx="242">
                  <c:v>13325.76</c:v>
                </c:pt>
                <c:pt idx="243">
                  <c:v>13335.54</c:v>
                </c:pt>
                <c:pt idx="244">
                  <c:v>13345.31</c:v>
                </c:pt>
                <c:pt idx="245">
                  <c:v>13355.09</c:v>
                </c:pt>
                <c:pt idx="246">
                  <c:v>13364.87</c:v>
                </c:pt>
                <c:pt idx="247">
                  <c:v>13374.64</c:v>
                </c:pt>
                <c:pt idx="248">
                  <c:v>13384.42</c:v>
                </c:pt>
                <c:pt idx="249">
                  <c:v>13394.2</c:v>
                </c:pt>
                <c:pt idx="250">
                  <c:v>13403.97</c:v>
                </c:pt>
                <c:pt idx="251">
                  <c:v>13411.79</c:v>
                </c:pt>
                <c:pt idx="252">
                  <c:v>13419.62</c:v>
                </c:pt>
                <c:pt idx="253">
                  <c:v>13427.44</c:v>
                </c:pt>
                <c:pt idx="254">
                  <c:v>13435.26</c:v>
                </c:pt>
                <c:pt idx="255">
                  <c:v>13443.08</c:v>
                </c:pt>
                <c:pt idx="256">
                  <c:v>13450.9</c:v>
                </c:pt>
                <c:pt idx="257">
                  <c:v>13458.72</c:v>
                </c:pt>
                <c:pt idx="258">
                  <c:v>13466.54</c:v>
                </c:pt>
                <c:pt idx="259">
                  <c:v>13474.37</c:v>
                </c:pt>
                <c:pt idx="260">
                  <c:v>13482.19</c:v>
                </c:pt>
                <c:pt idx="261">
                  <c:v>13490.01</c:v>
                </c:pt>
                <c:pt idx="262">
                  <c:v>13497.83</c:v>
                </c:pt>
                <c:pt idx="263">
                  <c:v>13505.65</c:v>
                </c:pt>
                <c:pt idx="264">
                  <c:v>13513.47</c:v>
                </c:pt>
                <c:pt idx="265">
                  <c:v>13521.29</c:v>
                </c:pt>
                <c:pt idx="266">
                  <c:v>13529.12</c:v>
                </c:pt>
                <c:pt idx="267">
                  <c:v>13536.94</c:v>
                </c:pt>
                <c:pt idx="268">
                  <c:v>13544.76</c:v>
                </c:pt>
                <c:pt idx="269">
                  <c:v>13552.58</c:v>
                </c:pt>
                <c:pt idx="270">
                  <c:v>13560.4</c:v>
                </c:pt>
                <c:pt idx="271">
                  <c:v>13568.22</c:v>
                </c:pt>
                <c:pt idx="272">
                  <c:v>13576.04</c:v>
                </c:pt>
                <c:pt idx="273">
                  <c:v>13583.87</c:v>
                </c:pt>
                <c:pt idx="274">
                  <c:v>13591.69</c:v>
                </c:pt>
                <c:pt idx="275">
                  <c:v>13599.51</c:v>
                </c:pt>
                <c:pt idx="276">
                  <c:v>13607.33</c:v>
                </c:pt>
                <c:pt idx="277">
                  <c:v>13615.15</c:v>
                </c:pt>
                <c:pt idx="278">
                  <c:v>13622.97</c:v>
                </c:pt>
                <c:pt idx="279">
                  <c:v>13630.79</c:v>
                </c:pt>
                <c:pt idx="280">
                  <c:v>13638.62</c:v>
                </c:pt>
                <c:pt idx="281">
                  <c:v>13646.44</c:v>
                </c:pt>
                <c:pt idx="282">
                  <c:v>13654.26</c:v>
                </c:pt>
                <c:pt idx="283">
                  <c:v>13662.08</c:v>
                </c:pt>
                <c:pt idx="284">
                  <c:v>13669.9</c:v>
                </c:pt>
                <c:pt idx="285">
                  <c:v>13677.72</c:v>
                </c:pt>
                <c:pt idx="286">
                  <c:v>13685.54</c:v>
                </c:pt>
                <c:pt idx="287">
                  <c:v>13693.37</c:v>
                </c:pt>
                <c:pt idx="288">
                  <c:v>13701.19</c:v>
                </c:pt>
                <c:pt idx="289">
                  <c:v>13709.01</c:v>
                </c:pt>
                <c:pt idx="290">
                  <c:v>13716.83</c:v>
                </c:pt>
                <c:pt idx="291">
                  <c:v>13724.65</c:v>
                </c:pt>
                <c:pt idx="292">
                  <c:v>13732.47</c:v>
                </c:pt>
                <c:pt idx="293">
                  <c:v>13740.29</c:v>
                </c:pt>
                <c:pt idx="294">
                  <c:v>13748.12</c:v>
                </c:pt>
                <c:pt idx="295">
                  <c:v>13755.94</c:v>
                </c:pt>
                <c:pt idx="296">
                  <c:v>13763.76</c:v>
                </c:pt>
                <c:pt idx="297">
                  <c:v>13771.58</c:v>
                </c:pt>
                <c:pt idx="298">
                  <c:v>13779.4</c:v>
                </c:pt>
                <c:pt idx="299">
                  <c:v>13787.22</c:v>
                </c:pt>
                <c:pt idx="300">
                  <c:v>13795.04</c:v>
                </c:pt>
                <c:pt idx="301">
                  <c:v>13802.87</c:v>
                </c:pt>
                <c:pt idx="302">
                  <c:v>13810.69</c:v>
                </c:pt>
                <c:pt idx="303">
                  <c:v>13818.51</c:v>
                </c:pt>
                <c:pt idx="304">
                  <c:v>13826.33</c:v>
                </c:pt>
                <c:pt idx="305">
                  <c:v>13834.15</c:v>
                </c:pt>
                <c:pt idx="306">
                  <c:v>13841.97</c:v>
                </c:pt>
                <c:pt idx="307">
                  <c:v>13849.79</c:v>
                </c:pt>
                <c:pt idx="308">
                  <c:v>13857.62</c:v>
                </c:pt>
                <c:pt idx="309">
                  <c:v>13865.44</c:v>
                </c:pt>
                <c:pt idx="310">
                  <c:v>13873.26</c:v>
                </c:pt>
                <c:pt idx="311">
                  <c:v>13881.08</c:v>
                </c:pt>
                <c:pt idx="312">
                  <c:v>13888.9</c:v>
                </c:pt>
                <c:pt idx="313">
                  <c:v>13896.72</c:v>
                </c:pt>
                <c:pt idx="314">
                  <c:v>13904.54</c:v>
                </c:pt>
                <c:pt idx="315">
                  <c:v>13912.37</c:v>
                </c:pt>
                <c:pt idx="316">
                  <c:v>13920.19</c:v>
                </c:pt>
                <c:pt idx="317">
                  <c:v>13928.01</c:v>
                </c:pt>
                <c:pt idx="318">
                  <c:v>13935.83</c:v>
                </c:pt>
                <c:pt idx="319">
                  <c:v>13943.65</c:v>
                </c:pt>
                <c:pt idx="320">
                  <c:v>13951.47</c:v>
                </c:pt>
                <c:pt idx="321">
                  <c:v>13959.29</c:v>
                </c:pt>
                <c:pt idx="322">
                  <c:v>13967.12</c:v>
                </c:pt>
                <c:pt idx="323">
                  <c:v>13974.94</c:v>
                </c:pt>
                <c:pt idx="324">
                  <c:v>13982.76</c:v>
                </c:pt>
                <c:pt idx="325">
                  <c:v>13990.58</c:v>
                </c:pt>
                <c:pt idx="326">
                  <c:v>13998.4</c:v>
                </c:pt>
                <c:pt idx="327">
                  <c:v>14006.22</c:v>
                </c:pt>
                <c:pt idx="328">
                  <c:v>14014.04</c:v>
                </c:pt>
                <c:pt idx="329">
                  <c:v>14021.87</c:v>
                </c:pt>
                <c:pt idx="330">
                  <c:v>14029.69</c:v>
                </c:pt>
                <c:pt idx="331">
                  <c:v>14037.51</c:v>
                </c:pt>
                <c:pt idx="332">
                  <c:v>14045.33</c:v>
                </c:pt>
                <c:pt idx="333">
                  <c:v>14053.15</c:v>
                </c:pt>
                <c:pt idx="334">
                  <c:v>14060.97</c:v>
                </c:pt>
                <c:pt idx="335">
                  <c:v>14068.79</c:v>
                </c:pt>
                <c:pt idx="336">
                  <c:v>14076.62</c:v>
                </c:pt>
                <c:pt idx="337">
                  <c:v>14084.44</c:v>
                </c:pt>
                <c:pt idx="338">
                  <c:v>14092.26</c:v>
                </c:pt>
                <c:pt idx="339">
                  <c:v>14100.08</c:v>
                </c:pt>
                <c:pt idx="340">
                  <c:v>14107.9</c:v>
                </c:pt>
                <c:pt idx="341">
                  <c:v>14115.72</c:v>
                </c:pt>
                <c:pt idx="342">
                  <c:v>14123.54</c:v>
                </c:pt>
                <c:pt idx="343">
                  <c:v>14131.37</c:v>
                </c:pt>
                <c:pt idx="344">
                  <c:v>14139.19</c:v>
                </c:pt>
                <c:pt idx="345">
                  <c:v>14147.01</c:v>
                </c:pt>
                <c:pt idx="346">
                  <c:v>14154.83</c:v>
                </c:pt>
                <c:pt idx="347">
                  <c:v>14162.65</c:v>
                </c:pt>
                <c:pt idx="348">
                  <c:v>14170.47</c:v>
                </c:pt>
                <c:pt idx="349">
                  <c:v>14178.29</c:v>
                </c:pt>
                <c:pt idx="350">
                  <c:v>14186.12</c:v>
                </c:pt>
                <c:pt idx="351">
                  <c:v>14193.94</c:v>
                </c:pt>
                <c:pt idx="352">
                  <c:v>14201.76</c:v>
                </c:pt>
                <c:pt idx="353">
                  <c:v>14209.58</c:v>
                </c:pt>
                <c:pt idx="354">
                  <c:v>14217.4</c:v>
                </c:pt>
                <c:pt idx="355">
                  <c:v>14225.22</c:v>
                </c:pt>
                <c:pt idx="356">
                  <c:v>14233.04</c:v>
                </c:pt>
                <c:pt idx="357">
                  <c:v>14240.87</c:v>
                </c:pt>
                <c:pt idx="358">
                  <c:v>14248.69</c:v>
                </c:pt>
                <c:pt idx="359">
                  <c:v>14256.51</c:v>
                </c:pt>
                <c:pt idx="360">
                  <c:v>14264.33</c:v>
                </c:pt>
                <c:pt idx="361">
                  <c:v>14272.15</c:v>
                </c:pt>
                <c:pt idx="362">
                  <c:v>14279.97</c:v>
                </c:pt>
                <c:pt idx="363">
                  <c:v>14287.79</c:v>
                </c:pt>
                <c:pt idx="364">
                  <c:v>14295.62</c:v>
                </c:pt>
                <c:pt idx="365">
                  <c:v>14303.44</c:v>
                </c:pt>
                <c:pt idx="366">
                  <c:v>14311.26</c:v>
                </c:pt>
                <c:pt idx="367">
                  <c:v>14319.08</c:v>
                </c:pt>
                <c:pt idx="368">
                  <c:v>14326.9</c:v>
                </c:pt>
                <c:pt idx="369">
                  <c:v>14334.72</c:v>
                </c:pt>
                <c:pt idx="370">
                  <c:v>14342.54</c:v>
                </c:pt>
                <c:pt idx="371">
                  <c:v>14350.37</c:v>
                </c:pt>
                <c:pt idx="372">
                  <c:v>14358.19</c:v>
                </c:pt>
                <c:pt idx="373">
                  <c:v>14366.01</c:v>
                </c:pt>
                <c:pt idx="374">
                  <c:v>14373.83</c:v>
                </c:pt>
                <c:pt idx="375">
                  <c:v>14381.65</c:v>
                </c:pt>
                <c:pt idx="376">
                  <c:v>14389.47</c:v>
                </c:pt>
                <c:pt idx="377">
                  <c:v>14397.29</c:v>
                </c:pt>
                <c:pt idx="378">
                  <c:v>14405.12</c:v>
                </c:pt>
                <c:pt idx="379">
                  <c:v>14412.94</c:v>
                </c:pt>
                <c:pt idx="380">
                  <c:v>14420.76</c:v>
                </c:pt>
                <c:pt idx="381">
                  <c:v>14428.58</c:v>
                </c:pt>
                <c:pt idx="382">
                  <c:v>14436.4</c:v>
                </c:pt>
                <c:pt idx="383">
                  <c:v>14444.22</c:v>
                </c:pt>
                <c:pt idx="384">
                  <c:v>14452.04</c:v>
                </c:pt>
                <c:pt idx="385">
                  <c:v>14459.87</c:v>
                </c:pt>
                <c:pt idx="386">
                  <c:v>14467.69</c:v>
                </c:pt>
                <c:pt idx="387">
                  <c:v>14475.51</c:v>
                </c:pt>
                <c:pt idx="388">
                  <c:v>14483.33</c:v>
                </c:pt>
                <c:pt idx="389">
                  <c:v>14491.15</c:v>
                </c:pt>
                <c:pt idx="390">
                  <c:v>14498.97</c:v>
                </c:pt>
                <c:pt idx="391">
                  <c:v>14506.79</c:v>
                </c:pt>
                <c:pt idx="392">
                  <c:v>14514.62</c:v>
                </c:pt>
                <c:pt idx="393">
                  <c:v>14522.44</c:v>
                </c:pt>
                <c:pt idx="394">
                  <c:v>14530.26</c:v>
                </c:pt>
                <c:pt idx="395">
                  <c:v>14538.08</c:v>
                </c:pt>
                <c:pt idx="396">
                  <c:v>14545.9</c:v>
                </c:pt>
                <c:pt idx="397">
                  <c:v>14553.72</c:v>
                </c:pt>
                <c:pt idx="398">
                  <c:v>14561.54</c:v>
                </c:pt>
                <c:pt idx="399">
                  <c:v>14569.37</c:v>
                </c:pt>
                <c:pt idx="400">
                  <c:v>14577.19</c:v>
                </c:pt>
                <c:pt idx="401">
                  <c:v>14585.01</c:v>
                </c:pt>
                <c:pt idx="402">
                  <c:v>14592.83</c:v>
                </c:pt>
                <c:pt idx="403">
                  <c:v>14600.65</c:v>
                </c:pt>
                <c:pt idx="404">
                  <c:v>14608.47</c:v>
                </c:pt>
                <c:pt idx="405">
                  <c:v>14616.29</c:v>
                </c:pt>
                <c:pt idx="406">
                  <c:v>14624.12</c:v>
                </c:pt>
                <c:pt idx="407">
                  <c:v>14631.94</c:v>
                </c:pt>
                <c:pt idx="408">
                  <c:v>14639.76</c:v>
                </c:pt>
                <c:pt idx="409">
                  <c:v>14647.58</c:v>
                </c:pt>
                <c:pt idx="410">
                  <c:v>14655.4</c:v>
                </c:pt>
                <c:pt idx="411">
                  <c:v>14663.22</c:v>
                </c:pt>
                <c:pt idx="412">
                  <c:v>14671.04</c:v>
                </c:pt>
                <c:pt idx="413">
                  <c:v>14678.87</c:v>
                </c:pt>
                <c:pt idx="414">
                  <c:v>14686.69</c:v>
                </c:pt>
                <c:pt idx="415">
                  <c:v>14694.51</c:v>
                </c:pt>
                <c:pt idx="416">
                  <c:v>14702.33</c:v>
                </c:pt>
                <c:pt idx="417">
                  <c:v>14710.15</c:v>
                </c:pt>
                <c:pt idx="418">
                  <c:v>14717.97</c:v>
                </c:pt>
                <c:pt idx="419">
                  <c:v>14725.79</c:v>
                </c:pt>
                <c:pt idx="420">
                  <c:v>14733.62</c:v>
                </c:pt>
                <c:pt idx="421">
                  <c:v>14741.44</c:v>
                </c:pt>
                <c:pt idx="422">
                  <c:v>14749.26</c:v>
                </c:pt>
                <c:pt idx="423">
                  <c:v>14757.08</c:v>
                </c:pt>
                <c:pt idx="424">
                  <c:v>14764.9</c:v>
                </c:pt>
                <c:pt idx="425">
                  <c:v>14772.72</c:v>
                </c:pt>
                <c:pt idx="426">
                  <c:v>14780.54</c:v>
                </c:pt>
                <c:pt idx="427">
                  <c:v>14788.37</c:v>
                </c:pt>
                <c:pt idx="428">
                  <c:v>14796.19</c:v>
                </c:pt>
                <c:pt idx="429">
                  <c:v>14804.01</c:v>
                </c:pt>
                <c:pt idx="430">
                  <c:v>14811.83</c:v>
                </c:pt>
                <c:pt idx="431">
                  <c:v>14819.65</c:v>
                </c:pt>
                <c:pt idx="432">
                  <c:v>14827.47</c:v>
                </c:pt>
                <c:pt idx="433">
                  <c:v>14835.29</c:v>
                </c:pt>
                <c:pt idx="434">
                  <c:v>14843.12</c:v>
                </c:pt>
                <c:pt idx="435">
                  <c:v>14850.94</c:v>
                </c:pt>
                <c:pt idx="436">
                  <c:v>14858.76</c:v>
                </c:pt>
                <c:pt idx="437">
                  <c:v>14866.58</c:v>
                </c:pt>
                <c:pt idx="438">
                  <c:v>14874.4</c:v>
                </c:pt>
                <c:pt idx="439">
                  <c:v>14882.22</c:v>
                </c:pt>
                <c:pt idx="440">
                  <c:v>14890.04</c:v>
                </c:pt>
                <c:pt idx="441">
                  <c:v>14897.87</c:v>
                </c:pt>
                <c:pt idx="442">
                  <c:v>14905.69</c:v>
                </c:pt>
                <c:pt idx="443">
                  <c:v>14913.51</c:v>
                </c:pt>
                <c:pt idx="444">
                  <c:v>14921.33</c:v>
                </c:pt>
                <c:pt idx="445">
                  <c:v>14929.15</c:v>
                </c:pt>
                <c:pt idx="446">
                  <c:v>14936.97</c:v>
                </c:pt>
                <c:pt idx="447">
                  <c:v>14944.79</c:v>
                </c:pt>
                <c:pt idx="448">
                  <c:v>14952.62</c:v>
                </c:pt>
                <c:pt idx="449">
                  <c:v>14960.44</c:v>
                </c:pt>
                <c:pt idx="450">
                  <c:v>14968.26</c:v>
                </c:pt>
                <c:pt idx="451">
                  <c:v>14976.08</c:v>
                </c:pt>
                <c:pt idx="452">
                  <c:v>14983.9</c:v>
                </c:pt>
                <c:pt idx="453">
                  <c:v>14991.72</c:v>
                </c:pt>
                <c:pt idx="454">
                  <c:v>14999.54</c:v>
                </c:pt>
                <c:pt idx="455">
                  <c:v>15007.37</c:v>
                </c:pt>
                <c:pt idx="456">
                  <c:v>15015.19</c:v>
                </c:pt>
                <c:pt idx="457">
                  <c:v>15023.01</c:v>
                </c:pt>
                <c:pt idx="458">
                  <c:v>15030.83</c:v>
                </c:pt>
                <c:pt idx="459">
                  <c:v>15038.65</c:v>
                </c:pt>
                <c:pt idx="460">
                  <c:v>15046.47</c:v>
                </c:pt>
                <c:pt idx="461">
                  <c:v>15054.29</c:v>
                </c:pt>
                <c:pt idx="462">
                  <c:v>15062.12</c:v>
                </c:pt>
                <c:pt idx="463">
                  <c:v>15069.94</c:v>
                </c:pt>
                <c:pt idx="464">
                  <c:v>15077.76</c:v>
                </c:pt>
                <c:pt idx="465">
                  <c:v>15085.58</c:v>
                </c:pt>
                <c:pt idx="466">
                  <c:v>15093.4</c:v>
                </c:pt>
                <c:pt idx="467">
                  <c:v>15101.22</c:v>
                </c:pt>
                <c:pt idx="468">
                  <c:v>15109.04</c:v>
                </c:pt>
                <c:pt idx="469">
                  <c:v>15116.87</c:v>
                </c:pt>
                <c:pt idx="470">
                  <c:v>15124.69</c:v>
                </c:pt>
                <c:pt idx="471">
                  <c:v>15132.51</c:v>
                </c:pt>
                <c:pt idx="472">
                  <c:v>15140.33</c:v>
                </c:pt>
                <c:pt idx="473">
                  <c:v>15148.15</c:v>
                </c:pt>
                <c:pt idx="474">
                  <c:v>15155.97</c:v>
                </c:pt>
                <c:pt idx="475">
                  <c:v>15163.79</c:v>
                </c:pt>
                <c:pt idx="476">
                  <c:v>15171.62</c:v>
                </c:pt>
                <c:pt idx="477">
                  <c:v>15179.44</c:v>
                </c:pt>
                <c:pt idx="478">
                  <c:v>15187.26</c:v>
                </c:pt>
                <c:pt idx="479">
                  <c:v>15195.08</c:v>
                </c:pt>
                <c:pt idx="480">
                  <c:v>15202.9</c:v>
                </c:pt>
                <c:pt idx="481">
                  <c:v>15210.72</c:v>
                </c:pt>
                <c:pt idx="482">
                  <c:v>15218.54</c:v>
                </c:pt>
                <c:pt idx="483">
                  <c:v>15226.37</c:v>
                </c:pt>
                <c:pt idx="484">
                  <c:v>15234.19</c:v>
                </c:pt>
                <c:pt idx="485">
                  <c:v>15242.01</c:v>
                </c:pt>
                <c:pt idx="486">
                  <c:v>15249.83</c:v>
                </c:pt>
                <c:pt idx="487">
                  <c:v>15257.65</c:v>
                </c:pt>
                <c:pt idx="488">
                  <c:v>15265.47</c:v>
                </c:pt>
                <c:pt idx="489">
                  <c:v>15273.29</c:v>
                </c:pt>
                <c:pt idx="490">
                  <c:v>15281.12</c:v>
                </c:pt>
                <c:pt idx="491">
                  <c:v>15288.94</c:v>
                </c:pt>
                <c:pt idx="492">
                  <c:v>15296.76</c:v>
                </c:pt>
                <c:pt idx="493">
                  <c:v>15304.58</c:v>
                </c:pt>
                <c:pt idx="494">
                  <c:v>15312.4</c:v>
                </c:pt>
                <c:pt idx="495">
                  <c:v>15320.22</c:v>
                </c:pt>
                <c:pt idx="496">
                  <c:v>15328.04</c:v>
                </c:pt>
                <c:pt idx="497">
                  <c:v>15335.87</c:v>
                </c:pt>
                <c:pt idx="498">
                  <c:v>15343.69</c:v>
                </c:pt>
                <c:pt idx="499">
                  <c:v>15351.51</c:v>
                </c:pt>
                <c:pt idx="500">
                  <c:v>15359.33</c:v>
                </c:pt>
                <c:pt idx="501">
                  <c:v>15367.15</c:v>
                </c:pt>
                <c:pt idx="502">
                  <c:v>15374.97</c:v>
                </c:pt>
                <c:pt idx="503">
                  <c:v>15382.79</c:v>
                </c:pt>
                <c:pt idx="504">
                  <c:v>15390.62</c:v>
                </c:pt>
                <c:pt idx="505">
                  <c:v>15398.44</c:v>
                </c:pt>
                <c:pt idx="506">
                  <c:v>15406.26</c:v>
                </c:pt>
                <c:pt idx="507">
                  <c:v>15413.06</c:v>
                </c:pt>
                <c:pt idx="508">
                  <c:v>15419.84</c:v>
                </c:pt>
                <c:pt idx="509">
                  <c:v>15426.62</c:v>
                </c:pt>
                <c:pt idx="510">
                  <c:v>15433.4</c:v>
                </c:pt>
                <c:pt idx="511">
                  <c:v>15440.18</c:v>
                </c:pt>
                <c:pt idx="512">
                  <c:v>15446.96</c:v>
                </c:pt>
                <c:pt idx="513">
                  <c:v>15453.74</c:v>
                </c:pt>
                <c:pt idx="514">
                  <c:v>15460.51</c:v>
                </c:pt>
                <c:pt idx="515">
                  <c:v>15467.29</c:v>
                </c:pt>
                <c:pt idx="516">
                  <c:v>15472.24</c:v>
                </c:pt>
                <c:pt idx="517">
                  <c:v>15476.8</c:v>
                </c:pt>
                <c:pt idx="518">
                  <c:v>15481.36</c:v>
                </c:pt>
                <c:pt idx="519">
                  <c:v>15485.92</c:v>
                </c:pt>
                <c:pt idx="520">
                  <c:v>15490.49</c:v>
                </c:pt>
                <c:pt idx="521">
                  <c:v>15495.05</c:v>
                </c:pt>
                <c:pt idx="522">
                  <c:v>15499.61</c:v>
                </c:pt>
                <c:pt idx="523">
                  <c:v>15504.17</c:v>
                </c:pt>
                <c:pt idx="524">
                  <c:v>15508.74</c:v>
                </c:pt>
                <c:pt idx="525">
                  <c:v>15513.3</c:v>
                </c:pt>
                <c:pt idx="526">
                  <c:v>15517.86</c:v>
                </c:pt>
                <c:pt idx="527">
                  <c:v>15522.42</c:v>
                </c:pt>
                <c:pt idx="528">
                  <c:v>15526.99</c:v>
                </c:pt>
                <c:pt idx="529">
                  <c:v>15531.55</c:v>
                </c:pt>
                <c:pt idx="530">
                  <c:v>15536.11</c:v>
                </c:pt>
                <c:pt idx="531">
                  <c:v>15540.67</c:v>
                </c:pt>
                <c:pt idx="532">
                  <c:v>15545.24</c:v>
                </c:pt>
                <c:pt idx="533">
                  <c:v>15549.8</c:v>
                </c:pt>
                <c:pt idx="534">
                  <c:v>15554.36</c:v>
                </c:pt>
                <c:pt idx="535">
                  <c:v>15558.92</c:v>
                </c:pt>
                <c:pt idx="536">
                  <c:v>15563.49</c:v>
                </c:pt>
                <c:pt idx="537">
                  <c:v>15568.05</c:v>
                </c:pt>
                <c:pt idx="538">
                  <c:v>15572.61</c:v>
                </c:pt>
                <c:pt idx="539">
                  <c:v>15577.17</c:v>
                </c:pt>
                <c:pt idx="540">
                  <c:v>15581.74</c:v>
                </c:pt>
                <c:pt idx="541">
                  <c:v>15586.3</c:v>
                </c:pt>
                <c:pt idx="542">
                  <c:v>15590.86</c:v>
                </c:pt>
                <c:pt idx="543">
                  <c:v>15595.42</c:v>
                </c:pt>
                <c:pt idx="544">
                  <c:v>15599.99</c:v>
                </c:pt>
                <c:pt idx="545">
                  <c:v>15604.55</c:v>
                </c:pt>
                <c:pt idx="546">
                  <c:v>15609.11</c:v>
                </c:pt>
                <c:pt idx="547">
                  <c:v>15613.67</c:v>
                </c:pt>
                <c:pt idx="548">
                  <c:v>15618.24</c:v>
                </c:pt>
                <c:pt idx="549">
                  <c:v>15622.8</c:v>
                </c:pt>
                <c:pt idx="550">
                  <c:v>15627.36</c:v>
                </c:pt>
                <c:pt idx="551">
                  <c:v>15631.92</c:v>
                </c:pt>
                <c:pt idx="552">
                  <c:v>15636.49</c:v>
                </c:pt>
                <c:pt idx="553">
                  <c:v>15641.05</c:v>
                </c:pt>
                <c:pt idx="554">
                  <c:v>15645.61</c:v>
                </c:pt>
                <c:pt idx="555">
                  <c:v>15650.17</c:v>
                </c:pt>
                <c:pt idx="556">
                  <c:v>15654.74</c:v>
                </c:pt>
                <c:pt idx="557">
                  <c:v>15659.3</c:v>
                </c:pt>
                <c:pt idx="558">
                  <c:v>15663.86</c:v>
                </c:pt>
                <c:pt idx="559">
                  <c:v>15668.42</c:v>
                </c:pt>
                <c:pt idx="560">
                  <c:v>15672.99</c:v>
                </c:pt>
                <c:pt idx="561">
                  <c:v>15677.55</c:v>
                </c:pt>
                <c:pt idx="562">
                  <c:v>15682.11</c:v>
                </c:pt>
                <c:pt idx="563">
                  <c:v>15686.67</c:v>
                </c:pt>
                <c:pt idx="564">
                  <c:v>15691.24</c:v>
                </c:pt>
                <c:pt idx="565">
                  <c:v>15695.8</c:v>
                </c:pt>
                <c:pt idx="566">
                  <c:v>15700.36</c:v>
                </c:pt>
                <c:pt idx="567">
                  <c:v>15704.92</c:v>
                </c:pt>
                <c:pt idx="568">
                  <c:v>15709.49</c:v>
                </c:pt>
                <c:pt idx="569">
                  <c:v>15714.05</c:v>
                </c:pt>
                <c:pt idx="570">
                  <c:v>15718.61</c:v>
                </c:pt>
                <c:pt idx="571">
                  <c:v>15723.17</c:v>
                </c:pt>
                <c:pt idx="572">
                  <c:v>15727.74</c:v>
                </c:pt>
                <c:pt idx="573">
                  <c:v>15732.3</c:v>
                </c:pt>
                <c:pt idx="574">
                  <c:v>15736.86</c:v>
                </c:pt>
                <c:pt idx="575">
                  <c:v>15741.42</c:v>
                </c:pt>
                <c:pt idx="576">
                  <c:v>15745.99</c:v>
                </c:pt>
                <c:pt idx="577">
                  <c:v>15750.55</c:v>
                </c:pt>
                <c:pt idx="578">
                  <c:v>15755.11</c:v>
                </c:pt>
                <c:pt idx="579">
                  <c:v>15759.67</c:v>
                </c:pt>
                <c:pt idx="580">
                  <c:v>15764.24</c:v>
                </c:pt>
                <c:pt idx="581">
                  <c:v>15768.8</c:v>
                </c:pt>
                <c:pt idx="582">
                  <c:v>15773.36</c:v>
                </c:pt>
                <c:pt idx="583">
                  <c:v>15777.92</c:v>
                </c:pt>
                <c:pt idx="584">
                  <c:v>15782.49</c:v>
                </c:pt>
                <c:pt idx="585">
                  <c:v>15787.05</c:v>
                </c:pt>
                <c:pt idx="586">
                  <c:v>15791.61</c:v>
                </c:pt>
                <c:pt idx="587">
                  <c:v>15796.17</c:v>
                </c:pt>
                <c:pt idx="588">
                  <c:v>15800.74</c:v>
                </c:pt>
                <c:pt idx="589">
                  <c:v>15805.3</c:v>
                </c:pt>
                <c:pt idx="590">
                  <c:v>15809.86</c:v>
                </c:pt>
                <c:pt idx="591">
                  <c:v>15814.42</c:v>
                </c:pt>
                <c:pt idx="592">
                  <c:v>15818.99</c:v>
                </c:pt>
                <c:pt idx="593">
                  <c:v>15823.72</c:v>
                </c:pt>
                <c:pt idx="594">
                  <c:v>15828.52</c:v>
                </c:pt>
                <c:pt idx="595">
                  <c:v>15833.31</c:v>
                </c:pt>
                <c:pt idx="596">
                  <c:v>15838.11</c:v>
                </c:pt>
                <c:pt idx="597">
                  <c:v>15842.91</c:v>
                </c:pt>
                <c:pt idx="598">
                  <c:v>15847.7</c:v>
                </c:pt>
                <c:pt idx="599">
                  <c:v>15852.5</c:v>
                </c:pt>
                <c:pt idx="600">
                  <c:v>15857.3</c:v>
                </c:pt>
                <c:pt idx="601">
                  <c:v>15862.1</c:v>
                </c:pt>
                <c:pt idx="602">
                  <c:v>15866.89</c:v>
                </c:pt>
                <c:pt idx="603">
                  <c:v>15871.69</c:v>
                </c:pt>
                <c:pt idx="604">
                  <c:v>15876.49</c:v>
                </c:pt>
                <c:pt idx="605">
                  <c:v>15881.28</c:v>
                </c:pt>
                <c:pt idx="606">
                  <c:v>15886.08</c:v>
                </c:pt>
                <c:pt idx="607">
                  <c:v>15890.88</c:v>
                </c:pt>
                <c:pt idx="608">
                  <c:v>15895.68</c:v>
                </c:pt>
                <c:pt idx="609">
                  <c:v>15900.47</c:v>
                </c:pt>
                <c:pt idx="610">
                  <c:v>15905.27</c:v>
                </c:pt>
                <c:pt idx="611">
                  <c:v>15910.07</c:v>
                </c:pt>
                <c:pt idx="612">
                  <c:v>15914.86</c:v>
                </c:pt>
                <c:pt idx="613">
                  <c:v>15919.66</c:v>
                </c:pt>
                <c:pt idx="614">
                  <c:v>15924.46</c:v>
                </c:pt>
                <c:pt idx="615">
                  <c:v>15929.26</c:v>
                </c:pt>
                <c:pt idx="616">
                  <c:v>15934.05</c:v>
                </c:pt>
                <c:pt idx="617">
                  <c:v>15938.85</c:v>
                </c:pt>
                <c:pt idx="618">
                  <c:v>15943.65</c:v>
                </c:pt>
                <c:pt idx="619">
                  <c:v>15948.44</c:v>
                </c:pt>
                <c:pt idx="620">
                  <c:v>15953.24</c:v>
                </c:pt>
                <c:pt idx="621">
                  <c:v>15958.04</c:v>
                </c:pt>
                <c:pt idx="622">
                  <c:v>15962.84</c:v>
                </c:pt>
                <c:pt idx="623">
                  <c:v>15967.63</c:v>
                </c:pt>
                <c:pt idx="624">
                  <c:v>15972.43</c:v>
                </c:pt>
                <c:pt idx="625">
                  <c:v>15977.23</c:v>
                </c:pt>
                <c:pt idx="626">
                  <c:v>15982.02</c:v>
                </c:pt>
                <c:pt idx="627">
                  <c:v>15986.82</c:v>
                </c:pt>
                <c:pt idx="628">
                  <c:v>15991.62</c:v>
                </c:pt>
                <c:pt idx="629">
                  <c:v>15996.42</c:v>
                </c:pt>
                <c:pt idx="630">
                  <c:v>16001.21</c:v>
                </c:pt>
                <c:pt idx="631">
                  <c:v>16006.01</c:v>
                </c:pt>
                <c:pt idx="632">
                  <c:v>16010.81</c:v>
                </c:pt>
                <c:pt idx="633">
                  <c:v>16015.6</c:v>
                </c:pt>
                <c:pt idx="634">
                  <c:v>16020.4</c:v>
                </c:pt>
                <c:pt idx="635">
                  <c:v>16025.2</c:v>
                </c:pt>
                <c:pt idx="636">
                  <c:v>16030</c:v>
                </c:pt>
                <c:pt idx="637">
                  <c:v>16034.79</c:v>
                </c:pt>
                <c:pt idx="638">
                  <c:v>16039.59</c:v>
                </c:pt>
                <c:pt idx="639">
                  <c:v>16044.39</c:v>
                </c:pt>
                <c:pt idx="640">
                  <c:v>16049.18</c:v>
                </c:pt>
                <c:pt idx="641">
                  <c:v>16053.98</c:v>
                </c:pt>
                <c:pt idx="642">
                  <c:v>16058.78</c:v>
                </c:pt>
                <c:pt idx="643">
                  <c:v>16063.58</c:v>
                </c:pt>
                <c:pt idx="644">
                  <c:v>16068.37</c:v>
                </c:pt>
                <c:pt idx="645">
                  <c:v>16073.17</c:v>
                </c:pt>
                <c:pt idx="646">
                  <c:v>16077.97</c:v>
                </c:pt>
                <c:pt idx="647">
                  <c:v>16082.76</c:v>
                </c:pt>
                <c:pt idx="648">
                  <c:v>16087.56</c:v>
                </c:pt>
                <c:pt idx="649">
                  <c:v>16092.36</c:v>
                </c:pt>
                <c:pt idx="650">
                  <c:v>16097.16</c:v>
                </c:pt>
                <c:pt idx="651">
                  <c:v>16101.95</c:v>
                </c:pt>
                <c:pt idx="652">
                  <c:v>16106.75</c:v>
                </c:pt>
                <c:pt idx="653">
                  <c:v>16111.55</c:v>
                </c:pt>
                <c:pt idx="654">
                  <c:v>16116.34</c:v>
                </c:pt>
                <c:pt idx="655">
                  <c:v>16121.14</c:v>
                </c:pt>
                <c:pt idx="656">
                  <c:v>16125.94</c:v>
                </c:pt>
                <c:pt idx="657">
                  <c:v>16130.74</c:v>
                </c:pt>
                <c:pt idx="658">
                  <c:v>16135.53</c:v>
                </c:pt>
                <c:pt idx="659">
                  <c:v>16140.33</c:v>
                </c:pt>
                <c:pt idx="660">
                  <c:v>16145.13</c:v>
                </c:pt>
                <c:pt idx="661">
                  <c:v>16149.92</c:v>
                </c:pt>
                <c:pt idx="662">
                  <c:v>16154.72</c:v>
                </c:pt>
                <c:pt idx="663">
                  <c:v>16159.52</c:v>
                </c:pt>
                <c:pt idx="664">
                  <c:v>16164.32</c:v>
                </c:pt>
                <c:pt idx="665">
                  <c:v>16169.11</c:v>
                </c:pt>
                <c:pt idx="666">
                  <c:v>16173.91</c:v>
                </c:pt>
                <c:pt idx="667">
                  <c:v>16178.71</c:v>
                </c:pt>
                <c:pt idx="668">
                  <c:v>16183.5</c:v>
                </c:pt>
                <c:pt idx="669">
                  <c:v>16188.3</c:v>
                </c:pt>
                <c:pt idx="670">
                  <c:v>16193.1</c:v>
                </c:pt>
                <c:pt idx="671">
                  <c:v>16197.9</c:v>
                </c:pt>
                <c:pt idx="672">
                  <c:v>16202.69</c:v>
                </c:pt>
                <c:pt idx="673">
                  <c:v>16207.49</c:v>
                </c:pt>
                <c:pt idx="674">
                  <c:v>16212.29</c:v>
                </c:pt>
                <c:pt idx="675">
                  <c:v>16217.08</c:v>
                </c:pt>
                <c:pt idx="676">
                  <c:v>16221.88</c:v>
                </c:pt>
                <c:pt idx="677">
                  <c:v>16226.68</c:v>
                </c:pt>
                <c:pt idx="678">
                  <c:v>16231.48</c:v>
                </c:pt>
                <c:pt idx="679">
                  <c:v>16236.27</c:v>
                </c:pt>
                <c:pt idx="680">
                  <c:v>16241.07</c:v>
                </c:pt>
                <c:pt idx="681">
                  <c:v>16245.87</c:v>
                </c:pt>
                <c:pt idx="682">
                  <c:v>16250.66</c:v>
                </c:pt>
                <c:pt idx="683">
                  <c:v>16255.46</c:v>
                </c:pt>
                <c:pt idx="684">
                  <c:v>16260.26</c:v>
                </c:pt>
                <c:pt idx="685">
                  <c:v>16265.06</c:v>
                </c:pt>
                <c:pt idx="686">
                  <c:v>16269.85</c:v>
                </c:pt>
                <c:pt idx="687">
                  <c:v>16274.65</c:v>
                </c:pt>
                <c:pt idx="688">
                  <c:v>16279.45</c:v>
                </c:pt>
                <c:pt idx="689">
                  <c:v>16284.24</c:v>
                </c:pt>
                <c:pt idx="690">
                  <c:v>16289.04</c:v>
                </c:pt>
                <c:pt idx="691">
                  <c:v>16293.84</c:v>
                </c:pt>
                <c:pt idx="692">
                  <c:v>16298.64</c:v>
                </c:pt>
                <c:pt idx="693">
                  <c:v>16303.43</c:v>
                </c:pt>
                <c:pt idx="694">
                  <c:v>16308.23</c:v>
                </c:pt>
                <c:pt idx="695">
                  <c:v>16313.03</c:v>
                </c:pt>
                <c:pt idx="696">
                  <c:v>16317.82</c:v>
                </c:pt>
                <c:pt idx="697">
                  <c:v>16322.62</c:v>
                </c:pt>
                <c:pt idx="698">
                  <c:v>16327.42</c:v>
                </c:pt>
                <c:pt idx="699">
                  <c:v>16332.22</c:v>
                </c:pt>
                <c:pt idx="700">
                  <c:v>16337.01</c:v>
                </c:pt>
                <c:pt idx="701">
                  <c:v>16341.81</c:v>
                </c:pt>
                <c:pt idx="702">
                  <c:v>16346.61</c:v>
                </c:pt>
                <c:pt idx="703">
                  <c:v>16351.4</c:v>
                </c:pt>
                <c:pt idx="704">
                  <c:v>16356.2</c:v>
                </c:pt>
                <c:pt idx="705">
                  <c:v>16361</c:v>
                </c:pt>
                <c:pt idx="706">
                  <c:v>16365.8</c:v>
                </c:pt>
                <c:pt idx="707">
                  <c:v>16370.59</c:v>
                </c:pt>
                <c:pt idx="708">
                  <c:v>16375.39</c:v>
                </c:pt>
                <c:pt idx="709">
                  <c:v>16380.19</c:v>
                </c:pt>
                <c:pt idx="710">
                  <c:v>16384.98</c:v>
                </c:pt>
                <c:pt idx="711">
                  <c:v>16389.78</c:v>
                </c:pt>
                <c:pt idx="712">
                  <c:v>16394.580000000002</c:v>
                </c:pt>
                <c:pt idx="713">
                  <c:v>16399.38</c:v>
                </c:pt>
                <c:pt idx="714">
                  <c:v>16404.169999999998</c:v>
                </c:pt>
                <c:pt idx="715">
                  <c:v>16408.97</c:v>
                </c:pt>
                <c:pt idx="716">
                  <c:v>16413.77</c:v>
                </c:pt>
                <c:pt idx="717">
                  <c:v>16418.560000000001</c:v>
                </c:pt>
                <c:pt idx="718">
                  <c:v>16423.36</c:v>
                </c:pt>
                <c:pt idx="719">
                  <c:v>16428.16</c:v>
                </c:pt>
                <c:pt idx="720">
                  <c:v>16432.96</c:v>
                </c:pt>
                <c:pt idx="721">
                  <c:v>16437.75</c:v>
                </c:pt>
                <c:pt idx="722">
                  <c:v>16442.55</c:v>
                </c:pt>
                <c:pt idx="723">
                  <c:v>16447.349999999999</c:v>
                </c:pt>
                <c:pt idx="724">
                  <c:v>16452.14</c:v>
                </c:pt>
                <c:pt idx="725">
                  <c:v>16456.939999999999</c:v>
                </c:pt>
                <c:pt idx="726">
                  <c:v>16461.740000000002</c:v>
                </c:pt>
                <c:pt idx="727">
                  <c:v>16466.54</c:v>
                </c:pt>
                <c:pt idx="728">
                  <c:v>16471.330000000002</c:v>
                </c:pt>
                <c:pt idx="729">
                  <c:v>16476.13</c:v>
                </c:pt>
                <c:pt idx="730">
                  <c:v>16480.93</c:v>
                </c:pt>
                <c:pt idx="731">
                  <c:v>16485.72</c:v>
                </c:pt>
                <c:pt idx="732">
                  <c:v>16490.52</c:v>
                </c:pt>
                <c:pt idx="733">
                  <c:v>16495.32</c:v>
                </c:pt>
                <c:pt idx="734">
                  <c:v>16500.12</c:v>
                </c:pt>
                <c:pt idx="735">
                  <c:v>16504.91</c:v>
                </c:pt>
                <c:pt idx="736">
                  <c:v>16509.71</c:v>
                </c:pt>
                <c:pt idx="737">
                  <c:v>16514.509999999998</c:v>
                </c:pt>
                <c:pt idx="738">
                  <c:v>16519.3</c:v>
                </c:pt>
                <c:pt idx="739">
                  <c:v>16524.099999999999</c:v>
                </c:pt>
                <c:pt idx="740">
                  <c:v>16528.900000000001</c:v>
                </c:pt>
                <c:pt idx="741">
                  <c:v>16533.7</c:v>
                </c:pt>
                <c:pt idx="742">
                  <c:v>16538.490000000002</c:v>
                </c:pt>
                <c:pt idx="743">
                  <c:v>16543.29</c:v>
                </c:pt>
                <c:pt idx="744">
                  <c:v>16548.09</c:v>
                </c:pt>
                <c:pt idx="745">
                  <c:v>16552.88</c:v>
                </c:pt>
                <c:pt idx="746">
                  <c:v>16557.68</c:v>
                </c:pt>
                <c:pt idx="747">
                  <c:v>16562.48</c:v>
                </c:pt>
                <c:pt idx="748">
                  <c:v>16567.28</c:v>
                </c:pt>
                <c:pt idx="749">
                  <c:v>16572.07</c:v>
                </c:pt>
                <c:pt idx="750">
                  <c:v>16576.87</c:v>
                </c:pt>
                <c:pt idx="751">
                  <c:v>16581.669999999998</c:v>
                </c:pt>
                <c:pt idx="752">
                  <c:v>16586.46</c:v>
                </c:pt>
                <c:pt idx="753">
                  <c:v>16591.259999999998</c:v>
                </c:pt>
                <c:pt idx="754">
                  <c:v>16596.060000000001</c:v>
                </c:pt>
                <c:pt idx="755">
                  <c:v>16600.86</c:v>
                </c:pt>
                <c:pt idx="756">
                  <c:v>16605.650000000001</c:v>
                </c:pt>
                <c:pt idx="757">
                  <c:v>16610.45</c:v>
                </c:pt>
                <c:pt idx="758">
                  <c:v>16615.25</c:v>
                </c:pt>
                <c:pt idx="759">
                  <c:v>16620.04</c:v>
                </c:pt>
                <c:pt idx="760">
                  <c:v>16624.84</c:v>
                </c:pt>
                <c:pt idx="761">
                  <c:v>16629.64</c:v>
                </c:pt>
                <c:pt idx="762">
                  <c:v>16634.439999999999</c:v>
                </c:pt>
                <c:pt idx="763">
                  <c:v>16639.23</c:v>
                </c:pt>
                <c:pt idx="764">
                  <c:v>16644.03</c:v>
                </c:pt>
                <c:pt idx="765">
                  <c:v>16648.830000000002</c:v>
                </c:pt>
                <c:pt idx="766">
                  <c:v>16653.62</c:v>
                </c:pt>
                <c:pt idx="767">
                  <c:v>16658.419999999998</c:v>
                </c:pt>
                <c:pt idx="768">
                  <c:v>16663.22</c:v>
                </c:pt>
                <c:pt idx="769">
                  <c:v>16668.02</c:v>
                </c:pt>
                <c:pt idx="770">
                  <c:v>16672.810000000001</c:v>
                </c:pt>
                <c:pt idx="771">
                  <c:v>16677.61</c:v>
                </c:pt>
                <c:pt idx="772">
                  <c:v>16682.41</c:v>
                </c:pt>
                <c:pt idx="773">
                  <c:v>16687.2</c:v>
                </c:pt>
                <c:pt idx="774">
                  <c:v>16692</c:v>
                </c:pt>
                <c:pt idx="775">
                  <c:v>16696.8</c:v>
                </c:pt>
                <c:pt idx="776">
                  <c:v>16701.599999999999</c:v>
                </c:pt>
                <c:pt idx="777">
                  <c:v>16706.39</c:v>
                </c:pt>
                <c:pt idx="778">
                  <c:v>16711.189999999999</c:v>
                </c:pt>
                <c:pt idx="779">
                  <c:v>16715.990000000002</c:v>
                </c:pt>
                <c:pt idx="780">
                  <c:v>16720.78</c:v>
                </c:pt>
                <c:pt idx="781">
                  <c:v>16725.580000000002</c:v>
                </c:pt>
                <c:pt idx="782">
                  <c:v>16730.38</c:v>
                </c:pt>
                <c:pt idx="783">
                  <c:v>16735.18</c:v>
                </c:pt>
                <c:pt idx="784">
                  <c:v>16739.97</c:v>
                </c:pt>
                <c:pt idx="785">
                  <c:v>16744.77</c:v>
                </c:pt>
                <c:pt idx="786">
                  <c:v>16749.57</c:v>
                </c:pt>
                <c:pt idx="787">
                  <c:v>16754.36</c:v>
                </c:pt>
                <c:pt idx="788">
                  <c:v>16759.16</c:v>
                </c:pt>
                <c:pt idx="789">
                  <c:v>16763.96</c:v>
                </c:pt>
                <c:pt idx="790">
                  <c:v>16768.759999999998</c:v>
                </c:pt>
                <c:pt idx="791">
                  <c:v>16773.55</c:v>
                </c:pt>
                <c:pt idx="792">
                  <c:v>16778.349999999999</c:v>
                </c:pt>
                <c:pt idx="793">
                  <c:v>16783.150000000001</c:v>
                </c:pt>
                <c:pt idx="794">
                  <c:v>16787.939999999999</c:v>
                </c:pt>
                <c:pt idx="795">
                  <c:v>16792.740000000002</c:v>
                </c:pt>
                <c:pt idx="796">
                  <c:v>16797.54</c:v>
                </c:pt>
                <c:pt idx="797">
                  <c:v>16802.34</c:v>
                </c:pt>
                <c:pt idx="798">
                  <c:v>16807.13</c:v>
                </c:pt>
                <c:pt idx="799">
                  <c:v>16811.93</c:v>
                </c:pt>
                <c:pt idx="800">
                  <c:v>16816.73</c:v>
                </c:pt>
                <c:pt idx="801">
                  <c:v>16821.52</c:v>
                </c:pt>
                <c:pt idx="802">
                  <c:v>16826.32</c:v>
                </c:pt>
                <c:pt idx="803">
                  <c:v>16831.12</c:v>
                </c:pt>
                <c:pt idx="804">
                  <c:v>16835.919999999998</c:v>
                </c:pt>
                <c:pt idx="805">
                  <c:v>16840.71</c:v>
                </c:pt>
                <c:pt idx="806">
                  <c:v>16845.509999999998</c:v>
                </c:pt>
                <c:pt idx="807">
                  <c:v>16850.310000000001</c:v>
                </c:pt>
                <c:pt idx="808">
                  <c:v>16855.099999999999</c:v>
                </c:pt>
                <c:pt idx="809">
                  <c:v>16859.900000000001</c:v>
                </c:pt>
                <c:pt idx="810">
                  <c:v>16864.7</c:v>
                </c:pt>
                <c:pt idx="811">
                  <c:v>16869.5</c:v>
                </c:pt>
                <c:pt idx="812">
                  <c:v>16874.29</c:v>
                </c:pt>
                <c:pt idx="813">
                  <c:v>16879.09</c:v>
                </c:pt>
                <c:pt idx="814">
                  <c:v>16883.89</c:v>
                </c:pt>
                <c:pt idx="815">
                  <c:v>16888.68</c:v>
                </c:pt>
                <c:pt idx="816">
                  <c:v>16893.48</c:v>
                </c:pt>
                <c:pt idx="817">
                  <c:v>16898.28</c:v>
                </c:pt>
                <c:pt idx="818">
                  <c:v>16903.080000000002</c:v>
                </c:pt>
                <c:pt idx="819">
                  <c:v>16907.87</c:v>
                </c:pt>
                <c:pt idx="820">
                  <c:v>16912.669999999998</c:v>
                </c:pt>
                <c:pt idx="821">
                  <c:v>16917.47</c:v>
                </c:pt>
                <c:pt idx="822">
                  <c:v>16922.259999999998</c:v>
                </c:pt>
                <c:pt idx="823">
                  <c:v>16927.060000000001</c:v>
                </c:pt>
                <c:pt idx="824">
                  <c:v>16931.86</c:v>
                </c:pt>
                <c:pt idx="825">
                  <c:v>16936.66</c:v>
                </c:pt>
                <c:pt idx="826">
                  <c:v>16941.45</c:v>
                </c:pt>
                <c:pt idx="827">
                  <c:v>16946.25</c:v>
                </c:pt>
                <c:pt idx="828">
                  <c:v>16951.05</c:v>
                </c:pt>
                <c:pt idx="829">
                  <c:v>16955.84</c:v>
                </c:pt>
                <c:pt idx="830">
                  <c:v>16960.64</c:v>
                </c:pt>
                <c:pt idx="831">
                  <c:v>16965.439999999999</c:v>
                </c:pt>
                <c:pt idx="832">
                  <c:v>16970.240000000002</c:v>
                </c:pt>
                <c:pt idx="833">
                  <c:v>16975.03</c:v>
                </c:pt>
                <c:pt idx="834">
                  <c:v>16979.830000000002</c:v>
                </c:pt>
                <c:pt idx="835">
                  <c:v>16984.63</c:v>
                </c:pt>
                <c:pt idx="836">
                  <c:v>16989.419999999998</c:v>
                </c:pt>
                <c:pt idx="837">
                  <c:v>16994.22</c:v>
                </c:pt>
                <c:pt idx="838">
                  <c:v>16999.02</c:v>
                </c:pt>
                <c:pt idx="839">
                  <c:v>17003.82</c:v>
                </c:pt>
                <c:pt idx="840">
                  <c:v>17008.61</c:v>
                </c:pt>
                <c:pt idx="841">
                  <c:v>17013.41</c:v>
                </c:pt>
                <c:pt idx="842">
                  <c:v>17018.21</c:v>
                </c:pt>
                <c:pt idx="843">
                  <c:v>17023</c:v>
                </c:pt>
                <c:pt idx="844">
                  <c:v>17027.8</c:v>
                </c:pt>
                <c:pt idx="845">
                  <c:v>17032.599999999999</c:v>
                </c:pt>
                <c:pt idx="846">
                  <c:v>17037.400000000001</c:v>
                </c:pt>
                <c:pt idx="847">
                  <c:v>17042.189999999999</c:v>
                </c:pt>
                <c:pt idx="848">
                  <c:v>17046.990000000002</c:v>
                </c:pt>
                <c:pt idx="849">
                  <c:v>17051.79</c:v>
                </c:pt>
                <c:pt idx="850">
                  <c:v>17056.580000000002</c:v>
                </c:pt>
                <c:pt idx="851">
                  <c:v>17061.38</c:v>
                </c:pt>
                <c:pt idx="852">
                  <c:v>17066.18</c:v>
                </c:pt>
                <c:pt idx="853">
                  <c:v>17070.98</c:v>
                </c:pt>
                <c:pt idx="854">
                  <c:v>17076.099999999999</c:v>
                </c:pt>
                <c:pt idx="855">
                  <c:v>17081.78</c:v>
                </c:pt>
                <c:pt idx="856">
                  <c:v>17087.46</c:v>
                </c:pt>
                <c:pt idx="857">
                  <c:v>17093.150000000001</c:v>
                </c:pt>
                <c:pt idx="858">
                  <c:v>17098.830000000002</c:v>
                </c:pt>
                <c:pt idx="859">
                  <c:v>17104.52</c:v>
                </c:pt>
                <c:pt idx="860">
                  <c:v>17110.2</c:v>
                </c:pt>
                <c:pt idx="861">
                  <c:v>17115.88</c:v>
                </c:pt>
                <c:pt idx="862">
                  <c:v>17121.57</c:v>
                </c:pt>
                <c:pt idx="863">
                  <c:v>17127.25</c:v>
                </c:pt>
                <c:pt idx="864">
                  <c:v>17132.93</c:v>
                </c:pt>
                <c:pt idx="865">
                  <c:v>17138.62</c:v>
                </c:pt>
                <c:pt idx="866">
                  <c:v>17144.3</c:v>
                </c:pt>
                <c:pt idx="867">
                  <c:v>17149.98</c:v>
                </c:pt>
                <c:pt idx="868">
                  <c:v>17155.669999999998</c:v>
                </c:pt>
                <c:pt idx="869">
                  <c:v>17161.349999999999</c:v>
                </c:pt>
                <c:pt idx="870">
                  <c:v>17167.03</c:v>
                </c:pt>
                <c:pt idx="871">
                  <c:v>17172.72</c:v>
                </c:pt>
                <c:pt idx="872">
                  <c:v>17178.400000000001</c:v>
                </c:pt>
                <c:pt idx="873">
                  <c:v>17184.09</c:v>
                </c:pt>
                <c:pt idx="874">
                  <c:v>17189.77</c:v>
                </c:pt>
                <c:pt idx="875">
                  <c:v>17195.45</c:v>
                </c:pt>
                <c:pt idx="876">
                  <c:v>17201.14</c:v>
                </c:pt>
                <c:pt idx="877">
                  <c:v>17206.82</c:v>
                </c:pt>
                <c:pt idx="878">
                  <c:v>17212.5</c:v>
                </c:pt>
                <c:pt idx="879">
                  <c:v>17218.189999999999</c:v>
                </c:pt>
                <c:pt idx="880">
                  <c:v>17223.87</c:v>
                </c:pt>
                <c:pt idx="881">
                  <c:v>17229.55</c:v>
                </c:pt>
                <c:pt idx="882">
                  <c:v>17235.240000000002</c:v>
                </c:pt>
                <c:pt idx="883">
                  <c:v>17240.919999999998</c:v>
                </c:pt>
                <c:pt idx="884">
                  <c:v>17246.599999999999</c:v>
                </c:pt>
                <c:pt idx="885">
                  <c:v>17252.29</c:v>
                </c:pt>
                <c:pt idx="886">
                  <c:v>17257.97</c:v>
                </c:pt>
                <c:pt idx="887">
                  <c:v>17263.66</c:v>
                </c:pt>
                <c:pt idx="888">
                  <c:v>17269.34</c:v>
                </c:pt>
                <c:pt idx="889">
                  <c:v>17275.02</c:v>
                </c:pt>
                <c:pt idx="890">
                  <c:v>17280.71</c:v>
                </c:pt>
                <c:pt idx="891">
                  <c:v>17286.39</c:v>
                </c:pt>
                <c:pt idx="892">
                  <c:v>17292.07</c:v>
                </c:pt>
                <c:pt idx="893">
                  <c:v>17297.759999999998</c:v>
                </c:pt>
                <c:pt idx="894">
                  <c:v>17303.439999999999</c:v>
                </c:pt>
                <c:pt idx="895">
                  <c:v>17309.12</c:v>
                </c:pt>
                <c:pt idx="896">
                  <c:v>17314.810000000001</c:v>
                </c:pt>
                <c:pt idx="897">
                  <c:v>17320.490000000002</c:v>
                </c:pt>
                <c:pt idx="898">
                  <c:v>17326.169999999998</c:v>
                </c:pt>
                <c:pt idx="899">
                  <c:v>17331.86</c:v>
                </c:pt>
                <c:pt idx="900">
                  <c:v>17337.54</c:v>
                </c:pt>
                <c:pt idx="901">
                  <c:v>17343.23</c:v>
                </c:pt>
                <c:pt idx="902">
                  <c:v>17348.91</c:v>
                </c:pt>
                <c:pt idx="903">
                  <c:v>17354.59</c:v>
                </c:pt>
                <c:pt idx="904">
                  <c:v>17360.28</c:v>
                </c:pt>
                <c:pt idx="905">
                  <c:v>17365.96</c:v>
                </c:pt>
                <c:pt idx="906">
                  <c:v>17371.64</c:v>
                </c:pt>
                <c:pt idx="907">
                  <c:v>17377.330000000002</c:v>
                </c:pt>
                <c:pt idx="908">
                  <c:v>17383.009999999998</c:v>
                </c:pt>
                <c:pt idx="909">
                  <c:v>17388.689999999999</c:v>
                </c:pt>
                <c:pt idx="910">
                  <c:v>17394.38</c:v>
                </c:pt>
                <c:pt idx="911">
                  <c:v>17400.060000000001</c:v>
                </c:pt>
                <c:pt idx="912">
                  <c:v>17405.740000000002</c:v>
                </c:pt>
                <c:pt idx="913">
                  <c:v>17411.43</c:v>
                </c:pt>
                <c:pt idx="914">
                  <c:v>17417.11</c:v>
                </c:pt>
                <c:pt idx="915">
                  <c:v>17422.8</c:v>
                </c:pt>
                <c:pt idx="916">
                  <c:v>17428.48</c:v>
                </c:pt>
                <c:pt idx="917">
                  <c:v>17434.16</c:v>
                </c:pt>
                <c:pt idx="918">
                  <c:v>17439.849999999999</c:v>
                </c:pt>
                <c:pt idx="919">
                  <c:v>17445.53</c:v>
                </c:pt>
                <c:pt idx="920">
                  <c:v>17451.21</c:v>
                </c:pt>
                <c:pt idx="921">
                  <c:v>17456.900000000001</c:v>
                </c:pt>
                <c:pt idx="922">
                  <c:v>17462.580000000002</c:v>
                </c:pt>
                <c:pt idx="923">
                  <c:v>17468.259999999998</c:v>
                </c:pt>
                <c:pt idx="924">
                  <c:v>17473.95</c:v>
                </c:pt>
                <c:pt idx="925">
                  <c:v>17479.63</c:v>
                </c:pt>
                <c:pt idx="926">
                  <c:v>17485.310000000001</c:v>
                </c:pt>
                <c:pt idx="927">
                  <c:v>17491</c:v>
                </c:pt>
                <c:pt idx="928">
                  <c:v>17496.68</c:v>
                </c:pt>
                <c:pt idx="929">
                  <c:v>17502.37</c:v>
                </c:pt>
                <c:pt idx="930">
                  <c:v>17508.05</c:v>
                </c:pt>
                <c:pt idx="931">
                  <c:v>17513.73</c:v>
                </c:pt>
                <c:pt idx="932">
                  <c:v>17519.419999999998</c:v>
                </c:pt>
                <c:pt idx="933">
                  <c:v>17525.099999999999</c:v>
                </c:pt>
                <c:pt idx="934">
                  <c:v>17530.78</c:v>
                </c:pt>
                <c:pt idx="935">
                  <c:v>17536.47</c:v>
                </c:pt>
                <c:pt idx="936">
                  <c:v>17542.150000000001</c:v>
                </c:pt>
                <c:pt idx="937">
                  <c:v>17547.830000000002</c:v>
                </c:pt>
                <c:pt idx="938">
                  <c:v>17553.52</c:v>
                </c:pt>
                <c:pt idx="939">
                  <c:v>17559.2</c:v>
                </c:pt>
                <c:pt idx="940">
                  <c:v>17564.88</c:v>
                </c:pt>
                <c:pt idx="941">
                  <c:v>17570.57</c:v>
                </c:pt>
                <c:pt idx="942">
                  <c:v>17576.25</c:v>
                </c:pt>
                <c:pt idx="943">
                  <c:v>17581.939999999999</c:v>
                </c:pt>
                <c:pt idx="944">
                  <c:v>17587.62</c:v>
                </c:pt>
                <c:pt idx="945">
                  <c:v>17593.3</c:v>
                </c:pt>
                <c:pt idx="946">
                  <c:v>17598.990000000002</c:v>
                </c:pt>
                <c:pt idx="947">
                  <c:v>17604.669999999998</c:v>
                </c:pt>
                <c:pt idx="948">
                  <c:v>17610.349999999999</c:v>
                </c:pt>
                <c:pt idx="949">
                  <c:v>17616.04</c:v>
                </c:pt>
                <c:pt idx="950">
                  <c:v>17621.72</c:v>
                </c:pt>
                <c:pt idx="951">
                  <c:v>17627.400000000001</c:v>
                </c:pt>
                <c:pt idx="952">
                  <c:v>17633.09</c:v>
                </c:pt>
                <c:pt idx="953">
                  <c:v>17638.77</c:v>
                </c:pt>
                <c:pt idx="954">
                  <c:v>17644.45</c:v>
                </c:pt>
                <c:pt idx="955">
                  <c:v>17650.14</c:v>
                </c:pt>
                <c:pt idx="956">
                  <c:v>17655.82</c:v>
                </c:pt>
                <c:pt idx="957">
                  <c:v>17661.509999999998</c:v>
                </c:pt>
                <c:pt idx="958">
                  <c:v>17667.189999999999</c:v>
                </c:pt>
                <c:pt idx="959">
                  <c:v>17672.87</c:v>
                </c:pt>
                <c:pt idx="960">
                  <c:v>17678.560000000001</c:v>
                </c:pt>
                <c:pt idx="961">
                  <c:v>17684.240000000002</c:v>
                </c:pt>
                <c:pt idx="962">
                  <c:v>17689.919999999998</c:v>
                </c:pt>
                <c:pt idx="963">
                  <c:v>17695.61</c:v>
                </c:pt>
                <c:pt idx="964">
                  <c:v>17701.29</c:v>
                </c:pt>
                <c:pt idx="965">
                  <c:v>17706.97</c:v>
                </c:pt>
                <c:pt idx="966">
                  <c:v>17712.66</c:v>
                </c:pt>
                <c:pt idx="967">
                  <c:v>17718.34</c:v>
                </c:pt>
                <c:pt idx="968">
                  <c:v>17724.02</c:v>
                </c:pt>
                <c:pt idx="969">
                  <c:v>17729.71</c:v>
                </c:pt>
                <c:pt idx="970">
                  <c:v>17735.39</c:v>
                </c:pt>
                <c:pt idx="971">
                  <c:v>17741.080000000002</c:v>
                </c:pt>
                <c:pt idx="972">
                  <c:v>17746.759999999998</c:v>
                </c:pt>
                <c:pt idx="973">
                  <c:v>17752.439999999999</c:v>
                </c:pt>
                <c:pt idx="974">
                  <c:v>17758.13</c:v>
                </c:pt>
                <c:pt idx="975">
                  <c:v>17763.810000000001</c:v>
                </c:pt>
                <c:pt idx="976">
                  <c:v>17770.91</c:v>
                </c:pt>
                <c:pt idx="977">
                  <c:v>17785.12</c:v>
                </c:pt>
                <c:pt idx="978">
                  <c:v>17799.330000000002</c:v>
                </c:pt>
                <c:pt idx="979">
                  <c:v>17813.54</c:v>
                </c:pt>
                <c:pt idx="980">
                  <c:v>17827.75</c:v>
                </c:pt>
                <c:pt idx="981">
                  <c:v>17841.96</c:v>
                </c:pt>
                <c:pt idx="982">
                  <c:v>17856.169999999998</c:v>
                </c:pt>
                <c:pt idx="983">
                  <c:v>17870.38</c:v>
                </c:pt>
                <c:pt idx="984">
                  <c:v>17884.59</c:v>
                </c:pt>
                <c:pt idx="985">
                  <c:v>17898.79</c:v>
                </c:pt>
                <c:pt idx="986">
                  <c:v>17913</c:v>
                </c:pt>
                <c:pt idx="987">
                  <c:v>17927.21</c:v>
                </c:pt>
                <c:pt idx="988">
                  <c:v>17941.419999999998</c:v>
                </c:pt>
                <c:pt idx="989">
                  <c:v>17955.63</c:v>
                </c:pt>
                <c:pt idx="990">
                  <c:v>17969.84</c:v>
                </c:pt>
                <c:pt idx="991">
                  <c:v>17984.05</c:v>
                </c:pt>
                <c:pt idx="992">
                  <c:v>17998.259999999998</c:v>
                </c:pt>
                <c:pt idx="993">
                  <c:v>18012.47</c:v>
                </c:pt>
                <c:pt idx="994">
                  <c:v>18026.68</c:v>
                </c:pt>
                <c:pt idx="995">
                  <c:v>18040.88</c:v>
                </c:pt>
                <c:pt idx="996">
                  <c:v>18055.09</c:v>
                </c:pt>
                <c:pt idx="997">
                  <c:v>18069.3</c:v>
                </c:pt>
                <c:pt idx="998">
                  <c:v>18083.509999999998</c:v>
                </c:pt>
                <c:pt idx="999">
                  <c:v>18097.72</c:v>
                </c:pt>
                <c:pt idx="1000">
                  <c:v>18111.93</c:v>
                </c:pt>
                <c:pt idx="1001">
                  <c:v>18126.14</c:v>
                </c:pt>
                <c:pt idx="1002">
                  <c:v>18140.349999999999</c:v>
                </c:pt>
                <c:pt idx="1003">
                  <c:v>18154.560000000001</c:v>
                </c:pt>
                <c:pt idx="1004">
                  <c:v>18168.759999999998</c:v>
                </c:pt>
                <c:pt idx="1005">
                  <c:v>18182.97</c:v>
                </c:pt>
                <c:pt idx="1006">
                  <c:v>18197.18</c:v>
                </c:pt>
                <c:pt idx="1007">
                  <c:v>18211.39</c:v>
                </c:pt>
                <c:pt idx="1008">
                  <c:v>18225.599999999999</c:v>
                </c:pt>
                <c:pt idx="1009">
                  <c:v>18239.810000000001</c:v>
                </c:pt>
                <c:pt idx="1010">
                  <c:v>18254.02</c:v>
                </c:pt>
                <c:pt idx="1011">
                  <c:v>18268.23</c:v>
                </c:pt>
                <c:pt idx="1012">
                  <c:v>18282.439999999999</c:v>
                </c:pt>
                <c:pt idx="1013">
                  <c:v>18296.64</c:v>
                </c:pt>
                <c:pt idx="1014">
                  <c:v>18310.849999999999</c:v>
                </c:pt>
                <c:pt idx="1015">
                  <c:v>18325.060000000001</c:v>
                </c:pt>
                <c:pt idx="1016">
                  <c:v>18339.27</c:v>
                </c:pt>
                <c:pt idx="1017">
                  <c:v>18353.48</c:v>
                </c:pt>
                <c:pt idx="1018">
                  <c:v>18367.689999999999</c:v>
                </c:pt>
                <c:pt idx="1019">
                  <c:v>18381.900000000001</c:v>
                </c:pt>
                <c:pt idx="1020">
                  <c:v>18396.11</c:v>
                </c:pt>
                <c:pt idx="1021">
                  <c:v>18410.32</c:v>
                </c:pt>
                <c:pt idx="1022">
                  <c:v>18424.53</c:v>
                </c:pt>
                <c:pt idx="1023">
                  <c:v>18438.73</c:v>
                </c:pt>
                <c:pt idx="1024">
                  <c:v>18452.939999999999</c:v>
                </c:pt>
                <c:pt idx="1025">
                  <c:v>18467.150000000001</c:v>
                </c:pt>
                <c:pt idx="1026">
                  <c:v>18481.36</c:v>
                </c:pt>
                <c:pt idx="1027">
                  <c:v>18495.57</c:v>
                </c:pt>
                <c:pt idx="1028">
                  <c:v>18509.78</c:v>
                </c:pt>
                <c:pt idx="1029">
                  <c:v>18523.990000000002</c:v>
                </c:pt>
                <c:pt idx="1030">
                  <c:v>18538.2</c:v>
                </c:pt>
                <c:pt idx="1031">
                  <c:v>18552.41</c:v>
                </c:pt>
                <c:pt idx="1032">
                  <c:v>18566.61</c:v>
                </c:pt>
                <c:pt idx="1033">
                  <c:v>18580.82</c:v>
                </c:pt>
                <c:pt idx="1034">
                  <c:v>18595.03</c:v>
                </c:pt>
                <c:pt idx="1035">
                  <c:v>18609.240000000002</c:v>
                </c:pt>
                <c:pt idx="1036">
                  <c:v>18623.45</c:v>
                </c:pt>
                <c:pt idx="1037">
                  <c:v>18637.66</c:v>
                </c:pt>
                <c:pt idx="1038">
                  <c:v>18651.87</c:v>
                </c:pt>
                <c:pt idx="1039">
                  <c:v>18666.080000000002</c:v>
                </c:pt>
                <c:pt idx="1040">
                  <c:v>18680.29</c:v>
                </c:pt>
                <c:pt idx="1041">
                  <c:v>18694.490000000002</c:v>
                </c:pt>
                <c:pt idx="1042">
                  <c:v>18708.7</c:v>
                </c:pt>
                <c:pt idx="1043">
                  <c:v>18722.91</c:v>
                </c:pt>
                <c:pt idx="1044">
                  <c:v>18737.12</c:v>
                </c:pt>
                <c:pt idx="1045">
                  <c:v>18751.330000000002</c:v>
                </c:pt>
                <c:pt idx="1046">
                  <c:v>18765.54</c:v>
                </c:pt>
                <c:pt idx="1047">
                  <c:v>18779.75</c:v>
                </c:pt>
                <c:pt idx="1048">
                  <c:v>18793.96</c:v>
                </c:pt>
                <c:pt idx="1049">
                  <c:v>18808.169999999998</c:v>
                </c:pt>
                <c:pt idx="1050">
                  <c:v>18822.38</c:v>
                </c:pt>
                <c:pt idx="1051">
                  <c:v>18836.580000000002</c:v>
                </c:pt>
                <c:pt idx="1052">
                  <c:v>18850.79</c:v>
                </c:pt>
                <c:pt idx="1053">
                  <c:v>18865</c:v>
                </c:pt>
                <c:pt idx="1054">
                  <c:v>18879.21</c:v>
                </c:pt>
                <c:pt idx="1055">
                  <c:v>18893.419999999998</c:v>
                </c:pt>
                <c:pt idx="1056">
                  <c:v>18907.63</c:v>
                </c:pt>
                <c:pt idx="1057">
                  <c:v>18921.84</c:v>
                </c:pt>
                <c:pt idx="1058">
                  <c:v>18936.05</c:v>
                </c:pt>
                <c:pt idx="1059">
                  <c:v>18950.259999999998</c:v>
                </c:pt>
                <c:pt idx="1060">
                  <c:v>18964.46</c:v>
                </c:pt>
                <c:pt idx="1061">
                  <c:v>18978.669999999998</c:v>
                </c:pt>
                <c:pt idx="1062">
                  <c:v>18992.88</c:v>
                </c:pt>
                <c:pt idx="1063">
                  <c:v>19007.09</c:v>
                </c:pt>
                <c:pt idx="1064">
                  <c:v>19021.3</c:v>
                </c:pt>
                <c:pt idx="1065">
                  <c:v>19035.509999999998</c:v>
                </c:pt>
                <c:pt idx="1066">
                  <c:v>19049.72</c:v>
                </c:pt>
                <c:pt idx="1067">
                  <c:v>19063.93</c:v>
                </c:pt>
                <c:pt idx="1068">
                  <c:v>19078.14</c:v>
                </c:pt>
                <c:pt idx="1069">
                  <c:v>19092.34</c:v>
                </c:pt>
                <c:pt idx="1070">
                  <c:v>19106.55</c:v>
                </c:pt>
                <c:pt idx="1071">
                  <c:v>19120.759999999998</c:v>
                </c:pt>
                <c:pt idx="1072">
                  <c:v>19134.97</c:v>
                </c:pt>
                <c:pt idx="1073">
                  <c:v>19149.18</c:v>
                </c:pt>
                <c:pt idx="1074">
                  <c:v>19163.39</c:v>
                </c:pt>
                <c:pt idx="1075">
                  <c:v>19177.599999999999</c:v>
                </c:pt>
                <c:pt idx="1076">
                  <c:v>19191.810000000001</c:v>
                </c:pt>
                <c:pt idx="1077">
                  <c:v>19206.02</c:v>
                </c:pt>
                <c:pt idx="1078">
                  <c:v>19220.23</c:v>
                </c:pt>
                <c:pt idx="1079">
                  <c:v>19234.43</c:v>
                </c:pt>
                <c:pt idx="1080">
                  <c:v>19248.64</c:v>
                </c:pt>
                <c:pt idx="1081">
                  <c:v>19262.849999999999</c:v>
                </c:pt>
                <c:pt idx="1082">
                  <c:v>19277.060000000001</c:v>
                </c:pt>
                <c:pt idx="1083">
                  <c:v>19291.27</c:v>
                </c:pt>
                <c:pt idx="1084">
                  <c:v>19305.48</c:v>
                </c:pt>
                <c:pt idx="1085">
                  <c:v>19319.689999999999</c:v>
                </c:pt>
                <c:pt idx="1086">
                  <c:v>19333.900000000001</c:v>
                </c:pt>
                <c:pt idx="1087">
                  <c:v>19348.11</c:v>
                </c:pt>
                <c:pt idx="1088">
                  <c:v>19362.310000000001</c:v>
                </c:pt>
                <c:pt idx="1089">
                  <c:v>19376.52</c:v>
                </c:pt>
                <c:pt idx="1090">
                  <c:v>19390.73</c:v>
                </c:pt>
                <c:pt idx="1091">
                  <c:v>19404.939999999999</c:v>
                </c:pt>
                <c:pt idx="1092">
                  <c:v>19419.150000000001</c:v>
                </c:pt>
                <c:pt idx="1093">
                  <c:v>19433.36</c:v>
                </c:pt>
                <c:pt idx="1094">
                  <c:v>19447.57</c:v>
                </c:pt>
                <c:pt idx="1095">
                  <c:v>19461.78</c:v>
                </c:pt>
                <c:pt idx="1096">
                  <c:v>19475.990000000002</c:v>
                </c:pt>
                <c:pt idx="1097">
                  <c:v>19490.189999999999</c:v>
                </c:pt>
                <c:pt idx="1098">
                  <c:v>19504.400000000001</c:v>
                </c:pt>
                <c:pt idx="1099">
                  <c:v>19518.61</c:v>
                </c:pt>
                <c:pt idx="1100">
                  <c:v>19532.82</c:v>
                </c:pt>
                <c:pt idx="1101">
                  <c:v>19547.03</c:v>
                </c:pt>
                <c:pt idx="1102">
                  <c:v>19561.240000000002</c:v>
                </c:pt>
                <c:pt idx="1103">
                  <c:v>19575.45</c:v>
                </c:pt>
                <c:pt idx="1104">
                  <c:v>19589.66</c:v>
                </c:pt>
                <c:pt idx="1105">
                  <c:v>19603.87</c:v>
                </c:pt>
                <c:pt idx="1106">
                  <c:v>19618.080000000002</c:v>
                </c:pt>
                <c:pt idx="1107">
                  <c:v>19632.28</c:v>
                </c:pt>
                <c:pt idx="1108">
                  <c:v>19646.490000000002</c:v>
                </c:pt>
                <c:pt idx="1109">
                  <c:v>19660.7</c:v>
                </c:pt>
                <c:pt idx="1110">
                  <c:v>19674.91</c:v>
                </c:pt>
                <c:pt idx="1111">
                  <c:v>19689.12</c:v>
                </c:pt>
                <c:pt idx="1112">
                  <c:v>19703.330000000002</c:v>
                </c:pt>
                <c:pt idx="1113">
                  <c:v>19717.54</c:v>
                </c:pt>
                <c:pt idx="1114">
                  <c:v>19731.75</c:v>
                </c:pt>
                <c:pt idx="1115">
                  <c:v>19745.96</c:v>
                </c:pt>
                <c:pt idx="1116">
                  <c:v>19760.16</c:v>
                </c:pt>
                <c:pt idx="1117">
                  <c:v>19774.37</c:v>
                </c:pt>
                <c:pt idx="1118">
                  <c:v>19788.580000000002</c:v>
                </c:pt>
                <c:pt idx="1119">
                  <c:v>19802.79</c:v>
                </c:pt>
                <c:pt idx="1120">
                  <c:v>19817</c:v>
                </c:pt>
                <c:pt idx="1121">
                  <c:v>19831.21</c:v>
                </c:pt>
                <c:pt idx="1122">
                  <c:v>19845.419999999998</c:v>
                </c:pt>
                <c:pt idx="1123">
                  <c:v>19859.63</c:v>
                </c:pt>
                <c:pt idx="1124">
                  <c:v>19873.84</c:v>
                </c:pt>
                <c:pt idx="1125">
                  <c:v>19888.04</c:v>
                </c:pt>
                <c:pt idx="1126">
                  <c:v>19902.25</c:v>
                </c:pt>
                <c:pt idx="1127">
                  <c:v>19916.46</c:v>
                </c:pt>
                <c:pt idx="1128">
                  <c:v>19930.669999999998</c:v>
                </c:pt>
                <c:pt idx="1129">
                  <c:v>19944.88</c:v>
                </c:pt>
                <c:pt idx="1130">
                  <c:v>19959.09</c:v>
                </c:pt>
                <c:pt idx="1131">
                  <c:v>19973.3</c:v>
                </c:pt>
                <c:pt idx="1132">
                  <c:v>19987.509999999998</c:v>
                </c:pt>
                <c:pt idx="1133">
                  <c:v>20001.72</c:v>
                </c:pt>
                <c:pt idx="1134">
                  <c:v>20015.93</c:v>
                </c:pt>
                <c:pt idx="1135">
                  <c:v>20030.13</c:v>
                </c:pt>
                <c:pt idx="1136">
                  <c:v>20044.34</c:v>
                </c:pt>
                <c:pt idx="1137">
                  <c:v>20058.55</c:v>
                </c:pt>
                <c:pt idx="1138">
                  <c:v>20072.759999999998</c:v>
                </c:pt>
                <c:pt idx="1139">
                  <c:v>20086.97</c:v>
                </c:pt>
                <c:pt idx="1140">
                  <c:v>20101.18</c:v>
                </c:pt>
                <c:pt idx="1141">
                  <c:v>20115.39</c:v>
                </c:pt>
                <c:pt idx="1142">
                  <c:v>20129.599999999999</c:v>
                </c:pt>
                <c:pt idx="1143">
                  <c:v>20143.810000000001</c:v>
                </c:pt>
                <c:pt idx="1144">
                  <c:v>20158.009999999998</c:v>
                </c:pt>
                <c:pt idx="1145">
                  <c:v>20172.22</c:v>
                </c:pt>
                <c:pt idx="1146">
                  <c:v>20186.43</c:v>
                </c:pt>
                <c:pt idx="1147">
                  <c:v>20200.64</c:v>
                </c:pt>
                <c:pt idx="1148">
                  <c:v>20214.849999999999</c:v>
                </c:pt>
                <c:pt idx="1149">
                  <c:v>20229.060000000001</c:v>
                </c:pt>
                <c:pt idx="1150">
                  <c:v>20243.27</c:v>
                </c:pt>
                <c:pt idx="1151">
                  <c:v>20257.48</c:v>
                </c:pt>
                <c:pt idx="1152">
                  <c:v>20271.689999999999</c:v>
                </c:pt>
                <c:pt idx="1153">
                  <c:v>20285.89</c:v>
                </c:pt>
                <c:pt idx="1154">
                  <c:v>20300.099999999999</c:v>
                </c:pt>
                <c:pt idx="1155">
                  <c:v>20314.310000000001</c:v>
                </c:pt>
                <c:pt idx="1156">
                  <c:v>20328.52</c:v>
                </c:pt>
                <c:pt idx="1157">
                  <c:v>20342.73</c:v>
                </c:pt>
                <c:pt idx="1158">
                  <c:v>20356.939999999999</c:v>
                </c:pt>
                <c:pt idx="1159">
                  <c:v>20371.150000000001</c:v>
                </c:pt>
                <c:pt idx="1160">
                  <c:v>20385.36</c:v>
                </c:pt>
                <c:pt idx="1161">
                  <c:v>20399.57</c:v>
                </c:pt>
                <c:pt idx="1162">
                  <c:v>20413.78</c:v>
                </c:pt>
                <c:pt idx="1163">
                  <c:v>20427.98</c:v>
                </c:pt>
                <c:pt idx="1164">
                  <c:v>20442.189999999999</c:v>
                </c:pt>
                <c:pt idx="1165">
                  <c:v>20456.400000000001</c:v>
                </c:pt>
                <c:pt idx="1166">
                  <c:v>20470.61</c:v>
                </c:pt>
                <c:pt idx="1167">
                  <c:v>20484.82</c:v>
                </c:pt>
                <c:pt idx="1168">
                  <c:v>20499.03</c:v>
                </c:pt>
                <c:pt idx="1169">
                  <c:v>20513.240000000002</c:v>
                </c:pt>
                <c:pt idx="1170">
                  <c:v>20527.45</c:v>
                </c:pt>
                <c:pt idx="1171">
                  <c:v>20541.66</c:v>
                </c:pt>
                <c:pt idx="1172">
                  <c:v>20555.86</c:v>
                </c:pt>
                <c:pt idx="1173">
                  <c:v>20570.07</c:v>
                </c:pt>
                <c:pt idx="1174">
                  <c:v>20584.28</c:v>
                </c:pt>
                <c:pt idx="1175">
                  <c:v>20598.490000000002</c:v>
                </c:pt>
                <c:pt idx="1176">
                  <c:v>20612.7</c:v>
                </c:pt>
                <c:pt idx="1177">
                  <c:v>20626.91</c:v>
                </c:pt>
                <c:pt idx="1178">
                  <c:v>20641.12</c:v>
                </c:pt>
                <c:pt idx="1179">
                  <c:v>20655.330000000002</c:v>
                </c:pt>
                <c:pt idx="1180">
                  <c:v>20669.54</c:v>
                </c:pt>
                <c:pt idx="1181">
                  <c:v>20683.740000000002</c:v>
                </c:pt>
                <c:pt idx="1182">
                  <c:v>20697.95</c:v>
                </c:pt>
                <c:pt idx="1183">
                  <c:v>20712.16</c:v>
                </c:pt>
                <c:pt idx="1184">
                  <c:v>20726.37</c:v>
                </c:pt>
                <c:pt idx="1185">
                  <c:v>20740.580000000002</c:v>
                </c:pt>
                <c:pt idx="1186">
                  <c:v>20754.79</c:v>
                </c:pt>
                <c:pt idx="1187">
                  <c:v>20769</c:v>
                </c:pt>
                <c:pt idx="1188">
                  <c:v>20783.21</c:v>
                </c:pt>
                <c:pt idx="1189">
                  <c:v>20797.419999999998</c:v>
                </c:pt>
                <c:pt idx="1190">
                  <c:v>20811.63</c:v>
                </c:pt>
                <c:pt idx="1191">
                  <c:v>20825.830000000002</c:v>
                </c:pt>
                <c:pt idx="1192">
                  <c:v>20840.04</c:v>
                </c:pt>
                <c:pt idx="1193">
                  <c:v>20854.25</c:v>
                </c:pt>
                <c:pt idx="1194">
                  <c:v>20868.46</c:v>
                </c:pt>
                <c:pt idx="1195">
                  <c:v>20882.669999999998</c:v>
                </c:pt>
                <c:pt idx="1196">
                  <c:v>20896.88</c:v>
                </c:pt>
                <c:pt idx="1197">
                  <c:v>20911.09</c:v>
                </c:pt>
                <c:pt idx="1198">
                  <c:v>20925.3</c:v>
                </c:pt>
                <c:pt idx="1199">
                  <c:v>20939.509999999998</c:v>
                </c:pt>
                <c:pt idx="1200">
                  <c:v>20953.71</c:v>
                </c:pt>
                <c:pt idx="1201">
                  <c:v>20967.919999999998</c:v>
                </c:pt>
                <c:pt idx="1202">
                  <c:v>20982.13</c:v>
                </c:pt>
                <c:pt idx="1203">
                  <c:v>20996.34</c:v>
                </c:pt>
                <c:pt idx="1204">
                  <c:v>21010.55</c:v>
                </c:pt>
                <c:pt idx="1205">
                  <c:v>21024.76</c:v>
                </c:pt>
                <c:pt idx="1206">
                  <c:v>21038.97</c:v>
                </c:pt>
                <c:pt idx="1207">
                  <c:v>21053.18</c:v>
                </c:pt>
                <c:pt idx="1208">
                  <c:v>21067.39</c:v>
                </c:pt>
                <c:pt idx="1209">
                  <c:v>21081.59</c:v>
                </c:pt>
                <c:pt idx="1210">
                  <c:v>21095.8</c:v>
                </c:pt>
                <c:pt idx="1211">
                  <c:v>21110.01</c:v>
                </c:pt>
                <c:pt idx="1212">
                  <c:v>21124.22</c:v>
                </c:pt>
                <c:pt idx="1213">
                  <c:v>21138.43</c:v>
                </c:pt>
                <c:pt idx="1214">
                  <c:v>21152.639999999999</c:v>
                </c:pt>
                <c:pt idx="1215">
                  <c:v>21166.85</c:v>
                </c:pt>
                <c:pt idx="1216">
                  <c:v>21181.06</c:v>
                </c:pt>
                <c:pt idx="1217">
                  <c:v>21195.27</c:v>
                </c:pt>
                <c:pt idx="1218">
                  <c:v>21209.48</c:v>
                </c:pt>
                <c:pt idx="1219">
                  <c:v>21223.68</c:v>
                </c:pt>
                <c:pt idx="1220">
                  <c:v>21237.89</c:v>
                </c:pt>
                <c:pt idx="1221">
                  <c:v>21252.1</c:v>
                </c:pt>
                <c:pt idx="1222">
                  <c:v>21266.31</c:v>
                </c:pt>
                <c:pt idx="1223">
                  <c:v>21280.52</c:v>
                </c:pt>
                <c:pt idx="1224">
                  <c:v>21294.73</c:v>
                </c:pt>
                <c:pt idx="1225">
                  <c:v>21308.94</c:v>
                </c:pt>
                <c:pt idx="1226">
                  <c:v>21323.15</c:v>
                </c:pt>
                <c:pt idx="1227">
                  <c:v>21337.360000000001</c:v>
                </c:pt>
                <c:pt idx="1228">
                  <c:v>21351.56</c:v>
                </c:pt>
                <c:pt idx="1229">
                  <c:v>21365.77</c:v>
                </c:pt>
                <c:pt idx="1230">
                  <c:v>21379.98</c:v>
                </c:pt>
                <c:pt idx="1231">
                  <c:v>21394.19</c:v>
                </c:pt>
                <c:pt idx="1232">
                  <c:v>21408.400000000001</c:v>
                </c:pt>
                <c:pt idx="1233">
                  <c:v>21422.61</c:v>
                </c:pt>
                <c:pt idx="1234">
                  <c:v>21436.82</c:v>
                </c:pt>
                <c:pt idx="1235">
                  <c:v>21451.03</c:v>
                </c:pt>
                <c:pt idx="1236">
                  <c:v>21465.24</c:v>
                </c:pt>
                <c:pt idx="1237">
                  <c:v>21479.439999999999</c:v>
                </c:pt>
                <c:pt idx="1238">
                  <c:v>21493.65</c:v>
                </c:pt>
                <c:pt idx="1239">
                  <c:v>21507.86</c:v>
                </c:pt>
                <c:pt idx="1240">
                  <c:v>21522.07</c:v>
                </c:pt>
                <c:pt idx="1241">
                  <c:v>21536.28</c:v>
                </c:pt>
                <c:pt idx="1242">
                  <c:v>21550.49</c:v>
                </c:pt>
                <c:pt idx="1243">
                  <c:v>21564.7</c:v>
                </c:pt>
                <c:pt idx="1244">
                  <c:v>21578.91</c:v>
                </c:pt>
                <c:pt idx="1245">
                  <c:v>21593.119999999999</c:v>
                </c:pt>
                <c:pt idx="1246">
                  <c:v>21607.33</c:v>
                </c:pt>
                <c:pt idx="1247">
                  <c:v>21621.53</c:v>
                </c:pt>
                <c:pt idx="1248">
                  <c:v>21635.74</c:v>
                </c:pt>
                <c:pt idx="1249">
                  <c:v>21649.95</c:v>
                </c:pt>
                <c:pt idx="1250">
                  <c:v>21664.16</c:v>
                </c:pt>
                <c:pt idx="1251">
                  <c:v>21678.37</c:v>
                </c:pt>
                <c:pt idx="1252">
                  <c:v>21692.58</c:v>
                </c:pt>
                <c:pt idx="1253">
                  <c:v>21706.79</c:v>
                </c:pt>
                <c:pt idx="1254">
                  <c:v>21721</c:v>
                </c:pt>
                <c:pt idx="1255">
                  <c:v>21735.21</c:v>
                </c:pt>
                <c:pt idx="1256">
                  <c:v>21749.41</c:v>
                </c:pt>
                <c:pt idx="1257">
                  <c:v>21763.62</c:v>
                </c:pt>
                <c:pt idx="1258">
                  <c:v>21777.83</c:v>
                </c:pt>
                <c:pt idx="1259">
                  <c:v>21792.04</c:v>
                </c:pt>
                <c:pt idx="1260">
                  <c:v>21806.25</c:v>
                </c:pt>
                <c:pt idx="1261">
                  <c:v>21820.46</c:v>
                </c:pt>
                <c:pt idx="1262">
                  <c:v>21834.67</c:v>
                </c:pt>
                <c:pt idx="1263">
                  <c:v>21848.880000000001</c:v>
                </c:pt>
                <c:pt idx="1264">
                  <c:v>21863.09</c:v>
                </c:pt>
                <c:pt idx="1265">
                  <c:v>21877.29</c:v>
                </c:pt>
                <c:pt idx="1266">
                  <c:v>21891.5</c:v>
                </c:pt>
                <c:pt idx="1267">
                  <c:v>21905.71</c:v>
                </c:pt>
                <c:pt idx="1268">
                  <c:v>21919.919999999998</c:v>
                </c:pt>
                <c:pt idx="1269">
                  <c:v>21934.13</c:v>
                </c:pt>
                <c:pt idx="1270">
                  <c:v>21948.34</c:v>
                </c:pt>
                <c:pt idx="1271">
                  <c:v>21962.55</c:v>
                </c:pt>
                <c:pt idx="1272">
                  <c:v>21976.76</c:v>
                </c:pt>
                <c:pt idx="1273">
                  <c:v>21990.97</c:v>
                </c:pt>
                <c:pt idx="1274">
                  <c:v>22005.18</c:v>
                </c:pt>
                <c:pt idx="1275">
                  <c:v>22019.38</c:v>
                </c:pt>
                <c:pt idx="1276">
                  <c:v>22033.59</c:v>
                </c:pt>
                <c:pt idx="1277">
                  <c:v>22047.8</c:v>
                </c:pt>
                <c:pt idx="1278">
                  <c:v>22062.01</c:v>
                </c:pt>
                <c:pt idx="1279">
                  <c:v>22076.22</c:v>
                </c:pt>
                <c:pt idx="1280">
                  <c:v>22090.43</c:v>
                </c:pt>
                <c:pt idx="1281">
                  <c:v>22104.639999999999</c:v>
                </c:pt>
                <c:pt idx="1282">
                  <c:v>22118.85</c:v>
                </c:pt>
                <c:pt idx="1283">
                  <c:v>22133.06</c:v>
                </c:pt>
                <c:pt idx="1284">
                  <c:v>22147.26</c:v>
                </c:pt>
                <c:pt idx="1285">
                  <c:v>22161.47</c:v>
                </c:pt>
                <c:pt idx="1286">
                  <c:v>22175.68</c:v>
                </c:pt>
                <c:pt idx="1287">
                  <c:v>22189.89</c:v>
                </c:pt>
                <c:pt idx="1288">
                  <c:v>22204.1</c:v>
                </c:pt>
                <c:pt idx="1289">
                  <c:v>22218.31</c:v>
                </c:pt>
                <c:pt idx="1290">
                  <c:v>22232.52</c:v>
                </c:pt>
                <c:pt idx="1291">
                  <c:v>22246.73</c:v>
                </c:pt>
                <c:pt idx="1292">
                  <c:v>22260.94</c:v>
                </c:pt>
                <c:pt idx="1293">
                  <c:v>22275.14</c:v>
                </c:pt>
                <c:pt idx="1294">
                  <c:v>22289.35</c:v>
                </c:pt>
                <c:pt idx="1295">
                  <c:v>22303.56</c:v>
                </c:pt>
                <c:pt idx="1296">
                  <c:v>22317.77</c:v>
                </c:pt>
                <c:pt idx="1297">
                  <c:v>22331.98</c:v>
                </c:pt>
                <c:pt idx="1298">
                  <c:v>22346.19</c:v>
                </c:pt>
                <c:pt idx="1299">
                  <c:v>22360.400000000001</c:v>
                </c:pt>
                <c:pt idx="1300">
                  <c:v>22374.61</c:v>
                </c:pt>
                <c:pt idx="1301">
                  <c:v>22388.82</c:v>
                </c:pt>
                <c:pt idx="1302">
                  <c:v>22403.03</c:v>
                </c:pt>
                <c:pt idx="1303">
                  <c:v>22417.23</c:v>
                </c:pt>
                <c:pt idx="1304">
                  <c:v>22431.439999999999</c:v>
                </c:pt>
                <c:pt idx="1305">
                  <c:v>22445.65</c:v>
                </c:pt>
                <c:pt idx="1306">
                  <c:v>22459.86</c:v>
                </c:pt>
                <c:pt idx="1307">
                  <c:v>22474.07</c:v>
                </c:pt>
                <c:pt idx="1308">
                  <c:v>22488.28</c:v>
                </c:pt>
                <c:pt idx="1309">
                  <c:v>22502.49</c:v>
                </c:pt>
                <c:pt idx="1310">
                  <c:v>22516.7</c:v>
                </c:pt>
                <c:pt idx="1311">
                  <c:v>22530.91</c:v>
                </c:pt>
                <c:pt idx="1312">
                  <c:v>22545.11</c:v>
                </c:pt>
                <c:pt idx="1313">
                  <c:v>22559.32</c:v>
                </c:pt>
                <c:pt idx="1314">
                  <c:v>22573.53</c:v>
                </c:pt>
                <c:pt idx="1315">
                  <c:v>22587.74</c:v>
                </c:pt>
                <c:pt idx="1316">
                  <c:v>22601.95</c:v>
                </c:pt>
                <c:pt idx="1317">
                  <c:v>22616.16</c:v>
                </c:pt>
                <c:pt idx="1318">
                  <c:v>22630.37</c:v>
                </c:pt>
                <c:pt idx="1319">
                  <c:v>22644.58</c:v>
                </c:pt>
                <c:pt idx="1320">
                  <c:v>22658.79</c:v>
                </c:pt>
                <c:pt idx="1321">
                  <c:v>22672.99</c:v>
                </c:pt>
                <c:pt idx="1322">
                  <c:v>22687.200000000001</c:v>
                </c:pt>
                <c:pt idx="1323">
                  <c:v>22701.41</c:v>
                </c:pt>
                <c:pt idx="1324">
                  <c:v>22715.62</c:v>
                </c:pt>
                <c:pt idx="1325">
                  <c:v>22729.83</c:v>
                </c:pt>
                <c:pt idx="1326">
                  <c:v>22744.04</c:v>
                </c:pt>
                <c:pt idx="1327">
                  <c:v>22758.25</c:v>
                </c:pt>
                <c:pt idx="1328">
                  <c:v>22772.46</c:v>
                </c:pt>
                <c:pt idx="1329">
                  <c:v>22786.67</c:v>
                </c:pt>
                <c:pt idx="1330">
                  <c:v>22800.880000000001</c:v>
                </c:pt>
                <c:pt idx="1331">
                  <c:v>22815.08</c:v>
                </c:pt>
                <c:pt idx="1332">
                  <c:v>22829.29</c:v>
                </c:pt>
                <c:pt idx="1333">
                  <c:v>22843.5</c:v>
                </c:pt>
                <c:pt idx="1334">
                  <c:v>22857.71</c:v>
                </c:pt>
                <c:pt idx="1335">
                  <c:v>22871.919999999998</c:v>
                </c:pt>
                <c:pt idx="1336">
                  <c:v>22886.13</c:v>
                </c:pt>
                <c:pt idx="1337">
                  <c:v>22900.34</c:v>
                </c:pt>
                <c:pt idx="1338">
                  <c:v>22914.55</c:v>
                </c:pt>
                <c:pt idx="1339">
                  <c:v>22928.76</c:v>
                </c:pt>
                <c:pt idx="1340">
                  <c:v>22942.959999999999</c:v>
                </c:pt>
                <c:pt idx="1341">
                  <c:v>22957.17</c:v>
                </c:pt>
                <c:pt idx="1342">
                  <c:v>22971.38</c:v>
                </c:pt>
                <c:pt idx="1343">
                  <c:v>22985.59</c:v>
                </c:pt>
                <c:pt idx="1344">
                  <c:v>22999.8</c:v>
                </c:pt>
                <c:pt idx="1345">
                  <c:v>23014.01</c:v>
                </c:pt>
                <c:pt idx="1346">
                  <c:v>23028.22</c:v>
                </c:pt>
                <c:pt idx="1347">
                  <c:v>23042.43</c:v>
                </c:pt>
                <c:pt idx="1348">
                  <c:v>23056.639999999999</c:v>
                </c:pt>
                <c:pt idx="1349">
                  <c:v>23070.84</c:v>
                </c:pt>
                <c:pt idx="1350">
                  <c:v>23085.05</c:v>
                </c:pt>
                <c:pt idx="1351">
                  <c:v>23099.26</c:v>
                </c:pt>
                <c:pt idx="1352">
                  <c:v>23113.47</c:v>
                </c:pt>
                <c:pt idx="1353">
                  <c:v>23127.68</c:v>
                </c:pt>
                <c:pt idx="1354">
                  <c:v>23141.89</c:v>
                </c:pt>
                <c:pt idx="1355">
                  <c:v>23156.1</c:v>
                </c:pt>
                <c:pt idx="1356">
                  <c:v>23170.31</c:v>
                </c:pt>
                <c:pt idx="1357">
                  <c:v>23184.52</c:v>
                </c:pt>
                <c:pt idx="1358">
                  <c:v>23198.73</c:v>
                </c:pt>
                <c:pt idx="1359">
                  <c:v>23212.93</c:v>
                </c:pt>
                <c:pt idx="1360">
                  <c:v>23227.14</c:v>
                </c:pt>
                <c:pt idx="1361">
                  <c:v>23241.35</c:v>
                </c:pt>
                <c:pt idx="1362">
                  <c:v>23255.56</c:v>
                </c:pt>
                <c:pt idx="1363">
                  <c:v>23269.77</c:v>
                </c:pt>
                <c:pt idx="1364">
                  <c:v>23283.98</c:v>
                </c:pt>
                <c:pt idx="1365">
                  <c:v>23298.19</c:v>
                </c:pt>
                <c:pt idx="1366">
                  <c:v>23312.400000000001</c:v>
                </c:pt>
                <c:pt idx="1367">
                  <c:v>23326.61</c:v>
                </c:pt>
                <c:pt idx="1368">
                  <c:v>23340.81</c:v>
                </c:pt>
                <c:pt idx="1369">
                  <c:v>23355.02</c:v>
                </c:pt>
                <c:pt idx="1370">
                  <c:v>23369.23</c:v>
                </c:pt>
                <c:pt idx="1371">
                  <c:v>23383.439999999999</c:v>
                </c:pt>
                <c:pt idx="1372">
                  <c:v>23397.65</c:v>
                </c:pt>
                <c:pt idx="1373">
                  <c:v>23411.86</c:v>
                </c:pt>
                <c:pt idx="1374">
                  <c:v>23426.07</c:v>
                </c:pt>
                <c:pt idx="1375">
                  <c:v>23440.28</c:v>
                </c:pt>
                <c:pt idx="1376">
                  <c:v>23454.49</c:v>
                </c:pt>
                <c:pt idx="1377">
                  <c:v>23468.69</c:v>
                </c:pt>
                <c:pt idx="1378">
                  <c:v>23482.9</c:v>
                </c:pt>
                <c:pt idx="1379">
                  <c:v>23497.11</c:v>
                </c:pt>
                <c:pt idx="1380">
                  <c:v>23511.32</c:v>
                </c:pt>
                <c:pt idx="1381">
                  <c:v>23525.53</c:v>
                </c:pt>
                <c:pt idx="1382">
                  <c:v>23539.74</c:v>
                </c:pt>
                <c:pt idx="1383">
                  <c:v>23553.95</c:v>
                </c:pt>
                <c:pt idx="1384">
                  <c:v>23568.16</c:v>
                </c:pt>
                <c:pt idx="1385">
                  <c:v>23582.37</c:v>
                </c:pt>
                <c:pt idx="1386">
                  <c:v>23596.58</c:v>
                </c:pt>
                <c:pt idx="1387">
                  <c:v>23610.78</c:v>
                </c:pt>
                <c:pt idx="1388">
                  <c:v>23624.99</c:v>
                </c:pt>
                <c:pt idx="1389">
                  <c:v>23639.200000000001</c:v>
                </c:pt>
                <c:pt idx="1390">
                  <c:v>23653.41</c:v>
                </c:pt>
                <c:pt idx="1391">
                  <c:v>23667.62</c:v>
                </c:pt>
                <c:pt idx="1392">
                  <c:v>23681.83</c:v>
                </c:pt>
                <c:pt idx="1393">
                  <c:v>23696.04</c:v>
                </c:pt>
                <c:pt idx="1394">
                  <c:v>23710.25</c:v>
                </c:pt>
                <c:pt idx="1395">
                  <c:v>23724.46</c:v>
                </c:pt>
                <c:pt idx="1396">
                  <c:v>23738.66</c:v>
                </c:pt>
                <c:pt idx="1397">
                  <c:v>23752.87</c:v>
                </c:pt>
                <c:pt idx="1398">
                  <c:v>23767.08</c:v>
                </c:pt>
                <c:pt idx="1399">
                  <c:v>23781.29</c:v>
                </c:pt>
                <c:pt idx="1400">
                  <c:v>23795.5</c:v>
                </c:pt>
                <c:pt idx="1401">
                  <c:v>23809.71</c:v>
                </c:pt>
                <c:pt idx="1402">
                  <c:v>23823.919999999998</c:v>
                </c:pt>
                <c:pt idx="1403">
                  <c:v>23838.13</c:v>
                </c:pt>
                <c:pt idx="1404">
                  <c:v>23852.34</c:v>
                </c:pt>
                <c:pt idx="1405">
                  <c:v>23866.54</c:v>
                </c:pt>
                <c:pt idx="1406">
                  <c:v>23880.75</c:v>
                </c:pt>
                <c:pt idx="1407">
                  <c:v>23894.959999999999</c:v>
                </c:pt>
                <c:pt idx="1408">
                  <c:v>23909.17</c:v>
                </c:pt>
                <c:pt idx="1409">
                  <c:v>23923.38</c:v>
                </c:pt>
                <c:pt idx="1410">
                  <c:v>23937.59</c:v>
                </c:pt>
                <c:pt idx="1411">
                  <c:v>23951.8</c:v>
                </c:pt>
                <c:pt idx="1412">
                  <c:v>23966.01</c:v>
                </c:pt>
                <c:pt idx="1413">
                  <c:v>23980.22</c:v>
                </c:pt>
                <c:pt idx="1414">
                  <c:v>23994.43</c:v>
                </c:pt>
                <c:pt idx="1415">
                  <c:v>24008.63</c:v>
                </c:pt>
                <c:pt idx="1416">
                  <c:v>24022.84</c:v>
                </c:pt>
                <c:pt idx="1417">
                  <c:v>24037.05</c:v>
                </c:pt>
                <c:pt idx="1418">
                  <c:v>24051.26</c:v>
                </c:pt>
                <c:pt idx="1419">
                  <c:v>24065.47</c:v>
                </c:pt>
                <c:pt idx="1420">
                  <c:v>24076.48</c:v>
                </c:pt>
                <c:pt idx="1421">
                  <c:v>24086.78</c:v>
                </c:pt>
                <c:pt idx="1422">
                  <c:v>24097.08</c:v>
                </c:pt>
                <c:pt idx="1423">
                  <c:v>24107.37</c:v>
                </c:pt>
                <c:pt idx="1424">
                  <c:v>24117.67</c:v>
                </c:pt>
                <c:pt idx="1425">
                  <c:v>24127.97</c:v>
                </c:pt>
                <c:pt idx="1426">
                  <c:v>24138.27</c:v>
                </c:pt>
                <c:pt idx="1427">
                  <c:v>24148.57</c:v>
                </c:pt>
                <c:pt idx="1428">
                  <c:v>24158.87</c:v>
                </c:pt>
                <c:pt idx="1429">
                  <c:v>24169.16</c:v>
                </c:pt>
                <c:pt idx="1430">
                  <c:v>24179.46</c:v>
                </c:pt>
                <c:pt idx="1431">
                  <c:v>24189.759999999998</c:v>
                </c:pt>
                <c:pt idx="1432">
                  <c:v>24200.06</c:v>
                </c:pt>
                <c:pt idx="1433">
                  <c:v>24210.36</c:v>
                </c:pt>
                <c:pt idx="1434">
                  <c:v>24220.65</c:v>
                </c:pt>
                <c:pt idx="1435">
                  <c:v>24230.95</c:v>
                </c:pt>
                <c:pt idx="1436">
                  <c:v>24241.25</c:v>
                </c:pt>
                <c:pt idx="1437">
                  <c:v>24251.55</c:v>
                </c:pt>
                <c:pt idx="1438">
                  <c:v>24261.85</c:v>
                </c:pt>
                <c:pt idx="1439">
                  <c:v>24272.15</c:v>
                </c:pt>
                <c:pt idx="1440">
                  <c:v>24282.44</c:v>
                </c:pt>
                <c:pt idx="1441">
                  <c:v>24292.74</c:v>
                </c:pt>
                <c:pt idx="1442">
                  <c:v>24303.040000000001</c:v>
                </c:pt>
                <c:pt idx="1443">
                  <c:v>24313.34</c:v>
                </c:pt>
                <c:pt idx="1444">
                  <c:v>24323.64</c:v>
                </c:pt>
                <c:pt idx="1445">
                  <c:v>24333.93</c:v>
                </c:pt>
                <c:pt idx="1446">
                  <c:v>24344.23</c:v>
                </c:pt>
                <c:pt idx="1447">
                  <c:v>24354.53</c:v>
                </c:pt>
                <c:pt idx="1448">
                  <c:v>24364.83</c:v>
                </c:pt>
                <c:pt idx="1449">
                  <c:v>24375.13</c:v>
                </c:pt>
                <c:pt idx="1450">
                  <c:v>24385.43</c:v>
                </c:pt>
                <c:pt idx="1451">
                  <c:v>24395.72</c:v>
                </c:pt>
                <c:pt idx="1452">
                  <c:v>24406.02</c:v>
                </c:pt>
                <c:pt idx="1453">
                  <c:v>24416.32</c:v>
                </c:pt>
                <c:pt idx="1454">
                  <c:v>24426.62</c:v>
                </c:pt>
                <c:pt idx="1455">
                  <c:v>24436.92</c:v>
                </c:pt>
                <c:pt idx="1456">
                  <c:v>24447.22</c:v>
                </c:pt>
                <c:pt idx="1457">
                  <c:v>24457.51</c:v>
                </c:pt>
                <c:pt idx="1458">
                  <c:v>24467.81</c:v>
                </c:pt>
                <c:pt idx="1459">
                  <c:v>24478.11</c:v>
                </c:pt>
                <c:pt idx="1460">
                  <c:v>24488.41</c:v>
                </c:pt>
                <c:pt idx="1461">
                  <c:v>24498.71</c:v>
                </c:pt>
                <c:pt idx="1462">
                  <c:v>24509</c:v>
                </c:pt>
                <c:pt idx="1463">
                  <c:v>24519.3</c:v>
                </c:pt>
                <c:pt idx="1464">
                  <c:v>24529.599999999999</c:v>
                </c:pt>
                <c:pt idx="1465">
                  <c:v>24539.9</c:v>
                </c:pt>
                <c:pt idx="1466">
                  <c:v>24550.2</c:v>
                </c:pt>
                <c:pt idx="1467">
                  <c:v>24560.5</c:v>
                </c:pt>
                <c:pt idx="1468">
                  <c:v>24570.79</c:v>
                </c:pt>
                <c:pt idx="1469">
                  <c:v>24581.09</c:v>
                </c:pt>
                <c:pt idx="1470">
                  <c:v>24591.39</c:v>
                </c:pt>
                <c:pt idx="1471">
                  <c:v>24601.69</c:v>
                </c:pt>
                <c:pt idx="1472">
                  <c:v>24611.99</c:v>
                </c:pt>
                <c:pt idx="1473">
                  <c:v>24622.28</c:v>
                </c:pt>
                <c:pt idx="1474">
                  <c:v>24632.58</c:v>
                </c:pt>
                <c:pt idx="1475">
                  <c:v>24642.880000000001</c:v>
                </c:pt>
                <c:pt idx="1476">
                  <c:v>24653.18</c:v>
                </c:pt>
                <c:pt idx="1477">
                  <c:v>24663.48</c:v>
                </c:pt>
                <c:pt idx="1478">
                  <c:v>24673.78</c:v>
                </c:pt>
                <c:pt idx="1479">
                  <c:v>24684.07</c:v>
                </c:pt>
                <c:pt idx="1480">
                  <c:v>24694.37</c:v>
                </c:pt>
                <c:pt idx="1481">
                  <c:v>24704.67</c:v>
                </c:pt>
                <c:pt idx="1482">
                  <c:v>24714.97</c:v>
                </c:pt>
                <c:pt idx="1483">
                  <c:v>24725.27</c:v>
                </c:pt>
                <c:pt idx="1484">
                  <c:v>24735.57</c:v>
                </c:pt>
                <c:pt idx="1485">
                  <c:v>24745.86</c:v>
                </c:pt>
                <c:pt idx="1486">
                  <c:v>24756.16</c:v>
                </c:pt>
                <c:pt idx="1487">
                  <c:v>24766.46</c:v>
                </c:pt>
                <c:pt idx="1488">
                  <c:v>24776.76</c:v>
                </c:pt>
                <c:pt idx="1489">
                  <c:v>24787.06</c:v>
                </c:pt>
                <c:pt idx="1490">
                  <c:v>24797.35</c:v>
                </c:pt>
                <c:pt idx="1491">
                  <c:v>24807.65</c:v>
                </c:pt>
                <c:pt idx="1492">
                  <c:v>24817.95</c:v>
                </c:pt>
                <c:pt idx="1493">
                  <c:v>24828.25</c:v>
                </c:pt>
                <c:pt idx="1494">
                  <c:v>24838.55</c:v>
                </c:pt>
                <c:pt idx="1495">
                  <c:v>24848.85</c:v>
                </c:pt>
                <c:pt idx="1496">
                  <c:v>24859.14</c:v>
                </c:pt>
                <c:pt idx="1497">
                  <c:v>24869.439999999999</c:v>
                </c:pt>
                <c:pt idx="1498">
                  <c:v>24879.74</c:v>
                </c:pt>
                <c:pt idx="1499">
                  <c:v>24890.04</c:v>
                </c:pt>
                <c:pt idx="1500">
                  <c:v>24900.34</c:v>
                </c:pt>
                <c:pt idx="1501">
                  <c:v>24910.63</c:v>
                </c:pt>
                <c:pt idx="1502">
                  <c:v>24920.93</c:v>
                </c:pt>
                <c:pt idx="1503">
                  <c:v>24931.23</c:v>
                </c:pt>
                <c:pt idx="1504">
                  <c:v>24941.53</c:v>
                </c:pt>
                <c:pt idx="1505">
                  <c:v>24951.83</c:v>
                </c:pt>
                <c:pt idx="1506">
                  <c:v>24962.13</c:v>
                </c:pt>
                <c:pt idx="1507">
                  <c:v>24972.42</c:v>
                </c:pt>
                <c:pt idx="1508">
                  <c:v>24982.720000000001</c:v>
                </c:pt>
                <c:pt idx="1509">
                  <c:v>24993.02</c:v>
                </c:pt>
                <c:pt idx="1510">
                  <c:v>25003.32</c:v>
                </c:pt>
                <c:pt idx="1511">
                  <c:v>25013.62</c:v>
                </c:pt>
                <c:pt idx="1512">
                  <c:v>25023.919999999998</c:v>
                </c:pt>
                <c:pt idx="1513">
                  <c:v>25034.21</c:v>
                </c:pt>
                <c:pt idx="1514">
                  <c:v>25044.51</c:v>
                </c:pt>
                <c:pt idx="1515">
                  <c:v>25054.81</c:v>
                </c:pt>
                <c:pt idx="1516">
                  <c:v>25065.11</c:v>
                </c:pt>
                <c:pt idx="1517">
                  <c:v>25075.41</c:v>
                </c:pt>
                <c:pt idx="1518">
                  <c:v>25085.7</c:v>
                </c:pt>
                <c:pt idx="1519">
                  <c:v>25096</c:v>
                </c:pt>
                <c:pt idx="1520">
                  <c:v>25106.3</c:v>
                </c:pt>
                <c:pt idx="1521">
                  <c:v>25116.6</c:v>
                </c:pt>
                <c:pt idx="1522">
                  <c:v>25126.9</c:v>
                </c:pt>
                <c:pt idx="1523">
                  <c:v>25137.200000000001</c:v>
                </c:pt>
                <c:pt idx="1524">
                  <c:v>25147.49</c:v>
                </c:pt>
                <c:pt idx="1525">
                  <c:v>25157.79</c:v>
                </c:pt>
                <c:pt idx="1526">
                  <c:v>25168.09</c:v>
                </c:pt>
                <c:pt idx="1527">
                  <c:v>25178.39</c:v>
                </c:pt>
                <c:pt idx="1528">
                  <c:v>25188.69</c:v>
                </c:pt>
                <c:pt idx="1529">
                  <c:v>25198.98</c:v>
                </c:pt>
                <c:pt idx="1530">
                  <c:v>25209.279999999999</c:v>
                </c:pt>
                <c:pt idx="1531">
                  <c:v>25219.58</c:v>
                </c:pt>
                <c:pt idx="1532">
                  <c:v>25229.88</c:v>
                </c:pt>
                <c:pt idx="1533">
                  <c:v>25240.18</c:v>
                </c:pt>
                <c:pt idx="1534">
                  <c:v>25250.48</c:v>
                </c:pt>
                <c:pt idx="1535">
                  <c:v>25265.68</c:v>
                </c:pt>
                <c:pt idx="1536">
                  <c:v>25282.5</c:v>
                </c:pt>
                <c:pt idx="1537">
                  <c:v>25299.32</c:v>
                </c:pt>
                <c:pt idx="1538">
                  <c:v>25316.13</c:v>
                </c:pt>
                <c:pt idx="1539">
                  <c:v>25332.95</c:v>
                </c:pt>
                <c:pt idx="1540">
                  <c:v>25349.77</c:v>
                </c:pt>
                <c:pt idx="1541">
                  <c:v>25366.58</c:v>
                </c:pt>
                <c:pt idx="1542">
                  <c:v>25383.4</c:v>
                </c:pt>
                <c:pt idx="1543">
                  <c:v>25400.21</c:v>
                </c:pt>
                <c:pt idx="1544">
                  <c:v>25417.03</c:v>
                </c:pt>
                <c:pt idx="1545">
                  <c:v>25433.85</c:v>
                </c:pt>
                <c:pt idx="1546">
                  <c:v>25450.66</c:v>
                </c:pt>
                <c:pt idx="1547">
                  <c:v>25467.48</c:v>
                </c:pt>
                <c:pt idx="1548">
                  <c:v>25484.29</c:v>
                </c:pt>
                <c:pt idx="1549">
                  <c:v>25501.11</c:v>
                </c:pt>
                <c:pt idx="1550">
                  <c:v>25517.93</c:v>
                </c:pt>
                <c:pt idx="1551">
                  <c:v>25534.74</c:v>
                </c:pt>
                <c:pt idx="1552">
                  <c:v>25551.56</c:v>
                </c:pt>
                <c:pt idx="1553">
                  <c:v>25568.37</c:v>
                </c:pt>
                <c:pt idx="1554">
                  <c:v>25585.19</c:v>
                </c:pt>
                <c:pt idx="1555">
                  <c:v>25602.01</c:v>
                </c:pt>
                <c:pt idx="1556">
                  <c:v>25618.82</c:v>
                </c:pt>
                <c:pt idx="1557">
                  <c:v>25635.64</c:v>
                </c:pt>
                <c:pt idx="1558">
                  <c:v>25652.45</c:v>
                </c:pt>
                <c:pt idx="1559">
                  <c:v>25669.27</c:v>
                </c:pt>
                <c:pt idx="1560">
                  <c:v>25686.09</c:v>
                </c:pt>
                <c:pt idx="1561">
                  <c:v>25702.9</c:v>
                </c:pt>
                <c:pt idx="1562">
                  <c:v>25719.72</c:v>
                </c:pt>
                <c:pt idx="1563">
                  <c:v>25736.53</c:v>
                </c:pt>
                <c:pt idx="1564">
                  <c:v>25753.35</c:v>
                </c:pt>
                <c:pt idx="1565">
                  <c:v>25770.17</c:v>
                </c:pt>
                <c:pt idx="1566">
                  <c:v>25786.98</c:v>
                </c:pt>
                <c:pt idx="1567">
                  <c:v>25803.8</c:v>
                </c:pt>
                <c:pt idx="1568">
                  <c:v>25820.62</c:v>
                </c:pt>
                <c:pt idx="1569">
                  <c:v>25837.43</c:v>
                </c:pt>
                <c:pt idx="1570">
                  <c:v>25854.25</c:v>
                </c:pt>
                <c:pt idx="1571">
                  <c:v>25871.06</c:v>
                </c:pt>
                <c:pt idx="1572">
                  <c:v>25887.88</c:v>
                </c:pt>
                <c:pt idx="1573">
                  <c:v>25904.7</c:v>
                </c:pt>
                <c:pt idx="1574">
                  <c:v>25921.51</c:v>
                </c:pt>
                <c:pt idx="1575">
                  <c:v>25938.33</c:v>
                </c:pt>
                <c:pt idx="1576">
                  <c:v>25955.14</c:v>
                </c:pt>
                <c:pt idx="1577">
                  <c:v>25971.96</c:v>
                </c:pt>
                <c:pt idx="1578">
                  <c:v>25988.78</c:v>
                </c:pt>
                <c:pt idx="1579">
                  <c:v>26005.59</c:v>
                </c:pt>
                <c:pt idx="1580">
                  <c:v>26022.41</c:v>
                </c:pt>
                <c:pt idx="1581">
                  <c:v>26039.22</c:v>
                </c:pt>
                <c:pt idx="1582">
                  <c:v>26056.04</c:v>
                </c:pt>
                <c:pt idx="1583">
                  <c:v>26072.86</c:v>
                </c:pt>
                <c:pt idx="1584">
                  <c:v>26089.67</c:v>
                </c:pt>
                <c:pt idx="1585">
                  <c:v>26106.49</c:v>
                </c:pt>
                <c:pt idx="1586">
                  <c:v>26123.3</c:v>
                </c:pt>
                <c:pt idx="1587">
                  <c:v>26140.12</c:v>
                </c:pt>
                <c:pt idx="1588">
                  <c:v>26156.94</c:v>
                </c:pt>
                <c:pt idx="1589">
                  <c:v>26173.75</c:v>
                </c:pt>
                <c:pt idx="1590">
                  <c:v>26190.57</c:v>
                </c:pt>
                <c:pt idx="1591">
                  <c:v>26207.38</c:v>
                </c:pt>
                <c:pt idx="1592">
                  <c:v>26224.2</c:v>
                </c:pt>
                <c:pt idx="1593">
                  <c:v>26241.02</c:v>
                </c:pt>
                <c:pt idx="1594">
                  <c:v>26257.83</c:v>
                </c:pt>
                <c:pt idx="1595">
                  <c:v>26274.65</c:v>
                </c:pt>
                <c:pt idx="1596">
                  <c:v>26291.47</c:v>
                </c:pt>
                <c:pt idx="1597">
                  <c:v>26308.28</c:v>
                </c:pt>
                <c:pt idx="1598">
                  <c:v>26325.1</c:v>
                </c:pt>
                <c:pt idx="1599">
                  <c:v>26341.91</c:v>
                </c:pt>
                <c:pt idx="1600">
                  <c:v>26358.73</c:v>
                </c:pt>
                <c:pt idx="1601">
                  <c:v>26375.55</c:v>
                </c:pt>
                <c:pt idx="1602">
                  <c:v>26392.36</c:v>
                </c:pt>
                <c:pt idx="1603">
                  <c:v>26409.18</c:v>
                </c:pt>
                <c:pt idx="1604">
                  <c:v>26425.99</c:v>
                </c:pt>
                <c:pt idx="1605">
                  <c:v>26442.81</c:v>
                </c:pt>
                <c:pt idx="1606">
                  <c:v>26459.63</c:v>
                </c:pt>
                <c:pt idx="1607">
                  <c:v>26476.44</c:v>
                </c:pt>
                <c:pt idx="1608">
                  <c:v>26493.26</c:v>
                </c:pt>
                <c:pt idx="1609">
                  <c:v>26510.07</c:v>
                </c:pt>
                <c:pt idx="1610">
                  <c:v>26526.89</c:v>
                </c:pt>
                <c:pt idx="1611">
                  <c:v>26543.71</c:v>
                </c:pt>
                <c:pt idx="1612">
                  <c:v>26560.52</c:v>
                </c:pt>
                <c:pt idx="1613">
                  <c:v>26577.34</c:v>
                </c:pt>
                <c:pt idx="1614">
                  <c:v>26594.15</c:v>
                </c:pt>
                <c:pt idx="1615">
                  <c:v>26610.97</c:v>
                </c:pt>
                <c:pt idx="1616">
                  <c:v>26627.79</c:v>
                </c:pt>
                <c:pt idx="1617">
                  <c:v>26644.6</c:v>
                </c:pt>
                <c:pt idx="1618">
                  <c:v>26661.42</c:v>
                </c:pt>
                <c:pt idx="1619">
                  <c:v>26678.23</c:v>
                </c:pt>
                <c:pt idx="1620">
                  <c:v>26695.05</c:v>
                </c:pt>
                <c:pt idx="1621">
                  <c:v>26711.87</c:v>
                </c:pt>
                <c:pt idx="1622">
                  <c:v>26728.68</c:v>
                </c:pt>
                <c:pt idx="1623">
                  <c:v>26745.5</c:v>
                </c:pt>
                <c:pt idx="1624">
                  <c:v>26762.32</c:v>
                </c:pt>
                <c:pt idx="1625">
                  <c:v>26779.13</c:v>
                </c:pt>
                <c:pt idx="1626">
                  <c:v>26795.95</c:v>
                </c:pt>
                <c:pt idx="1627">
                  <c:v>26812.76</c:v>
                </c:pt>
                <c:pt idx="1628">
                  <c:v>26829.58</c:v>
                </c:pt>
                <c:pt idx="1629">
                  <c:v>26846.400000000001</c:v>
                </c:pt>
                <c:pt idx="1630">
                  <c:v>26863.21</c:v>
                </c:pt>
                <c:pt idx="1631">
                  <c:v>26880.03</c:v>
                </c:pt>
                <c:pt idx="1632">
                  <c:v>26896.84</c:v>
                </c:pt>
                <c:pt idx="1633">
                  <c:v>26913.66</c:v>
                </c:pt>
                <c:pt idx="1634">
                  <c:v>26930.48</c:v>
                </c:pt>
                <c:pt idx="1635">
                  <c:v>26947.29</c:v>
                </c:pt>
                <c:pt idx="1636">
                  <c:v>26964.11</c:v>
                </c:pt>
                <c:pt idx="1637">
                  <c:v>26980.92</c:v>
                </c:pt>
                <c:pt idx="1638">
                  <c:v>26997.74</c:v>
                </c:pt>
                <c:pt idx="1639">
                  <c:v>27014.560000000001</c:v>
                </c:pt>
                <c:pt idx="1640">
                  <c:v>27031.37</c:v>
                </c:pt>
                <c:pt idx="1641">
                  <c:v>27048.19</c:v>
                </c:pt>
                <c:pt idx="1642">
                  <c:v>27065</c:v>
                </c:pt>
                <c:pt idx="1643">
                  <c:v>27081.82</c:v>
                </c:pt>
                <c:pt idx="1644">
                  <c:v>27098.639999999999</c:v>
                </c:pt>
                <c:pt idx="1645">
                  <c:v>27115.45</c:v>
                </c:pt>
                <c:pt idx="1646">
                  <c:v>27132.27</c:v>
                </c:pt>
                <c:pt idx="1647">
                  <c:v>27149.08</c:v>
                </c:pt>
                <c:pt idx="1648">
                  <c:v>27165.9</c:v>
                </c:pt>
                <c:pt idx="1649">
                  <c:v>27182.720000000001</c:v>
                </c:pt>
                <c:pt idx="1650">
                  <c:v>27199.53</c:v>
                </c:pt>
                <c:pt idx="1651">
                  <c:v>27216.35</c:v>
                </c:pt>
                <c:pt idx="1652">
                  <c:v>27233.17</c:v>
                </c:pt>
                <c:pt idx="1653">
                  <c:v>27249.98</c:v>
                </c:pt>
                <c:pt idx="1654">
                  <c:v>27266.799999999999</c:v>
                </c:pt>
                <c:pt idx="1655">
                  <c:v>27283.61</c:v>
                </c:pt>
                <c:pt idx="1656">
                  <c:v>27300.43</c:v>
                </c:pt>
                <c:pt idx="1657">
                  <c:v>27317.25</c:v>
                </c:pt>
                <c:pt idx="1658">
                  <c:v>27334.06</c:v>
                </c:pt>
                <c:pt idx="1659">
                  <c:v>27350.880000000001</c:v>
                </c:pt>
                <c:pt idx="1660">
                  <c:v>27367.69</c:v>
                </c:pt>
                <c:pt idx="1661">
                  <c:v>27384.51</c:v>
                </c:pt>
                <c:pt idx="1662">
                  <c:v>27401.33</c:v>
                </c:pt>
                <c:pt idx="1663">
                  <c:v>27418.14</c:v>
                </c:pt>
                <c:pt idx="1664">
                  <c:v>27434.959999999999</c:v>
                </c:pt>
                <c:pt idx="1665">
                  <c:v>27451.77</c:v>
                </c:pt>
                <c:pt idx="1666">
                  <c:v>27468.59</c:v>
                </c:pt>
                <c:pt idx="1667">
                  <c:v>27485.41</c:v>
                </c:pt>
                <c:pt idx="1668">
                  <c:v>27502.22</c:v>
                </c:pt>
                <c:pt idx="1669">
                  <c:v>27519.040000000001</c:v>
                </c:pt>
                <c:pt idx="1670">
                  <c:v>27535.85</c:v>
                </c:pt>
                <c:pt idx="1671">
                  <c:v>27552.67</c:v>
                </c:pt>
                <c:pt idx="1672">
                  <c:v>27569.49</c:v>
                </c:pt>
                <c:pt idx="1673">
                  <c:v>27586.3</c:v>
                </c:pt>
                <c:pt idx="1674">
                  <c:v>27603.119999999999</c:v>
                </c:pt>
                <c:pt idx="1675">
                  <c:v>27619.93</c:v>
                </c:pt>
                <c:pt idx="1676">
                  <c:v>27636.75</c:v>
                </c:pt>
                <c:pt idx="1677">
                  <c:v>27653.57</c:v>
                </c:pt>
                <c:pt idx="1678">
                  <c:v>27670.38</c:v>
                </c:pt>
                <c:pt idx="1679">
                  <c:v>27687.200000000001</c:v>
                </c:pt>
                <c:pt idx="1680">
                  <c:v>27704.02</c:v>
                </c:pt>
                <c:pt idx="1681">
                  <c:v>27720.83</c:v>
                </c:pt>
                <c:pt idx="1682">
                  <c:v>27737.65</c:v>
                </c:pt>
                <c:pt idx="1683">
                  <c:v>27754.46</c:v>
                </c:pt>
                <c:pt idx="1684">
                  <c:v>27771.279999999999</c:v>
                </c:pt>
                <c:pt idx="1685">
                  <c:v>27788.1</c:v>
                </c:pt>
                <c:pt idx="1686">
                  <c:v>27804.91</c:v>
                </c:pt>
                <c:pt idx="1687">
                  <c:v>27821.73</c:v>
                </c:pt>
                <c:pt idx="1688">
                  <c:v>27838.54</c:v>
                </c:pt>
                <c:pt idx="1689">
                  <c:v>27855.360000000001</c:v>
                </c:pt>
                <c:pt idx="1690">
                  <c:v>27872.18</c:v>
                </c:pt>
                <c:pt idx="1691">
                  <c:v>27888.99</c:v>
                </c:pt>
                <c:pt idx="1692">
                  <c:v>27905.81</c:v>
                </c:pt>
                <c:pt idx="1693">
                  <c:v>27922.62</c:v>
                </c:pt>
                <c:pt idx="1694">
                  <c:v>27939.439999999999</c:v>
                </c:pt>
                <c:pt idx="1695">
                  <c:v>27956.26</c:v>
                </c:pt>
                <c:pt idx="1696">
                  <c:v>27973.07</c:v>
                </c:pt>
                <c:pt idx="1697">
                  <c:v>27989.89</c:v>
                </c:pt>
                <c:pt idx="1698">
                  <c:v>28006.7</c:v>
                </c:pt>
                <c:pt idx="1699">
                  <c:v>28023.52</c:v>
                </c:pt>
                <c:pt idx="1700">
                  <c:v>28040.34</c:v>
                </c:pt>
                <c:pt idx="1701">
                  <c:v>28057.15</c:v>
                </c:pt>
                <c:pt idx="1702">
                  <c:v>28073.97</c:v>
                </c:pt>
                <c:pt idx="1703">
                  <c:v>28090.78</c:v>
                </c:pt>
                <c:pt idx="1704">
                  <c:v>28107.599999999999</c:v>
                </c:pt>
                <c:pt idx="1705">
                  <c:v>28124.42</c:v>
                </c:pt>
                <c:pt idx="1706">
                  <c:v>28141.23</c:v>
                </c:pt>
                <c:pt idx="1707">
                  <c:v>28158.05</c:v>
                </c:pt>
                <c:pt idx="1708">
                  <c:v>28174.87</c:v>
                </c:pt>
                <c:pt idx="1709">
                  <c:v>28191.68</c:v>
                </c:pt>
                <c:pt idx="1710">
                  <c:v>28208.5</c:v>
                </c:pt>
                <c:pt idx="1711">
                  <c:v>28225.31</c:v>
                </c:pt>
                <c:pt idx="1712">
                  <c:v>28242.13</c:v>
                </c:pt>
                <c:pt idx="1713">
                  <c:v>28258.95</c:v>
                </c:pt>
                <c:pt idx="1714">
                  <c:v>28275.759999999998</c:v>
                </c:pt>
                <c:pt idx="1715">
                  <c:v>28292.58</c:v>
                </c:pt>
                <c:pt idx="1716">
                  <c:v>28309.39</c:v>
                </c:pt>
                <c:pt idx="1717">
                  <c:v>28326.21</c:v>
                </c:pt>
                <c:pt idx="1718">
                  <c:v>28343.03</c:v>
                </c:pt>
                <c:pt idx="1719">
                  <c:v>28359.84</c:v>
                </c:pt>
                <c:pt idx="1720">
                  <c:v>28376.66</c:v>
                </c:pt>
                <c:pt idx="1721">
                  <c:v>28393.47</c:v>
                </c:pt>
                <c:pt idx="1722">
                  <c:v>28410.29</c:v>
                </c:pt>
                <c:pt idx="1723">
                  <c:v>28427.11</c:v>
                </c:pt>
                <c:pt idx="1724">
                  <c:v>28443.919999999998</c:v>
                </c:pt>
                <c:pt idx="1725">
                  <c:v>28460.74</c:v>
                </c:pt>
                <c:pt idx="1726">
                  <c:v>28477.55</c:v>
                </c:pt>
                <c:pt idx="1727">
                  <c:v>28494.37</c:v>
                </c:pt>
                <c:pt idx="1728">
                  <c:v>28511.19</c:v>
                </c:pt>
                <c:pt idx="1729">
                  <c:v>28528</c:v>
                </c:pt>
                <c:pt idx="1730">
                  <c:v>28544.82</c:v>
                </c:pt>
                <c:pt idx="1731">
                  <c:v>28561.63</c:v>
                </c:pt>
                <c:pt idx="1732">
                  <c:v>28578.45</c:v>
                </c:pt>
                <c:pt idx="1733">
                  <c:v>28595.27</c:v>
                </c:pt>
                <c:pt idx="1734">
                  <c:v>28612.080000000002</c:v>
                </c:pt>
                <c:pt idx="1735">
                  <c:v>28628.9</c:v>
                </c:pt>
                <c:pt idx="1736">
                  <c:v>28645.72</c:v>
                </c:pt>
                <c:pt idx="1737">
                  <c:v>28662.53</c:v>
                </c:pt>
                <c:pt idx="1738">
                  <c:v>28679.35</c:v>
                </c:pt>
                <c:pt idx="1739">
                  <c:v>28696.16</c:v>
                </c:pt>
                <c:pt idx="1740">
                  <c:v>28712.98</c:v>
                </c:pt>
                <c:pt idx="1741">
                  <c:v>28729.8</c:v>
                </c:pt>
                <c:pt idx="1742">
                  <c:v>28746.61</c:v>
                </c:pt>
                <c:pt idx="1743">
                  <c:v>28763.43</c:v>
                </c:pt>
                <c:pt idx="1744">
                  <c:v>28780.240000000002</c:v>
                </c:pt>
                <c:pt idx="1745">
                  <c:v>28797.06</c:v>
                </c:pt>
                <c:pt idx="1746">
                  <c:v>28813.88</c:v>
                </c:pt>
                <c:pt idx="1747">
                  <c:v>28830.69</c:v>
                </c:pt>
                <c:pt idx="1748">
                  <c:v>28847.51</c:v>
                </c:pt>
                <c:pt idx="1749">
                  <c:v>28864.32</c:v>
                </c:pt>
                <c:pt idx="1750">
                  <c:v>28881.14</c:v>
                </c:pt>
                <c:pt idx="1751">
                  <c:v>28897.96</c:v>
                </c:pt>
                <c:pt idx="1752">
                  <c:v>28914.77</c:v>
                </c:pt>
                <c:pt idx="1753">
                  <c:v>28931.59</c:v>
                </c:pt>
                <c:pt idx="1754">
                  <c:v>28948.400000000001</c:v>
                </c:pt>
                <c:pt idx="1755">
                  <c:v>28965.22</c:v>
                </c:pt>
                <c:pt idx="1756">
                  <c:v>28982.04</c:v>
                </c:pt>
                <c:pt idx="1757">
                  <c:v>28998.85</c:v>
                </c:pt>
                <c:pt idx="1758">
                  <c:v>29015.67</c:v>
                </c:pt>
                <c:pt idx="1759">
                  <c:v>29032.48</c:v>
                </c:pt>
                <c:pt idx="1760">
                  <c:v>29049.3</c:v>
                </c:pt>
                <c:pt idx="1761">
                  <c:v>29066.12</c:v>
                </c:pt>
                <c:pt idx="1762">
                  <c:v>29082.93</c:v>
                </c:pt>
                <c:pt idx="1763">
                  <c:v>29099.75</c:v>
                </c:pt>
                <c:pt idx="1764">
                  <c:v>29116.57</c:v>
                </c:pt>
                <c:pt idx="1765">
                  <c:v>29133.38</c:v>
                </c:pt>
                <c:pt idx="1766">
                  <c:v>29150.2</c:v>
                </c:pt>
                <c:pt idx="1767">
                  <c:v>29167.01</c:v>
                </c:pt>
                <c:pt idx="1768">
                  <c:v>29183.83</c:v>
                </c:pt>
                <c:pt idx="1769">
                  <c:v>29200.65</c:v>
                </c:pt>
                <c:pt idx="1770">
                  <c:v>29217.46</c:v>
                </c:pt>
                <c:pt idx="1771">
                  <c:v>29234.28</c:v>
                </c:pt>
                <c:pt idx="1772">
                  <c:v>29251.09</c:v>
                </c:pt>
                <c:pt idx="1773">
                  <c:v>29267.91</c:v>
                </c:pt>
                <c:pt idx="1774">
                  <c:v>29284.73</c:v>
                </c:pt>
                <c:pt idx="1775">
                  <c:v>29301.54</c:v>
                </c:pt>
                <c:pt idx="1776">
                  <c:v>29318.36</c:v>
                </c:pt>
                <c:pt idx="1777">
                  <c:v>29335.17</c:v>
                </c:pt>
                <c:pt idx="1778">
                  <c:v>29351.99</c:v>
                </c:pt>
                <c:pt idx="1779">
                  <c:v>29368.81</c:v>
                </c:pt>
                <c:pt idx="1780">
                  <c:v>29385.62</c:v>
                </c:pt>
                <c:pt idx="1781">
                  <c:v>29402.44</c:v>
                </c:pt>
                <c:pt idx="1782">
                  <c:v>29419.25</c:v>
                </c:pt>
                <c:pt idx="1783">
                  <c:v>29436.07</c:v>
                </c:pt>
                <c:pt idx="1784">
                  <c:v>29452.89</c:v>
                </c:pt>
                <c:pt idx="1785">
                  <c:v>29469.7</c:v>
                </c:pt>
                <c:pt idx="1786">
                  <c:v>29486.52</c:v>
                </c:pt>
                <c:pt idx="1787">
                  <c:v>29503.33</c:v>
                </c:pt>
                <c:pt idx="1788">
                  <c:v>29520.15</c:v>
                </c:pt>
                <c:pt idx="1789">
                  <c:v>29536.97</c:v>
                </c:pt>
                <c:pt idx="1790">
                  <c:v>29553.78</c:v>
                </c:pt>
                <c:pt idx="1791">
                  <c:v>29570.6</c:v>
                </c:pt>
                <c:pt idx="1792">
                  <c:v>29587.42</c:v>
                </c:pt>
                <c:pt idx="1793">
                  <c:v>29604.23</c:v>
                </c:pt>
                <c:pt idx="1794">
                  <c:v>29621.05</c:v>
                </c:pt>
                <c:pt idx="1795">
                  <c:v>29637.86</c:v>
                </c:pt>
                <c:pt idx="1796">
                  <c:v>29654.68</c:v>
                </c:pt>
                <c:pt idx="1797">
                  <c:v>29671.5</c:v>
                </c:pt>
                <c:pt idx="1798">
                  <c:v>29688.31</c:v>
                </c:pt>
                <c:pt idx="1799">
                  <c:v>29705.13</c:v>
                </c:pt>
                <c:pt idx="1800">
                  <c:v>29721.94</c:v>
                </c:pt>
                <c:pt idx="1801">
                  <c:v>29738.76</c:v>
                </c:pt>
                <c:pt idx="1802">
                  <c:v>29755.58</c:v>
                </c:pt>
                <c:pt idx="1803">
                  <c:v>29772.39</c:v>
                </c:pt>
                <c:pt idx="1804">
                  <c:v>29789.21</c:v>
                </c:pt>
                <c:pt idx="1805">
                  <c:v>29806.02</c:v>
                </c:pt>
                <c:pt idx="1806">
                  <c:v>29822.84</c:v>
                </c:pt>
                <c:pt idx="1807">
                  <c:v>29839.66</c:v>
                </c:pt>
                <c:pt idx="1808">
                  <c:v>29856.47</c:v>
                </c:pt>
                <c:pt idx="1809">
                  <c:v>29873.29</c:v>
                </c:pt>
                <c:pt idx="1810">
                  <c:v>29890.1</c:v>
                </c:pt>
                <c:pt idx="1811">
                  <c:v>29906.92</c:v>
                </c:pt>
                <c:pt idx="1812">
                  <c:v>29923.74</c:v>
                </c:pt>
                <c:pt idx="1813">
                  <c:v>29940.55</c:v>
                </c:pt>
                <c:pt idx="1814">
                  <c:v>29957.37</c:v>
                </c:pt>
                <c:pt idx="1815">
                  <c:v>29974.18</c:v>
                </c:pt>
                <c:pt idx="1816">
                  <c:v>29991</c:v>
                </c:pt>
                <c:pt idx="1817">
                  <c:v>30007.82</c:v>
                </c:pt>
                <c:pt idx="1818">
                  <c:v>30024.63</c:v>
                </c:pt>
                <c:pt idx="1819">
                  <c:v>30041.45</c:v>
                </c:pt>
                <c:pt idx="1820">
                  <c:v>30058.27</c:v>
                </c:pt>
                <c:pt idx="1821">
                  <c:v>30075.08</c:v>
                </c:pt>
                <c:pt idx="1822">
                  <c:v>30091.9</c:v>
                </c:pt>
                <c:pt idx="1823">
                  <c:v>30108.71</c:v>
                </c:pt>
                <c:pt idx="1824">
                  <c:v>30125.53</c:v>
                </c:pt>
                <c:pt idx="1825">
                  <c:v>30142.35</c:v>
                </c:pt>
                <c:pt idx="1826">
                  <c:v>30159.16</c:v>
                </c:pt>
                <c:pt idx="1827">
                  <c:v>30175.98</c:v>
                </c:pt>
                <c:pt idx="1828">
                  <c:v>30192.79</c:v>
                </c:pt>
                <c:pt idx="1829">
                  <c:v>30209.61</c:v>
                </c:pt>
                <c:pt idx="1830">
                  <c:v>30226.43</c:v>
                </c:pt>
                <c:pt idx="1831">
                  <c:v>30243.24</c:v>
                </c:pt>
                <c:pt idx="1832">
                  <c:v>30260.06</c:v>
                </c:pt>
                <c:pt idx="1833">
                  <c:v>30276.87</c:v>
                </c:pt>
                <c:pt idx="1834">
                  <c:v>30293.69</c:v>
                </c:pt>
                <c:pt idx="1835">
                  <c:v>30310.51</c:v>
                </c:pt>
                <c:pt idx="1836">
                  <c:v>30327.32</c:v>
                </c:pt>
                <c:pt idx="1837">
                  <c:v>30344.14</c:v>
                </c:pt>
                <c:pt idx="1838">
                  <c:v>30360.95</c:v>
                </c:pt>
                <c:pt idx="1839">
                  <c:v>30377.77</c:v>
                </c:pt>
                <c:pt idx="1840">
                  <c:v>30394.59</c:v>
                </c:pt>
                <c:pt idx="1841">
                  <c:v>30411.4</c:v>
                </c:pt>
                <c:pt idx="1842">
                  <c:v>30428.22</c:v>
                </c:pt>
                <c:pt idx="1843">
                  <c:v>30445.03</c:v>
                </c:pt>
                <c:pt idx="1844">
                  <c:v>30461.85</c:v>
                </c:pt>
                <c:pt idx="1845">
                  <c:v>30478.67</c:v>
                </c:pt>
                <c:pt idx="1846">
                  <c:v>30495.48</c:v>
                </c:pt>
                <c:pt idx="1847">
                  <c:v>30512.3</c:v>
                </c:pt>
                <c:pt idx="1848">
                  <c:v>30529.119999999999</c:v>
                </c:pt>
                <c:pt idx="1849">
                  <c:v>30545.93</c:v>
                </c:pt>
                <c:pt idx="1850">
                  <c:v>30562.75</c:v>
                </c:pt>
                <c:pt idx="1851">
                  <c:v>30579.56</c:v>
                </c:pt>
                <c:pt idx="1852">
                  <c:v>30596.38</c:v>
                </c:pt>
                <c:pt idx="1853">
                  <c:v>30613.200000000001</c:v>
                </c:pt>
                <c:pt idx="1854">
                  <c:v>30630.01</c:v>
                </c:pt>
                <c:pt idx="1855">
                  <c:v>30646.83</c:v>
                </c:pt>
                <c:pt idx="1856">
                  <c:v>30663.64</c:v>
                </c:pt>
                <c:pt idx="1857">
                  <c:v>30680.46</c:v>
                </c:pt>
                <c:pt idx="1858">
                  <c:v>30697.279999999999</c:v>
                </c:pt>
                <c:pt idx="1859">
                  <c:v>30714.09</c:v>
                </c:pt>
                <c:pt idx="1860">
                  <c:v>30730.91</c:v>
                </c:pt>
                <c:pt idx="1861">
                  <c:v>30747.72</c:v>
                </c:pt>
                <c:pt idx="1862">
                  <c:v>30764.54</c:v>
                </c:pt>
                <c:pt idx="1863">
                  <c:v>30781.360000000001</c:v>
                </c:pt>
                <c:pt idx="1864">
                  <c:v>30798.17</c:v>
                </c:pt>
                <c:pt idx="1865">
                  <c:v>30814.99</c:v>
                </c:pt>
                <c:pt idx="1866">
                  <c:v>30831.8</c:v>
                </c:pt>
                <c:pt idx="1867">
                  <c:v>30848.62</c:v>
                </c:pt>
                <c:pt idx="1868">
                  <c:v>30865.439999999999</c:v>
                </c:pt>
                <c:pt idx="1869">
                  <c:v>30882.25</c:v>
                </c:pt>
                <c:pt idx="1870">
                  <c:v>30899.07</c:v>
                </c:pt>
                <c:pt idx="1871">
                  <c:v>30915.88</c:v>
                </c:pt>
                <c:pt idx="1872">
                  <c:v>30932.7</c:v>
                </c:pt>
                <c:pt idx="1873">
                  <c:v>30949.52</c:v>
                </c:pt>
                <c:pt idx="1874">
                  <c:v>30966.33</c:v>
                </c:pt>
                <c:pt idx="1875">
                  <c:v>30983.15</c:v>
                </c:pt>
                <c:pt idx="1876">
                  <c:v>30999.97</c:v>
                </c:pt>
                <c:pt idx="1877">
                  <c:v>31016.78</c:v>
                </c:pt>
                <c:pt idx="1878">
                  <c:v>31033.599999999999</c:v>
                </c:pt>
                <c:pt idx="1879">
                  <c:v>31050.41</c:v>
                </c:pt>
                <c:pt idx="1880">
                  <c:v>31067.23</c:v>
                </c:pt>
                <c:pt idx="1881">
                  <c:v>31084.05</c:v>
                </c:pt>
                <c:pt idx="1882">
                  <c:v>31100.86</c:v>
                </c:pt>
                <c:pt idx="1883">
                  <c:v>31117.68</c:v>
                </c:pt>
                <c:pt idx="1884">
                  <c:v>31134.49</c:v>
                </c:pt>
                <c:pt idx="1885">
                  <c:v>31151.31</c:v>
                </c:pt>
                <c:pt idx="1886">
                  <c:v>31168.13</c:v>
                </c:pt>
                <c:pt idx="1887">
                  <c:v>31184.94</c:v>
                </c:pt>
                <c:pt idx="1888">
                  <c:v>31201.759999999998</c:v>
                </c:pt>
                <c:pt idx="1889">
                  <c:v>31218.57</c:v>
                </c:pt>
                <c:pt idx="1890">
                  <c:v>31235.39</c:v>
                </c:pt>
                <c:pt idx="1891">
                  <c:v>31252.21</c:v>
                </c:pt>
                <c:pt idx="1892">
                  <c:v>31269.02</c:v>
                </c:pt>
                <c:pt idx="1893">
                  <c:v>31285.84</c:v>
                </c:pt>
                <c:pt idx="1894">
                  <c:v>31302.65</c:v>
                </c:pt>
                <c:pt idx="1895">
                  <c:v>31319.47</c:v>
                </c:pt>
                <c:pt idx="1896">
                  <c:v>31336.29</c:v>
                </c:pt>
                <c:pt idx="1897">
                  <c:v>31353.1</c:v>
                </c:pt>
                <c:pt idx="1898">
                  <c:v>31369.919999999998</c:v>
                </c:pt>
                <c:pt idx="1899">
                  <c:v>31386.73</c:v>
                </c:pt>
                <c:pt idx="1900">
                  <c:v>31403.55</c:v>
                </c:pt>
                <c:pt idx="1901">
                  <c:v>31420.37</c:v>
                </c:pt>
                <c:pt idx="1902">
                  <c:v>31437.18</c:v>
                </c:pt>
                <c:pt idx="1903">
                  <c:v>31454</c:v>
                </c:pt>
                <c:pt idx="1904">
                  <c:v>31470.82</c:v>
                </c:pt>
                <c:pt idx="1905">
                  <c:v>31487.63</c:v>
                </c:pt>
                <c:pt idx="1906">
                  <c:v>31504.45</c:v>
                </c:pt>
                <c:pt idx="1907">
                  <c:v>31521.26</c:v>
                </c:pt>
                <c:pt idx="1908">
                  <c:v>31538.080000000002</c:v>
                </c:pt>
                <c:pt idx="1909">
                  <c:v>31554.9</c:v>
                </c:pt>
                <c:pt idx="1910">
                  <c:v>31571.71</c:v>
                </c:pt>
                <c:pt idx="1911">
                  <c:v>31588.53</c:v>
                </c:pt>
                <c:pt idx="1912">
                  <c:v>31605.34</c:v>
                </c:pt>
                <c:pt idx="1913">
                  <c:v>31622.16</c:v>
                </c:pt>
                <c:pt idx="1914">
                  <c:v>31638.98</c:v>
                </c:pt>
                <c:pt idx="1915">
                  <c:v>31655.79</c:v>
                </c:pt>
                <c:pt idx="1916">
                  <c:v>31672.61</c:v>
                </c:pt>
                <c:pt idx="1917">
                  <c:v>31689.42</c:v>
                </c:pt>
                <c:pt idx="1918">
                  <c:v>31706.240000000002</c:v>
                </c:pt>
                <c:pt idx="1919">
                  <c:v>31723.06</c:v>
                </c:pt>
                <c:pt idx="1920">
                  <c:v>31739.87</c:v>
                </c:pt>
                <c:pt idx="1921">
                  <c:v>31756.69</c:v>
                </c:pt>
                <c:pt idx="1922">
                  <c:v>31773.5</c:v>
                </c:pt>
                <c:pt idx="1923">
                  <c:v>31790.32</c:v>
                </c:pt>
                <c:pt idx="1924">
                  <c:v>31807.14</c:v>
                </c:pt>
                <c:pt idx="1925">
                  <c:v>31823.95</c:v>
                </c:pt>
                <c:pt idx="1926">
                  <c:v>31840.77</c:v>
                </c:pt>
                <c:pt idx="1927">
                  <c:v>31857.58</c:v>
                </c:pt>
                <c:pt idx="1928">
                  <c:v>31874.400000000001</c:v>
                </c:pt>
                <c:pt idx="1929">
                  <c:v>31891.22</c:v>
                </c:pt>
                <c:pt idx="1930">
                  <c:v>31908.03</c:v>
                </c:pt>
                <c:pt idx="1931">
                  <c:v>31924.85</c:v>
                </c:pt>
                <c:pt idx="1932">
                  <c:v>31941.67</c:v>
                </c:pt>
                <c:pt idx="1933">
                  <c:v>31958.48</c:v>
                </c:pt>
                <c:pt idx="1934">
                  <c:v>31975.3</c:v>
                </c:pt>
                <c:pt idx="1935">
                  <c:v>31992.11</c:v>
                </c:pt>
                <c:pt idx="1936">
                  <c:v>32008.93</c:v>
                </c:pt>
                <c:pt idx="1937">
                  <c:v>32025.75</c:v>
                </c:pt>
                <c:pt idx="1938">
                  <c:v>32042.560000000001</c:v>
                </c:pt>
                <c:pt idx="1939">
                  <c:v>32059.38</c:v>
                </c:pt>
                <c:pt idx="1940">
                  <c:v>32076.19</c:v>
                </c:pt>
                <c:pt idx="1941">
                  <c:v>32093.01</c:v>
                </c:pt>
                <c:pt idx="1942">
                  <c:v>32109.83</c:v>
                </c:pt>
                <c:pt idx="1943">
                  <c:v>32126.639999999999</c:v>
                </c:pt>
                <c:pt idx="1944">
                  <c:v>32143.46</c:v>
                </c:pt>
                <c:pt idx="1945">
                  <c:v>32160.27</c:v>
                </c:pt>
                <c:pt idx="1946">
                  <c:v>32177.09</c:v>
                </c:pt>
                <c:pt idx="1947">
                  <c:v>32193.91</c:v>
                </c:pt>
                <c:pt idx="1948">
                  <c:v>32210.720000000001</c:v>
                </c:pt>
                <c:pt idx="1949">
                  <c:v>32227.54</c:v>
                </c:pt>
                <c:pt idx="1950">
                  <c:v>32244.35</c:v>
                </c:pt>
                <c:pt idx="1951">
                  <c:v>32261.17</c:v>
                </c:pt>
                <c:pt idx="1952">
                  <c:v>32277.99</c:v>
                </c:pt>
                <c:pt idx="1953">
                  <c:v>32294.799999999999</c:v>
                </c:pt>
                <c:pt idx="1954">
                  <c:v>32311.62</c:v>
                </c:pt>
                <c:pt idx="1955">
                  <c:v>32328.43</c:v>
                </c:pt>
                <c:pt idx="1956">
                  <c:v>32345.25</c:v>
                </c:pt>
                <c:pt idx="1957">
                  <c:v>32362.07</c:v>
                </c:pt>
                <c:pt idx="1958">
                  <c:v>32378.880000000001</c:v>
                </c:pt>
                <c:pt idx="1959">
                  <c:v>32395.7</c:v>
                </c:pt>
                <c:pt idx="1960">
                  <c:v>32412.52</c:v>
                </c:pt>
                <c:pt idx="1961">
                  <c:v>32429.33</c:v>
                </c:pt>
                <c:pt idx="1962">
                  <c:v>32446.15</c:v>
                </c:pt>
                <c:pt idx="1963">
                  <c:v>32462.959999999999</c:v>
                </c:pt>
                <c:pt idx="1964">
                  <c:v>32479.78</c:v>
                </c:pt>
                <c:pt idx="1965">
                  <c:v>32496.6</c:v>
                </c:pt>
                <c:pt idx="1966">
                  <c:v>32513.41</c:v>
                </c:pt>
                <c:pt idx="1967">
                  <c:v>32530.23</c:v>
                </c:pt>
                <c:pt idx="1968">
                  <c:v>32547.040000000001</c:v>
                </c:pt>
                <c:pt idx="1969">
                  <c:v>32563.86</c:v>
                </c:pt>
                <c:pt idx="1970">
                  <c:v>32580.68</c:v>
                </c:pt>
                <c:pt idx="1971">
                  <c:v>32597.49</c:v>
                </c:pt>
                <c:pt idx="1972">
                  <c:v>32614.31</c:v>
                </c:pt>
                <c:pt idx="1973">
                  <c:v>32631.119999999999</c:v>
                </c:pt>
                <c:pt idx="1974">
                  <c:v>32647.94</c:v>
                </c:pt>
                <c:pt idx="1975">
                  <c:v>32664.76</c:v>
                </c:pt>
                <c:pt idx="1976">
                  <c:v>32681.57</c:v>
                </c:pt>
                <c:pt idx="1977">
                  <c:v>32698.39</c:v>
                </c:pt>
                <c:pt idx="1978">
                  <c:v>32715.200000000001</c:v>
                </c:pt>
                <c:pt idx="1979">
                  <c:v>32732.02</c:v>
                </c:pt>
                <c:pt idx="1980">
                  <c:v>32748.84</c:v>
                </c:pt>
                <c:pt idx="1981">
                  <c:v>32765.65</c:v>
                </c:pt>
                <c:pt idx="1982">
                  <c:v>32782.47</c:v>
                </c:pt>
                <c:pt idx="1983">
                  <c:v>32799.279999999999</c:v>
                </c:pt>
                <c:pt idx="1984">
                  <c:v>32816.1</c:v>
                </c:pt>
                <c:pt idx="1985">
                  <c:v>32832.92</c:v>
                </c:pt>
                <c:pt idx="1986">
                  <c:v>32849.730000000003</c:v>
                </c:pt>
                <c:pt idx="1987">
                  <c:v>32866.550000000003</c:v>
                </c:pt>
                <c:pt idx="1988">
                  <c:v>32883.370000000003</c:v>
                </c:pt>
                <c:pt idx="1989">
                  <c:v>32900.18</c:v>
                </c:pt>
                <c:pt idx="1990">
                  <c:v>32917</c:v>
                </c:pt>
                <c:pt idx="1991">
                  <c:v>32933.81</c:v>
                </c:pt>
                <c:pt idx="1992">
                  <c:v>32950.629999999997</c:v>
                </c:pt>
                <c:pt idx="1993">
                  <c:v>32967.449999999997</c:v>
                </c:pt>
                <c:pt idx="1994">
                  <c:v>32984.26</c:v>
                </c:pt>
                <c:pt idx="1995">
                  <c:v>33001.08</c:v>
                </c:pt>
                <c:pt idx="1996">
                  <c:v>33017.89</c:v>
                </c:pt>
                <c:pt idx="1997">
                  <c:v>33034.71</c:v>
                </c:pt>
                <c:pt idx="1998">
                  <c:v>33051.53</c:v>
                </c:pt>
                <c:pt idx="1999">
                  <c:v>33068.339999999997</c:v>
                </c:pt>
                <c:pt idx="2000">
                  <c:v>33085.160000000003</c:v>
                </c:pt>
                <c:pt idx="2001">
                  <c:v>33101.97</c:v>
                </c:pt>
                <c:pt idx="2002">
                  <c:v>33118.79</c:v>
                </c:pt>
                <c:pt idx="2003">
                  <c:v>33135.61</c:v>
                </c:pt>
                <c:pt idx="2004">
                  <c:v>33152.42</c:v>
                </c:pt>
                <c:pt idx="2005">
                  <c:v>33169.24</c:v>
                </c:pt>
                <c:pt idx="2006">
                  <c:v>33186.050000000003</c:v>
                </c:pt>
                <c:pt idx="2007">
                  <c:v>33202.870000000003</c:v>
                </c:pt>
                <c:pt idx="2008">
                  <c:v>33219.69</c:v>
                </c:pt>
                <c:pt idx="2009">
                  <c:v>33236.5</c:v>
                </c:pt>
                <c:pt idx="2010">
                  <c:v>33253.32</c:v>
                </c:pt>
                <c:pt idx="2011">
                  <c:v>33270.129999999997</c:v>
                </c:pt>
                <c:pt idx="2012">
                  <c:v>33286.949999999997</c:v>
                </c:pt>
                <c:pt idx="2013">
                  <c:v>33303.769999999997</c:v>
                </c:pt>
                <c:pt idx="2014">
                  <c:v>33320.58</c:v>
                </c:pt>
                <c:pt idx="2015">
                  <c:v>33337.4</c:v>
                </c:pt>
                <c:pt idx="2016">
                  <c:v>33354.22</c:v>
                </c:pt>
                <c:pt idx="2017">
                  <c:v>33371.03</c:v>
                </c:pt>
                <c:pt idx="2018">
                  <c:v>33387.85</c:v>
                </c:pt>
                <c:pt idx="2019">
                  <c:v>33404.660000000003</c:v>
                </c:pt>
                <c:pt idx="2020">
                  <c:v>33421.480000000003</c:v>
                </c:pt>
                <c:pt idx="2021">
                  <c:v>33438.300000000003</c:v>
                </c:pt>
                <c:pt idx="2022">
                  <c:v>33455.11</c:v>
                </c:pt>
                <c:pt idx="2023">
                  <c:v>33471.93</c:v>
                </c:pt>
                <c:pt idx="2024">
                  <c:v>33488.74</c:v>
                </c:pt>
                <c:pt idx="2025">
                  <c:v>33505.56</c:v>
                </c:pt>
                <c:pt idx="2026">
                  <c:v>33522.379999999997</c:v>
                </c:pt>
                <c:pt idx="2027">
                  <c:v>33539.19</c:v>
                </c:pt>
                <c:pt idx="2028">
                  <c:v>33556.01</c:v>
                </c:pt>
                <c:pt idx="2029">
                  <c:v>33572.82</c:v>
                </c:pt>
                <c:pt idx="2030">
                  <c:v>33589.64</c:v>
                </c:pt>
                <c:pt idx="2031">
                  <c:v>33606.46</c:v>
                </c:pt>
                <c:pt idx="2032">
                  <c:v>33623.269999999997</c:v>
                </c:pt>
                <c:pt idx="2033">
                  <c:v>33640.089999999997</c:v>
                </c:pt>
                <c:pt idx="2034">
                  <c:v>33656.9</c:v>
                </c:pt>
                <c:pt idx="2035">
                  <c:v>33673.72</c:v>
                </c:pt>
                <c:pt idx="2036">
                  <c:v>33690.54</c:v>
                </c:pt>
                <c:pt idx="2037">
                  <c:v>33707.35</c:v>
                </c:pt>
                <c:pt idx="2038">
                  <c:v>33724.17</c:v>
                </c:pt>
                <c:pt idx="2039">
                  <c:v>33740.980000000003</c:v>
                </c:pt>
                <c:pt idx="2040">
                  <c:v>33757.800000000003</c:v>
                </c:pt>
                <c:pt idx="2041">
                  <c:v>33774.620000000003</c:v>
                </c:pt>
                <c:pt idx="2042">
                  <c:v>33791.43</c:v>
                </c:pt>
                <c:pt idx="2043">
                  <c:v>33808.25</c:v>
                </c:pt>
                <c:pt idx="2044">
                  <c:v>33825.07</c:v>
                </c:pt>
                <c:pt idx="2045">
                  <c:v>33841.879999999997</c:v>
                </c:pt>
                <c:pt idx="2046">
                  <c:v>33858.699999999997</c:v>
                </c:pt>
                <c:pt idx="2047">
                  <c:v>33875.51</c:v>
                </c:pt>
                <c:pt idx="2048">
                  <c:v>33892.33</c:v>
                </c:pt>
                <c:pt idx="2049">
                  <c:v>33909.15</c:v>
                </c:pt>
                <c:pt idx="2050">
                  <c:v>33925.96</c:v>
                </c:pt>
                <c:pt idx="2051">
                  <c:v>33942.78</c:v>
                </c:pt>
                <c:pt idx="2052">
                  <c:v>33959.589999999997</c:v>
                </c:pt>
                <c:pt idx="2053">
                  <c:v>33976.410000000003</c:v>
                </c:pt>
                <c:pt idx="2054">
                  <c:v>33993.230000000003</c:v>
                </c:pt>
                <c:pt idx="2055">
                  <c:v>34010.04</c:v>
                </c:pt>
                <c:pt idx="2056">
                  <c:v>34026.86</c:v>
                </c:pt>
                <c:pt idx="2057">
                  <c:v>34043.67</c:v>
                </c:pt>
                <c:pt idx="2058">
                  <c:v>34060.49</c:v>
                </c:pt>
                <c:pt idx="2059">
                  <c:v>34077.31</c:v>
                </c:pt>
                <c:pt idx="2060">
                  <c:v>34094.120000000003</c:v>
                </c:pt>
                <c:pt idx="2061">
                  <c:v>34110.94</c:v>
                </c:pt>
                <c:pt idx="2062">
                  <c:v>34127.75</c:v>
                </c:pt>
                <c:pt idx="2063">
                  <c:v>34144.57</c:v>
                </c:pt>
                <c:pt idx="2064">
                  <c:v>34161.39</c:v>
                </c:pt>
                <c:pt idx="2065">
                  <c:v>34178.199999999997</c:v>
                </c:pt>
                <c:pt idx="2066">
                  <c:v>34195.019999999997</c:v>
                </c:pt>
                <c:pt idx="2067">
                  <c:v>34211.83</c:v>
                </c:pt>
                <c:pt idx="2068">
                  <c:v>34228.65</c:v>
                </c:pt>
                <c:pt idx="2069">
                  <c:v>34245.47</c:v>
                </c:pt>
                <c:pt idx="2070">
                  <c:v>34262.28</c:v>
                </c:pt>
                <c:pt idx="2071">
                  <c:v>34279.1</c:v>
                </c:pt>
                <c:pt idx="2072">
                  <c:v>34295.919999999998</c:v>
                </c:pt>
                <c:pt idx="2073">
                  <c:v>34312.730000000003</c:v>
                </c:pt>
                <c:pt idx="2074">
                  <c:v>34329.550000000003</c:v>
                </c:pt>
                <c:pt idx="2075">
                  <c:v>34346.36</c:v>
                </c:pt>
                <c:pt idx="2076">
                  <c:v>34363.18</c:v>
                </c:pt>
                <c:pt idx="2077">
                  <c:v>34380</c:v>
                </c:pt>
                <c:pt idx="2078">
                  <c:v>34396.81</c:v>
                </c:pt>
                <c:pt idx="2079">
                  <c:v>34413.629999999997</c:v>
                </c:pt>
                <c:pt idx="2080">
                  <c:v>34430.44</c:v>
                </c:pt>
                <c:pt idx="2081">
                  <c:v>34447.26</c:v>
                </c:pt>
                <c:pt idx="2082">
                  <c:v>34464.080000000002</c:v>
                </c:pt>
                <c:pt idx="2083">
                  <c:v>34480.89</c:v>
                </c:pt>
                <c:pt idx="2084">
                  <c:v>34497.71</c:v>
                </c:pt>
                <c:pt idx="2085">
                  <c:v>34514.519999999997</c:v>
                </c:pt>
                <c:pt idx="2086">
                  <c:v>34531.339999999997</c:v>
                </c:pt>
                <c:pt idx="2087">
                  <c:v>34548.160000000003</c:v>
                </c:pt>
                <c:pt idx="2088">
                  <c:v>34564.97</c:v>
                </c:pt>
                <c:pt idx="2089">
                  <c:v>34581.79</c:v>
                </c:pt>
                <c:pt idx="2090">
                  <c:v>34598.6</c:v>
                </c:pt>
                <c:pt idx="2091">
                  <c:v>34615.42</c:v>
                </c:pt>
                <c:pt idx="2092">
                  <c:v>34632.239999999998</c:v>
                </c:pt>
                <c:pt idx="2093">
                  <c:v>34649.050000000003</c:v>
                </c:pt>
                <c:pt idx="2094">
                  <c:v>34665.870000000003</c:v>
                </c:pt>
                <c:pt idx="2095">
                  <c:v>34682.68</c:v>
                </c:pt>
                <c:pt idx="2096">
                  <c:v>34699.5</c:v>
                </c:pt>
                <c:pt idx="2097">
                  <c:v>34716.32</c:v>
                </c:pt>
                <c:pt idx="2098">
                  <c:v>34733.129999999997</c:v>
                </c:pt>
                <c:pt idx="2099">
                  <c:v>34749.949999999997</c:v>
                </c:pt>
                <c:pt idx="2100">
                  <c:v>34766.769999999997</c:v>
                </c:pt>
                <c:pt idx="2101">
                  <c:v>34783.58</c:v>
                </c:pt>
                <c:pt idx="2102">
                  <c:v>34800.400000000001</c:v>
                </c:pt>
                <c:pt idx="2103">
                  <c:v>34817.21</c:v>
                </c:pt>
                <c:pt idx="2104">
                  <c:v>34834.03</c:v>
                </c:pt>
                <c:pt idx="2105">
                  <c:v>34850.85</c:v>
                </c:pt>
                <c:pt idx="2106">
                  <c:v>34867.660000000003</c:v>
                </c:pt>
                <c:pt idx="2107">
                  <c:v>34884.480000000003</c:v>
                </c:pt>
                <c:pt idx="2108">
                  <c:v>34901.29</c:v>
                </c:pt>
                <c:pt idx="2109">
                  <c:v>34918.11</c:v>
                </c:pt>
                <c:pt idx="2110">
                  <c:v>34934.93</c:v>
                </c:pt>
                <c:pt idx="2111">
                  <c:v>34951.74</c:v>
                </c:pt>
                <c:pt idx="2112">
                  <c:v>34968.559999999998</c:v>
                </c:pt>
                <c:pt idx="2113">
                  <c:v>34985.370000000003</c:v>
                </c:pt>
                <c:pt idx="2114">
                  <c:v>35002.19</c:v>
                </c:pt>
                <c:pt idx="2115">
                  <c:v>35019.01</c:v>
                </c:pt>
                <c:pt idx="2116">
                  <c:v>35035.82</c:v>
                </c:pt>
                <c:pt idx="2117">
                  <c:v>35052.639999999999</c:v>
                </c:pt>
                <c:pt idx="2118">
                  <c:v>35069.449999999997</c:v>
                </c:pt>
                <c:pt idx="2119">
                  <c:v>35086.269999999997</c:v>
                </c:pt>
                <c:pt idx="2120">
                  <c:v>35103.089999999997</c:v>
                </c:pt>
                <c:pt idx="2121">
                  <c:v>35119.9</c:v>
                </c:pt>
                <c:pt idx="2122">
                  <c:v>35136.720000000001</c:v>
                </c:pt>
                <c:pt idx="2123">
                  <c:v>35153.53</c:v>
                </c:pt>
                <c:pt idx="2124">
                  <c:v>35170.35</c:v>
                </c:pt>
                <c:pt idx="2125">
                  <c:v>35187.17</c:v>
                </c:pt>
                <c:pt idx="2126">
                  <c:v>35203.980000000003</c:v>
                </c:pt>
                <c:pt idx="2127">
                  <c:v>35220.800000000003</c:v>
                </c:pt>
                <c:pt idx="2128">
                  <c:v>35237.620000000003</c:v>
                </c:pt>
                <c:pt idx="2129">
                  <c:v>35254.43</c:v>
                </c:pt>
                <c:pt idx="2130">
                  <c:v>35271.25</c:v>
                </c:pt>
                <c:pt idx="2131">
                  <c:v>35288.06</c:v>
                </c:pt>
                <c:pt idx="2132">
                  <c:v>35304.879999999997</c:v>
                </c:pt>
                <c:pt idx="2133">
                  <c:v>35321.699999999997</c:v>
                </c:pt>
                <c:pt idx="2134">
                  <c:v>35338.51</c:v>
                </c:pt>
                <c:pt idx="2135">
                  <c:v>35355.33</c:v>
                </c:pt>
                <c:pt idx="2136">
                  <c:v>35372.14</c:v>
                </c:pt>
                <c:pt idx="2137">
                  <c:v>35388.959999999999</c:v>
                </c:pt>
                <c:pt idx="2138">
                  <c:v>35405.78</c:v>
                </c:pt>
                <c:pt idx="2139">
                  <c:v>35422.589999999997</c:v>
                </c:pt>
                <c:pt idx="2140">
                  <c:v>35439.410000000003</c:v>
                </c:pt>
                <c:pt idx="2141">
                  <c:v>35456.22</c:v>
                </c:pt>
                <c:pt idx="2142">
                  <c:v>35473.040000000001</c:v>
                </c:pt>
                <c:pt idx="2143">
                  <c:v>35489.86</c:v>
                </c:pt>
                <c:pt idx="2144">
                  <c:v>35506.67</c:v>
                </c:pt>
                <c:pt idx="2145">
                  <c:v>35523.49</c:v>
                </c:pt>
                <c:pt idx="2146">
                  <c:v>35540.300000000003</c:v>
                </c:pt>
                <c:pt idx="2147">
                  <c:v>35557.120000000003</c:v>
                </c:pt>
                <c:pt idx="2148">
                  <c:v>35573.94</c:v>
                </c:pt>
                <c:pt idx="2149">
                  <c:v>35590.75</c:v>
                </c:pt>
                <c:pt idx="2150">
                  <c:v>35607.57</c:v>
                </c:pt>
                <c:pt idx="2151">
                  <c:v>35624.379999999997</c:v>
                </c:pt>
                <c:pt idx="2152">
                  <c:v>35641.199999999997</c:v>
                </c:pt>
                <c:pt idx="2153">
                  <c:v>35658.019999999997</c:v>
                </c:pt>
                <c:pt idx="2154">
                  <c:v>35674.83</c:v>
                </c:pt>
                <c:pt idx="2155">
                  <c:v>35691.65</c:v>
                </c:pt>
                <c:pt idx="2156">
                  <c:v>35708.47</c:v>
                </c:pt>
                <c:pt idx="2157">
                  <c:v>35725.279999999999</c:v>
                </c:pt>
                <c:pt idx="2158">
                  <c:v>35742.1</c:v>
                </c:pt>
                <c:pt idx="2159">
                  <c:v>35758.910000000003</c:v>
                </c:pt>
                <c:pt idx="2160">
                  <c:v>35775.730000000003</c:v>
                </c:pt>
                <c:pt idx="2161">
                  <c:v>35792.550000000003</c:v>
                </c:pt>
                <c:pt idx="2162">
                  <c:v>35809.360000000001</c:v>
                </c:pt>
                <c:pt idx="2163">
                  <c:v>35826.18</c:v>
                </c:pt>
                <c:pt idx="2164">
                  <c:v>35842.99</c:v>
                </c:pt>
                <c:pt idx="2165">
                  <c:v>35859.81</c:v>
                </c:pt>
                <c:pt idx="2166">
                  <c:v>35876.629999999997</c:v>
                </c:pt>
                <c:pt idx="2167">
                  <c:v>35893.440000000002</c:v>
                </c:pt>
                <c:pt idx="2168">
                  <c:v>35910.26</c:v>
                </c:pt>
                <c:pt idx="2169">
                  <c:v>35927.07</c:v>
                </c:pt>
                <c:pt idx="2170">
                  <c:v>35943.89</c:v>
                </c:pt>
                <c:pt idx="2171">
                  <c:v>35960.71</c:v>
                </c:pt>
                <c:pt idx="2172">
                  <c:v>35977.519999999997</c:v>
                </c:pt>
                <c:pt idx="2173">
                  <c:v>35994.339999999997</c:v>
                </c:pt>
                <c:pt idx="2174">
                  <c:v>36011.15</c:v>
                </c:pt>
                <c:pt idx="2175">
                  <c:v>36027.97</c:v>
                </c:pt>
                <c:pt idx="2176">
                  <c:v>36044.79</c:v>
                </c:pt>
                <c:pt idx="2177">
                  <c:v>36061.599999999999</c:v>
                </c:pt>
                <c:pt idx="2178">
                  <c:v>36078.42</c:v>
                </c:pt>
                <c:pt idx="2179">
                  <c:v>36095.230000000003</c:v>
                </c:pt>
                <c:pt idx="2180">
                  <c:v>36112.050000000003</c:v>
                </c:pt>
                <c:pt idx="2181">
                  <c:v>36128.870000000003</c:v>
                </c:pt>
                <c:pt idx="2182">
                  <c:v>36145.68</c:v>
                </c:pt>
                <c:pt idx="2183">
                  <c:v>36162.5</c:v>
                </c:pt>
                <c:pt idx="2184">
                  <c:v>36179.32</c:v>
                </c:pt>
                <c:pt idx="2185">
                  <c:v>36196.129999999997</c:v>
                </c:pt>
                <c:pt idx="2186">
                  <c:v>36212.949999999997</c:v>
                </c:pt>
                <c:pt idx="2187">
                  <c:v>36229.760000000002</c:v>
                </c:pt>
                <c:pt idx="2188">
                  <c:v>36246.58</c:v>
                </c:pt>
                <c:pt idx="2189">
                  <c:v>36263.4</c:v>
                </c:pt>
                <c:pt idx="2190">
                  <c:v>36280.21</c:v>
                </c:pt>
                <c:pt idx="2191">
                  <c:v>36297.03</c:v>
                </c:pt>
                <c:pt idx="2192">
                  <c:v>36313.839999999997</c:v>
                </c:pt>
                <c:pt idx="2193">
                  <c:v>36330.660000000003</c:v>
                </c:pt>
                <c:pt idx="2194">
                  <c:v>36347.480000000003</c:v>
                </c:pt>
                <c:pt idx="2195">
                  <c:v>36364.29</c:v>
                </c:pt>
                <c:pt idx="2196">
                  <c:v>36381.11</c:v>
                </c:pt>
                <c:pt idx="2197">
                  <c:v>36397.919999999998</c:v>
                </c:pt>
                <c:pt idx="2198">
                  <c:v>36414.74</c:v>
                </c:pt>
                <c:pt idx="2199">
                  <c:v>36431.56</c:v>
                </c:pt>
                <c:pt idx="2200">
                  <c:v>36448.370000000003</c:v>
                </c:pt>
                <c:pt idx="2201">
                  <c:v>36465.19</c:v>
                </c:pt>
                <c:pt idx="2202">
                  <c:v>36482</c:v>
                </c:pt>
                <c:pt idx="2203">
                  <c:v>36498.82</c:v>
                </c:pt>
                <c:pt idx="2204">
                  <c:v>36515.64</c:v>
                </c:pt>
                <c:pt idx="2205">
                  <c:v>36532.449999999997</c:v>
                </c:pt>
                <c:pt idx="2206">
                  <c:v>36549.269999999997</c:v>
                </c:pt>
                <c:pt idx="2207">
                  <c:v>36566.080000000002</c:v>
                </c:pt>
                <c:pt idx="2208">
                  <c:v>36582.9</c:v>
                </c:pt>
                <c:pt idx="2209">
                  <c:v>36599.72</c:v>
                </c:pt>
                <c:pt idx="2210">
                  <c:v>36616.53</c:v>
                </c:pt>
                <c:pt idx="2211">
                  <c:v>36633.35</c:v>
                </c:pt>
                <c:pt idx="2212">
                  <c:v>36650.17</c:v>
                </c:pt>
                <c:pt idx="2213">
                  <c:v>36666.980000000003</c:v>
                </c:pt>
                <c:pt idx="2214">
                  <c:v>36683.800000000003</c:v>
                </c:pt>
                <c:pt idx="2215">
                  <c:v>36700.61</c:v>
                </c:pt>
                <c:pt idx="2216">
                  <c:v>36717.43</c:v>
                </c:pt>
                <c:pt idx="2217">
                  <c:v>36734.25</c:v>
                </c:pt>
                <c:pt idx="2218">
                  <c:v>36751.06</c:v>
                </c:pt>
                <c:pt idx="2219">
                  <c:v>36767.879999999997</c:v>
                </c:pt>
                <c:pt idx="2220">
                  <c:v>36784.69</c:v>
                </c:pt>
                <c:pt idx="2221">
                  <c:v>36801.51</c:v>
                </c:pt>
                <c:pt idx="2222">
                  <c:v>36818.33</c:v>
                </c:pt>
                <c:pt idx="2223">
                  <c:v>36835.14</c:v>
                </c:pt>
                <c:pt idx="2224">
                  <c:v>36851.96</c:v>
                </c:pt>
                <c:pt idx="2225">
                  <c:v>36868.769999999997</c:v>
                </c:pt>
                <c:pt idx="2226">
                  <c:v>36885.589999999997</c:v>
                </c:pt>
                <c:pt idx="2227">
                  <c:v>36902.410000000003</c:v>
                </c:pt>
                <c:pt idx="2228">
                  <c:v>36919.22</c:v>
                </c:pt>
                <c:pt idx="2229">
                  <c:v>36936.04</c:v>
                </c:pt>
                <c:pt idx="2230">
                  <c:v>36952.85</c:v>
                </c:pt>
                <c:pt idx="2231">
                  <c:v>36969.67</c:v>
                </c:pt>
                <c:pt idx="2232">
                  <c:v>36986.49</c:v>
                </c:pt>
                <c:pt idx="2233">
                  <c:v>37003.300000000003</c:v>
                </c:pt>
                <c:pt idx="2234">
                  <c:v>37020.120000000003</c:v>
                </c:pt>
                <c:pt idx="2235">
                  <c:v>37036.93</c:v>
                </c:pt>
                <c:pt idx="2236">
                  <c:v>37053.75</c:v>
                </c:pt>
                <c:pt idx="2237">
                  <c:v>37070.57</c:v>
                </c:pt>
                <c:pt idx="2238">
                  <c:v>37087.379999999997</c:v>
                </c:pt>
                <c:pt idx="2239">
                  <c:v>37104.199999999997</c:v>
                </c:pt>
                <c:pt idx="2240">
                  <c:v>37121.019999999997</c:v>
                </c:pt>
                <c:pt idx="2241">
                  <c:v>37137.83</c:v>
                </c:pt>
                <c:pt idx="2242">
                  <c:v>37154.65</c:v>
                </c:pt>
                <c:pt idx="2243">
                  <c:v>37171.46</c:v>
                </c:pt>
                <c:pt idx="2244">
                  <c:v>37188.28</c:v>
                </c:pt>
                <c:pt idx="2245">
                  <c:v>37205.1</c:v>
                </c:pt>
                <c:pt idx="2246">
                  <c:v>37221.910000000003</c:v>
                </c:pt>
                <c:pt idx="2247">
                  <c:v>37238.730000000003</c:v>
                </c:pt>
                <c:pt idx="2248">
                  <c:v>37255.54</c:v>
                </c:pt>
                <c:pt idx="2249">
                  <c:v>37272.36</c:v>
                </c:pt>
                <c:pt idx="2250">
                  <c:v>37289.18</c:v>
                </c:pt>
                <c:pt idx="2251">
                  <c:v>37305.99</c:v>
                </c:pt>
                <c:pt idx="2252">
                  <c:v>37322.81</c:v>
                </c:pt>
                <c:pt idx="2253">
                  <c:v>37339.620000000003</c:v>
                </c:pt>
                <c:pt idx="2254">
                  <c:v>37356.44</c:v>
                </c:pt>
                <c:pt idx="2255">
                  <c:v>37373.26</c:v>
                </c:pt>
                <c:pt idx="2256">
                  <c:v>37390.07</c:v>
                </c:pt>
                <c:pt idx="2257">
                  <c:v>37406.89</c:v>
                </c:pt>
                <c:pt idx="2258">
                  <c:v>37423.699999999997</c:v>
                </c:pt>
                <c:pt idx="2259">
                  <c:v>37440.519999999997</c:v>
                </c:pt>
                <c:pt idx="2260">
                  <c:v>37457.339999999997</c:v>
                </c:pt>
                <c:pt idx="2261">
                  <c:v>37474.15</c:v>
                </c:pt>
                <c:pt idx="2262">
                  <c:v>37490.97</c:v>
                </c:pt>
                <c:pt idx="2263">
                  <c:v>37507.78</c:v>
                </c:pt>
                <c:pt idx="2264">
                  <c:v>37524.6</c:v>
                </c:pt>
                <c:pt idx="2265">
                  <c:v>37541.42</c:v>
                </c:pt>
                <c:pt idx="2266">
                  <c:v>37558.230000000003</c:v>
                </c:pt>
                <c:pt idx="2267">
                  <c:v>37575.050000000003</c:v>
                </c:pt>
                <c:pt idx="2268">
                  <c:v>37591.870000000003</c:v>
                </c:pt>
                <c:pt idx="2269">
                  <c:v>37608.68</c:v>
                </c:pt>
                <c:pt idx="2270">
                  <c:v>37625.5</c:v>
                </c:pt>
                <c:pt idx="2271">
                  <c:v>37642.31</c:v>
                </c:pt>
                <c:pt idx="2272">
                  <c:v>37659.129999999997</c:v>
                </c:pt>
                <c:pt idx="2273">
                  <c:v>37675.949999999997</c:v>
                </c:pt>
                <c:pt idx="2274">
                  <c:v>37692.76</c:v>
                </c:pt>
                <c:pt idx="2275">
                  <c:v>37709.58</c:v>
                </c:pt>
                <c:pt idx="2276">
                  <c:v>37726.39</c:v>
                </c:pt>
                <c:pt idx="2277">
                  <c:v>37743.21</c:v>
                </c:pt>
                <c:pt idx="2278">
                  <c:v>37760.03</c:v>
                </c:pt>
                <c:pt idx="2279">
                  <c:v>37776.839999999997</c:v>
                </c:pt>
                <c:pt idx="2280">
                  <c:v>37793.660000000003</c:v>
                </c:pt>
                <c:pt idx="2281">
                  <c:v>37810.47</c:v>
                </c:pt>
                <c:pt idx="2282">
                  <c:v>37827.29</c:v>
                </c:pt>
                <c:pt idx="2283">
                  <c:v>37844.11</c:v>
                </c:pt>
                <c:pt idx="2284">
                  <c:v>37860.92</c:v>
                </c:pt>
                <c:pt idx="2285">
                  <c:v>37877.74</c:v>
                </c:pt>
                <c:pt idx="2286">
                  <c:v>37894.550000000003</c:v>
                </c:pt>
                <c:pt idx="2287">
                  <c:v>37911.370000000003</c:v>
                </c:pt>
                <c:pt idx="2288">
                  <c:v>37928.19</c:v>
                </c:pt>
                <c:pt idx="2289">
                  <c:v>37945</c:v>
                </c:pt>
                <c:pt idx="2290">
                  <c:v>37961.82</c:v>
                </c:pt>
                <c:pt idx="2291">
                  <c:v>37978.629999999997</c:v>
                </c:pt>
                <c:pt idx="2292">
                  <c:v>37995.449999999997</c:v>
                </c:pt>
                <c:pt idx="2293">
                  <c:v>38012.269999999997</c:v>
                </c:pt>
                <c:pt idx="2294">
                  <c:v>38029.08</c:v>
                </c:pt>
                <c:pt idx="2295">
                  <c:v>38045.9</c:v>
                </c:pt>
                <c:pt idx="2296">
                  <c:v>38062.720000000001</c:v>
                </c:pt>
                <c:pt idx="2297">
                  <c:v>38079.53</c:v>
                </c:pt>
                <c:pt idx="2298">
                  <c:v>38096.35</c:v>
                </c:pt>
                <c:pt idx="2299">
                  <c:v>38113.160000000003</c:v>
                </c:pt>
                <c:pt idx="2300">
                  <c:v>38129.980000000003</c:v>
                </c:pt>
                <c:pt idx="2301">
                  <c:v>38146.800000000003</c:v>
                </c:pt>
                <c:pt idx="2302">
                  <c:v>38163.61</c:v>
                </c:pt>
                <c:pt idx="2303">
                  <c:v>38180.43</c:v>
                </c:pt>
                <c:pt idx="2304">
                  <c:v>38197.24</c:v>
                </c:pt>
                <c:pt idx="2305">
                  <c:v>38214.06</c:v>
                </c:pt>
                <c:pt idx="2306">
                  <c:v>38230.879999999997</c:v>
                </c:pt>
                <c:pt idx="2307">
                  <c:v>38247.69</c:v>
                </c:pt>
                <c:pt idx="2308">
                  <c:v>38264.51</c:v>
                </c:pt>
                <c:pt idx="2309">
                  <c:v>38281.32</c:v>
                </c:pt>
                <c:pt idx="2310">
                  <c:v>38298.14</c:v>
                </c:pt>
                <c:pt idx="2311">
                  <c:v>38314.959999999999</c:v>
                </c:pt>
                <c:pt idx="2312">
                  <c:v>38331.769999999997</c:v>
                </c:pt>
                <c:pt idx="2313">
                  <c:v>38348.589999999997</c:v>
                </c:pt>
                <c:pt idx="2314">
                  <c:v>38365.4</c:v>
                </c:pt>
                <c:pt idx="2315">
                  <c:v>38382.22</c:v>
                </c:pt>
                <c:pt idx="2316">
                  <c:v>38399.040000000001</c:v>
                </c:pt>
                <c:pt idx="2317">
                  <c:v>38415.85</c:v>
                </c:pt>
                <c:pt idx="2318">
                  <c:v>38432.67</c:v>
                </c:pt>
                <c:pt idx="2319">
                  <c:v>38449.480000000003</c:v>
                </c:pt>
                <c:pt idx="2320">
                  <c:v>38466.300000000003</c:v>
                </c:pt>
                <c:pt idx="2321">
                  <c:v>38483.120000000003</c:v>
                </c:pt>
                <c:pt idx="2322">
                  <c:v>38499.93</c:v>
                </c:pt>
                <c:pt idx="2323">
                  <c:v>38516.75</c:v>
                </c:pt>
                <c:pt idx="2324">
                  <c:v>38533.57</c:v>
                </c:pt>
                <c:pt idx="2325">
                  <c:v>38550.379999999997</c:v>
                </c:pt>
                <c:pt idx="2326">
                  <c:v>38567.199999999997</c:v>
                </c:pt>
                <c:pt idx="2327">
                  <c:v>38584.01</c:v>
                </c:pt>
                <c:pt idx="2328">
                  <c:v>38600.83</c:v>
                </c:pt>
                <c:pt idx="2329">
                  <c:v>38617.65</c:v>
                </c:pt>
                <c:pt idx="2330">
                  <c:v>38634.46</c:v>
                </c:pt>
                <c:pt idx="2331">
                  <c:v>38651.279999999999</c:v>
                </c:pt>
                <c:pt idx="2332">
                  <c:v>38668.089999999997</c:v>
                </c:pt>
                <c:pt idx="2333">
                  <c:v>38684.910000000003</c:v>
                </c:pt>
                <c:pt idx="2334">
                  <c:v>38701.730000000003</c:v>
                </c:pt>
                <c:pt idx="2335">
                  <c:v>38718.54</c:v>
                </c:pt>
                <c:pt idx="2336">
                  <c:v>38735.360000000001</c:v>
                </c:pt>
                <c:pt idx="2337">
                  <c:v>38752.17</c:v>
                </c:pt>
                <c:pt idx="2338">
                  <c:v>38768.99</c:v>
                </c:pt>
                <c:pt idx="2339">
                  <c:v>38785.81</c:v>
                </c:pt>
                <c:pt idx="2340">
                  <c:v>38802.620000000003</c:v>
                </c:pt>
                <c:pt idx="2341">
                  <c:v>38819.440000000002</c:v>
                </c:pt>
                <c:pt idx="2342">
                  <c:v>38836.25</c:v>
                </c:pt>
                <c:pt idx="2343">
                  <c:v>38853.07</c:v>
                </c:pt>
                <c:pt idx="2344">
                  <c:v>38869.89</c:v>
                </c:pt>
                <c:pt idx="2345">
                  <c:v>38886.699999999997</c:v>
                </c:pt>
                <c:pt idx="2346">
                  <c:v>38903.519999999997</c:v>
                </c:pt>
                <c:pt idx="2347">
                  <c:v>38920.33</c:v>
                </c:pt>
                <c:pt idx="2348">
                  <c:v>38937.15</c:v>
                </c:pt>
                <c:pt idx="2349">
                  <c:v>38953.97</c:v>
                </c:pt>
                <c:pt idx="2350">
                  <c:v>38970.78</c:v>
                </c:pt>
                <c:pt idx="2351">
                  <c:v>38987.599999999999</c:v>
                </c:pt>
                <c:pt idx="2352">
                  <c:v>39004.42</c:v>
                </c:pt>
                <c:pt idx="2353">
                  <c:v>39021.230000000003</c:v>
                </c:pt>
                <c:pt idx="2354">
                  <c:v>39038.050000000003</c:v>
                </c:pt>
                <c:pt idx="2355">
                  <c:v>39054.86</c:v>
                </c:pt>
                <c:pt idx="2356">
                  <c:v>39071.68</c:v>
                </c:pt>
                <c:pt idx="2357">
                  <c:v>39088.5</c:v>
                </c:pt>
                <c:pt idx="2358">
                  <c:v>39105.31</c:v>
                </c:pt>
                <c:pt idx="2359">
                  <c:v>39122.129999999997</c:v>
                </c:pt>
                <c:pt idx="2360">
                  <c:v>39138.94</c:v>
                </c:pt>
                <c:pt idx="2361">
                  <c:v>39155.760000000002</c:v>
                </c:pt>
                <c:pt idx="2362">
                  <c:v>39172.58</c:v>
                </c:pt>
                <c:pt idx="2363">
                  <c:v>39189.39</c:v>
                </c:pt>
                <c:pt idx="2364">
                  <c:v>39206.21</c:v>
                </c:pt>
                <c:pt idx="2365">
                  <c:v>39223.019999999997</c:v>
                </c:pt>
                <c:pt idx="2366">
                  <c:v>39239.839999999997</c:v>
                </c:pt>
                <c:pt idx="2367">
                  <c:v>39256.660000000003</c:v>
                </c:pt>
                <c:pt idx="2368">
                  <c:v>39273.47</c:v>
                </c:pt>
                <c:pt idx="2369">
                  <c:v>39290.29</c:v>
                </c:pt>
                <c:pt idx="2370">
                  <c:v>39307.1</c:v>
                </c:pt>
                <c:pt idx="2371">
                  <c:v>39323.919999999998</c:v>
                </c:pt>
                <c:pt idx="2372">
                  <c:v>39340.74</c:v>
                </c:pt>
                <c:pt idx="2373">
                  <c:v>39357.550000000003</c:v>
                </c:pt>
                <c:pt idx="2374">
                  <c:v>39374.370000000003</c:v>
                </c:pt>
                <c:pt idx="2375">
                  <c:v>39391.18</c:v>
                </c:pt>
                <c:pt idx="2376">
                  <c:v>39408</c:v>
                </c:pt>
                <c:pt idx="2377">
                  <c:v>39424.82</c:v>
                </c:pt>
                <c:pt idx="2378">
                  <c:v>39441.629999999997</c:v>
                </c:pt>
                <c:pt idx="2379">
                  <c:v>39458.449999999997</c:v>
                </c:pt>
                <c:pt idx="2380">
                  <c:v>39475.269999999997</c:v>
                </c:pt>
                <c:pt idx="2381">
                  <c:v>39492.080000000002</c:v>
                </c:pt>
                <c:pt idx="2382">
                  <c:v>39508.9</c:v>
                </c:pt>
                <c:pt idx="2383">
                  <c:v>39525.71</c:v>
                </c:pt>
                <c:pt idx="2384">
                  <c:v>39542.53</c:v>
                </c:pt>
                <c:pt idx="2385">
                  <c:v>39559.35</c:v>
                </c:pt>
                <c:pt idx="2386">
                  <c:v>39576.160000000003</c:v>
                </c:pt>
                <c:pt idx="2387">
                  <c:v>39592.980000000003</c:v>
                </c:pt>
                <c:pt idx="2388">
                  <c:v>39609.79</c:v>
                </c:pt>
                <c:pt idx="2389">
                  <c:v>39626.61</c:v>
                </c:pt>
                <c:pt idx="2390">
                  <c:v>39643.43</c:v>
                </c:pt>
                <c:pt idx="2391">
                  <c:v>39660.239999999998</c:v>
                </c:pt>
                <c:pt idx="2392">
                  <c:v>39677.06</c:v>
                </c:pt>
                <c:pt idx="2393">
                  <c:v>39693.870000000003</c:v>
                </c:pt>
                <c:pt idx="2394">
                  <c:v>39710.69</c:v>
                </c:pt>
                <c:pt idx="2395">
                  <c:v>39727.51</c:v>
                </c:pt>
                <c:pt idx="2396">
                  <c:v>39744.32</c:v>
                </c:pt>
                <c:pt idx="2397">
                  <c:v>39761.14</c:v>
                </c:pt>
                <c:pt idx="2398">
                  <c:v>39777.949999999997</c:v>
                </c:pt>
                <c:pt idx="2399">
                  <c:v>39794.769999999997</c:v>
                </c:pt>
                <c:pt idx="2400">
                  <c:v>39811.589999999997</c:v>
                </c:pt>
                <c:pt idx="2401">
                  <c:v>39828.400000000001</c:v>
                </c:pt>
                <c:pt idx="2402">
                  <c:v>39845.22</c:v>
                </c:pt>
                <c:pt idx="2403">
                  <c:v>39862.03</c:v>
                </c:pt>
                <c:pt idx="2404">
                  <c:v>39878.85</c:v>
                </c:pt>
                <c:pt idx="2405">
                  <c:v>39895.67</c:v>
                </c:pt>
                <c:pt idx="2406">
                  <c:v>39912.480000000003</c:v>
                </c:pt>
                <c:pt idx="2407">
                  <c:v>39929.300000000003</c:v>
                </c:pt>
                <c:pt idx="2408">
                  <c:v>39946.120000000003</c:v>
                </c:pt>
                <c:pt idx="2409">
                  <c:v>39962.93</c:v>
                </c:pt>
                <c:pt idx="2410">
                  <c:v>39979.75</c:v>
                </c:pt>
                <c:pt idx="2411">
                  <c:v>39996.559999999998</c:v>
                </c:pt>
                <c:pt idx="2412">
                  <c:v>40013.379999999997</c:v>
                </c:pt>
                <c:pt idx="2413">
                  <c:v>40030.199999999997</c:v>
                </c:pt>
                <c:pt idx="2414">
                  <c:v>40047.01</c:v>
                </c:pt>
                <c:pt idx="2415">
                  <c:v>40063.83</c:v>
                </c:pt>
                <c:pt idx="2416">
                  <c:v>40080.639999999999</c:v>
                </c:pt>
                <c:pt idx="2417">
                  <c:v>40097.46</c:v>
                </c:pt>
                <c:pt idx="2418">
                  <c:v>40114.28</c:v>
                </c:pt>
                <c:pt idx="2419">
                  <c:v>40131.089999999997</c:v>
                </c:pt>
                <c:pt idx="2420">
                  <c:v>40147.910000000003</c:v>
                </c:pt>
                <c:pt idx="2421">
                  <c:v>40164.720000000001</c:v>
                </c:pt>
                <c:pt idx="2422">
                  <c:v>40181.54</c:v>
                </c:pt>
                <c:pt idx="2423">
                  <c:v>40198.36</c:v>
                </c:pt>
                <c:pt idx="2424">
                  <c:v>40215.17</c:v>
                </c:pt>
                <c:pt idx="2425">
                  <c:v>40231.99</c:v>
                </c:pt>
                <c:pt idx="2426">
                  <c:v>40248.800000000003</c:v>
                </c:pt>
                <c:pt idx="2427">
                  <c:v>40265.620000000003</c:v>
                </c:pt>
                <c:pt idx="2428">
                  <c:v>40282.44</c:v>
                </c:pt>
                <c:pt idx="2429">
                  <c:v>40299.25</c:v>
                </c:pt>
                <c:pt idx="2430">
                  <c:v>40316.07</c:v>
                </c:pt>
                <c:pt idx="2431">
                  <c:v>40332.879999999997</c:v>
                </c:pt>
                <c:pt idx="2432">
                  <c:v>40349.699999999997</c:v>
                </c:pt>
                <c:pt idx="2433">
                  <c:v>40366.519999999997</c:v>
                </c:pt>
                <c:pt idx="2434">
                  <c:v>40383.33</c:v>
                </c:pt>
                <c:pt idx="2435">
                  <c:v>40400.15</c:v>
                </c:pt>
                <c:pt idx="2436">
                  <c:v>40416.97</c:v>
                </c:pt>
                <c:pt idx="2437">
                  <c:v>40433.78</c:v>
                </c:pt>
                <c:pt idx="2438">
                  <c:v>40450.6</c:v>
                </c:pt>
                <c:pt idx="2439">
                  <c:v>40467.410000000003</c:v>
                </c:pt>
                <c:pt idx="2440">
                  <c:v>40484.230000000003</c:v>
                </c:pt>
                <c:pt idx="2441">
                  <c:v>40501.050000000003</c:v>
                </c:pt>
                <c:pt idx="2442">
                  <c:v>40517.86</c:v>
                </c:pt>
                <c:pt idx="2443">
                  <c:v>40534.68</c:v>
                </c:pt>
                <c:pt idx="2444">
                  <c:v>40551.49</c:v>
                </c:pt>
                <c:pt idx="2445">
                  <c:v>40568.31</c:v>
                </c:pt>
                <c:pt idx="2446">
                  <c:v>40585.129999999997</c:v>
                </c:pt>
                <c:pt idx="2447">
                  <c:v>40601.94</c:v>
                </c:pt>
                <c:pt idx="2448">
                  <c:v>40618.76</c:v>
                </c:pt>
                <c:pt idx="2449">
                  <c:v>40635.57</c:v>
                </c:pt>
                <c:pt idx="2450">
                  <c:v>40652.39</c:v>
                </c:pt>
                <c:pt idx="2451">
                  <c:v>40669.21</c:v>
                </c:pt>
                <c:pt idx="2452">
                  <c:v>40686.019999999997</c:v>
                </c:pt>
                <c:pt idx="2453">
                  <c:v>40702.839999999997</c:v>
                </c:pt>
                <c:pt idx="2454">
                  <c:v>40719.65</c:v>
                </c:pt>
                <c:pt idx="2455">
                  <c:v>40736.47</c:v>
                </c:pt>
                <c:pt idx="2456">
                  <c:v>40753.29</c:v>
                </c:pt>
                <c:pt idx="2457">
                  <c:v>40770.1</c:v>
                </c:pt>
                <c:pt idx="2458">
                  <c:v>40786.92</c:v>
                </c:pt>
                <c:pt idx="2459">
                  <c:v>40803.730000000003</c:v>
                </c:pt>
                <c:pt idx="2460">
                  <c:v>40820.550000000003</c:v>
                </c:pt>
                <c:pt idx="2461">
                  <c:v>40837.370000000003</c:v>
                </c:pt>
                <c:pt idx="2462">
                  <c:v>40854.18</c:v>
                </c:pt>
                <c:pt idx="2463">
                  <c:v>40871</c:v>
                </c:pt>
                <c:pt idx="2464">
                  <c:v>40887.82</c:v>
                </c:pt>
                <c:pt idx="2465">
                  <c:v>40904.629999999997</c:v>
                </c:pt>
                <c:pt idx="2466">
                  <c:v>40921.449999999997</c:v>
                </c:pt>
                <c:pt idx="2467">
                  <c:v>40938.26</c:v>
                </c:pt>
                <c:pt idx="2468">
                  <c:v>40955.08</c:v>
                </c:pt>
                <c:pt idx="2469">
                  <c:v>40971.9</c:v>
                </c:pt>
                <c:pt idx="2470">
                  <c:v>40988.71</c:v>
                </c:pt>
                <c:pt idx="2471">
                  <c:v>41005.53</c:v>
                </c:pt>
                <c:pt idx="2472">
                  <c:v>41022.339999999997</c:v>
                </c:pt>
                <c:pt idx="2473">
                  <c:v>41039.160000000003</c:v>
                </c:pt>
                <c:pt idx="2474">
                  <c:v>41055.980000000003</c:v>
                </c:pt>
                <c:pt idx="2475">
                  <c:v>41072.79</c:v>
                </c:pt>
                <c:pt idx="2476">
                  <c:v>41089.61</c:v>
                </c:pt>
                <c:pt idx="2477">
                  <c:v>41106.42</c:v>
                </c:pt>
                <c:pt idx="2478">
                  <c:v>41123.24</c:v>
                </c:pt>
                <c:pt idx="2479">
                  <c:v>41140.06</c:v>
                </c:pt>
                <c:pt idx="2480">
                  <c:v>41156.870000000003</c:v>
                </c:pt>
                <c:pt idx="2481">
                  <c:v>41173.69</c:v>
                </c:pt>
                <c:pt idx="2482">
                  <c:v>41190.5</c:v>
                </c:pt>
                <c:pt idx="2483">
                  <c:v>41207.32</c:v>
                </c:pt>
                <c:pt idx="2484">
                  <c:v>41224.14</c:v>
                </c:pt>
                <c:pt idx="2485">
                  <c:v>41240.949999999997</c:v>
                </c:pt>
                <c:pt idx="2486">
                  <c:v>41257.769999999997</c:v>
                </c:pt>
                <c:pt idx="2487">
                  <c:v>41274.58</c:v>
                </c:pt>
                <c:pt idx="2488">
                  <c:v>41291.4</c:v>
                </c:pt>
                <c:pt idx="2489">
                  <c:v>41308.22</c:v>
                </c:pt>
                <c:pt idx="2490">
                  <c:v>41325.03</c:v>
                </c:pt>
                <c:pt idx="2491">
                  <c:v>41341.85</c:v>
                </c:pt>
                <c:pt idx="2492">
                  <c:v>41358.67</c:v>
                </c:pt>
                <c:pt idx="2493">
                  <c:v>41375.480000000003</c:v>
                </c:pt>
                <c:pt idx="2494">
                  <c:v>41392.300000000003</c:v>
                </c:pt>
                <c:pt idx="2495">
                  <c:v>41409.11</c:v>
                </c:pt>
                <c:pt idx="2496">
                  <c:v>41425.93</c:v>
                </c:pt>
                <c:pt idx="2497">
                  <c:v>41442.75</c:v>
                </c:pt>
                <c:pt idx="2498">
                  <c:v>41459.56</c:v>
                </c:pt>
                <c:pt idx="2499">
                  <c:v>41476.379999999997</c:v>
                </c:pt>
                <c:pt idx="2500">
                  <c:v>41493.19</c:v>
                </c:pt>
                <c:pt idx="2501">
                  <c:v>41510.01</c:v>
                </c:pt>
                <c:pt idx="2502">
                  <c:v>41526.83</c:v>
                </c:pt>
                <c:pt idx="2503">
                  <c:v>41543.64</c:v>
                </c:pt>
                <c:pt idx="2504">
                  <c:v>41560.46</c:v>
                </c:pt>
                <c:pt idx="2505">
                  <c:v>41577.269999999997</c:v>
                </c:pt>
                <c:pt idx="2506">
                  <c:v>41594.089999999997</c:v>
                </c:pt>
                <c:pt idx="2507">
                  <c:v>41610.910000000003</c:v>
                </c:pt>
                <c:pt idx="2508">
                  <c:v>41627.72</c:v>
                </c:pt>
                <c:pt idx="2509">
                  <c:v>41644.54</c:v>
                </c:pt>
                <c:pt idx="2510">
                  <c:v>41661.35</c:v>
                </c:pt>
                <c:pt idx="2511">
                  <c:v>41678.17</c:v>
                </c:pt>
                <c:pt idx="2512">
                  <c:v>41694.99</c:v>
                </c:pt>
                <c:pt idx="2513">
                  <c:v>41711.800000000003</c:v>
                </c:pt>
                <c:pt idx="2514">
                  <c:v>41728.620000000003</c:v>
                </c:pt>
                <c:pt idx="2515">
                  <c:v>41745.43</c:v>
                </c:pt>
                <c:pt idx="2516">
                  <c:v>41762.25</c:v>
                </c:pt>
                <c:pt idx="2517">
                  <c:v>41779.07</c:v>
                </c:pt>
                <c:pt idx="2518">
                  <c:v>41795.879999999997</c:v>
                </c:pt>
                <c:pt idx="2519">
                  <c:v>41812.699999999997</c:v>
                </c:pt>
                <c:pt idx="2520">
                  <c:v>41829.519999999997</c:v>
                </c:pt>
                <c:pt idx="2521">
                  <c:v>41846.33</c:v>
                </c:pt>
                <c:pt idx="2522">
                  <c:v>41863.15</c:v>
                </c:pt>
                <c:pt idx="2523">
                  <c:v>41879.96</c:v>
                </c:pt>
                <c:pt idx="2524">
                  <c:v>41896.78</c:v>
                </c:pt>
                <c:pt idx="2525">
                  <c:v>41913.599999999999</c:v>
                </c:pt>
                <c:pt idx="2526">
                  <c:v>41930.410000000003</c:v>
                </c:pt>
                <c:pt idx="2527">
                  <c:v>41947.23</c:v>
                </c:pt>
                <c:pt idx="2528">
                  <c:v>41964.04</c:v>
                </c:pt>
                <c:pt idx="2529">
                  <c:v>41980.86</c:v>
                </c:pt>
                <c:pt idx="2530">
                  <c:v>41997.68</c:v>
                </c:pt>
                <c:pt idx="2531">
                  <c:v>42014.49</c:v>
                </c:pt>
                <c:pt idx="2532">
                  <c:v>42031.31</c:v>
                </c:pt>
                <c:pt idx="2533">
                  <c:v>42048.12</c:v>
                </c:pt>
                <c:pt idx="2534">
                  <c:v>42064.94</c:v>
                </c:pt>
                <c:pt idx="2535">
                  <c:v>42081.760000000002</c:v>
                </c:pt>
                <c:pt idx="2536">
                  <c:v>42098.57</c:v>
                </c:pt>
                <c:pt idx="2537">
                  <c:v>42115.39</c:v>
                </c:pt>
                <c:pt idx="2538">
                  <c:v>42132.2</c:v>
                </c:pt>
                <c:pt idx="2539">
                  <c:v>42149.02</c:v>
                </c:pt>
                <c:pt idx="2540">
                  <c:v>42165.84</c:v>
                </c:pt>
                <c:pt idx="2541">
                  <c:v>42182.65</c:v>
                </c:pt>
                <c:pt idx="2542">
                  <c:v>42199.47</c:v>
                </c:pt>
                <c:pt idx="2543">
                  <c:v>42216.28</c:v>
                </c:pt>
                <c:pt idx="2544">
                  <c:v>42233.1</c:v>
                </c:pt>
                <c:pt idx="2545">
                  <c:v>42249.919999999998</c:v>
                </c:pt>
                <c:pt idx="2546">
                  <c:v>42266.73</c:v>
                </c:pt>
                <c:pt idx="2547">
                  <c:v>42283.55</c:v>
                </c:pt>
                <c:pt idx="2548">
                  <c:v>42300.37</c:v>
                </c:pt>
                <c:pt idx="2549">
                  <c:v>42317.18</c:v>
                </c:pt>
                <c:pt idx="2550">
                  <c:v>42334</c:v>
                </c:pt>
                <c:pt idx="2551">
                  <c:v>42350.81</c:v>
                </c:pt>
                <c:pt idx="2552">
                  <c:v>42367.63</c:v>
                </c:pt>
                <c:pt idx="2553">
                  <c:v>42384.45</c:v>
                </c:pt>
                <c:pt idx="2554">
                  <c:v>42401.26</c:v>
                </c:pt>
                <c:pt idx="2555">
                  <c:v>42418.080000000002</c:v>
                </c:pt>
                <c:pt idx="2556">
                  <c:v>42434.89</c:v>
                </c:pt>
                <c:pt idx="2557">
                  <c:v>42451.71</c:v>
                </c:pt>
                <c:pt idx="2558">
                  <c:v>42468.87</c:v>
                </c:pt>
                <c:pt idx="2559">
                  <c:v>42486.080000000002</c:v>
                </c:pt>
                <c:pt idx="2560">
                  <c:v>42503.29</c:v>
                </c:pt>
                <c:pt idx="2561">
                  <c:v>42520.49</c:v>
                </c:pt>
                <c:pt idx="2562">
                  <c:v>42537.7</c:v>
                </c:pt>
                <c:pt idx="2563">
                  <c:v>42554.91</c:v>
                </c:pt>
                <c:pt idx="2564">
                  <c:v>42572.11</c:v>
                </c:pt>
                <c:pt idx="2565">
                  <c:v>42589.32</c:v>
                </c:pt>
                <c:pt idx="2566">
                  <c:v>42606.53</c:v>
                </c:pt>
                <c:pt idx="2567">
                  <c:v>42623.74</c:v>
                </c:pt>
                <c:pt idx="2568">
                  <c:v>42640.94</c:v>
                </c:pt>
                <c:pt idx="2569">
                  <c:v>42658.15</c:v>
                </c:pt>
                <c:pt idx="2570">
                  <c:v>42675.360000000001</c:v>
                </c:pt>
                <c:pt idx="2571">
                  <c:v>42692.56</c:v>
                </c:pt>
                <c:pt idx="2572">
                  <c:v>42709.77</c:v>
                </c:pt>
                <c:pt idx="2573">
                  <c:v>42726.98</c:v>
                </c:pt>
                <c:pt idx="2574">
                  <c:v>42744.19</c:v>
                </c:pt>
                <c:pt idx="2575">
                  <c:v>42761.39</c:v>
                </c:pt>
                <c:pt idx="2576">
                  <c:v>42778.6</c:v>
                </c:pt>
                <c:pt idx="2577">
                  <c:v>42795.81</c:v>
                </c:pt>
                <c:pt idx="2578">
                  <c:v>42813.01</c:v>
                </c:pt>
                <c:pt idx="2579">
                  <c:v>42830.22</c:v>
                </c:pt>
                <c:pt idx="2580">
                  <c:v>42847.43</c:v>
                </c:pt>
                <c:pt idx="2581">
                  <c:v>42864.639999999999</c:v>
                </c:pt>
                <c:pt idx="2582">
                  <c:v>42881.84</c:v>
                </c:pt>
                <c:pt idx="2583">
                  <c:v>42899.05</c:v>
                </c:pt>
                <c:pt idx="2584">
                  <c:v>42916.26</c:v>
                </c:pt>
                <c:pt idx="2585">
                  <c:v>42933.46</c:v>
                </c:pt>
                <c:pt idx="2586">
                  <c:v>42950.67</c:v>
                </c:pt>
                <c:pt idx="2587">
                  <c:v>42967.88</c:v>
                </c:pt>
                <c:pt idx="2588">
                  <c:v>42985.09</c:v>
                </c:pt>
                <c:pt idx="2589">
                  <c:v>43002.29</c:v>
                </c:pt>
                <c:pt idx="2590">
                  <c:v>43019.5</c:v>
                </c:pt>
                <c:pt idx="2591">
                  <c:v>43036.71</c:v>
                </c:pt>
                <c:pt idx="2592">
                  <c:v>43053.91</c:v>
                </c:pt>
                <c:pt idx="2593">
                  <c:v>43071.12</c:v>
                </c:pt>
                <c:pt idx="2594">
                  <c:v>43088.33</c:v>
                </c:pt>
                <c:pt idx="2595">
                  <c:v>43105.54</c:v>
                </c:pt>
                <c:pt idx="2596">
                  <c:v>43122.74</c:v>
                </c:pt>
                <c:pt idx="2597">
                  <c:v>43139.95</c:v>
                </c:pt>
                <c:pt idx="2598">
                  <c:v>43157.16</c:v>
                </c:pt>
                <c:pt idx="2599">
                  <c:v>43174.36</c:v>
                </c:pt>
                <c:pt idx="2600">
                  <c:v>43191.57</c:v>
                </c:pt>
                <c:pt idx="2601">
                  <c:v>43208.78</c:v>
                </c:pt>
                <c:pt idx="2602">
                  <c:v>43225.99</c:v>
                </c:pt>
                <c:pt idx="2603">
                  <c:v>43243.19</c:v>
                </c:pt>
                <c:pt idx="2604">
                  <c:v>43260.4</c:v>
                </c:pt>
                <c:pt idx="2605">
                  <c:v>43277.61</c:v>
                </c:pt>
                <c:pt idx="2606">
                  <c:v>43294.81</c:v>
                </c:pt>
                <c:pt idx="2607">
                  <c:v>43312.02</c:v>
                </c:pt>
                <c:pt idx="2608">
                  <c:v>43329.23</c:v>
                </c:pt>
                <c:pt idx="2609">
                  <c:v>43346.44</c:v>
                </c:pt>
                <c:pt idx="2610">
                  <c:v>43363.64</c:v>
                </c:pt>
                <c:pt idx="2611">
                  <c:v>43380.85</c:v>
                </c:pt>
                <c:pt idx="2612">
                  <c:v>43398.06</c:v>
                </c:pt>
                <c:pt idx="2613">
                  <c:v>43415.26</c:v>
                </c:pt>
                <c:pt idx="2614">
                  <c:v>43432.47</c:v>
                </c:pt>
                <c:pt idx="2615">
                  <c:v>43449.68</c:v>
                </c:pt>
                <c:pt idx="2616">
                  <c:v>43466.89</c:v>
                </c:pt>
                <c:pt idx="2617">
                  <c:v>43484.09</c:v>
                </c:pt>
                <c:pt idx="2618">
                  <c:v>43501.3</c:v>
                </c:pt>
                <c:pt idx="2619">
                  <c:v>43518.51</c:v>
                </c:pt>
                <c:pt idx="2620">
                  <c:v>43535.71</c:v>
                </c:pt>
                <c:pt idx="2621">
                  <c:v>43552.92</c:v>
                </c:pt>
                <c:pt idx="2622">
                  <c:v>43570.13</c:v>
                </c:pt>
                <c:pt idx="2623">
                  <c:v>43587.34</c:v>
                </c:pt>
                <c:pt idx="2624">
                  <c:v>43604.54</c:v>
                </c:pt>
                <c:pt idx="2625">
                  <c:v>43621.75</c:v>
                </c:pt>
                <c:pt idx="2626">
                  <c:v>43638.96</c:v>
                </c:pt>
                <c:pt idx="2627">
                  <c:v>43656.160000000003</c:v>
                </c:pt>
                <c:pt idx="2628">
                  <c:v>43673.37</c:v>
                </c:pt>
                <c:pt idx="2629">
                  <c:v>43690.58</c:v>
                </c:pt>
                <c:pt idx="2630">
                  <c:v>43707.79</c:v>
                </c:pt>
                <c:pt idx="2631">
                  <c:v>43724.99</c:v>
                </c:pt>
                <c:pt idx="2632">
                  <c:v>43742.2</c:v>
                </c:pt>
                <c:pt idx="2633">
                  <c:v>43759.41</c:v>
                </c:pt>
                <c:pt idx="2634">
                  <c:v>43776.61</c:v>
                </c:pt>
                <c:pt idx="2635">
                  <c:v>43793.82</c:v>
                </c:pt>
                <c:pt idx="2636">
                  <c:v>43811.03</c:v>
                </c:pt>
                <c:pt idx="2637">
                  <c:v>43828.24</c:v>
                </c:pt>
                <c:pt idx="2638">
                  <c:v>43845.440000000002</c:v>
                </c:pt>
                <c:pt idx="2639">
                  <c:v>43862.65</c:v>
                </c:pt>
                <c:pt idx="2640">
                  <c:v>43879.86</c:v>
                </c:pt>
                <c:pt idx="2641">
                  <c:v>43897.06</c:v>
                </c:pt>
                <c:pt idx="2642">
                  <c:v>43914.27</c:v>
                </c:pt>
                <c:pt idx="2643">
                  <c:v>43931.48</c:v>
                </c:pt>
                <c:pt idx="2644">
                  <c:v>43948.69</c:v>
                </c:pt>
                <c:pt idx="2645">
                  <c:v>43965.89</c:v>
                </c:pt>
                <c:pt idx="2646">
                  <c:v>43983.1</c:v>
                </c:pt>
                <c:pt idx="2647">
                  <c:v>44000.31</c:v>
                </c:pt>
                <c:pt idx="2648">
                  <c:v>44017.51</c:v>
                </c:pt>
                <c:pt idx="2649">
                  <c:v>44034.720000000001</c:v>
                </c:pt>
                <c:pt idx="2650">
                  <c:v>44051.93</c:v>
                </c:pt>
                <c:pt idx="2651">
                  <c:v>44069.14</c:v>
                </c:pt>
                <c:pt idx="2652">
                  <c:v>44086.34</c:v>
                </c:pt>
                <c:pt idx="2653">
                  <c:v>44103.55</c:v>
                </c:pt>
                <c:pt idx="2654">
                  <c:v>44120.76</c:v>
                </c:pt>
                <c:pt idx="2655">
                  <c:v>44137.96</c:v>
                </c:pt>
                <c:pt idx="2656">
                  <c:v>44155.17</c:v>
                </c:pt>
                <c:pt idx="2657">
                  <c:v>44172.38</c:v>
                </c:pt>
                <c:pt idx="2658">
                  <c:v>44189.59</c:v>
                </c:pt>
                <c:pt idx="2659">
                  <c:v>44206.79</c:v>
                </c:pt>
                <c:pt idx="2660">
                  <c:v>44224</c:v>
                </c:pt>
                <c:pt idx="2661">
                  <c:v>44241.21</c:v>
                </c:pt>
                <c:pt idx="2662">
                  <c:v>44258.41</c:v>
                </c:pt>
                <c:pt idx="2663">
                  <c:v>44275.62</c:v>
                </c:pt>
                <c:pt idx="2664">
                  <c:v>44292.83</c:v>
                </c:pt>
                <c:pt idx="2665">
                  <c:v>44310.04</c:v>
                </c:pt>
                <c:pt idx="2666">
                  <c:v>44327.24</c:v>
                </c:pt>
                <c:pt idx="2667">
                  <c:v>44344.45</c:v>
                </c:pt>
                <c:pt idx="2668">
                  <c:v>44361.66</c:v>
                </c:pt>
                <c:pt idx="2669">
                  <c:v>44378.86</c:v>
                </c:pt>
                <c:pt idx="2670">
                  <c:v>44396.07</c:v>
                </c:pt>
                <c:pt idx="2671">
                  <c:v>44413.279999999999</c:v>
                </c:pt>
                <c:pt idx="2672">
                  <c:v>44430.49</c:v>
                </c:pt>
                <c:pt idx="2673">
                  <c:v>44447.69</c:v>
                </c:pt>
                <c:pt idx="2674">
                  <c:v>44464.9</c:v>
                </c:pt>
                <c:pt idx="2675">
                  <c:v>44482.11</c:v>
                </c:pt>
                <c:pt idx="2676">
                  <c:v>44499.31</c:v>
                </c:pt>
                <c:pt idx="2677">
                  <c:v>44516.52</c:v>
                </c:pt>
                <c:pt idx="2678">
                  <c:v>44533.73</c:v>
                </c:pt>
                <c:pt idx="2679">
                  <c:v>44550.94</c:v>
                </c:pt>
                <c:pt idx="2680">
                  <c:v>44568.14</c:v>
                </c:pt>
                <c:pt idx="2681">
                  <c:v>44585.35</c:v>
                </c:pt>
                <c:pt idx="2682">
                  <c:v>44602.559999999998</c:v>
                </c:pt>
                <c:pt idx="2683">
                  <c:v>44619.76</c:v>
                </c:pt>
                <c:pt idx="2684">
                  <c:v>44636.97</c:v>
                </c:pt>
                <c:pt idx="2685">
                  <c:v>44654.18</c:v>
                </c:pt>
                <c:pt idx="2686">
                  <c:v>44671.39</c:v>
                </c:pt>
                <c:pt idx="2687">
                  <c:v>44688.59</c:v>
                </c:pt>
                <c:pt idx="2688">
                  <c:v>44705.8</c:v>
                </c:pt>
                <c:pt idx="2689">
                  <c:v>44723.01</c:v>
                </c:pt>
                <c:pt idx="2690">
                  <c:v>44740.21</c:v>
                </c:pt>
                <c:pt idx="2691">
                  <c:v>44757.42</c:v>
                </c:pt>
                <c:pt idx="2692">
                  <c:v>44774.63</c:v>
                </c:pt>
                <c:pt idx="2693">
                  <c:v>44791.839999999997</c:v>
                </c:pt>
                <c:pt idx="2694">
                  <c:v>44809.04</c:v>
                </c:pt>
                <c:pt idx="2695">
                  <c:v>44826.25</c:v>
                </c:pt>
                <c:pt idx="2696">
                  <c:v>44843.46</c:v>
                </c:pt>
                <c:pt idx="2697">
                  <c:v>44860.66</c:v>
                </c:pt>
                <c:pt idx="2698">
                  <c:v>44877.87</c:v>
                </c:pt>
                <c:pt idx="2699">
                  <c:v>44895.08</c:v>
                </c:pt>
                <c:pt idx="2700">
                  <c:v>44912.29</c:v>
                </c:pt>
                <c:pt idx="2701">
                  <c:v>44929.49</c:v>
                </c:pt>
                <c:pt idx="2702">
                  <c:v>44946.7</c:v>
                </c:pt>
                <c:pt idx="2703">
                  <c:v>44963.91</c:v>
                </c:pt>
                <c:pt idx="2704">
                  <c:v>44981.11</c:v>
                </c:pt>
                <c:pt idx="2705">
                  <c:v>44998.32</c:v>
                </c:pt>
                <c:pt idx="2706">
                  <c:v>45015.53</c:v>
                </c:pt>
                <c:pt idx="2707">
                  <c:v>45032.74</c:v>
                </c:pt>
                <c:pt idx="2708">
                  <c:v>45049.94</c:v>
                </c:pt>
                <c:pt idx="2709">
                  <c:v>45067.15</c:v>
                </c:pt>
                <c:pt idx="2710">
                  <c:v>45084.36</c:v>
                </c:pt>
                <c:pt idx="2711">
                  <c:v>45101.56</c:v>
                </c:pt>
                <c:pt idx="2712">
                  <c:v>45118.77</c:v>
                </c:pt>
                <c:pt idx="2713">
                  <c:v>45135.98</c:v>
                </c:pt>
                <c:pt idx="2714">
                  <c:v>45153.19</c:v>
                </c:pt>
                <c:pt idx="2715">
                  <c:v>45170.39</c:v>
                </c:pt>
                <c:pt idx="2716">
                  <c:v>45187.6</c:v>
                </c:pt>
                <c:pt idx="2717">
                  <c:v>45204.81</c:v>
                </c:pt>
                <c:pt idx="2718">
                  <c:v>45222.01</c:v>
                </c:pt>
                <c:pt idx="2719">
                  <c:v>45239.22</c:v>
                </c:pt>
                <c:pt idx="2720">
                  <c:v>45256.43</c:v>
                </c:pt>
                <c:pt idx="2721">
                  <c:v>45273.64</c:v>
                </c:pt>
                <c:pt idx="2722">
                  <c:v>45290.84</c:v>
                </c:pt>
                <c:pt idx="2723">
                  <c:v>45308.05</c:v>
                </c:pt>
                <c:pt idx="2724">
                  <c:v>45325.26</c:v>
                </c:pt>
                <c:pt idx="2725">
                  <c:v>45342.46</c:v>
                </c:pt>
                <c:pt idx="2726">
                  <c:v>45359.67</c:v>
                </c:pt>
                <c:pt idx="2727">
                  <c:v>45376.88</c:v>
                </c:pt>
                <c:pt idx="2728">
                  <c:v>45394.09</c:v>
                </c:pt>
                <c:pt idx="2729">
                  <c:v>45411.29</c:v>
                </c:pt>
                <c:pt idx="2730">
                  <c:v>45428.5</c:v>
                </c:pt>
                <c:pt idx="2731">
                  <c:v>45445.71</c:v>
                </c:pt>
                <c:pt idx="2732">
                  <c:v>45462.91</c:v>
                </c:pt>
                <c:pt idx="2733">
                  <c:v>45480.12</c:v>
                </c:pt>
                <c:pt idx="2734">
                  <c:v>45497.33</c:v>
                </c:pt>
                <c:pt idx="2735">
                  <c:v>45514.54</c:v>
                </c:pt>
                <c:pt idx="2736">
                  <c:v>45531.74</c:v>
                </c:pt>
                <c:pt idx="2737">
                  <c:v>45548.95</c:v>
                </c:pt>
                <c:pt idx="2738">
                  <c:v>45566.16</c:v>
                </c:pt>
                <c:pt idx="2739">
                  <c:v>45583.360000000001</c:v>
                </c:pt>
                <c:pt idx="2740">
                  <c:v>45600.57</c:v>
                </c:pt>
                <c:pt idx="2741">
                  <c:v>45617.78</c:v>
                </c:pt>
                <c:pt idx="2742">
                  <c:v>45634.99</c:v>
                </c:pt>
                <c:pt idx="2743">
                  <c:v>45652.19</c:v>
                </c:pt>
                <c:pt idx="2744">
                  <c:v>45669.4</c:v>
                </c:pt>
                <c:pt idx="2745">
                  <c:v>45686.61</c:v>
                </c:pt>
                <c:pt idx="2746">
                  <c:v>45703.81</c:v>
                </c:pt>
                <c:pt idx="2747">
                  <c:v>45721.02</c:v>
                </c:pt>
                <c:pt idx="2748">
                  <c:v>45738.23</c:v>
                </c:pt>
                <c:pt idx="2749">
                  <c:v>45755.44</c:v>
                </c:pt>
                <c:pt idx="2750">
                  <c:v>45772.639999999999</c:v>
                </c:pt>
                <c:pt idx="2751">
                  <c:v>45789.85</c:v>
                </c:pt>
                <c:pt idx="2752">
                  <c:v>45807.06</c:v>
                </c:pt>
                <c:pt idx="2753">
                  <c:v>45824.26</c:v>
                </c:pt>
                <c:pt idx="2754">
                  <c:v>45841.47</c:v>
                </c:pt>
                <c:pt idx="2755">
                  <c:v>45858.68</c:v>
                </c:pt>
                <c:pt idx="2756">
                  <c:v>45875.89</c:v>
                </c:pt>
                <c:pt idx="2757">
                  <c:v>45893.09</c:v>
                </c:pt>
                <c:pt idx="2758">
                  <c:v>45910.3</c:v>
                </c:pt>
                <c:pt idx="2759">
                  <c:v>45927.51</c:v>
                </c:pt>
                <c:pt idx="2760">
                  <c:v>45944.71</c:v>
                </c:pt>
                <c:pt idx="2761">
                  <c:v>45961.919999999998</c:v>
                </c:pt>
                <c:pt idx="2762">
                  <c:v>45979.13</c:v>
                </c:pt>
                <c:pt idx="2763">
                  <c:v>45996.34</c:v>
                </c:pt>
                <c:pt idx="2764">
                  <c:v>46013.54</c:v>
                </c:pt>
                <c:pt idx="2765">
                  <c:v>46030.75</c:v>
                </c:pt>
                <c:pt idx="2766">
                  <c:v>46047.96</c:v>
                </c:pt>
                <c:pt idx="2767">
                  <c:v>46065.16</c:v>
                </c:pt>
                <c:pt idx="2768">
                  <c:v>46082.37</c:v>
                </c:pt>
                <c:pt idx="2769">
                  <c:v>46099.58</c:v>
                </c:pt>
                <c:pt idx="2770">
                  <c:v>46116.79</c:v>
                </c:pt>
                <c:pt idx="2771">
                  <c:v>46133.99</c:v>
                </c:pt>
                <c:pt idx="2772">
                  <c:v>46151.199999999997</c:v>
                </c:pt>
                <c:pt idx="2773">
                  <c:v>46168.41</c:v>
                </c:pt>
                <c:pt idx="2774">
                  <c:v>46185.61</c:v>
                </c:pt>
                <c:pt idx="2775">
                  <c:v>46202.82</c:v>
                </c:pt>
                <c:pt idx="2776">
                  <c:v>46220.03</c:v>
                </c:pt>
                <c:pt idx="2777">
                  <c:v>46237.24</c:v>
                </c:pt>
                <c:pt idx="2778">
                  <c:v>46254.44</c:v>
                </c:pt>
                <c:pt idx="2779">
                  <c:v>46271.65</c:v>
                </c:pt>
                <c:pt idx="2780">
                  <c:v>46288.86</c:v>
                </c:pt>
                <c:pt idx="2781">
                  <c:v>46306.06</c:v>
                </c:pt>
                <c:pt idx="2782">
                  <c:v>46323.27</c:v>
                </c:pt>
                <c:pt idx="2783">
                  <c:v>46340.480000000003</c:v>
                </c:pt>
                <c:pt idx="2784">
                  <c:v>46357.69</c:v>
                </c:pt>
                <c:pt idx="2785">
                  <c:v>46374.89</c:v>
                </c:pt>
                <c:pt idx="2786">
                  <c:v>46392.1</c:v>
                </c:pt>
                <c:pt idx="2787">
                  <c:v>46409.31</c:v>
                </c:pt>
                <c:pt idx="2788">
                  <c:v>46426.51</c:v>
                </c:pt>
                <c:pt idx="2789">
                  <c:v>46443.72</c:v>
                </c:pt>
                <c:pt idx="2790">
                  <c:v>46460.93</c:v>
                </c:pt>
                <c:pt idx="2791">
                  <c:v>46478.14</c:v>
                </c:pt>
                <c:pt idx="2792">
                  <c:v>46495.34</c:v>
                </c:pt>
                <c:pt idx="2793">
                  <c:v>46512.55</c:v>
                </c:pt>
                <c:pt idx="2794">
                  <c:v>46529.760000000002</c:v>
                </c:pt>
                <c:pt idx="2795">
                  <c:v>46546.96</c:v>
                </c:pt>
                <c:pt idx="2796">
                  <c:v>46564.17</c:v>
                </c:pt>
                <c:pt idx="2797">
                  <c:v>46581.38</c:v>
                </c:pt>
                <c:pt idx="2798">
                  <c:v>46598.59</c:v>
                </c:pt>
                <c:pt idx="2799">
                  <c:v>46615.79</c:v>
                </c:pt>
                <c:pt idx="2800">
                  <c:v>46633</c:v>
                </c:pt>
                <c:pt idx="2801">
                  <c:v>46650.21</c:v>
                </c:pt>
                <c:pt idx="2802">
                  <c:v>46667.41</c:v>
                </c:pt>
                <c:pt idx="2803">
                  <c:v>46684.62</c:v>
                </c:pt>
                <c:pt idx="2804">
                  <c:v>46701.83</c:v>
                </c:pt>
                <c:pt idx="2805">
                  <c:v>46719.040000000001</c:v>
                </c:pt>
                <c:pt idx="2806">
                  <c:v>46736.24</c:v>
                </c:pt>
                <c:pt idx="2807">
                  <c:v>46753.45</c:v>
                </c:pt>
                <c:pt idx="2808">
                  <c:v>46770.66</c:v>
                </c:pt>
                <c:pt idx="2809">
                  <c:v>46787.86</c:v>
                </c:pt>
                <c:pt idx="2810">
                  <c:v>46805.07</c:v>
                </c:pt>
                <c:pt idx="2811">
                  <c:v>46822.28</c:v>
                </c:pt>
                <c:pt idx="2812">
                  <c:v>46839.49</c:v>
                </c:pt>
                <c:pt idx="2813">
                  <c:v>46856.69</c:v>
                </c:pt>
                <c:pt idx="2814">
                  <c:v>46873.9</c:v>
                </c:pt>
                <c:pt idx="2815">
                  <c:v>46891.11</c:v>
                </c:pt>
                <c:pt idx="2816">
                  <c:v>46908.31</c:v>
                </c:pt>
                <c:pt idx="2817">
                  <c:v>46925.52</c:v>
                </c:pt>
                <c:pt idx="2818">
                  <c:v>46942.73</c:v>
                </c:pt>
                <c:pt idx="2819">
                  <c:v>46959.94</c:v>
                </c:pt>
                <c:pt idx="2820">
                  <c:v>46977.14</c:v>
                </c:pt>
                <c:pt idx="2821">
                  <c:v>46994.35</c:v>
                </c:pt>
                <c:pt idx="2822">
                  <c:v>47011.56</c:v>
                </c:pt>
                <c:pt idx="2823">
                  <c:v>47028.76</c:v>
                </c:pt>
                <c:pt idx="2824">
                  <c:v>47045.97</c:v>
                </c:pt>
                <c:pt idx="2825">
                  <c:v>47063.18</c:v>
                </c:pt>
                <c:pt idx="2826">
                  <c:v>47080.39</c:v>
                </c:pt>
                <c:pt idx="2827">
                  <c:v>47097.59</c:v>
                </c:pt>
                <c:pt idx="2828">
                  <c:v>47114.8</c:v>
                </c:pt>
                <c:pt idx="2829">
                  <c:v>47132.01</c:v>
                </c:pt>
                <c:pt idx="2830">
                  <c:v>47149.21</c:v>
                </c:pt>
                <c:pt idx="2831">
                  <c:v>47166.42</c:v>
                </c:pt>
                <c:pt idx="2832">
                  <c:v>47183.63</c:v>
                </c:pt>
                <c:pt idx="2833">
                  <c:v>47200.84</c:v>
                </c:pt>
                <c:pt idx="2834">
                  <c:v>47218.04</c:v>
                </c:pt>
                <c:pt idx="2835">
                  <c:v>47235.25</c:v>
                </c:pt>
                <c:pt idx="2836">
                  <c:v>47252.46</c:v>
                </c:pt>
                <c:pt idx="2837">
                  <c:v>47269.66</c:v>
                </c:pt>
                <c:pt idx="2838">
                  <c:v>47286.87</c:v>
                </c:pt>
                <c:pt idx="2839">
                  <c:v>47304.08</c:v>
                </c:pt>
                <c:pt idx="2840">
                  <c:v>47321.29</c:v>
                </c:pt>
                <c:pt idx="2841">
                  <c:v>47338.49</c:v>
                </c:pt>
                <c:pt idx="2842">
                  <c:v>47355.7</c:v>
                </c:pt>
                <c:pt idx="2843">
                  <c:v>47372.91</c:v>
                </c:pt>
                <c:pt idx="2844">
                  <c:v>47390.11</c:v>
                </c:pt>
                <c:pt idx="2845">
                  <c:v>47407.32</c:v>
                </c:pt>
                <c:pt idx="2846">
                  <c:v>47424.53</c:v>
                </c:pt>
                <c:pt idx="2847">
                  <c:v>47441.74</c:v>
                </c:pt>
                <c:pt idx="2848">
                  <c:v>47458.94</c:v>
                </c:pt>
                <c:pt idx="2849">
                  <c:v>47476.15</c:v>
                </c:pt>
                <c:pt idx="2850">
                  <c:v>47493.36</c:v>
                </c:pt>
                <c:pt idx="2851">
                  <c:v>47510.559999999998</c:v>
                </c:pt>
                <c:pt idx="2852">
                  <c:v>47527.77</c:v>
                </c:pt>
                <c:pt idx="2853">
                  <c:v>47544.98</c:v>
                </c:pt>
                <c:pt idx="2854">
                  <c:v>47562.19</c:v>
                </c:pt>
                <c:pt idx="2855">
                  <c:v>47579.39</c:v>
                </c:pt>
                <c:pt idx="2856">
                  <c:v>47596.6</c:v>
                </c:pt>
                <c:pt idx="2857">
                  <c:v>47613.81</c:v>
                </c:pt>
                <c:pt idx="2858">
                  <c:v>47631.01</c:v>
                </c:pt>
                <c:pt idx="2859">
                  <c:v>47648.22</c:v>
                </c:pt>
                <c:pt idx="2860">
                  <c:v>47665.43</c:v>
                </c:pt>
                <c:pt idx="2861">
                  <c:v>47682.64</c:v>
                </c:pt>
                <c:pt idx="2862">
                  <c:v>47699.839999999997</c:v>
                </c:pt>
                <c:pt idx="2863">
                  <c:v>47717.05</c:v>
                </c:pt>
                <c:pt idx="2864">
                  <c:v>47734.26</c:v>
                </c:pt>
                <c:pt idx="2865">
                  <c:v>47751.46</c:v>
                </c:pt>
                <c:pt idx="2866">
                  <c:v>47768.67</c:v>
                </c:pt>
                <c:pt idx="2867">
                  <c:v>47785.88</c:v>
                </c:pt>
                <c:pt idx="2868">
                  <c:v>47803.09</c:v>
                </c:pt>
                <c:pt idx="2869">
                  <c:v>47820.29</c:v>
                </c:pt>
                <c:pt idx="2870">
                  <c:v>47837.5</c:v>
                </c:pt>
                <c:pt idx="2871">
                  <c:v>47854.71</c:v>
                </c:pt>
                <c:pt idx="2872">
                  <c:v>47871.91</c:v>
                </c:pt>
                <c:pt idx="2873">
                  <c:v>47889.120000000003</c:v>
                </c:pt>
                <c:pt idx="2874">
                  <c:v>47906.33</c:v>
                </c:pt>
                <c:pt idx="2875">
                  <c:v>47923.54</c:v>
                </c:pt>
                <c:pt idx="2876">
                  <c:v>47940.74</c:v>
                </c:pt>
                <c:pt idx="2877">
                  <c:v>47957.95</c:v>
                </c:pt>
                <c:pt idx="2878">
                  <c:v>47975.16</c:v>
                </c:pt>
                <c:pt idx="2879">
                  <c:v>47992.36</c:v>
                </c:pt>
                <c:pt idx="2880">
                  <c:v>48009.57</c:v>
                </c:pt>
                <c:pt idx="2881">
                  <c:v>48026.78</c:v>
                </c:pt>
                <c:pt idx="2882">
                  <c:v>48043.99</c:v>
                </c:pt>
                <c:pt idx="2883">
                  <c:v>48061.19</c:v>
                </c:pt>
                <c:pt idx="2884">
                  <c:v>48078.400000000001</c:v>
                </c:pt>
                <c:pt idx="2885">
                  <c:v>48095.61</c:v>
                </c:pt>
                <c:pt idx="2886">
                  <c:v>48112.81</c:v>
                </c:pt>
                <c:pt idx="2887">
                  <c:v>48130.02</c:v>
                </c:pt>
                <c:pt idx="2888">
                  <c:v>48147.23</c:v>
                </c:pt>
                <c:pt idx="2889">
                  <c:v>48164.44</c:v>
                </c:pt>
                <c:pt idx="2890">
                  <c:v>48181.64</c:v>
                </c:pt>
                <c:pt idx="2891">
                  <c:v>48198.85</c:v>
                </c:pt>
                <c:pt idx="2892">
                  <c:v>48216.06</c:v>
                </c:pt>
                <c:pt idx="2893">
                  <c:v>48233.26</c:v>
                </c:pt>
                <c:pt idx="2894">
                  <c:v>48250.47</c:v>
                </c:pt>
                <c:pt idx="2895">
                  <c:v>48267.68</c:v>
                </c:pt>
                <c:pt idx="2896">
                  <c:v>48284.89</c:v>
                </c:pt>
                <c:pt idx="2897">
                  <c:v>48302.09</c:v>
                </c:pt>
                <c:pt idx="2898">
                  <c:v>48319.3</c:v>
                </c:pt>
                <c:pt idx="2899">
                  <c:v>48336.51</c:v>
                </c:pt>
                <c:pt idx="2900">
                  <c:v>48353.71</c:v>
                </c:pt>
                <c:pt idx="2901">
                  <c:v>48370.92</c:v>
                </c:pt>
                <c:pt idx="2902">
                  <c:v>48388.13</c:v>
                </c:pt>
                <c:pt idx="2903">
                  <c:v>48405.34</c:v>
                </c:pt>
                <c:pt idx="2904">
                  <c:v>48422.54</c:v>
                </c:pt>
                <c:pt idx="2905">
                  <c:v>48439.75</c:v>
                </c:pt>
                <c:pt idx="2906">
                  <c:v>48456.959999999999</c:v>
                </c:pt>
                <c:pt idx="2907">
                  <c:v>48474.16</c:v>
                </c:pt>
                <c:pt idx="2908">
                  <c:v>48491.37</c:v>
                </c:pt>
                <c:pt idx="2909">
                  <c:v>48508.58</c:v>
                </c:pt>
                <c:pt idx="2910">
                  <c:v>48525.79</c:v>
                </c:pt>
                <c:pt idx="2911">
                  <c:v>48542.99</c:v>
                </c:pt>
                <c:pt idx="2912">
                  <c:v>48560.2</c:v>
                </c:pt>
                <c:pt idx="2913">
                  <c:v>48577.41</c:v>
                </c:pt>
                <c:pt idx="2914">
                  <c:v>48594.61</c:v>
                </c:pt>
                <c:pt idx="2915">
                  <c:v>48611.82</c:v>
                </c:pt>
                <c:pt idx="2916">
                  <c:v>48629.03</c:v>
                </c:pt>
                <c:pt idx="2917">
                  <c:v>48646.239999999998</c:v>
                </c:pt>
                <c:pt idx="2918">
                  <c:v>48663.44</c:v>
                </c:pt>
                <c:pt idx="2919">
                  <c:v>48680.65</c:v>
                </c:pt>
                <c:pt idx="2920">
                  <c:v>48697.86</c:v>
                </c:pt>
                <c:pt idx="2921">
                  <c:v>48715.06</c:v>
                </c:pt>
                <c:pt idx="2922">
                  <c:v>48732.27</c:v>
                </c:pt>
                <c:pt idx="2923">
                  <c:v>48749.48</c:v>
                </c:pt>
                <c:pt idx="2924">
                  <c:v>48766.69</c:v>
                </c:pt>
                <c:pt idx="2925">
                  <c:v>48783.89</c:v>
                </c:pt>
                <c:pt idx="2926">
                  <c:v>48801.1</c:v>
                </c:pt>
                <c:pt idx="2927">
                  <c:v>48818.31</c:v>
                </c:pt>
                <c:pt idx="2928">
                  <c:v>48835.51</c:v>
                </c:pt>
                <c:pt idx="2929">
                  <c:v>48852.72</c:v>
                </c:pt>
                <c:pt idx="2930">
                  <c:v>48869.93</c:v>
                </c:pt>
                <c:pt idx="2931">
                  <c:v>48887.14</c:v>
                </c:pt>
                <c:pt idx="2932">
                  <c:v>48904.34</c:v>
                </c:pt>
                <c:pt idx="2933">
                  <c:v>48921.55</c:v>
                </c:pt>
                <c:pt idx="2934">
                  <c:v>48938.76</c:v>
                </c:pt>
                <c:pt idx="2935">
                  <c:v>48955.96</c:v>
                </c:pt>
                <c:pt idx="2936">
                  <c:v>48973.17</c:v>
                </c:pt>
                <c:pt idx="2937">
                  <c:v>48990.38</c:v>
                </c:pt>
                <c:pt idx="2938">
                  <c:v>49007.59</c:v>
                </c:pt>
                <c:pt idx="2939">
                  <c:v>49024.79</c:v>
                </c:pt>
                <c:pt idx="2940">
                  <c:v>49042</c:v>
                </c:pt>
                <c:pt idx="2941">
                  <c:v>49059.21</c:v>
                </c:pt>
                <c:pt idx="2942">
                  <c:v>49076.41</c:v>
                </c:pt>
                <c:pt idx="2943">
                  <c:v>49093.62</c:v>
                </c:pt>
                <c:pt idx="2944">
                  <c:v>49110.83</c:v>
                </c:pt>
                <c:pt idx="2945">
                  <c:v>49128.04</c:v>
                </c:pt>
                <c:pt idx="2946">
                  <c:v>49145.24</c:v>
                </c:pt>
                <c:pt idx="2947">
                  <c:v>49162.45</c:v>
                </c:pt>
                <c:pt idx="2948">
                  <c:v>49179.66</c:v>
                </c:pt>
                <c:pt idx="2949">
                  <c:v>49196.86</c:v>
                </c:pt>
                <c:pt idx="2950">
                  <c:v>49214.07</c:v>
                </c:pt>
                <c:pt idx="2951">
                  <c:v>49231.28</c:v>
                </c:pt>
                <c:pt idx="2952">
                  <c:v>49248.49</c:v>
                </c:pt>
                <c:pt idx="2953">
                  <c:v>49265.69</c:v>
                </c:pt>
                <c:pt idx="2954">
                  <c:v>49282.9</c:v>
                </c:pt>
                <c:pt idx="2955">
                  <c:v>49300.11</c:v>
                </c:pt>
                <c:pt idx="2956">
                  <c:v>49317.31</c:v>
                </c:pt>
                <c:pt idx="2957">
                  <c:v>49334.52</c:v>
                </c:pt>
                <c:pt idx="2958">
                  <c:v>49351.73</c:v>
                </c:pt>
                <c:pt idx="2959">
                  <c:v>49368.94</c:v>
                </c:pt>
                <c:pt idx="2960">
                  <c:v>49386.14</c:v>
                </c:pt>
                <c:pt idx="2961">
                  <c:v>49403.35</c:v>
                </c:pt>
                <c:pt idx="2962">
                  <c:v>49420.56</c:v>
                </c:pt>
                <c:pt idx="2963">
                  <c:v>49437.760000000002</c:v>
                </c:pt>
                <c:pt idx="2964">
                  <c:v>49454.97</c:v>
                </c:pt>
                <c:pt idx="2965">
                  <c:v>49472.18</c:v>
                </c:pt>
                <c:pt idx="2966">
                  <c:v>49489.39</c:v>
                </c:pt>
                <c:pt idx="2967">
                  <c:v>49506.59</c:v>
                </c:pt>
                <c:pt idx="2968">
                  <c:v>49523.8</c:v>
                </c:pt>
                <c:pt idx="2969">
                  <c:v>49541.01</c:v>
                </c:pt>
                <c:pt idx="2970">
                  <c:v>49558.21</c:v>
                </c:pt>
                <c:pt idx="2971">
                  <c:v>49575.42</c:v>
                </c:pt>
                <c:pt idx="2972">
                  <c:v>49592.63</c:v>
                </c:pt>
                <c:pt idx="2973">
                  <c:v>49609.84</c:v>
                </c:pt>
                <c:pt idx="2974">
                  <c:v>49627.040000000001</c:v>
                </c:pt>
                <c:pt idx="2975">
                  <c:v>49644.25</c:v>
                </c:pt>
                <c:pt idx="2976">
                  <c:v>49661.46</c:v>
                </c:pt>
                <c:pt idx="2977">
                  <c:v>49678.66</c:v>
                </c:pt>
                <c:pt idx="2978">
                  <c:v>49695.87</c:v>
                </c:pt>
                <c:pt idx="2979">
                  <c:v>49713.08</c:v>
                </c:pt>
                <c:pt idx="2980">
                  <c:v>49730.29</c:v>
                </c:pt>
                <c:pt idx="2981">
                  <c:v>49747.49</c:v>
                </c:pt>
                <c:pt idx="2982">
                  <c:v>49764.7</c:v>
                </c:pt>
                <c:pt idx="2983">
                  <c:v>49781.91</c:v>
                </c:pt>
                <c:pt idx="2984">
                  <c:v>49799.11</c:v>
                </c:pt>
                <c:pt idx="2985">
                  <c:v>49816.32</c:v>
                </c:pt>
                <c:pt idx="2986">
                  <c:v>49833.53</c:v>
                </c:pt>
                <c:pt idx="2987">
                  <c:v>49850.74</c:v>
                </c:pt>
                <c:pt idx="2988">
                  <c:v>49867.94</c:v>
                </c:pt>
                <c:pt idx="2989">
                  <c:v>49885.15</c:v>
                </c:pt>
                <c:pt idx="2990">
                  <c:v>49902.36</c:v>
                </c:pt>
                <c:pt idx="2991">
                  <c:v>49919.56</c:v>
                </c:pt>
                <c:pt idx="2992">
                  <c:v>49936.77</c:v>
                </c:pt>
                <c:pt idx="2993">
                  <c:v>49953.98</c:v>
                </c:pt>
                <c:pt idx="2994">
                  <c:v>49971.19</c:v>
                </c:pt>
                <c:pt idx="2995">
                  <c:v>49988.39</c:v>
                </c:pt>
                <c:pt idx="2996">
                  <c:v>50005.599999999999</c:v>
                </c:pt>
                <c:pt idx="2997">
                  <c:v>50022.81</c:v>
                </c:pt>
                <c:pt idx="2998">
                  <c:v>50040.01</c:v>
                </c:pt>
                <c:pt idx="2999">
                  <c:v>50057.22</c:v>
                </c:pt>
                <c:pt idx="3000">
                  <c:v>50074.43</c:v>
                </c:pt>
                <c:pt idx="3001">
                  <c:v>50091.64</c:v>
                </c:pt>
                <c:pt idx="3002">
                  <c:v>50108.84</c:v>
                </c:pt>
                <c:pt idx="3003">
                  <c:v>50126.05</c:v>
                </c:pt>
                <c:pt idx="3004">
                  <c:v>50143.26</c:v>
                </c:pt>
                <c:pt idx="3005">
                  <c:v>50160.46</c:v>
                </c:pt>
                <c:pt idx="3006">
                  <c:v>50177.67</c:v>
                </c:pt>
                <c:pt idx="3007">
                  <c:v>50194.879999999997</c:v>
                </c:pt>
                <c:pt idx="3008">
                  <c:v>50212.09</c:v>
                </c:pt>
                <c:pt idx="3009">
                  <c:v>50229.29</c:v>
                </c:pt>
                <c:pt idx="3010">
                  <c:v>50246.5</c:v>
                </c:pt>
                <c:pt idx="3011">
                  <c:v>50263.71</c:v>
                </c:pt>
                <c:pt idx="3012">
                  <c:v>50280.91</c:v>
                </c:pt>
                <c:pt idx="3013">
                  <c:v>50298.12</c:v>
                </c:pt>
                <c:pt idx="3014">
                  <c:v>50315.33</c:v>
                </c:pt>
                <c:pt idx="3015">
                  <c:v>50332.54</c:v>
                </c:pt>
                <c:pt idx="3016">
                  <c:v>50349.74</c:v>
                </c:pt>
                <c:pt idx="3017">
                  <c:v>50366.95</c:v>
                </c:pt>
                <c:pt idx="3018">
                  <c:v>50384.160000000003</c:v>
                </c:pt>
                <c:pt idx="3019">
                  <c:v>50401.36</c:v>
                </c:pt>
                <c:pt idx="3020">
                  <c:v>50418.57</c:v>
                </c:pt>
                <c:pt idx="3021">
                  <c:v>50435.78</c:v>
                </c:pt>
                <c:pt idx="3022">
                  <c:v>50452.99</c:v>
                </c:pt>
                <c:pt idx="3023">
                  <c:v>50470.19</c:v>
                </c:pt>
                <c:pt idx="3024">
                  <c:v>50487.4</c:v>
                </c:pt>
                <c:pt idx="3025">
                  <c:v>50504.61</c:v>
                </c:pt>
                <c:pt idx="3026">
                  <c:v>50521.81</c:v>
                </c:pt>
                <c:pt idx="3027">
                  <c:v>50539.02</c:v>
                </c:pt>
                <c:pt idx="3028">
                  <c:v>50556.23</c:v>
                </c:pt>
                <c:pt idx="3029">
                  <c:v>50573.440000000002</c:v>
                </c:pt>
                <c:pt idx="3030">
                  <c:v>50590.64</c:v>
                </c:pt>
                <c:pt idx="3031">
                  <c:v>50607.85</c:v>
                </c:pt>
                <c:pt idx="3032">
                  <c:v>50625.06</c:v>
                </c:pt>
                <c:pt idx="3033">
                  <c:v>50642.26</c:v>
                </c:pt>
                <c:pt idx="3034">
                  <c:v>50659.47</c:v>
                </c:pt>
                <c:pt idx="3035">
                  <c:v>50676.68</c:v>
                </c:pt>
                <c:pt idx="3036">
                  <c:v>50693.89</c:v>
                </c:pt>
                <c:pt idx="3037">
                  <c:v>50711.09</c:v>
                </c:pt>
                <c:pt idx="3038">
                  <c:v>50728.3</c:v>
                </c:pt>
                <c:pt idx="3039">
                  <c:v>50745.51</c:v>
                </c:pt>
                <c:pt idx="3040">
                  <c:v>50762.71</c:v>
                </c:pt>
                <c:pt idx="3041">
                  <c:v>50779.92</c:v>
                </c:pt>
                <c:pt idx="3042">
                  <c:v>50797.13</c:v>
                </c:pt>
                <c:pt idx="3043">
                  <c:v>50814.34</c:v>
                </c:pt>
                <c:pt idx="3044">
                  <c:v>50831.54</c:v>
                </c:pt>
                <c:pt idx="3045">
                  <c:v>50848.75</c:v>
                </c:pt>
                <c:pt idx="3046">
                  <c:v>50865.96</c:v>
                </c:pt>
                <c:pt idx="3047">
                  <c:v>50883.16</c:v>
                </c:pt>
                <c:pt idx="3048">
                  <c:v>50900.37</c:v>
                </c:pt>
                <c:pt idx="3049">
                  <c:v>50917.58</c:v>
                </c:pt>
                <c:pt idx="3050">
                  <c:v>50934.79</c:v>
                </c:pt>
                <c:pt idx="3051">
                  <c:v>50951.99</c:v>
                </c:pt>
                <c:pt idx="3052">
                  <c:v>50969.2</c:v>
                </c:pt>
                <c:pt idx="3053">
                  <c:v>50986.41</c:v>
                </c:pt>
                <c:pt idx="3054">
                  <c:v>51003.61</c:v>
                </c:pt>
                <c:pt idx="3055">
                  <c:v>51020.82</c:v>
                </c:pt>
                <c:pt idx="3056">
                  <c:v>51038.03</c:v>
                </c:pt>
                <c:pt idx="3057">
                  <c:v>51055.24</c:v>
                </c:pt>
                <c:pt idx="3058">
                  <c:v>51072.44</c:v>
                </c:pt>
                <c:pt idx="3059">
                  <c:v>51089.65</c:v>
                </c:pt>
                <c:pt idx="3060">
                  <c:v>51106.86</c:v>
                </c:pt>
                <c:pt idx="3061">
                  <c:v>51124.06</c:v>
                </c:pt>
                <c:pt idx="3062">
                  <c:v>51141.27</c:v>
                </c:pt>
                <c:pt idx="3063">
                  <c:v>51158.48</c:v>
                </c:pt>
                <c:pt idx="3064">
                  <c:v>51175.69</c:v>
                </c:pt>
                <c:pt idx="3065">
                  <c:v>51192.89</c:v>
                </c:pt>
                <c:pt idx="3066">
                  <c:v>51210.1</c:v>
                </c:pt>
                <c:pt idx="3067">
                  <c:v>51227.31</c:v>
                </c:pt>
                <c:pt idx="3068">
                  <c:v>51244.51</c:v>
                </c:pt>
                <c:pt idx="3069">
                  <c:v>51261.13</c:v>
                </c:pt>
                <c:pt idx="3070">
                  <c:v>51277.16</c:v>
                </c:pt>
                <c:pt idx="3071">
                  <c:v>51293.19</c:v>
                </c:pt>
                <c:pt idx="3072">
                  <c:v>51309.23</c:v>
                </c:pt>
                <c:pt idx="3073">
                  <c:v>51325.26</c:v>
                </c:pt>
                <c:pt idx="3074">
                  <c:v>51341.3</c:v>
                </c:pt>
                <c:pt idx="3075">
                  <c:v>51357.33</c:v>
                </c:pt>
                <c:pt idx="3076">
                  <c:v>51373.36</c:v>
                </c:pt>
                <c:pt idx="3077">
                  <c:v>51389.4</c:v>
                </c:pt>
                <c:pt idx="3078">
                  <c:v>51405.43</c:v>
                </c:pt>
                <c:pt idx="3079">
                  <c:v>51421.47</c:v>
                </c:pt>
                <c:pt idx="3080">
                  <c:v>51437.5</c:v>
                </c:pt>
                <c:pt idx="3081">
                  <c:v>51453.53</c:v>
                </c:pt>
                <c:pt idx="3082">
                  <c:v>51469.57</c:v>
                </c:pt>
                <c:pt idx="3083">
                  <c:v>51485.599999999999</c:v>
                </c:pt>
                <c:pt idx="3084">
                  <c:v>51501.64</c:v>
                </c:pt>
                <c:pt idx="3085">
                  <c:v>51517.67</c:v>
                </c:pt>
                <c:pt idx="3086">
                  <c:v>51533.7</c:v>
                </c:pt>
                <c:pt idx="3087">
                  <c:v>51549.74</c:v>
                </c:pt>
                <c:pt idx="3088">
                  <c:v>51565.77</c:v>
                </c:pt>
                <c:pt idx="3089">
                  <c:v>51581.81</c:v>
                </c:pt>
                <c:pt idx="3090">
                  <c:v>51597.84</c:v>
                </c:pt>
                <c:pt idx="3091">
                  <c:v>51613.87</c:v>
                </c:pt>
                <c:pt idx="3092">
                  <c:v>51629.91</c:v>
                </c:pt>
                <c:pt idx="3093">
                  <c:v>51645.94</c:v>
                </c:pt>
                <c:pt idx="3094">
                  <c:v>51661.98</c:v>
                </c:pt>
                <c:pt idx="3095">
                  <c:v>51678.01</c:v>
                </c:pt>
                <c:pt idx="3096">
                  <c:v>51694.04</c:v>
                </c:pt>
                <c:pt idx="3097">
                  <c:v>51710.080000000002</c:v>
                </c:pt>
                <c:pt idx="3098">
                  <c:v>51726.11</c:v>
                </c:pt>
                <c:pt idx="3099">
                  <c:v>51742.14</c:v>
                </c:pt>
                <c:pt idx="3100">
                  <c:v>51758.18</c:v>
                </c:pt>
                <c:pt idx="3101">
                  <c:v>51774.21</c:v>
                </c:pt>
                <c:pt idx="3102">
                  <c:v>51790.25</c:v>
                </c:pt>
                <c:pt idx="3103">
                  <c:v>51806.28</c:v>
                </c:pt>
                <c:pt idx="3104">
                  <c:v>51822.31</c:v>
                </c:pt>
                <c:pt idx="3105">
                  <c:v>51838.35</c:v>
                </c:pt>
                <c:pt idx="3106">
                  <c:v>51854.38</c:v>
                </c:pt>
                <c:pt idx="3107">
                  <c:v>51870.42</c:v>
                </c:pt>
                <c:pt idx="3108">
                  <c:v>51886.45</c:v>
                </c:pt>
                <c:pt idx="3109">
                  <c:v>51902.48</c:v>
                </c:pt>
                <c:pt idx="3110">
                  <c:v>51918.52</c:v>
                </c:pt>
                <c:pt idx="3111">
                  <c:v>51934.55</c:v>
                </c:pt>
                <c:pt idx="3112">
                  <c:v>51950.59</c:v>
                </c:pt>
                <c:pt idx="3113">
                  <c:v>51966.62</c:v>
                </c:pt>
                <c:pt idx="3114">
                  <c:v>51982.65</c:v>
                </c:pt>
                <c:pt idx="3115">
                  <c:v>51998.69</c:v>
                </c:pt>
                <c:pt idx="3116">
                  <c:v>52014.720000000001</c:v>
                </c:pt>
                <c:pt idx="3117">
                  <c:v>52030.76</c:v>
                </c:pt>
                <c:pt idx="3118">
                  <c:v>52046.79</c:v>
                </c:pt>
                <c:pt idx="3119">
                  <c:v>52062.82</c:v>
                </c:pt>
                <c:pt idx="3120">
                  <c:v>52078.86</c:v>
                </c:pt>
                <c:pt idx="3121">
                  <c:v>52094.89</c:v>
                </c:pt>
                <c:pt idx="3122">
                  <c:v>52110.93</c:v>
                </c:pt>
                <c:pt idx="3123">
                  <c:v>52126.96</c:v>
                </c:pt>
                <c:pt idx="3124">
                  <c:v>52142.99</c:v>
                </c:pt>
                <c:pt idx="3125">
                  <c:v>52159.03</c:v>
                </c:pt>
                <c:pt idx="3126">
                  <c:v>52175.06</c:v>
                </c:pt>
                <c:pt idx="3127">
                  <c:v>52191.09</c:v>
                </c:pt>
                <c:pt idx="3128">
                  <c:v>52207.13</c:v>
                </c:pt>
                <c:pt idx="3129">
                  <c:v>52223.16</c:v>
                </c:pt>
                <c:pt idx="3130">
                  <c:v>52239.199999999997</c:v>
                </c:pt>
                <c:pt idx="3131">
                  <c:v>52255.23</c:v>
                </c:pt>
                <c:pt idx="3132">
                  <c:v>52271.26</c:v>
                </c:pt>
                <c:pt idx="3133">
                  <c:v>52287.3</c:v>
                </c:pt>
                <c:pt idx="3134">
                  <c:v>52303.33</c:v>
                </c:pt>
                <c:pt idx="3135">
                  <c:v>52319.37</c:v>
                </c:pt>
                <c:pt idx="3136">
                  <c:v>52335.4</c:v>
                </c:pt>
                <c:pt idx="3137">
                  <c:v>52351.43</c:v>
                </c:pt>
                <c:pt idx="3138">
                  <c:v>52367.47</c:v>
                </c:pt>
                <c:pt idx="3139">
                  <c:v>52383.5</c:v>
                </c:pt>
                <c:pt idx="3140">
                  <c:v>52399.54</c:v>
                </c:pt>
                <c:pt idx="3141">
                  <c:v>52415.57</c:v>
                </c:pt>
                <c:pt idx="3142">
                  <c:v>52431.6</c:v>
                </c:pt>
                <c:pt idx="3143">
                  <c:v>52447.64</c:v>
                </c:pt>
                <c:pt idx="3144">
                  <c:v>52463.67</c:v>
                </c:pt>
                <c:pt idx="3145">
                  <c:v>52479.71</c:v>
                </c:pt>
                <c:pt idx="3146">
                  <c:v>52495.74</c:v>
                </c:pt>
                <c:pt idx="3147">
                  <c:v>52511.77</c:v>
                </c:pt>
                <c:pt idx="3148">
                  <c:v>52527.81</c:v>
                </c:pt>
                <c:pt idx="3149">
                  <c:v>52543.839999999997</c:v>
                </c:pt>
                <c:pt idx="3150">
                  <c:v>52559.88</c:v>
                </c:pt>
                <c:pt idx="3151">
                  <c:v>52575.91</c:v>
                </c:pt>
                <c:pt idx="3152">
                  <c:v>52591.94</c:v>
                </c:pt>
                <c:pt idx="3153">
                  <c:v>52607.98</c:v>
                </c:pt>
                <c:pt idx="3154">
                  <c:v>52624.01</c:v>
                </c:pt>
                <c:pt idx="3155">
                  <c:v>52640.04</c:v>
                </c:pt>
                <c:pt idx="3156">
                  <c:v>52656.08</c:v>
                </c:pt>
                <c:pt idx="3157">
                  <c:v>52672.11</c:v>
                </c:pt>
                <c:pt idx="3158">
                  <c:v>52688.15</c:v>
                </c:pt>
                <c:pt idx="3159">
                  <c:v>52704.18</c:v>
                </c:pt>
                <c:pt idx="3160">
                  <c:v>52720.21</c:v>
                </c:pt>
                <c:pt idx="3161">
                  <c:v>52736.25</c:v>
                </c:pt>
                <c:pt idx="3162">
                  <c:v>52752.28</c:v>
                </c:pt>
                <c:pt idx="3163">
                  <c:v>52768.32</c:v>
                </c:pt>
                <c:pt idx="3164">
                  <c:v>52784.35</c:v>
                </c:pt>
                <c:pt idx="3165">
                  <c:v>52800.38</c:v>
                </c:pt>
                <c:pt idx="3166">
                  <c:v>52816.42</c:v>
                </c:pt>
                <c:pt idx="3167">
                  <c:v>52832.45</c:v>
                </c:pt>
                <c:pt idx="3168">
                  <c:v>52848.49</c:v>
                </c:pt>
                <c:pt idx="3169">
                  <c:v>52864.52</c:v>
                </c:pt>
                <c:pt idx="3170">
                  <c:v>52880.55</c:v>
                </c:pt>
                <c:pt idx="3171">
                  <c:v>52896.59</c:v>
                </c:pt>
                <c:pt idx="3172">
                  <c:v>52912.62</c:v>
                </c:pt>
                <c:pt idx="3173">
                  <c:v>52928.66</c:v>
                </c:pt>
                <c:pt idx="3174">
                  <c:v>52944.69</c:v>
                </c:pt>
                <c:pt idx="3175">
                  <c:v>52960.72</c:v>
                </c:pt>
                <c:pt idx="3176">
                  <c:v>52976.76</c:v>
                </c:pt>
                <c:pt idx="3177">
                  <c:v>52992.79</c:v>
                </c:pt>
                <c:pt idx="3178">
                  <c:v>53008.83</c:v>
                </c:pt>
                <c:pt idx="3179">
                  <c:v>53024.86</c:v>
                </c:pt>
                <c:pt idx="3180">
                  <c:v>53040.89</c:v>
                </c:pt>
                <c:pt idx="3181">
                  <c:v>53056.93</c:v>
                </c:pt>
                <c:pt idx="3182">
                  <c:v>53072.959999999999</c:v>
                </c:pt>
                <c:pt idx="3183">
                  <c:v>53088.99</c:v>
                </c:pt>
                <c:pt idx="3184">
                  <c:v>53105.03</c:v>
                </c:pt>
                <c:pt idx="3185">
                  <c:v>53121.06</c:v>
                </c:pt>
                <c:pt idx="3186">
                  <c:v>53137.1</c:v>
                </c:pt>
                <c:pt idx="3187">
                  <c:v>53153.13</c:v>
                </c:pt>
                <c:pt idx="3188">
                  <c:v>53169.16</c:v>
                </c:pt>
                <c:pt idx="3189">
                  <c:v>53185.2</c:v>
                </c:pt>
                <c:pt idx="3190">
                  <c:v>53201.23</c:v>
                </c:pt>
                <c:pt idx="3191">
                  <c:v>53217.27</c:v>
                </c:pt>
                <c:pt idx="3192">
                  <c:v>53233.3</c:v>
                </c:pt>
                <c:pt idx="3193">
                  <c:v>53249.33</c:v>
                </c:pt>
                <c:pt idx="3194">
                  <c:v>53265.37</c:v>
                </c:pt>
                <c:pt idx="3195">
                  <c:v>53281.4</c:v>
                </c:pt>
                <c:pt idx="3196">
                  <c:v>53297.440000000002</c:v>
                </c:pt>
                <c:pt idx="3197">
                  <c:v>53313.47</c:v>
                </c:pt>
                <c:pt idx="3198">
                  <c:v>53329.5</c:v>
                </c:pt>
                <c:pt idx="3199">
                  <c:v>53345.54</c:v>
                </c:pt>
                <c:pt idx="3200">
                  <c:v>53361.57</c:v>
                </c:pt>
                <c:pt idx="3201">
                  <c:v>53377.61</c:v>
                </c:pt>
                <c:pt idx="3202">
                  <c:v>53393.64</c:v>
                </c:pt>
                <c:pt idx="3203">
                  <c:v>53409.67</c:v>
                </c:pt>
                <c:pt idx="3204">
                  <c:v>53425.71</c:v>
                </c:pt>
                <c:pt idx="3205">
                  <c:v>53441.74</c:v>
                </c:pt>
                <c:pt idx="3206">
                  <c:v>53457.78</c:v>
                </c:pt>
                <c:pt idx="3207">
                  <c:v>53473.81</c:v>
                </c:pt>
                <c:pt idx="3208">
                  <c:v>53489.84</c:v>
                </c:pt>
                <c:pt idx="3209">
                  <c:v>53505.88</c:v>
                </c:pt>
                <c:pt idx="3210">
                  <c:v>53521.91</c:v>
                </c:pt>
                <c:pt idx="3211">
                  <c:v>53537.94</c:v>
                </c:pt>
                <c:pt idx="3212">
                  <c:v>53553.98</c:v>
                </c:pt>
                <c:pt idx="3213">
                  <c:v>53570.01</c:v>
                </c:pt>
                <c:pt idx="3214">
                  <c:v>53586.05</c:v>
                </c:pt>
                <c:pt idx="3215">
                  <c:v>53602.080000000002</c:v>
                </c:pt>
                <c:pt idx="3216">
                  <c:v>53618.11</c:v>
                </c:pt>
                <c:pt idx="3217">
                  <c:v>53634.15</c:v>
                </c:pt>
                <c:pt idx="3218">
                  <c:v>53650.18</c:v>
                </c:pt>
                <c:pt idx="3219">
                  <c:v>53666.22</c:v>
                </c:pt>
                <c:pt idx="3220">
                  <c:v>53682.25</c:v>
                </c:pt>
                <c:pt idx="3221">
                  <c:v>53698.28</c:v>
                </c:pt>
                <c:pt idx="3222">
                  <c:v>53714.32</c:v>
                </c:pt>
                <c:pt idx="3223">
                  <c:v>53730.35</c:v>
                </c:pt>
                <c:pt idx="3224">
                  <c:v>53746.39</c:v>
                </c:pt>
                <c:pt idx="3225">
                  <c:v>53762.42</c:v>
                </c:pt>
                <c:pt idx="3226">
                  <c:v>53778.45</c:v>
                </c:pt>
                <c:pt idx="3227">
                  <c:v>53794.49</c:v>
                </c:pt>
                <c:pt idx="3228">
                  <c:v>53810.52</c:v>
                </c:pt>
                <c:pt idx="3229">
                  <c:v>53826.559999999998</c:v>
                </c:pt>
                <c:pt idx="3230">
                  <c:v>53842.59</c:v>
                </c:pt>
                <c:pt idx="3231">
                  <c:v>53858.62</c:v>
                </c:pt>
                <c:pt idx="3232">
                  <c:v>53874.66</c:v>
                </c:pt>
                <c:pt idx="3233">
                  <c:v>53890.69</c:v>
                </c:pt>
                <c:pt idx="3234">
                  <c:v>53906.73</c:v>
                </c:pt>
                <c:pt idx="3235">
                  <c:v>53922.76</c:v>
                </c:pt>
                <c:pt idx="3236">
                  <c:v>53938.79</c:v>
                </c:pt>
                <c:pt idx="3237">
                  <c:v>53954.83</c:v>
                </c:pt>
                <c:pt idx="3238">
                  <c:v>53970.86</c:v>
                </c:pt>
                <c:pt idx="3239">
                  <c:v>53986.89</c:v>
                </c:pt>
                <c:pt idx="3240">
                  <c:v>54002.93</c:v>
                </c:pt>
                <c:pt idx="3241">
                  <c:v>54018.96</c:v>
                </c:pt>
                <c:pt idx="3242">
                  <c:v>54035</c:v>
                </c:pt>
                <c:pt idx="3243">
                  <c:v>54051.03</c:v>
                </c:pt>
                <c:pt idx="3244">
                  <c:v>54067.06</c:v>
                </c:pt>
                <c:pt idx="3245">
                  <c:v>54083.1</c:v>
                </c:pt>
                <c:pt idx="3246">
                  <c:v>54099.13</c:v>
                </c:pt>
                <c:pt idx="3247">
                  <c:v>54115.17</c:v>
                </c:pt>
                <c:pt idx="3248">
                  <c:v>54131.199999999997</c:v>
                </c:pt>
                <c:pt idx="3249">
                  <c:v>54147.23</c:v>
                </c:pt>
                <c:pt idx="3250">
                  <c:v>54163.27</c:v>
                </c:pt>
                <c:pt idx="3251">
                  <c:v>54179.3</c:v>
                </c:pt>
                <c:pt idx="3252">
                  <c:v>54195.34</c:v>
                </c:pt>
                <c:pt idx="3253">
                  <c:v>54211.37</c:v>
                </c:pt>
                <c:pt idx="3254">
                  <c:v>54227.4</c:v>
                </c:pt>
                <c:pt idx="3255">
                  <c:v>54243.44</c:v>
                </c:pt>
                <c:pt idx="3256">
                  <c:v>54259.47</c:v>
                </c:pt>
                <c:pt idx="3257">
                  <c:v>54275.51</c:v>
                </c:pt>
                <c:pt idx="3258">
                  <c:v>54291.54</c:v>
                </c:pt>
                <c:pt idx="3259">
                  <c:v>54307.57</c:v>
                </c:pt>
                <c:pt idx="3260">
                  <c:v>54323.61</c:v>
                </c:pt>
                <c:pt idx="3261">
                  <c:v>54339.64</c:v>
                </c:pt>
                <c:pt idx="3262">
                  <c:v>54355.68</c:v>
                </c:pt>
                <c:pt idx="3263">
                  <c:v>54371.71</c:v>
                </c:pt>
                <c:pt idx="3264">
                  <c:v>54387.74</c:v>
                </c:pt>
                <c:pt idx="3265">
                  <c:v>54403.78</c:v>
                </c:pt>
                <c:pt idx="3266">
                  <c:v>54419.81</c:v>
                </c:pt>
                <c:pt idx="3267">
                  <c:v>54435.839999999997</c:v>
                </c:pt>
                <c:pt idx="3268">
                  <c:v>54451.88</c:v>
                </c:pt>
                <c:pt idx="3269">
                  <c:v>54467.91</c:v>
                </c:pt>
                <c:pt idx="3270">
                  <c:v>54483.95</c:v>
                </c:pt>
                <c:pt idx="3271">
                  <c:v>54499.98</c:v>
                </c:pt>
                <c:pt idx="3272">
                  <c:v>54516.01</c:v>
                </c:pt>
                <c:pt idx="3273">
                  <c:v>54532.05</c:v>
                </c:pt>
                <c:pt idx="3274">
                  <c:v>54548.08</c:v>
                </c:pt>
                <c:pt idx="3275">
                  <c:v>54564.12</c:v>
                </c:pt>
                <c:pt idx="3276">
                  <c:v>54580.15</c:v>
                </c:pt>
                <c:pt idx="3277">
                  <c:v>54596.18</c:v>
                </c:pt>
                <c:pt idx="3278">
                  <c:v>54612.22</c:v>
                </c:pt>
                <c:pt idx="3279">
                  <c:v>54628.25</c:v>
                </c:pt>
                <c:pt idx="3280">
                  <c:v>54644.29</c:v>
                </c:pt>
                <c:pt idx="3281">
                  <c:v>54660.32</c:v>
                </c:pt>
                <c:pt idx="3282">
                  <c:v>54676.35</c:v>
                </c:pt>
                <c:pt idx="3283">
                  <c:v>54692.39</c:v>
                </c:pt>
                <c:pt idx="3284">
                  <c:v>54708.42</c:v>
                </c:pt>
                <c:pt idx="3285">
                  <c:v>54724.46</c:v>
                </c:pt>
                <c:pt idx="3286">
                  <c:v>54740.49</c:v>
                </c:pt>
                <c:pt idx="3287">
                  <c:v>54756.52</c:v>
                </c:pt>
                <c:pt idx="3288">
                  <c:v>54772.56</c:v>
                </c:pt>
                <c:pt idx="3289">
                  <c:v>54788.59</c:v>
                </c:pt>
                <c:pt idx="3290">
                  <c:v>54804.63</c:v>
                </c:pt>
                <c:pt idx="3291">
                  <c:v>54820.66</c:v>
                </c:pt>
                <c:pt idx="3292">
                  <c:v>54836.69</c:v>
                </c:pt>
                <c:pt idx="3293">
                  <c:v>54852.73</c:v>
                </c:pt>
                <c:pt idx="3294">
                  <c:v>54868.76</c:v>
                </c:pt>
                <c:pt idx="3295">
                  <c:v>54884.79</c:v>
                </c:pt>
                <c:pt idx="3296">
                  <c:v>54900.83</c:v>
                </c:pt>
                <c:pt idx="3297">
                  <c:v>54916.86</c:v>
                </c:pt>
                <c:pt idx="3298">
                  <c:v>54932.9</c:v>
                </c:pt>
                <c:pt idx="3299">
                  <c:v>54948.93</c:v>
                </c:pt>
                <c:pt idx="3300">
                  <c:v>54964.959999999999</c:v>
                </c:pt>
                <c:pt idx="3301">
                  <c:v>54981</c:v>
                </c:pt>
                <c:pt idx="3302">
                  <c:v>54997.03</c:v>
                </c:pt>
                <c:pt idx="3303">
                  <c:v>55013.07</c:v>
                </c:pt>
                <c:pt idx="3304">
                  <c:v>55029.1</c:v>
                </c:pt>
                <c:pt idx="3305">
                  <c:v>55045.13</c:v>
                </c:pt>
                <c:pt idx="3306">
                  <c:v>55061.17</c:v>
                </c:pt>
                <c:pt idx="3307">
                  <c:v>55077.2</c:v>
                </c:pt>
                <c:pt idx="3308">
                  <c:v>55093.24</c:v>
                </c:pt>
                <c:pt idx="3309">
                  <c:v>55109.27</c:v>
                </c:pt>
                <c:pt idx="3310">
                  <c:v>55125.3</c:v>
                </c:pt>
                <c:pt idx="3311">
                  <c:v>55141.34</c:v>
                </c:pt>
                <c:pt idx="3312">
                  <c:v>55157.37</c:v>
                </c:pt>
                <c:pt idx="3313">
                  <c:v>55173.41</c:v>
                </c:pt>
                <c:pt idx="3314">
                  <c:v>55189.440000000002</c:v>
                </c:pt>
                <c:pt idx="3315">
                  <c:v>55205.47</c:v>
                </c:pt>
                <c:pt idx="3316">
                  <c:v>55221.51</c:v>
                </c:pt>
                <c:pt idx="3317">
                  <c:v>55237.54</c:v>
                </c:pt>
                <c:pt idx="3318">
                  <c:v>55253.58</c:v>
                </c:pt>
                <c:pt idx="3319">
                  <c:v>55269.61</c:v>
                </c:pt>
                <c:pt idx="3320">
                  <c:v>55285.64</c:v>
                </c:pt>
                <c:pt idx="3321">
                  <c:v>55301.68</c:v>
                </c:pt>
                <c:pt idx="3322">
                  <c:v>55317.71</c:v>
                </c:pt>
                <c:pt idx="3323">
                  <c:v>55333.74</c:v>
                </c:pt>
                <c:pt idx="3324">
                  <c:v>55349.78</c:v>
                </c:pt>
                <c:pt idx="3325">
                  <c:v>55365.81</c:v>
                </c:pt>
                <c:pt idx="3326">
                  <c:v>55381.85</c:v>
                </c:pt>
                <c:pt idx="3327">
                  <c:v>55397.88</c:v>
                </c:pt>
                <c:pt idx="3328">
                  <c:v>55413.91</c:v>
                </c:pt>
                <c:pt idx="3329">
                  <c:v>55429.95</c:v>
                </c:pt>
                <c:pt idx="3330">
                  <c:v>55445.98</c:v>
                </c:pt>
                <c:pt idx="3331">
                  <c:v>55462.02</c:v>
                </c:pt>
                <c:pt idx="3332">
                  <c:v>55478.05</c:v>
                </c:pt>
                <c:pt idx="3333">
                  <c:v>55494.080000000002</c:v>
                </c:pt>
                <c:pt idx="3334">
                  <c:v>55510.12</c:v>
                </c:pt>
                <c:pt idx="3335">
                  <c:v>55526.15</c:v>
                </c:pt>
                <c:pt idx="3336">
                  <c:v>55542.19</c:v>
                </c:pt>
                <c:pt idx="3337">
                  <c:v>55558.22</c:v>
                </c:pt>
                <c:pt idx="3338">
                  <c:v>55574.25</c:v>
                </c:pt>
                <c:pt idx="3339">
                  <c:v>55590.29</c:v>
                </c:pt>
                <c:pt idx="3340">
                  <c:v>55606.32</c:v>
                </c:pt>
                <c:pt idx="3341">
                  <c:v>55622.36</c:v>
                </c:pt>
                <c:pt idx="3342">
                  <c:v>55638.39</c:v>
                </c:pt>
                <c:pt idx="3343">
                  <c:v>55654.42</c:v>
                </c:pt>
                <c:pt idx="3344">
                  <c:v>55670.46</c:v>
                </c:pt>
                <c:pt idx="3345">
                  <c:v>55686.49</c:v>
                </c:pt>
                <c:pt idx="3346">
                  <c:v>55702.53</c:v>
                </c:pt>
                <c:pt idx="3347">
                  <c:v>55718.559999999998</c:v>
                </c:pt>
                <c:pt idx="3348">
                  <c:v>55734.59</c:v>
                </c:pt>
                <c:pt idx="3349">
                  <c:v>55750.63</c:v>
                </c:pt>
                <c:pt idx="3350">
                  <c:v>55766.66</c:v>
                </c:pt>
                <c:pt idx="3351">
                  <c:v>55782.69</c:v>
                </c:pt>
                <c:pt idx="3352">
                  <c:v>55798.73</c:v>
                </c:pt>
                <c:pt idx="3353">
                  <c:v>55814.76</c:v>
                </c:pt>
                <c:pt idx="3354">
                  <c:v>55830.8</c:v>
                </c:pt>
                <c:pt idx="3355">
                  <c:v>55846.83</c:v>
                </c:pt>
                <c:pt idx="3356">
                  <c:v>55862.86</c:v>
                </c:pt>
                <c:pt idx="3357">
                  <c:v>55878.9</c:v>
                </c:pt>
                <c:pt idx="3358">
                  <c:v>55894.93</c:v>
                </c:pt>
                <c:pt idx="3359">
                  <c:v>55910.97</c:v>
                </c:pt>
                <c:pt idx="3360">
                  <c:v>55927</c:v>
                </c:pt>
                <c:pt idx="3361">
                  <c:v>55943.03</c:v>
                </c:pt>
                <c:pt idx="3362">
                  <c:v>55959.07</c:v>
                </c:pt>
                <c:pt idx="3363">
                  <c:v>55975.1</c:v>
                </c:pt>
                <c:pt idx="3364">
                  <c:v>55991.14</c:v>
                </c:pt>
                <c:pt idx="3365">
                  <c:v>56007.17</c:v>
                </c:pt>
                <c:pt idx="3366">
                  <c:v>56023.199999999997</c:v>
                </c:pt>
                <c:pt idx="3367">
                  <c:v>56039.24</c:v>
                </c:pt>
                <c:pt idx="3368">
                  <c:v>56055.27</c:v>
                </c:pt>
                <c:pt idx="3369">
                  <c:v>56071.31</c:v>
                </c:pt>
                <c:pt idx="3370">
                  <c:v>56087.34</c:v>
                </c:pt>
                <c:pt idx="3371">
                  <c:v>56103.37</c:v>
                </c:pt>
                <c:pt idx="3372">
                  <c:v>56119.41</c:v>
                </c:pt>
                <c:pt idx="3373">
                  <c:v>56135.44</c:v>
                </c:pt>
                <c:pt idx="3374">
                  <c:v>56151.48</c:v>
                </c:pt>
                <c:pt idx="3375">
                  <c:v>56167.51</c:v>
                </c:pt>
                <c:pt idx="3376">
                  <c:v>55303.37</c:v>
                </c:pt>
                <c:pt idx="3377">
                  <c:v>55319.14</c:v>
                </c:pt>
                <c:pt idx="3378">
                  <c:v>55334.92</c:v>
                </c:pt>
                <c:pt idx="3379">
                  <c:v>55350.69</c:v>
                </c:pt>
                <c:pt idx="3380">
                  <c:v>55366.46</c:v>
                </c:pt>
                <c:pt idx="3381">
                  <c:v>55382.239999999998</c:v>
                </c:pt>
                <c:pt idx="3382">
                  <c:v>55398.01</c:v>
                </c:pt>
                <c:pt idx="3383">
                  <c:v>55413.78</c:v>
                </c:pt>
                <c:pt idx="3384">
                  <c:v>55429.56</c:v>
                </c:pt>
                <c:pt idx="3385">
                  <c:v>55445.33</c:v>
                </c:pt>
                <c:pt idx="3386">
                  <c:v>55461.1</c:v>
                </c:pt>
                <c:pt idx="3387">
                  <c:v>55476.88</c:v>
                </c:pt>
                <c:pt idx="3388">
                  <c:v>55492.65</c:v>
                </c:pt>
                <c:pt idx="3389">
                  <c:v>55508.42</c:v>
                </c:pt>
                <c:pt idx="3390">
                  <c:v>55524.2</c:v>
                </c:pt>
                <c:pt idx="3391">
                  <c:v>55539.97</c:v>
                </c:pt>
                <c:pt idx="3392">
                  <c:v>55555.74</c:v>
                </c:pt>
                <c:pt idx="3393">
                  <c:v>55571.519999999997</c:v>
                </c:pt>
                <c:pt idx="3394">
                  <c:v>55587.29</c:v>
                </c:pt>
                <c:pt idx="3395">
                  <c:v>55603.06</c:v>
                </c:pt>
                <c:pt idx="3396">
                  <c:v>55618.84</c:v>
                </c:pt>
                <c:pt idx="3397">
                  <c:v>55634.61</c:v>
                </c:pt>
                <c:pt idx="3398">
                  <c:v>55650.38</c:v>
                </c:pt>
                <c:pt idx="3399">
                  <c:v>55666.16</c:v>
                </c:pt>
                <c:pt idx="3400">
                  <c:v>55681.93</c:v>
                </c:pt>
                <c:pt idx="3401">
                  <c:v>55697.7</c:v>
                </c:pt>
                <c:pt idx="3402">
                  <c:v>55713.48</c:v>
                </c:pt>
                <c:pt idx="3403">
                  <c:v>55729.25</c:v>
                </c:pt>
                <c:pt idx="3404">
                  <c:v>55745.02</c:v>
                </c:pt>
                <c:pt idx="3405">
                  <c:v>55760.79</c:v>
                </c:pt>
                <c:pt idx="3406">
                  <c:v>55776.57</c:v>
                </c:pt>
                <c:pt idx="3407">
                  <c:v>55792.34</c:v>
                </c:pt>
                <c:pt idx="3408">
                  <c:v>55808.11</c:v>
                </c:pt>
                <c:pt idx="3409">
                  <c:v>55823.89</c:v>
                </c:pt>
                <c:pt idx="3410">
                  <c:v>55839.66</c:v>
                </c:pt>
                <c:pt idx="3411">
                  <c:v>55855.43</c:v>
                </c:pt>
                <c:pt idx="3412">
                  <c:v>55871.21</c:v>
                </c:pt>
                <c:pt idx="3413">
                  <c:v>55886.98</c:v>
                </c:pt>
                <c:pt idx="3414">
                  <c:v>55902.75</c:v>
                </c:pt>
                <c:pt idx="3415">
                  <c:v>55918.53</c:v>
                </c:pt>
                <c:pt idx="3416">
                  <c:v>55934.3</c:v>
                </c:pt>
                <c:pt idx="3417">
                  <c:v>55950.07</c:v>
                </c:pt>
                <c:pt idx="3418">
                  <c:v>55965.85</c:v>
                </c:pt>
                <c:pt idx="3419">
                  <c:v>55981.62</c:v>
                </c:pt>
                <c:pt idx="3420">
                  <c:v>55997.39</c:v>
                </c:pt>
                <c:pt idx="3421">
                  <c:v>56013.17</c:v>
                </c:pt>
                <c:pt idx="3422">
                  <c:v>56028.94</c:v>
                </c:pt>
                <c:pt idx="3423">
                  <c:v>56044.71</c:v>
                </c:pt>
                <c:pt idx="3424">
                  <c:v>56060.49</c:v>
                </c:pt>
                <c:pt idx="3425">
                  <c:v>56076.26</c:v>
                </c:pt>
                <c:pt idx="3426">
                  <c:v>56092.03</c:v>
                </c:pt>
                <c:pt idx="3427">
                  <c:v>56107.81</c:v>
                </c:pt>
                <c:pt idx="3428">
                  <c:v>56123.58</c:v>
                </c:pt>
                <c:pt idx="3429">
                  <c:v>56139.35</c:v>
                </c:pt>
                <c:pt idx="3430">
                  <c:v>56155.13</c:v>
                </c:pt>
                <c:pt idx="3431">
                  <c:v>56170.9</c:v>
                </c:pt>
                <c:pt idx="3432">
                  <c:v>56186.67</c:v>
                </c:pt>
                <c:pt idx="3433">
                  <c:v>56202.44</c:v>
                </c:pt>
                <c:pt idx="3434">
                  <c:v>56218.22</c:v>
                </c:pt>
                <c:pt idx="3435">
                  <c:v>56233.99</c:v>
                </c:pt>
                <c:pt idx="3436">
                  <c:v>56249.760000000002</c:v>
                </c:pt>
                <c:pt idx="3437">
                  <c:v>56265.54</c:v>
                </c:pt>
                <c:pt idx="3438">
                  <c:v>56281.31</c:v>
                </c:pt>
                <c:pt idx="3439">
                  <c:v>56297.08</c:v>
                </c:pt>
                <c:pt idx="3440">
                  <c:v>56312.86</c:v>
                </c:pt>
                <c:pt idx="3441">
                  <c:v>56328.63</c:v>
                </c:pt>
                <c:pt idx="3442">
                  <c:v>56344.4</c:v>
                </c:pt>
                <c:pt idx="3443">
                  <c:v>56360.18</c:v>
                </c:pt>
                <c:pt idx="3444">
                  <c:v>56375.95</c:v>
                </c:pt>
                <c:pt idx="3445">
                  <c:v>56391.72</c:v>
                </c:pt>
                <c:pt idx="3446">
                  <c:v>56407.5</c:v>
                </c:pt>
                <c:pt idx="3447">
                  <c:v>56423.27</c:v>
                </c:pt>
                <c:pt idx="3448">
                  <c:v>56439.040000000001</c:v>
                </c:pt>
                <c:pt idx="3449">
                  <c:v>56454.82</c:v>
                </c:pt>
                <c:pt idx="3450">
                  <c:v>56470.59</c:v>
                </c:pt>
                <c:pt idx="3451">
                  <c:v>56486.36</c:v>
                </c:pt>
                <c:pt idx="3452">
                  <c:v>56502.14</c:v>
                </c:pt>
                <c:pt idx="3453">
                  <c:v>56517.91</c:v>
                </c:pt>
                <c:pt idx="3454">
                  <c:v>56533.68</c:v>
                </c:pt>
                <c:pt idx="3455">
                  <c:v>56549.46</c:v>
                </c:pt>
                <c:pt idx="3456">
                  <c:v>56565.23</c:v>
                </c:pt>
                <c:pt idx="3457">
                  <c:v>56581</c:v>
                </c:pt>
                <c:pt idx="3458">
                  <c:v>56596.78</c:v>
                </c:pt>
                <c:pt idx="3459">
                  <c:v>56612.55</c:v>
                </c:pt>
                <c:pt idx="3460">
                  <c:v>56628.32</c:v>
                </c:pt>
                <c:pt idx="3461">
                  <c:v>56644.09</c:v>
                </c:pt>
                <c:pt idx="3462">
                  <c:v>56659.87</c:v>
                </c:pt>
                <c:pt idx="3463">
                  <c:v>56675.64</c:v>
                </c:pt>
                <c:pt idx="3464">
                  <c:v>56691.41</c:v>
                </c:pt>
                <c:pt idx="3465">
                  <c:v>56707.19</c:v>
                </c:pt>
                <c:pt idx="3466">
                  <c:v>56722.96</c:v>
                </c:pt>
                <c:pt idx="3467">
                  <c:v>56738.73</c:v>
                </c:pt>
                <c:pt idx="3468">
                  <c:v>56754.51</c:v>
                </c:pt>
                <c:pt idx="3469">
                  <c:v>56770.28</c:v>
                </c:pt>
                <c:pt idx="3470">
                  <c:v>56786.05</c:v>
                </c:pt>
                <c:pt idx="3471">
                  <c:v>56801.83</c:v>
                </c:pt>
                <c:pt idx="3472">
                  <c:v>56817.599999999999</c:v>
                </c:pt>
                <c:pt idx="3473">
                  <c:v>56833.37</c:v>
                </c:pt>
                <c:pt idx="3474">
                  <c:v>56849.15</c:v>
                </c:pt>
                <c:pt idx="3475">
                  <c:v>56864.92</c:v>
                </c:pt>
                <c:pt idx="3476">
                  <c:v>56880.69</c:v>
                </c:pt>
                <c:pt idx="3477">
                  <c:v>56896.47</c:v>
                </c:pt>
                <c:pt idx="3478">
                  <c:v>56912.24</c:v>
                </c:pt>
                <c:pt idx="3479">
                  <c:v>56928.01</c:v>
                </c:pt>
                <c:pt idx="3480">
                  <c:v>56943.79</c:v>
                </c:pt>
                <c:pt idx="3481">
                  <c:v>56959.56</c:v>
                </c:pt>
                <c:pt idx="3482">
                  <c:v>56975.33</c:v>
                </c:pt>
                <c:pt idx="3483">
                  <c:v>56991.11</c:v>
                </c:pt>
                <c:pt idx="3484">
                  <c:v>57006.879999999997</c:v>
                </c:pt>
                <c:pt idx="3485">
                  <c:v>57022.65</c:v>
                </c:pt>
                <c:pt idx="3486">
                  <c:v>57038.43</c:v>
                </c:pt>
                <c:pt idx="3487">
                  <c:v>57054.2</c:v>
                </c:pt>
                <c:pt idx="3488">
                  <c:v>57069.97</c:v>
                </c:pt>
                <c:pt idx="3489">
                  <c:v>57085.74</c:v>
                </c:pt>
                <c:pt idx="3490">
                  <c:v>57101.52</c:v>
                </c:pt>
                <c:pt idx="3491">
                  <c:v>57117.29</c:v>
                </c:pt>
                <c:pt idx="3492">
                  <c:v>57133.06</c:v>
                </c:pt>
                <c:pt idx="3493">
                  <c:v>57148.84</c:v>
                </c:pt>
                <c:pt idx="3494">
                  <c:v>57164.61</c:v>
                </c:pt>
                <c:pt idx="3495">
                  <c:v>57180.38</c:v>
                </c:pt>
                <c:pt idx="3496">
                  <c:v>57196.160000000003</c:v>
                </c:pt>
                <c:pt idx="3497">
                  <c:v>57211.93</c:v>
                </c:pt>
                <c:pt idx="3498">
                  <c:v>57227.7</c:v>
                </c:pt>
                <c:pt idx="3499">
                  <c:v>57243.48</c:v>
                </c:pt>
                <c:pt idx="3500">
                  <c:v>57259.25</c:v>
                </c:pt>
                <c:pt idx="3501">
                  <c:v>57275.02</c:v>
                </c:pt>
                <c:pt idx="3502">
                  <c:v>57290.8</c:v>
                </c:pt>
                <c:pt idx="3503">
                  <c:v>57306.57</c:v>
                </c:pt>
                <c:pt idx="3504">
                  <c:v>57322.34</c:v>
                </c:pt>
                <c:pt idx="3505">
                  <c:v>57338.12</c:v>
                </c:pt>
                <c:pt idx="3506">
                  <c:v>57353.89</c:v>
                </c:pt>
                <c:pt idx="3507">
                  <c:v>57369.66</c:v>
                </c:pt>
                <c:pt idx="3508">
                  <c:v>57385.440000000002</c:v>
                </c:pt>
                <c:pt idx="3509">
                  <c:v>57401.21</c:v>
                </c:pt>
                <c:pt idx="3510">
                  <c:v>57416.98</c:v>
                </c:pt>
                <c:pt idx="3511">
                  <c:v>57432.76</c:v>
                </c:pt>
                <c:pt idx="3512">
                  <c:v>57448.53</c:v>
                </c:pt>
                <c:pt idx="3513">
                  <c:v>57464.3</c:v>
                </c:pt>
                <c:pt idx="3514">
                  <c:v>57480.08</c:v>
                </c:pt>
                <c:pt idx="3515">
                  <c:v>57495.85</c:v>
                </c:pt>
                <c:pt idx="3516">
                  <c:v>57511.62</c:v>
                </c:pt>
                <c:pt idx="3517">
                  <c:v>57527.39</c:v>
                </c:pt>
                <c:pt idx="3518">
                  <c:v>57543.17</c:v>
                </c:pt>
                <c:pt idx="3519">
                  <c:v>57558.94</c:v>
                </c:pt>
                <c:pt idx="3520">
                  <c:v>57574.71</c:v>
                </c:pt>
                <c:pt idx="3521">
                  <c:v>57590.49</c:v>
                </c:pt>
                <c:pt idx="3522">
                  <c:v>57606.26</c:v>
                </c:pt>
                <c:pt idx="3523">
                  <c:v>57622.03</c:v>
                </c:pt>
                <c:pt idx="3524">
                  <c:v>57637.81</c:v>
                </c:pt>
                <c:pt idx="3525">
                  <c:v>57653.58</c:v>
                </c:pt>
                <c:pt idx="3526">
                  <c:v>57669.35</c:v>
                </c:pt>
                <c:pt idx="3527">
                  <c:v>57685.13</c:v>
                </c:pt>
                <c:pt idx="3528">
                  <c:v>57700.9</c:v>
                </c:pt>
                <c:pt idx="3529">
                  <c:v>57716.67</c:v>
                </c:pt>
                <c:pt idx="3530">
                  <c:v>57732.45</c:v>
                </c:pt>
                <c:pt idx="3531">
                  <c:v>57748.22</c:v>
                </c:pt>
                <c:pt idx="3532">
                  <c:v>57763.99</c:v>
                </c:pt>
                <c:pt idx="3533">
                  <c:v>57779.77</c:v>
                </c:pt>
                <c:pt idx="3534">
                  <c:v>57795.54</c:v>
                </c:pt>
                <c:pt idx="3535">
                  <c:v>57811.31</c:v>
                </c:pt>
                <c:pt idx="3536">
                  <c:v>57827.09</c:v>
                </c:pt>
                <c:pt idx="3537">
                  <c:v>57842.86</c:v>
                </c:pt>
                <c:pt idx="3538">
                  <c:v>57858.63</c:v>
                </c:pt>
                <c:pt idx="3539">
                  <c:v>57874.41</c:v>
                </c:pt>
                <c:pt idx="3540">
                  <c:v>57890.18</c:v>
                </c:pt>
                <c:pt idx="3541">
                  <c:v>57905.95</c:v>
                </c:pt>
                <c:pt idx="3542">
                  <c:v>57921.73</c:v>
                </c:pt>
                <c:pt idx="3543">
                  <c:v>57937.5</c:v>
                </c:pt>
                <c:pt idx="3544">
                  <c:v>57953.27</c:v>
                </c:pt>
                <c:pt idx="3545">
                  <c:v>57969.04</c:v>
                </c:pt>
                <c:pt idx="3546">
                  <c:v>57984.82</c:v>
                </c:pt>
                <c:pt idx="3547">
                  <c:v>58000.59</c:v>
                </c:pt>
                <c:pt idx="3548">
                  <c:v>58016.36</c:v>
                </c:pt>
                <c:pt idx="3549">
                  <c:v>58032.14</c:v>
                </c:pt>
                <c:pt idx="3550">
                  <c:v>58047.91</c:v>
                </c:pt>
                <c:pt idx="3551">
                  <c:v>58063.68</c:v>
                </c:pt>
                <c:pt idx="3552">
                  <c:v>58079.46</c:v>
                </c:pt>
                <c:pt idx="3553">
                  <c:v>58095.23</c:v>
                </c:pt>
                <c:pt idx="3554">
                  <c:v>58111</c:v>
                </c:pt>
                <c:pt idx="3555">
                  <c:v>58126.78</c:v>
                </c:pt>
                <c:pt idx="3556">
                  <c:v>58142.55</c:v>
                </c:pt>
                <c:pt idx="3557">
                  <c:v>58158.32</c:v>
                </c:pt>
                <c:pt idx="3558">
                  <c:v>58174.1</c:v>
                </c:pt>
                <c:pt idx="3559">
                  <c:v>58189.87</c:v>
                </c:pt>
                <c:pt idx="3560">
                  <c:v>58205.64</c:v>
                </c:pt>
                <c:pt idx="3561">
                  <c:v>58221.42</c:v>
                </c:pt>
                <c:pt idx="3562">
                  <c:v>58237.19</c:v>
                </c:pt>
                <c:pt idx="3563">
                  <c:v>58252.959999999999</c:v>
                </c:pt>
                <c:pt idx="3564">
                  <c:v>58268.74</c:v>
                </c:pt>
                <c:pt idx="3565">
                  <c:v>58284.51</c:v>
                </c:pt>
                <c:pt idx="3566">
                  <c:v>58300.28</c:v>
                </c:pt>
                <c:pt idx="3567">
                  <c:v>58316.06</c:v>
                </c:pt>
                <c:pt idx="3568">
                  <c:v>58331.83</c:v>
                </c:pt>
                <c:pt idx="3569">
                  <c:v>58347.6</c:v>
                </c:pt>
                <c:pt idx="3570">
                  <c:v>58363.38</c:v>
                </c:pt>
                <c:pt idx="3571">
                  <c:v>58379.15</c:v>
                </c:pt>
                <c:pt idx="3572">
                  <c:v>58394.92</c:v>
                </c:pt>
                <c:pt idx="3573">
                  <c:v>58410.69</c:v>
                </c:pt>
                <c:pt idx="3574">
                  <c:v>58426.47</c:v>
                </c:pt>
                <c:pt idx="3575">
                  <c:v>58442.239999999998</c:v>
                </c:pt>
                <c:pt idx="3576">
                  <c:v>58458.01</c:v>
                </c:pt>
                <c:pt idx="3577">
                  <c:v>58473.79</c:v>
                </c:pt>
                <c:pt idx="3578">
                  <c:v>58489.56</c:v>
                </c:pt>
                <c:pt idx="3579">
                  <c:v>58505.33</c:v>
                </c:pt>
                <c:pt idx="3580">
                  <c:v>58521.11</c:v>
                </c:pt>
                <c:pt idx="3581">
                  <c:v>58536.88</c:v>
                </c:pt>
                <c:pt idx="3582">
                  <c:v>58552.65</c:v>
                </c:pt>
                <c:pt idx="3583">
                  <c:v>58568.43</c:v>
                </c:pt>
                <c:pt idx="3584">
                  <c:v>58584.2</c:v>
                </c:pt>
                <c:pt idx="3585">
                  <c:v>58599.97</c:v>
                </c:pt>
                <c:pt idx="3586">
                  <c:v>58615.75</c:v>
                </c:pt>
                <c:pt idx="3587">
                  <c:v>58631.519999999997</c:v>
                </c:pt>
                <c:pt idx="3588">
                  <c:v>58647.29</c:v>
                </c:pt>
                <c:pt idx="3589">
                  <c:v>58663.07</c:v>
                </c:pt>
                <c:pt idx="3590">
                  <c:v>58678.84</c:v>
                </c:pt>
                <c:pt idx="3591">
                  <c:v>58694.61</c:v>
                </c:pt>
                <c:pt idx="3592">
                  <c:v>58710.39</c:v>
                </c:pt>
                <c:pt idx="3593">
                  <c:v>58726.16</c:v>
                </c:pt>
                <c:pt idx="3594">
                  <c:v>58741.93</c:v>
                </c:pt>
                <c:pt idx="3595">
                  <c:v>58757.71</c:v>
                </c:pt>
                <c:pt idx="3596">
                  <c:v>58773.48</c:v>
                </c:pt>
                <c:pt idx="3597">
                  <c:v>58789.25</c:v>
                </c:pt>
                <c:pt idx="3598">
                  <c:v>58805.03</c:v>
                </c:pt>
                <c:pt idx="3599">
                  <c:v>58820.800000000003</c:v>
                </c:pt>
                <c:pt idx="3600">
                  <c:v>58836.57</c:v>
                </c:pt>
                <c:pt idx="3601">
                  <c:v>58852.34</c:v>
                </c:pt>
                <c:pt idx="3602">
                  <c:v>58868.12</c:v>
                </c:pt>
                <c:pt idx="3603">
                  <c:v>58883.89</c:v>
                </c:pt>
                <c:pt idx="3604">
                  <c:v>58899.66</c:v>
                </c:pt>
                <c:pt idx="3605">
                  <c:v>58915.44</c:v>
                </c:pt>
                <c:pt idx="3606">
                  <c:v>58931.21</c:v>
                </c:pt>
                <c:pt idx="3607">
                  <c:v>58946.98</c:v>
                </c:pt>
                <c:pt idx="3608">
                  <c:v>58962.76</c:v>
                </c:pt>
                <c:pt idx="3609">
                  <c:v>58978.53</c:v>
                </c:pt>
                <c:pt idx="3610">
                  <c:v>58994.3</c:v>
                </c:pt>
                <c:pt idx="3611">
                  <c:v>59010.080000000002</c:v>
                </c:pt>
                <c:pt idx="3612">
                  <c:v>59025.85</c:v>
                </c:pt>
                <c:pt idx="3613">
                  <c:v>59041.62</c:v>
                </c:pt>
                <c:pt idx="3614">
                  <c:v>59057.4</c:v>
                </c:pt>
                <c:pt idx="3615">
                  <c:v>59073.17</c:v>
                </c:pt>
                <c:pt idx="3616">
                  <c:v>59088.94</c:v>
                </c:pt>
                <c:pt idx="3617">
                  <c:v>59104.72</c:v>
                </c:pt>
                <c:pt idx="3618">
                  <c:v>59120.49</c:v>
                </c:pt>
                <c:pt idx="3619">
                  <c:v>59136.26</c:v>
                </c:pt>
                <c:pt idx="3620">
                  <c:v>59152.04</c:v>
                </c:pt>
                <c:pt idx="3621">
                  <c:v>59167.81</c:v>
                </c:pt>
                <c:pt idx="3622">
                  <c:v>59183.58</c:v>
                </c:pt>
                <c:pt idx="3623">
                  <c:v>59199.360000000001</c:v>
                </c:pt>
                <c:pt idx="3624">
                  <c:v>59215.13</c:v>
                </c:pt>
                <c:pt idx="3625">
                  <c:v>59230.9</c:v>
                </c:pt>
                <c:pt idx="3626">
                  <c:v>59246.68</c:v>
                </c:pt>
                <c:pt idx="3627">
                  <c:v>59262.45</c:v>
                </c:pt>
                <c:pt idx="3628">
                  <c:v>59278.22</c:v>
                </c:pt>
                <c:pt idx="3629">
                  <c:v>59293.99</c:v>
                </c:pt>
                <c:pt idx="3630">
                  <c:v>59309.77</c:v>
                </c:pt>
                <c:pt idx="3631">
                  <c:v>59325.54</c:v>
                </c:pt>
                <c:pt idx="3632">
                  <c:v>59341.31</c:v>
                </c:pt>
                <c:pt idx="3633">
                  <c:v>59357.09</c:v>
                </c:pt>
                <c:pt idx="3634">
                  <c:v>59372.86</c:v>
                </c:pt>
                <c:pt idx="3635">
                  <c:v>59388.63</c:v>
                </c:pt>
                <c:pt idx="3636">
                  <c:v>59404.41</c:v>
                </c:pt>
                <c:pt idx="3637">
                  <c:v>59420.18</c:v>
                </c:pt>
                <c:pt idx="3638">
                  <c:v>59435.95</c:v>
                </c:pt>
                <c:pt idx="3639">
                  <c:v>59451.73</c:v>
                </c:pt>
                <c:pt idx="3640">
                  <c:v>59467.5</c:v>
                </c:pt>
                <c:pt idx="3641">
                  <c:v>59483.27</c:v>
                </c:pt>
                <c:pt idx="3642">
                  <c:v>59499.05</c:v>
                </c:pt>
                <c:pt idx="3643">
                  <c:v>59514.82</c:v>
                </c:pt>
                <c:pt idx="3644">
                  <c:v>59530.59</c:v>
                </c:pt>
                <c:pt idx="3645">
                  <c:v>59546.37</c:v>
                </c:pt>
                <c:pt idx="3646">
                  <c:v>59562.14</c:v>
                </c:pt>
                <c:pt idx="3647">
                  <c:v>59577.91</c:v>
                </c:pt>
                <c:pt idx="3648">
                  <c:v>59593.69</c:v>
                </c:pt>
                <c:pt idx="3649">
                  <c:v>59609.46</c:v>
                </c:pt>
                <c:pt idx="3650">
                  <c:v>59625.23</c:v>
                </c:pt>
                <c:pt idx="3651">
                  <c:v>59641.01</c:v>
                </c:pt>
                <c:pt idx="3652">
                  <c:v>59656.78</c:v>
                </c:pt>
                <c:pt idx="3653">
                  <c:v>59672.55</c:v>
                </c:pt>
                <c:pt idx="3654">
                  <c:v>59688.33</c:v>
                </c:pt>
                <c:pt idx="3655">
                  <c:v>59704.1</c:v>
                </c:pt>
                <c:pt idx="3656">
                  <c:v>59719.87</c:v>
                </c:pt>
                <c:pt idx="3657">
                  <c:v>59735.64</c:v>
                </c:pt>
                <c:pt idx="3658">
                  <c:v>59751.42</c:v>
                </c:pt>
                <c:pt idx="3659">
                  <c:v>59767.19</c:v>
                </c:pt>
                <c:pt idx="3660">
                  <c:v>59782.96</c:v>
                </c:pt>
                <c:pt idx="3661">
                  <c:v>59798.74</c:v>
                </c:pt>
                <c:pt idx="3662">
                  <c:v>59814.51</c:v>
                </c:pt>
                <c:pt idx="3663">
                  <c:v>59830.28</c:v>
                </c:pt>
                <c:pt idx="3664">
                  <c:v>59846.06</c:v>
                </c:pt>
                <c:pt idx="3665">
                  <c:v>59861.83</c:v>
                </c:pt>
                <c:pt idx="3666">
                  <c:v>59877.599999999999</c:v>
                </c:pt>
                <c:pt idx="3667">
                  <c:v>59893.38</c:v>
                </c:pt>
                <c:pt idx="3668">
                  <c:v>59909.15</c:v>
                </c:pt>
                <c:pt idx="3669">
                  <c:v>59924.92</c:v>
                </c:pt>
                <c:pt idx="3670">
                  <c:v>59940.7</c:v>
                </c:pt>
                <c:pt idx="3671">
                  <c:v>59956.47</c:v>
                </c:pt>
                <c:pt idx="3672">
                  <c:v>59972.24</c:v>
                </c:pt>
                <c:pt idx="3673">
                  <c:v>59988.02</c:v>
                </c:pt>
                <c:pt idx="3674">
                  <c:v>60003.79</c:v>
                </c:pt>
                <c:pt idx="3675">
                  <c:v>60019.56</c:v>
                </c:pt>
                <c:pt idx="3676">
                  <c:v>60035.34</c:v>
                </c:pt>
                <c:pt idx="3677">
                  <c:v>60051.11</c:v>
                </c:pt>
                <c:pt idx="3678">
                  <c:v>60066.879999999997</c:v>
                </c:pt>
                <c:pt idx="3679">
                  <c:v>60082.66</c:v>
                </c:pt>
                <c:pt idx="3680">
                  <c:v>60098.43</c:v>
                </c:pt>
                <c:pt idx="3681">
                  <c:v>60114.2</c:v>
                </c:pt>
                <c:pt idx="3682">
                  <c:v>60129.98</c:v>
                </c:pt>
                <c:pt idx="3683">
                  <c:v>60145.75</c:v>
                </c:pt>
                <c:pt idx="3684">
                  <c:v>60161.52</c:v>
                </c:pt>
                <c:pt idx="3685">
                  <c:v>60177.29</c:v>
                </c:pt>
                <c:pt idx="3686">
                  <c:v>60193.07</c:v>
                </c:pt>
                <c:pt idx="3687">
                  <c:v>60208.84</c:v>
                </c:pt>
                <c:pt idx="3688">
                  <c:v>60224.61</c:v>
                </c:pt>
                <c:pt idx="3689">
                  <c:v>60240.39</c:v>
                </c:pt>
                <c:pt idx="3690">
                  <c:v>60256.160000000003</c:v>
                </c:pt>
                <c:pt idx="3691">
                  <c:v>60271.93</c:v>
                </c:pt>
                <c:pt idx="3692">
                  <c:v>60287.71</c:v>
                </c:pt>
                <c:pt idx="3693">
                  <c:v>60303.48</c:v>
                </c:pt>
                <c:pt idx="3694">
                  <c:v>60319.25</c:v>
                </c:pt>
                <c:pt idx="3695">
                  <c:v>60335.03</c:v>
                </c:pt>
                <c:pt idx="3696">
                  <c:v>60350.8</c:v>
                </c:pt>
                <c:pt idx="3697">
                  <c:v>60366.57</c:v>
                </c:pt>
                <c:pt idx="3698">
                  <c:v>60382.35</c:v>
                </c:pt>
                <c:pt idx="3699">
                  <c:v>60398.12</c:v>
                </c:pt>
                <c:pt idx="3700">
                  <c:v>60413.89</c:v>
                </c:pt>
                <c:pt idx="3701">
                  <c:v>60429.67</c:v>
                </c:pt>
                <c:pt idx="3702">
                  <c:v>60445.440000000002</c:v>
                </c:pt>
                <c:pt idx="3703">
                  <c:v>60461.21</c:v>
                </c:pt>
                <c:pt idx="3704">
                  <c:v>60476.99</c:v>
                </c:pt>
                <c:pt idx="3705">
                  <c:v>60492.76</c:v>
                </c:pt>
                <c:pt idx="3706">
                  <c:v>60508.53</c:v>
                </c:pt>
                <c:pt idx="3707">
                  <c:v>60524.31</c:v>
                </c:pt>
                <c:pt idx="3708">
                  <c:v>60540.08</c:v>
                </c:pt>
                <c:pt idx="3709">
                  <c:v>60555.85</c:v>
                </c:pt>
                <c:pt idx="3710">
                  <c:v>60571.63</c:v>
                </c:pt>
                <c:pt idx="3711">
                  <c:v>60587.4</c:v>
                </c:pt>
                <c:pt idx="3712">
                  <c:v>60603.17</c:v>
                </c:pt>
                <c:pt idx="3713">
                  <c:v>60618.94</c:v>
                </c:pt>
                <c:pt idx="3714">
                  <c:v>60634.720000000001</c:v>
                </c:pt>
                <c:pt idx="3715">
                  <c:v>60650.49</c:v>
                </c:pt>
                <c:pt idx="3716">
                  <c:v>60666.26</c:v>
                </c:pt>
                <c:pt idx="3717">
                  <c:v>60682.04</c:v>
                </c:pt>
                <c:pt idx="3718">
                  <c:v>60697.81</c:v>
                </c:pt>
                <c:pt idx="3719">
                  <c:v>60713.58</c:v>
                </c:pt>
                <c:pt idx="3720">
                  <c:v>60729.36</c:v>
                </c:pt>
                <c:pt idx="3721">
                  <c:v>60745.13</c:v>
                </c:pt>
                <c:pt idx="3722">
                  <c:v>60760.9</c:v>
                </c:pt>
                <c:pt idx="3723">
                  <c:v>60776.68</c:v>
                </c:pt>
                <c:pt idx="3724">
                  <c:v>60792.45</c:v>
                </c:pt>
                <c:pt idx="3725">
                  <c:v>60808.22</c:v>
                </c:pt>
                <c:pt idx="3726">
                  <c:v>60824</c:v>
                </c:pt>
                <c:pt idx="3727">
                  <c:v>60839.77</c:v>
                </c:pt>
                <c:pt idx="3728">
                  <c:v>60855.54</c:v>
                </c:pt>
                <c:pt idx="3729">
                  <c:v>60871.32</c:v>
                </c:pt>
                <c:pt idx="3730">
                  <c:v>60887.09</c:v>
                </c:pt>
                <c:pt idx="3731">
                  <c:v>60902.86</c:v>
                </c:pt>
                <c:pt idx="3732">
                  <c:v>60918.64</c:v>
                </c:pt>
                <c:pt idx="3733">
                  <c:v>60934.41</c:v>
                </c:pt>
                <c:pt idx="3734">
                  <c:v>60950.18</c:v>
                </c:pt>
                <c:pt idx="3735">
                  <c:v>60965.96</c:v>
                </c:pt>
                <c:pt idx="3736">
                  <c:v>60981.73</c:v>
                </c:pt>
                <c:pt idx="3737">
                  <c:v>60997.5</c:v>
                </c:pt>
                <c:pt idx="3738">
                  <c:v>61013.279999999999</c:v>
                </c:pt>
                <c:pt idx="3739">
                  <c:v>61029.05</c:v>
                </c:pt>
                <c:pt idx="3740">
                  <c:v>61044.82</c:v>
                </c:pt>
                <c:pt idx="3741">
                  <c:v>61060.59</c:v>
                </c:pt>
                <c:pt idx="3742">
                  <c:v>61076.37</c:v>
                </c:pt>
                <c:pt idx="3743">
                  <c:v>61092.14</c:v>
                </c:pt>
                <c:pt idx="3744">
                  <c:v>61107.91</c:v>
                </c:pt>
                <c:pt idx="3745">
                  <c:v>61123.69</c:v>
                </c:pt>
                <c:pt idx="3746">
                  <c:v>61139.46</c:v>
                </c:pt>
                <c:pt idx="3747">
                  <c:v>61155.23</c:v>
                </c:pt>
                <c:pt idx="3748">
                  <c:v>61171.01</c:v>
                </c:pt>
                <c:pt idx="3749">
                  <c:v>61186.78</c:v>
                </c:pt>
                <c:pt idx="3750">
                  <c:v>61202.55</c:v>
                </c:pt>
                <c:pt idx="3751">
                  <c:v>61218.33</c:v>
                </c:pt>
                <c:pt idx="3752">
                  <c:v>61234.1</c:v>
                </c:pt>
                <c:pt idx="3753">
                  <c:v>61249.87</c:v>
                </c:pt>
                <c:pt idx="3754">
                  <c:v>61265.65</c:v>
                </c:pt>
                <c:pt idx="3755">
                  <c:v>61281.42</c:v>
                </c:pt>
                <c:pt idx="3756">
                  <c:v>61297.19</c:v>
                </c:pt>
                <c:pt idx="3757">
                  <c:v>61312.97</c:v>
                </c:pt>
                <c:pt idx="3758">
                  <c:v>61328.74</c:v>
                </c:pt>
                <c:pt idx="3759">
                  <c:v>61344.51</c:v>
                </c:pt>
                <c:pt idx="3760">
                  <c:v>61360.29</c:v>
                </c:pt>
                <c:pt idx="3761">
                  <c:v>61376.06</c:v>
                </c:pt>
                <c:pt idx="3762">
                  <c:v>61391.83</c:v>
                </c:pt>
                <c:pt idx="3763">
                  <c:v>61407.61</c:v>
                </c:pt>
                <c:pt idx="3764">
                  <c:v>61423.38</c:v>
                </c:pt>
                <c:pt idx="3765">
                  <c:v>61439.15</c:v>
                </c:pt>
                <c:pt idx="3766">
                  <c:v>61454.93</c:v>
                </c:pt>
                <c:pt idx="3767">
                  <c:v>61470.7</c:v>
                </c:pt>
                <c:pt idx="3768">
                  <c:v>61486.47</c:v>
                </c:pt>
                <c:pt idx="3769">
                  <c:v>61502.239999999998</c:v>
                </c:pt>
                <c:pt idx="3770">
                  <c:v>61518.02</c:v>
                </c:pt>
                <c:pt idx="3771">
                  <c:v>61533.79</c:v>
                </c:pt>
                <c:pt idx="3772">
                  <c:v>61549.56</c:v>
                </c:pt>
                <c:pt idx="3773">
                  <c:v>61565.34</c:v>
                </c:pt>
                <c:pt idx="3774">
                  <c:v>61581.11</c:v>
                </c:pt>
                <c:pt idx="3775">
                  <c:v>61596.88</c:v>
                </c:pt>
                <c:pt idx="3776">
                  <c:v>61612.66</c:v>
                </c:pt>
                <c:pt idx="3777">
                  <c:v>61628.43</c:v>
                </c:pt>
                <c:pt idx="3778">
                  <c:v>61644.2</c:v>
                </c:pt>
                <c:pt idx="3779">
                  <c:v>61659.98</c:v>
                </c:pt>
                <c:pt idx="3780">
                  <c:v>61675.75</c:v>
                </c:pt>
                <c:pt idx="3781">
                  <c:v>61691.519999999997</c:v>
                </c:pt>
                <c:pt idx="3782">
                  <c:v>61707.3</c:v>
                </c:pt>
                <c:pt idx="3783">
                  <c:v>61723.07</c:v>
                </c:pt>
                <c:pt idx="3784">
                  <c:v>61738.84</c:v>
                </c:pt>
                <c:pt idx="3785">
                  <c:v>61754.62</c:v>
                </c:pt>
                <c:pt idx="3786">
                  <c:v>61770.39</c:v>
                </c:pt>
                <c:pt idx="3787">
                  <c:v>61786.16</c:v>
                </c:pt>
                <c:pt idx="3788">
                  <c:v>61801.94</c:v>
                </c:pt>
                <c:pt idx="3789">
                  <c:v>61817.71</c:v>
                </c:pt>
                <c:pt idx="3790">
                  <c:v>61833.48</c:v>
                </c:pt>
                <c:pt idx="3791">
                  <c:v>61849.26</c:v>
                </c:pt>
                <c:pt idx="3792">
                  <c:v>61865.03</c:v>
                </c:pt>
                <c:pt idx="3793">
                  <c:v>61880.800000000003</c:v>
                </c:pt>
                <c:pt idx="3794">
                  <c:v>61896.58</c:v>
                </c:pt>
                <c:pt idx="3795">
                  <c:v>61912.35</c:v>
                </c:pt>
                <c:pt idx="3796">
                  <c:v>61928.12</c:v>
                </c:pt>
                <c:pt idx="3797">
                  <c:v>61943.89</c:v>
                </c:pt>
                <c:pt idx="3798">
                  <c:v>61959.67</c:v>
                </c:pt>
                <c:pt idx="3799">
                  <c:v>61975.44</c:v>
                </c:pt>
                <c:pt idx="3800">
                  <c:v>61991.21</c:v>
                </c:pt>
                <c:pt idx="3801">
                  <c:v>62006.99</c:v>
                </c:pt>
                <c:pt idx="3802">
                  <c:v>62022.76</c:v>
                </c:pt>
                <c:pt idx="3803">
                  <c:v>62038.53</c:v>
                </c:pt>
                <c:pt idx="3804">
                  <c:v>62054.31</c:v>
                </c:pt>
                <c:pt idx="3805">
                  <c:v>62070.080000000002</c:v>
                </c:pt>
                <c:pt idx="3806">
                  <c:v>62085.85</c:v>
                </c:pt>
                <c:pt idx="3807">
                  <c:v>62101.63</c:v>
                </c:pt>
                <c:pt idx="3808">
                  <c:v>62117.4</c:v>
                </c:pt>
                <c:pt idx="3809">
                  <c:v>62133.17</c:v>
                </c:pt>
                <c:pt idx="3810">
                  <c:v>62148.95</c:v>
                </c:pt>
                <c:pt idx="3811">
                  <c:v>62164.72</c:v>
                </c:pt>
                <c:pt idx="3812">
                  <c:v>62180.49</c:v>
                </c:pt>
                <c:pt idx="3813">
                  <c:v>62196.27</c:v>
                </c:pt>
                <c:pt idx="3814">
                  <c:v>62212.04</c:v>
                </c:pt>
                <c:pt idx="3815">
                  <c:v>62227.81</c:v>
                </c:pt>
                <c:pt idx="3816">
                  <c:v>62243.59</c:v>
                </c:pt>
                <c:pt idx="3817">
                  <c:v>62259.360000000001</c:v>
                </c:pt>
                <c:pt idx="3818">
                  <c:v>62275.13</c:v>
                </c:pt>
                <c:pt idx="3819">
                  <c:v>62290.91</c:v>
                </c:pt>
                <c:pt idx="3820">
                  <c:v>62306.68</c:v>
                </c:pt>
                <c:pt idx="3821">
                  <c:v>62322.45</c:v>
                </c:pt>
                <c:pt idx="3822">
                  <c:v>62338.23</c:v>
                </c:pt>
                <c:pt idx="3823">
                  <c:v>62354</c:v>
                </c:pt>
                <c:pt idx="3824">
                  <c:v>62369.77</c:v>
                </c:pt>
                <c:pt idx="3825">
                  <c:v>62385.54</c:v>
                </c:pt>
                <c:pt idx="3826">
                  <c:v>62401.32</c:v>
                </c:pt>
                <c:pt idx="3827">
                  <c:v>62417.09</c:v>
                </c:pt>
                <c:pt idx="3828">
                  <c:v>62432.86</c:v>
                </c:pt>
                <c:pt idx="3829">
                  <c:v>62448.639999999999</c:v>
                </c:pt>
                <c:pt idx="3830">
                  <c:v>62464.41</c:v>
                </c:pt>
                <c:pt idx="3831">
                  <c:v>62480.18</c:v>
                </c:pt>
                <c:pt idx="3832">
                  <c:v>62495.96</c:v>
                </c:pt>
                <c:pt idx="3833">
                  <c:v>62511.73</c:v>
                </c:pt>
                <c:pt idx="3834">
                  <c:v>62527.5</c:v>
                </c:pt>
                <c:pt idx="3835">
                  <c:v>62543.28</c:v>
                </c:pt>
                <c:pt idx="3836">
                  <c:v>62559.05</c:v>
                </c:pt>
                <c:pt idx="3837">
                  <c:v>62574.82</c:v>
                </c:pt>
                <c:pt idx="3838">
                  <c:v>62590.6</c:v>
                </c:pt>
                <c:pt idx="3839">
                  <c:v>62606.37</c:v>
                </c:pt>
                <c:pt idx="3840">
                  <c:v>62622.14</c:v>
                </c:pt>
                <c:pt idx="3841">
                  <c:v>62637.919999999998</c:v>
                </c:pt>
                <c:pt idx="3842">
                  <c:v>62653.69</c:v>
                </c:pt>
                <c:pt idx="3843">
                  <c:v>62669.46</c:v>
                </c:pt>
                <c:pt idx="3844">
                  <c:v>62685.24</c:v>
                </c:pt>
                <c:pt idx="3845">
                  <c:v>62701.01</c:v>
                </c:pt>
                <c:pt idx="3846">
                  <c:v>62716.78</c:v>
                </c:pt>
                <c:pt idx="3847">
                  <c:v>62732.56</c:v>
                </c:pt>
                <c:pt idx="3848">
                  <c:v>62748.33</c:v>
                </c:pt>
                <c:pt idx="3849">
                  <c:v>62764.1</c:v>
                </c:pt>
                <c:pt idx="3850">
                  <c:v>62779.88</c:v>
                </c:pt>
                <c:pt idx="3851">
                  <c:v>62795.65</c:v>
                </c:pt>
                <c:pt idx="3852">
                  <c:v>62811.42</c:v>
                </c:pt>
                <c:pt idx="3853">
                  <c:v>62827.19</c:v>
                </c:pt>
                <c:pt idx="3854">
                  <c:v>62842.97</c:v>
                </c:pt>
                <c:pt idx="3855">
                  <c:v>62858.74</c:v>
                </c:pt>
                <c:pt idx="3856">
                  <c:v>62874.51</c:v>
                </c:pt>
                <c:pt idx="3857">
                  <c:v>62890.29</c:v>
                </c:pt>
                <c:pt idx="3858">
                  <c:v>62906.06</c:v>
                </c:pt>
                <c:pt idx="3859">
                  <c:v>62921.83</c:v>
                </c:pt>
                <c:pt idx="3860">
                  <c:v>62937.61</c:v>
                </c:pt>
                <c:pt idx="3861">
                  <c:v>62953.38</c:v>
                </c:pt>
                <c:pt idx="3862">
                  <c:v>62969.15</c:v>
                </c:pt>
                <c:pt idx="3863">
                  <c:v>62984.93</c:v>
                </c:pt>
                <c:pt idx="3864">
                  <c:v>63000.7</c:v>
                </c:pt>
                <c:pt idx="3865">
                  <c:v>63016.47</c:v>
                </c:pt>
                <c:pt idx="3866">
                  <c:v>63032.25</c:v>
                </c:pt>
                <c:pt idx="3867">
                  <c:v>63048.02</c:v>
                </c:pt>
                <c:pt idx="3868">
                  <c:v>63063.79</c:v>
                </c:pt>
                <c:pt idx="3869">
                  <c:v>63079.57</c:v>
                </c:pt>
                <c:pt idx="3870">
                  <c:v>63095.34</c:v>
                </c:pt>
                <c:pt idx="3871">
                  <c:v>63111.11</c:v>
                </c:pt>
                <c:pt idx="3872">
                  <c:v>63126.89</c:v>
                </c:pt>
                <c:pt idx="3873">
                  <c:v>63142.66</c:v>
                </c:pt>
                <c:pt idx="3874">
                  <c:v>63158.43</c:v>
                </c:pt>
                <c:pt idx="3875">
                  <c:v>63174.21</c:v>
                </c:pt>
                <c:pt idx="3876">
                  <c:v>63189.98</c:v>
                </c:pt>
                <c:pt idx="3877">
                  <c:v>63205.75</c:v>
                </c:pt>
                <c:pt idx="3878">
                  <c:v>63221.53</c:v>
                </c:pt>
                <c:pt idx="3879">
                  <c:v>63237.3</c:v>
                </c:pt>
                <c:pt idx="3880">
                  <c:v>63253.07</c:v>
                </c:pt>
                <c:pt idx="3881">
                  <c:v>63268.84</c:v>
                </c:pt>
                <c:pt idx="3882">
                  <c:v>63284.62</c:v>
                </c:pt>
                <c:pt idx="3883">
                  <c:v>63300.39</c:v>
                </c:pt>
                <c:pt idx="3884">
                  <c:v>63316.160000000003</c:v>
                </c:pt>
                <c:pt idx="3885">
                  <c:v>63331.94</c:v>
                </c:pt>
                <c:pt idx="3886">
                  <c:v>63347.71</c:v>
                </c:pt>
                <c:pt idx="3887">
                  <c:v>63363.48</c:v>
                </c:pt>
                <c:pt idx="3888">
                  <c:v>63379.26</c:v>
                </c:pt>
                <c:pt idx="3889">
                  <c:v>63395.03</c:v>
                </c:pt>
                <c:pt idx="3890">
                  <c:v>63410.8</c:v>
                </c:pt>
                <c:pt idx="3891">
                  <c:v>63426.58</c:v>
                </c:pt>
                <c:pt idx="3892">
                  <c:v>63442.35</c:v>
                </c:pt>
                <c:pt idx="3893">
                  <c:v>63458.12</c:v>
                </c:pt>
                <c:pt idx="3894">
                  <c:v>63473.9</c:v>
                </c:pt>
                <c:pt idx="3895">
                  <c:v>63489.67</c:v>
                </c:pt>
                <c:pt idx="3896">
                  <c:v>63505.440000000002</c:v>
                </c:pt>
                <c:pt idx="3897">
                  <c:v>63521.22</c:v>
                </c:pt>
                <c:pt idx="3898">
                  <c:v>63536.99</c:v>
                </c:pt>
                <c:pt idx="3899">
                  <c:v>63552.76</c:v>
                </c:pt>
                <c:pt idx="3900">
                  <c:v>63568.54</c:v>
                </c:pt>
                <c:pt idx="3901">
                  <c:v>63584.31</c:v>
                </c:pt>
                <c:pt idx="3902">
                  <c:v>63600.08</c:v>
                </c:pt>
                <c:pt idx="3903">
                  <c:v>63615.86</c:v>
                </c:pt>
                <c:pt idx="3904">
                  <c:v>63631.63</c:v>
                </c:pt>
                <c:pt idx="3905">
                  <c:v>63647.4</c:v>
                </c:pt>
                <c:pt idx="3906">
                  <c:v>63663.18</c:v>
                </c:pt>
                <c:pt idx="3907">
                  <c:v>63678.95</c:v>
                </c:pt>
                <c:pt idx="3908">
                  <c:v>63694.720000000001</c:v>
                </c:pt>
                <c:pt idx="3909">
                  <c:v>63710.49</c:v>
                </c:pt>
                <c:pt idx="3910">
                  <c:v>63726.27</c:v>
                </c:pt>
                <c:pt idx="3911">
                  <c:v>63742.04</c:v>
                </c:pt>
                <c:pt idx="3912">
                  <c:v>63757.81</c:v>
                </c:pt>
                <c:pt idx="3913">
                  <c:v>63518.54</c:v>
                </c:pt>
                <c:pt idx="3914">
                  <c:v>63534.25</c:v>
                </c:pt>
                <c:pt idx="3915">
                  <c:v>63549.96</c:v>
                </c:pt>
                <c:pt idx="3916">
                  <c:v>63565.67</c:v>
                </c:pt>
                <c:pt idx="3917">
                  <c:v>63581.38</c:v>
                </c:pt>
                <c:pt idx="3918">
                  <c:v>63597.08</c:v>
                </c:pt>
                <c:pt idx="3919">
                  <c:v>63612.79</c:v>
                </c:pt>
                <c:pt idx="3920">
                  <c:v>63628.5</c:v>
                </c:pt>
                <c:pt idx="3921">
                  <c:v>63644.21</c:v>
                </c:pt>
                <c:pt idx="3922">
                  <c:v>63659.92</c:v>
                </c:pt>
                <c:pt idx="3923">
                  <c:v>63675.62</c:v>
                </c:pt>
                <c:pt idx="3924">
                  <c:v>63691.33</c:v>
                </c:pt>
                <c:pt idx="3925">
                  <c:v>63707.040000000001</c:v>
                </c:pt>
                <c:pt idx="3926">
                  <c:v>63722.75</c:v>
                </c:pt>
                <c:pt idx="3927">
                  <c:v>63738.46</c:v>
                </c:pt>
                <c:pt idx="3928">
                  <c:v>63754.16</c:v>
                </c:pt>
                <c:pt idx="3929">
                  <c:v>63769.87</c:v>
                </c:pt>
                <c:pt idx="3930">
                  <c:v>63785.58</c:v>
                </c:pt>
                <c:pt idx="3931">
                  <c:v>63801.29</c:v>
                </c:pt>
                <c:pt idx="3932">
                  <c:v>63817</c:v>
                </c:pt>
                <c:pt idx="3933">
                  <c:v>63832.7</c:v>
                </c:pt>
                <c:pt idx="3934">
                  <c:v>63848.41</c:v>
                </c:pt>
                <c:pt idx="3935">
                  <c:v>63864.12</c:v>
                </c:pt>
                <c:pt idx="3936">
                  <c:v>63879.83</c:v>
                </c:pt>
                <c:pt idx="3937">
                  <c:v>63895.54</c:v>
                </c:pt>
                <c:pt idx="3938">
                  <c:v>63911.24</c:v>
                </c:pt>
                <c:pt idx="3939">
                  <c:v>63926.95</c:v>
                </c:pt>
                <c:pt idx="3940">
                  <c:v>63942.66</c:v>
                </c:pt>
                <c:pt idx="3941">
                  <c:v>63958.37</c:v>
                </c:pt>
                <c:pt idx="3942">
                  <c:v>63974.080000000002</c:v>
                </c:pt>
                <c:pt idx="3943">
                  <c:v>63989.78</c:v>
                </c:pt>
                <c:pt idx="3944">
                  <c:v>64005.49</c:v>
                </c:pt>
                <c:pt idx="3945">
                  <c:v>64021.2</c:v>
                </c:pt>
                <c:pt idx="3946">
                  <c:v>64036.91</c:v>
                </c:pt>
                <c:pt idx="3947">
                  <c:v>64052.62</c:v>
                </c:pt>
                <c:pt idx="3948">
                  <c:v>64068.33</c:v>
                </c:pt>
                <c:pt idx="3949">
                  <c:v>64084.03</c:v>
                </c:pt>
                <c:pt idx="3950">
                  <c:v>64099.74</c:v>
                </c:pt>
                <c:pt idx="3951">
                  <c:v>64115.45</c:v>
                </c:pt>
                <c:pt idx="3952">
                  <c:v>64131.16</c:v>
                </c:pt>
                <c:pt idx="3953">
                  <c:v>64146.87</c:v>
                </c:pt>
                <c:pt idx="3954">
                  <c:v>64162.57</c:v>
                </c:pt>
                <c:pt idx="3955">
                  <c:v>64178.28</c:v>
                </c:pt>
                <c:pt idx="3956">
                  <c:v>64193.99</c:v>
                </c:pt>
                <c:pt idx="3957">
                  <c:v>64209.7</c:v>
                </c:pt>
                <c:pt idx="3958">
                  <c:v>64225.41</c:v>
                </c:pt>
                <c:pt idx="3959">
                  <c:v>64241.11</c:v>
                </c:pt>
                <c:pt idx="3960">
                  <c:v>64256.82</c:v>
                </c:pt>
                <c:pt idx="3961">
                  <c:v>64272.53</c:v>
                </c:pt>
                <c:pt idx="3962">
                  <c:v>64288.24</c:v>
                </c:pt>
                <c:pt idx="3963">
                  <c:v>64303.95</c:v>
                </c:pt>
                <c:pt idx="3964">
                  <c:v>64319.65</c:v>
                </c:pt>
                <c:pt idx="3965">
                  <c:v>64335.360000000001</c:v>
                </c:pt>
                <c:pt idx="3966">
                  <c:v>64351.07</c:v>
                </c:pt>
                <c:pt idx="3967">
                  <c:v>64366.78</c:v>
                </c:pt>
                <c:pt idx="3968">
                  <c:v>64382.49</c:v>
                </c:pt>
                <c:pt idx="3969">
                  <c:v>64398.19</c:v>
                </c:pt>
                <c:pt idx="3970">
                  <c:v>64413.9</c:v>
                </c:pt>
                <c:pt idx="3971">
                  <c:v>64429.61</c:v>
                </c:pt>
                <c:pt idx="3972">
                  <c:v>64445.32</c:v>
                </c:pt>
                <c:pt idx="3973">
                  <c:v>64461.03</c:v>
                </c:pt>
                <c:pt idx="3974">
                  <c:v>64476.73</c:v>
                </c:pt>
                <c:pt idx="3975">
                  <c:v>64492.44</c:v>
                </c:pt>
                <c:pt idx="3976">
                  <c:v>64508.15</c:v>
                </c:pt>
                <c:pt idx="3977">
                  <c:v>64523.86</c:v>
                </c:pt>
                <c:pt idx="3978">
                  <c:v>64539.57</c:v>
                </c:pt>
                <c:pt idx="3979">
                  <c:v>64555.27</c:v>
                </c:pt>
                <c:pt idx="3980">
                  <c:v>64570.98</c:v>
                </c:pt>
                <c:pt idx="3981">
                  <c:v>64586.69</c:v>
                </c:pt>
                <c:pt idx="3982">
                  <c:v>64602.400000000001</c:v>
                </c:pt>
                <c:pt idx="3983">
                  <c:v>64618.11</c:v>
                </c:pt>
                <c:pt idx="3984">
                  <c:v>64633.81</c:v>
                </c:pt>
                <c:pt idx="3985">
                  <c:v>64649.52</c:v>
                </c:pt>
                <c:pt idx="3986">
                  <c:v>64665.23</c:v>
                </c:pt>
                <c:pt idx="3987">
                  <c:v>64680.94</c:v>
                </c:pt>
                <c:pt idx="3988">
                  <c:v>64696.65</c:v>
                </c:pt>
                <c:pt idx="3989">
                  <c:v>64712.35</c:v>
                </c:pt>
                <c:pt idx="3990">
                  <c:v>64728.06</c:v>
                </c:pt>
                <c:pt idx="3991">
                  <c:v>64743.77</c:v>
                </c:pt>
                <c:pt idx="3992">
                  <c:v>64759.48</c:v>
                </c:pt>
                <c:pt idx="3993">
                  <c:v>64775.19</c:v>
                </c:pt>
                <c:pt idx="3994">
                  <c:v>64790.89</c:v>
                </c:pt>
                <c:pt idx="3995">
                  <c:v>64806.6</c:v>
                </c:pt>
                <c:pt idx="3996">
                  <c:v>64822.31</c:v>
                </c:pt>
                <c:pt idx="3997">
                  <c:v>64838.02</c:v>
                </c:pt>
                <c:pt idx="3998">
                  <c:v>64853.73</c:v>
                </c:pt>
                <c:pt idx="3999">
                  <c:v>64869.43</c:v>
                </c:pt>
                <c:pt idx="4000">
                  <c:v>64885.14</c:v>
                </c:pt>
                <c:pt idx="4001">
                  <c:v>64900.85</c:v>
                </c:pt>
                <c:pt idx="4002">
                  <c:v>64916.56</c:v>
                </c:pt>
                <c:pt idx="4003">
                  <c:v>64932.27</c:v>
                </c:pt>
                <c:pt idx="4004">
                  <c:v>64947.98</c:v>
                </c:pt>
                <c:pt idx="4005">
                  <c:v>64963.68</c:v>
                </c:pt>
                <c:pt idx="4006">
                  <c:v>64979.39</c:v>
                </c:pt>
                <c:pt idx="4007">
                  <c:v>64995.1</c:v>
                </c:pt>
                <c:pt idx="4008">
                  <c:v>65010.81</c:v>
                </c:pt>
                <c:pt idx="4009">
                  <c:v>65026.52</c:v>
                </c:pt>
                <c:pt idx="4010">
                  <c:v>65042.22</c:v>
                </c:pt>
                <c:pt idx="4011">
                  <c:v>65057.93</c:v>
                </c:pt>
                <c:pt idx="4012">
                  <c:v>65073.64</c:v>
                </c:pt>
                <c:pt idx="4013">
                  <c:v>65089.35</c:v>
                </c:pt>
                <c:pt idx="4014">
                  <c:v>65105.06</c:v>
                </c:pt>
                <c:pt idx="4015">
                  <c:v>65120.76</c:v>
                </c:pt>
                <c:pt idx="4016">
                  <c:v>65136.47</c:v>
                </c:pt>
                <c:pt idx="4017">
                  <c:v>65152.18</c:v>
                </c:pt>
                <c:pt idx="4018">
                  <c:v>65167.89</c:v>
                </c:pt>
                <c:pt idx="4019">
                  <c:v>65183.6</c:v>
                </c:pt>
                <c:pt idx="4020">
                  <c:v>65199.3</c:v>
                </c:pt>
                <c:pt idx="4021">
                  <c:v>65215.01</c:v>
                </c:pt>
                <c:pt idx="4022">
                  <c:v>65230.720000000001</c:v>
                </c:pt>
                <c:pt idx="4023">
                  <c:v>65246.43</c:v>
                </c:pt>
                <c:pt idx="4024">
                  <c:v>65262.14</c:v>
                </c:pt>
                <c:pt idx="4025">
                  <c:v>65277.84</c:v>
                </c:pt>
                <c:pt idx="4026">
                  <c:v>65293.55</c:v>
                </c:pt>
                <c:pt idx="4027">
                  <c:v>65309.26</c:v>
                </c:pt>
                <c:pt idx="4028">
                  <c:v>65324.97</c:v>
                </c:pt>
                <c:pt idx="4029">
                  <c:v>65340.68</c:v>
                </c:pt>
                <c:pt idx="4030">
                  <c:v>65356.38</c:v>
                </c:pt>
                <c:pt idx="4031">
                  <c:v>65372.09</c:v>
                </c:pt>
                <c:pt idx="4032">
                  <c:v>65387.8</c:v>
                </c:pt>
                <c:pt idx="4033">
                  <c:v>65403.51</c:v>
                </c:pt>
                <c:pt idx="4034">
                  <c:v>65419.22</c:v>
                </c:pt>
                <c:pt idx="4035">
                  <c:v>65434.92</c:v>
                </c:pt>
                <c:pt idx="4036">
                  <c:v>65450.63</c:v>
                </c:pt>
                <c:pt idx="4037">
                  <c:v>65466.34</c:v>
                </c:pt>
                <c:pt idx="4038">
                  <c:v>65482.05</c:v>
                </c:pt>
                <c:pt idx="4039">
                  <c:v>65497.760000000002</c:v>
                </c:pt>
                <c:pt idx="4040">
                  <c:v>65513.46</c:v>
                </c:pt>
                <c:pt idx="4041">
                  <c:v>65529.17</c:v>
                </c:pt>
                <c:pt idx="4042">
                  <c:v>65544.88</c:v>
                </c:pt>
                <c:pt idx="4043">
                  <c:v>65560.59</c:v>
                </c:pt>
                <c:pt idx="4044">
                  <c:v>65576.3</c:v>
                </c:pt>
                <c:pt idx="4045">
                  <c:v>65592</c:v>
                </c:pt>
                <c:pt idx="4046">
                  <c:v>65607.710000000006</c:v>
                </c:pt>
                <c:pt idx="4047">
                  <c:v>65623.42</c:v>
                </c:pt>
                <c:pt idx="4048">
                  <c:v>65639.13</c:v>
                </c:pt>
                <c:pt idx="4049">
                  <c:v>65654.84</c:v>
                </c:pt>
                <c:pt idx="4050">
                  <c:v>65670.539999999994</c:v>
                </c:pt>
                <c:pt idx="4051">
                  <c:v>65686.25</c:v>
                </c:pt>
                <c:pt idx="4052">
                  <c:v>65701.960000000006</c:v>
                </c:pt>
                <c:pt idx="4053">
                  <c:v>65717.67</c:v>
                </c:pt>
                <c:pt idx="4054">
                  <c:v>65733.38</c:v>
                </c:pt>
                <c:pt idx="4055">
                  <c:v>65749.08</c:v>
                </c:pt>
                <c:pt idx="4056">
                  <c:v>65764.789999999994</c:v>
                </c:pt>
                <c:pt idx="4057">
                  <c:v>65780.5</c:v>
                </c:pt>
                <c:pt idx="4058">
                  <c:v>65796.210000000006</c:v>
                </c:pt>
                <c:pt idx="4059">
                  <c:v>65811.92</c:v>
                </c:pt>
                <c:pt idx="4060">
                  <c:v>65827.63</c:v>
                </c:pt>
                <c:pt idx="4061">
                  <c:v>65843.33</c:v>
                </c:pt>
                <c:pt idx="4062">
                  <c:v>65859.039999999994</c:v>
                </c:pt>
                <c:pt idx="4063">
                  <c:v>65874.75</c:v>
                </c:pt>
                <c:pt idx="4064">
                  <c:v>65890.460000000006</c:v>
                </c:pt>
                <c:pt idx="4065">
                  <c:v>65906.17</c:v>
                </c:pt>
                <c:pt idx="4066">
                  <c:v>65921.87</c:v>
                </c:pt>
                <c:pt idx="4067">
                  <c:v>65937.58</c:v>
                </c:pt>
                <c:pt idx="4068">
                  <c:v>65953.289999999994</c:v>
                </c:pt>
                <c:pt idx="4069">
                  <c:v>65969</c:v>
                </c:pt>
                <c:pt idx="4070">
                  <c:v>65984.710000000006</c:v>
                </c:pt>
                <c:pt idx="4071">
                  <c:v>66000.41</c:v>
                </c:pt>
                <c:pt idx="4072">
                  <c:v>66016.12</c:v>
                </c:pt>
                <c:pt idx="4073">
                  <c:v>66031.83</c:v>
                </c:pt>
                <c:pt idx="4074">
                  <c:v>66047.539999999994</c:v>
                </c:pt>
                <c:pt idx="4075">
                  <c:v>66063.25</c:v>
                </c:pt>
                <c:pt idx="4076">
                  <c:v>66078.95</c:v>
                </c:pt>
                <c:pt idx="4077">
                  <c:v>66094.66</c:v>
                </c:pt>
                <c:pt idx="4078">
                  <c:v>66110.37</c:v>
                </c:pt>
                <c:pt idx="4079">
                  <c:v>66126.080000000002</c:v>
                </c:pt>
                <c:pt idx="4080">
                  <c:v>66141.789999999994</c:v>
                </c:pt>
                <c:pt idx="4081">
                  <c:v>66157.490000000005</c:v>
                </c:pt>
                <c:pt idx="4082">
                  <c:v>66173.2</c:v>
                </c:pt>
                <c:pt idx="4083">
                  <c:v>66188.91</c:v>
                </c:pt>
                <c:pt idx="4084">
                  <c:v>66204.62</c:v>
                </c:pt>
                <c:pt idx="4085">
                  <c:v>66220.33</c:v>
                </c:pt>
                <c:pt idx="4086">
                  <c:v>66236.03</c:v>
                </c:pt>
                <c:pt idx="4087">
                  <c:v>66251.740000000005</c:v>
                </c:pt>
                <c:pt idx="4088">
                  <c:v>66267.45</c:v>
                </c:pt>
                <c:pt idx="4089">
                  <c:v>66283.16</c:v>
                </c:pt>
                <c:pt idx="4090">
                  <c:v>66298.87</c:v>
                </c:pt>
                <c:pt idx="4091">
                  <c:v>66314.570000000007</c:v>
                </c:pt>
                <c:pt idx="4092">
                  <c:v>66330.28</c:v>
                </c:pt>
                <c:pt idx="4093">
                  <c:v>66345.990000000005</c:v>
                </c:pt>
                <c:pt idx="4094">
                  <c:v>66361.7</c:v>
                </c:pt>
                <c:pt idx="4095">
                  <c:v>66377.41</c:v>
                </c:pt>
                <c:pt idx="4096">
                  <c:v>66393.11</c:v>
                </c:pt>
                <c:pt idx="4097">
                  <c:v>66408.820000000007</c:v>
                </c:pt>
                <c:pt idx="4098">
                  <c:v>66424.53</c:v>
                </c:pt>
                <c:pt idx="4099">
                  <c:v>66440.240000000005</c:v>
                </c:pt>
                <c:pt idx="4100">
                  <c:v>66455.95</c:v>
                </c:pt>
                <c:pt idx="4101">
                  <c:v>66471.649999999994</c:v>
                </c:pt>
                <c:pt idx="4102">
                  <c:v>66487.360000000001</c:v>
                </c:pt>
                <c:pt idx="4103">
                  <c:v>66503.070000000007</c:v>
                </c:pt>
                <c:pt idx="4104">
                  <c:v>66518.78</c:v>
                </c:pt>
                <c:pt idx="4105">
                  <c:v>66534.490000000005</c:v>
                </c:pt>
                <c:pt idx="4106">
                  <c:v>66550.19</c:v>
                </c:pt>
                <c:pt idx="4107">
                  <c:v>66565.899999999994</c:v>
                </c:pt>
                <c:pt idx="4108">
                  <c:v>66581.61</c:v>
                </c:pt>
                <c:pt idx="4109">
                  <c:v>66597.320000000007</c:v>
                </c:pt>
                <c:pt idx="4110">
                  <c:v>66613.03</c:v>
                </c:pt>
                <c:pt idx="4111">
                  <c:v>66628.73</c:v>
                </c:pt>
                <c:pt idx="4112">
                  <c:v>66644.44</c:v>
                </c:pt>
                <c:pt idx="4113">
                  <c:v>66660.149999999994</c:v>
                </c:pt>
                <c:pt idx="4114">
                  <c:v>66675.86</c:v>
                </c:pt>
                <c:pt idx="4115">
                  <c:v>66691.570000000007</c:v>
                </c:pt>
                <c:pt idx="4116">
                  <c:v>66707.28</c:v>
                </c:pt>
                <c:pt idx="4117">
                  <c:v>66722.98</c:v>
                </c:pt>
                <c:pt idx="4118">
                  <c:v>66738.69</c:v>
                </c:pt>
                <c:pt idx="4119">
                  <c:v>66754.399999999994</c:v>
                </c:pt>
                <c:pt idx="4120">
                  <c:v>66770.11</c:v>
                </c:pt>
                <c:pt idx="4121">
                  <c:v>66785.820000000007</c:v>
                </c:pt>
                <c:pt idx="4122">
                  <c:v>66801.52</c:v>
                </c:pt>
                <c:pt idx="4123">
                  <c:v>66817.23</c:v>
                </c:pt>
                <c:pt idx="4124">
                  <c:v>66832.94</c:v>
                </c:pt>
                <c:pt idx="4125">
                  <c:v>66848.649999999994</c:v>
                </c:pt>
                <c:pt idx="4126">
                  <c:v>66864.36</c:v>
                </c:pt>
                <c:pt idx="4127">
                  <c:v>66880.06</c:v>
                </c:pt>
                <c:pt idx="4128">
                  <c:v>66895.77</c:v>
                </c:pt>
                <c:pt idx="4129">
                  <c:v>66911.48</c:v>
                </c:pt>
                <c:pt idx="4130">
                  <c:v>66927.19</c:v>
                </c:pt>
                <c:pt idx="4131">
                  <c:v>66942.899999999994</c:v>
                </c:pt>
                <c:pt idx="4132">
                  <c:v>66958.600000000006</c:v>
                </c:pt>
                <c:pt idx="4133">
                  <c:v>66974.31</c:v>
                </c:pt>
                <c:pt idx="4134">
                  <c:v>66990.02</c:v>
                </c:pt>
                <c:pt idx="4135">
                  <c:v>67005.73</c:v>
                </c:pt>
                <c:pt idx="4136">
                  <c:v>67021.440000000002</c:v>
                </c:pt>
                <c:pt idx="4137">
                  <c:v>67037.14</c:v>
                </c:pt>
                <c:pt idx="4138">
                  <c:v>67052.850000000006</c:v>
                </c:pt>
                <c:pt idx="4139">
                  <c:v>67068.56</c:v>
                </c:pt>
                <c:pt idx="4140">
                  <c:v>67084.27</c:v>
                </c:pt>
                <c:pt idx="4141">
                  <c:v>67099.98</c:v>
                </c:pt>
                <c:pt idx="4142">
                  <c:v>67115.679999999993</c:v>
                </c:pt>
                <c:pt idx="4143">
                  <c:v>67131.39</c:v>
                </c:pt>
                <c:pt idx="4144">
                  <c:v>67147.100000000006</c:v>
                </c:pt>
                <c:pt idx="4145">
                  <c:v>67162.81</c:v>
                </c:pt>
                <c:pt idx="4146">
                  <c:v>67178.52</c:v>
                </c:pt>
                <c:pt idx="4147">
                  <c:v>67194.22</c:v>
                </c:pt>
                <c:pt idx="4148">
                  <c:v>67209.929999999993</c:v>
                </c:pt>
                <c:pt idx="4149">
                  <c:v>67225.64</c:v>
                </c:pt>
                <c:pt idx="4150">
                  <c:v>67241.350000000006</c:v>
                </c:pt>
                <c:pt idx="4151">
                  <c:v>67257.06</c:v>
                </c:pt>
                <c:pt idx="4152">
                  <c:v>67272.759999999995</c:v>
                </c:pt>
                <c:pt idx="4153">
                  <c:v>67288.47</c:v>
                </c:pt>
                <c:pt idx="4154">
                  <c:v>67304.179999999993</c:v>
                </c:pt>
                <c:pt idx="4155">
                  <c:v>67319.89</c:v>
                </c:pt>
                <c:pt idx="4156">
                  <c:v>67335.600000000006</c:v>
                </c:pt>
                <c:pt idx="4157">
                  <c:v>67351.3</c:v>
                </c:pt>
                <c:pt idx="4158">
                  <c:v>67367.009999999995</c:v>
                </c:pt>
                <c:pt idx="4159">
                  <c:v>67382.720000000001</c:v>
                </c:pt>
                <c:pt idx="4160">
                  <c:v>67398.429999999993</c:v>
                </c:pt>
                <c:pt idx="4161">
                  <c:v>67414.14</c:v>
                </c:pt>
                <c:pt idx="4162">
                  <c:v>67429.84</c:v>
                </c:pt>
                <c:pt idx="4163">
                  <c:v>67445.55</c:v>
                </c:pt>
                <c:pt idx="4164">
                  <c:v>67461.259999999995</c:v>
                </c:pt>
                <c:pt idx="4165">
                  <c:v>67476.97</c:v>
                </c:pt>
                <c:pt idx="4166">
                  <c:v>67492.679999999993</c:v>
                </c:pt>
                <c:pt idx="4167">
                  <c:v>67508.38</c:v>
                </c:pt>
                <c:pt idx="4168">
                  <c:v>67524.09</c:v>
                </c:pt>
                <c:pt idx="4169">
                  <c:v>67539.8</c:v>
                </c:pt>
                <c:pt idx="4170">
                  <c:v>67555.509999999995</c:v>
                </c:pt>
                <c:pt idx="4171">
                  <c:v>67571.22</c:v>
                </c:pt>
                <c:pt idx="4172">
                  <c:v>67586.929999999993</c:v>
                </c:pt>
                <c:pt idx="4173">
                  <c:v>67602.63</c:v>
                </c:pt>
                <c:pt idx="4174">
                  <c:v>67618.34</c:v>
                </c:pt>
                <c:pt idx="4175">
                  <c:v>67634.05</c:v>
                </c:pt>
                <c:pt idx="4176">
                  <c:v>67649.759999999995</c:v>
                </c:pt>
                <c:pt idx="4177">
                  <c:v>67665.47</c:v>
                </c:pt>
                <c:pt idx="4178">
                  <c:v>67681.17</c:v>
                </c:pt>
                <c:pt idx="4179">
                  <c:v>67696.88</c:v>
                </c:pt>
                <c:pt idx="4180">
                  <c:v>67712.59</c:v>
                </c:pt>
                <c:pt idx="4181">
                  <c:v>67728.3</c:v>
                </c:pt>
                <c:pt idx="4182">
                  <c:v>67744.009999999995</c:v>
                </c:pt>
                <c:pt idx="4183">
                  <c:v>67759.710000000006</c:v>
                </c:pt>
                <c:pt idx="4184">
                  <c:v>67775.42</c:v>
                </c:pt>
                <c:pt idx="4185">
                  <c:v>67791.13</c:v>
                </c:pt>
                <c:pt idx="4186">
                  <c:v>67806.84</c:v>
                </c:pt>
                <c:pt idx="4187">
                  <c:v>67822.55</c:v>
                </c:pt>
                <c:pt idx="4188">
                  <c:v>67838.25</c:v>
                </c:pt>
                <c:pt idx="4189">
                  <c:v>67853.960000000006</c:v>
                </c:pt>
                <c:pt idx="4190">
                  <c:v>67869.67</c:v>
                </c:pt>
                <c:pt idx="4191">
                  <c:v>67885.38</c:v>
                </c:pt>
                <c:pt idx="4192">
                  <c:v>67901.09</c:v>
                </c:pt>
                <c:pt idx="4193">
                  <c:v>67916.789999999994</c:v>
                </c:pt>
                <c:pt idx="4194">
                  <c:v>67932.5</c:v>
                </c:pt>
                <c:pt idx="4195">
                  <c:v>67948.210000000006</c:v>
                </c:pt>
                <c:pt idx="4196">
                  <c:v>67963.92</c:v>
                </c:pt>
                <c:pt idx="4197">
                  <c:v>67979.63</c:v>
                </c:pt>
                <c:pt idx="4198">
                  <c:v>67995.33</c:v>
                </c:pt>
                <c:pt idx="4199">
                  <c:v>68011.039999999994</c:v>
                </c:pt>
                <c:pt idx="4200">
                  <c:v>68026.75</c:v>
                </c:pt>
                <c:pt idx="4201">
                  <c:v>68042.460000000006</c:v>
                </c:pt>
                <c:pt idx="4202">
                  <c:v>68058.17</c:v>
                </c:pt>
                <c:pt idx="4203">
                  <c:v>68073.87</c:v>
                </c:pt>
                <c:pt idx="4204">
                  <c:v>68089.58</c:v>
                </c:pt>
                <c:pt idx="4205">
                  <c:v>68105.289999999994</c:v>
                </c:pt>
                <c:pt idx="4206">
                  <c:v>68121</c:v>
                </c:pt>
                <c:pt idx="4207">
                  <c:v>68136.710000000006</c:v>
                </c:pt>
                <c:pt idx="4208">
                  <c:v>68152.41</c:v>
                </c:pt>
                <c:pt idx="4209">
                  <c:v>68168.12</c:v>
                </c:pt>
                <c:pt idx="4210">
                  <c:v>68183.83</c:v>
                </c:pt>
                <c:pt idx="4211">
                  <c:v>68199.539999999994</c:v>
                </c:pt>
                <c:pt idx="4212">
                  <c:v>68215.25</c:v>
                </c:pt>
                <c:pt idx="4213">
                  <c:v>68230.95</c:v>
                </c:pt>
                <c:pt idx="4214">
                  <c:v>68246.66</c:v>
                </c:pt>
                <c:pt idx="4215">
                  <c:v>68262.37</c:v>
                </c:pt>
                <c:pt idx="4216">
                  <c:v>68278.080000000002</c:v>
                </c:pt>
                <c:pt idx="4217">
                  <c:v>68293.789999999994</c:v>
                </c:pt>
                <c:pt idx="4218">
                  <c:v>68309.490000000005</c:v>
                </c:pt>
                <c:pt idx="4219">
                  <c:v>68325.2</c:v>
                </c:pt>
                <c:pt idx="4220">
                  <c:v>68340.91</c:v>
                </c:pt>
                <c:pt idx="4221">
                  <c:v>68356.62</c:v>
                </c:pt>
                <c:pt idx="4222">
                  <c:v>68372.33</c:v>
                </c:pt>
                <c:pt idx="4223">
                  <c:v>68388.03</c:v>
                </c:pt>
                <c:pt idx="4224">
                  <c:v>68403.740000000005</c:v>
                </c:pt>
                <c:pt idx="4225">
                  <c:v>68419.45</c:v>
                </c:pt>
                <c:pt idx="4226">
                  <c:v>68435.16</c:v>
                </c:pt>
                <c:pt idx="4227">
                  <c:v>68450.87</c:v>
                </c:pt>
                <c:pt idx="4228">
                  <c:v>68466.58</c:v>
                </c:pt>
                <c:pt idx="4229">
                  <c:v>68482.28</c:v>
                </c:pt>
                <c:pt idx="4230">
                  <c:v>68497.990000000005</c:v>
                </c:pt>
                <c:pt idx="4231">
                  <c:v>68513.7</c:v>
                </c:pt>
                <c:pt idx="4232">
                  <c:v>68529.41</c:v>
                </c:pt>
                <c:pt idx="4233">
                  <c:v>68545.119999999995</c:v>
                </c:pt>
                <c:pt idx="4234">
                  <c:v>68560.820000000007</c:v>
                </c:pt>
                <c:pt idx="4235">
                  <c:v>68576.53</c:v>
                </c:pt>
                <c:pt idx="4236">
                  <c:v>68592.240000000005</c:v>
                </c:pt>
                <c:pt idx="4237">
                  <c:v>68607.95</c:v>
                </c:pt>
                <c:pt idx="4238">
                  <c:v>68623.66</c:v>
                </c:pt>
                <c:pt idx="4239">
                  <c:v>68639.360000000001</c:v>
                </c:pt>
                <c:pt idx="4240">
                  <c:v>68655.070000000007</c:v>
                </c:pt>
                <c:pt idx="4241">
                  <c:v>68670.78</c:v>
                </c:pt>
                <c:pt idx="4242">
                  <c:v>68686.490000000005</c:v>
                </c:pt>
                <c:pt idx="4243">
                  <c:v>68702.2</c:v>
                </c:pt>
                <c:pt idx="4244">
                  <c:v>68717.899999999994</c:v>
                </c:pt>
                <c:pt idx="4245">
                  <c:v>68733.61</c:v>
                </c:pt>
                <c:pt idx="4246">
                  <c:v>68749.320000000007</c:v>
                </c:pt>
                <c:pt idx="4247">
                  <c:v>68765.03</c:v>
                </c:pt>
                <c:pt idx="4248">
                  <c:v>68780.740000000005</c:v>
                </c:pt>
                <c:pt idx="4249">
                  <c:v>68796.44</c:v>
                </c:pt>
                <c:pt idx="4250">
                  <c:v>68812.149999999994</c:v>
                </c:pt>
                <c:pt idx="4251">
                  <c:v>68827.86</c:v>
                </c:pt>
                <c:pt idx="4252">
                  <c:v>68843.570000000007</c:v>
                </c:pt>
                <c:pt idx="4253">
                  <c:v>68859.28</c:v>
                </c:pt>
                <c:pt idx="4254">
                  <c:v>68874.98</c:v>
                </c:pt>
                <c:pt idx="4255">
                  <c:v>68890.69</c:v>
                </c:pt>
                <c:pt idx="4256">
                  <c:v>68906.399999999994</c:v>
                </c:pt>
                <c:pt idx="4257">
                  <c:v>68922.11</c:v>
                </c:pt>
                <c:pt idx="4258">
                  <c:v>68937.820000000007</c:v>
                </c:pt>
                <c:pt idx="4259">
                  <c:v>68953.52</c:v>
                </c:pt>
                <c:pt idx="4260">
                  <c:v>68969.23</c:v>
                </c:pt>
                <c:pt idx="4261">
                  <c:v>68984.94</c:v>
                </c:pt>
                <c:pt idx="4262">
                  <c:v>69000.649999999994</c:v>
                </c:pt>
                <c:pt idx="4263">
                  <c:v>69016.36</c:v>
                </c:pt>
                <c:pt idx="4264">
                  <c:v>69032.06</c:v>
                </c:pt>
                <c:pt idx="4265">
                  <c:v>69047.77</c:v>
                </c:pt>
                <c:pt idx="4266">
                  <c:v>69063.48</c:v>
                </c:pt>
                <c:pt idx="4267">
                  <c:v>69079.19</c:v>
                </c:pt>
                <c:pt idx="4268">
                  <c:v>69094.899999999994</c:v>
                </c:pt>
                <c:pt idx="4269">
                  <c:v>69110.600000000006</c:v>
                </c:pt>
                <c:pt idx="4270">
                  <c:v>69126.31</c:v>
                </c:pt>
                <c:pt idx="4271">
                  <c:v>69142.02</c:v>
                </c:pt>
                <c:pt idx="4272">
                  <c:v>69157.73</c:v>
                </c:pt>
                <c:pt idx="4273">
                  <c:v>69173.440000000002</c:v>
                </c:pt>
                <c:pt idx="4274">
                  <c:v>69189.14</c:v>
                </c:pt>
                <c:pt idx="4275">
                  <c:v>69204.850000000006</c:v>
                </c:pt>
                <c:pt idx="4276">
                  <c:v>69220.56</c:v>
                </c:pt>
                <c:pt idx="4277">
                  <c:v>69236.27</c:v>
                </c:pt>
                <c:pt idx="4278">
                  <c:v>69251.98</c:v>
                </c:pt>
                <c:pt idx="4279">
                  <c:v>69267.679999999993</c:v>
                </c:pt>
                <c:pt idx="4280">
                  <c:v>69283.39</c:v>
                </c:pt>
                <c:pt idx="4281">
                  <c:v>69299.100000000006</c:v>
                </c:pt>
                <c:pt idx="4282">
                  <c:v>69314.81</c:v>
                </c:pt>
                <c:pt idx="4283">
                  <c:v>69330.52</c:v>
                </c:pt>
                <c:pt idx="4284">
                  <c:v>69346.23</c:v>
                </c:pt>
                <c:pt idx="4285">
                  <c:v>69361.929999999993</c:v>
                </c:pt>
                <c:pt idx="4286">
                  <c:v>69377.64</c:v>
                </c:pt>
                <c:pt idx="4287">
                  <c:v>69393.350000000006</c:v>
                </c:pt>
                <c:pt idx="4288">
                  <c:v>69409.06</c:v>
                </c:pt>
                <c:pt idx="4289">
                  <c:v>69424.77</c:v>
                </c:pt>
                <c:pt idx="4290">
                  <c:v>69440.47</c:v>
                </c:pt>
                <c:pt idx="4291">
                  <c:v>69456.179999999993</c:v>
                </c:pt>
                <c:pt idx="4292">
                  <c:v>69471.89</c:v>
                </c:pt>
                <c:pt idx="4293">
                  <c:v>69487.600000000006</c:v>
                </c:pt>
                <c:pt idx="4294">
                  <c:v>69503.31</c:v>
                </c:pt>
                <c:pt idx="4295">
                  <c:v>69519.009999999995</c:v>
                </c:pt>
                <c:pt idx="4296">
                  <c:v>69534.720000000001</c:v>
                </c:pt>
                <c:pt idx="4297">
                  <c:v>69550.429999999993</c:v>
                </c:pt>
                <c:pt idx="4298">
                  <c:v>69566.14</c:v>
                </c:pt>
                <c:pt idx="4299">
                  <c:v>69581.850000000006</c:v>
                </c:pt>
                <c:pt idx="4300">
                  <c:v>69597.55</c:v>
                </c:pt>
                <c:pt idx="4301">
                  <c:v>69613.259999999995</c:v>
                </c:pt>
                <c:pt idx="4302">
                  <c:v>69628.97</c:v>
                </c:pt>
                <c:pt idx="4303">
                  <c:v>69644.679999999993</c:v>
                </c:pt>
                <c:pt idx="4304">
                  <c:v>69660.39</c:v>
                </c:pt>
                <c:pt idx="4305">
                  <c:v>69676.09</c:v>
                </c:pt>
                <c:pt idx="4306">
                  <c:v>69691.8</c:v>
                </c:pt>
                <c:pt idx="4307">
                  <c:v>69707.509999999995</c:v>
                </c:pt>
                <c:pt idx="4308">
                  <c:v>69723.22</c:v>
                </c:pt>
                <c:pt idx="4309">
                  <c:v>69738.929999999993</c:v>
                </c:pt>
                <c:pt idx="4310">
                  <c:v>69754.63</c:v>
                </c:pt>
                <c:pt idx="4311">
                  <c:v>69770.34</c:v>
                </c:pt>
                <c:pt idx="4312">
                  <c:v>69786.05</c:v>
                </c:pt>
                <c:pt idx="4313">
                  <c:v>69801.759999999995</c:v>
                </c:pt>
                <c:pt idx="4314">
                  <c:v>69817.47</c:v>
                </c:pt>
                <c:pt idx="4315">
                  <c:v>69833.17</c:v>
                </c:pt>
                <c:pt idx="4316">
                  <c:v>69848.88</c:v>
                </c:pt>
                <c:pt idx="4317">
                  <c:v>69864.59</c:v>
                </c:pt>
                <c:pt idx="4318">
                  <c:v>69880.3</c:v>
                </c:pt>
                <c:pt idx="4319">
                  <c:v>69896.009999999995</c:v>
                </c:pt>
                <c:pt idx="4320">
                  <c:v>69911.710000000006</c:v>
                </c:pt>
                <c:pt idx="4321">
                  <c:v>69927.42</c:v>
                </c:pt>
                <c:pt idx="4322">
                  <c:v>69943.13</c:v>
                </c:pt>
                <c:pt idx="4323">
                  <c:v>69958.84</c:v>
                </c:pt>
                <c:pt idx="4324">
                  <c:v>69974.55</c:v>
                </c:pt>
                <c:pt idx="4325">
                  <c:v>69990.25</c:v>
                </c:pt>
                <c:pt idx="4326">
                  <c:v>70005.960000000006</c:v>
                </c:pt>
                <c:pt idx="4327">
                  <c:v>70021.67</c:v>
                </c:pt>
                <c:pt idx="4328">
                  <c:v>70037.38</c:v>
                </c:pt>
                <c:pt idx="4329">
                  <c:v>70053.09</c:v>
                </c:pt>
                <c:pt idx="4330">
                  <c:v>70068.789999999994</c:v>
                </c:pt>
                <c:pt idx="4331">
                  <c:v>70084.5</c:v>
                </c:pt>
                <c:pt idx="4332">
                  <c:v>70100.210000000006</c:v>
                </c:pt>
                <c:pt idx="4333">
                  <c:v>70115.92</c:v>
                </c:pt>
                <c:pt idx="4334">
                  <c:v>70131.63</c:v>
                </c:pt>
                <c:pt idx="4335">
                  <c:v>70147.33</c:v>
                </c:pt>
                <c:pt idx="4336">
                  <c:v>70163.039999999994</c:v>
                </c:pt>
                <c:pt idx="4337">
                  <c:v>70178.75</c:v>
                </c:pt>
                <c:pt idx="4338">
                  <c:v>70194.460000000006</c:v>
                </c:pt>
                <c:pt idx="4339">
                  <c:v>70210.17</c:v>
                </c:pt>
                <c:pt idx="4340">
                  <c:v>70225.88</c:v>
                </c:pt>
                <c:pt idx="4341">
                  <c:v>70241.58</c:v>
                </c:pt>
                <c:pt idx="4342">
                  <c:v>70257.289999999994</c:v>
                </c:pt>
                <c:pt idx="4343">
                  <c:v>70273</c:v>
                </c:pt>
                <c:pt idx="4344">
                  <c:v>70288.710000000006</c:v>
                </c:pt>
                <c:pt idx="4345">
                  <c:v>70304.42</c:v>
                </c:pt>
                <c:pt idx="4346">
                  <c:v>70320.12</c:v>
                </c:pt>
                <c:pt idx="4347">
                  <c:v>70335.83</c:v>
                </c:pt>
                <c:pt idx="4348">
                  <c:v>70351.539999999994</c:v>
                </c:pt>
                <c:pt idx="4349">
                  <c:v>70367.25</c:v>
                </c:pt>
                <c:pt idx="4350">
                  <c:v>70382.960000000006</c:v>
                </c:pt>
                <c:pt idx="4351">
                  <c:v>70398.66</c:v>
                </c:pt>
                <c:pt idx="4352">
                  <c:v>70414.37</c:v>
                </c:pt>
                <c:pt idx="4353">
                  <c:v>70430.080000000002</c:v>
                </c:pt>
                <c:pt idx="4354">
                  <c:v>70445.789999999994</c:v>
                </c:pt>
                <c:pt idx="4355">
                  <c:v>70461.5</c:v>
                </c:pt>
                <c:pt idx="4356">
                  <c:v>70477.2</c:v>
                </c:pt>
                <c:pt idx="4357">
                  <c:v>70492.91</c:v>
                </c:pt>
                <c:pt idx="4358">
                  <c:v>70508.62</c:v>
                </c:pt>
                <c:pt idx="4359">
                  <c:v>70524.33</c:v>
                </c:pt>
                <c:pt idx="4360">
                  <c:v>70540.039999999994</c:v>
                </c:pt>
                <c:pt idx="4361">
                  <c:v>70555.740000000005</c:v>
                </c:pt>
                <c:pt idx="4362">
                  <c:v>70571.45</c:v>
                </c:pt>
                <c:pt idx="4363">
                  <c:v>70587.16</c:v>
                </c:pt>
                <c:pt idx="4364">
                  <c:v>70602.87</c:v>
                </c:pt>
                <c:pt idx="4365">
                  <c:v>70618.58</c:v>
                </c:pt>
                <c:pt idx="4366">
                  <c:v>70634.28</c:v>
                </c:pt>
                <c:pt idx="4367">
                  <c:v>70649.990000000005</c:v>
                </c:pt>
                <c:pt idx="4368">
                  <c:v>70665.7</c:v>
                </c:pt>
                <c:pt idx="4369">
                  <c:v>70681.41</c:v>
                </c:pt>
                <c:pt idx="4370">
                  <c:v>70697.119999999995</c:v>
                </c:pt>
                <c:pt idx="4371">
                  <c:v>70712.820000000007</c:v>
                </c:pt>
                <c:pt idx="4372">
                  <c:v>70728.53</c:v>
                </c:pt>
                <c:pt idx="4373">
                  <c:v>70744.240000000005</c:v>
                </c:pt>
                <c:pt idx="4374">
                  <c:v>70759.95</c:v>
                </c:pt>
                <c:pt idx="4375">
                  <c:v>70775.66</c:v>
                </c:pt>
                <c:pt idx="4376">
                  <c:v>70791.360000000001</c:v>
                </c:pt>
                <c:pt idx="4377">
                  <c:v>70807.070000000007</c:v>
                </c:pt>
                <c:pt idx="4378">
                  <c:v>70822.78</c:v>
                </c:pt>
                <c:pt idx="4379">
                  <c:v>70838.490000000005</c:v>
                </c:pt>
                <c:pt idx="4380">
                  <c:v>70854.2</c:v>
                </c:pt>
                <c:pt idx="4381">
                  <c:v>70869.899999999994</c:v>
                </c:pt>
                <c:pt idx="4382">
                  <c:v>70885.61</c:v>
                </c:pt>
                <c:pt idx="4383">
                  <c:v>70901.320000000007</c:v>
                </c:pt>
                <c:pt idx="4384">
                  <c:v>70917.03</c:v>
                </c:pt>
                <c:pt idx="4385">
                  <c:v>70932.740000000005</c:v>
                </c:pt>
                <c:pt idx="4386">
                  <c:v>70948.44</c:v>
                </c:pt>
                <c:pt idx="4387">
                  <c:v>70964.149999999994</c:v>
                </c:pt>
                <c:pt idx="4388">
                  <c:v>70979.86</c:v>
                </c:pt>
                <c:pt idx="4389">
                  <c:v>70995.570000000007</c:v>
                </c:pt>
                <c:pt idx="4390">
                  <c:v>71011.28</c:v>
                </c:pt>
                <c:pt idx="4391">
                  <c:v>71026.98</c:v>
                </c:pt>
                <c:pt idx="4392">
                  <c:v>71042.69</c:v>
                </c:pt>
                <c:pt idx="4393">
                  <c:v>71058.399999999994</c:v>
                </c:pt>
                <c:pt idx="4394">
                  <c:v>71074.11</c:v>
                </c:pt>
                <c:pt idx="4395">
                  <c:v>71089.820000000007</c:v>
                </c:pt>
                <c:pt idx="4396">
                  <c:v>71105.53</c:v>
                </c:pt>
                <c:pt idx="4397">
                  <c:v>71121.23</c:v>
                </c:pt>
                <c:pt idx="4398">
                  <c:v>71136.94</c:v>
                </c:pt>
                <c:pt idx="4399">
                  <c:v>71152.649999999994</c:v>
                </c:pt>
                <c:pt idx="4400">
                  <c:v>71168.36</c:v>
                </c:pt>
                <c:pt idx="4401">
                  <c:v>71184.070000000007</c:v>
                </c:pt>
                <c:pt idx="4402">
                  <c:v>71199.77</c:v>
                </c:pt>
                <c:pt idx="4403">
                  <c:v>71215.48</c:v>
                </c:pt>
                <c:pt idx="4404">
                  <c:v>71231.19</c:v>
                </c:pt>
                <c:pt idx="4405">
                  <c:v>71246.899999999994</c:v>
                </c:pt>
                <c:pt idx="4406">
                  <c:v>71262.61</c:v>
                </c:pt>
                <c:pt idx="4407">
                  <c:v>71278.31</c:v>
                </c:pt>
                <c:pt idx="4408">
                  <c:v>71294.02</c:v>
                </c:pt>
                <c:pt idx="4409">
                  <c:v>71309.73</c:v>
                </c:pt>
                <c:pt idx="4410">
                  <c:v>71325.440000000002</c:v>
                </c:pt>
                <c:pt idx="4411">
                  <c:v>71341.149999999994</c:v>
                </c:pt>
                <c:pt idx="4412">
                  <c:v>71356.850000000006</c:v>
                </c:pt>
                <c:pt idx="4413">
                  <c:v>71372.56</c:v>
                </c:pt>
                <c:pt idx="4414">
                  <c:v>71388.27</c:v>
                </c:pt>
                <c:pt idx="4415">
                  <c:v>71403.98</c:v>
                </c:pt>
                <c:pt idx="4416">
                  <c:v>71419.69</c:v>
                </c:pt>
                <c:pt idx="4417">
                  <c:v>71435.39</c:v>
                </c:pt>
                <c:pt idx="4418">
                  <c:v>71451.100000000006</c:v>
                </c:pt>
                <c:pt idx="4419">
                  <c:v>71466.81</c:v>
                </c:pt>
                <c:pt idx="4420">
                  <c:v>71482.52</c:v>
                </c:pt>
                <c:pt idx="4421">
                  <c:v>71498.23</c:v>
                </c:pt>
                <c:pt idx="4422">
                  <c:v>71513.929999999993</c:v>
                </c:pt>
                <c:pt idx="4423">
                  <c:v>71529.64</c:v>
                </c:pt>
                <c:pt idx="4424">
                  <c:v>71545.350000000006</c:v>
                </c:pt>
                <c:pt idx="4425">
                  <c:v>71561.06</c:v>
                </c:pt>
                <c:pt idx="4426">
                  <c:v>71576.77</c:v>
                </c:pt>
                <c:pt idx="4427">
                  <c:v>71592.47</c:v>
                </c:pt>
                <c:pt idx="4428">
                  <c:v>71608.179999999993</c:v>
                </c:pt>
                <c:pt idx="4429">
                  <c:v>71623.89</c:v>
                </c:pt>
                <c:pt idx="4430">
                  <c:v>71639.600000000006</c:v>
                </c:pt>
                <c:pt idx="4431">
                  <c:v>71655.31</c:v>
                </c:pt>
                <c:pt idx="4432">
                  <c:v>71671.009999999995</c:v>
                </c:pt>
                <c:pt idx="4433">
                  <c:v>71686.720000000001</c:v>
                </c:pt>
                <c:pt idx="4434">
                  <c:v>71702.429999999993</c:v>
                </c:pt>
                <c:pt idx="4435">
                  <c:v>71718.14</c:v>
                </c:pt>
                <c:pt idx="4436">
                  <c:v>71733.850000000006</c:v>
                </c:pt>
                <c:pt idx="4437">
                  <c:v>71749.55</c:v>
                </c:pt>
                <c:pt idx="4438">
                  <c:v>71765.259999999995</c:v>
                </c:pt>
                <c:pt idx="4439">
                  <c:v>71780.97</c:v>
                </c:pt>
                <c:pt idx="4440">
                  <c:v>71796.679999999993</c:v>
                </c:pt>
                <c:pt idx="4441">
                  <c:v>71812.39</c:v>
                </c:pt>
                <c:pt idx="4442">
                  <c:v>71828.09</c:v>
                </c:pt>
                <c:pt idx="4443">
                  <c:v>71843.8</c:v>
                </c:pt>
                <c:pt idx="4444">
                  <c:v>71859.509999999995</c:v>
                </c:pt>
                <c:pt idx="4445">
                  <c:v>71875.22</c:v>
                </c:pt>
                <c:pt idx="4446">
                  <c:v>71890.929999999993</c:v>
                </c:pt>
                <c:pt idx="4447">
                  <c:v>71906.63</c:v>
                </c:pt>
                <c:pt idx="4448">
                  <c:v>71922.34</c:v>
                </c:pt>
                <c:pt idx="4449">
                  <c:v>71938.05</c:v>
                </c:pt>
                <c:pt idx="4450">
                  <c:v>71953.759999999995</c:v>
                </c:pt>
                <c:pt idx="4451">
                  <c:v>71969.47</c:v>
                </c:pt>
                <c:pt idx="4452">
                  <c:v>71985.179999999993</c:v>
                </c:pt>
                <c:pt idx="4453">
                  <c:v>72000.88</c:v>
                </c:pt>
                <c:pt idx="4454">
                  <c:v>72016.59</c:v>
                </c:pt>
                <c:pt idx="4455">
                  <c:v>72032.3</c:v>
                </c:pt>
                <c:pt idx="4456">
                  <c:v>72048.009999999995</c:v>
                </c:pt>
                <c:pt idx="4457">
                  <c:v>72063.72</c:v>
                </c:pt>
                <c:pt idx="4458">
                  <c:v>72079.42</c:v>
                </c:pt>
                <c:pt idx="4459">
                  <c:v>72095.13</c:v>
                </c:pt>
                <c:pt idx="4460">
                  <c:v>72110.84</c:v>
                </c:pt>
                <c:pt idx="4461">
                  <c:v>72126.55</c:v>
                </c:pt>
                <c:pt idx="4462">
                  <c:v>72142.259999999995</c:v>
                </c:pt>
                <c:pt idx="4463">
                  <c:v>72157.960000000006</c:v>
                </c:pt>
                <c:pt idx="4464">
                  <c:v>72173.67</c:v>
                </c:pt>
                <c:pt idx="4465">
                  <c:v>72189.38</c:v>
                </c:pt>
                <c:pt idx="4466">
                  <c:v>72205.09</c:v>
                </c:pt>
                <c:pt idx="4467">
                  <c:v>72220.800000000003</c:v>
                </c:pt>
                <c:pt idx="4468">
                  <c:v>72236.5</c:v>
                </c:pt>
                <c:pt idx="4469">
                  <c:v>72252.210000000006</c:v>
                </c:pt>
                <c:pt idx="4470">
                  <c:v>72267.92</c:v>
                </c:pt>
                <c:pt idx="4471">
                  <c:v>72283.63</c:v>
                </c:pt>
                <c:pt idx="4472">
                  <c:v>72299.34</c:v>
                </c:pt>
                <c:pt idx="4473">
                  <c:v>72315.039999999994</c:v>
                </c:pt>
                <c:pt idx="4474">
                  <c:v>72330.75</c:v>
                </c:pt>
                <c:pt idx="4475">
                  <c:v>72346.460000000006</c:v>
                </c:pt>
                <c:pt idx="4476">
                  <c:v>72362.17</c:v>
                </c:pt>
                <c:pt idx="4477">
                  <c:v>72377.88</c:v>
                </c:pt>
                <c:pt idx="4478">
                  <c:v>72393.58</c:v>
                </c:pt>
                <c:pt idx="4479">
                  <c:v>72409.289999999994</c:v>
                </c:pt>
                <c:pt idx="4480">
                  <c:v>72425</c:v>
                </c:pt>
                <c:pt idx="4481">
                  <c:v>72440.710000000006</c:v>
                </c:pt>
                <c:pt idx="4482">
                  <c:v>72456.42</c:v>
                </c:pt>
                <c:pt idx="4483">
                  <c:v>72472.12</c:v>
                </c:pt>
                <c:pt idx="4484">
                  <c:v>72487.83</c:v>
                </c:pt>
                <c:pt idx="4485">
                  <c:v>72503.539999999994</c:v>
                </c:pt>
                <c:pt idx="4486">
                  <c:v>72519.25</c:v>
                </c:pt>
                <c:pt idx="4487">
                  <c:v>72534.960000000006</c:v>
                </c:pt>
                <c:pt idx="4488">
                  <c:v>72550.66</c:v>
                </c:pt>
                <c:pt idx="4489">
                  <c:v>72566.37</c:v>
                </c:pt>
                <c:pt idx="4490">
                  <c:v>72582.080000000002</c:v>
                </c:pt>
                <c:pt idx="4491">
                  <c:v>72597.789999999994</c:v>
                </c:pt>
                <c:pt idx="4492">
                  <c:v>72613.5</c:v>
                </c:pt>
                <c:pt idx="4493">
                  <c:v>72629.2</c:v>
                </c:pt>
                <c:pt idx="4494">
                  <c:v>72644.91</c:v>
                </c:pt>
                <c:pt idx="4495">
                  <c:v>72660.62</c:v>
                </c:pt>
                <c:pt idx="4496">
                  <c:v>72676.33</c:v>
                </c:pt>
                <c:pt idx="4497">
                  <c:v>72692.039999999994</c:v>
                </c:pt>
                <c:pt idx="4498">
                  <c:v>72707.740000000005</c:v>
                </c:pt>
                <c:pt idx="4499">
                  <c:v>72723.45</c:v>
                </c:pt>
                <c:pt idx="4500">
                  <c:v>72739.16</c:v>
                </c:pt>
                <c:pt idx="4501">
                  <c:v>72754.87</c:v>
                </c:pt>
                <c:pt idx="4502">
                  <c:v>72770.58</c:v>
                </c:pt>
                <c:pt idx="4503">
                  <c:v>72786.28</c:v>
                </c:pt>
                <c:pt idx="4504">
                  <c:v>72801.990000000005</c:v>
                </c:pt>
                <c:pt idx="4505">
                  <c:v>72817.7</c:v>
                </c:pt>
                <c:pt idx="4506">
                  <c:v>72833.41</c:v>
                </c:pt>
                <c:pt idx="4507">
                  <c:v>72849.119999999995</c:v>
                </c:pt>
                <c:pt idx="4508">
                  <c:v>72864.83</c:v>
                </c:pt>
                <c:pt idx="4509">
                  <c:v>72880.53</c:v>
                </c:pt>
                <c:pt idx="4510">
                  <c:v>72896.240000000005</c:v>
                </c:pt>
                <c:pt idx="4511">
                  <c:v>72911.95</c:v>
                </c:pt>
                <c:pt idx="4512">
                  <c:v>72927.66</c:v>
                </c:pt>
                <c:pt idx="4513">
                  <c:v>72943.37</c:v>
                </c:pt>
                <c:pt idx="4514">
                  <c:v>72959.070000000007</c:v>
                </c:pt>
                <c:pt idx="4515">
                  <c:v>72974.78</c:v>
                </c:pt>
                <c:pt idx="4516">
                  <c:v>72990.490000000005</c:v>
                </c:pt>
                <c:pt idx="4517">
                  <c:v>73006.2</c:v>
                </c:pt>
                <c:pt idx="4518">
                  <c:v>73021.91</c:v>
                </c:pt>
                <c:pt idx="4519">
                  <c:v>73037.61</c:v>
                </c:pt>
                <c:pt idx="4520">
                  <c:v>73053.320000000007</c:v>
                </c:pt>
                <c:pt idx="4521">
                  <c:v>73069.03</c:v>
                </c:pt>
                <c:pt idx="4522">
                  <c:v>73084.740000000005</c:v>
                </c:pt>
                <c:pt idx="4523">
                  <c:v>73100.45</c:v>
                </c:pt>
                <c:pt idx="4524">
                  <c:v>73116.149999999994</c:v>
                </c:pt>
                <c:pt idx="4525">
                  <c:v>73131.86</c:v>
                </c:pt>
                <c:pt idx="4526">
                  <c:v>73147.570000000007</c:v>
                </c:pt>
                <c:pt idx="4527">
                  <c:v>73163.28</c:v>
                </c:pt>
                <c:pt idx="4528">
                  <c:v>73178.990000000005</c:v>
                </c:pt>
                <c:pt idx="4529">
                  <c:v>73194.69</c:v>
                </c:pt>
                <c:pt idx="4530">
                  <c:v>73210.399999999994</c:v>
                </c:pt>
                <c:pt idx="4531">
                  <c:v>73226.11</c:v>
                </c:pt>
                <c:pt idx="4532">
                  <c:v>73241.820000000007</c:v>
                </c:pt>
                <c:pt idx="4533">
                  <c:v>73257.53</c:v>
                </c:pt>
                <c:pt idx="4534">
                  <c:v>73273.23</c:v>
                </c:pt>
                <c:pt idx="4535">
                  <c:v>73288.94</c:v>
                </c:pt>
                <c:pt idx="4536">
                  <c:v>73304.649999999994</c:v>
                </c:pt>
                <c:pt idx="4537">
                  <c:v>73320.36</c:v>
                </c:pt>
                <c:pt idx="4538">
                  <c:v>73336.070000000007</c:v>
                </c:pt>
                <c:pt idx="4539">
                  <c:v>73351.77</c:v>
                </c:pt>
                <c:pt idx="4540">
                  <c:v>73367.48</c:v>
                </c:pt>
                <c:pt idx="4541">
                  <c:v>73383.19</c:v>
                </c:pt>
                <c:pt idx="4542">
                  <c:v>73398.899999999994</c:v>
                </c:pt>
                <c:pt idx="4543">
                  <c:v>73414.61</c:v>
                </c:pt>
                <c:pt idx="4544">
                  <c:v>73430.31</c:v>
                </c:pt>
                <c:pt idx="4545">
                  <c:v>73446.02</c:v>
                </c:pt>
                <c:pt idx="4546">
                  <c:v>73461.73</c:v>
                </c:pt>
                <c:pt idx="4547">
                  <c:v>73477.440000000002</c:v>
                </c:pt>
                <c:pt idx="4548">
                  <c:v>73493.149999999994</c:v>
                </c:pt>
                <c:pt idx="4549">
                  <c:v>73508.850000000006</c:v>
                </c:pt>
                <c:pt idx="4550">
                  <c:v>73524.56</c:v>
                </c:pt>
                <c:pt idx="4551">
                  <c:v>73540.27</c:v>
                </c:pt>
                <c:pt idx="4552">
                  <c:v>73555.98</c:v>
                </c:pt>
                <c:pt idx="4553">
                  <c:v>73571.69</c:v>
                </c:pt>
                <c:pt idx="4554">
                  <c:v>73587.39</c:v>
                </c:pt>
                <c:pt idx="4555">
                  <c:v>73603.100000000006</c:v>
                </c:pt>
                <c:pt idx="4556">
                  <c:v>73618.81</c:v>
                </c:pt>
                <c:pt idx="4557">
                  <c:v>73634.52</c:v>
                </c:pt>
                <c:pt idx="4558">
                  <c:v>73650.23</c:v>
                </c:pt>
                <c:pt idx="4559">
                  <c:v>73665.929999999993</c:v>
                </c:pt>
                <c:pt idx="4560">
                  <c:v>73681.64</c:v>
                </c:pt>
                <c:pt idx="4561">
                  <c:v>73697.350000000006</c:v>
                </c:pt>
                <c:pt idx="4562">
                  <c:v>73713.06</c:v>
                </c:pt>
                <c:pt idx="4563">
                  <c:v>73728.77</c:v>
                </c:pt>
                <c:pt idx="4564">
                  <c:v>73744.479999999996</c:v>
                </c:pt>
                <c:pt idx="4565">
                  <c:v>73760.179999999993</c:v>
                </c:pt>
                <c:pt idx="4566">
                  <c:v>73775.89</c:v>
                </c:pt>
                <c:pt idx="4567">
                  <c:v>73791.600000000006</c:v>
                </c:pt>
                <c:pt idx="4568">
                  <c:v>73807.31</c:v>
                </c:pt>
                <c:pt idx="4569">
                  <c:v>73823.02</c:v>
                </c:pt>
                <c:pt idx="4570">
                  <c:v>73838.720000000001</c:v>
                </c:pt>
                <c:pt idx="4571">
                  <c:v>73854.429999999993</c:v>
                </c:pt>
                <c:pt idx="4572">
                  <c:v>73870.14</c:v>
                </c:pt>
                <c:pt idx="4573">
                  <c:v>73885.850000000006</c:v>
                </c:pt>
                <c:pt idx="4574">
                  <c:v>73901.56</c:v>
                </c:pt>
                <c:pt idx="4575">
                  <c:v>73917.259999999995</c:v>
                </c:pt>
                <c:pt idx="4576">
                  <c:v>73932.97</c:v>
                </c:pt>
                <c:pt idx="4577">
                  <c:v>73948.679999999993</c:v>
                </c:pt>
                <c:pt idx="4578">
                  <c:v>73964.39</c:v>
                </c:pt>
                <c:pt idx="4579">
                  <c:v>73980.100000000006</c:v>
                </c:pt>
                <c:pt idx="4580">
                  <c:v>73995.8</c:v>
                </c:pt>
                <c:pt idx="4581">
                  <c:v>74011.509999999995</c:v>
                </c:pt>
                <c:pt idx="4582">
                  <c:v>74027.22</c:v>
                </c:pt>
                <c:pt idx="4583">
                  <c:v>74042.929999999993</c:v>
                </c:pt>
                <c:pt idx="4584">
                  <c:v>74058.64</c:v>
                </c:pt>
                <c:pt idx="4585">
                  <c:v>74074.34</c:v>
                </c:pt>
                <c:pt idx="4586">
                  <c:v>74090.05</c:v>
                </c:pt>
                <c:pt idx="4587">
                  <c:v>74105.759999999995</c:v>
                </c:pt>
                <c:pt idx="4588">
                  <c:v>74121.47</c:v>
                </c:pt>
                <c:pt idx="4589">
                  <c:v>74137.179999999993</c:v>
                </c:pt>
                <c:pt idx="4590">
                  <c:v>74152.88</c:v>
                </c:pt>
                <c:pt idx="4591">
                  <c:v>74168.59</c:v>
                </c:pt>
                <c:pt idx="4592">
                  <c:v>74184.3</c:v>
                </c:pt>
                <c:pt idx="4593">
                  <c:v>74200.009999999995</c:v>
                </c:pt>
                <c:pt idx="4594">
                  <c:v>74215.72</c:v>
                </c:pt>
                <c:pt idx="4595">
                  <c:v>74231.42</c:v>
                </c:pt>
                <c:pt idx="4596">
                  <c:v>74247.13</c:v>
                </c:pt>
                <c:pt idx="4597">
                  <c:v>74262.84</c:v>
                </c:pt>
                <c:pt idx="4598">
                  <c:v>74278.55</c:v>
                </c:pt>
                <c:pt idx="4599">
                  <c:v>74294.259999999995</c:v>
                </c:pt>
                <c:pt idx="4600">
                  <c:v>74309.960000000006</c:v>
                </c:pt>
                <c:pt idx="4601">
                  <c:v>74325.67</c:v>
                </c:pt>
                <c:pt idx="4602">
                  <c:v>74341.38</c:v>
                </c:pt>
                <c:pt idx="4603">
                  <c:v>74357.09</c:v>
                </c:pt>
                <c:pt idx="4604">
                  <c:v>74372.800000000003</c:v>
                </c:pt>
                <c:pt idx="4605">
                  <c:v>74388.5</c:v>
                </c:pt>
                <c:pt idx="4606">
                  <c:v>74404.210000000006</c:v>
                </c:pt>
                <c:pt idx="4607">
                  <c:v>74419.92</c:v>
                </c:pt>
                <c:pt idx="4608">
                  <c:v>74435.63</c:v>
                </c:pt>
                <c:pt idx="4609">
                  <c:v>74451.34</c:v>
                </c:pt>
                <c:pt idx="4610">
                  <c:v>74467.039999999994</c:v>
                </c:pt>
                <c:pt idx="4611">
                  <c:v>74482.75</c:v>
                </c:pt>
                <c:pt idx="4612">
                  <c:v>74498.460000000006</c:v>
                </c:pt>
                <c:pt idx="4613">
                  <c:v>74514.17</c:v>
                </c:pt>
                <c:pt idx="4614">
                  <c:v>74529.88</c:v>
                </c:pt>
                <c:pt idx="4615">
                  <c:v>74545.58</c:v>
                </c:pt>
                <c:pt idx="4616">
                  <c:v>74561.289999999994</c:v>
                </c:pt>
                <c:pt idx="4617">
                  <c:v>74577</c:v>
                </c:pt>
                <c:pt idx="4618">
                  <c:v>74592.710000000006</c:v>
                </c:pt>
                <c:pt idx="4619">
                  <c:v>74608.42</c:v>
                </c:pt>
                <c:pt idx="4620">
                  <c:v>74624.13</c:v>
                </c:pt>
                <c:pt idx="4621">
                  <c:v>74639.83</c:v>
                </c:pt>
                <c:pt idx="4622">
                  <c:v>74655.539999999994</c:v>
                </c:pt>
                <c:pt idx="4623">
                  <c:v>74671.25</c:v>
                </c:pt>
                <c:pt idx="4624">
                  <c:v>74686.960000000006</c:v>
                </c:pt>
                <c:pt idx="4625">
                  <c:v>74702.67</c:v>
                </c:pt>
                <c:pt idx="4626">
                  <c:v>74718.37</c:v>
                </c:pt>
                <c:pt idx="4627">
                  <c:v>74734.080000000002</c:v>
                </c:pt>
                <c:pt idx="4628">
                  <c:v>74749.789999999994</c:v>
                </c:pt>
                <c:pt idx="4629">
                  <c:v>74765.5</c:v>
                </c:pt>
                <c:pt idx="4630">
                  <c:v>74781.210000000006</c:v>
                </c:pt>
                <c:pt idx="4631">
                  <c:v>74796.91</c:v>
                </c:pt>
                <c:pt idx="4632">
                  <c:v>74812.62</c:v>
                </c:pt>
                <c:pt idx="4633">
                  <c:v>74828.33</c:v>
                </c:pt>
                <c:pt idx="4634">
                  <c:v>74844.039999999994</c:v>
                </c:pt>
                <c:pt idx="4635">
                  <c:v>74859.75</c:v>
                </c:pt>
                <c:pt idx="4636">
                  <c:v>74875.45</c:v>
                </c:pt>
                <c:pt idx="4637">
                  <c:v>74891.16</c:v>
                </c:pt>
                <c:pt idx="4638">
                  <c:v>74906.87</c:v>
                </c:pt>
                <c:pt idx="4639">
                  <c:v>74922.58</c:v>
                </c:pt>
                <c:pt idx="4640">
                  <c:v>74938.289999999994</c:v>
                </c:pt>
                <c:pt idx="4641">
                  <c:v>74953.990000000005</c:v>
                </c:pt>
                <c:pt idx="4642">
                  <c:v>74969.7</c:v>
                </c:pt>
                <c:pt idx="4643">
                  <c:v>74985.41</c:v>
                </c:pt>
                <c:pt idx="4644">
                  <c:v>75001.119999999995</c:v>
                </c:pt>
                <c:pt idx="4645">
                  <c:v>75016.83</c:v>
                </c:pt>
                <c:pt idx="4646">
                  <c:v>75032.53</c:v>
                </c:pt>
                <c:pt idx="4647">
                  <c:v>75048.240000000005</c:v>
                </c:pt>
                <c:pt idx="4648">
                  <c:v>75063.95</c:v>
                </c:pt>
                <c:pt idx="4649">
                  <c:v>75079.66</c:v>
                </c:pt>
                <c:pt idx="4650">
                  <c:v>75095.37</c:v>
                </c:pt>
                <c:pt idx="4651">
                  <c:v>75111.070000000007</c:v>
                </c:pt>
                <c:pt idx="4652">
                  <c:v>75126.78</c:v>
                </c:pt>
                <c:pt idx="4653">
                  <c:v>75142.490000000005</c:v>
                </c:pt>
                <c:pt idx="4654">
                  <c:v>75158.2</c:v>
                </c:pt>
                <c:pt idx="4655">
                  <c:v>75173.91</c:v>
                </c:pt>
                <c:pt idx="4656">
                  <c:v>75189.61</c:v>
                </c:pt>
                <c:pt idx="4657">
                  <c:v>75205.320000000007</c:v>
                </c:pt>
                <c:pt idx="4658">
                  <c:v>75221.03</c:v>
                </c:pt>
                <c:pt idx="4659">
                  <c:v>75236.740000000005</c:v>
                </c:pt>
                <c:pt idx="4660">
                  <c:v>75252.45</c:v>
                </c:pt>
                <c:pt idx="4661">
                  <c:v>75268.149999999994</c:v>
                </c:pt>
                <c:pt idx="4662">
                  <c:v>75283.86</c:v>
                </c:pt>
                <c:pt idx="4663">
                  <c:v>75299.570000000007</c:v>
                </c:pt>
                <c:pt idx="4664">
                  <c:v>75315.28</c:v>
                </c:pt>
                <c:pt idx="4665">
                  <c:v>75330.990000000005</c:v>
                </c:pt>
                <c:pt idx="4666">
                  <c:v>75346.69</c:v>
                </c:pt>
                <c:pt idx="4667">
                  <c:v>75362.399999999994</c:v>
                </c:pt>
                <c:pt idx="4668">
                  <c:v>75378.11</c:v>
                </c:pt>
                <c:pt idx="4669">
                  <c:v>75393.820000000007</c:v>
                </c:pt>
                <c:pt idx="4670">
                  <c:v>75409.53</c:v>
                </c:pt>
                <c:pt idx="4671">
                  <c:v>75425.23</c:v>
                </c:pt>
                <c:pt idx="4672">
                  <c:v>75440.94</c:v>
                </c:pt>
                <c:pt idx="4673">
                  <c:v>75456.649999999994</c:v>
                </c:pt>
                <c:pt idx="4674">
                  <c:v>75472.36</c:v>
                </c:pt>
                <c:pt idx="4675">
                  <c:v>75488.070000000007</c:v>
                </c:pt>
                <c:pt idx="4676">
                  <c:v>75503.78</c:v>
                </c:pt>
                <c:pt idx="4677">
                  <c:v>75519.48</c:v>
                </c:pt>
                <c:pt idx="4678">
                  <c:v>75535.19</c:v>
                </c:pt>
                <c:pt idx="4679">
                  <c:v>75550.899999999994</c:v>
                </c:pt>
                <c:pt idx="4680">
                  <c:v>75566.61</c:v>
                </c:pt>
                <c:pt idx="4681">
                  <c:v>75582.320000000007</c:v>
                </c:pt>
                <c:pt idx="4682">
                  <c:v>75598.02</c:v>
                </c:pt>
                <c:pt idx="4683">
                  <c:v>75613.73</c:v>
                </c:pt>
                <c:pt idx="4684">
                  <c:v>75629.440000000002</c:v>
                </c:pt>
                <c:pt idx="4685">
                  <c:v>75645.149999999994</c:v>
                </c:pt>
                <c:pt idx="4686">
                  <c:v>75660.86</c:v>
                </c:pt>
                <c:pt idx="4687">
                  <c:v>75676.56</c:v>
                </c:pt>
                <c:pt idx="4688">
                  <c:v>75692.27</c:v>
                </c:pt>
                <c:pt idx="4689">
                  <c:v>75707.98</c:v>
                </c:pt>
                <c:pt idx="4690">
                  <c:v>75723.69</c:v>
                </c:pt>
                <c:pt idx="4691">
                  <c:v>75739.399999999994</c:v>
                </c:pt>
                <c:pt idx="4692">
                  <c:v>75755.100000000006</c:v>
                </c:pt>
                <c:pt idx="4693">
                  <c:v>75770.81</c:v>
                </c:pt>
                <c:pt idx="4694">
                  <c:v>75786.52</c:v>
                </c:pt>
                <c:pt idx="4695">
                  <c:v>75802.23</c:v>
                </c:pt>
                <c:pt idx="4696">
                  <c:v>75817.94</c:v>
                </c:pt>
                <c:pt idx="4697">
                  <c:v>75833.64</c:v>
                </c:pt>
                <c:pt idx="4698">
                  <c:v>75849.350000000006</c:v>
                </c:pt>
                <c:pt idx="4699">
                  <c:v>75865.06</c:v>
                </c:pt>
                <c:pt idx="4700">
                  <c:v>75880.77</c:v>
                </c:pt>
                <c:pt idx="4701">
                  <c:v>75896.479999999996</c:v>
                </c:pt>
                <c:pt idx="4702">
                  <c:v>75912.179999999993</c:v>
                </c:pt>
                <c:pt idx="4703">
                  <c:v>75927.89</c:v>
                </c:pt>
                <c:pt idx="4704">
                  <c:v>75943.600000000006</c:v>
                </c:pt>
                <c:pt idx="4705">
                  <c:v>75959.31</c:v>
                </c:pt>
                <c:pt idx="4706">
                  <c:v>75975.02</c:v>
                </c:pt>
                <c:pt idx="4707">
                  <c:v>75990.720000000001</c:v>
                </c:pt>
                <c:pt idx="4708">
                  <c:v>76006.429999999993</c:v>
                </c:pt>
                <c:pt idx="4709">
                  <c:v>76022.14</c:v>
                </c:pt>
                <c:pt idx="4710">
                  <c:v>76037.850000000006</c:v>
                </c:pt>
                <c:pt idx="4711">
                  <c:v>76053.56</c:v>
                </c:pt>
                <c:pt idx="4712">
                  <c:v>76069.259999999995</c:v>
                </c:pt>
                <c:pt idx="4713">
                  <c:v>76084.97</c:v>
                </c:pt>
                <c:pt idx="4714">
                  <c:v>76100.679999999993</c:v>
                </c:pt>
                <c:pt idx="4715">
                  <c:v>76116.39</c:v>
                </c:pt>
                <c:pt idx="4716">
                  <c:v>76132.100000000006</c:v>
                </c:pt>
                <c:pt idx="4717">
                  <c:v>76147.8</c:v>
                </c:pt>
                <c:pt idx="4718">
                  <c:v>76163.509999999995</c:v>
                </c:pt>
                <c:pt idx="4719">
                  <c:v>76179.22</c:v>
                </c:pt>
                <c:pt idx="4720">
                  <c:v>76194.929999999993</c:v>
                </c:pt>
                <c:pt idx="4721">
                  <c:v>76210.64</c:v>
                </c:pt>
                <c:pt idx="4722">
                  <c:v>76226.34</c:v>
                </c:pt>
                <c:pt idx="4723">
                  <c:v>76242.05</c:v>
                </c:pt>
                <c:pt idx="4724">
                  <c:v>76257.759999999995</c:v>
                </c:pt>
                <c:pt idx="4725">
                  <c:v>76273.47</c:v>
                </c:pt>
                <c:pt idx="4726">
                  <c:v>76289.179999999993</c:v>
                </c:pt>
                <c:pt idx="4727">
                  <c:v>76304.88</c:v>
                </c:pt>
                <c:pt idx="4728">
                  <c:v>76320.59</c:v>
                </c:pt>
                <c:pt idx="4729">
                  <c:v>76336.3</c:v>
                </c:pt>
                <c:pt idx="4730">
                  <c:v>76352.009999999995</c:v>
                </c:pt>
                <c:pt idx="4731">
                  <c:v>76367.72</c:v>
                </c:pt>
                <c:pt idx="4732">
                  <c:v>76383.429999999993</c:v>
                </c:pt>
                <c:pt idx="4733">
                  <c:v>76399.13</c:v>
                </c:pt>
                <c:pt idx="4734">
                  <c:v>76414.84</c:v>
                </c:pt>
                <c:pt idx="4735">
                  <c:v>76430.55</c:v>
                </c:pt>
                <c:pt idx="4736">
                  <c:v>76446.259999999995</c:v>
                </c:pt>
                <c:pt idx="4737">
                  <c:v>76461.97</c:v>
                </c:pt>
                <c:pt idx="4738">
                  <c:v>76477.67</c:v>
                </c:pt>
                <c:pt idx="4739">
                  <c:v>76493.38</c:v>
                </c:pt>
                <c:pt idx="4740">
                  <c:v>76509.09</c:v>
                </c:pt>
                <c:pt idx="4741">
                  <c:v>76524.800000000003</c:v>
                </c:pt>
                <c:pt idx="4742">
                  <c:v>76540.509999999995</c:v>
                </c:pt>
                <c:pt idx="4743">
                  <c:v>76556.210000000006</c:v>
                </c:pt>
                <c:pt idx="4744">
                  <c:v>76571.92</c:v>
                </c:pt>
                <c:pt idx="4745">
                  <c:v>76587.63</c:v>
                </c:pt>
                <c:pt idx="4746">
                  <c:v>76603.34</c:v>
                </c:pt>
                <c:pt idx="4747">
                  <c:v>76619.05</c:v>
                </c:pt>
                <c:pt idx="4748">
                  <c:v>76634.75</c:v>
                </c:pt>
                <c:pt idx="4749">
                  <c:v>76650.460000000006</c:v>
                </c:pt>
                <c:pt idx="4750">
                  <c:v>76666.17</c:v>
                </c:pt>
                <c:pt idx="4751">
                  <c:v>76681.88</c:v>
                </c:pt>
                <c:pt idx="4752">
                  <c:v>76697.59</c:v>
                </c:pt>
                <c:pt idx="4753">
                  <c:v>76713.289999999994</c:v>
                </c:pt>
                <c:pt idx="4754">
                  <c:v>76729</c:v>
                </c:pt>
                <c:pt idx="4755">
                  <c:v>76744.710000000006</c:v>
                </c:pt>
                <c:pt idx="4756">
                  <c:v>76760.42</c:v>
                </c:pt>
                <c:pt idx="4757">
                  <c:v>76776.13</c:v>
                </c:pt>
                <c:pt idx="4758">
                  <c:v>76791.83</c:v>
                </c:pt>
                <c:pt idx="4759">
                  <c:v>76807.539999999994</c:v>
                </c:pt>
                <c:pt idx="4760">
                  <c:v>76823.25</c:v>
                </c:pt>
                <c:pt idx="4761">
                  <c:v>76838.960000000006</c:v>
                </c:pt>
                <c:pt idx="4762">
                  <c:v>76854.67</c:v>
                </c:pt>
                <c:pt idx="4763">
                  <c:v>76870.37</c:v>
                </c:pt>
                <c:pt idx="4764">
                  <c:v>76886.080000000002</c:v>
                </c:pt>
                <c:pt idx="4765">
                  <c:v>76901.789999999994</c:v>
                </c:pt>
                <c:pt idx="4766">
                  <c:v>76917.5</c:v>
                </c:pt>
                <c:pt idx="4767">
                  <c:v>76933.210000000006</c:v>
                </c:pt>
                <c:pt idx="4768">
                  <c:v>76948.91</c:v>
                </c:pt>
                <c:pt idx="4769">
                  <c:v>76964.62</c:v>
                </c:pt>
                <c:pt idx="4770">
                  <c:v>76980.33</c:v>
                </c:pt>
                <c:pt idx="4771">
                  <c:v>76996.039999999994</c:v>
                </c:pt>
                <c:pt idx="4772">
                  <c:v>77011.75</c:v>
                </c:pt>
                <c:pt idx="4773">
                  <c:v>77027.45</c:v>
                </c:pt>
                <c:pt idx="4774">
                  <c:v>77043.16</c:v>
                </c:pt>
                <c:pt idx="4775">
                  <c:v>77058.87</c:v>
                </c:pt>
                <c:pt idx="4776">
                  <c:v>77074.58</c:v>
                </c:pt>
                <c:pt idx="4777">
                  <c:v>77090.289999999994</c:v>
                </c:pt>
                <c:pt idx="4778">
                  <c:v>77105.990000000005</c:v>
                </c:pt>
                <c:pt idx="4779">
                  <c:v>77121.7</c:v>
                </c:pt>
                <c:pt idx="4780">
                  <c:v>77137.41</c:v>
                </c:pt>
                <c:pt idx="4781">
                  <c:v>77153.119999999995</c:v>
                </c:pt>
                <c:pt idx="4782">
                  <c:v>77168.83</c:v>
                </c:pt>
                <c:pt idx="4783">
                  <c:v>77184.53</c:v>
                </c:pt>
                <c:pt idx="4784">
                  <c:v>77200.240000000005</c:v>
                </c:pt>
                <c:pt idx="4785">
                  <c:v>77215.95</c:v>
                </c:pt>
                <c:pt idx="4786">
                  <c:v>77231.66</c:v>
                </c:pt>
                <c:pt idx="4787">
                  <c:v>77247.37</c:v>
                </c:pt>
                <c:pt idx="4788">
                  <c:v>77263.08</c:v>
                </c:pt>
                <c:pt idx="4789">
                  <c:v>77278.78</c:v>
                </c:pt>
                <c:pt idx="4790">
                  <c:v>77294.490000000005</c:v>
                </c:pt>
                <c:pt idx="4791">
                  <c:v>77310.2</c:v>
                </c:pt>
                <c:pt idx="4792">
                  <c:v>77325.91</c:v>
                </c:pt>
                <c:pt idx="4793">
                  <c:v>77341.62</c:v>
                </c:pt>
                <c:pt idx="4794">
                  <c:v>77357.320000000007</c:v>
                </c:pt>
                <c:pt idx="4795">
                  <c:v>77373.03</c:v>
                </c:pt>
                <c:pt idx="4796">
                  <c:v>77388.740000000005</c:v>
                </c:pt>
                <c:pt idx="4797">
                  <c:v>77404.45</c:v>
                </c:pt>
                <c:pt idx="4798">
                  <c:v>77420.160000000003</c:v>
                </c:pt>
                <c:pt idx="4799">
                  <c:v>77435.86</c:v>
                </c:pt>
                <c:pt idx="4800">
                  <c:v>77451.570000000007</c:v>
                </c:pt>
                <c:pt idx="4801">
                  <c:v>77467.28</c:v>
                </c:pt>
                <c:pt idx="4802">
                  <c:v>77482.990000000005</c:v>
                </c:pt>
                <c:pt idx="4803">
                  <c:v>77498.7</c:v>
                </c:pt>
                <c:pt idx="4804">
                  <c:v>77514.399999999994</c:v>
                </c:pt>
                <c:pt idx="4805">
                  <c:v>77530.11</c:v>
                </c:pt>
                <c:pt idx="4806">
                  <c:v>77545.820000000007</c:v>
                </c:pt>
                <c:pt idx="4807">
                  <c:v>77561.53</c:v>
                </c:pt>
                <c:pt idx="4808">
                  <c:v>77577.240000000005</c:v>
                </c:pt>
                <c:pt idx="4809">
                  <c:v>77592.94</c:v>
                </c:pt>
                <c:pt idx="4810">
                  <c:v>77608.649999999994</c:v>
                </c:pt>
                <c:pt idx="4811">
                  <c:v>77624.36</c:v>
                </c:pt>
                <c:pt idx="4812">
                  <c:v>77640.070000000007</c:v>
                </c:pt>
                <c:pt idx="4813">
                  <c:v>77655.78</c:v>
                </c:pt>
                <c:pt idx="4814">
                  <c:v>77671.48</c:v>
                </c:pt>
                <c:pt idx="4815">
                  <c:v>77687.19</c:v>
                </c:pt>
                <c:pt idx="4816">
                  <c:v>77702.899999999994</c:v>
                </c:pt>
                <c:pt idx="4817">
                  <c:v>77718.61</c:v>
                </c:pt>
                <c:pt idx="4818">
                  <c:v>77734.320000000007</c:v>
                </c:pt>
                <c:pt idx="4819">
                  <c:v>77750.02</c:v>
                </c:pt>
                <c:pt idx="4820">
                  <c:v>77765.73</c:v>
                </c:pt>
                <c:pt idx="4821">
                  <c:v>77781.440000000002</c:v>
                </c:pt>
                <c:pt idx="4822">
                  <c:v>77797.149999999994</c:v>
                </c:pt>
                <c:pt idx="4823">
                  <c:v>77812.86</c:v>
                </c:pt>
                <c:pt idx="4824">
                  <c:v>77828.56</c:v>
                </c:pt>
                <c:pt idx="4825">
                  <c:v>77844.27</c:v>
                </c:pt>
                <c:pt idx="4826">
                  <c:v>77859.98</c:v>
                </c:pt>
                <c:pt idx="4827">
                  <c:v>77875.69</c:v>
                </c:pt>
                <c:pt idx="4828">
                  <c:v>77891.399999999994</c:v>
                </c:pt>
                <c:pt idx="4829">
                  <c:v>77907.100000000006</c:v>
                </c:pt>
                <c:pt idx="4830">
                  <c:v>77922.81</c:v>
                </c:pt>
                <c:pt idx="4831">
                  <c:v>77938.52</c:v>
                </c:pt>
                <c:pt idx="4832">
                  <c:v>77954.23</c:v>
                </c:pt>
                <c:pt idx="4833">
                  <c:v>77969.94</c:v>
                </c:pt>
                <c:pt idx="4834">
                  <c:v>77985.64</c:v>
                </c:pt>
                <c:pt idx="4835">
                  <c:v>78001.350000000006</c:v>
                </c:pt>
                <c:pt idx="4836">
                  <c:v>78017.06</c:v>
                </c:pt>
                <c:pt idx="4837">
                  <c:v>78032.77</c:v>
                </c:pt>
                <c:pt idx="4838">
                  <c:v>78048.479999999996</c:v>
                </c:pt>
                <c:pt idx="4839">
                  <c:v>78064.179999999993</c:v>
                </c:pt>
                <c:pt idx="4840">
                  <c:v>78079.89</c:v>
                </c:pt>
                <c:pt idx="4841">
                  <c:v>78095.600000000006</c:v>
                </c:pt>
                <c:pt idx="4842">
                  <c:v>78111.31</c:v>
                </c:pt>
                <c:pt idx="4843">
                  <c:v>78127.02</c:v>
                </c:pt>
                <c:pt idx="4844">
                  <c:v>78142.73</c:v>
                </c:pt>
                <c:pt idx="4845">
                  <c:v>78158.429999999993</c:v>
                </c:pt>
                <c:pt idx="4846">
                  <c:v>78174.14</c:v>
                </c:pt>
                <c:pt idx="4847">
                  <c:v>78189.850000000006</c:v>
                </c:pt>
                <c:pt idx="4848">
                  <c:v>78205.56</c:v>
                </c:pt>
                <c:pt idx="4849">
                  <c:v>78221.27</c:v>
                </c:pt>
                <c:pt idx="4850">
                  <c:v>78236.97</c:v>
                </c:pt>
                <c:pt idx="4851">
                  <c:v>78252.679999999993</c:v>
                </c:pt>
                <c:pt idx="4852">
                  <c:v>78268.39</c:v>
                </c:pt>
                <c:pt idx="4853">
                  <c:v>78284.100000000006</c:v>
                </c:pt>
                <c:pt idx="4854">
                  <c:v>78299.81</c:v>
                </c:pt>
                <c:pt idx="4855">
                  <c:v>78315.509999999995</c:v>
                </c:pt>
                <c:pt idx="4856">
                  <c:v>78331.22</c:v>
                </c:pt>
                <c:pt idx="4857">
                  <c:v>78346.929999999993</c:v>
                </c:pt>
                <c:pt idx="4858">
                  <c:v>78362.64</c:v>
                </c:pt>
                <c:pt idx="4859">
                  <c:v>78378.350000000006</c:v>
                </c:pt>
                <c:pt idx="4860">
                  <c:v>78394.05</c:v>
                </c:pt>
                <c:pt idx="4861">
                  <c:v>78409.759999999995</c:v>
                </c:pt>
                <c:pt idx="4862">
                  <c:v>78425.47</c:v>
                </c:pt>
                <c:pt idx="4863">
                  <c:v>78441.179999999993</c:v>
                </c:pt>
                <c:pt idx="4864">
                  <c:v>78456.89</c:v>
                </c:pt>
                <c:pt idx="4865">
                  <c:v>78472.59</c:v>
                </c:pt>
                <c:pt idx="4866">
                  <c:v>78488.3</c:v>
                </c:pt>
                <c:pt idx="4867">
                  <c:v>78504.009999999995</c:v>
                </c:pt>
                <c:pt idx="4868">
                  <c:v>78519.72</c:v>
                </c:pt>
                <c:pt idx="4869">
                  <c:v>78535.429999999993</c:v>
                </c:pt>
                <c:pt idx="4870">
                  <c:v>78551.13</c:v>
                </c:pt>
                <c:pt idx="4871">
                  <c:v>78566.84</c:v>
                </c:pt>
                <c:pt idx="4872">
                  <c:v>78582.55</c:v>
                </c:pt>
                <c:pt idx="4873">
                  <c:v>78598.259999999995</c:v>
                </c:pt>
                <c:pt idx="4874">
                  <c:v>78613.97</c:v>
                </c:pt>
                <c:pt idx="4875">
                  <c:v>78629.67</c:v>
                </c:pt>
                <c:pt idx="4876">
                  <c:v>78645.38</c:v>
                </c:pt>
                <c:pt idx="4877">
                  <c:v>78661.09</c:v>
                </c:pt>
                <c:pt idx="4878">
                  <c:v>78676.800000000003</c:v>
                </c:pt>
                <c:pt idx="4879">
                  <c:v>78692.509999999995</c:v>
                </c:pt>
                <c:pt idx="4880">
                  <c:v>78708.210000000006</c:v>
                </c:pt>
                <c:pt idx="4881">
                  <c:v>78723.92</c:v>
                </c:pt>
                <c:pt idx="4882">
                  <c:v>78739.63</c:v>
                </c:pt>
                <c:pt idx="4883">
                  <c:v>78755.34</c:v>
                </c:pt>
                <c:pt idx="4884">
                  <c:v>78771.05</c:v>
                </c:pt>
                <c:pt idx="4885">
                  <c:v>78786.75</c:v>
                </c:pt>
                <c:pt idx="4886">
                  <c:v>78802.460000000006</c:v>
                </c:pt>
                <c:pt idx="4887">
                  <c:v>78818.17</c:v>
                </c:pt>
                <c:pt idx="4888">
                  <c:v>78833.88</c:v>
                </c:pt>
                <c:pt idx="4889">
                  <c:v>78849.59</c:v>
                </c:pt>
                <c:pt idx="4890">
                  <c:v>78865.289999999994</c:v>
                </c:pt>
                <c:pt idx="4891">
                  <c:v>78881</c:v>
                </c:pt>
                <c:pt idx="4892">
                  <c:v>78896.710000000006</c:v>
                </c:pt>
                <c:pt idx="4893">
                  <c:v>78912.42</c:v>
                </c:pt>
                <c:pt idx="4894">
                  <c:v>78928.13</c:v>
                </c:pt>
                <c:pt idx="4895">
                  <c:v>78943.83</c:v>
                </c:pt>
                <c:pt idx="4896">
                  <c:v>78959.539999999994</c:v>
                </c:pt>
                <c:pt idx="4897">
                  <c:v>78975.25</c:v>
                </c:pt>
                <c:pt idx="4898">
                  <c:v>78990.960000000006</c:v>
                </c:pt>
                <c:pt idx="4899">
                  <c:v>79006.67</c:v>
                </c:pt>
                <c:pt idx="4900">
                  <c:v>79022.38</c:v>
                </c:pt>
                <c:pt idx="4901">
                  <c:v>79038.080000000002</c:v>
                </c:pt>
                <c:pt idx="4902">
                  <c:v>79053.789999999994</c:v>
                </c:pt>
                <c:pt idx="4903">
                  <c:v>79069.5</c:v>
                </c:pt>
                <c:pt idx="4904">
                  <c:v>79085.210000000006</c:v>
                </c:pt>
                <c:pt idx="4905">
                  <c:v>79100.92</c:v>
                </c:pt>
                <c:pt idx="4906">
                  <c:v>79116.62</c:v>
                </c:pt>
                <c:pt idx="4907">
                  <c:v>79132.33</c:v>
                </c:pt>
                <c:pt idx="4908">
                  <c:v>79148.039999999994</c:v>
                </c:pt>
                <c:pt idx="4909">
                  <c:v>79163.75</c:v>
                </c:pt>
                <c:pt idx="4910">
                  <c:v>79179.460000000006</c:v>
                </c:pt>
                <c:pt idx="4911">
                  <c:v>79195.16</c:v>
                </c:pt>
                <c:pt idx="4912">
                  <c:v>79210.87</c:v>
                </c:pt>
                <c:pt idx="4913">
                  <c:v>79226.58</c:v>
                </c:pt>
                <c:pt idx="4914">
                  <c:v>79242.289999999994</c:v>
                </c:pt>
                <c:pt idx="4915">
                  <c:v>79258</c:v>
                </c:pt>
                <c:pt idx="4916">
                  <c:v>79273.7</c:v>
                </c:pt>
                <c:pt idx="4917">
                  <c:v>79289.41</c:v>
                </c:pt>
                <c:pt idx="4918">
                  <c:v>79305.119999999995</c:v>
                </c:pt>
                <c:pt idx="4919">
                  <c:v>79320.83</c:v>
                </c:pt>
                <c:pt idx="4920">
                  <c:v>79336.539999999994</c:v>
                </c:pt>
                <c:pt idx="4921">
                  <c:v>79352.240000000005</c:v>
                </c:pt>
                <c:pt idx="4922">
                  <c:v>79367.95</c:v>
                </c:pt>
                <c:pt idx="4923">
                  <c:v>79383.66</c:v>
                </c:pt>
                <c:pt idx="4924">
                  <c:v>79399.37</c:v>
                </c:pt>
                <c:pt idx="4925">
                  <c:v>79415.08</c:v>
                </c:pt>
                <c:pt idx="4926">
                  <c:v>79430.78</c:v>
                </c:pt>
                <c:pt idx="4927">
                  <c:v>79446.490000000005</c:v>
                </c:pt>
                <c:pt idx="4928">
                  <c:v>79462.2</c:v>
                </c:pt>
                <c:pt idx="4929">
                  <c:v>79477.91</c:v>
                </c:pt>
                <c:pt idx="4930">
                  <c:v>79493.62</c:v>
                </c:pt>
                <c:pt idx="4931">
                  <c:v>79509.320000000007</c:v>
                </c:pt>
                <c:pt idx="4932">
                  <c:v>79525.03</c:v>
                </c:pt>
                <c:pt idx="4933">
                  <c:v>79540.740000000005</c:v>
                </c:pt>
                <c:pt idx="4934">
                  <c:v>79556.45</c:v>
                </c:pt>
                <c:pt idx="4935">
                  <c:v>79572.160000000003</c:v>
                </c:pt>
                <c:pt idx="4936">
                  <c:v>79587.86</c:v>
                </c:pt>
                <c:pt idx="4937">
                  <c:v>79603.570000000007</c:v>
                </c:pt>
                <c:pt idx="4938">
                  <c:v>79619.28</c:v>
                </c:pt>
                <c:pt idx="4939">
                  <c:v>79634.990000000005</c:v>
                </c:pt>
                <c:pt idx="4940">
                  <c:v>79650.7</c:v>
                </c:pt>
                <c:pt idx="4941">
                  <c:v>79666.399999999994</c:v>
                </c:pt>
                <c:pt idx="4942">
                  <c:v>79682.11</c:v>
                </c:pt>
                <c:pt idx="4943">
                  <c:v>79697.820000000007</c:v>
                </c:pt>
                <c:pt idx="4944">
                  <c:v>79713.53</c:v>
                </c:pt>
                <c:pt idx="4945">
                  <c:v>79729.240000000005</c:v>
                </c:pt>
                <c:pt idx="4946">
                  <c:v>79744.94</c:v>
                </c:pt>
                <c:pt idx="4947">
                  <c:v>79760.649999999994</c:v>
                </c:pt>
                <c:pt idx="4948">
                  <c:v>79776.36</c:v>
                </c:pt>
                <c:pt idx="4949">
                  <c:v>79792.070000000007</c:v>
                </c:pt>
                <c:pt idx="4950">
                  <c:v>79807.78</c:v>
                </c:pt>
                <c:pt idx="4951">
                  <c:v>79823.48</c:v>
                </c:pt>
                <c:pt idx="4952">
                  <c:v>79839.19</c:v>
                </c:pt>
                <c:pt idx="4953">
                  <c:v>79854.899999999994</c:v>
                </c:pt>
                <c:pt idx="4954">
                  <c:v>79870.61</c:v>
                </c:pt>
                <c:pt idx="4955">
                  <c:v>79886.320000000007</c:v>
                </c:pt>
                <c:pt idx="4956">
                  <c:v>79902.03</c:v>
                </c:pt>
                <c:pt idx="4957">
                  <c:v>79917.73</c:v>
                </c:pt>
                <c:pt idx="4958">
                  <c:v>79933.440000000002</c:v>
                </c:pt>
                <c:pt idx="4959">
                  <c:v>79949.149999999994</c:v>
                </c:pt>
                <c:pt idx="4960">
                  <c:v>79964.86</c:v>
                </c:pt>
                <c:pt idx="4961">
                  <c:v>79980.570000000007</c:v>
                </c:pt>
                <c:pt idx="4962">
                  <c:v>79996.27</c:v>
                </c:pt>
                <c:pt idx="4963">
                  <c:v>80011.98</c:v>
                </c:pt>
                <c:pt idx="4964">
                  <c:v>80027.69</c:v>
                </c:pt>
                <c:pt idx="4965">
                  <c:v>80043.399999999994</c:v>
                </c:pt>
                <c:pt idx="4966">
                  <c:v>80059.11</c:v>
                </c:pt>
                <c:pt idx="4967">
                  <c:v>80074.81</c:v>
                </c:pt>
                <c:pt idx="4968">
                  <c:v>80090.52</c:v>
                </c:pt>
                <c:pt idx="4969">
                  <c:v>80106.23</c:v>
                </c:pt>
                <c:pt idx="4970">
                  <c:v>80121.94</c:v>
                </c:pt>
                <c:pt idx="4971">
                  <c:v>80137.649999999994</c:v>
                </c:pt>
                <c:pt idx="4972">
                  <c:v>80153.350000000006</c:v>
                </c:pt>
                <c:pt idx="4973">
                  <c:v>80169.06</c:v>
                </c:pt>
                <c:pt idx="4974">
                  <c:v>80184.77</c:v>
                </c:pt>
                <c:pt idx="4975">
                  <c:v>80200.479999999996</c:v>
                </c:pt>
                <c:pt idx="4976">
                  <c:v>80216.19</c:v>
                </c:pt>
                <c:pt idx="4977">
                  <c:v>80231.89</c:v>
                </c:pt>
                <c:pt idx="4978">
                  <c:v>80247.600000000006</c:v>
                </c:pt>
                <c:pt idx="4979">
                  <c:v>80263.31</c:v>
                </c:pt>
                <c:pt idx="4980">
                  <c:v>80279.02</c:v>
                </c:pt>
                <c:pt idx="4981">
                  <c:v>80294.73</c:v>
                </c:pt>
                <c:pt idx="4982">
                  <c:v>80310.429999999993</c:v>
                </c:pt>
                <c:pt idx="4983">
                  <c:v>80326.14</c:v>
                </c:pt>
                <c:pt idx="4984">
                  <c:v>80341.850000000006</c:v>
                </c:pt>
                <c:pt idx="4985">
                  <c:v>80357.56</c:v>
                </c:pt>
                <c:pt idx="4986">
                  <c:v>80373.27</c:v>
                </c:pt>
                <c:pt idx="4987">
                  <c:v>80388.97</c:v>
                </c:pt>
                <c:pt idx="4988">
                  <c:v>80404.679999999993</c:v>
                </c:pt>
                <c:pt idx="4989">
                  <c:v>80420.39</c:v>
                </c:pt>
                <c:pt idx="4990">
                  <c:v>80436.100000000006</c:v>
                </c:pt>
                <c:pt idx="4991">
                  <c:v>80451.81</c:v>
                </c:pt>
                <c:pt idx="4992">
                  <c:v>80467.509999999995</c:v>
                </c:pt>
                <c:pt idx="4993">
                  <c:v>80483.22</c:v>
                </c:pt>
                <c:pt idx="4994">
                  <c:v>80498.929999999993</c:v>
                </c:pt>
                <c:pt idx="4995">
                  <c:v>80514.64</c:v>
                </c:pt>
                <c:pt idx="4996">
                  <c:v>80530.350000000006</c:v>
                </c:pt>
                <c:pt idx="4997">
                  <c:v>80546.05</c:v>
                </c:pt>
                <c:pt idx="4998">
                  <c:v>80561.759999999995</c:v>
                </c:pt>
                <c:pt idx="4999">
                  <c:v>80577.47</c:v>
                </c:pt>
                <c:pt idx="5000">
                  <c:v>80593.179999999993</c:v>
                </c:pt>
                <c:pt idx="5001">
                  <c:v>80608.89</c:v>
                </c:pt>
                <c:pt idx="5002">
                  <c:v>80624.59</c:v>
                </c:pt>
                <c:pt idx="5003">
                  <c:v>80640.3</c:v>
                </c:pt>
                <c:pt idx="5004">
                  <c:v>80656.009999999995</c:v>
                </c:pt>
                <c:pt idx="5005">
                  <c:v>80671.72</c:v>
                </c:pt>
                <c:pt idx="5006">
                  <c:v>80687.429999999993</c:v>
                </c:pt>
                <c:pt idx="5007">
                  <c:v>80703.13</c:v>
                </c:pt>
                <c:pt idx="5008">
                  <c:v>80718.84</c:v>
                </c:pt>
                <c:pt idx="5009">
                  <c:v>80734.55</c:v>
                </c:pt>
                <c:pt idx="5010">
                  <c:v>80750.259999999995</c:v>
                </c:pt>
                <c:pt idx="5011">
                  <c:v>80765.97</c:v>
                </c:pt>
                <c:pt idx="5012">
                  <c:v>80781.679999999993</c:v>
                </c:pt>
                <c:pt idx="5013">
                  <c:v>80797.38</c:v>
                </c:pt>
                <c:pt idx="5014">
                  <c:v>80813.09</c:v>
                </c:pt>
                <c:pt idx="5015">
                  <c:v>80828.800000000003</c:v>
                </c:pt>
                <c:pt idx="5016">
                  <c:v>80844.509999999995</c:v>
                </c:pt>
                <c:pt idx="5017">
                  <c:v>80860.22</c:v>
                </c:pt>
                <c:pt idx="5018">
                  <c:v>80875.92</c:v>
                </c:pt>
                <c:pt idx="5019">
                  <c:v>80891.63</c:v>
                </c:pt>
                <c:pt idx="5020">
                  <c:v>80907.34</c:v>
                </c:pt>
                <c:pt idx="5021">
                  <c:v>80923.05</c:v>
                </c:pt>
                <c:pt idx="5022">
                  <c:v>80938.759999999995</c:v>
                </c:pt>
                <c:pt idx="5023">
                  <c:v>80954.460000000006</c:v>
                </c:pt>
                <c:pt idx="5024">
                  <c:v>80970.17</c:v>
                </c:pt>
                <c:pt idx="5025">
                  <c:v>80985.88</c:v>
                </c:pt>
                <c:pt idx="5026">
                  <c:v>81001.59</c:v>
                </c:pt>
                <c:pt idx="5027">
                  <c:v>81017.3</c:v>
                </c:pt>
                <c:pt idx="5028">
                  <c:v>81033</c:v>
                </c:pt>
                <c:pt idx="5029">
                  <c:v>81048.710000000006</c:v>
                </c:pt>
                <c:pt idx="5030">
                  <c:v>81064.42</c:v>
                </c:pt>
                <c:pt idx="5031">
                  <c:v>81080.13</c:v>
                </c:pt>
                <c:pt idx="5032">
                  <c:v>81095.839999999997</c:v>
                </c:pt>
                <c:pt idx="5033">
                  <c:v>81111.539999999994</c:v>
                </c:pt>
                <c:pt idx="5034">
                  <c:v>81127.25</c:v>
                </c:pt>
                <c:pt idx="5035">
                  <c:v>81142.960000000006</c:v>
                </c:pt>
                <c:pt idx="5036">
                  <c:v>81158.67</c:v>
                </c:pt>
                <c:pt idx="5037">
                  <c:v>81174.38</c:v>
                </c:pt>
                <c:pt idx="5038">
                  <c:v>81190.080000000002</c:v>
                </c:pt>
                <c:pt idx="5039">
                  <c:v>81205.789999999994</c:v>
                </c:pt>
                <c:pt idx="5040">
                  <c:v>81221.5</c:v>
                </c:pt>
                <c:pt idx="5041">
                  <c:v>81237.210000000006</c:v>
                </c:pt>
                <c:pt idx="5042">
                  <c:v>81252.92</c:v>
                </c:pt>
                <c:pt idx="5043">
                  <c:v>81268.62</c:v>
                </c:pt>
                <c:pt idx="5044">
                  <c:v>81284.33</c:v>
                </c:pt>
                <c:pt idx="5045">
                  <c:v>81300.039999999994</c:v>
                </c:pt>
                <c:pt idx="5046">
                  <c:v>81315.75</c:v>
                </c:pt>
                <c:pt idx="5047">
                  <c:v>81331.460000000006</c:v>
                </c:pt>
                <c:pt idx="5048">
                  <c:v>81347.16</c:v>
                </c:pt>
                <c:pt idx="5049">
                  <c:v>81362.87</c:v>
                </c:pt>
                <c:pt idx="5050">
                  <c:v>81378.58</c:v>
                </c:pt>
                <c:pt idx="5051">
                  <c:v>81394.289999999994</c:v>
                </c:pt>
                <c:pt idx="5052">
                  <c:v>81410</c:v>
                </c:pt>
                <c:pt idx="5053">
                  <c:v>81425.7</c:v>
                </c:pt>
                <c:pt idx="5054">
                  <c:v>81441.41</c:v>
                </c:pt>
                <c:pt idx="5055">
                  <c:v>81457.119999999995</c:v>
                </c:pt>
                <c:pt idx="5056">
                  <c:v>81472.83</c:v>
                </c:pt>
                <c:pt idx="5057">
                  <c:v>81488.539999999994</c:v>
                </c:pt>
                <c:pt idx="5058">
                  <c:v>81504.240000000005</c:v>
                </c:pt>
                <c:pt idx="5059">
                  <c:v>81519.95</c:v>
                </c:pt>
                <c:pt idx="5060">
                  <c:v>81535.66</c:v>
                </c:pt>
                <c:pt idx="5061">
                  <c:v>81551.37</c:v>
                </c:pt>
                <c:pt idx="5062">
                  <c:v>81567.08</c:v>
                </c:pt>
                <c:pt idx="5063">
                  <c:v>81582.78</c:v>
                </c:pt>
                <c:pt idx="5064">
                  <c:v>81598.490000000005</c:v>
                </c:pt>
                <c:pt idx="5065">
                  <c:v>81614.2</c:v>
                </c:pt>
                <c:pt idx="5066">
                  <c:v>81629.91</c:v>
                </c:pt>
                <c:pt idx="5067">
                  <c:v>81645.62</c:v>
                </c:pt>
                <c:pt idx="5068">
                  <c:v>81661.33</c:v>
                </c:pt>
                <c:pt idx="5069">
                  <c:v>81677.03</c:v>
                </c:pt>
                <c:pt idx="5070">
                  <c:v>81692.740000000005</c:v>
                </c:pt>
                <c:pt idx="5071">
                  <c:v>81708.45</c:v>
                </c:pt>
                <c:pt idx="5072">
                  <c:v>81724.160000000003</c:v>
                </c:pt>
                <c:pt idx="5073">
                  <c:v>81739.87</c:v>
                </c:pt>
                <c:pt idx="5074">
                  <c:v>81755.570000000007</c:v>
                </c:pt>
                <c:pt idx="5075">
                  <c:v>81771.28</c:v>
                </c:pt>
                <c:pt idx="5076">
                  <c:v>81786.990000000005</c:v>
                </c:pt>
                <c:pt idx="5077">
                  <c:v>81802.7</c:v>
                </c:pt>
                <c:pt idx="5078">
                  <c:v>81818.41</c:v>
                </c:pt>
                <c:pt idx="5079">
                  <c:v>81834.11</c:v>
                </c:pt>
                <c:pt idx="5080">
                  <c:v>81849.820000000007</c:v>
                </c:pt>
                <c:pt idx="5081">
                  <c:v>81865.53</c:v>
                </c:pt>
                <c:pt idx="5082">
                  <c:v>81881.240000000005</c:v>
                </c:pt>
                <c:pt idx="5083">
                  <c:v>81896.95</c:v>
                </c:pt>
                <c:pt idx="5084">
                  <c:v>81912.649999999994</c:v>
                </c:pt>
                <c:pt idx="5085">
                  <c:v>81928.36</c:v>
                </c:pt>
                <c:pt idx="5086">
                  <c:v>81944.070000000007</c:v>
                </c:pt>
                <c:pt idx="5087">
                  <c:v>81959.78</c:v>
                </c:pt>
                <c:pt idx="5088">
                  <c:v>81975.490000000005</c:v>
                </c:pt>
                <c:pt idx="5089">
                  <c:v>81991.19</c:v>
                </c:pt>
                <c:pt idx="5090">
                  <c:v>82006.899999999994</c:v>
                </c:pt>
                <c:pt idx="5091">
                  <c:v>82022.61</c:v>
                </c:pt>
                <c:pt idx="5092">
                  <c:v>82038.320000000007</c:v>
                </c:pt>
                <c:pt idx="5093">
                  <c:v>82054.03</c:v>
                </c:pt>
                <c:pt idx="5094">
                  <c:v>82069.73</c:v>
                </c:pt>
                <c:pt idx="5095">
                  <c:v>82085.440000000002</c:v>
                </c:pt>
                <c:pt idx="5096">
                  <c:v>82101.149999999994</c:v>
                </c:pt>
                <c:pt idx="5097">
                  <c:v>82116.86</c:v>
                </c:pt>
                <c:pt idx="5098">
                  <c:v>82132.570000000007</c:v>
                </c:pt>
                <c:pt idx="5099">
                  <c:v>82148.27</c:v>
                </c:pt>
                <c:pt idx="5100">
                  <c:v>82163.98</c:v>
                </c:pt>
                <c:pt idx="5101">
                  <c:v>82179.69</c:v>
                </c:pt>
                <c:pt idx="5102">
                  <c:v>82195.399999999994</c:v>
                </c:pt>
                <c:pt idx="5103">
                  <c:v>82211.11</c:v>
                </c:pt>
                <c:pt idx="5104">
                  <c:v>82226.81</c:v>
                </c:pt>
                <c:pt idx="5105">
                  <c:v>82242.52</c:v>
                </c:pt>
                <c:pt idx="5106">
                  <c:v>82258.23</c:v>
                </c:pt>
                <c:pt idx="5107">
                  <c:v>82273.94</c:v>
                </c:pt>
                <c:pt idx="5108">
                  <c:v>82289.649999999994</c:v>
                </c:pt>
                <c:pt idx="5109">
                  <c:v>82305.350000000006</c:v>
                </c:pt>
                <c:pt idx="5110">
                  <c:v>82321.06</c:v>
                </c:pt>
                <c:pt idx="5111">
                  <c:v>82336.77</c:v>
                </c:pt>
                <c:pt idx="5112">
                  <c:v>82352.479999999996</c:v>
                </c:pt>
                <c:pt idx="5113">
                  <c:v>82368.19</c:v>
                </c:pt>
                <c:pt idx="5114">
                  <c:v>82383.89</c:v>
                </c:pt>
                <c:pt idx="5115">
                  <c:v>82399.600000000006</c:v>
                </c:pt>
                <c:pt idx="5116">
                  <c:v>82415.31</c:v>
                </c:pt>
                <c:pt idx="5117">
                  <c:v>82431.02</c:v>
                </c:pt>
                <c:pt idx="5118">
                  <c:v>82446.73</c:v>
                </c:pt>
                <c:pt idx="5119">
                  <c:v>82462.429999999993</c:v>
                </c:pt>
                <c:pt idx="5120">
                  <c:v>82478.14</c:v>
                </c:pt>
                <c:pt idx="5121">
                  <c:v>82493.850000000006</c:v>
                </c:pt>
                <c:pt idx="5122">
                  <c:v>82509.56</c:v>
                </c:pt>
                <c:pt idx="5123">
                  <c:v>82525.27</c:v>
                </c:pt>
                <c:pt idx="5124">
                  <c:v>82540.98</c:v>
                </c:pt>
                <c:pt idx="5125">
                  <c:v>82556.679999999993</c:v>
                </c:pt>
                <c:pt idx="5126">
                  <c:v>82572.39</c:v>
                </c:pt>
                <c:pt idx="5127">
                  <c:v>82588.100000000006</c:v>
                </c:pt>
                <c:pt idx="5128">
                  <c:v>82603.81</c:v>
                </c:pt>
                <c:pt idx="5129">
                  <c:v>82619.520000000004</c:v>
                </c:pt>
                <c:pt idx="5130">
                  <c:v>82635.22</c:v>
                </c:pt>
                <c:pt idx="5131">
                  <c:v>82650.929999999993</c:v>
                </c:pt>
                <c:pt idx="5132">
                  <c:v>82666.64</c:v>
                </c:pt>
                <c:pt idx="5133">
                  <c:v>82682.350000000006</c:v>
                </c:pt>
                <c:pt idx="5134">
                  <c:v>82698.06</c:v>
                </c:pt>
                <c:pt idx="5135">
                  <c:v>82713.759999999995</c:v>
                </c:pt>
                <c:pt idx="5136">
                  <c:v>82729.47</c:v>
                </c:pt>
                <c:pt idx="5137">
                  <c:v>82745.179999999993</c:v>
                </c:pt>
                <c:pt idx="5138">
                  <c:v>82760.89</c:v>
                </c:pt>
                <c:pt idx="5139">
                  <c:v>82776.600000000006</c:v>
                </c:pt>
                <c:pt idx="5140">
                  <c:v>82792.3</c:v>
                </c:pt>
                <c:pt idx="5141">
                  <c:v>82808.009999999995</c:v>
                </c:pt>
                <c:pt idx="5142">
                  <c:v>82823.72</c:v>
                </c:pt>
                <c:pt idx="5143">
                  <c:v>82839.429999999993</c:v>
                </c:pt>
                <c:pt idx="5144">
                  <c:v>82855.14</c:v>
                </c:pt>
                <c:pt idx="5145">
                  <c:v>82870.84</c:v>
                </c:pt>
                <c:pt idx="5146">
                  <c:v>82886.55</c:v>
                </c:pt>
                <c:pt idx="5147">
                  <c:v>82902.259999999995</c:v>
                </c:pt>
                <c:pt idx="5148">
                  <c:v>82917.97</c:v>
                </c:pt>
                <c:pt idx="5149">
                  <c:v>82933.679999999993</c:v>
                </c:pt>
                <c:pt idx="5150">
                  <c:v>82949.38</c:v>
                </c:pt>
                <c:pt idx="5151">
                  <c:v>82965.09</c:v>
                </c:pt>
                <c:pt idx="5152">
                  <c:v>82980.800000000003</c:v>
                </c:pt>
                <c:pt idx="5153">
                  <c:v>82996.509999999995</c:v>
                </c:pt>
                <c:pt idx="5154">
                  <c:v>83012.22</c:v>
                </c:pt>
                <c:pt idx="5155">
                  <c:v>83027.92</c:v>
                </c:pt>
                <c:pt idx="5156">
                  <c:v>83043.63</c:v>
                </c:pt>
                <c:pt idx="5157">
                  <c:v>83059.34</c:v>
                </c:pt>
                <c:pt idx="5158">
                  <c:v>83075.05</c:v>
                </c:pt>
                <c:pt idx="5159">
                  <c:v>83090.759999999995</c:v>
                </c:pt>
                <c:pt idx="5160">
                  <c:v>83106.460000000006</c:v>
                </c:pt>
                <c:pt idx="5161">
                  <c:v>83122.17</c:v>
                </c:pt>
                <c:pt idx="5162">
                  <c:v>83137.88</c:v>
                </c:pt>
                <c:pt idx="5163">
                  <c:v>83153.59</c:v>
                </c:pt>
                <c:pt idx="5164">
                  <c:v>83169.3</c:v>
                </c:pt>
                <c:pt idx="5165">
                  <c:v>83185</c:v>
                </c:pt>
                <c:pt idx="5166">
                  <c:v>83200.710000000006</c:v>
                </c:pt>
                <c:pt idx="5167">
                  <c:v>83216.42</c:v>
                </c:pt>
                <c:pt idx="5168">
                  <c:v>83232.13</c:v>
                </c:pt>
                <c:pt idx="5169">
                  <c:v>83247.839999999997</c:v>
                </c:pt>
                <c:pt idx="5170">
                  <c:v>83263.539999999994</c:v>
                </c:pt>
                <c:pt idx="5171">
                  <c:v>83279.25</c:v>
                </c:pt>
                <c:pt idx="5172">
                  <c:v>83294.960000000006</c:v>
                </c:pt>
                <c:pt idx="5173">
                  <c:v>83310.67</c:v>
                </c:pt>
                <c:pt idx="5174">
                  <c:v>83326.38</c:v>
                </c:pt>
                <c:pt idx="5175">
                  <c:v>83342.080000000002</c:v>
                </c:pt>
                <c:pt idx="5176">
                  <c:v>83357.789999999994</c:v>
                </c:pt>
                <c:pt idx="5177">
                  <c:v>83373.5</c:v>
                </c:pt>
                <c:pt idx="5178">
                  <c:v>83389.210000000006</c:v>
                </c:pt>
                <c:pt idx="5179">
                  <c:v>83404.92</c:v>
                </c:pt>
                <c:pt idx="5180">
                  <c:v>83420.63</c:v>
                </c:pt>
                <c:pt idx="5181">
                  <c:v>83436.33</c:v>
                </c:pt>
                <c:pt idx="5182">
                  <c:v>83452.039999999994</c:v>
                </c:pt>
                <c:pt idx="5183">
                  <c:v>83467.75</c:v>
                </c:pt>
                <c:pt idx="5184">
                  <c:v>83483.460000000006</c:v>
                </c:pt>
                <c:pt idx="5185">
                  <c:v>83499.17</c:v>
                </c:pt>
                <c:pt idx="5186">
                  <c:v>83514.87</c:v>
                </c:pt>
                <c:pt idx="5187">
                  <c:v>83530.58</c:v>
                </c:pt>
                <c:pt idx="5188">
                  <c:v>83546.289999999994</c:v>
                </c:pt>
                <c:pt idx="5189">
                  <c:v>83562</c:v>
                </c:pt>
                <c:pt idx="5190">
                  <c:v>83577.710000000006</c:v>
                </c:pt>
                <c:pt idx="5191">
                  <c:v>83593.41</c:v>
                </c:pt>
                <c:pt idx="5192">
                  <c:v>83609.119999999995</c:v>
                </c:pt>
                <c:pt idx="5193">
                  <c:v>83624.83</c:v>
                </c:pt>
                <c:pt idx="5194">
                  <c:v>83640.539999999994</c:v>
                </c:pt>
                <c:pt idx="5195">
                  <c:v>83656.25</c:v>
                </c:pt>
                <c:pt idx="5196">
                  <c:v>83671.95</c:v>
                </c:pt>
                <c:pt idx="5197">
                  <c:v>83687.66</c:v>
                </c:pt>
                <c:pt idx="5198">
                  <c:v>83703.37</c:v>
                </c:pt>
                <c:pt idx="5199">
                  <c:v>83719.08</c:v>
                </c:pt>
                <c:pt idx="5200">
                  <c:v>83734.789999999994</c:v>
                </c:pt>
                <c:pt idx="5201">
                  <c:v>83750.490000000005</c:v>
                </c:pt>
                <c:pt idx="5202">
                  <c:v>83766.2</c:v>
                </c:pt>
                <c:pt idx="5203">
                  <c:v>83781.91</c:v>
                </c:pt>
                <c:pt idx="5204">
                  <c:v>83797.62</c:v>
                </c:pt>
                <c:pt idx="5205">
                  <c:v>83813.33</c:v>
                </c:pt>
                <c:pt idx="5206">
                  <c:v>83829.03</c:v>
                </c:pt>
                <c:pt idx="5207">
                  <c:v>83844.740000000005</c:v>
                </c:pt>
                <c:pt idx="5208">
                  <c:v>83860.45</c:v>
                </c:pt>
                <c:pt idx="5209">
                  <c:v>83876.160000000003</c:v>
                </c:pt>
                <c:pt idx="5210">
                  <c:v>83891.87</c:v>
                </c:pt>
                <c:pt idx="5211">
                  <c:v>83907.57</c:v>
                </c:pt>
                <c:pt idx="5212">
                  <c:v>83923.28</c:v>
                </c:pt>
                <c:pt idx="5213">
                  <c:v>83938.99</c:v>
                </c:pt>
                <c:pt idx="5214">
                  <c:v>83954.7</c:v>
                </c:pt>
                <c:pt idx="5215">
                  <c:v>83970.41</c:v>
                </c:pt>
                <c:pt idx="5216">
                  <c:v>83986.11</c:v>
                </c:pt>
                <c:pt idx="5217">
                  <c:v>83661.789999999994</c:v>
                </c:pt>
                <c:pt idx="5218">
                  <c:v>83677.429999999993</c:v>
                </c:pt>
                <c:pt idx="5219">
                  <c:v>83693.070000000007</c:v>
                </c:pt>
                <c:pt idx="5220">
                  <c:v>83708.710000000006</c:v>
                </c:pt>
                <c:pt idx="5221">
                  <c:v>83724.36</c:v>
                </c:pt>
                <c:pt idx="5222">
                  <c:v>83740</c:v>
                </c:pt>
                <c:pt idx="5223">
                  <c:v>83755.64</c:v>
                </c:pt>
                <c:pt idx="5224">
                  <c:v>83771.289999999994</c:v>
                </c:pt>
                <c:pt idx="5225">
                  <c:v>83786.929999999993</c:v>
                </c:pt>
                <c:pt idx="5226">
                  <c:v>83802.570000000007</c:v>
                </c:pt>
                <c:pt idx="5227">
                  <c:v>83818.210000000006</c:v>
                </c:pt>
                <c:pt idx="5228">
                  <c:v>83833.86</c:v>
                </c:pt>
                <c:pt idx="5229">
                  <c:v>83849.5</c:v>
                </c:pt>
                <c:pt idx="5230">
                  <c:v>83865.14</c:v>
                </c:pt>
                <c:pt idx="5231">
                  <c:v>83880.789999999994</c:v>
                </c:pt>
                <c:pt idx="5232">
                  <c:v>83896.43</c:v>
                </c:pt>
                <c:pt idx="5233">
                  <c:v>83912.07</c:v>
                </c:pt>
                <c:pt idx="5234">
                  <c:v>83927.71</c:v>
                </c:pt>
                <c:pt idx="5235">
                  <c:v>83943.360000000001</c:v>
                </c:pt>
                <c:pt idx="5236">
                  <c:v>83959</c:v>
                </c:pt>
                <c:pt idx="5237">
                  <c:v>83974.64</c:v>
                </c:pt>
                <c:pt idx="5238">
                  <c:v>83990.29</c:v>
                </c:pt>
                <c:pt idx="5239">
                  <c:v>84005.93</c:v>
                </c:pt>
                <c:pt idx="5240">
                  <c:v>84021.57</c:v>
                </c:pt>
                <c:pt idx="5241">
                  <c:v>84037.21</c:v>
                </c:pt>
                <c:pt idx="5242">
                  <c:v>84052.86</c:v>
                </c:pt>
                <c:pt idx="5243">
                  <c:v>84068.5</c:v>
                </c:pt>
                <c:pt idx="5244">
                  <c:v>84084.14</c:v>
                </c:pt>
                <c:pt idx="5245">
                  <c:v>84099.79</c:v>
                </c:pt>
                <c:pt idx="5246">
                  <c:v>84115.43</c:v>
                </c:pt>
                <c:pt idx="5247">
                  <c:v>84131.07</c:v>
                </c:pt>
                <c:pt idx="5248">
                  <c:v>84146.71</c:v>
                </c:pt>
                <c:pt idx="5249">
                  <c:v>84162.36</c:v>
                </c:pt>
                <c:pt idx="5250">
                  <c:v>84178</c:v>
                </c:pt>
                <c:pt idx="5251">
                  <c:v>84193.64</c:v>
                </c:pt>
                <c:pt idx="5252">
                  <c:v>84209.29</c:v>
                </c:pt>
                <c:pt idx="5253">
                  <c:v>84224.93</c:v>
                </c:pt>
                <c:pt idx="5254">
                  <c:v>84240.57</c:v>
                </c:pt>
                <c:pt idx="5255">
                  <c:v>84256.21</c:v>
                </c:pt>
                <c:pt idx="5256">
                  <c:v>84271.86</c:v>
                </c:pt>
                <c:pt idx="5257">
                  <c:v>84287.5</c:v>
                </c:pt>
                <c:pt idx="5258">
                  <c:v>84303.14</c:v>
                </c:pt>
                <c:pt idx="5259">
                  <c:v>84318.79</c:v>
                </c:pt>
                <c:pt idx="5260">
                  <c:v>84334.43</c:v>
                </c:pt>
                <c:pt idx="5261">
                  <c:v>84350.07</c:v>
                </c:pt>
                <c:pt idx="5262">
                  <c:v>84365.71</c:v>
                </c:pt>
                <c:pt idx="5263">
                  <c:v>84381.36</c:v>
                </c:pt>
                <c:pt idx="5264">
                  <c:v>84397</c:v>
                </c:pt>
                <c:pt idx="5265">
                  <c:v>84412.64</c:v>
                </c:pt>
                <c:pt idx="5266">
                  <c:v>84428.29</c:v>
                </c:pt>
                <c:pt idx="5267">
                  <c:v>84443.93</c:v>
                </c:pt>
                <c:pt idx="5268">
                  <c:v>84459.57</c:v>
                </c:pt>
                <c:pt idx="5269">
                  <c:v>84475.21</c:v>
                </c:pt>
                <c:pt idx="5270">
                  <c:v>84490.86</c:v>
                </c:pt>
                <c:pt idx="5271">
                  <c:v>84506.5</c:v>
                </c:pt>
                <c:pt idx="5272">
                  <c:v>84522.14</c:v>
                </c:pt>
                <c:pt idx="5273">
                  <c:v>84537.79</c:v>
                </c:pt>
                <c:pt idx="5274">
                  <c:v>84553.43</c:v>
                </c:pt>
                <c:pt idx="5275">
                  <c:v>84569.07</c:v>
                </c:pt>
                <c:pt idx="5276">
                  <c:v>84584.71</c:v>
                </c:pt>
                <c:pt idx="5277">
                  <c:v>84600.36</c:v>
                </c:pt>
                <c:pt idx="5278">
                  <c:v>84616</c:v>
                </c:pt>
                <c:pt idx="5279">
                  <c:v>84631.64</c:v>
                </c:pt>
                <c:pt idx="5280">
                  <c:v>84647.29</c:v>
                </c:pt>
                <c:pt idx="5281">
                  <c:v>84662.93</c:v>
                </c:pt>
                <c:pt idx="5282">
                  <c:v>84678.57</c:v>
                </c:pt>
                <c:pt idx="5283">
                  <c:v>84694.21</c:v>
                </c:pt>
                <c:pt idx="5284">
                  <c:v>84709.86</c:v>
                </c:pt>
                <c:pt idx="5285">
                  <c:v>84725.5</c:v>
                </c:pt>
                <c:pt idx="5286">
                  <c:v>84741.14</c:v>
                </c:pt>
                <c:pt idx="5287">
                  <c:v>84756.79</c:v>
                </c:pt>
                <c:pt idx="5288">
                  <c:v>84772.43</c:v>
                </c:pt>
                <c:pt idx="5289">
                  <c:v>84788.07</c:v>
                </c:pt>
                <c:pt idx="5290">
                  <c:v>84803.71</c:v>
                </c:pt>
                <c:pt idx="5291">
                  <c:v>84819.36</c:v>
                </c:pt>
                <c:pt idx="5292">
                  <c:v>84835</c:v>
                </c:pt>
                <c:pt idx="5293">
                  <c:v>84850.64</c:v>
                </c:pt>
                <c:pt idx="5294">
                  <c:v>84866.29</c:v>
                </c:pt>
                <c:pt idx="5295">
                  <c:v>84881.93</c:v>
                </c:pt>
                <c:pt idx="5296">
                  <c:v>84897.57</c:v>
                </c:pt>
                <c:pt idx="5297">
                  <c:v>84913.21</c:v>
                </c:pt>
                <c:pt idx="5298">
                  <c:v>84928.86</c:v>
                </c:pt>
                <c:pt idx="5299">
                  <c:v>84944.5</c:v>
                </c:pt>
                <c:pt idx="5300">
                  <c:v>84960.14</c:v>
                </c:pt>
                <c:pt idx="5301">
                  <c:v>84975.79</c:v>
                </c:pt>
                <c:pt idx="5302">
                  <c:v>84991.43</c:v>
                </c:pt>
                <c:pt idx="5303">
                  <c:v>85007.07</c:v>
                </c:pt>
                <c:pt idx="5304">
                  <c:v>85022.71</c:v>
                </c:pt>
                <c:pt idx="5305">
                  <c:v>85038.36</c:v>
                </c:pt>
                <c:pt idx="5306">
                  <c:v>85054</c:v>
                </c:pt>
                <c:pt idx="5307">
                  <c:v>85069.64</c:v>
                </c:pt>
                <c:pt idx="5308">
                  <c:v>85085.29</c:v>
                </c:pt>
                <c:pt idx="5309">
                  <c:v>85100.93</c:v>
                </c:pt>
                <c:pt idx="5310">
                  <c:v>85116.57</c:v>
                </c:pt>
                <c:pt idx="5311">
                  <c:v>85132.21</c:v>
                </c:pt>
                <c:pt idx="5312">
                  <c:v>85147.86</c:v>
                </c:pt>
                <c:pt idx="5313">
                  <c:v>85163.5</c:v>
                </c:pt>
                <c:pt idx="5314">
                  <c:v>85179.14</c:v>
                </c:pt>
                <c:pt idx="5315">
                  <c:v>85194.79</c:v>
                </c:pt>
                <c:pt idx="5316">
                  <c:v>85210.43</c:v>
                </c:pt>
                <c:pt idx="5317">
                  <c:v>85226.07</c:v>
                </c:pt>
                <c:pt idx="5318">
                  <c:v>85241.71</c:v>
                </c:pt>
                <c:pt idx="5319">
                  <c:v>85257.36</c:v>
                </c:pt>
                <c:pt idx="5320">
                  <c:v>85273</c:v>
                </c:pt>
                <c:pt idx="5321">
                  <c:v>85288.639999999999</c:v>
                </c:pt>
                <c:pt idx="5322">
                  <c:v>85304.29</c:v>
                </c:pt>
                <c:pt idx="5323">
                  <c:v>85319.93</c:v>
                </c:pt>
                <c:pt idx="5324">
                  <c:v>85335.57</c:v>
                </c:pt>
                <c:pt idx="5325">
                  <c:v>85351.21</c:v>
                </c:pt>
                <c:pt idx="5326">
                  <c:v>85366.86</c:v>
                </c:pt>
                <c:pt idx="5327">
                  <c:v>85382.5</c:v>
                </c:pt>
                <c:pt idx="5328">
                  <c:v>85398.14</c:v>
                </c:pt>
                <c:pt idx="5329">
                  <c:v>85413.79</c:v>
                </c:pt>
                <c:pt idx="5330">
                  <c:v>85429.43</c:v>
                </c:pt>
                <c:pt idx="5331">
                  <c:v>85445.07</c:v>
                </c:pt>
                <c:pt idx="5332">
                  <c:v>85460.71</c:v>
                </c:pt>
                <c:pt idx="5333">
                  <c:v>85476.36</c:v>
                </c:pt>
                <c:pt idx="5334">
                  <c:v>85492</c:v>
                </c:pt>
                <c:pt idx="5335">
                  <c:v>85507.64</c:v>
                </c:pt>
                <c:pt idx="5336">
                  <c:v>85523.29</c:v>
                </c:pt>
                <c:pt idx="5337">
                  <c:v>85538.93</c:v>
                </c:pt>
                <c:pt idx="5338">
                  <c:v>85554.57</c:v>
                </c:pt>
                <c:pt idx="5339">
                  <c:v>85570.21</c:v>
                </c:pt>
                <c:pt idx="5340">
                  <c:v>85585.86</c:v>
                </c:pt>
                <c:pt idx="5341">
                  <c:v>85601.5</c:v>
                </c:pt>
                <c:pt idx="5342">
                  <c:v>85617.14</c:v>
                </c:pt>
                <c:pt idx="5343">
                  <c:v>85632.79</c:v>
                </c:pt>
                <c:pt idx="5344">
                  <c:v>85648.43</c:v>
                </c:pt>
                <c:pt idx="5345">
                  <c:v>85664.07</c:v>
                </c:pt>
                <c:pt idx="5346">
                  <c:v>85679.71</c:v>
                </c:pt>
                <c:pt idx="5347">
                  <c:v>85695.360000000001</c:v>
                </c:pt>
                <c:pt idx="5348">
                  <c:v>85711</c:v>
                </c:pt>
                <c:pt idx="5349">
                  <c:v>85726.64</c:v>
                </c:pt>
                <c:pt idx="5350">
                  <c:v>85742.29</c:v>
                </c:pt>
                <c:pt idx="5351">
                  <c:v>85757.93</c:v>
                </c:pt>
                <c:pt idx="5352">
                  <c:v>85773.57</c:v>
                </c:pt>
                <c:pt idx="5353">
                  <c:v>85789.21</c:v>
                </c:pt>
                <c:pt idx="5354">
                  <c:v>85804.86</c:v>
                </c:pt>
                <c:pt idx="5355">
                  <c:v>85820.5</c:v>
                </c:pt>
                <c:pt idx="5356">
                  <c:v>85836.14</c:v>
                </c:pt>
                <c:pt idx="5357">
                  <c:v>85851.79</c:v>
                </c:pt>
                <c:pt idx="5358">
                  <c:v>85867.43</c:v>
                </c:pt>
                <c:pt idx="5359">
                  <c:v>85883.07</c:v>
                </c:pt>
                <c:pt idx="5360">
                  <c:v>85898.71</c:v>
                </c:pt>
                <c:pt idx="5361">
                  <c:v>85914.36</c:v>
                </c:pt>
                <c:pt idx="5362">
                  <c:v>85930</c:v>
                </c:pt>
                <c:pt idx="5363">
                  <c:v>85945.64</c:v>
                </c:pt>
                <c:pt idx="5364">
                  <c:v>85961.29</c:v>
                </c:pt>
                <c:pt idx="5365">
                  <c:v>85976.93</c:v>
                </c:pt>
                <c:pt idx="5366">
                  <c:v>85992.57</c:v>
                </c:pt>
                <c:pt idx="5367">
                  <c:v>86008.21</c:v>
                </c:pt>
                <c:pt idx="5368">
                  <c:v>86023.86</c:v>
                </c:pt>
                <c:pt idx="5369">
                  <c:v>86039.5</c:v>
                </c:pt>
                <c:pt idx="5370">
                  <c:v>86055.14</c:v>
                </c:pt>
                <c:pt idx="5371">
                  <c:v>86070.79</c:v>
                </c:pt>
                <c:pt idx="5372">
                  <c:v>86086.43</c:v>
                </c:pt>
                <c:pt idx="5373">
                  <c:v>86102.07</c:v>
                </c:pt>
                <c:pt idx="5374">
                  <c:v>86117.71</c:v>
                </c:pt>
                <c:pt idx="5375">
                  <c:v>86133.36</c:v>
                </c:pt>
                <c:pt idx="5376">
                  <c:v>86149</c:v>
                </c:pt>
                <c:pt idx="5377">
                  <c:v>86164.64</c:v>
                </c:pt>
                <c:pt idx="5378">
                  <c:v>86180.29</c:v>
                </c:pt>
                <c:pt idx="5379">
                  <c:v>86195.93</c:v>
                </c:pt>
                <c:pt idx="5380">
                  <c:v>86211.57</c:v>
                </c:pt>
                <c:pt idx="5381">
                  <c:v>86227.21</c:v>
                </c:pt>
                <c:pt idx="5382">
                  <c:v>86242.86</c:v>
                </c:pt>
                <c:pt idx="5383">
                  <c:v>86258.5</c:v>
                </c:pt>
                <c:pt idx="5384">
                  <c:v>86274.14</c:v>
                </c:pt>
                <c:pt idx="5385">
                  <c:v>86289.79</c:v>
                </c:pt>
                <c:pt idx="5386">
                  <c:v>86305.43</c:v>
                </c:pt>
                <c:pt idx="5387">
                  <c:v>86321.07</c:v>
                </c:pt>
                <c:pt idx="5388">
                  <c:v>86336.71</c:v>
                </c:pt>
                <c:pt idx="5389">
                  <c:v>86352.36</c:v>
                </c:pt>
                <c:pt idx="5390">
                  <c:v>86368</c:v>
                </c:pt>
                <c:pt idx="5391">
                  <c:v>86383.64</c:v>
                </c:pt>
                <c:pt idx="5392">
                  <c:v>86399.29</c:v>
                </c:pt>
                <c:pt idx="5393">
                  <c:v>86414.93</c:v>
                </c:pt>
                <c:pt idx="5394">
                  <c:v>86430.57</c:v>
                </c:pt>
                <c:pt idx="5395">
                  <c:v>86446.21</c:v>
                </c:pt>
                <c:pt idx="5396">
                  <c:v>86461.86</c:v>
                </c:pt>
                <c:pt idx="5397">
                  <c:v>86477.5</c:v>
                </c:pt>
                <c:pt idx="5398">
                  <c:v>86493.14</c:v>
                </c:pt>
                <c:pt idx="5399">
                  <c:v>86508.79</c:v>
                </c:pt>
                <c:pt idx="5400">
                  <c:v>86524.43</c:v>
                </c:pt>
                <c:pt idx="5401">
                  <c:v>86540.07</c:v>
                </c:pt>
                <c:pt idx="5402">
                  <c:v>86555.71</c:v>
                </c:pt>
                <c:pt idx="5403">
                  <c:v>86571.36</c:v>
                </c:pt>
                <c:pt idx="5404">
                  <c:v>86587</c:v>
                </c:pt>
                <c:pt idx="5405">
                  <c:v>86602.64</c:v>
                </c:pt>
                <c:pt idx="5406">
                  <c:v>86618.29</c:v>
                </c:pt>
                <c:pt idx="5407">
                  <c:v>86633.93</c:v>
                </c:pt>
                <c:pt idx="5408">
                  <c:v>86649.57</c:v>
                </c:pt>
                <c:pt idx="5409">
                  <c:v>86665.21</c:v>
                </c:pt>
                <c:pt idx="5410">
                  <c:v>86680.86</c:v>
                </c:pt>
                <c:pt idx="5411">
                  <c:v>86696.5</c:v>
                </c:pt>
                <c:pt idx="5412">
                  <c:v>86712.14</c:v>
                </c:pt>
                <c:pt idx="5413">
                  <c:v>86727.79</c:v>
                </c:pt>
                <c:pt idx="5414">
                  <c:v>86743.43</c:v>
                </c:pt>
                <c:pt idx="5415">
                  <c:v>86759.07</c:v>
                </c:pt>
                <c:pt idx="5416">
                  <c:v>86774.71</c:v>
                </c:pt>
                <c:pt idx="5417">
                  <c:v>86790.36</c:v>
                </c:pt>
                <c:pt idx="5418">
                  <c:v>86806</c:v>
                </c:pt>
                <c:pt idx="5419">
                  <c:v>86821.64</c:v>
                </c:pt>
                <c:pt idx="5420">
                  <c:v>86837.29</c:v>
                </c:pt>
                <c:pt idx="5421">
                  <c:v>86852.93</c:v>
                </c:pt>
                <c:pt idx="5422">
                  <c:v>86868.57</c:v>
                </c:pt>
                <c:pt idx="5423">
                  <c:v>86884.21</c:v>
                </c:pt>
                <c:pt idx="5424">
                  <c:v>86899.86</c:v>
                </c:pt>
                <c:pt idx="5425">
                  <c:v>86915.5</c:v>
                </c:pt>
                <c:pt idx="5426">
                  <c:v>86931.14</c:v>
                </c:pt>
                <c:pt idx="5427">
                  <c:v>86946.79</c:v>
                </c:pt>
                <c:pt idx="5428">
                  <c:v>86962.43</c:v>
                </c:pt>
                <c:pt idx="5429">
                  <c:v>86978.07</c:v>
                </c:pt>
                <c:pt idx="5430">
                  <c:v>86993.71</c:v>
                </c:pt>
                <c:pt idx="5431">
                  <c:v>87009.36</c:v>
                </c:pt>
                <c:pt idx="5432">
                  <c:v>87025</c:v>
                </c:pt>
                <c:pt idx="5433">
                  <c:v>87040.639999999999</c:v>
                </c:pt>
                <c:pt idx="5434">
                  <c:v>87056.29</c:v>
                </c:pt>
                <c:pt idx="5435">
                  <c:v>87071.93</c:v>
                </c:pt>
                <c:pt idx="5436">
                  <c:v>87087.57</c:v>
                </c:pt>
                <c:pt idx="5437">
                  <c:v>87103.21</c:v>
                </c:pt>
                <c:pt idx="5438">
                  <c:v>87118.86</c:v>
                </c:pt>
                <c:pt idx="5439">
                  <c:v>87134.5</c:v>
                </c:pt>
                <c:pt idx="5440">
                  <c:v>87150.14</c:v>
                </c:pt>
                <c:pt idx="5441">
                  <c:v>87165.79</c:v>
                </c:pt>
                <c:pt idx="5442">
                  <c:v>87181.43</c:v>
                </c:pt>
                <c:pt idx="5443">
                  <c:v>87197.07</c:v>
                </c:pt>
                <c:pt idx="5444">
                  <c:v>87212.71</c:v>
                </c:pt>
                <c:pt idx="5445">
                  <c:v>87228.36</c:v>
                </c:pt>
                <c:pt idx="5446">
                  <c:v>87244</c:v>
                </c:pt>
                <c:pt idx="5447">
                  <c:v>87259.64</c:v>
                </c:pt>
                <c:pt idx="5448">
                  <c:v>87275.29</c:v>
                </c:pt>
                <c:pt idx="5449">
                  <c:v>87290.93</c:v>
                </c:pt>
                <c:pt idx="5450">
                  <c:v>87306.57</c:v>
                </c:pt>
                <c:pt idx="5451">
                  <c:v>87322.21</c:v>
                </c:pt>
                <c:pt idx="5452">
                  <c:v>87337.86</c:v>
                </c:pt>
                <c:pt idx="5453">
                  <c:v>87353.5</c:v>
                </c:pt>
                <c:pt idx="5454">
                  <c:v>87369.14</c:v>
                </c:pt>
                <c:pt idx="5455">
                  <c:v>87384.79</c:v>
                </c:pt>
                <c:pt idx="5456">
                  <c:v>87400.43</c:v>
                </c:pt>
                <c:pt idx="5457">
                  <c:v>87416.07</c:v>
                </c:pt>
                <c:pt idx="5458">
                  <c:v>87431.71</c:v>
                </c:pt>
                <c:pt idx="5459">
                  <c:v>87447.360000000001</c:v>
                </c:pt>
                <c:pt idx="5460">
                  <c:v>87463</c:v>
                </c:pt>
                <c:pt idx="5461">
                  <c:v>87478.64</c:v>
                </c:pt>
                <c:pt idx="5462">
                  <c:v>87494.29</c:v>
                </c:pt>
                <c:pt idx="5463">
                  <c:v>87509.93</c:v>
                </c:pt>
                <c:pt idx="5464">
                  <c:v>87525.57</c:v>
                </c:pt>
                <c:pt idx="5465">
                  <c:v>87541.21</c:v>
                </c:pt>
                <c:pt idx="5466">
                  <c:v>87556.86</c:v>
                </c:pt>
                <c:pt idx="5467">
                  <c:v>87572.5</c:v>
                </c:pt>
                <c:pt idx="5468">
                  <c:v>87588.14</c:v>
                </c:pt>
                <c:pt idx="5469">
                  <c:v>87603.79</c:v>
                </c:pt>
                <c:pt idx="5470">
                  <c:v>87619.43</c:v>
                </c:pt>
                <c:pt idx="5471">
                  <c:v>87635.07</c:v>
                </c:pt>
                <c:pt idx="5472">
                  <c:v>87650.71</c:v>
                </c:pt>
                <c:pt idx="5473">
                  <c:v>87666.36</c:v>
                </c:pt>
                <c:pt idx="5474">
                  <c:v>87682</c:v>
                </c:pt>
                <c:pt idx="5475">
                  <c:v>87697.64</c:v>
                </c:pt>
                <c:pt idx="5476">
                  <c:v>87713.29</c:v>
                </c:pt>
                <c:pt idx="5477">
                  <c:v>87728.93</c:v>
                </c:pt>
                <c:pt idx="5478">
                  <c:v>87744.57</c:v>
                </c:pt>
                <c:pt idx="5479">
                  <c:v>87760.21</c:v>
                </c:pt>
                <c:pt idx="5480">
                  <c:v>87775.86</c:v>
                </c:pt>
                <c:pt idx="5481">
                  <c:v>87791.5</c:v>
                </c:pt>
                <c:pt idx="5482">
                  <c:v>87807.14</c:v>
                </c:pt>
                <c:pt idx="5483">
                  <c:v>87822.79</c:v>
                </c:pt>
                <c:pt idx="5484">
                  <c:v>87838.43</c:v>
                </c:pt>
                <c:pt idx="5485">
                  <c:v>87854.07</c:v>
                </c:pt>
                <c:pt idx="5486">
                  <c:v>87869.71</c:v>
                </c:pt>
                <c:pt idx="5487">
                  <c:v>87885.36</c:v>
                </c:pt>
                <c:pt idx="5488">
                  <c:v>87901</c:v>
                </c:pt>
                <c:pt idx="5489">
                  <c:v>87916.64</c:v>
                </c:pt>
                <c:pt idx="5490">
                  <c:v>87932.29</c:v>
                </c:pt>
                <c:pt idx="5491">
                  <c:v>87947.93</c:v>
                </c:pt>
                <c:pt idx="5492">
                  <c:v>87963.57</c:v>
                </c:pt>
                <c:pt idx="5493">
                  <c:v>87979.21</c:v>
                </c:pt>
                <c:pt idx="5494">
                  <c:v>87994.86</c:v>
                </c:pt>
                <c:pt idx="5495">
                  <c:v>88010.5</c:v>
                </c:pt>
                <c:pt idx="5496">
                  <c:v>88026.14</c:v>
                </c:pt>
                <c:pt idx="5497">
                  <c:v>88041.79</c:v>
                </c:pt>
                <c:pt idx="5498">
                  <c:v>88057.43</c:v>
                </c:pt>
                <c:pt idx="5499">
                  <c:v>88073.07</c:v>
                </c:pt>
                <c:pt idx="5500">
                  <c:v>88088.71</c:v>
                </c:pt>
                <c:pt idx="5501">
                  <c:v>88104.36</c:v>
                </c:pt>
                <c:pt idx="5502">
                  <c:v>88120</c:v>
                </c:pt>
                <c:pt idx="5503">
                  <c:v>88135.64</c:v>
                </c:pt>
                <c:pt idx="5504">
                  <c:v>88151.29</c:v>
                </c:pt>
                <c:pt idx="5505">
                  <c:v>88166.93</c:v>
                </c:pt>
                <c:pt idx="5506">
                  <c:v>88182.57</c:v>
                </c:pt>
                <c:pt idx="5507">
                  <c:v>88198.21</c:v>
                </c:pt>
                <c:pt idx="5508">
                  <c:v>88213.86</c:v>
                </c:pt>
                <c:pt idx="5509">
                  <c:v>88229.5</c:v>
                </c:pt>
                <c:pt idx="5510">
                  <c:v>88245.14</c:v>
                </c:pt>
                <c:pt idx="5511">
                  <c:v>88260.79</c:v>
                </c:pt>
                <c:pt idx="5512">
                  <c:v>88276.43</c:v>
                </c:pt>
                <c:pt idx="5513">
                  <c:v>88292.07</c:v>
                </c:pt>
                <c:pt idx="5514">
                  <c:v>88307.71</c:v>
                </c:pt>
                <c:pt idx="5515">
                  <c:v>88323.36</c:v>
                </c:pt>
                <c:pt idx="5516">
                  <c:v>88339</c:v>
                </c:pt>
                <c:pt idx="5517">
                  <c:v>88354.64</c:v>
                </c:pt>
                <c:pt idx="5518">
                  <c:v>88370.29</c:v>
                </c:pt>
                <c:pt idx="5519">
                  <c:v>88385.93</c:v>
                </c:pt>
                <c:pt idx="5520">
                  <c:v>88401.57</c:v>
                </c:pt>
                <c:pt idx="5521">
                  <c:v>88417.21</c:v>
                </c:pt>
                <c:pt idx="5522">
                  <c:v>88432.86</c:v>
                </c:pt>
                <c:pt idx="5523">
                  <c:v>88448.5</c:v>
                </c:pt>
                <c:pt idx="5524">
                  <c:v>88464.14</c:v>
                </c:pt>
                <c:pt idx="5525">
                  <c:v>88479.79</c:v>
                </c:pt>
                <c:pt idx="5526">
                  <c:v>88495.43</c:v>
                </c:pt>
                <c:pt idx="5527">
                  <c:v>88511.07</c:v>
                </c:pt>
                <c:pt idx="5528">
                  <c:v>88526.71</c:v>
                </c:pt>
                <c:pt idx="5529">
                  <c:v>88542.36</c:v>
                </c:pt>
                <c:pt idx="5530">
                  <c:v>88558</c:v>
                </c:pt>
                <c:pt idx="5531">
                  <c:v>88573.64</c:v>
                </c:pt>
                <c:pt idx="5532">
                  <c:v>88589.29</c:v>
                </c:pt>
                <c:pt idx="5533">
                  <c:v>88604.93</c:v>
                </c:pt>
                <c:pt idx="5534">
                  <c:v>88620.57</c:v>
                </c:pt>
                <c:pt idx="5535">
                  <c:v>88636.21</c:v>
                </c:pt>
                <c:pt idx="5536">
                  <c:v>88651.86</c:v>
                </c:pt>
                <c:pt idx="5537">
                  <c:v>88667.5</c:v>
                </c:pt>
                <c:pt idx="5538">
                  <c:v>88683.14</c:v>
                </c:pt>
                <c:pt idx="5539">
                  <c:v>88698.79</c:v>
                </c:pt>
                <c:pt idx="5540">
                  <c:v>88714.43</c:v>
                </c:pt>
                <c:pt idx="5541">
                  <c:v>88730.07</c:v>
                </c:pt>
                <c:pt idx="5542">
                  <c:v>88745.71</c:v>
                </c:pt>
                <c:pt idx="5543">
                  <c:v>88761.36</c:v>
                </c:pt>
                <c:pt idx="5544">
                  <c:v>88777</c:v>
                </c:pt>
                <c:pt idx="5545">
                  <c:v>88792.639999999999</c:v>
                </c:pt>
                <c:pt idx="5546">
                  <c:v>88808.29</c:v>
                </c:pt>
                <c:pt idx="5547">
                  <c:v>88823.93</c:v>
                </c:pt>
                <c:pt idx="5548">
                  <c:v>88839.57</c:v>
                </c:pt>
                <c:pt idx="5549">
                  <c:v>88855.21</c:v>
                </c:pt>
                <c:pt idx="5550">
                  <c:v>88870.86</c:v>
                </c:pt>
                <c:pt idx="5551">
                  <c:v>88886.5</c:v>
                </c:pt>
                <c:pt idx="5552">
                  <c:v>88902.14</c:v>
                </c:pt>
                <c:pt idx="5553">
                  <c:v>88917.79</c:v>
                </c:pt>
                <c:pt idx="5554">
                  <c:v>88933.43</c:v>
                </c:pt>
                <c:pt idx="5555">
                  <c:v>88949.07</c:v>
                </c:pt>
                <c:pt idx="5556">
                  <c:v>88964.71</c:v>
                </c:pt>
                <c:pt idx="5557">
                  <c:v>88980.36</c:v>
                </c:pt>
                <c:pt idx="5558">
                  <c:v>88996</c:v>
                </c:pt>
                <c:pt idx="5559">
                  <c:v>89011.64</c:v>
                </c:pt>
                <c:pt idx="5560">
                  <c:v>89027.29</c:v>
                </c:pt>
                <c:pt idx="5561">
                  <c:v>89042.93</c:v>
                </c:pt>
                <c:pt idx="5562">
                  <c:v>89058.57</c:v>
                </c:pt>
                <c:pt idx="5563">
                  <c:v>89074.21</c:v>
                </c:pt>
                <c:pt idx="5564">
                  <c:v>89089.86</c:v>
                </c:pt>
                <c:pt idx="5565">
                  <c:v>89105.5</c:v>
                </c:pt>
                <c:pt idx="5566">
                  <c:v>89121.14</c:v>
                </c:pt>
                <c:pt idx="5567">
                  <c:v>89136.79</c:v>
                </c:pt>
                <c:pt idx="5568">
                  <c:v>89152.43</c:v>
                </c:pt>
                <c:pt idx="5569">
                  <c:v>89168.07</c:v>
                </c:pt>
                <c:pt idx="5570">
                  <c:v>89183.71</c:v>
                </c:pt>
                <c:pt idx="5571">
                  <c:v>89199.360000000001</c:v>
                </c:pt>
                <c:pt idx="5572">
                  <c:v>89215</c:v>
                </c:pt>
                <c:pt idx="5573">
                  <c:v>89230.64</c:v>
                </c:pt>
                <c:pt idx="5574">
                  <c:v>89246.29</c:v>
                </c:pt>
                <c:pt idx="5575">
                  <c:v>89261.93</c:v>
                </c:pt>
                <c:pt idx="5576">
                  <c:v>89277.57</c:v>
                </c:pt>
                <c:pt idx="5577">
                  <c:v>89293.21</c:v>
                </c:pt>
                <c:pt idx="5578">
                  <c:v>89308.86</c:v>
                </c:pt>
                <c:pt idx="5579">
                  <c:v>89324.5</c:v>
                </c:pt>
                <c:pt idx="5580">
                  <c:v>89340.14</c:v>
                </c:pt>
                <c:pt idx="5581">
                  <c:v>89355.79</c:v>
                </c:pt>
                <c:pt idx="5582">
                  <c:v>89371.43</c:v>
                </c:pt>
                <c:pt idx="5583">
                  <c:v>89387.07</c:v>
                </c:pt>
                <c:pt idx="5584">
                  <c:v>89402.71</c:v>
                </c:pt>
                <c:pt idx="5585">
                  <c:v>89418.36</c:v>
                </c:pt>
                <c:pt idx="5586">
                  <c:v>89434</c:v>
                </c:pt>
                <c:pt idx="5587">
                  <c:v>89449.64</c:v>
                </c:pt>
                <c:pt idx="5588">
                  <c:v>89465.29</c:v>
                </c:pt>
                <c:pt idx="5589">
                  <c:v>89480.93</c:v>
                </c:pt>
                <c:pt idx="5590">
                  <c:v>89496.57</c:v>
                </c:pt>
                <c:pt idx="5591">
                  <c:v>89512.21</c:v>
                </c:pt>
                <c:pt idx="5592">
                  <c:v>89527.86</c:v>
                </c:pt>
                <c:pt idx="5593">
                  <c:v>89543.5</c:v>
                </c:pt>
                <c:pt idx="5594">
                  <c:v>89559.14</c:v>
                </c:pt>
                <c:pt idx="5595">
                  <c:v>89574.79</c:v>
                </c:pt>
                <c:pt idx="5596">
                  <c:v>89590.43</c:v>
                </c:pt>
                <c:pt idx="5597">
                  <c:v>89606.07</c:v>
                </c:pt>
                <c:pt idx="5598">
                  <c:v>89621.71</c:v>
                </c:pt>
                <c:pt idx="5599">
                  <c:v>89637.36</c:v>
                </c:pt>
                <c:pt idx="5600">
                  <c:v>89653</c:v>
                </c:pt>
                <c:pt idx="5601">
                  <c:v>89668.64</c:v>
                </c:pt>
                <c:pt idx="5602">
                  <c:v>89684.29</c:v>
                </c:pt>
                <c:pt idx="5603">
                  <c:v>89699.93</c:v>
                </c:pt>
                <c:pt idx="5604">
                  <c:v>89715.57</c:v>
                </c:pt>
                <c:pt idx="5605">
                  <c:v>89731.21</c:v>
                </c:pt>
                <c:pt idx="5606">
                  <c:v>89746.86</c:v>
                </c:pt>
                <c:pt idx="5607">
                  <c:v>89762.5</c:v>
                </c:pt>
                <c:pt idx="5608">
                  <c:v>89778.14</c:v>
                </c:pt>
                <c:pt idx="5609">
                  <c:v>89793.79</c:v>
                </c:pt>
                <c:pt idx="5610">
                  <c:v>89809.43</c:v>
                </c:pt>
                <c:pt idx="5611">
                  <c:v>89825.07</c:v>
                </c:pt>
                <c:pt idx="5612">
                  <c:v>89840.71</c:v>
                </c:pt>
                <c:pt idx="5613">
                  <c:v>89856.36</c:v>
                </c:pt>
                <c:pt idx="5614">
                  <c:v>89872</c:v>
                </c:pt>
                <c:pt idx="5615">
                  <c:v>89887.64</c:v>
                </c:pt>
                <c:pt idx="5616">
                  <c:v>89903.29</c:v>
                </c:pt>
                <c:pt idx="5617">
                  <c:v>89918.93</c:v>
                </c:pt>
                <c:pt idx="5618">
                  <c:v>89934.57</c:v>
                </c:pt>
                <c:pt idx="5619">
                  <c:v>89950.21</c:v>
                </c:pt>
                <c:pt idx="5620">
                  <c:v>89965.86</c:v>
                </c:pt>
                <c:pt idx="5621">
                  <c:v>89981.5</c:v>
                </c:pt>
                <c:pt idx="5622">
                  <c:v>89997.14</c:v>
                </c:pt>
                <c:pt idx="5623">
                  <c:v>90012.79</c:v>
                </c:pt>
                <c:pt idx="5624">
                  <c:v>90028.43</c:v>
                </c:pt>
                <c:pt idx="5625">
                  <c:v>90044.07</c:v>
                </c:pt>
                <c:pt idx="5626">
                  <c:v>90059.71</c:v>
                </c:pt>
                <c:pt idx="5627">
                  <c:v>90075.36</c:v>
                </c:pt>
                <c:pt idx="5628">
                  <c:v>90091</c:v>
                </c:pt>
                <c:pt idx="5629">
                  <c:v>90106.64</c:v>
                </c:pt>
                <c:pt idx="5630">
                  <c:v>90122.29</c:v>
                </c:pt>
                <c:pt idx="5631">
                  <c:v>90137.93</c:v>
                </c:pt>
                <c:pt idx="5632">
                  <c:v>90153.57</c:v>
                </c:pt>
                <c:pt idx="5633">
                  <c:v>90169.21</c:v>
                </c:pt>
                <c:pt idx="5634">
                  <c:v>90184.86</c:v>
                </c:pt>
                <c:pt idx="5635">
                  <c:v>90200.5</c:v>
                </c:pt>
                <c:pt idx="5636">
                  <c:v>90216.14</c:v>
                </c:pt>
                <c:pt idx="5637">
                  <c:v>90231.79</c:v>
                </c:pt>
                <c:pt idx="5638">
                  <c:v>90247.43</c:v>
                </c:pt>
                <c:pt idx="5639">
                  <c:v>90263.07</c:v>
                </c:pt>
                <c:pt idx="5640">
                  <c:v>90278.71</c:v>
                </c:pt>
                <c:pt idx="5641">
                  <c:v>90294.36</c:v>
                </c:pt>
                <c:pt idx="5642">
                  <c:v>90310</c:v>
                </c:pt>
                <c:pt idx="5643">
                  <c:v>90325.64</c:v>
                </c:pt>
                <c:pt idx="5644">
                  <c:v>90341.29</c:v>
                </c:pt>
                <c:pt idx="5645">
                  <c:v>90356.93</c:v>
                </c:pt>
                <c:pt idx="5646">
                  <c:v>90372.57</c:v>
                </c:pt>
                <c:pt idx="5647">
                  <c:v>90388.21</c:v>
                </c:pt>
                <c:pt idx="5648">
                  <c:v>90403.86</c:v>
                </c:pt>
                <c:pt idx="5649">
                  <c:v>90419.5</c:v>
                </c:pt>
                <c:pt idx="5650">
                  <c:v>90435.14</c:v>
                </c:pt>
                <c:pt idx="5651">
                  <c:v>90450.79</c:v>
                </c:pt>
                <c:pt idx="5652">
                  <c:v>90466.43</c:v>
                </c:pt>
                <c:pt idx="5653">
                  <c:v>90482.07</c:v>
                </c:pt>
                <c:pt idx="5654">
                  <c:v>90497.71</c:v>
                </c:pt>
                <c:pt idx="5655">
                  <c:v>90513.36</c:v>
                </c:pt>
                <c:pt idx="5656">
                  <c:v>90529</c:v>
                </c:pt>
                <c:pt idx="5657">
                  <c:v>90544.639999999999</c:v>
                </c:pt>
                <c:pt idx="5658">
                  <c:v>90560.29</c:v>
                </c:pt>
                <c:pt idx="5659">
                  <c:v>90575.93</c:v>
                </c:pt>
                <c:pt idx="5660">
                  <c:v>90591.57</c:v>
                </c:pt>
                <c:pt idx="5661">
                  <c:v>90607.21</c:v>
                </c:pt>
                <c:pt idx="5662">
                  <c:v>90622.86</c:v>
                </c:pt>
                <c:pt idx="5663">
                  <c:v>90638.5</c:v>
                </c:pt>
                <c:pt idx="5664">
                  <c:v>90654.14</c:v>
                </c:pt>
                <c:pt idx="5665">
                  <c:v>90669.79</c:v>
                </c:pt>
                <c:pt idx="5666">
                  <c:v>90685.43</c:v>
                </c:pt>
                <c:pt idx="5667">
                  <c:v>90701.07</c:v>
                </c:pt>
                <c:pt idx="5668">
                  <c:v>90716.71</c:v>
                </c:pt>
                <c:pt idx="5669">
                  <c:v>90732.36</c:v>
                </c:pt>
                <c:pt idx="5670">
                  <c:v>90748</c:v>
                </c:pt>
                <c:pt idx="5671">
                  <c:v>90763.64</c:v>
                </c:pt>
                <c:pt idx="5672">
                  <c:v>90779.29</c:v>
                </c:pt>
                <c:pt idx="5673">
                  <c:v>90794.93</c:v>
                </c:pt>
                <c:pt idx="5674">
                  <c:v>90810.57</c:v>
                </c:pt>
                <c:pt idx="5675">
                  <c:v>90826.21</c:v>
                </c:pt>
                <c:pt idx="5676">
                  <c:v>90841.86</c:v>
                </c:pt>
                <c:pt idx="5677">
                  <c:v>90857.5</c:v>
                </c:pt>
                <c:pt idx="5678">
                  <c:v>90873.14</c:v>
                </c:pt>
                <c:pt idx="5679">
                  <c:v>90888.79</c:v>
                </c:pt>
                <c:pt idx="5680">
                  <c:v>90904.43</c:v>
                </c:pt>
                <c:pt idx="5681">
                  <c:v>90920.07</c:v>
                </c:pt>
                <c:pt idx="5682">
                  <c:v>90935.71</c:v>
                </c:pt>
                <c:pt idx="5683">
                  <c:v>90951.360000000001</c:v>
                </c:pt>
                <c:pt idx="5684">
                  <c:v>90967</c:v>
                </c:pt>
                <c:pt idx="5685">
                  <c:v>90982.64</c:v>
                </c:pt>
                <c:pt idx="5686">
                  <c:v>90998.29</c:v>
                </c:pt>
                <c:pt idx="5687">
                  <c:v>91013.93</c:v>
                </c:pt>
                <c:pt idx="5688">
                  <c:v>91029.57</c:v>
                </c:pt>
                <c:pt idx="5689">
                  <c:v>91045.21</c:v>
                </c:pt>
                <c:pt idx="5690">
                  <c:v>91060.86</c:v>
                </c:pt>
                <c:pt idx="5691">
                  <c:v>91076.5</c:v>
                </c:pt>
                <c:pt idx="5692">
                  <c:v>91092.14</c:v>
                </c:pt>
                <c:pt idx="5693">
                  <c:v>91107.79</c:v>
                </c:pt>
                <c:pt idx="5694">
                  <c:v>91123.43</c:v>
                </c:pt>
                <c:pt idx="5695">
                  <c:v>91139.07</c:v>
                </c:pt>
                <c:pt idx="5696">
                  <c:v>91154.71</c:v>
                </c:pt>
                <c:pt idx="5697">
                  <c:v>91170.36</c:v>
                </c:pt>
                <c:pt idx="5698">
                  <c:v>91186</c:v>
                </c:pt>
                <c:pt idx="5699">
                  <c:v>91201.64</c:v>
                </c:pt>
                <c:pt idx="5700">
                  <c:v>91217.29</c:v>
                </c:pt>
                <c:pt idx="5701">
                  <c:v>91232.93</c:v>
                </c:pt>
                <c:pt idx="5702">
                  <c:v>91248.57</c:v>
                </c:pt>
                <c:pt idx="5703">
                  <c:v>91264.21</c:v>
                </c:pt>
                <c:pt idx="5704">
                  <c:v>91279.86</c:v>
                </c:pt>
                <c:pt idx="5705">
                  <c:v>91295.5</c:v>
                </c:pt>
                <c:pt idx="5706">
                  <c:v>91311.14</c:v>
                </c:pt>
                <c:pt idx="5707">
                  <c:v>91326.79</c:v>
                </c:pt>
                <c:pt idx="5708">
                  <c:v>91342.43</c:v>
                </c:pt>
                <c:pt idx="5709">
                  <c:v>91358.07</c:v>
                </c:pt>
                <c:pt idx="5710">
                  <c:v>91373.71</c:v>
                </c:pt>
                <c:pt idx="5711">
                  <c:v>91389.36</c:v>
                </c:pt>
                <c:pt idx="5712">
                  <c:v>91405</c:v>
                </c:pt>
                <c:pt idx="5713">
                  <c:v>91420.64</c:v>
                </c:pt>
                <c:pt idx="5714">
                  <c:v>91436.29</c:v>
                </c:pt>
                <c:pt idx="5715">
                  <c:v>91451.93</c:v>
                </c:pt>
                <c:pt idx="5716">
                  <c:v>91467.57</c:v>
                </c:pt>
                <c:pt idx="5717">
                  <c:v>91483.21</c:v>
                </c:pt>
                <c:pt idx="5718">
                  <c:v>91498.86</c:v>
                </c:pt>
                <c:pt idx="5719">
                  <c:v>91514.5</c:v>
                </c:pt>
                <c:pt idx="5720">
                  <c:v>91530.14</c:v>
                </c:pt>
                <c:pt idx="5721">
                  <c:v>91545.79</c:v>
                </c:pt>
                <c:pt idx="5722">
                  <c:v>91561.43</c:v>
                </c:pt>
                <c:pt idx="5723">
                  <c:v>91577.07</c:v>
                </c:pt>
                <c:pt idx="5724">
                  <c:v>91592.71</c:v>
                </c:pt>
                <c:pt idx="5725">
                  <c:v>91608.36</c:v>
                </c:pt>
                <c:pt idx="5726">
                  <c:v>91624</c:v>
                </c:pt>
                <c:pt idx="5727">
                  <c:v>91639.64</c:v>
                </c:pt>
                <c:pt idx="5728">
                  <c:v>91655.29</c:v>
                </c:pt>
                <c:pt idx="5729">
                  <c:v>91670.93</c:v>
                </c:pt>
                <c:pt idx="5730">
                  <c:v>91686.57</c:v>
                </c:pt>
                <c:pt idx="5731">
                  <c:v>91702.21</c:v>
                </c:pt>
                <c:pt idx="5732">
                  <c:v>91717.86</c:v>
                </c:pt>
                <c:pt idx="5733">
                  <c:v>91733.5</c:v>
                </c:pt>
                <c:pt idx="5734">
                  <c:v>91749.14</c:v>
                </c:pt>
                <c:pt idx="5735">
                  <c:v>91764.79</c:v>
                </c:pt>
                <c:pt idx="5736">
                  <c:v>91780.43</c:v>
                </c:pt>
                <c:pt idx="5737">
                  <c:v>91796.07</c:v>
                </c:pt>
                <c:pt idx="5738">
                  <c:v>91811.71</c:v>
                </c:pt>
                <c:pt idx="5739">
                  <c:v>91827.36</c:v>
                </c:pt>
                <c:pt idx="5740">
                  <c:v>91843</c:v>
                </c:pt>
                <c:pt idx="5741">
                  <c:v>91858.64</c:v>
                </c:pt>
                <c:pt idx="5742">
                  <c:v>91874.29</c:v>
                </c:pt>
                <c:pt idx="5743">
                  <c:v>91889.93</c:v>
                </c:pt>
                <c:pt idx="5744">
                  <c:v>91905.57</c:v>
                </c:pt>
                <c:pt idx="5745">
                  <c:v>91921.21</c:v>
                </c:pt>
                <c:pt idx="5746">
                  <c:v>91936.86</c:v>
                </c:pt>
                <c:pt idx="5747">
                  <c:v>91952.5</c:v>
                </c:pt>
                <c:pt idx="5748">
                  <c:v>91968.14</c:v>
                </c:pt>
                <c:pt idx="5749">
                  <c:v>91983.79</c:v>
                </c:pt>
                <c:pt idx="5750">
                  <c:v>91999.43</c:v>
                </c:pt>
                <c:pt idx="5751">
                  <c:v>92015.07</c:v>
                </c:pt>
                <c:pt idx="5752">
                  <c:v>92030.71</c:v>
                </c:pt>
                <c:pt idx="5753">
                  <c:v>92046.36</c:v>
                </c:pt>
                <c:pt idx="5754">
                  <c:v>92062</c:v>
                </c:pt>
                <c:pt idx="5755">
                  <c:v>92077.64</c:v>
                </c:pt>
                <c:pt idx="5756">
                  <c:v>92093.29</c:v>
                </c:pt>
                <c:pt idx="5757">
                  <c:v>92108.93</c:v>
                </c:pt>
                <c:pt idx="5758">
                  <c:v>92124.57</c:v>
                </c:pt>
                <c:pt idx="5759">
                  <c:v>92140.21</c:v>
                </c:pt>
                <c:pt idx="5760">
                  <c:v>92155.86</c:v>
                </c:pt>
                <c:pt idx="5761">
                  <c:v>92171.5</c:v>
                </c:pt>
                <c:pt idx="5762">
                  <c:v>92187.14</c:v>
                </c:pt>
                <c:pt idx="5763">
                  <c:v>92202.79</c:v>
                </c:pt>
                <c:pt idx="5764">
                  <c:v>92218.43</c:v>
                </c:pt>
                <c:pt idx="5765">
                  <c:v>92234.07</c:v>
                </c:pt>
                <c:pt idx="5766">
                  <c:v>92249.71</c:v>
                </c:pt>
                <c:pt idx="5767">
                  <c:v>92265.36</c:v>
                </c:pt>
                <c:pt idx="5768">
                  <c:v>92281</c:v>
                </c:pt>
                <c:pt idx="5769">
                  <c:v>92296.639999999999</c:v>
                </c:pt>
                <c:pt idx="5770">
                  <c:v>92312.29</c:v>
                </c:pt>
                <c:pt idx="5771">
                  <c:v>92327.93</c:v>
                </c:pt>
                <c:pt idx="5772">
                  <c:v>92343.57</c:v>
                </c:pt>
                <c:pt idx="5773">
                  <c:v>92359.21</c:v>
                </c:pt>
                <c:pt idx="5774">
                  <c:v>92374.86</c:v>
                </c:pt>
                <c:pt idx="5775">
                  <c:v>92390.5</c:v>
                </c:pt>
                <c:pt idx="5776">
                  <c:v>92406.14</c:v>
                </c:pt>
                <c:pt idx="5777">
                  <c:v>92421.79</c:v>
                </c:pt>
                <c:pt idx="5778">
                  <c:v>92437.43</c:v>
                </c:pt>
                <c:pt idx="5779">
                  <c:v>92453.07</c:v>
                </c:pt>
                <c:pt idx="5780">
                  <c:v>92468.71</c:v>
                </c:pt>
                <c:pt idx="5781">
                  <c:v>92484.36</c:v>
                </c:pt>
                <c:pt idx="5782">
                  <c:v>92500</c:v>
                </c:pt>
                <c:pt idx="5783">
                  <c:v>92515.64</c:v>
                </c:pt>
                <c:pt idx="5784">
                  <c:v>92531.29</c:v>
                </c:pt>
                <c:pt idx="5785">
                  <c:v>92546.93</c:v>
                </c:pt>
                <c:pt idx="5786">
                  <c:v>92562.57</c:v>
                </c:pt>
                <c:pt idx="5787">
                  <c:v>92578.21</c:v>
                </c:pt>
                <c:pt idx="5788">
                  <c:v>92593.86</c:v>
                </c:pt>
                <c:pt idx="5789">
                  <c:v>92609.5</c:v>
                </c:pt>
                <c:pt idx="5790">
                  <c:v>92625.14</c:v>
                </c:pt>
                <c:pt idx="5791">
                  <c:v>92640.79</c:v>
                </c:pt>
                <c:pt idx="5792">
                  <c:v>92656.43</c:v>
                </c:pt>
                <c:pt idx="5793">
                  <c:v>92672.07</c:v>
                </c:pt>
                <c:pt idx="5794">
                  <c:v>92687.71</c:v>
                </c:pt>
                <c:pt idx="5795">
                  <c:v>92703.360000000001</c:v>
                </c:pt>
                <c:pt idx="5796">
                  <c:v>92719</c:v>
                </c:pt>
                <c:pt idx="5797">
                  <c:v>92734.64</c:v>
                </c:pt>
                <c:pt idx="5798">
                  <c:v>92750.29</c:v>
                </c:pt>
                <c:pt idx="5799">
                  <c:v>92765.93</c:v>
                </c:pt>
                <c:pt idx="5800">
                  <c:v>92781.57</c:v>
                </c:pt>
                <c:pt idx="5801">
                  <c:v>92797.21</c:v>
                </c:pt>
                <c:pt idx="5802">
                  <c:v>92812.86</c:v>
                </c:pt>
                <c:pt idx="5803">
                  <c:v>92828.5</c:v>
                </c:pt>
                <c:pt idx="5804">
                  <c:v>92844.14</c:v>
                </c:pt>
                <c:pt idx="5805">
                  <c:v>92859.79</c:v>
                </c:pt>
                <c:pt idx="5806">
                  <c:v>92875.43</c:v>
                </c:pt>
                <c:pt idx="5807">
                  <c:v>92891.07</c:v>
                </c:pt>
                <c:pt idx="5808">
                  <c:v>92906.71</c:v>
                </c:pt>
                <c:pt idx="5809">
                  <c:v>92922.36</c:v>
                </c:pt>
                <c:pt idx="5810">
                  <c:v>92938</c:v>
                </c:pt>
                <c:pt idx="5811">
                  <c:v>92953.64</c:v>
                </c:pt>
                <c:pt idx="5812">
                  <c:v>92969.29</c:v>
                </c:pt>
                <c:pt idx="5813">
                  <c:v>92984.93</c:v>
                </c:pt>
                <c:pt idx="5814">
                  <c:v>93000.57</c:v>
                </c:pt>
                <c:pt idx="5815">
                  <c:v>93016.21</c:v>
                </c:pt>
                <c:pt idx="5816">
                  <c:v>93031.86</c:v>
                </c:pt>
                <c:pt idx="5817">
                  <c:v>93047.5</c:v>
                </c:pt>
                <c:pt idx="5818">
                  <c:v>93063.14</c:v>
                </c:pt>
                <c:pt idx="5819">
                  <c:v>93078.79</c:v>
                </c:pt>
                <c:pt idx="5820">
                  <c:v>93094.43</c:v>
                </c:pt>
                <c:pt idx="5821">
                  <c:v>93110.07</c:v>
                </c:pt>
                <c:pt idx="5822">
                  <c:v>93125.71</c:v>
                </c:pt>
                <c:pt idx="5823">
                  <c:v>93141.36</c:v>
                </c:pt>
                <c:pt idx="5824">
                  <c:v>93157</c:v>
                </c:pt>
                <c:pt idx="5825">
                  <c:v>93172.64</c:v>
                </c:pt>
                <c:pt idx="5826">
                  <c:v>93188.29</c:v>
                </c:pt>
                <c:pt idx="5827">
                  <c:v>93203.93</c:v>
                </c:pt>
                <c:pt idx="5828">
                  <c:v>93219.57</c:v>
                </c:pt>
                <c:pt idx="5829">
                  <c:v>93235.21</c:v>
                </c:pt>
                <c:pt idx="5830">
                  <c:v>93250.86</c:v>
                </c:pt>
                <c:pt idx="5831">
                  <c:v>93266.5</c:v>
                </c:pt>
                <c:pt idx="5832">
                  <c:v>93282.14</c:v>
                </c:pt>
                <c:pt idx="5833">
                  <c:v>93297.79</c:v>
                </c:pt>
                <c:pt idx="5834">
                  <c:v>93313.43</c:v>
                </c:pt>
                <c:pt idx="5835">
                  <c:v>93329.07</c:v>
                </c:pt>
                <c:pt idx="5836">
                  <c:v>93344.71</c:v>
                </c:pt>
                <c:pt idx="5837">
                  <c:v>93360.36</c:v>
                </c:pt>
                <c:pt idx="5838">
                  <c:v>93376</c:v>
                </c:pt>
                <c:pt idx="5839">
                  <c:v>93391.64</c:v>
                </c:pt>
                <c:pt idx="5840">
                  <c:v>93407.29</c:v>
                </c:pt>
                <c:pt idx="5841">
                  <c:v>93422.93</c:v>
                </c:pt>
                <c:pt idx="5842">
                  <c:v>93438.57</c:v>
                </c:pt>
                <c:pt idx="5843">
                  <c:v>93454.21</c:v>
                </c:pt>
                <c:pt idx="5844">
                  <c:v>93469.86</c:v>
                </c:pt>
                <c:pt idx="5845">
                  <c:v>93485.5</c:v>
                </c:pt>
                <c:pt idx="5846">
                  <c:v>93501.14</c:v>
                </c:pt>
                <c:pt idx="5847">
                  <c:v>93516.79</c:v>
                </c:pt>
                <c:pt idx="5848">
                  <c:v>93532.43</c:v>
                </c:pt>
                <c:pt idx="5849">
                  <c:v>93548.07</c:v>
                </c:pt>
                <c:pt idx="5850">
                  <c:v>93563.71</c:v>
                </c:pt>
                <c:pt idx="5851">
                  <c:v>93579.36</c:v>
                </c:pt>
                <c:pt idx="5852">
                  <c:v>93595</c:v>
                </c:pt>
                <c:pt idx="5853">
                  <c:v>93610.64</c:v>
                </c:pt>
                <c:pt idx="5854">
                  <c:v>93626.29</c:v>
                </c:pt>
                <c:pt idx="5855">
                  <c:v>93641.93</c:v>
                </c:pt>
                <c:pt idx="5856">
                  <c:v>93657.57</c:v>
                </c:pt>
                <c:pt idx="5857">
                  <c:v>93673.21</c:v>
                </c:pt>
                <c:pt idx="5858">
                  <c:v>93688.86</c:v>
                </c:pt>
                <c:pt idx="5859">
                  <c:v>93704.5</c:v>
                </c:pt>
                <c:pt idx="5860">
                  <c:v>93720.14</c:v>
                </c:pt>
                <c:pt idx="5861">
                  <c:v>93735.79</c:v>
                </c:pt>
                <c:pt idx="5862">
                  <c:v>93751.43</c:v>
                </c:pt>
                <c:pt idx="5863">
                  <c:v>93767.07</c:v>
                </c:pt>
                <c:pt idx="5864">
                  <c:v>93782.71</c:v>
                </c:pt>
                <c:pt idx="5865">
                  <c:v>93798.36</c:v>
                </c:pt>
                <c:pt idx="5866">
                  <c:v>93814</c:v>
                </c:pt>
                <c:pt idx="5867">
                  <c:v>93829.64</c:v>
                </c:pt>
                <c:pt idx="5868">
                  <c:v>93845.29</c:v>
                </c:pt>
                <c:pt idx="5869">
                  <c:v>93860.93</c:v>
                </c:pt>
                <c:pt idx="5870">
                  <c:v>93876.57</c:v>
                </c:pt>
                <c:pt idx="5871">
                  <c:v>93892.21</c:v>
                </c:pt>
                <c:pt idx="5872">
                  <c:v>93907.86</c:v>
                </c:pt>
                <c:pt idx="5873">
                  <c:v>93923.5</c:v>
                </c:pt>
                <c:pt idx="5874">
                  <c:v>93939.14</c:v>
                </c:pt>
                <c:pt idx="5875">
                  <c:v>93954.79</c:v>
                </c:pt>
                <c:pt idx="5876">
                  <c:v>93970.43</c:v>
                </c:pt>
                <c:pt idx="5877">
                  <c:v>93986.07</c:v>
                </c:pt>
                <c:pt idx="5878">
                  <c:v>94001.71</c:v>
                </c:pt>
                <c:pt idx="5879">
                  <c:v>94017.36</c:v>
                </c:pt>
                <c:pt idx="5880">
                  <c:v>94033</c:v>
                </c:pt>
                <c:pt idx="5881">
                  <c:v>94048.639999999999</c:v>
                </c:pt>
                <c:pt idx="5882">
                  <c:v>94064.29</c:v>
                </c:pt>
                <c:pt idx="5883">
                  <c:v>94079.93</c:v>
                </c:pt>
                <c:pt idx="5884">
                  <c:v>94095.57</c:v>
                </c:pt>
                <c:pt idx="5885">
                  <c:v>94111.21</c:v>
                </c:pt>
                <c:pt idx="5886">
                  <c:v>94126.86</c:v>
                </c:pt>
                <c:pt idx="5887">
                  <c:v>94142.5</c:v>
                </c:pt>
                <c:pt idx="5888">
                  <c:v>94158.14</c:v>
                </c:pt>
                <c:pt idx="5889">
                  <c:v>94173.79</c:v>
                </c:pt>
                <c:pt idx="5890">
                  <c:v>94189.43</c:v>
                </c:pt>
                <c:pt idx="5891">
                  <c:v>94205.07</c:v>
                </c:pt>
                <c:pt idx="5892">
                  <c:v>94220.71</c:v>
                </c:pt>
                <c:pt idx="5893">
                  <c:v>94236.36</c:v>
                </c:pt>
                <c:pt idx="5894">
                  <c:v>94252</c:v>
                </c:pt>
                <c:pt idx="5895">
                  <c:v>94267.64</c:v>
                </c:pt>
                <c:pt idx="5896">
                  <c:v>94283.29</c:v>
                </c:pt>
                <c:pt idx="5897">
                  <c:v>94298.93</c:v>
                </c:pt>
                <c:pt idx="5898">
                  <c:v>94314.57</c:v>
                </c:pt>
                <c:pt idx="5899">
                  <c:v>94330.21</c:v>
                </c:pt>
                <c:pt idx="5900">
                  <c:v>94345.86</c:v>
                </c:pt>
                <c:pt idx="5901">
                  <c:v>94361.5</c:v>
                </c:pt>
                <c:pt idx="5902">
                  <c:v>94377.14</c:v>
                </c:pt>
                <c:pt idx="5903">
                  <c:v>94392.79</c:v>
                </c:pt>
                <c:pt idx="5904">
                  <c:v>94408.43</c:v>
                </c:pt>
                <c:pt idx="5905">
                  <c:v>94424.07</c:v>
                </c:pt>
                <c:pt idx="5906">
                  <c:v>94439.71</c:v>
                </c:pt>
                <c:pt idx="5907">
                  <c:v>94455.360000000001</c:v>
                </c:pt>
                <c:pt idx="5908">
                  <c:v>94471</c:v>
                </c:pt>
                <c:pt idx="5909">
                  <c:v>94486.64</c:v>
                </c:pt>
                <c:pt idx="5910">
                  <c:v>94502.29</c:v>
                </c:pt>
                <c:pt idx="5911">
                  <c:v>94517.93</c:v>
                </c:pt>
                <c:pt idx="5912">
                  <c:v>94533.57</c:v>
                </c:pt>
                <c:pt idx="5913">
                  <c:v>94549.21</c:v>
                </c:pt>
                <c:pt idx="5914">
                  <c:v>94564.86</c:v>
                </c:pt>
                <c:pt idx="5915">
                  <c:v>94580.5</c:v>
                </c:pt>
                <c:pt idx="5916">
                  <c:v>94596.14</c:v>
                </c:pt>
                <c:pt idx="5917">
                  <c:v>94611.79</c:v>
                </c:pt>
                <c:pt idx="5918">
                  <c:v>94627.43</c:v>
                </c:pt>
                <c:pt idx="5919">
                  <c:v>94643.07</c:v>
                </c:pt>
                <c:pt idx="5920">
                  <c:v>94658.71</c:v>
                </c:pt>
                <c:pt idx="5921">
                  <c:v>94674.36</c:v>
                </c:pt>
                <c:pt idx="5922">
                  <c:v>94690</c:v>
                </c:pt>
                <c:pt idx="5923">
                  <c:v>94705.64</c:v>
                </c:pt>
                <c:pt idx="5924">
                  <c:v>94721.29</c:v>
                </c:pt>
                <c:pt idx="5925">
                  <c:v>94736.93</c:v>
                </c:pt>
                <c:pt idx="5926">
                  <c:v>94752.57</c:v>
                </c:pt>
                <c:pt idx="5927">
                  <c:v>94768.21</c:v>
                </c:pt>
                <c:pt idx="5928">
                  <c:v>94783.86</c:v>
                </c:pt>
                <c:pt idx="5929">
                  <c:v>94799.5</c:v>
                </c:pt>
                <c:pt idx="5930">
                  <c:v>94815.14</c:v>
                </c:pt>
                <c:pt idx="5931">
                  <c:v>94830.79</c:v>
                </c:pt>
                <c:pt idx="5932">
                  <c:v>94846.43</c:v>
                </c:pt>
                <c:pt idx="5933">
                  <c:v>94862.07</c:v>
                </c:pt>
                <c:pt idx="5934">
                  <c:v>94877.71</c:v>
                </c:pt>
                <c:pt idx="5935">
                  <c:v>94893.36</c:v>
                </c:pt>
                <c:pt idx="5936">
                  <c:v>94909</c:v>
                </c:pt>
                <c:pt idx="5937">
                  <c:v>94924.64</c:v>
                </c:pt>
                <c:pt idx="5938">
                  <c:v>94940.29</c:v>
                </c:pt>
                <c:pt idx="5939">
                  <c:v>94955.93</c:v>
                </c:pt>
                <c:pt idx="5940">
                  <c:v>94971.57</c:v>
                </c:pt>
                <c:pt idx="5941">
                  <c:v>94987.21</c:v>
                </c:pt>
                <c:pt idx="5942">
                  <c:v>95002.86</c:v>
                </c:pt>
                <c:pt idx="5943">
                  <c:v>95018.5</c:v>
                </c:pt>
                <c:pt idx="5944">
                  <c:v>95034.14</c:v>
                </c:pt>
                <c:pt idx="5945">
                  <c:v>95049.79</c:v>
                </c:pt>
                <c:pt idx="5946">
                  <c:v>95065.43</c:v>
                </c:pt>
                <c:pt idx="5947">
                  <c:v>95081.07</c:v>
                </c:pt>
                <c:pt idx="5948">
                  <c:v>95096.71</c:v>
                </c:pt>
                <c:pt idx="5949">
                  <c:v>95112.36</c:v>
                </c:pt>
                <c:pt idx="5950">
                  <c:v>95128</c:v>
                </c:pt>
                <c:pt idx="5951">
                  <c:v>95143.64</c:v>
                </c:pt>
                <c:pt idx="5952">
                  <c:v>95159.29</c:v>
                </c:pt>
                <c:pt idx="5953">
                  <c:v>95174.93</c:v>
                </c:pt>
                <c:pt idx="5954">
                  <c:v>95190.57</c:v>
                </c:pt>
                <c:pt idx="5955">
                  <c:v>95206.21</c:v>
                </c:pt>
                <c:pt idx="5956">
                  <c:v>95221.86</c:v>
                </c:pt>
                <c:pt idx="5957">
                  <c:v>95237.5</c:v>
                </c:pt>
                <c:pt idx="5958">
                  <c:v>95253.14</c:v>
                </c:pt>
                <c:pt idx="5959">
                  <c:v>95268.79</c:v>
                </c:pt>
                <c:pt idx="5960">
                  <c:v>95284.43</c:v>
                </c:pt>
                <c:pt idx="5961">
                  <c:v>95300.07</c:v>
                </c:pt>
                <c:pt idx="5962">
                  <c:v>95315.71</c:v>
                </c:pt>
                <c:pt idx="5963">
                  <c:v>95331.36</c:v>
                </c:pt>
                <c:pt idx="5964">
                  <c:v>95347</c:v>
                </c:pt>
                <c:pt idx="5965">
                  <c:v>95362.64</c:v>
                </c:pt>
                <c:pt idx="5966">
                  <c:v>95378.29</c:v>
                </c:pt>
                <c:pt idx="5967">
                  <c:v>95393.93</c:v>
                </c:pt>
                <c:pt idx="5968">
                  <c:v>95409.57</c:v>
                </c:pt>
                <c:pt idx="5969">
                  <c:v>95425.21</c:v>
                </c:pt>
                <c:pt idx="5970">
                  <c:v>95440.86</c:v>
                </c:pt>
                <c:pt idx="5971">
                  <c:v>95456.5</c:v>
                </c:pt>
                <c:pt idx="5972">
                  <c:v>95472.14</c:v>
                </c:pt>
                <c:pt idx="5973">
                  <c:v>95487.79</c:v>
                </c:pt>
                <c:pt idx="5974">
                  <c:v>95503.43</c:v>
                </c:pt>
                <c:pt idx="5975">
                  <c:v>95519.07</c:v>
                </c:pt>
                <c:pt idx="5976">
                  <c:v>95534.71</c:v>
                </c:pt>
                <c:pt idx="5977">
                  <c:v>95550.36</c:v>
                </c:pt>
                <c:pt idx="5978">
                  <c:v>95566</c:v>
                </c:pt>
                <c:pt idx="5979">
                  <c:v>95581.64</c:v>
                </c:pt>
                <c:pt idx="5980">
                  <c:v>95597.29</c:v>
                </c:pt>
                <c:pt idx="5981">
                  <c:v>95612.93</c:v>
                </c:pt>
                <c:pt idx="5982">
                  <c:v>95628.57</c:v>
                </c:pt>
                <c:pt idx="5983">
                  <c:v>95644.21</c:v>
                </c:pt>
                <c:pt idx="5984">
                  <c:v>95659.86</c:v>
                </c:pt>
                <c:pt idx="5985">
                  <c:v>95675.5</c:v>
                </c:pt>
                <c:pt idx="5986">
                  <c:v>95691.14</c:v>
                </c:pt>
                <c:pt idx="5987">
                  <c:v>95706.79</c:v>
                </c:pt>
                <c:pt idx="5988">
                  <c:v>95722.43</c:v>
                </c:pt>
                <c:pt idx="5989">
                  <c:v>95738.07</c:v>
                </c:pt>
                <c:pt idx="5990">
                  <c:v>95753.71</c:v>
                </c:pt>
                <c:pt idx="5991">
                  <c:v>95769.36</c:v>
                </c:pt>
                <c:pt idx="5992">
                  <c:v>95785</c:v>
                </c:pt>
                <c:pt idx="5993">
                  <c:v>95800.639999999999</c:v>
                </c:pt>
                <c:pt idx="5994">
                  <c:v>95816.29</c:v>
                </c:pt>
                <c:pt idx="5995">
                  <c:v>95831.93</c:v>
                </c:pt>
                <c:pt idx="5996">
                  <c:v>95847.57</c:v>
                </c:pt>
                <c:pt idx="5997">
                  <c:v>95863.21</c:v>
                </c:pt>
                <c:pt idx="5998">
                  <c:v>95878.86</c:v>
                </c:pt>
                <c:pt idx="5999">
                  <c:v>95894.5</c:v>
                </c:pt>
                <c:pt idx="6000">
                  <c:v>95910.14</c:v>
                </c:pt>
              </c:numCache>
            </c:numRef>
          </c:yVal>
          <c:smooth val="1"/>
        </c:ser>
        <c:ser>
          <c:idx val="1"/>
          <c:order val="2"/>
          <c:tx>
            <c:v>NWS, CRA</c:v>
          </c:tx>
          <c:spPr>
            <a:ln w="28575">
              <a:solidFill>
                <a:srgbClr val="265A9A">
                  <a:alpha val="50000"/>
                </a:srgbClr>
              </a:solidFill>
              <a:prstDash val="solid"/>
            </a:ln>
          </c:spPr>
          <c:marker>
            <c:symbol val="none"/>
          </c:marker>
          <c:xVal>
            <c:numRef>
              <c:f>'Decomp of net income (Data)'!$A$2:$A$6002</c:f>
              <c:numCache>
                <c:formatCode>General</c:formatCode>
                <c:ptCount val="6001"/>
                <c:pt idx="0">
                  <c:v>0</c:v>
                </c:pt>
                <c:pt idx="1">
                  <c:v>26.07</c:v>
                </c:pt>
                <c:pt idx="2">
                  <c:v>52.14</c:v>
                </c:pt>
                <c:pt idx="3">
                  <c:v>78.209999999999994</c:v>
                </c:pt>
                <c:pt idx="4">
                  <c:v>104.29</c:v>
                </c:pt>
                <c:pt idx="5">
                  <c:v>130.36000000000001</c:v>
                </c:pt>
                <c:pt idx="6">
                  <c:v>156.43</c:v>
                </c:pt>
                <c:pt idx="7">
                  <c:v>182.5</c:v>
                </c:pt>
                <c:pt idx="8">
                  <c:v>208.57</c:v>
                </c:pt>
                <c:pt idx="9">
                  <c:v>234.64</c:v>
                </c:pt>
                <c:pt idx="10">
                  <c:v>260.70999999999998</c:v>
                </c:pt>
                <c:pt idx="11">
                  <c:v>286.79000000000002</c:v>
                </c:pt>
                <c:pt idx="12">
                  <c:v>312.86</c:v>
                </c:pt>
                <c:pt idx="13">
                  <c:v>338.93</c:v>
                </c:pt>
                <c:pt idx="14">
                  <c:v>365</c:v>
                </c:pt>
                <c:pt idx="15">
                  <c:v>391.07</c:v>
                </c:pt>
                <c:pt idx="16">
                  <c:v>417.14</c:v>
                </c:pt>
                <c:pt idx="17">
                  <c:v>443.21</c:v>
                </c:pt>
                <c:pt idx="18">
                  <c:v>469.29</c:v>
                </c:pt>
                <c:pt idx="19">
                  <c:v>495.36</c:v>
                </c:pt>
                <c:pt idx="20">
                  <c:v>521.42999999999995</c:v>
                </c:pt>
                <c:pt idx="21">
                  <c:v>547.5</c:v>
                </c:pt>
                <c:pt idx="22">
                  <c:v>573.57000000000005</c:v>
                </c:pt>
                <c:pt idx="23">
                  <c:v>599.64</c:v>
                </c:pt>
                <c:pt idx="24">
                  <c:v>625.71</c:v>
                </c:pt>
                <c:pt idx="25">
                  <c:v>651.79</c:v>
                </c:pt>
                <c:pt idx="26">
                  <c:v>677.86</c:v>
                </c:pt>
                <c:pt idx="27">
                  <c:v>703.93</c:v>
                </c:pt>
                <c:pt idx="28">
                  <c:v>730</c:v>
                </c:pt>
                <c:pt idx="29">
                  <c:v>756.07</c:v>
                </c:pt>
                <c:pt idx="30">
                  <c:v>782.14</c:v>
                </c:pt>
                <c:pt idx="31">
                  <c:v>808.21</c:v>
                </c:pt>
                <c:pt idx="32">
                  <c:v>834.29</c:v>
                </c:pt>
                <c:pt idx="33">
                  <c:v>860.36</c:v>
                </c:pt>
                <c:pt idx="34">
                  <c:v>886.43</c:v>
                </c:pt>
                <c:pt idx="35">
                  <c:v>912.5</c:v>
                </c:pt>
                <c:pt idx="36">
                  <c:v>938.57</c:v>
                </c:pt>
                <c:pt idx="37">
                  <c:v>964.64</c:v>
                </c:pt>
                <c:pt idx="38">
                  <c:v>990.71</c:v>
                </c:pt>
                <c:pt idx="39">
                  <c:v>1016.79</c:v>
                </c:pt>
                <c:pt idx="40">
                  <c:v>1042.8599999999999</c:v>
                </c:pt>
                <c:pt idx="41">
                  <c:v>1068.93</c:v>
                </c:pt>
                <c:pt idx="42">
                  <c:v>1095</c:v>
                </c:pt>
                <c:pt idx="43">
                  <c:v>1121.07</c:v>
                </c:pt>
                <c:pt idx="44">
                  <c:v>1147.1400000000001</c:v>
                </c:pt>
                <c:pt idx="45">
                  <c:v>1173.21</c:v>
                </c:pt>
                <c:pt idx="46">
                  <c:v>1199.29</c:v>
                </c:pt>
                <c:pt idx="47">
                  <c:v>1225.3599999999999</c:v>
                </c:pt>
                <c:pt idx="48">
                  <c:v>1251.43</c:v>
                </c:pt>
                <c:pt idx="49">
                  <c:v>1277.5</c:v>
                </c:pt>
                <c:pt idx="50">
                  <c:v>1303.57</c:v>
                </c:pt>
                <c:pt idx="51">
                  <c:v>1329.64</c:v>
                </c:pt>
                <c:pt idx="52">
                  <c:v>1355.71</c:v>
                </c:pt>
                <c:pt idx="53">
                  <c:v>1381.79</c:v>
                </c:pt>
                <c:pt idx="54">
                  <c:v>1407.86</c:v>
                </c:pt>
                <c:pt idx="55">
                  <c:v>1433.93</c:v>
                </c:pt>
                <c:pt idx="56">
                  <c:v>1460</c:v>
                </c:pt>
                <c:pt idx="57">
                  <c:v>1486.07</c:v>
                </c:pt>
                <c:pt idx="58">
                  <c:v>1512.14</c:v>
                </c:pt>
                <c:pt idx="59">
                  <c:v>1538.21</c:v>
                </c:pt>
                <c:pt idx="60">
                  <c:v>1564.29</c:v>
                </c:pt>
                <c:pt idx="61">
                  <c:v>1590.36</c:v>
                </c:pt>
                <c:pt idx="62">
                  <c:v>1616.43</c:v>
                </c:pt>
                <c:pt idx="63">
                  <c:v>1642.5</c:v>
                </c:pt>
                <c:pt idx="64">
                  <c:v>1668.57</c:v>
                </c:pt>
                <c:pt idx="65">
                  <c:v>1694.64</c:v>
                </c:pt>
                <c:pt idx="66">
                  <c:v>1720.71</c:v>
                </c:pt>
                <c:pt idx="67">
                  <c:v>1746.79</c:v>
                </c:pt>
                <c:pt idx="68">
                  <c:v>1772.86</c:v>
                </c:pt>
                <c:pt idx="69">
                  <c:v>1798.93</c:v>
                </c:pt>
                <c:pt idx="70">
                  <c:v>1825</c:v>
                </c:pt>
                <c:pt idx="71">
                  <c:v>1851.07</c:v>
                </c:pt>
                <c:pt idx="72">
                  <c:v>1877.14</c:v>
                </c:pt>
                <c:pt idx="73">
                  <c:v>1903.21</c:v>
                </c:pt>
                <c:pt idx="74">
                  <c:v>1929.29</c:v>
                </c:pt>
                <c:pt idx="75">
                  <c:v>1955.36</c:v>
                </c:pt>
                <c:pt idx="76">
                  <c:v>1981.43</c:v>
                </c:pt>
                <c:pt idx="77">
                  <c:v>2007.5</c:v>
                </c:pt>
                <c:pt idx="78">
                  <c:v>2033.57</c:v>
                </c:pt>
                <c:pt idx="79">
                  <c:v>2059.64</c:v>
                </c:pt>
                <c:pt idx="80">
                  <c:v>2085.71</c:v>
                </c:pt>
                <c:pt idx="81">
                  <c:v>2111.79</c:v>
                </c:pt>
                <c:pt idx="82">
                  <c:v>2137.86</c:v>
                </c:pt>
                <c:pt idx="83">
                  <c:v>2163.9299999999998</c:v>
                </c:pt>
                <c:pt idx="84">
                  <c:v>2190</c:v>
                </c:pt>
                <c:pt idx="85">
                  <c:v>2216.0700000000002</c:v>
                </c:pt>
                <c:pt idx="86">
                  <c:v>2242.14</c:v>
                </c:pt>
                <c:pt idx="87">
                  <c:v>2268.21</c:v>
                </c:pt>
                <c:pt idx="88">
                  <c:v>2294.29</c:v>
                </c:pt>
                <c:pt idx="89">
                  <c:v>2320.36</c:v>
                </c:pt>
                <c:pt idx="90">
                  <c:v>2346.4299999999998</c:v>
                </c:pt>
                <c:pt idx="91">
                  <c:v>2372.5</c:v>
                </c:pt>
                <c:pt idx="92">
                  <c:v>2398.5700000000002</c:v>
                </c:pt>
                <c:pt idx="93">
                  <c:v>2424.64</c:v>
                </c:pt>
                <c:pt idx="94">
                  <c:v>2450.71</c:v>
                </c:pt>
                <c:pt idx="95">
                  <c:v>2476.79</c:v>
                </c:pt>
                <c:pt idx="96">
                  <c:v>2502.86</c:v>
                </c:pt>
                <c:pt idx="97">
                  <c:v>2528.9299999999998</c:v>
                </c:pt>
                <c:pt idx="98">
                  <c:v>2555</c:v>
                </c:pt>
                <c:pt idx="99">
                  <c:v>2581.0700000000002</c:v>
                </c:pt>
                <c:pt idx="100">
                  <c:v>2607.14</c:v>
                </c:pt>
                <c:pt idx="101">
                  <c:v>2633.21</c:v>
                </c:pt>
                <c:pt idx="102">
                  <c:v>2659.29</c:v>
                </c:pt>
                <c:pt idx="103">
                  <c:v>2685.36</c:v>
                </c:pt>
                <c:pt idx="104">
                  <c:v>2711.43</c:v>
                </c:pt>
                <c:pt idx="105">
                  <c:v>2737.5</c:v>
                </c:pt>
                <c:pt idx="106">
                  <c:v>2763.57</c:v>
                </c:pt>
                <c:pt idx="107">
                  <c:v>2789.64</c:v>
                </c:pt>
                <c:pt idx="108">
                  <c:v>2815.71</c:v>
                </c:pt>
                <c:pt idx="109">
                  <c:v>2841.79</c:v>
                </c:pt>
                <c:pt idx="110">
                  <c:v>2867.86</c:v>
                </c:pt>
                <c:pt idx="111">
                  <c:v>2893.93</c:v>
                </c:pt>
                <c:pt idx="112">
                  <c:v>2920</c:v>
                </c:pt>
                <c:pt idx="113">
                  <c:v>2946.07</c:v>
                </c:pt>
                <c:pt idx="114">
                  <c:v>2972.14</c:v>
                </c:pt>
                <c:pt idx="115">
                  <c:v>2998.21</c:v>
                </c:pt>
                <c:pt idx="116">
                  <c:v>3024.29</c:v>
                </c:pt>
                <c:pt idx="117">
                  <c:v>3050.36</c:v>
                </c:pt>
                <c:pt idx="118">
                  <c:v>3076.43</c:v>
                </c:pt>
                <c:pt idx="119">
                  <c:v>3102.5</c:v>
                </c:pt>
                <c:pt idx="120">
                  <c:v>3128.57</c:v>
                </c:pt>
                <c:pt idx="121">
                  <c:v>3154.64</c:v>
                </c:pt>
                <c:pt idx="122">
                  <c:v>3180.71</c:v>
                </c:pt>
                <c:pt idx="123">
                  <c:v>3206.79</c:v>
                </c:pt>
                <c:pt idx="124">
                  <c:v>3232.86</c:v>
                </c:pt>
                <c:pt idx="125">
                  <c:v>3258.93</c:v>
                </c:pt>
                <c:pt idx="126">
                  <c:v>3285</c:v>
                </c:pt>
                <c:pt idx="127">
                  <c:v>3311.07</c:v>
                </c:pt>
                <c:pt idx="128">
                  <c:v>3337.14</c:v>
                </c:pt>
                <c:pt idx="129">
                  <c:v>3363.21</c:v>
                </c:pt>
                <c:pt idx="130">
                  <c:v>3389.29</c:v>
                </c:pt>
                <c:pt idx="131">
                  <c:v>3415.36</c:v>
                </c:pt>
                <c:pt idx="132">
                  <c:v>3441.43</c:v>
                </c:pt>
                <c:pt idx="133">
                  <c:v>3467.5</c:v>
                </c:pt>
                <c:pt idx="134">
                  <c:v>3493.57</c:v>
                </c:pt>
                <c:pt idx="135">
                  <c:v>3519.64</c:v>
                </c:pt>
                <c:pt idx="136">
                  <c:v>3545.71</c:v>
                </c:pt>
                <c:pt idx="137">
                  <c:v>3571.79</c:v>
                </c:pt>
                <c:pt idx="138">
                  <c:v>3597.86</c:v>
                </c:pt>
                <c:pt idx="139">
                  <c:v>3623.93</c:v>
                </c:pt>
                <c:pt idx="140">
                  <c:v>3650</c:v>
                </c:pt>
                <c:pt idx="141">
                  <c:v>3676.07</c:v>
                </c:pt>
                <c:pt idx="142">
                  <c:v>3702.14</c:v>
                </c:pt>
                <c:pt idx="143">
                  <c:v>3728.21</c:v>
                </c:pt>
                <c:pt idx="144">
                  <c:v>3754.29</c:v>
                </c:pt>
                <c:pt idx="145">
                  <c:v>3780.36</c:v>
                </c:pt>
                <c:pt idx="146">
                  <c:v>3806.43</c:v>
                </c:pt>
                <c:pt idx="147">
                  <c:v>3832.5</c:v>
                </c:pt>
                <c:pt idx="148">
                  <c:v>3858.57</c:v>
                </c:pt>
                <c:pt idx="149">
                  <c:v>3884.64</c:v>
                </c:pt>
                <c:pt idx="150">
                  <c:v>3910.71</c:v>
                </c:pt>
                <c:pt idx="151">
                  <c:v>3936.79</c:v>
                </c:pt>
                <c:pt idx="152">
                  <c:v>3962.86</c:v>
                </c:pt>
                <c:pt idx="153">
                  <c:v>3988.93</c:v>
                </c:pt>
                <c:pt idx="154">
                  <c:v>4015</c:v>
                </c:pt>
                <c:pt idx="155">
                  <c:v>4041.07</c:v>
                </c:pt>
                <c:pt idx="156">
                  <c:v>4067.14</c:v>
                </c:pt>
                <c:pt idx="157">
                  <c:v>4093.21</c:v>
                </c:pt>
                <c:pt idx="158">
                  <c:v>4119.29</c:v>
                </c:pt>
                <c:pt idx="159">
                  <c:v>4145.3599999999997</c:v>
                </c:pt>
                <c:pt idx="160">
                  <c:v>4171.43</c:v>
                </c:pt>
                <c:pt idx="161">
                  <c:v>4197.5</c:v>
                </c:pt>
                <c:pt idx="162">
                  <c:v>4223.57</c:v>
                </c:pt>
                <c:pt idx="163">
                  <c:v>4249.6400000000003</c:v>
                </c:pt>
                <c:pt idx="164">
                  <c:v>4275.71</c:v>
                </c:pt>
                <c:pt idx="165">
                  <c:v>4301.79</c:v>
                </c:pt>
                <c:pt idx="166">
                  <c:v>4327.8599999999997</c:v>
                </c:pt>
                <c:pt idx="167">
                  <c:v>4353.93</c:v>
                </c:pt>
                <c:pt idx="168">
                  <c:v>4380</c:v>
                </c:pt>
                <c:pt idx="169">
                  <c:v>4406.07</c:v>
                </c:pt>
                <c:pt idx="170">
                  <c:v>4432.1400000000003</c:v>
                </c:pt>
                <c:pt idx="171">
                  <c:v>4458.21</c:v>
                </c:pt>
                <c:pt idx="172">
                  <c:v>4484.29</c:v>
                </c:pt>
                <c:pt idx="173">
                  <c:v>4510.3599999999997</c:v>
                </c:pt>
                <c:pt idx="174">
                  <c:v>4536.43</c:v>
                </c:pt>
                <c:pt idx="175">
                  <c:v>4562.5</c:v>
                </c:pt>
                <c:pt idx="176">
                  <c:v>4588.57</c:v>
                </c:pt>
                <c:pt idx="177">
                  <c:v>4614.6400000000003</c:v>
                </c:pt>
                <c:pt idx="178">
                  <c:v>4640.71</c:v>
                </c:pt>
                <c:pt idx="179">
                  <c:v>4666.79</c:v>
                </c:pt>
                <c:pt idx="180">
                  <c:v>4692.8599999999997</c:v>
                </c:pt>
                <c:pt idx="181">
                  <c:v>4718.93</c:v>
                </c:pt>
                <c:pt idx="182">
                  <c:v>4745</c:v>
                </c:pt>
                <c:pt idx="183">
                  <c:v>4771.07</c:v>
                </c:pt>
                <c:pt idx="184">
                  <c:v>4797.1400000000003</c:v>
                </c:pt>
                <c:pt idx="185">
                  <c:v>4823.21</c:v>
                </c:pt>
                <c:pt idx="186">
                  <c:v>4849.29</c:v>
                </c:pt>
                <c:pt idx="187">
                  <c:v>4875.3599999999997</c:v>
                </c:pt>
                <c:pt idx="188">
                  <c:v>4901.43</c:v>
                </c:pt>
                <c:pt idx="189">
                  <c:v>4927.5</c:v>
                </c:pt>
                <c:pt idx="190">
                  <c:v>4953.57</c:v>
                </c:pt>
                <c:pt idx="191">
                  <c:v>4979.6400000000003</c:v>
                </c:pt>
                <c:pt idx="192">
                  <c:v>5005.71</c:v>
                </c:pt>
                <c:pt idx="193">
                  <c:v>5031.79</c:v>
                </c:pt>
                <c:pt idx="194">
                  <c:v>5057.8599999999997</c:v>
                </c:pt>
                <c:pt idx="195">
                  <c:v>5083.93</c:v>
                </c:pt>
                <c:pt idx="196">
                  <c:v>5110</c:v>
                </c:pt>
                <c:pt idx="197">
                  <c:v>5136.07</c:v>
                </c:pt>
                <c:pt idx="198">
                  <c:v>5162.1400000000003</c:v>
                </c:pt>
                <c:pt idx="199">
                  <c:v>5188.21</c:v>
                </c:pt>
                <c:pt idx="200">
                  <c:v>5214.29</c:v>
                </c:pt>
                <c:pt idx="201">
                  <c:v>5240.3599999999997</c:v>
                </c:pt>
                <c:pt idx="202">
                  <c:v>5266.43</c:v>
                </c:pt>
                <c:pt idx="203">
                  <c:v>5292.5</c:v>
                </c:pt>
                <c:pt idx="204">
                  <c:v>5318.57</c:v>
                </c:pt>
                <c:pt idx="205">
                  <c:v>5344.64</c:v>
                </c:pt>
                <c:pt idx="206">
                  <c:v>5370.71</c:v>
                </c:pt>
                <c:pt idx="207">
                  <c:v>5396.79</c:v>
                </c:pt>
                <c:pt idx="208">
                  <c:v>5422.86</c:v>
                </c:pt>
                <c:pt idx="209">
                  <c:v>5448.93</c:v>
                </c:pt>
                <c:pt idx="210">
                  <c:v>5475</c:v>
                </c:pt>
                <c:pt idx="211">
                  <c:v>5501.07</c:v>
                </c:pt>
                <c:pt idx="212">
                  <c:v>5527.14</c:v>
                </c:pt>
                <c:pt idx="213">
                  <c:v>5553.21</c:v>
                </c:pt>
                <c:pt idx="214">
                  <c:v>5579.29</c:v>
                </c:pt>
                <c:pt idx="215">
                  <c:v>5605.36</c:v>
                </c:pt>
                <c:pt idx="216">
                  <c:v>5631.43</c:v>
                </c:pt>
                <c:pt idx="217">
                  <c:v>5657.5</c:v>
                </c:pt>
                <c:pt idx="218">
                  <c:v>5683.57</c:v>
                </c:pt>
                <c:pt idx="219">
                  <c:v>5709.64</c:v>
                </c:pt>
                <c:pt idx="220">
                  <c:v>5735.71</c:v>
                </c:pt>
                <c:pt idx="221">
                  <c:v>5761.79</c:v>
                </c:pt>
                <c:pt idx="222">
                  <c:v>5787.86</c:v>
                </c:pt>
                <c:pt idx="223">
                  <c:v>5813.93</c:v>
                </c:pt>
                <c:pt idx="224">
                  <c:v>5840</c:v>
                </c:pt>
                <c:pt idx="225">
                  <c:v>5866.07</c:v>
                </c:pt>
                <c:pt idx="226">
                  <c:v>5892.14</c:v>
                </c:pt>
                <c:pt idx="227">
                  <c:v>5918.21</c:v>
                </c:pt>
                <c:pt idx="228">
                  <c:v>5944.29</c:v>
                </c:pt>
                <c:pt idx="229">
                  <c:v>5970.36</c:v>
                </c:pt>
                <c:pt idx="230">
                  <c:v>5996.43</c:v>
                </c:pt>
                <c:pt idx="231">
                  <c:v>6022.5</c:v>
                </c:pt>
                <c:pt idx="232">
                  <c:v>6048.57</c:v>
                </c:pt>
                <c:pt idx="233">
                  <c:v>6074.64</c:v>
                </c:pt>
                <c:pt idx="234">
                  <c:v>6100.71</c:v>
                </c:pt>
                <c:pt idx="235">
                  <c:v>6126.79</c:v>
                </c:pt>
                <c:pt idx="236">
                  <c:v>6152.86</c:v>
                </c:pt>
                <c:pt idx="237">
                  <c:v>6178.93</c:v>
                </c:pt>
                <c:pt idx="238">
                  <c:v>6205</c:v>
                </c:pt>
                <c:pt idx="239">
                  <c:v>6231.07</c:v>
                </c:pt>
                <c:pt idx="240">
                  <c:v>6257.14</c:v>
                </c:pt>
                <c:pt idx="241">
                  <c:v>6283.21</c:v>
                </c:pt>
                <c:pt idx="242">
                  <c:v>6309.29</c:v>
                </c:pt>
                <c:pt idx="243">
                  <c:v>6335.36</c:v>
                </c:pt>
                <c:pt idx="244">
                  <c:v>6361.43</c:v>
                </c:pt>
                <c:pt idx="245">
                  <c:v>6387.5</c:v>
                </c:pt>
                <c:pt idx="246">
                  <c:v>6413.57</c:v>
                </c:pt>
                <c:pt idx="247">
                  <c:v>6439.64</c:v>
                </c:pt>
                <c:pt idx="248">
                  <c:v>6465.71</c:v>
                </c:pt>
                <c:pt idx="249">
                  <c:v>6491.79</c:v>
                </c:pt>
                <c:pt idx="250">
                  <c:v>6517.86</c:v>
                </c:pt>
                <c:pt idx="251">
                  <c:v>6543.93</c:v>
                </c:pt>
                <c:pt idx="252">
                  <c:v>6570</c:v>
                </c:pt>
                <c:pt idx="253">
                  <c:v>6596.07</c:v>
                </c:pt>
                <c:pt idx="254">
                  <c:v>6622.14</c:v>
                </c:pt>
                <c:pt idx="255">
                  <c:v>6648.21</c:v>
                </c:pt>
                <c:pt idx="256">
                  <c:v>6674.29</c:v>
                </c:pt>
                <c:pt idx="257">
                  <c:v>6700.36</c:v>
                </c:pt>
                <c:pt idx="258">
                  <c:v>6726.43</c:v>
                </c:pt>
                <c:pt idx="259">
                  <c:v>6752.5</c:v>
                </c:pt>
                <c:pt idx="260">
                  <c:v>6778.57</c:v>
                </c:pt>
                <c:pt idx="261">
                  <c:v>6804.64</c:v>
                </c:pt>
                <c:pt idx="262">
                  <c:v>6830.71</c:v>
                </c:pt>
                <c:pt idx="263">
                  <c:v>6856.79</c:v>
                </c:pt>
                <c:pt idx="264">
                  <c:v>6882.86</c:v>
                </c:pt>
                <c:pt idx="265">
                  <c:v>6908.93</c:v>
                </c:pt>
                <c:pt idx="266">
                  <c:v>6935</c:v>
                </c:pt>
                <c:pt idx="267">
                  <c:v>6961.07</c:v>
                </c:pt>
                <c:pt idx="268">
                  <c:v>6987.14</c:v>
                </c:pt>
                <c:pt idx="269">
                  <c:v>7013.21</c:v>
                </c:pt>
                <c:pt idx="270">
                  <c:v>7039.29</c:v>
                </c:pt>
                <c:pt idx="271">
                  <c:v>7065.36</c:v>
                </c:pt>
                <c:pt idx="272">
                  <c:v>7091.43</c:v>
                </c:pt>
                <c:pt idx="273">
                  <c:v>7117.5</c:v>
                </c:pt>
                <c:pt idx="274">
                  <c:v>7143.57</c:v>
                </c:pt>
                <c:pt idx="275">
                  <c:v>7169.64</c:v>
                </c:pt>
                <c:pt idx="276">
                  <c:v>7195.71</c:v>
                </c:pt>
                <c:pt idx="277">
                  <c:v>7221.79</c:v>
                </c:pt>
                <c:pt idx="278">
                  <c:v>7247.86</c:v>
                </c:pt>
                <c:pt idx="279">
                  <c:v>7273.93</c:v>
                </c:pt>
                <c:pt idx="280">
                  <c:v>7300</c:v>
                </c:pt>
                <c:pt idx="281">
                  <c:v>7326.07</c:v>
                </c:pt>
                <c:pt idx="282">
                  <c:v>7352.14</c:v>
                </c:pt>
                <c:pt idx="283">
                  <c:v>7378.21</c:v>
                </c:pt>
                <c:pt idx="284">
                  <c:v>7404.29</c:v>
                </c:pt>
                <c:pt idx="285">
                  <c:v>7430.36</c:v>
                </c:pt>
                <c:pt idx="286">
                  <c:v>7456.43</c:v>
                </c:pt>
                <c:pt idx="287">
                  <c:v>7482.5</c:v>
                </c:pt>
                <c:pt idx="288">
                  <c:v>7508.57</c:v>
                </c:pt>
                <c:pt idx="289">
                  <c:v>7534.64</c:v>
                </c:pt>
                <c:pt idx="290">
                  <c:v>7560.71</c:v>
                </c:pt>
                <c:pt idx="291">
                  <c:v>7586.79</c:v>
                </c:pt>
                <c:pt idx="292">
                  <c:v>7612.86</c:v>
                </c:pt>
                <c:pt idx="293">
                  <c:v>7638.93</c:v>
                </c:pt>
                <c:pt idx="294">
                  <c:v>7665</c:v>
                </c:pt>
                <c:pt idx="295">
                  <c:v>7691.07</c:v>
                </c:pt>
                <c:pt idx="296">
                  <c:v>7717.14</c:v>
                </c:pt>
                <c:pt idx="297">
                  <c:v>7743.21</c:v>
                </c:pt>
                <c:pt idx="298">
                  <c:v>7769.29</c:v>
                </c:pt>
                <c:pt idx="299">
                  <c:v>7795.36</c:v>
                </c:pt>
                <c:pt idx="300">
                  <c:v>7821.43</c:v>
                </c:pt>
                <c:pt idx="301">
                  <c:v>7847.5</c:v>
                </c:pt>
                <c:pt idx="302">
                  <c:v>7873.57</c:v>
                </c:pt>
                <c:pt idx="303">
                  <c:v>7899.64</c:v>
                </c:pt>
                <c:pt idx="304">
                  <c:v>7925.71</c:v>
                </c:pt>
                <c:pt idx="305">
                  <c:v>7951.79</c:v>
                </c:pt>
                <c:pt idx="306">
                  <c:v>7977.86</c:v>
                </c:pt>
                <c:pt idx="307">
                  <c:v>8003.93</c:v>
                </c:pt>
                <c:pt idx="308">
                  <c:v>8030</c:v>
                </c:pt>
                <c:pt idx="309">
                  <c:v>8056.07</c:v>
                </c:pt>
                <c:pt idx="310">
                  <c:v>8082.14</c:v>
                </c:pt>
                <c:pt idx="311">
                  <c:v>8108.21</c:v>
                </c:pt>
                <c:pt idx="312">
                  <c:v>8134.29</c:v>
                </c:pt>
                <c:pt idx="313">
                  <c:v>8160.36</c:v>
                </c:pt>
                <c:pt idx="314">
                  <c:v>8186.43</c:v>
                </c:pt>
                <c:pt idx="315">
                  <c:v>8212.5</c:v>
                </c:pt>
                <c:pt idx="316">
                  <c:v>8238.57</c:v>
                </c:pt>
                <c:pt idx="317">
                  <c:v>8264.64</c:v>
                </c:pt>
                <c:pt idx="318">
                  <c:v>8290.7099999999991</c:v>
                </c:pt>
                <c:pt idx="319">
                  <c:v>8316.7900000000009</c:v>
                </c:pt>
                <c:pt idx="320">
                  <c:v>8342.86</c:v>
                </c:pt>
                <c:pt idx="321">
                  <c:v>8368.93</c:v>
                </c:pt>
                <c:pt idx="322">
                  <c:v>8395</c:v>
                </c:pt>
                <c:pt idx="323">
                  <c:v>8421.07</c:v>
                </c:pt>
                <c:pt idx="324">
                  <c:v>8447.14</c:v>
                </c:pt>
                <c:pt idx="325">
                  <c:v>8473.2099999999991</c:v>
                </c:pt>
                <c:pt idx="326">
                  <c:v>8499.2900000000009</c:v>
                </c:pt>
                <c:pt idx="327">
                  <c:v>8525.36</c:v>
                </c:pt>
                <c:pt idx="328">
                  <c:v>8551.43</c:v>
                </c:pt>
                <c:pt idx="329">
                  <c:v>8577.5</c:v>
                </c:pt>
                <c:pt idx="330">
                  <c:v>8603.57</c:v>
                </c:pt>
                <c:pt idx="331">
                  <c:v>8629.64</c:v>
                </c:pt>
                <c:pt idx="332">
                  <c:v>8655.7099999999991</c:v>
                </c:pt>
                <c:pt idx="333">
                  <c:v>8681.7900000000009</c:v>
                </c:pt>
                <c:pt idx="334">
                  <c:v>8707.86</c:v>
                </c:pt>
                <c:pt idx="335">
                  <c:v>8733.93</c:v>
                </c:pt>
                <c:pt idx="336">
                  <c:v>8760</c:v>
                </c:pt>
                <c:pt idx="337">
                  <c:v>8786.07</c:v>
                </c:pt>
                <c:pt idx="338">
                  <c:v>8812.14</c:v>
                </c:pt>
                <c:pt idx="339">
                  <c:v>8838.2099999999991</c:v>
                </c:pt>
                <c:pt idx="340">
                  <c:v>8864.2900000000009</c:v>
                </c:pt>
                <c:pt idx="341">
                  <c:v>8890.36</c:v>
                </c:pt>
                <c:pt idx="342">
                  <c:v>8916.43</c:v>
                </c:pt>
                <c:pt idx="343">
                  <c:v>8942.5</c:v>
                </c:pt>
                <c:pt idx="344">
                  <c:v>8968.57</c:v>
                </c:pt>
                <c:pt idx="345">
                  <c:v>8994.64</c:v>
                </c:pt>
                <c:pt idx="346">
                  <c:v>9020.7099999999991</c:v>
                </c:pt>
                <c:pt idx="347">
                  <c:v>9046.7900000000009</c:v>
                </c:pt>
                <c:pt idx="348">
                  <c:v>9072.86</c:v>
                </c:pt>
                <c:pt idx="349">
                  <c:v>9098.93</c:v>
                </c:pt>
                <c:pt idx="350">
                  <c:v>9125</c:v>
                </c:pt>
                <c:pt idx="351">
                  <c:v>9151.07</c:v>
                </c:pt>
                <c:pt idx="352">
                  <c:v>9177.14</c:v>
                </c:pt>
                <c:pt idx="353">
                  <c:v>9203.2099999999991</c:v>
                </c:pt>
                <c:pt idx="354">
                  <c:v>9229.2900000000009</c:v>
                </c:pt>
                <c:pt idx="355">
                  <c:v>9255.36</c:v>
                </c:pt>
                <c:pt idx="356">
                  <c:v>9281.43</c:v>
                </c:pt>
                <c:pt idx="357">
                  <c:v>9307.5</c:v>
                </c:pt>
                <c:pt idx="358">
                  <c:v>9333.57</c:v>
                </c:pt>
                <c:pt idx="359">
                  <c:v>9359.64</c:v>
                </c:pt>
                <c:pt idx="360">
                  <c:v>9385.7099999999991</c:v>
                </c:pt>
                <c:pt idx="361">
                  <c:v>9411.7900000000009</c:v>
                </c:pt>
                <c:pt idx="362">
                  <c:v>9437.86</c:v>
                </c:pt>
                <c:pt idx="363">
                  <c:v>9463.93</c:v>
                </c:pt>
                <c:pt idx="364">
                  <c:v>9490</c:v>
                </c:pt>
                <c:pt idx="365">
                  <c:v>9516.07</c:v>
                </c:pt>
                <c:pt idx="366">
                  <c:v>9542.14</c:v>
                </c:pt>
                <c:pt idx="367">
                  <c:v>9568.2099999999991</c:v>
                </c:pt>
                <c:pt idx="368">
                  <c:v>9594.2900000000009</c:v>
                </c:pt>
                <c:pt idx="369">
                  <c:v>9620.36</c:v>
                </c:pt>
                <c:pt idx="370">
                  <c:v>9646.43</c:v>
                </c:pt>
                <c:pt idx="371">
                  <c:v>9672.5</c:v>
                </c:pt>
                <c:pt idx="372">
                  <c:v>9698.57</c:v>
                </c:pt>
                <c:pt idx="373">
                  <c:v>9724.64</c:v>
                </c:pt>
                <c:pt idx="374">
                  <c:v>9750.7099999999991</c:v>
                </c:pt>
                <c:pt idx="375">
                  <c:v>9776.7900000000009</c:v>
                </c:pt>
                <c:pt idx="376">
                  <c:v>9802.86</c:v>
                </c:pt>
                <c:pt idx="377">
                  <c:v>9828.93</c:v>
                </c:pt>
                <c:pt idx="378">
                  <c:v>9855</c:v>
                </c:pt>
                <c:pt idx="379">
                  <c:v>9881.07</c:v>
                </c:pt>
                <c:pt idx="380">
                  <c:v>9907.14</c:v>
                </c:pt>
                <c:pt idx="381">
                  <c:v>9933.2099999999991</c:v>
                </c:pt>
                <c:pt idx="382">
                  <c:v>9959.2900000000009</c:v>
                </c:pt>
                <c:pt idx="383">
                  <c:v>9985.36</c:v>
                </c:pt>
                <c:pt idx="384">
                  <c:v>10011.43</c:v>
                </c:pt>
                <c:pt idx="385">
                  <c:v>10037.5</c:v>
                </c:pt>
                <c:pt idx="386">
                  <c:v>10063.57</c:v>
                </c:pt>
                <c:pt idx="387">
                  <c:v>10089.64</c:v>
                </c:pt>
                <c:pt idx="388">
                  <c:v>10115.709999999999</c:v>
                </c:pt>
                <c:pt idx="389">
                  <c:v>10141.790000000001</c:v>
                </c:pt>
                <c:pt idx="390">
                  <c:v>10167.86</c:v>
                </c:pt>
                <c:pt idx="391">
                  <c:v>10193.93</c:v>
                </c:pt>
                <c:pt idx="392">
                  <c:v>10220</c:v>
                </c:pt>
                <c:pt idx="393">
                  <c:v>10246.07</c:v>
                </c:pt>
                <c:pt idx="394">
                  <c:v>10272.14</c:v>
                </c:pt>
                <c:pt idx="395">
                  <c:v>10298.209999999999</c:v>
                </c:pt>
                <c:pt idx="396">
                  <c:v>10324.290000000001</c:v>
                </c:pt>
                <c:pt idx="397">
                  <c:v>10350.36</c:v>
                </c:pt>
                <c:pt idx="398">
                  <c:v>10376.43</c:v>
                </c:pt>
                <c:pt idx="399">
                  <c:v>10402.5</c:v>
                </c:pt>
                <c:pt idx="400">
                  <c:v>10428.57</c:v>
                </c:pt>
                <c:pt idx="401">
                  <c:v>10454.64</c:v>
                </c:pt>
                <c:pt idx="402">
                  <c:v>10480.709999999999</c:v>
                </c:pt>
                <c:pt idx="403">
                  <c:v>10506.79</c:v>
                </c:pt>
                <c:pt idx="404">
                  <c:v>10532.86</c:v>
                </c:pt>
                <c:pt idx="405">
                  <c:v>10558.93</c:v>
                </c:pt>
                <c:pt idx="406">
                  <c:v>10585</c:v>
                </c:pt>
                <c:pt idx="407">
                  <c:v>10611.07</c:v>
                </c:pt>
                <c:pt idx="408">
                  <c:v>10637.14</c:v>
                </c:pt>
                <c:pt idx="409">
                  <c:v>10663.21</c:v>
                </c:pt>
                <c:pt idx="410">
                  <c:v>10689.29</c:v>
                </c:pt>
                <c:pt idx="411">
                  <c:v>10715.36</c:v>
                </c:pt>
                <c:pt idx="412">
                  <c:v>10741.43</c:v>
                </c:pt>
                <c:pt idx="413">
                  <c:v>10767.5</c:v>
                </c:pt>
                <c:pt idx="414">
                  <c:v>10793.57</c:v>
                </c:pt>
                <c:pt idx="415">
                  <c:v>10819.64</c:v>
                </c:pt>
                <c:pt idx="416">
                  <c:v>10845.71</c:v>
                </c:pt>
                <c:pt idx="417">
                  <c:v>10871.79</c:v>
                </c:pt>
                <c:pt idx="418">
                  <c:v>10897.86</c:v>
                </c:pt>
                <c:pt idx="419">
                  <c:v>10923.93</c:v>
                </c:pt>
                <c:pt idx="420">
                  <c:v>10950</c:v>
                </c:pt>
                <c:pt idx="421">
                  <c:v>10976.07</c:v>
                </c:pt>
                <c:pt idx="422">
                  <c:v>11002.14</c:v>
                </c:pt>
                <c:pt idx="423">
                  <c:v>11028.21</c:v>
                </c:pt>
                <c:pt idx="424">
                  <c:v>11054.29</c:v>
                </c:pt>
                <c:pt idx="425">
                  <c:v>11080.36</c:v>
                </c:pt>
                <c:pt idx="426">
                  <c:v>11106.43</c:v>
                </c:pt>
                <c:pt idx="427">
                  <c:v>11132.5</c:v>
                </c:pt>
                <c:pt idx="428">
                  <c:v>11158.57</c:v>
                </c:pt>
                <c:pt idx="429">
                  <c:v>11184.64</c:v>
                </c:pt>
                <c:pt idx="430">
                  <c:v>11210.71</c:v>
                </c:pt>
                <c:pt idx="431">
                  <c:v>11236.79</c:v>
                </c:pt>
                <c:pt idx="432">
                  <c:v>11262.86</c:v>
                </c:pt>
                <c:pt idx="433">
                  <c:v>11288.93</c:v>
                </c:pt>
                <c:pt idx="434">
                  <c:v>11315</c:v>
                </c:pt>
                <c:pt idx="435">
                  <c:v>11341.07</c:v>
                </c:pt>
                <c:pt idx="436">
                  <c:v>11367.14</c:v>
                </c:pt>
                <c:pt idx="437">
                  <c:v>11393.21</c:v>
                </c:pt>
                <c:pt idx="438">
                  <c:v>11419.29</c:v>
                </c:pt>
                <c:pt idx="439">
                  <c:v>11445.36</c:v>
                </c:pt>
                <c:pt idx="440">
                  <c:v>11471.43</c:v>
                </c:pt>
                <c:pt idx="441">
                  <c:v>11497.5</c:v>
                </c:pt>
                <c:pt idx="442">
                  <c:v>11523.57</c:v>
                </c:pt>
                <c:pt idx="443">
                  <c:v>11549.64</c:v>
                </c:pt>
                <c:pt idx="444">
                  <c:v>11575.71</c:v>
                </c:pt>
                <c:pt idx="445">
                  <c:v>11601.79</c:v>
                </c:pt>
                <c:pt idx="446">
                  <c:v>11627.86</c:v>
                </c:pt>
                <c:pt idx="447">
                  <c:v>11653.93</c:v>
                </c:pt>
                <c:pt idx="448">
                  <c:v>11680</c:v>
                </c:pt>
                <c:pt idx="449">
                  <c:v>11706.07</c:v>
                </c:pt>
                <c:pt idx="450">
                  <c:v>11732.14</c:v>
                </c:pt>
                <c:pt idx="451">
                  <c:v>11758.21</c:v>
                </c:pt>
                <c:pt idx="452">
                  <c:v>11784.29</c:v>
                </c:pt>
                <c:pt idx="453">
                  <c:v>11810.36</c:v>
                </c:pt>
                <c:pt idx="454">
                  <c:v>11836.43</c:v>
                </c:pt>
                <c:pt idx="455">
                  <c:v>11862.5</c:v>
                </c:pt>
                <c:pt idx="456">
                  <c:v>11888.57</c:v>
                </c:pt>
                <c:pt idx="457">
                  <c:v>11914.64</c:v>
                </c:pt>
                <c:pt idx="458">
                  <c:v>11940.71</c:v>
                </c:pt>
                <c:pt idx="459">
                  <c:v>11966.79</c:v>
                </c:pt>
                <c:pt idx="460">
                  <c:v>11992.86</c:v>
                </c:pt>
                <c:pt idx="461">
                  <c:v>12018.93</c:v>
                </c:pt>
                <c:pt idx="462">
                  <c:v>12045</c:v>
                </c:pt>
                <c:pt idx="463">
                  <c:v>12071.07</c:v>
                </c:pt>
                <c:pt idx="464">
                  <c:v>12097.14</c:v>
                </c:pt>
                <c:pt idx="465">
                  <c:v>12123.21</c:v>
                </c:pt>
                <c:pt idx="466">
                  <c:v>12149.29</c:v>
                </c:pt>
                <c:pt idx="467">
                  <c:v>12175.36</c:v>
                </c:pt>
                <c:pt idx="468">
                  <c:v>12201.43</c:v>
                </c:pt>
                <c:pt idx="469">
                  <c:v>12227.5</c:v>
                </c:pt>
                <c:pt idx="470">
                  <c:v>12253.57</c:v>
                </c:pt>
                <c:pt idx="471">
                  <c:v>12279.64</c:v>
                </c:pt>
                <c:pt idx="472">
                  <c:v>12305.71</c:v>
                </c:pt>
                <c:pt idx="473">
                  <c:v>12331.79</c:v>
                </c:pt>
                <c:pt idx="474">
                  <c:v>12357.86</c:v>
                </c:pt>
                <c:pt idx="475">
                  <c:v>12383.93</c:v>
                </c:pt>
                <c:pt idx="476">
                  <c:v>12410</c:v>
                </c:pt>
                <c:pt idx="477">
                  <c:v>12436.07</c:v>
                </c:pt>
                <c:pt idx="478">
                  <c:v>12462.14</c:v>
                </c:pt>
                <c:pt idx="479">
                  <c:v>12488.21</c:v>
                </c:pt>
                <c:pt idx="480">
                  <c:v>12514.29</c:v>
                </c:pt>
                <c:pt idx="481">
                  <c:v>12540.36</c:v>
                </c:pt>
                <c:pt idx="482">
                  <c:v>12566.43</c:v>
                </c:pt>
                <c:pt idx="483">
                  <c:v>12592.5</c:v>
                </c:pt>
                <c:pt idx="484">
                  <c:v>12618.57</c:v>
                </c:pt>
                <c:pt idx="485">
                  <c:v>12644.64</c:v>
                </c:pt>
                <c:pt idx="486">
                  <c:v>12670.71</c:v>
                </c:pt>
                <c:pt idx="487">
                  <c:v>12696.79</c:v>
                </c:pt>
                <c:pt idx="488">
                  <c:v>12722.86</c:v>
                </c:pt>
                <c:pt idx="489">
                  <c:v>12748.93</c:v>
                </c:pt>
                <c:pt idx="490">
                  <c:v>12775</c:v>
                </c:pt>
                <c:pt idx="491">
                  <c:v>12801.07</c:v>
                </c:pt>
                <c:pt idx="492">
                  <c:v>12827.14</c:v>
                </c:pt>
                <c:pt idx="493">
                  <c:v>12853.21</c:v>
                </c:pt>
                <c:pt idx="494">
                  <c:v>12879.29</c:v>
                </c:pt>
                <c:pt idx="495">
                  <c:v>12905.36</c:v>
                </c:pt>
                <c:pt idx="496">
                  <c:v>12931.43</c:v>
                </c:pt>
                <c:pt idx="497">
                  <c:v>12957.5</c:v>
                </c:pt>
                <c:pt idx="498">
                  <c:v>12983.57</c:v>
                </c:pt>
                <c:pt idx="499">
                  <c:v>13009.64</c:v>
                </c:pt>
                <c:pt idx="500">
                  <c:v>13035.71</c:v>
                </c:pt>
                <c:pt idx="501">
                  <c:v>13061.79</c:v>
                </c:pt>
                <c:pt idx="502">
                  <c:v>13087.86</c:v>
                </c:pt>
                <c:pt idx="503">
                  <c:v>13113.93</c:v>
                </c:pt>
                <c:pt idx="504">
                  <c:v>13140</c:v>
                </c:pt>
                <c:pt idx="505">
                  <c:v>13166.07</c:v>
                </c:pt>
                <c:pt idx="506">
                  <c:v>13192.14</c:v>
                </c:pt>
                <c:pt idx="507">
                  <c:v>13218.21</c:v>
                </c:pt>
                <c:pt idx="508">
                  <c:v>13244.29</c:v>
                </c:pt>
                <c:pt idx="509">
                  <c:v>13270.36</c:v>
                </c:pt>
                <c:pt idx="510">
                  <c:v>13296.43</c:v>
                </c:pt>
                <c:pt idx="511">
                  <c:v>13322.5</c:v>
                </c:pt>
                <c:pt idx="512">
                  <c:v>13348.57</c:v>
                </c:pt>
                <c:pt idx="513">
                  <c:v>13374.64</c:v>
                </c:pt>
                <c:pt idx="514">
                  <c:v>13400.71</c:v>
                </c:pt>
                <c:pt idx="515">
                  <c:v>13426.79</c:v>
                </c:pt>
                <c:pt idx="516">
                  <c:v>13452.86</c:v>
                </c:pt>
                <c:pt idx="517">
                  <c:v>13478.93</c:v>
                </c:pt>
                <c:pt idx="518">
                  <c:v>13505</c:v>
                </c:pt>
                <c:pt idx="519">
                  <c:v>13531.07</c:v>
                </c:pt>
                <c:pt idx="520">
                  <c:v>13557.14</c:v>
                </c:pt>
                <c:pt idx="521">
                  <c:v>13583.21</c:v>
                </c:pt>
                <c:pt idx="522">
                  <c:v>13609.29</c:v>
                </c:pt>
                <c:pt idx="523">
                  <c:v>13635.36</c:v>
                </c:pt>
                <c:pt idx="524">
                  <c:v>13661.43</c:v>
                </c:pt>
                <c:pt idx="525">
                  <c:v>13687.5</c:v>
                </c:pt>
                <c:pt idx="526">
                  <c:v>13713.57</c:v>
                </c:pt>
                <c:pt idx="527">
                  <c:v>13739.64</c:v>
                </c:pt>
                <c:pt idx="528">
                  <c:v>13765.71</c:v>
                </c:pt>
                <c:pt idx="529">
                  <c:v>13791.79</c:v>
                </c:pt>
                <c:pt idx="530">
                  <c:v>13817.86</c:v>
                </c:pt>
                <c:pt idx="531">
                  <c:v>13843.93</c:v>
                </c:pt>
                <c:pt idx="532">
                  <c:v>13870</c:v>
                </c:pt>
                <c:pt idx="533">
                  <c:v>13896.07</c:v>
                </c:pt>
                <c:pt idx="534">
                  <c:v>13922.14</c:v>
                </c:pt>
                <c:pt idx="535">
                  <c:v>13948.21</c:v>
                </c:pt>
                <c:pt idx="536">
                  <c:v>13974.29</c:v>
                </c:pt>
                <c:pt idx="537">
                  <c:v>14000.36</c:v>
                </c:pt>
                <c:pt idx="538">
                  <c:v>14026.43</c:v>
                </c:pt>
                <c:pt idx="539">
                  <c:v>14052.5</c:v>
                </c:pt>
                <c:pt idx="540">
                  <c:v>14078.57</c:v>
                </c:pt>
                <c:pt idx="541">
                  <c:v>14104.64</c:v>
                </c:pt>
                <c:pt idx="542">
                  <c:v>14130.71</c:v>
                </c:pt>
                <c:pt idx="543">
                  <c:v>14156.79</c:v>
                </c:pt>
                <c:pt idx="544">
                  <c:v>14182.86</c:v>
                </c:pt>
                <c:pt idx="545">
                  <c:v>14208.93</c:v>
                </c:pt>
                <c:pt idx="546">
                  <c:v>14235</c:v>
                </c:pt>
                <c:pt idx="547">
                  <c:v>14261.07</c:v>
                </c:pt>
                <c:pt idx="548">
                  <c:v>14287.14</c:v>
                </c:pt>
                <c:pt idx="549">
                  <c:v>14313.21</c:v>
                </c:pt>
                <c:pt idx="550">
                  <c:v>14339.29</c:v>
                </c:pt>
                <c:pt idx="551">
                  <c:v>14365.36</c:v>
                </c:pt>
                <c:pt idx="552">
                  <c:v>14391.43</c:v>
                </c:pt>
                <c:pt idx="553">
                  <c:v>14417.5</c:v>
                </c:pt>
                <c:pt idx="554">
                  <c:v>14443.57</c:v>
                </c:pt>
                <c:pt idx="555">
                  <c:v>14469.64</c:v>
                </c:pt>
                <c:pt idx="556">
                  <c:v>14495.71</c:v>
                </c:pt>
                <c:pt idx="557">
                  <c:v>14521.79</c:v>
                </c:pt>
                <c:pt idx="558">
                  <c:v>14547.86</c:v>
                </c:pt>
                <c:pt idx="559">
                  <c:v>14573.93</c:v>
                </c:pt>
                <c:pt idx="560">
                  <c:v>14600</c:v>
                </c:pt>
                <c:pt idx="561">
                  <c:v>14626.07</c:v>
                </c:pt>
                <c:pt idx="562">
                  <c:v>14652.14</c:v>
                </c:pt>
                <c:pt idx="563">
                  <c:v>14678.21</c:v>
                </c:pt>
                <c:pt idx="564">
                  <c:v>14704.29</c:v>
                </c:pt>
                <c:pt idx="565">
                  <c:v>14730.36</c:v>
                </c:pt>
                <c:pt idx="566">
                  <c:v>14756.43</c:v>
                </c:pt>
                <c:pt idx="567">
                  <c:v>14782.5</c:v>
                </c:pt>
                <c:pt idx="568">
                  <c:v>14808.57</c:v>
                </c:pt>
                <c:pt idx="569">
                  <c:v>14834.64</c:v>
                </c:pt>
                <c:pt idx="570">
                  <c:v>14860.71</c:v>
                </c:pt>
                <c:pt idx="571">
                  <c:v>14886.79</c:v>
                </c:pt>
                <c:pt idx="572">
                  <c:v>14912.86</c:v>
                </c:pt>
                <c:pt idx="573">
                  <c:v>14938.93</c:v>
                </c:pt>
                <c:pt idx="574">
                  <c:v>14965</c:v>
                </c:pt>
                <c:pt idx="575">
                  <c:v>14991.07</c:v>
                </c:pt>
                <c:pt idx="576">
                  <c:v>15017.14</c:v>
                </c:pt>
                <c:pt idx="577">
                  <c:v>15043.21</c:v>
                </c:pt>
                <c:pt idx="578">
                  <c:v>15069.29</c:v>
                </c:pt>
                <c:pt idx="579">
                  <c:v>15095.36</c:v>
                </c:pt>
                <c:pt idx="580">
                  <c:v>15121.43</c:v>
                </c:pt>
                <c:pt idx="581">
                  <c:v>15147.5</c:v>
                </c:pt>
                <c:pt idx="582">
                  <c:v>15173.57</c:v>
                </c:pt>
                <c:pt idx="583">
                  <c:v>15199.64</c:v>
                </c:pt>
                <c:pt idx="584">
                  <c:v>15225.71</c:v>
                </c:pt>
                <c:pt idx="585">
                  <c:v>15251.79</c:v>
                </c:pt>
                <c:pt idx="586">
                  <c:v>15277.86</c:v>
                </c:pt>
                <c:pt idx="587">
                  <c:v>15303.93</c:v>
                </c:pt>
                <c:pt idx="588">
                  <c:v>15330</c:v>
                </c:pt>
                <c:pt idx="589">
                  <c:v>15356.07</c:v>
                </c:pt>
                <c:pt idx="590">
                  <c:v>15382.14</c:v>
                </c:pt>
                <c:pt idx="591">
                  <c:v>15408.21</c:v>
                </c:pt>
                <c:pt idx="592">
                  <c:v>15434.29</c:v>
                </c:pt>
                <c:pt idx="593">
                  <c:v>15460.36</c:v>
                </c:pt>
                <c:pt idx="594">
                  <c:v>15486.43</c:v>
                </c:pt>
                <c:pt idx="595">
                  <c:v>15512.5</c:v>
                </c:pt>
                <c:pt idx="596">
                  <c:v>15538.57</c:v>
                </c:pt>
                <c:pt idx="597">
                  <c:v>15564.64</c:v>
                </c:pt>
                <c:pt idx="598">
                  <c:v>15590.71</c:v>
                </c:pt>
                <c:pt idx="599">
                  <c:v>15616.79</c:v>
                </c:pt>
                <c:pt idx="600">
                  <c:v>15642.86</c:v>
                </c:pt>
                <c:pt idx="601">
                  <c:v>15668.93</c:v>
                </c:pt>
                <c:pt idx="602">
                  <c:v>15695</c:v>
                </c:pt>
                <c:pt idx="603">
                  <c:v>15721.07</c:v>
                </c:pt>
                <c:pt idx="604">
                  <c:v>15747.14</c:v>
                </c:pt>
                <c:pt idx="605">
                  <c:v>15773.21</c:v>
                </c:pt>
                <c:pt idx="606">
                  <c:v>15799.29</c:v>
                </c:pt>
                <c:pt idx="607">
                  <c:v>15825.36</c:v>
                </c:pt>
                <c:pt idx="608">
                  <c:v>15851.43</c:v>
                </c:pt>
                <c:pt idx="609">
                  <c:v>15877.5</c:v>
                </c:pt>
                <c:pt idx="610">
                  <c:v>15903.57</c:v>
                </c:pt>
                <c:pt idx="611">
                  <c:v>15929.64</c:v>
                </c:pt>
                <c:pt idx="612">
                  <c:v>15955.71</c:v>
                </c:pt>
                <c:pt idx="613">
                  <c:v>15981.79</c:v>
                </c:pt>
                <c:pt idx="614">
                  <c:v>16007.86</c:v>
                </c:pt>
                <c:pt idx="615">
                  <c:v>16033.93</c:v>
                </c:pt>
                <c:pt idx="616">
                  <c:v>16060</c:v>
                </c:pt>
                <c:pt idx="617">
                  <c:v>16086.07</c:v>
                </c:pt>
                <c:pt idx="618">
                  <c:v>16112.14</c:v>
                </c:pt>
                <c:pt idx="619">
                  <c:v>16138.21</c:v>
                </c:pt>
                <c:pt idx="620">
                  <c:v>16164.29</c:v>
                </c:pt>
                <c:pt idx="621">
                  <c:v>16190.36</c:v>
                </c:pt>
                <c:pt idx="622">
                  <c:v>16216.43</c:v>
                </c:pt>
                <c:pt idx="623">
                  <c:v>16242.5</c:v>
                </c:pt>
                <c:pt idx="624">
                  <c:v>16268.57</c:v>
                </c:pt>
                <c:pt idx="625">
                  <c:v>16294.64</c:v>
                </c:pt>
                <c:pt idx="626">
                  <c:v>16320.71</c:v>
                </c:pt>
                <c:pt idx="627">
                  <c:v>16346.79</c:v>
                </c:pt>
                <c:pt idx="628">
                  <c:v>16372.86</c:v>
                </c:pt>
                <c:pt idx="629">
                  <c:v>16398.93</c:v>
                </c:pt>
                <c:pt idx="630">
                  <c:v>16425</c:v>
                </c:pt>
                <c:pt idx="631">
                  <c:v>16451.07</c:v>
                </c:pt>
                <c:pt idx="632">
                  <c:v>16477.14</c:v>
                </c:pt>
                <c:pt idx="633">
                  <c:v>16503.21</c:v>
                </c:pt>
                <c:pt idx="634">
                  <c:v>16529.29</c:v>
                </c:pt>
                <c:pt idx="635">
                  <c:v>16555.36</c:v>
                </c:pt>
                <c:pt idx="636">
                  <c:v>16581.43</c:v>
                </c:pt>
                <c:pt idx="637">
                  <c:v>16607.5</c:v>
                </c:pt>
                <c:pt idx="638">
                  <c:v>16633.57</c:v>
                </c:pt>
                <c:pt idx="639">
                  <c:v>16659.64</c:v>
                </c:pt>
                <c:pt idx="640">
                  <c:v>16685.71</c:v>
                </c:pt>
                <c:pt idx="641">
                  <c:v>16711.79</c:v>
                </c:pt>
                <c:pt idx="642">
                  <c:v>16737.86</c:v>
                </c:pt>
                <c:pt idx="643">
                  <c:v>16763.93</c:v>
                </c:pt>
                <c:pt idx="644">
                  <c:v>16790</c:v>
                </c:pt>
                <c:pt idx="645">
                  <c:v>16816.07</c:v>
                </c:pt>
                <c:pt idx="646">
                  <c:v>16842.14</c:v>
                </c:pt>
                <c:pt idx="647">
                  <c:v>16868.21</c:v>
                </c:pt>
                <c:pt idx="648">
                  <c:v>16894.29</c:v>
                </c:pt>
                <c:pt idx="649">
                  <c:v>16920.36</c:v>
                </c:pt>
                <c:pt idx="650">
                  <c:v>16946.43</c:v>
                </c:pt>
                <c:pt idx="651">
                  <c:v>16972.5</c:v>
                </c:pt>
                <c:pt idx="652">
                  <c:v>16998.57</c:v>
                </c:pt>
                <c:pt idx="653">
                  <c:v>17024.64</c:v>
                </c:pt>
                <c:pt idx="654">
                  <c:v>17050.71</c:v>
                </c:pt>
                <c:pt idx="655">
                  <c:v>17076.79</c:v>
                </c:pt>
                <c:pt idx="656">
                  <c:v>17102.86</c:v>
                </c:pt>
                <c:pt idx="657">
                  <c:v>17128.93</c:v>
                </c:pt>
                <c:pt idx="658">
                  <c:v>17155</c:v>
                </c:pt>
                <c:pt idx="659">
                  <c:v>17181.07</c:v>
                </c:pt>
                <c:pt idx="660">
                  <c:v>17207.14</c:v>
                </c:pt>
                <c:pt idx="661">
                  <c:v>17233.21</c:v>
                </c:pt>
                <c:pt idx="662">
                  <c:v>17259.29</c:v>
                </c:pt>
                <c:pt idx="663">
                  <c:v>17285.36</c:v>
                </c:pt>
                <c:pt idx="664">
                  <c:v>17311.43</c:v>
                </c:pt>
                <c:pt idx="665">
                  <c:v>17337.5</c:v>
                </c:pt>
                <c:pt idx="666">
                  <c:v>17363.57</c:v>
                </c:pt>
                <c:pt idx="667">
                  <c:v>17389.64</c:v>
                </c:pt>
                <c:pt idx="668">
                  <c:v>17415.71</c:v>
                </c:pt>
                <c:pt idx="669">
                  <c:v>17441.79</c:v>
                </c:pt>
                <c:pt idx="670">
                  <c:v>17467.86</c:v>
                </c:pt>
                <c:pt idx="671">
                  <c:v>17493.93</c:v>
                </c:pt>
                <c:pt idx="672">
                  <c:v>17520</c:v>
                </c:pt>
                <c:pt idx="673">
                  <c:v>17546.07</c:v>
                </c:pt>
                <c:pt idx="674">
                  <c:v>17572.14</c:v>
                </c:pt>
                <c:pt idx="675">
                  <c:v>17598.21</c:v>
                </c:pt>
                <c:pt idx="676">
                  <c:v>17624.29</c:v>
                </c:pt>
                <c:pt idx="677">
                  <c:v>17650.36</c:v>
                </c:pt>
                <c:pt idx="678">
                  <c:v>17676.43</c:v>
                </c:pt>
                <c:pt idx="679">
                  <c:v>17702.5</c:v>
                </c:pt>
                <c:pt idx="680">
                  <c:v>17728.57</c:v>
                </c:pt>
                <c:pt idx="681">
                  <c:v>17754.64</c:v>
                </c:pt>
                <c:pt idx="682">
                  <c:v>17780.71</c:v>
                </c:pt>
                <c:pt idx="683">
                  <c:v>17806.79</c:v>
                </c:pt>
                <c:pt idx="684">
                  <c:v>17832.86</c:v>
                </c:pt>
                <c:pt idx="685">
                  <c:v>17858.93</c:v>
                </c:pt>
                <c:pt idx="686">
                  <c:v>17885</c:v>
                </c:pt>
                <c:pt idx="687">
                  <c:v>17911.07</c:v>
                </c:pt>
                <c:pt idx="688">
                  <c:v>17937.14</c:v>
                </c:pt>
                <c:pt idx="689">
                  <c:v>17963.21</c:v>
                </c:pt>
                <c:pt idx="690">
                  <c:v>17989.29</c:v>
                </c:pt>
                <c:pt idx="691">
                  <c:v>18015.36</c:v>
                </c:pt>
                <c:pt idx="692">
                  <c:v>18041.43</c:v>
                </c:pt>
                <c:pt idx="693">
                  <c:v>18067.5</c:v>
                </c:pt>
                <c:pt idx="694">
                  <c:v>18093.57</c:v>
                </c:pt>
                <c:pt idx="695">
                  <c:v>18119.64</c:v>
                </c:pt>
                <c:pt idx="696">
                  <c:v>18145.71</c:v>
                </c:pt>
                <c:pt idx="697">
                  <c:v>18171.79</c:v>
                </c:pt>
                <c:pt idx="698">
                  <c:v>18197.86</c:v>
                </c:pt>
                <c:pt idx="699">
                  <c:v>18223.93</c:v>
                </c:pt>
                <c:pt idx="700">
                  <c:v>18250</c:v>
                </c:pt>
                <c:pt idx="701">
                  <c:v>18276.07</c:v>
                </c:pt>
                <c:pt idx="702">
                  <c:v>18302.14</c:v>
                </c:pt>
                <c:pt idx="703">
                  <c:v>18328.21</c:v>
                </c:pt>
                <c:pt idx="704">
                  <c:v>18354.29</c:v>
                </c:pt>
                <c:pt idx="705">
                  <c:v>18380.36</c:v>
                </c:pt>
                <c:pt idx="706">
                  <c:v>18406.43</c:v>
                </c:pt>
                <c:pt idx="707">
                  <c:v>18432.5</c:v>
                </c:pt>
                <c:pt idx="708">
                  <c:v>18458.57</c:v>
                </c:pt>
                <c:pt idx="709">
                  <c:v>18484.64</c:v>
                </c:pt>
                <c:pt idx="710">
                  <c:v>18510.71</c:v>
                </c:pt>
                <c:pt idx="711">
                  <c:v>18536.79</c:v>
                </c:pt>
                <c:pt idx="712">
                  <c:v>18562.86</c:v>
                </c:pt>
                <c:pt idx="713">
                  <c:v>18588.93</c:v>
                </c:pt>
                <c:pt idx="714">
                  <c:v>18615</c:v>
                </c:pt>
                <c:pt idx="715">
                  <c:v>18641.07</c:v>
                </c:pt>
                <c:pt idx="716">
                  <c:v>18667.14</c:v>
                </c:pt>
                <c:pt idx="717">
                  <c:v>18693.21</c:v>
                </c:pt>
                <c:pt idx="718">
                  <c:v>18719.29</c:v>
                </c:pt>
                <c:pt idx="719">
                  <c:v>18745.36</c:v>
                </c:pt>
                <c:pt idx="720">
                  <c:v>18771.43</c:v>
                </c:pt>
                <c:pt idx="721">
                  <c:v>18797.5</c:v>
                </c:pt>
                <c:pt idx="722">
                  <c:v>18823.57</c:v>
                </c:pt>
                <c:pt idx="723">
                  <c:v>18849.64</c:v>
                </c:pt>
                <c:pt idx="724">
                  <c:v>18875.71</c:v>
                </c:pt>
                <c:pt idx="725">
                  <c:v>18901.79</c:v>
                </c:pt>
                <c:pt idx="726">
                  <c:v>18927.86</c:v>
                </c:pt>
                <c:pt idx="727">
                  <c:v>18953.93</c:v>
                </c:pt>
                <c:pt idx="728">
                  <c:v>18980</c:v>
                </c:pt>
                <c:pt idx="729">
                  <c:v>19006.07</c:v>
                </c:pt>
                <c:pt idx="730">
                  <c:v>19032.14</c:v>
                </c:pt>
                <c:pt idx="731">
                  <c:v>19058.21</c:v>
                </c:pt>
                <c:pt idx="732">
                  <c:v>19084.29</c:v>
                </c:pt>
                <c:pt idx="733">
                  <c:v>19110.36</c:v>
                </c:pt>
                <c:pt idx="734">
                  <c:v>19136.43</c:v>
                </c:pt>
                <c:pt idx="735">
                  <c:v>19162.5</c:v>
                </c:pt>
                <c:pt idx="736">
                  <c:v>19188.57</c:v>
                </c:pt>
                <c:pt idx="737">
                  <c:v>19214.64</c:v>
                </c:pt>
                <c:pt idx="738">
                  <c:v>19240.71</c:v>
                </c:pt>
                <c:pt idx="739">
                  <c:v>19266.79</c:v>
                </c:pt>
                <c:pt idx="740">
                  <c:v>19292.86</c:v>
                </c:pt>
                <c:pt idx="741">
                  <c:v>19318.93</c:v>
                </c:pt>
                <c:pt idx="742">
                  <c:v>19345</c:v>
                </c:pt>
                <c:pt idx="743">
                  <c:v>19371.07</c:v>
                </c:pt>
                <c:pt idx="744">
                  <c:v>19397.14</c:v>
                </c:pt>
                <c:pt idx="745">
                  <c:v>19423.21</c:v>
                </c:pt>
                <c:pt idx="746">
                  <c:v>19449.29</c:v>
                </c:pt>
                <c:pt idx="747">
                  <c:v>19475.36</c:v>
                </c:pt>
                <c:pt idx="748">
                  <c:v>19501.43</c:v>
                </c:pt>
                <c:pt idx="749">
                  <c:v>19527.5</c:v>
                </c:pt>
                <c:pt idx="750">
                  <c:v>19553.57</c:v>
                </c:pt>
                <c:pt idx="751">
                  <c:v>19579.64</c:v>
                </c:pt>
                <c:pt idx="752">
                  <c:v>19605.71</c:v>
                </c:pt>
                <c:pt idx="753">
                  <c:v>19631.79</c:v>
                </c:pt>
                <c:pt idx="754">
                  <c:v>19657.86</c:v>
                </c:pt>
                <c:pt idx="755">
                  <c:v>19683.93</c:v>
                </c:pt>
                <c:pt idx="756">
                  <c:v>19710</c:v>
                </c:pt>
                <c:pt idx="757">
                  <c:v>19736.07</c:v>
                </c:pt>
                <c:pt idx="758">
                  <c:v>19762.14</c:v>
                </c:pt>
                <c:pt idx="759">
                  <c:v>19788.21</c:v>
                </c:pt>
                <c:pt idx="760">
                  <c:v>19814.29</c:v>
                </c:pt>
                <c:pt idx="761">
                  <c:v>19840.36</c:v>
                </c:pt>
                <c:pt idx="762">
                  <c:v>19866.43</c:v>
                </c:pt>
                <c:pt idx="763">
                  <c:v>19892.5</c:v>
                </c:pt>
                <c:pt idx="764">
                  <c:v>19918.57</c:v>
                </c:pt>
                <c:pt idx="765">
                  <c:v>19944.64</c:v>
                </c:pt>
                <c:pt idx="766">
                  <c:v>19970.71</c:v>
                </c:pt>
                <c:pt idx="767">
                  <c:v>19996.79</c:v>
                </c:pt>
                <c:pt idx="768">
                  <c:v>20022.86</c:v>
                </c:pt>
                <c:pt idx="769">
                  <c:v>20048.93</c:v>
                </c:pt>
                <c:pt idx="770">
                  <c:v>20075</c:v>
                </c:pt>
                <c:pt idx="771">
                  <c:v>20101.07</c:v>
                </c:pt>
                <c:pt idx="772">
                  <c:v>20127.14</c:v>
                </c:pt>
                <c:pt idx="773">
                  <c:v>20153.21</c:v>
                </c:pt>
                <c:pt idx="774">
                  <c:v>20179.29</c:v>
                </c:pt>
                <c:pt idx="775">
                  <c:v>20205.36</c:v>
                </c:pt>
                <c:pt idx="776">
                  <c:v>20231.43</c:v>
                </c:pt>
                <c:pt idx="777">
                  <c:v>20257.5</c:v>
                </c:pt>
                <c:pt idx="778">
                  <c:v>20283.57</c:v>
                </c:pt>
                <c:pt idx="779">
                  <c:v>20309.64</c:v>
                </c:pt>
                <c:pt idx="780">
                  <c:v>20335.71</c:v>
                </c:pt>
                <c:pt idx="781">
                  <c:v>20361.79</c:v>
                </c:pt>
                <c:pt idx="782">
                  <c:v>20387.86</c:v>
                </c:pt>
                <c:pt idx="783">
                  <c:v>20413.93</c:v>
                </c:pt>
                <c:pt idx="784">
                  <c:v>20440</c:v>
                </c:pt>
                <c:pt idx="785">
                  <c:v>20466.07</c:v>
                </c:pt>
                <c:pt idx="786">
                  <c:v>20492.14</c:v>
                </c:pt>
                <c:pt idx="787">
                  <c:v>20518.21</c:v>
                </c:pt>
                <c:pt idx="788">
                  <c:v>20544.29</c:v>
                </c:pt>
                <c:pt idx="789">
                  <c:v>20570.36</c:v>
                </c:pt>
                <c:pt idx="790">
                  <c:v>20596.43</c:v>
                </c:pt>
                <c:pt idx="791">
                  <c:v>20622.5</c:v>
                </c:pt>
                <c:pt idx="792">
                  <c:v>20648.57</c:v>
                </c:pt>
                <c:pt idx="793">
                  <c:v>20674.64</c:v>
                </c:pt>
                <c:pt idx="794">
                  <c:v>20700.71</c:v>
                </c:pt>
                <c:pt idx="795">
                  <c:v>20726.79</c:v>
                </c:pt>
                <c:pt idx="796">
                  <c:v>20752.86</c:v>
                </c:pt>
                <c:pt idx="797">
                  <c:v>20778.93</c:v>
                </c:pt>
                <c:pt idx="798">
                  <c:v>20805</c:v>
                </c:pt>
                <c:pt idx="799">
                  <c:v>20831.07</c:v>
                </c:pt>
                <c:pt idx="800">
                  <c:v>20857.14</c:v>
                </c:pt>
                <c:pt idx="801">
                  <c:v>20883.21</c:v>
                </c:pt>
                <c:pt idx="802">
                  <c:v>20909.29</c:v>
                </c:pt>
                <c:pt idx="803">
                  <c:v>20935.36</c:v>
                </c:pt>
                <c:pt idx="804">
                  <c:v>20961.43</c:v>
                </c:pt>
                <c:pt idx="805">
                  <c:v>20987.5</c:v>
                </c:pt>
                <c:pt idx="806">
                  <c:v>21013.57</c:v>
                </c:pt>
                <c:pt idx="807">
                  <c:v>21039.64</c:v>
                </c:pt>
                <c:pt idx="808">
                  <c:v>21065.71</c:v>
                </c:pt>
                <c:pt idx="809">
                  <c:v>21091.79</c:v>
                </c:pt>
                <c:pt idx="810">
                  <c:v>21117.86</c:v>
                </c:pt>
                <c:pt idx="811">
                  <c:v>21143.93</c:v>
                </c:pt>
                <c:pt idx="812">
                  <c:v>21170</c:v>
                </c:pt>
                <c:pt idx="813">
                  <c:v>21196.07</c:v>
                </c:pt>
                <c:pt idx="814">
                  <c:v>21222.14</c:v>
                </c:pt>
                <c:pt idx="815">
                  <c:v>21248.21</c:v>
                </c:pt>
                <c:pt idx="816">
                  <c:v>21274.29</c:v>
                </c:pt>
                <c:pt idx="817">
                  <c:v>21300.36</c:v>
                </c:pt>
                <c:pt idx="818">
                  <c:v>21326.43</c:v>
                </c:pt>
                <c:pt idx="819">
                  <c:v>21352.5</c:v>
                </c:pt>
                <c:pt idx="820">
                  <c:v>21378.57</c:v>
                </c:pt>
                <c:pt idx="821">
                  <c:v>21404.639999999999</c:v>
                </c:pt>
                <c:pt idx="822">
                  <c:v>21430.71</c:v>
                </c:pt>
                <c:pt idx="823">
                  <c:v>21456.79</c:v>
                </c:pt>
                <c:pt idx="824">
                  <c:v>21482.86</c:v>
                </c:pt>
                <c:pt idx="825">
                  <c:v>21508.93</c:v>
                </c:pt>
                <c:pt idx="826">
                  <c:v>21535</c:v>
                </c:pt>
                <c:pt idx="827">
                  <c:v>21561.07</c:v>
                </c:pt>
                <c:pt idx="828">
                  <c:v>21587.14</c:v>
                </c:pt>
                <c:pt idx="829">
                  <c:v>21613.21</c:v>
                </c:pt>
                <c:pt idx="830">
                  <c:v>21639.29</c:v>
                </c:pt>
                <c:pt idx="831">
                  <c:v>21665.360000000001</c:v>
                </c:pt>
                <c:pt idx="832">
                  <c:v>21691.43</c:v>
                </c:pt>
                <c:pt idx="833">
                  <c:v>21717.5</c:v>
                </c:pt>
                <c:pt idx="834">
                  <c:v>21743.57</c:v>
                </c:pt>
                <c:pt idx="835">
                  <c:v>21769.64</c:v>
                </c:pt>
                <c:pt idx="836">
                  <c:v>21795.71</c:v>
                </c:pt>
                <c:pt idx="837">
                  <c:v>21821.79</c:v>
                </c:pt>
                <c:pt idx="838">
                  <c:v>21847.86</c:v>
                </c:pt>
                <c:pt idx="839">
                  <c:v>21873.93</c:v>
                </c:pt>
                <c:pt idx="840">
                  <c:v>21900</c:v>
                </c:pt>
                <c:pt idx="841">
                  <c:v>21926.07</c:v>
                </c:pt>
                <c:pt idx="842">
                  <c:v>21952.14</c:v>
                </c:pt>
                <c:pt idx="843">
                  <c:v>21978.21</c:v>
                </c:pt>
                <c:pt idx="844">
                  <c:v>22004.29</c:v>
                </c:pt>
                <c:pt idx="845">
                  <c:v>22030.36</c:v>
                </c:pt>
                <c:pt idx="846">
                  <c:v>22056.43</c:v>
                </c:pt>
                <c:pt idx="847">
                  <c:v>22082.5</c:v>
                </c:pt>
                <c:pt idx="848">
                  <c:v>22108.57</c:v>
                </c:pt>
                <c:pt idx="849">
                  <c:v>22134.639999999999</c:v>
                </c:pt>
                <c:pt idx="850">
                  <c:v>22160.71</c:v>
                </c:pt>
                <c:pt idx="851">
                  <c:v>22186.79</c:v>
                </c:pt>
                <c:pt idx="852">
                  <c:v>22212.86</c:v>
                </c:pt>
                <c:pt idx="853">
                  <c:v>22238.93</c:v>
                </c:pt>
                <c:pt idx="854">
                  <c:v>22265</c:v>
                </c:pt>
                <c:pt idx="855">
                  <c:v>22291.07</c:v>
                </c:pt>
                <c:pt idx="856">
                  <c:v>22317.14</c:v>
                </c:pt>
                <c:pt idx="857">
                  <c:v>22343.21</c:v>
                </c:pt>
                <c:pt idx="858">
                  <c:v>22369.29</c:v>
                </c:pt>
                <c:pt idx="859">
                  <c:v>22395.360000000001</c:v>
                </c:pt>
                <c:pt idx="860">
                  <c:v>22421.43</c:v>
                </c:pt>
                <c:pt idx="861">
                  <c:v>22447.5</c:v>
                </c:pt>
                <c:pt idx="862">
                  <c:v>22473.57</c:v>
                </c:pt>
                <c:pt idx="863">
                  <c:v>22499.64</c:v>
                </c:pt>
                <c:pt idx="864">
                  <c:v>22525.71</c:v>
                </c:pt>
                <c:pt idx="865">
                  <c:v>22551.79</c:v>
                </c:pt>
                <c:pt idx="866">
                  <c:v>22577.86</c:v>
                </c:pt>
                <c:pt idx="867">
                  <c:v>22603.93</c:v>
                </c:pt>
                <c:pt idx="868">
                  <c:v>22630</c:v>
                </c:pt>
                <c:pt idx="869">
                  <c:v>22656.07</c:v>
                </c:pt>
                <c:pt idx="870">
                  <c:v>22682.14</c:v>
                </c:pt>
                <c:pt idx="871">
                  <c:v>22708.21</c:v>
                </c:pt>
                <c:pt idx="872">
                  <c:v>22734.29</c:v>
                </c:pt>
                <c:pt idx="873">
                  <c:v>22760.36</c:v>
                </c:pt>
                <c:pt idx="874">
                  <c:v>22786.43</c:v>
                </c:pt>
                <c:pt idx="875">
                  <c:v>22812.5</c:v>
                </c:pt>
                <c:pt idx="876">
                  <c:v>22838.57</c:v>
                </c:pt>
                <c:pt idx="877">
                  <c:v>22864.639999999999</c:v>
                </c:pt>
                <c:pt idx="878">
                  <c:v>22890.71</c:v>
                </c:pt>
                <c:pt idx="879">
                  <c:v>22916.79</c:v>
                </c:pt>
                <c:pt idx="880">
                  <c:v>22942.86</c:v>
                </c:pt>
                <c:pt idx="881">
                  <c:v>22968.93</c:v>
                </c:pt>
                <c:pt idx="882">
                  <c:v>22995</c:v>
                </c:pt>
                <c:pt idx="883">
                  <c:v>23021.07</c:v>
                </c:pt>
                <c:pt idx="884">
                  <c:v>23047.14</c:v>
                </c:pt>
                <c:pt idx="885">
                  <c:v>23073.21</c:v>
                </c:pt>
                <c:pt idx="886">
                  <c:v>23099.29</c:v>
                </c:pt>
                <c:pt idx="887">
                  <c:v>23125.360000000001</c:v>
                </c:pt>
                <c:pt idx="888">
                  <c:v>23151.43</c:v>
                </c:pt>
                <c:pt idx="889">
                  <c:v>23177.5</c:v>
                </c:pt>
                <c:pt idx="890">
                  <c:v>23203.57</c:v>
                </c:pt>
                <c:pt idx="891">
                  <c:v>23229.64</c:v>
                </c:pt>
                <c:pt idx="892">
                  <c:v>23255.71</c:v>
                </c:pt>
                <c:pt idx="893">
                  <c:v>23281.79</c:v>
                </c:pt>
                <c:pt idx="894">
                  <c:v>23307.86</c:v>
                </c:pt>
                <c:pt idx="895">
                  <c:v>23333.93</c:v>
                </c:pt>
                <c:pt idx="896">
                  <c:v>23360</c:v>
                </c:pt>
                <c:pt idx="897">
                  <c:v>23386.07</c:v>
                </c:pt>
                <c:pt idx="898">
                  <c:v>23412.14</c:v>
                </c:pt>
                <c:pt idx="899">
                  <c:v>23438.21</c:v>
                </c:pt>
                <c:pt idx="900">
                  <c:v>23464.29</c:v>
                </c:pt>
                <c:pt idx="901">
                  <c:v>23490.36</c:v>
                </c:pt>
                <c:pt idx="902">
                  <c:v>23516.43</c:v>
                </c:pt>
                <c:pt idx="903">
                  <c:v>23542.5</c:v>
                </c:pt>
                <c:pt idx="904">
                  <c:v>23568.57</c:v>
                </c:pt>
                <c:pt idx="905">
                  <c:v>23594.639999999999</c:v>
                </c:pt>
                <c:pt idx="906">
                  <c:v>23620.71</c:v>
                </c:pt>
                <c:pt idx="907">
                  <c:v>23646.79</c:v>
                </c:pt>
                <c:pt idx="908">
                  <c:v>23672.86</c:v>
                </c:pt>
                <c:pt idx="909">
                  <c:v>23698.93</c:v>
                </c:pt>
                <c:pt idx="910">
                  <c:v>23725</c:v>
                </c:pt>
                <c:pt idx="911">
                  <c:v>23751.07</c:v>
                </c:pt>
                <c:pt idx="912">
                  <c:v>23777.14</c:v>
                </c:pt>
                <c:pt idx="913">
                  <c:v>23803.21</c:v>
                </c:pt>
                <c:pt idx="914">
                  <c:v>23829.29</c:v>
                </c:pt>
                <c:pt idx="915">
                  <c:v>23855.360000000001</c:v>
                </c:pt>
                <c:pt idx="916">
                  <c:v>23881.43</c:v>
                </c:pt>
                <c:pt idx="917">
                  <c:v>23907.5</c:v>
                </c:pt>
                <c:pt idx="918">
                  <c:v>23933.57</c:v>
                </c:pt>
                <c:pt idx="919">
                  <c:v>23959.64</c:v>
                </c:pt>
                <c:pt idx="920">
                  <c:v>23985.71</c:v>
                </c:pt>
                <c:pt idx="921">
                  <c:v>24011.79</c:v>
                </c:pt>
                <c:pt idx="922">
                  <c:v>24037.86</c:v>
                </c:pt>
                <c:pt idx="923">
                  <c:v>24063.93</c:v>
                </c:pt>
                <c:pt idx="924">
                  <c:v>24090</c:v>
                </c:pt>
                <c:pt idx="925">
                  <c:v>24116.07</c:v>
                </c:pt>
                <c:pt idx="926">
                  <c:v>24142.14</c:v>
                </c:pt>
                <c:pt idx="927">
                  <c:v>24168.21</c:v>
                </c:pt>
                <c:pt idx="928">
                  <c:v>24194.29</c:v>
                </c:pt>
                <c:pt idx="929">
                  <c:v>24220.36</c:v>
                </c:pt>
                <c:pt idx="930">
                  <c:v>24246.43</c:v>
                </c:pt>
                <c:pt idx="931">
                  <c:v>24272.5</c:v>
                </c:pt>
                <c:pt idx="932">
                  <c:v>24298.57</c:v>
                </c:pt>
                <c:pt idx="933">
                  <c:v>24324.639999999999</c:v>
                </c:pt>
                <c:pt idx="934">
                  <c:v>24350.71</c:v>
                </c:pt>
                <c:pt idx="935">
                  <c:v>24376.79</c:v>
                </c:pt>
                <c:pt idx="936">
                  <c:v>24402.86</c:v>
                </c:pt>
                <c:pt idx="937">
                  <c:v>24428.93</c:v>
                </c:pt>
                <c:pt idx="938">
                  <c:v>24455</c:v>
                </c:pt>
                <c:pt idx="939">
                  <c:v>24481.07</c:v>
                </c:pt>
                <c:pt idx="940">
                  <c:v>24507.14</c:v>
                </c:pt>
                <c:pt idx="941">
                  <c:v>24533.21</c:v>
                </c:pt>
                <c:pt idx="942">
                  <c:v>24559.29</c:v>
                </c:pt>
                <c:pt idx="943">
                  <c:v>24585.360000000001</c:v>
                </c:pt>
                <c:pt idx="944">
                  <c:v>24611.43</c:v>
                </c:pt>
                <c:pt idx="945">
                  <c:v>24637.5</c:v>
                </c:pt>
                <c:pt idx="946">
                  <c:v>24663.57</c:v>
                </c:pt>
                <c:pt idx="947">
                  <c:v>24689.64</c:v>
                </c:pt>
                <c:pt idx="948">
                  <c:v>24715.71</c:v>
                </c:pt>
                <c:pt idx="949">
                  <c:v>24741.79</c:v>
                </c:pt>
                <c:pt idx="950">
                  <c:v>24767.86</c:v>
                </c:pt>
                <c:pt idx="951">
                  <c:v>24793.93</c:v>
                </c:pt>
                <c:pt idx="952">
                  <c:v>24820</c:v>
                </c:pt>
                <c:pt idx="953">
                  <c:v>24846.07</c:v>
                </c:pt>
                <c:pt idx="954">
                  <c:v>24872.14</c:v>
                </c:pt>
                <c:pt idx="955">
                  <c:v>24898.21</c:v>
                </c:pt>
                <c:pt idx="956">
                  <c:v>24924.29</c:v>
                </c:pt>
                <c:pt idx="957">
                  <c:v>24950.36</c:v>
                </c:pt>
                <c:pt idx="958">
                  <c:v>24976.43</c:v>
                </c:pt>
                <c:pt idx="959">
                  <c:v>25002.5</c:v>
                </c:pt>
                <c:pt idx="960">
                  <c:v>25028.57</c:v>
                </c:pt>
                <c:pt idx="961">
                  <c:v>25054.639999999999</c:v>
                </c:pt>
                <c:pt idx="962">
                  <c:v>25080.71</c:v>
                </c:pt>
                <c:pt idx="963">
                  <c:v>25106.79</c:v>
                </c:pt>
                <c:pt idx="964">
                  <c:v>25132.86</c:v>
                </c:pt>
                <c:pt idx="965">
                  <c:v>25158.93</c:v>
                </c:pt>
                <c:pt idx="966">
                  <c:v>25185</c:v>
                </c:pt>
                <c:pt idx="967">
                  <c:v>25211.07</c:v>
                </c:pt>
                <c:pt idx="968">
                  <c:v>25237.14</c:v>
                </c:pt>
                <c:pt idx="969">
                  <c:v>25263.21</c:v>
                </c:pt>
                <c:pt idx="970">
                  <c:v>25289.29</c:v>
                </c:pt>
                <c:pt idx="971">
                  <c:v>25315.360000000001</c:v>
                </c:pt>
                <c:pt idx="972">
                  <c:v>25341.43</c:v>
                </c:pt>
                <c:pt idx="973">
                  <c:v>25367.5</c:v>
                </c:pt>
                <c:pt idx="974">
                  <c:v>25393.57</c:v>
                </c:pt>
                <c:pt idx="975">
                  <c:v>25419.64</c:v>
                </c:pt>
                <c:pt idx="976">
                  <c:v>25445.71</c:v>
                </c:pt>
                <c:pt idx="977">
                  <c:v>25471.79</c:v>
                </c:pt>
                <c:pt idx="978">
                  <c:v>25497.86</c:v>
                </c:pt>
                <c:pt idx="979">
                  <c:v>25523.93</c:v>
                </c:pt>
                <c:pt idx="980">
                  <c:v>25550</c:v>
                </c:pt>
                <c:pt idx="981">
                  <c:v>25576.07</c:v>
                </c:pt>
                <c:pt idx="982">
                  <c:v>25602.14</c:v>
                </c:pt>
                <c:pt idx="983">
                  <c:v>25628.21</c:v>
                </c:pt>
                <c:pt idx="984">
                  <c:v>25654.29</c:v>
                </c:pt>
                <c:pt idx="985">
                  <c:v>25680.36</c:v>
                </c:pt>
                <c:pt idx="986">
                  <c:v>25706.43</c:v>
                </c:pt>
                <c:pt idx="987">
                  <c:v>25732.5</c:v>
                </c:pt>
                <c:pt idx="988">
                  <c:v>25758.57</c:v>
                </c:pt>
                <c:pt idx="989">
                  <c:v>25784.639999999999</c:v>
                </c:pt>
                <c:pt idx="990">
                  <c:v>25810.71</c:v>
                </c:pt>
                <c:pt idx="991">
                  <c:v>25836.79</c:v>
                </c:pt>
                <c:pt idx="992">
                  <c:v>25862.86</c:v>
                </c:pt>
                <c:pt idx="993">
                  <c:v>25888.93</c:v>
                </c:pt>
                <c:pt idx="994">
                  <c:v>25915</c:v>
                </c:pt>
                <c:pt idx="995">
                  <c:v>25941.07</c:v>
                </c:pt>
                <c:pt idx="996">
                  <c:v>25967.14</c:v>
                </c:pt>
                <c:pt idx="997">
                  <c:v>25993.21</c:v>
                </c:pt>
                <c:pt idx="998">
                  <c:v>26019.29</c:v>
                </c:pt>
                <c:pt idx="999">
                  <c:v>26045.360000000001</c:v>
                </c:pt>
                <c:pt idx="1000">
                  <c:v>26071.43</c:v>
                </c:pt>
                <c:pt idx="1001">
                  <c:v>26097.5</c:v>
                </c:pt>
                <c:pt idx="1002">
                  <c:v>26123.57</c:v>
                </c:pt>
                <c:pt idx="1003">
                  <c:v>26149.64</c:v>
                </c:pt>
                <c:pt idx="1004">
                  <c:v>26175.71</c:v>
                </c:pt>
                <c:pt idx="1005">
                  <c:v>26201.79</c:v>
                </c:pt>
                <c:pt idx="1006">
                  <c:v>26227.86</c:v>
                </c:pt>
                <c:pt idx="1007">
                  <c:v>26253.93</c:v>
                </c:pt>
                <c:pt idx="1008">
                  <c:v>26280</c:v>
                </c:pt>
                <c:pt idx="1009">
                  <c:v>26306.07</c:v>
                </c:pt>
                <c:pt idx="1010">
                  <c:v>26332.14</c:v>
                </c:pt>
                <c:pt idx="1011">
                  <c:v>26358.21</c:v>
                </c:pt>
                <c:pt idx="1012">
                  <c:v>26384.29</c:v>
                </c:pt>
                <c:pt idx="1013">
                  <c:v>26410.36</c:v>
                </c:pt>
                <c:pt idx="1014">
                  <c:v>26436.43</c:v>
                </c:pt>
                <c:pt idx="1015">
                  <c:v>26462.5</c:v>
                </c:pt>
                <c:pt idx="1016">
                  <c:v>26488.57</c:v>
                </c:pt>
                <c:pt idx="1017">
                  <c:v>26514.639999999999</c:v>
                </c:pt>
                <c:pt idx="1018">
                  <c:v>26540.71</c:v>
                </c:pt>
                <c:pt idx="1019">
                  <c:v>26566.79</c:v>
                </c:pt>
                <c:pt idx="1020">
                  <c:v>26592.86</c:v>
                </c:pt>
                <c:pt idx="1021">
                  <c:v>26618.93</c:v>
                </c:pt>
                <c:pt idx="1022">
                  <c:v>26645</c:v>
                </c:pt>
                <c:pt idx="1023">
                  <c:v>26671.07</c:v>
                </c:pt>
                <c:pt idx="1024">
                  <c:v>26697.14</c:v>
                </c:pt>
                <c:pt idx="1025">
                  <c:v>26723.21</c:v>
                </c:pt>
                <c:pt idx="1026">
                  <c:v>26749.29</c:v>
                </c:pt>
                <c:pt idx="1027">
                  <c:v>26775.360000000001</c:v>
                </c:pt>
                <c:pt idx="1028">
                  <c:v>26801.43</c:v>
                </c:pt>
                <c:pt idx="1029">
                  <c:v>26827.5</c:v>
                </c:pt>
                <c:pt idx="1030">
                  <c:v>26853.57</c:v>
                </c:pt>
                <c:pt idx="1031">
                  <c:v>26879.64</c:v>
                </c:pt>
                <c:pt idx="1032">
                  <c:v>26905.71</c:v>
                </c:pt>
                <c:pt idx="1033">
                  <c:v>26931.79</c:v>
                </c:pt>
                <c:pt idx="1034">
                  <c:v>26957.86</c:v>
                </c:pt>
                <c:pt idx="1035">
                  <c:v>26983.93</c:v>
                </c:pt>
                <c:pt idx="1036">
                  <c:v>27010</c:v>
                </c:pt>
                <c:pt idx="1037">
                  <c:v>27036.07</c:v>
                </c:pt>
                <c:pt idx="1038">
                  <c:v>27062.14</c:v>
                </c:pt>
                <c:pt idx="1039">
                  <c:v>27088.21</c:v>
                </c:pt>
                <c:pt idx="1040">
                  <c:v>27114.29</c:v>
                </c:pt>
                <c:pt idx="1041">
                  <c:v>27140.36</c:v>
                </c:pt>
                <c:pt idx="1042">
                  <c:v>27166.43</c:v>
                </c:pt>
                <c:pt idx="1043">
                  <c:v>27192.5</c:v>
                </c:pt>
                <c:pt idx="1044">
                  <c:v>27218.57</c:v>
                </c:pt>
                <c:pt idx="1045">
                  <c:v>27244.639999999999</c:v>
                </c:pt>
                <c:pt idx="1046">
                  <c:v>27270.71</c:v>
                </c:pt>
                <c:pt idx="1047">
                  <c:v>27296.79</c:v>
                </c:pt>
                <c:pt idx="1048">
                  <c:v>27322.86</c:v>
                </c:pt>
                <c:pt idx="1049">
                  <c:v>27348.93</c:v>
                </c:pt>
                <c:pt idx="1050">
                  <c:v>27375</c:v>
                </c:pt>
                <c:pt idx="1051">
                  <c:v>27401.07</c:v>
                </c:pt>
                <c:pt idx="1052">
                  <c:v>27427.14</c:v>
                </c:pt>
                <c:pt idx="1053">
                  <c:v>27453.21</c:v>
                </c:pt>
                <c:pt idx="1054">
                  <c:v>27479.29</c:v>
                </c:pt>
                <c:pt idx="1055">
                  <c:v>27505.360000000001</c:v>
                </c:pt>
                <c:pt idx="1056">
                  <c:v>27531.43</c:v>
                </c:pt>
                <c:pt idx="1057">
                  <c:v>27557.5</c:v>
                </c:pt>
                <c:pt idx="1058">
                  <c:v>27583.57</c:v>
                </c:pt>
                <c:pt idx="1059">
                  <c:v>27609.64</c:v>
                </c:pt>
                <c:pt idx="1060">
                  <c:v>27635.71</c:v>
                </c:pt>
                <c:pt idx="1061">
                  <c:v>27661.79</c:v>
                </c:pt>
                <c:pt idx="1062">
                  <c:v>27687.86</c:v>
                </c:pt>
                <c:pt idx="1063">
                  <c:v>27713.93</c:v>
                </c:pt>
                <c:pt idx="1064">
                  <c:v>27740</c:v>
                </c:pt>
                <c:pt idx="1065">
                  <c:v>27766.07</c:v>
                </c:pt>
                <c:pt idx="1066">
                  <c:v>27792.14</c:v>
                </c:pt>
                <c:pt idx="1067">
                  <c:v>27818.21</c:v>
                </c:pt>
                <c:pt idx="1068">
                  <c:v>27844.29</c:v>
                </c:pt>
                <c:pt idx="1069">
                  <c:v>27870.36</c:v>
                </c:pt>
                <c:pt idx="1070">
                  <c:v>27896.43</c:v>
                </c:pt>
                <c:pt idx="1071">
                  <c:v>27922.5</c:v>
                </c:pt>
                <c:pt idx="1072">
                  <c:v>27948.57</c:v>
                </c:pt>
                <c:pt idx="1073">
                  <c:v>27974.639999999999</c:v>
                </c:pt>
                <c:pt idx="1074">
                  <c:v>28000.71</c:v>
                </c:pt>
                <c:pt idx="1075">
                  <c:v>28026.79</c:v>
                </c:pt>
                <c:pt idx="1076">
                  <c:v>28052.86</c:v>
                </c:pt>
                <c:pt idx="1077">
                  <c:v>28078.93</c:v>
                </c:pt>
                <c:pt idx="1078">
                  <c:v>28105</c:v>
                </c:pt>
                <c:pt idx="1079">
                  <c:v>28131.07</c:v>
                </c:pt>
                <c:pt idx="1080">
                  <c:v>28157.14</c:v>
                </c:pt>
                <c:pt idx="1081">
                  <c:v>28183.21</c:v>
                </c:pt>
                <c:pt idx="1082">
                  <c:v>28209.29</c:v>
                </c:pt>
                <c:pt idx="1083">
                  <c:v>28235.360000000001</c:v>
                </c:pt>
                <c:pt idx="1084">
                  <c:v>28261.43</c:v>
                </c:pt>
                <c:pt idx="1085">
                  <c:v>28287.5</c:v>
                </c:pt>
                <c:pt idx="1086">
                  <c:v>28313.57</c:v>
                </c:pt>
                <c:pt idx="1087">
                  <c:v>28339.64</c:v>
                </c:pt>
                <c:pt idx="1088">
                  <c:v>28365.71</c:v>
                </c:pt>
                <c:pt idx="1089">
                  <c:v>28391.79</c:v>
                </c:pt>
                <c:pt idx="1090">
                  <c:v>28417.86</c:v>
                </c:pt>
                <c:pt idx="1091">
                  <c:v>28443.93</c:v>
                </c:pt>
                <c:pt idx="1092">
                  <c:v>28470</c:v>
                </c:pt>
                <c:pt idx="1093">
                  <c:v>28496.07</c:v>
                </c:pt>
                <c:pt idx="1094">
                  <c:v>28522.14</c:v>
                </c:pt>
                <c:pt idx="1095">
                  <c:v>28548.21</c:v>
                </c:pt>
                <c:pt idx="1096">
                  <c:v>28574.29</c:v>
                </c:pt>
                <c:pt idx="1097">
                  <c:v>28600.36</c:v>
                </c:pt>
                <c:pt idx="1098">
                  <c:v>28626.43</c:v>
                </c:pt>
                <c:pt idx="1099">
                  <c:v>28652.5</c:v>
                </c:pt>
                <c:pt idx="1100">
                  <c:v>28678.57</c:v>
                </c:pt>
                <c:pt idx="1101">
                  <c:v>28704.639999999999</c:v>
                </c:pt>
                <c:pt idx="1102">
                  <c:v>28730.71</c:v>
                </c:pt>
                <c:pt idx="1103">
                  <c:v>28756.79</c:v>
                </c:pt>
                <c:pt idx="1104">
                  <c:v>28782.86</c:v>
                </c:pt>
                <c:pt idx="1105">
                  <c:v>28808.93</c:v>
                </c:pt>
                <c:pt idx="1106">
                  <c:v>28835</c:v>
                </c:pt>
                <c:pt idx="1107">
                  <c:v>28861.07</c:v>
                </c:pt>
                <c:pt idx="1108">
                  <c:v>28887.14</c:v>
                </c:pt>
                <c:pt idx="1109">
                  <c:v>28913.21</c:v>
                </c:pt>
                <c:pt idx="1110">
                  <c:v>28939.29</c:v>
                </c:pt>
                <c:pt idx="1111">
                  <c:v>28965.360000000001</c:v>
                </c:pt>
                <c:pt idx="1112">
                  <c:v>28991.43</c:v>
                </c:pt>
                <c:pt idx="1113">
                  <c:v>29017.5</c:v>
                </c:pt>
                <c:pt idx="1114">
                  <c:v>29043.57</c:v>
                </c:pt>
                <c:pt idx="1115">
                  <c:v>29069.64</c:v>
                </c:pt>
                <c:pt idx="1116">
                  <c:v>29095.71</c:v>
                </c:pt>
                <c:pt idx="1117">
                  <c:v>29121.79</c:v>
                </c:pt>
                <c:pt idx="1118">
                  <c:v>29147.86</c:v>
                </c:pt>
                <c:pt idx="1119">
                  <c:v>29173.93</c:v>
                </c:pt>
                <c:pt idx="1120">
                  <c:v>29200</c:v>
                </c:pt>
                <c:pt idx="1121">
                  <c:v>29226.07</c:v>
                </c:pt>
                <c:pt idx="1122">
                  <c:v>29252.14</c:v>
                </c:pt>
                <c:pt idx="1123">
                  <c:v>29278.21</c:v>
                </c:pt>
                <c:pt idx="1124">
                  <c:v>29304.29</c:v>
                </c:pt>
                <c:pt idx="1125">
                  <c:v>29330.36</c:v>
                </c:pt>
                <c:pt idx="1126">
                  <c:v>29356.43</c:v>
                </c:pt>
                <c:pt idx="1127">
                  <c:v>29382.5</c:v>
                </c:pt>
                <c:pt idx="1128">
                  <c:v>29408.57</c:v>
                </c:pt>
                <c:pt idx="1129">
                  <c:v>29434.639999999999</c:v>
                </c:pt>
                <c:pt idx="1130">
                  <c:v>29460.71</c:v>
                </c:pt>
                <c:pt idx="1131">
                  <c:v>29486.79</c:v>
                </c:pt>
                <c:pt idx="1132">
                  <c:v>29512.86</c:v>
                </c:pt>
                <c:pt idx="1133">
                  <c:v>29538.93</c:v>
                </c:pt>
                <c:pt idx="1134">
                  <c:v>29565</c:v>
                </c:pt>
                <c:pt idx="1135">
                  <c:v>29591.07</c:v>
                </c:pt>
                <c:pt idx="1136">
                  <c:v>29617.14</c:v>
                </c:pt>
                <c:pt idx="1137">
                  <c:v>29643.21</c:v>
                </c:pt>
                <c:pt idx="1138">
                  <c:v>29669.29</c:v>
                </c:pt>
                <c:pt idx="1139">
                  <c:v>29695.360000000001</c:v>
                </c:pt>
                <c:pt idx="1140">
                  <c:v>29721.43</c:v>
                </c:pt>
                <c:pt idx="1141">
                  <c:v>29747.5</c:v>
                </c:pt>
                <c:pt idx="1142">
                  <c:v>29773.57</c:v>
                </c:pt>
                <c:pt idx="1143">
                  <c:v>29799.64</c:v>
                </c:pt>
                <c:pt idx="1144">
                  <c:v>29825.71</c:v>
                </c:pt>
                <c:pt idx="1145">
                  <c:v>29851.79</c:v>
                </c:pt>
                <c:pt idx="1146">
                  <c:v>29877.86</c:v>
                </c:pt>
                <c:pt idx="1147">
                  <c:v>29903.93</c:v>
                </c:pt>
                <c:pt idx="1148">
                  <c:v>29930</c:v>
                </c:pt>
                <c:pt idx="1149">
                  <c:v>29956.07</c:v>
                </c:pt>
                <c:pt idx="1150">
                  <c:v>29982.14</c:v>
                </c:pt>
                <c:pt idx="1151">
                  <c:v>30008.21</c:v>
                </c:pt>
                <c:pt idx="1152">
                  <c:v>30034.29</c:v>
                </c:pt>
                <c:pt idx="1153">
                  <c:v>30060.36</c:v>
                </c:pt>
                <c:pt idx="1154">
                  <c:v>30086.43</c:v>
                </c:pt>
                <c:pt idx="1155">
                  <c:v>30112.5</c:v>
                </c:pt>
                <c:pt idx="1156">
                  <c:v>30138.57</c:v>
                </c:pt>
                <c:pt idx="1157">
                  <c:v>30164.639999999999</c:v>
                </c:pt>
                <c:pt idx="1158">
                  <c:v>30190.71</c:v>
                </c:pt>
                <c:pt idx="1159">
                  <c:v>30216.79</c:v>
                </c:pt>
                <c:pt idx="1160">
                  <c:v>30242.86</c:v>
                </c:pt>
                <c:pt idx="1161">
                  <c:v>30268.93</c:v>
                </c:pt>
                <c:pt idx="1162">
                  <c:v>30295</c:v>
                </c:pt>
                <c:pt idx="1163">
                  <c:v>30321.07</c:v>
                </c:pt>
                <c:pt idx="1164">
                  <c:v>30347.14</c:v>
                </c:pt>
                <c:pt idx="1165">
                  <c:v>30373.21</c:v>
                </c:pt>
                <c:pt idx="1166">
                  <c:v>30399.29</c:v>
                </c:pt>
                <c:pt idx="1167">
                  <c:v>30425.360000000001</c:v>
                </c:pt>
                <c:pt idx="1168">
                  <c:v>30451.43</c:v>
                </c:pt>
                <c:pt idx="1169">
                  <c:v>30477.5</c:v>
                </c:pt>
                <c:pt idx="1170">
                  <c:v>30503.57</c:v>
                </c:pt>
                <c:pt idx="1171">
                  <c:v>30529.64</c:v>
                </c:pt>
                <c:pt idx="1172">
                  <c:v>30555.71</c:v>
                </c:pt>
                <c:pt idx="1173">
                  <c:v>30581.79</c:v>
                </c:pt>
                <c:pt idx="1174">
                  <c:v>30607.86</c:v>
                </c:pt>
                <c:pt idx="1175">
                  <c:v>30633.93</c:v>
                </c:pt>
                <c:pt idx="1176">
                  <c:v>30660</c:v>
                </c:pt>
                <c:pt idx="1177">
                  <c:v>30686.07</c:v>
                </c:pt>
                <c:pt idx="1178">
                  <c:v>30712.14</c:v>
                </c:pt>
                <c:pt idx="1179">
                  <c:v>30738.21</c:v>
                </c:pt>
                <c:pt idx="1180">
                  <c:v>30764.29</c:v>
                </c:pt>
                <c:pt idx="1181">
                  <c:v>30790.36</c:v>
                </c:pt>
                <c:pt idx="1182">
                  <c:v>30816.43</c:v>
                </c:pt>
                <c:pt idx="1183">
                  <c:v>30842.5</c:v>
                </c:pt>
                <c:pt idx="1184">
                  <c:v>30868.57</c:v>
                </c:pt>
                <c:pt idx="1185">
                  <c:v>30894.639999999999</c:v>
                </c:pt>
                <c:pt idx="1186">
                  <c:v>30920.71</c:v>
                </c:pt>
                <c:pt idx="1187">
                  <c:v>30946.79</c:v>
                </c:pt>
                <c:pt idx="1188">
                  <c:v>30972.86</c:v>
                </c:pt>
                <c:pt idx="1189">
                  <c:v>30998.93</c:v>
                </c:pt>
                <c:pt idx="1190">
                  <c:v>31025</c:v>
                </c:pt>
                <c:pt idx="1191">
                  <c:v>31051.07</c:v>
                </c:pt>
                <c:pt idx="1192">
                  <c:v>31077.14</c:v>
                </c:pt>
                <c:pt idx="1193">
                  <c:v>31103.21</c:v>
                </c:pt>
                <c:pt idx="1194">
                  <c:v>31129.29</c:v>
                </c:pt>
                <c:pt idx="1195">
                  <c:v>31155.360000000001</c:v>
                </c:pt>
                <c:pt idx="1196">
                  <c:v>31181.43</c:v>
                </c:pt>
                <c:pt idx="1197">
                  <c:v>31207.5</c:v>
                </c:pt>
                <c:pt idx="1198">
                  <c:v>31233.57</c:v>
                </c:pt>
                <c:pt idx="1199">
                  <c:v>31259.64</c:v>
                </c:pt>
                <c:pt idx="1200">
                  <c:v>31285.71</c:v>
                </c:pt>
                <c:pt idx="1201">
                  <c:v>31311.79</c:v>
                </c:pt>
                <c:pt idx="1202">
                  <c:v>31337.86</c:v>
                </c:pt>
                <c:pt idx="1203">
                  <c:v>31363.93</c:v>
                </c:pt>
                <c:pt idx="1204">
                  <c:v>31390</c:v>
                </c:pt>
                <c:pt idx="1205">
                  <c:v>31416.07</c:v>
                </c:pt>
                <c:pt idx="1206">
                  <c:v>31442.14</c:v>
                </c:pt>
                <c:pt idx="1207">
                  <c:v>31468.21</c:v>
                </c:pt>
                <c:pt idx="1208">
                  <c:v>31494.29</c:v>
                </c:pt>
                <c:pt idx="1209">
                  <c:v>31520.36</c:v>
                </c:pt>
                <c:pt idx="1210">
                  <c:v>31546.43</c:v>
                </c:pt>
                <c:pt idx="1211">
                  <c:v>31572.5</c:v>
                </c:pt>
                <c:pt idx="1212">
                  <c:v>31598.57</c:v>
                </c:pt>
                <c:pt idx="1213">
                  <c:v>31624.639999999999</c:v>
                </c:pt>
                <c:pt idx="1214">
                  <c:v>31650.71</c:v>
                </c:pt>
                <c:pt idx="1215">
                  <c:v>31676.79</c:v>
                </c:pt>
                <c:pt idx="1216">
                  <c:v>31702.86</c:v>
                </c:pt>
                <c:pt idx="1217">
                  <c:v>31728.93</c:v>
                </c:pt>
                <c:pt idx="1218">
                  <c:v>31755</c:v>
                </c:pt>
                <c:pt idx="1219">
                  <c:v>31781.07</c:v>
                </c:pt>
                <c:pt idx="1220">
                  <c:v>31807.14</c:v>
                </c:pt>
                <c:pt idx="1221">
                  <c:v>31833.21</c:v>
                </c:pt>
                <c:pt idx="1222">
                  <c:v>31859.29</c:v>
                </c:pt>
                <c:pt idx="1223">
                  <c:v>31885.360000000001</c:v>
                </c:pt>
                <c:pt idx="1224">
                  <c:v>31911.43</c:v>
                </c:pt>
                <c:pt idx="1225">
                  <c:v>31937.5</c:v>
                </c:pt>
                <c:pt idx="1226">
                  <c:v>31963.57</c:v>
                </c:pt>
                <c:pt idx="1227">
                  <c:v>31989.64</c:v>
                </c:pt>
                <c:pt idx="1228">
                  <c:v>32015.71</c:v>
                </c:pt>
                <c:pt idx="1229">
                  <c:v>32041.79</c:v>
                </c:pt>
                <c:pt idx="1230">
                  <c:v>32067.86</c:v>
                </c:pt>
                <c:pt idx="1231">
                  <c:v>32093.93</c:v>
                </c:pt>
                <c:pt idx="1232">
                  <c:v>32120</c:v>
                </c:pt>
                <c:pt idx="1233">
                  <c:v>32146.07</c:v>
                </c:pt>
                <c:pt idx="1234">
                  <c:v>32172.14</c:v>
                </c:pt>
                <c:pt idx="1235">
                  <c:v>32198.21</c:v>
                </c:pt>
                <c:pt idx="1236">
                  <c:v>32224.29</c:v>
                </c:pt>
                <c:pt idx="1237">
                  <c:v>32250.36</c:v>
                </c:pt>
                <c:pt idx="1238">
                  <c:v>32276.43</c:v>
                </c:pt>
                <c:pt idx="1239">
                  <c:v>32302.5</c:v>
                </c:pt>
                <c:pt idx="1240">
                  <c:v>32328.57</c:v>
                </c:pt>
                <c:pt idx="1241">
                  <c:v>32354.639999999999</c:v>
                </c:pt>
                <c:pt idx="1242">
                  <c:v>32380.71</c:v>
                </c:pt>
                <c:pt idx="1243">
                  <c:v>32406.79</c:v>
                </c:pt>
                <c:pt idx="1244">
                  <c:v>32432.86</c:v>
                </c:pt>
                <c:pt idx="1245">
                  <c:v>32458.93</c:v>
                </c:pt>
                <c:pt idx="1246">
                  <c:v>32485</c:v>
                </c:pt>
                <c:pt idx="1247">
                  <c:v>32511.07</c:v>
                </c:pt>
                <c:pt idx="1248">
                  <c:v>32537.14</c:v>
                </c:pt>
                <c:pt idx="1249">
                  <c:v>32563.21</c:v>
                </c:pt>
                <c:pt idx="1250">
                  <c:v>32589.29</c:v>
                </c:pt>
                <c:pt idx="1251">
                  <c:v>32615.360000000001</c:v>
                </c:pt>
                <c:pt idx="1252">
                  <c:v>32641.43</c:v>
                </c:pt>
                <c:pt idx="1253">
                  <c:v>32667.5</c:v>
                </c:pt>
                <c:pt idx="1254">
                  <c:v>32693.57</c:v>
                </c:pt>
                <c:pt idx="1255">
                  <c:v>32719.64</c:v>
                </c:pt>
                <c:pt idx="1256">
                  <c:v>32745.71</c:v>
                </c:pt>
                <c:pt idx="1257">
                  <c:v>32771.79</c:v>
                </c:pt>
                <c:pt idx="1258">
                  <c:v>32797.86</c:v>
                </c:pt>
                <c:pt idx="1259">
                  <c:v>32823.93</c:v>
                </c:pt>
                <c:pt idx="1260">
                  <c:v>32850</c:v>
                </c:pt>
                <c:pt idx="1261">
                  <c:v>32876.07</c:v>
                </c:pt>
                <c:pt idx="1262">
                  <c:v>32902.14</c:v>
                </c:pt>
                <c:pt idx="1263">
                  <c:v>32928.21</c:v>
                </c:pt>
                <c:pt idx="1264">
                  <c:v>32954.29</c:v>
                </c:pt>
                <c:pt idx="1265">
                  <c:v>32980.36</c:v>
                </c:pt>
                <c:pt idx="1266">
                  <c:v>33006.43</c:v>
                </c:pt>
                <c:pt idx="1267">
                  <c:v>33032.5</c:v>
                </c:pt>
                <c:pt idx="1268">
                  <c:v>33058.57</c:v>
                </c:pt>
                <c:pt idx="1269">
                  <c:v>33084.639999999999</c:v>
                </c:pt>
                <c:pt idx="1270">
                  <c:v>33110.71</c:v>
                </c:pt>
                <c:pt idx="1271">
                  <c:v>33136.79</c:v>
                </c:pt>
                <c:pt idx="1272">
                  <c:v>33162.86</c:v>
                </c:pt>
                <c:pt idx="1273">
                  <c:v>33188.93</c:v>
                </c:pt>
                <c:pt idx="1274">
                  <c:v>33215</c:v>
                </c:pt>
                <c:pt idx="1275">
                  <c:v>33241.07</c:v>
                </c:pt>
                <c:pt idx="1276">
                  <c:v>33267.14</c:v>
                </c:pt>
                <c:pt idx="1277">
                  <c:v>33293.21</c:v>
                </c:pt>
                <c:pt idx="1278">
                  <c:v>33319.29</c:v>
                </c:pt>
                <c:pt idx="1279">
                  <c:v>33345.360000000001</c:v>
                </c:pt>
                <c:pt idx="1280">
                  <c:v>33371.43</c:v>
                </c:pt>
                <c:pt idx="1281">
                  <c:v>33397.5</c:v>
                </c:pt>
                <c:pt idx="1282">
                  <c:v>33423.57</c:v>
                </c:pt>
                <c:pt idx="1283">
                  <c:v>33449.64</c:v>
                </c:pt>
                <c:pt idx="1284">
                  <c:v>33475.71</c:v>
                </c:pt>
                <c:pt idx="1285">
                  <c:v>33501.79</c:v>
                </c:pt>
                <c:pt idx="1286">
                  <c:v>33527.86</c:v>
                </c:pt>
                <c:pt idx="1287">
                  <c:v>33553.93</c:v>
                </c:pt>
                <c:pt idx="1288">
                  <c:v>33580</c:v>
                </c:pt>
                <c:pt idx="1289">
                  <c:v>33606.07</c:v>
                </c:pt>
                <c:pt idx="1290">
                  <c:v>33632.14</c:v>
                </c:pt>
                <c:pt idx="1291">
                  <c:v>33658.21</c:v>
                </c:pt>
                <c:pt idx="1292">
                  <c:v>33684.29</c:v>
                </c:pt>
                <c:pt idx="1293">
                  <c:v>33710.36</c:v>
                </c:pt>
                <c:pt idx="1294">
                  <c:v>33736.43</c:v>
                </c:pt>
                <c:pt idx="1295">
                  <c:v>33762.5</c:v>
                </c:pt>
                <c:pt idx="1296">
                  <c:v>33788.57</c:v>
                </c:pt>
                <c:pt idx="1297">
                  <c:v>33814.639999999999</c:v>
                </c:pt>
                <c:pt idx="1298">
                  <c:v>33840.71</c:v>
                </c:pt>
                <c:pt idx="1299">
                  <c:v>33866.79</c:v>
                </c:pt>
                <c:pt idx="1300">
                  <c:v>33892.86</c:v>
                </c:pt>
                <c:pt idx="1301">
                  <c:v>33918.93</c:v>
                </c:pt>
                <c:pt idx="1302">
                  <c:v>33945</c:v>
                </c:pt>
                <c:pt idx="1303">
                  <c:v>33971.07</c:v>
                </c:pt>
                <c:pt idx="1304">
                  <c:v>33997.14</c:v>
                </c:pt>
                <c:pt idx="1305">
                  <c:v>34023.21</c:v>
                </c:pt>
                <c:pt idx="1306">
                  <c:v>34049.29</c:v>
                </c:pt>
                <c:pt idx="1307">
                  <c:v>34075.360000000001</c:v>
                </c:pt>
                <c:pt idx="1308">
                  <c:v>34101.43</c:v>
                </c:pt>
                <c:pt idx="1309">
                  <c:v>34127.5</c:v>
                </c:pt>
                <c:pt idx="1310">
                  <c:v>34153.57</c:v>
                </c:pt>
                <c:pt idx="1311">
                  <c:v>34179.64</c:v>
                </c:pt>
                <c:pt idx="1312">
                  <c:v>34205.71</c:v>
                </c:pt>
                <c:pt idx="1313">
                  <c:v>34231.79</c:v>
                </c:pt>
                <c:pt idx="1314">
                  <c:v>34257.86</c:v>
                </c:pt>
                <c:pt idx="1315">
                  <c:v>34283.93</c:v>
                </c:pt>
                <c:pt idx="1316">
                  <c:v>34310</c:v>
                </c:pt>
                <c:pt idx="1317">
                  <c:v>34336.07</c:v>
                </c:pt>
                <c:pt idx="1318">
                  <c:v>34362.14</c:v>
                </c:pt>
                <c:pt idx="1319">
                  <c:v>34388.21</c:v>
                </c:pt>
                <c:pt idx="1320">
                  <c:v>34414.29</c:v>
                </c:pt>
                <c:pt idx="1321">
                  <c:v>34440.36</c:v>
                </c:pt>
                <c:pt idx="1322">
                  <c:v>34466.43</c:v>
                </c:pt>
                <c:pt idx="1323">
                  <c:v>34492.5</c:v>
                </c:pt>
                <c:pt idx="1324">
                  <c:v>34518.57</c:v>
                </c:pt>
                <c:pt idx="1325">
                  <c:v>34544.639999999999</c:v>
                </c:pt>
                <c:pt idx="1326">
                  <c:v>34570.71</c:v>
                </c:pt>
                <c:pt idx="1327">
                  <c:v>34596.79</c:v>
                </c:pt>
                <c:pt idx="1328">
                  <c:v>34622.86</c:v>
                </c:pt>
                <c:pt idx="1329">
                  <c:v>34648.93</c:v>
                </c:pt>
                <c:pt idx="1330">
                  <c:v>34675</c:v>
                </c:pt>
                <c:pt idx="1331">
                  <c:v>34701.07</c:v>
                </c:pt>
                <c:pt idx="1332">
                  <c:v>34727.14</c:v>
                </c:pt>
                <c:pt idx="1333">
                  <c:v>34753.21</c:v>
                </c:pt>
                <c:pt idx="1334">
                  <c:v>34779.29</c:v>
                </c:pt>
                <c:pt idx="1335">
                  <c:v>34805.360000000001</c:v>
                </c:pt>
                <c:pt idx="1336">
                  <c:v>34831.43</c:v>
                </c:pt>
                <c:pt idx="1337">
                  <c:v>34857.5</c:v>
                </c:pt>
                <c:pt idx="1338">
                  <c:v>34883.57</c:v>
                </c:pt>
                <c:pt idx="1339">
                  <c:v>34909.64</c:v>
                </c:pt>
                <c:pt idx="1340">
                  <c:v>34935.71</c:v>
                </c:pt>
                <c:pt idx="1341">
                  <c:v>34961.79</c:v>
                </c:pt>
                <c:pt idx="1342">
                  <c:v>34987.86</c:v>
                </c:pt>
                <c:pt idx="1343">
                  <c:v>35013.93</c:v>
                </c:pt>
                <c:pt idx="1344">
                  <c:v>35040</c:v>
                </c:pt>
                <c:pt idx="1345">
                  <c:v>35066.07</c:v>
                </c:pt>
                <c:pt idx="1346">
                  <c:v>35092.14</c:v>
                </c:pt>
                <c:pt idx="1347">
                  <c:v>35118.21</c:v>
                </c:pt>
                <c:pt idx="1348">
                  <c:v>35144.29</c:v>
                </c:pt>
                <c:pt idx="1349">
                  <c:v>35170.36</c:v>
                </c:pt>
                <c:pt idx="1350">
                  <c:v>35196.43</c:v>
                </c:pt>
                <c:pt idx="1351">
                  <c:v>35222.5</c:v>
                </c:pt>
                <c:pt idx="1352">
                  <c:v>35248.57</c:v>
                </c:pt>
                <c:pt idx="1353">
                  <c:v>35274.639999999999</c:v>
                </c:pt>
                <c:pt idx="1354">
                  <c:v>35300.71</c:v>
                </c:pt>
                <c:pt idx="1355">
                  <c:v>35326.79</c:v>
                </c:pt>
                <c:pt idx="1356">
                  <c:v>35352.86</c:v>
                </c:pt>
                <c:pt idx="1357">
                  <c:v>35378.93</c:v>
                </c:pt>
                <c:pt idx="1358">
                  <c:v>35405</c:v>
                </c:pt>
                <c:pt idx="1359">
                  <c:v>35431.07</c:v>
                </c:pt>
                <c:pt idx="1360">
                  <c:v>35457.14</c:v>
                </c:pt>
                <c:pt idx="1361">
                  <c:v>35483.21</c:v>
                </c:pt>
                <c:pt idx="1362">
                  <c:v>35509.29</c:v>
                </c:pt>
                <c:pt idx="1363">
                  <c:v>35535.360000000001</c:v>
                </c:pt>
                <c:pt idx="1364">
                  <c:v>35561.43</c:v>
                </c:pt>
                <c:pt idx="1365">
                  <c:v>35587.5</c:v>
                </c:pt>
                <c:pt idx="1366">
                  <c:v>35613.57</c:v>
                </c:pt>
                <c:pt idx="1367">
                  <c:v>35639.64</c:v>
                </c:pt>
                <c:pt idx="1368">
                  <c:v>35665.71</c:v>
                </c:pt>
                <c:pt idx="1369">
                  <c:v>35691.79</c:v>
                </c:pt>
                <c:pt idx="1370">
                  <c:v>35717.86</c:v>
                </c:pt>
                <c:pt idx="1371">
                  <c:v>35743.93</c:v>
                </c:pt>
                <c:pt idx="1372">
                  <c:v>35770</c:v>
                </c:pt>
                <c:pt idx="1373">
                  <c:v>35796.07</c:v>
                </c:pt>
                <c:pt idx="1374">
                  <c:v>35822.14</c:v>
                </c:pt>
                <c:pt idx="1375">
                  <c:v>35848.21</c:v>
                </c:pt>
                <c:pt idx="1376">
                  <c:v>35874.29</c:v>
                </c:pt>
                <c:pt idx="1377">
                  <c:v>35900.36</c:v>
                </c:pt>
                <c:pt idx="1378">
                  <c:v>35926.43</c:v>
                </c:pt>
                <c:pt idx="1379">
                  <c:v>35952.5</c:v>
                </c:pt>
                <c:pt idx="1380">
                  <c:v>35978.57</c:v>
                </c:pt>
                <c:pt idx="1381">
                  <c:v>36004.639999999999</c:v>
                </c:pt>
                <c:pt idx="1382">
                  <c:v>36030.71</c:v>
                </c:pt>
                <c:pt idx="1383">
                  <c:v>36056.79</c:v>
                </c:pt>
                <c:pt idx="1384">
                  <c:v>36082.86</c:v>
                </c:pt>
                <c:pt idx="1385">
                  <c:v>36108.93</c:v>
                </c:pt>
                <c:pt idx="1386">
                  <c:v>36135</c:v>
                </c:pt>
                <c:pt idx="1387">
                  <c:v>36161.07</c:v>
                </c:pt>
                <c:pt idx="1388">
                  <c:v>36187.14</c:v>
                </c:pt>
                <c:pt idx="1389">
                  <c:v>36213.21</c:v>
                </c:pt>
                <c:pt idx="1390">
                  <c:v>36239.29</c:v>
                </c:pt>
                <c:pt idx="1391">
                  <c:v>36265.360000000001</c:v>
                </c:pt>
                <c:pt idx="1392">
                  <c:v>36291.43</c:v>
                </c:pt>
                <c:pt idx="1393">
                  <c:v>36317.5</c:v>
                </c:pt>
                <c:pt idx="1394">
                  <c:v>36343.57</c:v>
                </c:pt>
                <c:pt idx="1395">
                  <c:v>36369.64</c:v>
                </c:pt>
                <c:pt idx="1396">
                  <c:v>36395.71</c:v>
                </c:pt>
                <c:pt idx="1397">
                  <c:v>36421.79</c:v>
                </c:pt>
                <c:pt idx="1398">
                  <c:v>36447.86</c:v>
                </c:pt>
                <c:pt idx="1399">
                  <c:v>36473.93</c:v>
                </c:pt>
                <c:pt idx="1400">
                  <c:v>36500</c:v>
                </c:pt>
                <c:pt idx="1401">
                  <c:v>36526.07</c:v>
                </c:pt>
                <c:pt idx="1402">
                  <c:v>36552.14</c:v>
                </c:pt>
                <c:pt idx="1403">
                  <c:v>36578.21</c:v>
                </c:pt>
                <c:pt idx="1404">
                  <c:v>36604.29</c:v>
                </c:pt>
                <c:pt idx="1405">
                  <c:v>36630.36</c:v>
                </c:pt>
                <c:pt idx="1406">
                  <c:v>36656.43</c:v>
                </c:pt>
                <c:pt idx="1407">
                  <c:v>36682.5</c:v>
                </c:pt>
                <c:pt idx="1408">
                  <c:v>36708.57</c:v>
                </c:pt>
                <c:pt idx="1409">
                  <c:v>36734.639999999999</c:v>
                </c:pt>
                <c:pt idx="1410">
                  <c:v>36760.71</c:v>
                </c:pt>
                <c:pt idx="1411">
                  <c:v>36786.79</c:v>
                </c:pt>
                <c:pt idx="1412">
                  <c:v>36812.86</c:v>
                </c:pt>
                <c:pt idx="1413">
                  <c:v>36838.93</c:v>
                </c:pt>
                <c:pt idx="1414">
                  <c:v>36865</c:v>
                </c:pt>
                <c:pt idx="1415">
                  <c:v>36891.07</c:v>
                </c:pt>
                <c:pt idx="1416">
                  <c:v>36917.14</c:v>
                </c:pt>
                <c:pt idx="1417">
                  <c:v>36943.21</c:v>
                </c:pt>
                <c:pt idx="1418">
                  <c:v>36969.29</c:v>
                </c:pt>
                <c:pt idx="1419">
                  <c:v>36995.360000000001</c:v>
                </c:pt>
                <c:pt idx="1420">
                  <c:v>37021.43</c:v>
                </c:pt>
                <c:pt idx="1421">
                  <c:v>37047.5</c:v>
                </c:pt>
                <c:pt idx="1422">
                  <c:v>37073.57</c:v>
                </c:pt>
                <c:pt idx="1423">
                  <c:v>37099.64</c:v>
                </c:pt>
                <c:pt idx="1424">
                  <c:v>37125.71</c:v>
                </c:pt>
                <c:pt idx="1425">
                  <c:v>37151.79</c:v>
                </c:pt>
                <c:pt idx="1426">
                  <c:v>37177.86</c:v>
                </c:pt>
                <c:pt idx="1427">
                  <c:v>37203.93</c:v>
                </c:pt>
                <c:pt idx="1428">
                  <c:v>37230</c:v>
                </c:pt>
                <c:pt idx="1429">
                  <c:v>37256.07</c:v>
                </c:pt>
                <c:pt idx="1430">
                  <c:v>37282.14</c:v>
                </c:pt>
                <c:pt idx="1431">
                  <c:v>37308.21</c:v>
                </c:pt>
                <c:pt idx="1432">
                  <c:v>37334.29</c:v>
                </c:pt>
                <c:pt idx="1433">
                  <c:v>37360.36</c:v>
                </c:pt>
                <c:pt idx="1434">
                  <c:v>37386.43</c:v>
                </c:pt>
                <c:pt idx="1435">
                  <c:v>37412.5</c:v>
                </c:pt>
                <c:pt idx="1436">
                  <c:v>37438.57</c:v>
                </c:pt>
                <c:pt idx="1437">
                  <c:v>37464.639999999999</c:v>
                </c:pt>
                <c:pt idx="1438">
                  <c:v>37490.71</c:v>
                </c:pt>
                <c:pt idx="1439">
                  <c:v>37516.79</c:v>
                </c:pt>
                <c:pt idx="1440">
                  <c:v>37542.86</c:v>
                </c:pt>
                <c:pt idx="1441">
                  <c:v>37568.93</c:v>
                </c:pt>
                <c:pt idx="1442">
                  <c:v>37595</c:v>
                </c:pt>
                <c:pt idx="1443">
                  <c:v>37621.07</c:v>
                </c:pt>
                <c:pt idx="1444">
                  <c:v>37647.14</c:v>
                </c:pt>
                <c:pt idx="1445">
                  <c:v>37673.21</c:v>
                </c:pt>
                <c:pt idx="1446">
                  <c:v>37699.29</c:v>
                </c:pt>
                <c:pt idx="1447">
                  <c:v>37725.360000000001</c:v>
                </c:pt>
                <c:pt idx="1448">
                  <c:v>37751.43</c:v>
                </c:pt>
                <c:pt idx="1449">
                  <c:v>37777.5</c:v>
                </c:pt>
                <c:pt idx="1450">
                  <c:v>37803.57</c:v>
                </c:pt>
                <c:pt idx="1451">
                  <c:v>37829.64</c:v>
                </c:pt>
                <c:pt idx="1452">
                  <c:v>37855.71</c:v>
                </c:pt>
                <c:pt idx="1453">
                  <c:v>37881.79</c:v>
                </c:pt>
                <c:pt idx="1454">
                  <c:v>37907.86</c:v>
                </c:pt>
                <c:pt idx="1455">
                  <c:v>37933.93</c:v>
                </c:pt>
                <c:pt idx="1456">
                  <c:v>37960</c:v>
                </c:pt>
                <c:pt idx="1457">
                  <c:v>37986.07</c:v>
                </c:pt>
                <c:pt idx="1458">
                  <c:v>38012.14</c:v>
                </c:pt>
                <c:pt idx="1459">
                  <c:v>38038.21</c:v>
                </c:pt>
                <c:pt idx="1460">
                  <c:v>38064.29</c:v>
                </c:pt>
                <c:pt idx="1461">
                  <c:v>38090.36</c:v>
                </c:pt>
                <c:pt idx="1462">
                  <c:v>38116.43</c:v>
                </c:pt>
                <c:pt idx="1463">
                  <c:v>38142.5</c:v>
                </c:pt>
                <c:pt idx="1464">
                  <c:v>38168.57</c:v>
                </c:pt>
                <c:pt idx="1465">
                  <c:v>38194.639999999999</c:v>
                </c:pt>
                <c:pt idx="1466">
                  <c:v>38220.71</c:v>
                </c:pt>
                <c:pt idx="1467">
                  <c:v>38246.79</c:v>
                </c:pt>
                <c:pt idx="1468">
                  <c:v>38272.86</c:v>
                </c:pt>
                <c:pt idx="1469">
                  <c:v>38298.93</c:v>
                </c:pt>
                <c:pt idx="1470">
                  <c:v>38325</c:v>
                </c:pt>
                <c:pt idx="1471">
                  <c:v>38351.07</c:v>
                </c:pt>
                <c:pt idx="1472">
                  <c:v>38377.14</c:v>
                </c:pt>
                <c:pt idx="1473">
                  <c:v>38403.21</c:v>
                </c:pt>
                <c:pt idx="1474">
                  <c:v>38429.29</c:v>
                </c:pt>
                <c:pt idx="1475">
                  <c:v>38455.360000000001</c:v>
                </c:pt>
                <c:pt idx="1476">
                  <c:v>38481.43</c:v>
                </c:pt>
                <c:pt idx="1477">
                  <c:v>38507.5</c:v>
                </c:pt>
                <c:pt idx="1478">
                  <c:v>38533.57</c:v>
                </c:pt>
                <c:pt idx="1479">
                  <c:v>38559.64</c:v>
                </c:pt>
                <c:pt idx="1480">
                  <c:v>38585.71</c:v>
                </c:pt>
                <c:pt idx="1481">
                  <c:v>38611.79</c:v>
                </c:pt>
                <c:pt idx="1482">
                  <c:v>38637.86</c:v>
                </c:pt>
                <c:pt idx="1483">
                  <c:v>38663.93</c:v>
                </c:pt>
                <c:pt idx="1484">
                  <c:v>38690</c:v>
                </c:pt>
                <c:pt idx="1485">
                  <c:v>38716.07</c:v>
                </c:pt>
                <c:pt idx="1486">
                  <c:v>38742.14</c:v>
                </c:pt>
                <c:pt idx="1487">
                  <c:v>38768.21</c:v>
                </c:pt>
                <c:pt idx="1488">
                  <c:v>38794.29</c:v>
                </c:pt>
                <c:pt idx="1489">
                  <c:v>38820.36</c:v>
                </c:pt>
                <c:pt idx="1490">
                  <c:v>38846.43</c:v>
                </c:pt>
                <c:pt idx="1491">
                  <c:v>38872.5</c:v>
                </c:pt>
                <c:pt idx="1492">
                  <c:v>38898.57</c:v>
                </c:pt>
                <c:pt idx="1493">
                  <c:v>38924.639999999999</c:v>
                </c:pt>
                <c:pt idx="1494">
                  <c:v>38950.71</c:v>
                </c:pt>
                <c:pt idx="1495">
                  <c:v>38976.79</c:v>
                </c:pt>
                <c:pt idx="1496">
                  <c:v>39002.86</c:v>
                </c:pt>
                <c:pt idx="1497">
                  <c:v>39028.93</c:v>
                </c:pt>
                <c:pt idx="1498">
                  <c:v>39055</c:v>
                </c:pt>
                <c:pt idx="1499">
                  <c:v>39081.07</c:v>
                </c:pt>
                <c:pt idx="1500">
                  <c:v>39107.14</c:v>
                </c:pt>
                <c:pt idx="1501">
                  <c:v>39133.21</c:v>
                </c:pt>
                <c:pt idx="1502">
                  <c:v>39159.29</c:v>
                </c:pt>
                <c:pt idx="1503">
                  <c:v>39185.360000000001</c:v>
                </c:pt>
                <c:pt idx="1504">
                  <c:v>39211.43</c:v>
                </c:pt>
                <c:pt idx="1505">
                  <c:v>39237.5</c:v>
                </c:pt>
                <c:pt idx="1506">
                  <c:v>39263.57</c:v>
                </c:pt>
                <c:pt idx="1507">
                  <c:v>39289.64</c:v>
                </c:pt>
                <c:pt idx="1508">
                  <c:v>39315.71</c:v>
                </c:pt>
                <c:pt idx="1509">
                  <c:v>39341.79</c:v>
                </c:pt>
                <c:pt idx="1510">
                  <c:v>39367.86</c:v>
                </c:pt>
                <c:pt idx="1511">
                  <c:v>39393.93</c:v>
                </c:pt>
                <c:pt idx="1512">
                  <c:v>39420</c:v>
                </c:pt>
                <c:pt idx="1513">
                  <c:v>39446.07</c:v>
                </c:pt>
                <c:pt idx="1514">
                  <c:v>39472.14</c:v>
                </c:pt>
                <c:pt idx="1515">
                  <c:v>39498.21</c:v>
                </c:pt>
                <c:pt idx="1516">
                  <c:v>39524.29</c:v>
                </c:pt>
                <c:pt idx="1517">
                  <c:v>39550.36</c:v>
                </c:pt>
                <c:pt idx="1518">
                  <c:v>39576.43</c:v>
                </c:pt>
                <c:pt idx="1519">
                  <c:v>39602.5</c:v>
                </c:pt>
                <c:pt idx="1520">
                  <c:v>39628.57</c:v>
                </c:pt>
                <c:pt idx="1521">
                  <c:v>39654.639999999999</c:v>
                </c:pt>
                <c:pt idx="1522">
                  <c:v>39680.71</c:v>
                </c:pt>
                <c:pt idx="1523">
                  <c:v>39706.79</c:v>
                </c:pt>
                <c:pt idx="1524">
                  <c:v>39732.86</c:v>
                </c:pt>
                <c:pt idx="1525">
                  <c:v>39758.93</c:v>
                </c:pt>
                <c:pt idx="1526">
                  <c:v>39785</c:v>
                </c:pt>
                <c:pt idx="1527">
                  <c:v>39811.07</c:v>
                </c:pt>
                <c:pt idx="1528">
                  <c:v>39837.14</c:v>
                </c:pt>
                <c:pt idx="1529">
                  <c:v>39863.21</c:v>
                </c:pt>
                <c:pt idx="1530">
                  <c:v>39889.29</c:v>
                </c:pt>
                <c:pt idx="1531">
                  <c:v>39915.360000000001</c:v>
                </c:pt>
                <c:pt idx="1532">
                  <c:v>39941.43</c:v>
                </c:pt>
                <c:pt idx="1533">
                  <c:v>39967.5</c:v>
                </c:pt>
                <c:pt idx="1534">
                  <c:v>39993.57</c:v>
                </c:pt>
                <c:pt idx="1535">
                  <c:v>40019.64</c:v>
                </c:pt>
                <c:pt idx="1536">
                  <c:v>40045.71</c:v>
                </c:pt>
                <c:pt idx="1537">
                  <c:v>40071.79</c:v>
                </c:pt>
                <c:pt idx="1538">
                  <c:v>40097.86</c:v>
                </c:pt>
                <c:pt idx="1539">
                  <c:v>40123.93</c:v>
                </c:pt>
                <c:pt idx="1540">
                  <c:v>40150</c:v>
                </c:pt>
                <c:pt idx="1541">
                  <c:v>40176.07</c:v>
                </c:pt>
                <c:pt idx="1542">
                  <c:v>40202.14</c:v>
                </c:pt>
                <c:pt idx="1543">
                  <c:v>40228.21</c:v>
                </c:pt>
                <c:pt idx="1544">
                  <c:v>40254.29</c:v>
                </c:pt>
                <c:pt idx="1545">
                  <c:v>40280.36</c:v>
                </c:pt>
                <c:pt idx="1546">
                  <c:v>40306.43</c:v>
                </c:pt>
                <c:pt idx="1547">
                  <c:v>40332.5</c:v>
                </c:pt>
                <c:pt idx="1548">
                  <c:v>40358.57</c:v>
                </c:pt>
                <c:pt idx="1549">
                  <c:v>40384.639999999999</c:v>
                </c:pt>
                <c:pt idx="1550">
                  <c:v>40410.71</c:v>
                </c:pt>
                <c:pt idx="1551">
                  <c:v>40436.79</c:v>
                </c:pt>
                <c:pt idx="1552">
                  <c:v>40462.86</c:v>
                </c:pt>
                <c:pt idx="1553">
                  <c:v>40488.93</c:v>
                </c:pt>
                <c:pt idx="1554">
                  <c:v>40515</c:v>
                </c:pt>
                <c:pt idx="1555">
                  <c:v>40541.07</c:v>
                </c:pt>
                <c:pt idx="1556">
                  <c:v>40567.14</c:v>
                </c:pt>
                <c:pt idx="1557">
                  <c:v>40593.21</c:v>
                </c:pt>
                <c:pt idx="1558">
                  <c:v>40619.29</c:v>
                </c:pt>
                <c:pt idx="1559">
                  <c:v>40645.360000000001</c:v>
                </c:pt>
                <c:pt idx="1560">
                  <c:v>40671.43</c:v>
                </c:pt>
                <c:pt idx="1561">
                  <c:v>40697.5</c:v>
                </c:pt>
                <c:pt idx="1562">
                  <c:v>40723.57</c:v>
                </c:pt>
                <c:pt idx="1563">
                  <c:v>40749.64</c:v>
                </c:pt>
                <c:pt idx="1564">
                  <c:v>40775.71</c:v>
                </c:pt>
                <c:pt idx="1565">
                  <c:v>40801.79</c:v>
                </c:pt>
                <c:pt idx="1566">
                  <c:v>40827.86</c:v>
                </c:pt>
                <c:pt idx="1567">
                  <c:v>40853.93</c:v>
                </c:pt>
                <c:pt idx="1568">
                  <c:v>40880</c:v>
                </c:pt>
                <c:pt idx="1569">
                  <c:v>40906.07</c:v>
                </c:pt>
                <c:pt idx="1570">
                  <c:v>40932.14</c:v>
                </c:pt>
                <c:pt idx="1571">
                  <c:v>40958.21</c:v>
                </c:pt>
                <c:pt idx="1572">
                  <c:v>40984.29</c:v>
                </c:pt>
                <c:pt idx="1573">
                  <c:v>41010.36</c:v>
                </c:pt>
                <c:pt idx="1574">
                  <c:v>41036.43</c:v>
                </c:pt>
                <c:pt idx="1575">
                  <c:v>41062.5</c:v>
                </c:pt>
                <c:pt idx="1576">
                  <c:v>41088.57</c:v>
                </c:pt>
                <c:pt idx="1577">
                  <c:v>41114.639999999999</c:v>
                </c:pt>
                <c:pt idx="1578">
                  <c:v>41140.71</c:v>
                </c:pt>
                <c:pt idx="1579">
                  <c:v>41166.79</c:v>
                </c:pt>
                <c:pt idx="1580">
                  <c:v>41192.86</c:v>
                </c:pt>
                <c:pt idx="1581">
                  <c:v>41218.93</c:v>
                </c:pt>
                <c:pt idx="1582">
                  <c:v>41245</c:v>
                </c:pt>
                <c:pt idx="1583">
                  <c:v>41271.07</c:v>
                </c:pt>
                <c:pt idx="1584">
                  <c:v>41297.14</c:v>
                </c:pt>
                <c:pt idx="1585">
                  <c:v>41323.21</c:v>
                </c:pt>
                <c:pt idx="1586">
                  <c:v>41349.29</c:v>
                </c:pt>
                <c:pt idx="1587">
                  <c:v>41375.360000000001</c:v>
                </c:pt>
                <c:pt idx="1588">
                  <c:v>41401.43</c:v>
                </c:pt>
                <c:pt idx="1589">
                  <c:v>41427.5</c:v>
                </c:pt>
                <c:pt idx="1590">
                  <c:v>41453.57</c:v>
                </c:pt>
                <c:pt idx="1591">
                  <c:v>41479.64</c:v>
                </c:pt>
                <c:pt idx="1592">
                  <c:v>41505.71</c:v>
                </c:pt>
                <c:pt idx="1593">
                  <c:v>41531.79</c:v>
                </c:pt>
                <c:pt idx="1594">
                  <c:v>41557.86</c:v>
                </c:pt>
                <c:pt idx="1595">
                  <c:v>41583.93</c:v>
                </c:pt>
                <c:pt idx="1596">
                  <c:v>41610</c:v>
                </c:pt>
                <c:pt idx="1597">
                  <c:v>41636.07</c:v>
                </c:pt>
                <c:pt idx="1598">
                  <c:v>41662.14</c:v>
                </c:pt>
                <c:pt idx="1599">
                  <c:v>41688.21</c:v>
                </c:pt>
                <c:pt idx="1600">
                  <c:v>41714.29</c:v>
                </c:pt>
                <c:pt idx="1601">
                  <c:v>41740.36</c:v>
                </c:pt>
                <c:pt idx="1602">
                  <c:v>41766.43</c:v>
                </c:pt>
                <c:pt idx="1603">
                  <c:v>41792.5</c:v>
                </c:pt>
                <c:pt idx="1604">
                  <c:v>41818.57</c:v>
                </c:pt>
                <c:pt idx="1605">
                  <c:v>41844.639999999999</c:v>
                </c:pt>
                <c:pt idx="1606">
                  <c:v>41870.71</c:v>
                </c:pt>
                <c:pt idx="1607">
                  <c:v>41896.79</c:v>
                </c:pt>
                <c:pt idx="1608">
                  <c:v>41922.86</c:v>
                </c:pt>
                <c:pt idx="1609">
                  <c:v>41948.93</c:v>
                </c:pt>
                <c:pt idx="1610">
                  <c:v>41975</c:v>
                </c:pt>
                <c:pt idx="1611">
                  <c:v>42001.07</c:v>
                </c:pt>
                <c:pt idx="1612">
                  <c:v>42027.14</c:v>
                </c:pt>
                <c:pt idx="1613">
                  <c:v>42053.21</c:v>
                </c:pt>
                <c:pt idx="1614">
                  <c:v>42079.29</c:v>
                </c:pt>
                <c:pt idx="1615">
                  <c:v>42105.36</c:v>
                </c:pt>
                <c:pt idx="1616">
                  <c:v>42131.43</c:v>
                </c:pt>
                <c:pt idx="1617">
                  <c:v>42157.5</c:v>
                </c:pt>
                <c:pt idx="1618">
                  <c:v>42183.57</c:v>
                </c:pt>
                <c:pt idx="1619">
                  <c:v>42209.64</c:v>
                </c:pt>
                <c:pt idx="1620">
                  <c:v>42235.71</c:v>
                </c:pt>
                <c:pt idx="1621">
                  <c:v>42261.79</c:v>
                </c:pt>
                <c:pt idx="1622">
                  <c:v>42287.86</c:v>
                </c:pt>
                <c:pt idx="1623">
                  <c:v>42313.93</c:v>
                </c:pt>
                <c:pt idx="1624">
                  <c:v>42340</c:v>
                </c:pt>
                <c:pt idx="1625">
                  <c:v>42366.07</c:v>
                </c:pt>
                <c:pt idx="1626">
                  <c:v>42392.14</c:v>
                </c:pt>
                <c:pt idx="1627">
                  <c:v>42418.21</c:v>
                </c:pt>
                <c:pt idx="1628">
                  <c:v>42444.29</c:v>
                </c:pt>
                <c:pt idx="1629">
                  <c:v>42470.36</c:v>
                </c:pt>
                <c:pt idx="1630">
                  <c:v>42496.43</c:v>
                </c:pt>
                <c:pt idx="1631">
                  <c:v>42522.5</c:v>
                </c:pt>
                <c:pt idx="1632">
                  <c:v>42548.57</c:v>
                </c:pt>
                <c:pt idx="1633">
                  <c:v>42574.64</c:v>
                </c:pt>
                <c:pt idx="1634">
                  <c:v>42600.71</c:v>
                </c:pt>
                <c:pt idx="1635">
                  <c:v>42626.79</c:v>
                </c:pt>
                <c:pt idx="1636">
                  <c:v>42652.86</c:v>
                </c:pt>
                <c:pt idx="1637">
                  <c:v>42678.93</c:v>
                </c:pt>
                <c:pt idx="1638">
                  <c:v>42705</c:v>
                </c:pt>
                <c:pt idx="1639">
                  <c:v>42731.07</c:v>
                </c:pt>
                <c:pt idx="1640">
                  <c:v>42757.14</c:v>
                </c:pt>
                <c:pt idx="1641">
                  <c:v>42783.21</c:v>
                </c:pt>
                <c:pt idx="1642">
                  <c:v>42809.29</c:v>
                </c:pt>
                <c:pt idx="1643">
                  <c:v>42835.360000000001</c:v>
                </c:pt>
                <c:pt idx="1644">
                  <c:v>42861.43</c:v>
                </c:pt>
                <c:pt idx="1645">
                  <c:v>42887.5</c:v>
                </c:pt>
                <c:pt idx="1646">
                  <c:v>42913.57</c:v>
                </c:pt>
                <c:pt idx="1647">
                  <c:v>42939.64</c:v>
                </c:pt>
                <c:pt idx="1648">
                  <c:v>42965.71</c:v>
                </c:pt>
                <c:pt idx="1649">
                  <c:v>42991.79</c:v>
                </c:pt>
                <c:pt idx="1650">
                  <c:v>43017.86</c:v>
                </c:pt>
                <c:pt idx="1651">
                  <c:v>43043.93</c:v>
                </c:pt>
                <c:pt idx="1652">
                  <c:v>43070</c:v>
                </c:pt>
                <c:pt idx="1653">
                  <c:v>43096.07</c:v>
                </c:pt>
                <c:pt idx="1654">
                  <c:v>43122.14</c:v>
                </c:pt>
                <c:pt idx="1655">
                  <c:v>43148.21</c:v>
                </c:pt>
                <c:pt idx="1656">
                  <c:v>43174.29</c:v>
                </c:pt>
                <c:pt idx="1657">
                  <c:v>43200.36</c:v>
                </c:pt>
                <c:pt idx="1658">
                  <c:v>43226.43</c:v>
                </c:pt>
                <c:pt idx="1659">
                  <c:v>43252.5</c:v>
                </c:pt>
                <c:pt idx="1660">
                  <c:v>43278.57</c:v>
                </c:pt>
                <c:pt idx="1661">
                  <c:v>43304.639999999999</c:v>
                </c:pt>
                <c:pt idx="1662">
                  <c:v>43330.71</c:v>
                </c:pt>
                <c:pt idx="1663">
                  <c:v>43356.79</c:v>
                </c:pt>
                <c:pt idx="1664">
                  <c:v>43382.86</c:v>
                </c:pt>
                <c:pt idx="1665">
                  <c:v>43408.93</c:v>
                </c:pt>
                <c:pt idx="1666">
                  <c:v>43435</c:v>
                </c:pt>
                <c:pt idx="1667">
                  <c:v>43461.07</c:v>
                </c:pt>
                <c:pt idx="1668">
                  <c:v>43487.14</c:v>
                </c:pt>
                <c:pt idx="1669">
                  <c:v>43513.21</c:v>
                </c:pt>
                <c:pt idx="1670">
                  <c:v>43539.29</c:v>
                </c:pt>
                <c:pt idx="1671">
                  <c:v>43565.36</c:v>
                </c:pt>
                <c:pt idx="1672">
                  <c:v>43591.43</c:v>
                </c:pt>
                <c:pt idx="1673">
                  <c:v>43617.5</c:v>
                </c:pt>
                <c:pt idx="1674">
                  <c:v>43643.57</c:v>
                </c:pt>
                <c:pt idx="1675">
                  <c:v>43669.64</c:v>
                </c:pt>
                <c:pt idx="1676">
                  <c:v>43695.71</c:v>
                </c:pt>
                <c:pt idx="1677">
                  <c:v>43721.79</c:v>
                </c:pt>
                <c:pt idx="1678">
                  <c:v>43747.86</c:v>
                </c:pt>
                <c:pt idx="1679">
                  <c:v>43773.93</c:v>
                </c:pt>
                <c:pt idx="1680">
                  <c:v>43800</c:v>
                </c:pt>
                <c:pt idx="1681">
                  <c:v>43826.07</c:v>
                </c:pt>
                <c:pt idx="1682">
                  <c:v>43852.14</c:v>
                </c:pt>
                <c:pt idx="1683">
                  <c:v>43878.21</c:v>
                </c:pt>
                <c:pt idx="1684">
                  <c:v>43904.29</c:v>
                </c:pt>
                <c:pt idx="1685">
                  <c:v>43930.36</c:v>
                </c:pt>
                <c:pt idx="1686">
                  <c:v>43956.43</c:v>
                </c:pt>
                <c:pt idx="1687">
                  <c:v>43982.5</c:v>
                </c:pt>
                <c:pt idx="1688">
                  <c:v>44008.57</c:v>
                </c:pt>
                <c:pt idx="1689">
                  <c:v>44034.64</c:v>
                </c:pt>
                <c:pt idx="1690">
                  <c:v>44060.71</c:v>
                </c:pt>
                <c:pt idx="1691">
                  <c:v>44086.79</c:v>
                </c:pt>
                <c:pt idx="1692">
                  <c:v>44112.86</c:v>
                </c:pt>
                <c:pt idx="1693">
                  <c:v>44138.93</c:v>
                </c:pt>
                <c:pt idx="1694">
                  <c:v>44165</c:v>
                </c:pt>
                <c:pt idx="1695">
                  <c:v>44191.07</c:v>
                </c:pt>
                <c:pt idx="1696">
                  <c:v>44217.14</c:v>
                </c:pt>
                <c:pt idx="1697">
                  <c:v>44243.21</c:v>
                </c:pt>
                <c:pt idx="1698">
                  <c:v>44269.29</c:v>
                </c:pt>
                <c:pt idx="1699">
                  <c:v>44295.360000000001</c:v>
                </c:pt>
                <c:pt idx="1700">
                  <c:v>44321.43</c:v>
                </c:pt>
                <c:pt idx="1701">
                  <c:v>44347.5</c:v>
                </c:pt>
                <c:pt idx="1702">
                  <c:v>44373.57</c:v>
                </c:pt>
                <c:pt idx="1703">
                  <c:v>44399.64</c:v>
                </c:pt>
                <c:pt idx="1704">
                  <c:v>44425.71</c:v>
                </c:pt>
                <c:pt idx="1705">
                  <c:v>44451.79</c:v>
                </c:pt>
                <c:pt idx="1706">
                  <c:v>44477.86</c:v>
                </c:pt>
                <c:pt idx="1707">
                  <c:v>44503.93</c:v>
                </c:pt>
                <c:pt idx="1708">
                  <c:v>44530</c:v>
                </c:pt>
                <c:pt idx="1709">
                  <c:v>44556.07</c:v>
                </c:pt>
                <c:pt idx="1710">
                  <c:v>44582.14</c:v>
                </c:pt>
                <c:pt idx="1711">
                  <c:v>44608.21</c:v>
                </c:pt>
                <c:pt idx="1712">
                  <c:v>44634.29</c:v>
                </c:pt>
                <c:pt idx="1713">
                  <c:v>44660.36</c:v>
                </c:pt>
                <c:pt idx="1714">
                  <c:v>44686.43</c:v>
                </c:pt>
                <c:pt idx="1715">
                  <c:v>44712.5</c:v>
                </c:pt>
                <c:pt idx="1716">
                  <c:v>44738.57</c:v>
                </c:pt>
                <c:pt idx="1717">
                  <c:v>44764.639999999999</c:v>
                </c:pt>
                <c:pt idx="1718">
                  <c:v>44790.71</c:v>
                </c:pt>
                <c:pt idx="1719">
                  <c:v>44816.79</c:v>
                </c:pt>
                <c:pt idx="1720">
                  <c:v>44842.86</c:v>
                </c:pt>
                <c:pt idx="1721">
                  <c:v>44868.93</c:v>
                </c:pt>
                <c:pt idx="1722">
                  <c:v>44895</c:v>
                </c:pt>
                <c:pt idx="1723">
                  <c:v>44921.07</c:v>
                </c:pt>
                <c:pt idx="1724">
                  <c:v>44947.14</c:v>
                </c:pt>
                <c:pt idx="1725">
                  <c:v>44973.21</c:v>
                </c:pt>
                <c:pt idx="1726">
                  <c:v>44999.29</c:v>
                </c:pt>
                <c:pt idx="1727">
                  <c:v>45025.36</c:v>
                </c:pt>
                <c:pt idx="1728">
                  <c:v>45051.43</c:v>
                </c:pt>
                <c:pt idx="1729">
                  <c:v>45077.5</c:v>
                </c:pt>
                <c:pt idx="1730">
                  <c:v>45103.57</c:v>
                </c:pt>
                <c:pt idx="1731">
                  <c:v>45129.64</c:v>
                </c:pt>
                <c:pt idx="1732">
                  <c:v>45155.71</c:v>
                </c:pt>
                <c:pt idx="1733">
                  <c:v>45181.79</c:v>
                </c:pt>
                <c:pt idx="1734">
                  <c:v>45207.86</c:v>
                </c:pt>
                <c:pt idx="1735">
                  <c:v>45233.93</c:v>
                </c:pt>
                <c:pt idx="1736">
                  <c:v>45260</c:v>
                </c:pt>
                <c:pt idx="1737">
                  <c:v>45286.07</c:v>
                </c:pt>
                <c:pt idx="1738">
                  <c:v>45312.14</c:v>
                </c:pt>
                <c:pt idx="1739">
                  <c:v>45338.21</c:v>
                </c:pt>
                <c:pt idx="1740">
                  <c:v>45364.29</c:v>
                </c:pt>
                <c:pt idx="1741">
                  <c:v>45390.36</c:v>
                </c:pt>
                <c:pt idx="1742">
                  <c:v>45416.43</c:v>
                </c:pt>
                <c:pt idx="1743">
                  <c:v>45442.5</c:v>
                </c:pt>
                <c:pt idx="1744">
                  <c:v>45468.57</c:v>
                </c:pt>
                <c:pt idx="1745">
                  <c:v>45494.64</c:v>
                </c:pt>
                <c:pt idx="1746">
                  <c:v>45520.71</c:v>
                </c:pt>
                <c:pt idx="1747">
                  <c:v>45546.79</c:v>
                </c:pt>
                <c:pt idx="1748">
                  <c:v>45572.86</c:v>
                </c:pt>
                <c:pt idx="1749">
                  <c:v>45598.93</c:v>
                </c:pt>
                <c:pt idx="1750">
                  <c:v>45625</c:v>
                </c:pt>
                <c:pt idx="1751">
                  <c:v>45651.07</c:v>
                </c:pt>
                <c:pt idx="1752">
                  <c:v>45677.14</c:v>
                </c:pt>
                <c:pt idx="1753">
                  <c:v>45703.21</c:v>
                </c:pt>
                <c:pt idx="1754">
                  <c:v>45729.29</c:v>
                </c:pt>
                <c:pt idx="1755">
                  <c:v>45755.360000000001</c:v>
                </c:pt>
                <c:pt idx="1756">
                  <c:v>45781.43</c:v>
                </c:pt>
                <c:pt idx="1757">
                  <c:v>45807.5</c:v>
                </c:pt>
                <c:pt idx="1758">
                  <c:v>45833.57</c:v>
                </c:pt>
                <c:pt idx="1759">
                  <c:v>45859.64</c:v>
                </c:pt>
                <c:pt idx="1760">
                  <c:v>45885.71</c:v>
                </c:pt>
                <c:pt idx="1761">
                  <c:v>45911.79</c:v>
                </c:pt>
                <c:pt idx="1762">
                  <c:v>45937.86</c:v>
                </c:pt>
                <c:pt idx="1763">
                  <c:v>45963.93</c:v>
                </c:pt>
                <c:pt idx="1764">
                  <c:v>45990</c:v>
                </c:pt>
                <c:pt idx="1765">
                  <c:v>46016.07</c:v>
                </c:pt>
                <c:pt idx="1766">
                  <c:v>46042.14</c:v>
                </c:pt>
                <c:pt idx="1767">
                  <c:v>46068.21</c:v>
                </c:pt>
                <c:pt idx="1768">
                  <c:v>46094.29</c:v>
                </c:pt>
                <c:pt idx="1769">
                  <c:v>46120.36</c:v>
                </c:pt>
                <c:pt idx="1770">
                  <c:v>46146.43</c:v>
                </c:pt>
                <c:pt idx="1771">
                  <c:v>46172.5</c:v>
                </c:pt>
                <c:pt idx="1772">
                  <c:v>46198.57</c:v>
                </c:pt>
                <c:pt idx="1773">
                  <c:v>46224.639999999999</c:v>
                </c:pt>
                <c:pt idx="1774">
                  <c:v>46250.71</c:v>
                </c:pt>
                <c:pt idx="1775">
                  <c:v>46276.79</c:v>
                </c:pt>
                <c:pt idx="1776">
                  <c:v>46302.86</c:v>
                </c:pt>
                <c:pt idx="1777">
                  <c:v>46328.93</c:v>
                </c:pt>
                <c:pt idx="1778">
                  <c:v>46355</c:v>
                </c:pt>
                <c:pt idx="1779">
                  <c:v>46381.07</c:v>
                </c:pt>
                <c:pt idx="1780">
                  <c:v>46407.14</c:v>
                </c:pt>
                <c:pt idx="1781">
                  <c:v>46433.21</c:v>
                </c:pt>
                <c:pt idx="1782">
                  <c:v>46459.29</c:v>
                </c:pt>
                <c:pt idx="1783">
                  <c:v>46485.36</c:v>
                </c:pt>
                <c:pt idx="1784">
                  <c:v>46511.43</c:v>
                </c:pt>
                <c:pt idx="1785">
                  <c:v>46537.5</c:v>
                </c:pt>
                <c:pt idx="1786">
                  <c:v>46563.57</c:v>
                </c:pt>
                <c:pt idx="1787">
                  <c:v>46589.64</c:v>
                </c:pt>
                <c:pt idx="1788">
                  <c:v>46615.71</c:v>
                </c:pt>
                <c:pt idx="1789">
                  <c:v>46641.79</c:v>
                </c:pt>
                <c:pt idx="1790">
                  <c:v>46667.86</c:v>
                </c:pt>
                <c:pt idx="1791">
                  <c:v>46693.93</c:v>
                </c:pt>
                <c:pt idx="1792">
                  <c:v>46720</c:v>
                </c:pt>
                <c:pt idx="1793">
                  <c:v>46746.07</c:v>
                </c:pt>
                <c:pt idx="1794">
                  <c:v>46772.14</c:v>
                </c:pt>
                <c:pt idx="1795">
                  <c:v>46798.21</c:v>
                </c:pt>
                <c:pt idx="1796">
                  <c:v>46824.29</c:v>
                </c:pt>
                <c:pt idx="1797">
                  <c:v>46850.36</c:v>
                </c:pt>
                <c:pt idx="1798">
                  <c:v>46876.43</c:v>
                </c:pt>
                <c:pt idx="1799">
                  <c:v>46902.5</c:v>
                </c:pt>
                <c:pt idx="1800">
                  <c:v>46928.57</c:v>
                </c:pt>
                <c:pt idx="1801">
                  <c:v>46954.64</c:v>
                </c:pt>
                <c:pt idx="1802">
                  <c:v>46980.71</c:v>
                </c:pt>
                <c:pt idx="1803">
                  <c:v>47006.79</c:v>
                </c:pt>
                <c:pt idx="1804">
                  <c:v>47032.86</c:v>
                </c:pt>
                <c:pt idx="1805">
                  <c:v>47058.93</c:v>
                </c:pt>
                <c:pt idx="1806">
                  <c:v>47085</c:v>
                </c:pt>
                <c:pt idx="1807">
                  <c:v>47111.07</c:v>
                </c:pt>
                <c:pt idx="1808">
                  <c:v>47137.14</c:v>
                </c:pt>
                <c:pt idx="1809">
                  <c:v>47163.21</c:v>
                </c:pt>
                <c:pt idx="1810">
                  <c:v>47189.29</c:v>
                </c:pt>
                <c:pt idx="1811">
                  <c:v>47215.360000000001</c:v>
                </c:pt>
                <c:pt idx="1812">
                  <c:v>47241.43</c:v>
                </c:pt>
                <c:pt idx="1813">
                  <c:v>47267.5</c:v>
                </c:pt>
                <c:pt idx="1814">
                  <c:v>47293.57</c:v>
                </c:pt>
                <c:pt idx="1815">
                  <c:v>47319.64</c:v>
                </c:pt>
                <c:pt idx="1816">
                  <c:v>47345.71</c:v>
                </c:pt>
                <c:pt idx="1817">
                  <c:v>47371.79</c:v>
                </c:pt>
                <c:pt idx="1818">
                  <c:v>47397.86</c:v>
                </c:pt>
                <c:pt idx="1819">
                  <c:v>47423.93</c:v>
                </c:pt>
                <c:pt idx="1820">
                  <c:v>47450</c:v>
                </c:pt>
                <c:pt idx="1821">
                  <c:v>47476.07</c:v>
                </c:pt>
                <c:pt idx="1822">
                  <c:v>47502.14</c:v>
                </c:pt>
                <c:pt idx="1823">
                  <c:v>47528.21</c:v>
                </c:pt>
                <c:pt idx="1824">
                  <c:v>47554.29</c:v>
                </c:pt>
                <c:pt idx="1825">
                  <c:v>47580.36</c:v>
                </c:pt>
                <c:pt idx="1826">
                  <c:v>47606.43</c:v>
                </c:pt>
                <c:pt idx="1827">
                  <c:v>47632.5</c:v>
                </c:pt>
                <c:pt idx="1828">
                  <c:v>47658.57</c:v>
                </c:pt>
                <c:pt idx="1829">
                  <c:v>47684.639999999999</c:v>
                </c:pt>
                <c:pt idx="1830">
                  <c:v>47710.71</c:v>
                </c:pt>
                <c:pt idx="1831">
                  <c:v>47736.79</c:v>
                </c:pt>
                <c:pt idx="1832">
                  <c:v>47762.86</c:v>
                </c:pt>
                <c:pt idx="1833">
                  <c:v>47788.93</c:v>
                </c:pt>
                <c:pt idx="1834">
                  <c:v>47815</c:v>
                </c:pt>
                <c:pt idx="1835">
                  <c:v>47841.07</c:v>
                </c:pt>
                <c:pt idx="1836">
                  <c:v>47867.14</c:v>
                </c:pt>
                <c:pt idx="1837">
                  <c:v>47893.21</c:v>
                </c:pt>
                <c:pt idx="1838">
                  <c:v>47919.29</c:v>
                </c:pt>
                <c:pt idx="1839">
                  <c:v>47945.36</c:v>
                </c:pt>
                <c:pt idx="1840">
                  <c:v>47971.43</c:v>
                </c:pt>
                <c:pt idx="1841">
                  <c:v>47997.5</c:v>
                </c:pt>
                <c:pt idx="1842">
                  <c:v>48023.57</c:v>
                </c:pt>
                <c:pt idx="1843">
                  <c:v>48049.64</c:v>
                </c:pt>
                <c:pt idx="1844">
                  <c:v>48075.71</c:v>
                </c:pt>
                <c:pt idx="1845">
                  <c:v>48101.79</c:v>
                </c:pt>
                <c:pt idx="1846">
                  <c:v>48127.86</c:v>
                </c:pt>
                <c:pt idx="1847">
                  <c:v>48153.93</c:v>
                </c:pt>
                <c:pt idx="1848">
                  <c:v>48180</c:v>
                </c:pt>
                <c:pt idx="1849">
                  <c:v>48206.07</c:v>
                </c:pt>
                <c:pt idx="1850">
                  <c:v>48232.14</c:v>
                </c:pt>
                <c:pt idx="1851">
                  <c:v>48258.21</c:v>
                </c:pt>
                <c:pt idx="1852">
                  <c:v>48284.29</c:v>
                </c:pt>
                <c:pt idx="1853">
                  <c:v>48310.36</c:v>
                </c:pt>
                <c:pt idx="1854">
                  <c:v>48336.43</c:v>
                </c:pt>
                <c:pt idx="1855">
                  <c:v>48362.5</c:v>
                </c:pt>
                <c:pt idx="1856">
                  <c:v>48388.57</c:v>
                </c:pt>
                <c:pt idx="1857">
                  <c:v>48414.64</c:v>
                </c:pt>
                <c:pt idx="1858">
                  <c:v>48440.71</c:v>
                </c:pt>
                <c:pt idx="1859">
                  <c:v>48466.79</c:v>
                </c:pt>
                <c:pt idx="1860">
                  <c:v>48492.86</c:v>
                </c:pt>
                <c:pt idx="1861">
                  <c:v>48518.93</c:v>
                </c:pt>
                <c:pt idx="1862">
                  <c:v>48545</c:v>
                </c:pt>
                <c:pt idx="1863">
                  <c:v>48571.07</c:v>
                </c:pt>
                <c:pt idx="1864">
                  <c:v>48597.14</c:v>
                </c:pt>
                <c:pt idx="1865">
                  <c:v>48623.21</c:v>
                </c:pt>
                <c:pt idx="1866">
                  <c:v>48649.29</c:v>
                </c:pt>
                <c:pt idx="1867">
                  <c:v>48675.360000000001</c:v>
                </c:pt>
                <c:pt idx="1868">
                  <c:v>48701.43</c:v>
                </c:pt>
                <c:pt idx="1869">
                  <c:v>48727.5</c:v>
                </c:pt>
                <c:pt idx="1870">
                  <c:v>48753.57</c:v>
                </c:pt>
                <c:pt idx="1871">
                  <c:v>48779.64</c:v>
                </c:pt>
                <c:pt idx="1872">
                  <c:v>48805.71</c:v>
                </c:pt>
                <c:pt idx="1873">
                  <c:v>48831.79</c:v>
                </c:pt>
                <c:pt idx="1874">
                  <c:v>48857.86</c:v>
                </c:pt>
                <c:pt idx="1875">
                  <c:v>48883.93</c:v>
                </c:pt>
                <c:pt idx="1876">
                  <c:v>48910</c:v>
                </c:pt>
                <c:pt idx="1877">
                  <c:v>48936.07</c:v>
                </c:pt>
                <c:pt idx="1878">
                  <c:v>48962.14</c:v>
                </c:pt>
                <c:pt idx="1879">
                  <c:v>48988.21</c:v>
                </c:pt>
                <c:pt idx="1880">
                  <c:v>49014.29</c:v>
                </c:pt>
                <c:pt idx="1881">
                  <c:v>49040.36</c:v>
                </c:pt>
                <c:pt idx="1882">
                  <c:v>49066.43</c:v>
                </c:pt>
                <c:pt idx="1883">
                  <c:v>49092.5</c:v>
                </c:pt>
                <c:pt idx="1884">
                  <c:v>49118.57</c:v>
                </c:pt>
                <c:pt idx="1885">
                  <c:v>49144.639999999999</c:v>
                </c:pt>
                <c:pt idx="1886">
                  <c:v>49170.71</c:v>
                </c:pt>
                <c:pt idx="1887">
                  <c:v>49196.79</c:v>
                </c:pt>
                <c:pt idx="1888">
                  <c:v>49222.86</c:v>
                </c:pt>
                <c:pt idx="1889">
                  <c:v>49248.93</c:v>
                </c:pt>
                <c:pt idx="1890">
                  <c:v>49275</c:v>
                </c:pt>
                <c:pt idx="1891">
                  <c:v>49301.07</c:v>
                </c:pt>
                <c:pt idx="1892">
                  <c:v>49327.14</c:v>
                </c:pt>
                <c:pt idx="1893">
                  <c:v>49353.21</c:v>
                </c:pt>
                <c:pt idx="1894">
                  <c:v>49379.29</c:v>
                </c:pt>
                <c:pt idx="1895">
                  <c:v>49405.36</c:v>
                </c:pt>
                <c:pt idx="1896">
                  <c:v>49431.43</c:v>
                </c:pt>
                <c:pt idx="1897">
                  <c:v>49457.5</c:v>
                </c:pt>
                <c:pt idx="1898">
                  <c:v>49483.57</c:v>
                </c:pt>
                <c:pt idx="1899">
                  <c:v>49509.64</c:v>
                </c:pt>
                <c:pt idx="1900">
                  <c:v>49535.71</c:v>
                </c:pt>
                <c:pt idx="1901">
                  <c:v>49561.79</c:v>
                </c:pt>
                <c:pt idx="1902">
                  <c:v>49587.86</c:v>
                </c:pt>
                <c:pt idx="1903">
                  <c:v>49613.93</c:v>
                </c:pt>
                <c:pt idx="1904">
                  <c:v>49640</c:v>
                </c:pt>
                <c:pt idx="1905">
                  <c:v>49666.07</c:v>
                </c:pt>
                <c:pt idx="1906">
                  <c:v>49692.14</c:v>
                </c:pt>
                <c:pt idx="1907">
                  <c:v>49718.21</c:v>
                </c:pt>
                <c:pt idx="1908">
                  <c:v>49744.29</c:v>
                </c:pt>
                <c:pt idx="1909">
                  <c:v>49770.36</c:v>
                </c:pt>
                <c:pt idx="1910">
                  <c:v>49796.43</c:v>
                </c:pt>
                <c:pt idx="1911">
                  <c:v>49822.5</c:v>
                </c:pt>
                <c:pt idx="1912">
                  <c:v>49848.57</c:v>
                </c:pt>
                <c:pt idx="1913">
                  <c:v>49874.64</c:v>
                </c:pt>
                <c:pt idx="1914">
                  <c:v>49900.71</c:v>
                </c:pt>
                <c:pt idx="1915">
                  <c:v>49926.79</c:v>
                </c:pt>
                <c:pt idx="1916">
                  <c:v>49952.86</c:v>
                </c:pt>
                <c:pt idx="1917">
                  <c:v>49978.93</c:v>
                </c:pt>
                <c:pt idx="1918">
                  <c:v>50005</c:v>
                </c:pt>
                <c:pt idx="1919">
                  <c:v>50031.07</c:v>
                </c:pt>
                <c:pt idx="1920">
                  <c:v>50057.14</c:v>
                </c:pt>
                <c:pt idx="1921">
                  <c:v>50083.21</c:v>
                </c:pt>
                <c:pt idx="1922">
                  <c:v>50109.29</c:v>
                </c:pt>
                <c:pt idx="1923">
                  <c:v>50135.360000000001</c:v>
                </c:pt>
                <c:pt idx="1924">
                  <c:v>50161.43</c:v>
                </c:pt>
                <c:pt idx="1925">
                  <c:v>50187.5</c:v>
                </c:pt>
                <c:pt idx="1926">
                  <c:v>50213.57</c:v>
                </c:pt>
                <c:pt idx="1927">
                  <c:v>50239.64</c:v>
                </c:pt>
                <c:pt idx="1928">
                  <c:v>50265.71</c:v>
                </c:pt>
                <c:pt idx="1929">
                  <c:v>50291.79</c:v>
                </c:pt>
                <c:pt idx="1930">
                  <c:v>50317.86</c:v>
                </c:pt>
                <c:pt idx="1931">
                  <c:v>50343.93</c:v>
                </c:pt>
                <c:pt idx="1932">
                  <c:v>50370</c:v>
                </c:pt>
                <c:pt idx="1933">
                  <c:v>50396.07</c:v>
                </c:pt>
                <c:pt idx="1934">
                  <c:v>50422.14</c:v>
                </c:pt>
                <c:pt idx="1935">
                  <c:v>50448.21</c:v>
                </c:pt>
                <c:pt idx="1936">
                  <c:v>50474.29</c:v>
                </c:pt>
                <c:pt idx="1937">
                  <c:v>50500.36</c:v>
                </c:pt>
                <c:pt idx="1938">
                  <c:v>50526.43</c:v>
                </c:pt>
                <c:pt idx="1939">
                  <c:v>50552.5</c:v>
                </c:pt>
                <c:pt idx="1940">
                  <c:v>50578.57</c:v>
                </c:pt>
                <c:pt idx="1941">
                  <c:v>50604.639999999999</c:v>
                </c:pt>
                <c:pt idx="1942">
                  <c:v>50630.71</c:v>
                </c:pt>
                <c:pt idx="1943">
                  <c:v>50656.79</c:v>
                </c:pt>
                <c:pt idx="1944">
                  <c:v>50682.86</c:v>
                </c:pt>
                <c:pt idx="1945">
                  <c:v>50708.93</c:v>
                </c:pt>
                <c:pt idx="1946">
                  <c:v>50735</c:v>
                </c:pt>
                <c:pt idx="1947">
                  <c:v>50761.07</c:v>
                </c:pt>
                <c:pt idx="1948">
                  <c:v>50787.14</c:v>
                </c:pt>
                <c:pt idx="1949">
                  <c:v>50813.21</c:v>
                </c:pt>
                <c:pt idx="1950">
                  <c:v>50839.29</c:v>
                </c:pt>
                <c:pt idx="1951">
                  <c:v>50865.36</c:v>
                </c:pt>
                <c:pt idx="1952">
                  <c:v>50891.43</c:v>
                </c:pt>
                <c:pt idx="1953">
                  <c:v>50917.5</c:v>
                </c:pt>
                <c:pt idx="1954">
                  <c:v>50943.57</c:v>
                </c:pt>
                <c:pt idx="1955">
                  <c:v>50969.64</c:v>
                </c:pt>
                <c:pt idx="1956">
                  <c:v>50995.71</c:v>
                </c:pt>
                <c:pt idx="1957">
                  <c:v>51021.79</c:v>
                </c:pt>
                <c:pt idx="1958">
                  <c:v>51047.86</c:v>
                </c:pt>
                <c:pt idx="1959">
                  <c:v>51073.93</c:v>
                </c:pt>
                <c:pt idx="1960">
                  <c:v>51100</c:v>
                </c:pt>
                <c:pt idx="1961">
                  <c:v>51126.07</c:v>
                </c:pt>
                <c:pt idx="1962">
                  <c:v>51152.14</c:v>
                </c:pt>
                <c:pt idx="1963">
                  <c:v>51178.21</c:v>
                </c:pt>
                <c:pt idx="1964">
                  <c:v>51204.29</c:v>
                </c:pt>
                <c:pt idx="1965">
                  <c:v>51230.36</c:v>
                </c:pt>
                <c:pt idx="1966">
                  <c:v>51256.43</c:v>
                </c:pt>
                <c:pt idx="1967">
                  <c:v>51282.5</c:v>
                </c:pt>
                <c:pt idx="1968">
                  <c:v>51308.57</c:v>
                </c:pt>
                <c:pt idx="1969">
                  <c:v>51334.64</c:v>
                </c:pt>
                <c:pt idx="1970">
                  <c:v>51360.71</c:v>
                </c:pt>
                <c:pt idx="1971">
                  <c:v>51386.79</c:v>
                </c:pt>
                <c:pt idx="1972">
                  <c:v>51412.86</c:v>
                </c:pt>
                <c:pt idx="1973">
                  <c:v>51438.93</c:v>
                </c:pt>
                <c:pt idx="1974">
                  <c:v>51465</c:v>
                </c:pt>
                <c:pt idx="1975">
                  <c:v>51491.07</c:v>
                </c:pt>
                <c:pt idx="1976">
                  <c:v>51517.14</c:v>
                </c:pt>
                <c:pt idx="1977">
                  <c:v>51543.21</c:v>
                </c:pt>
                <c:pt idx="1978">
                  <c:v>51569.29</c:v>
                </c:pt>
                <c:pt idx="1979">
                  <c:v>51595.360000000001</c:v>
                </c:pt>
                <c:pt idx="1980">
                  <c:v>51621.43</c:v>
                </c:pt>
                <c:pt idx="1981">
                  <c:v>51647.5</c:v>
                </c:pt>
                <c:pt idx="1982">
                  <c:v>51673.57</c:v>
                </c:pt>
                <c:pt idx="1983">
                  <c:v>51699.64</c:v>
                </c:pt>
                <c:pt idx="1984">
                  <c:v>51725.71</c:v>
                </c:pt>
                <c:pt idx="1985">
                  <c:v>51751.79</c:v>
                </c:pt>
                <c:pt idx="1986">
                  <c:v>51777.86</c:v>
                </c:pt>
                <c:pt idx="1987">
                  <c:v>51803.93</c:v>
                </c:pt>
                <c:pt idx="1988">
                  <c:v>51830</c:v>
                </c:pt>
                <c:pt idx="1989">
                  <c:v>51856.07</c:v>
                </c:pt>
                <c:pt idx="1990">
                  <c:v>51882.14</c:v>
                </c:pt>
                <c:pt idx="1991">
                  <c:v>51908.21</c:v>
                </c:pt>
                <c:pt idx="1992">
                  <c:v>51934.29</c:v>
                </c:pt>
                <c:pt idx="1993">
                  <c:v>51960.36</c:v>
                </c:pt>
                <c:pt idx="1994">
                  <c:v>51986.43</c:v>
                </c:pt>
                <c:pt idx="1995">
                  <c:v>52012.5</c:v>
                </c:pt>
                <c:pt idx="1996">
                  <c:v>52038.57</c:v>
                </c:pt>
                <c:pt idx="1997">
                  <c:v>52064.639999999999</c:v>
                </c:pt>
                <c:pt idx="1998">
                  <c:v>52090.71</c:v>
                </c:pt>
                <c:pt idx="1999">
                  <c:v>52116.79</c:v>
                </c:pt>
                <c:pt idx="2000">
                  <c:v>52142.86</c:v>
                </c:pt>
                <c:pt idx="2001">
                  <c:v>52168.93</c:v>
                </c:pt>
                <c:pt idx="2002">
                  <c:v>52195</c:v>
                </c:pt>
                <c:pt idx="2003">
                  <c:v>52221.07</c:v>
                </c:pt>
                <c:pt idx="2004">
                  <c:v>52247.14</c:v>
                </c:pt>
                <c:pt idx="2005">
                  <c:v>52273.21</c:v>
                </c:pt>
                <c:pt idx="2006">
                  <c:v>52299.29</c:v>
                </c:pt>
                <c:pt idx="2007">
                  <c:v>52325.36</c:v>
                </c:pt>
                <c:pt idx="2008">
                  <c:v>52351.43</c:v>
                </c:pt>
                <c:pt idx="2009">
                  <c:v>52377.5</c:v>
                </c:pt>
                <c:pt idx="2010">
                  <c:v>52403.57</c:v>
                </c:pt>
                <c:pt idx="2011">
                  <c:v>52429.64</c:v>
                </c:pt>
                <c:pt idx="2012">
                  <c:v>52455.71</c:v>
                </c:pt>
                <c:pt idx="2013">
                  <c:v>52481.79</c:v>
                </c:pt>
                <c:pt idx="2014">
                  <c:v>52507.86</c:v>
                </c:pt>
                <c:pt idx="2015">
                  <c:v>52533.93</c:v>
                </c:pt>
                <c:pt idx="2016">
                  <c:v>52560</c:v>
                </c:pt>
                <c:pt idx="2017">
                  <c:v>52586.07</c:v>
                </c:pt>
                <c:pt idx="2018">
                  <c:v>52612.14</c:v>
                </c:pt>
                <c:pt idx="2019">
                  <c:v>52638.21</c:v>
                </c:pt>
                <c:pt idx="2020">
                  <c:v>52664.29</c:v>
                </c:pt>
                <c:pt idx="2021">
                  <c:v>52690.36</c:v>
                </c:pt>
                <c:pt idx="2022">
                  <c:v>52716.43</c:v>
                </c:pt>
                <c:pt idx="2023">
                  <c:v>52742.5</c:v>
                </c:pt>
                <c:pt idx="2024">
                  <c:v>52768.57</c:v>
                </c:pt>
                <c:pt idx="2025">
                  <c:v>52794.64</c:v>
                </c:pt>
                <c:pt idx="2026">
                  <c:v>52820.71</c:v>
                </c:pt>
                <c:pt idx="2027">
                  <c:v>52846.79</c:v>
                </c:pt>
                <c:pt idx="2028">
                  <c:v>52872.86</c:v>
                </c:pt>
                <c:pt idx="2029">
                  <c:v>52898.93</c:v>
                </c:pt>
                <c:pt idx="2030">
                  <c:v>52925</c:v>
                </c:pt>
                <c:pt idx="2031">
                  <c:v>52951.07</c:v>
                </c:pt>
                <c:pt idx="2032">
                  <c:v>52977.14</c:v>
                </c:pt>
                <c:pt idx="2033">
                  <c:v>53003.21</c:v>
                </c:pt>
                <c:pt idx="2034">
                  <c:v>53029.29</c:v>
                </c:pt>
                <c:pt idx="2035">
                  <c:v>53055.360000000001</c:v>
                </c:pt>
                <c:pt idx="2036">
                  <c:v>53081.43</c:v>
                </c:pt>
                <c:pt idx="2037">
                  <c:v>53107.5</c:v>
                </c:pt>
                <c:pt idx="2038">
                  <c:v>53133.57</c:v>
                </c:pt>
                <c:pt idx="2039">
                  <c:v>53159.64</c:v>
                </c:pt>
                <c:pt idx="2040">
                  <c:v>53185.71</c:v>
                </c:pt>
                <c:pt idx="2041">
                  <c:v>53211.79</c:v>
                </c:pt>
                <c:pt idx="2042">
                  <c:v>53237.86</c:v>
                </c:pt>
                <c:pt idx="2043">
                  <c:v>53263.93</c:v>
                </c:pt>
                <c:pt idx="2044">
                  <c:v>53290</c:v>
                </c:pt>
                <c:pt idx="2045">
                  <c:v>53316.07</c:v>
                </c:pt>
                <c:pt idx="2046">
                  <c:v>53342.14</c:v>
                </c:pt>
                <c:pt idx="2047">
                  <c:v>53368.21</c:v>
                </c:pt>
                <c:pt idx="2048">
                  <c:v>53394.29</c:v>
                </c:pt>
                <c:pt idx="2049">
                  <c:v>53420.36</c:v>
                </c:pt>
                <c:pt idx="2050">
                  <c:v>53446.43</c:v>
                </c:pt>
                <c:pt idx="2051">
                  <c:v>53472.5</c:v>
                </c:pt>
                <c:pt idx="2052">
                  <c:v>53498.57</c:v>
                </c:pt>
                <c:pt idx="2053">
                  <c:v>53524.639999999999</c:v>
                </c:pt>
                <c:pt idx="2054">
                  <c:v>53550.71</c:v>
                </c:pt>
                <c:pt idx="2055">
                  <c:v>53576.79</c:v>
                </c:pt>
                <c:pt idx="2056">
                  <c:v>53602.86</c:v>
                </c:pt>
                <c:pt idx="2057">
                  <c:v>53628.93</c:v>
                </c:pt>
                <c:pt idx="2058">
                  <c:v>53655</c:v>
                </c:pt>
                <c:pt idx="2059">
                  <c:v>53681.07</c:v>
                </c:pt>
                <c:pt idx="2060">
                  <c:v>53707.14</c:v>
                </c:pt>
                <c:pt idx="2061">
                  <c:v>53733.21</c:v>
                </c:pt>
                <c:pt idx="2062">
                  <c:v>53759.29</c:v>
                </c:pt>
                <c:pt idx="2063">
                  <c:v>53785.36</c:v>
                </c:pt>
                <c:pt idx="2064">
                  <c:v>53811.43</c:v>
                </c:pt>
                <c:pt idx="2065">
                  <c:v>53837.5</c:v>
                </c:pt>
                <c:pt idx="2066">
                  <c:v>53863.57</c:v>
                </c:pt>
                <c:pt idx="2067">
                  <c:v>53889.64</c:v>
                </c:pt>
                <c:pt idx="2068">
                  <c:v>53915.71</c:v>
                </c:pt>
                <c:pt idx="2069">
                  <c:v>53941.79</c:v>
                </c:pt>
                <c:pt idx="2070">
                  <c:v>53967.86</c:v>
                </c:pt>
                <c:pt idx="2071">
                  <c:v>53993.93</c:v>
                </c:pt>
                <c:pt idx="2072">
                  <c:v>54020</c:v>
                </c:pt>
                <c:pt idx="2073">
                  <c:v>54046.07</c:v>
                </c:pt>
                <c:pt idx="2074">
                  <c:v>54072.14</c:v>
                </c:pt>
                <c:pt idx="2075">
                  <c:v>54098.21</c:v>
                </c:pt>
                <c:pt idx="2076">
                  <c:v>54124.29</c:v>
                </c:pt>
                <c:pt idx="2077">
                  <c:v>54150.36</c:v>
                </c:pt>
                <c:pt idx="2078">
                  <c:v>54176.43</c:v>
                </c:pt>
                <c:pt idx="2079">
                  <c:v>54202.5</c:v>
                </c:pt>
                <c:pt idx="2080">
                  <c:v>54228.57</c:v>
                </c:pt>
                <c:pt idx="2081">
                  <c:v>54254.64</c:v>
                </c:pt>
                <c:pt idx="2082">
                  <c:v>54280.71</c:v>
                </c:pt>
                <c:pt idx="2083">
                  <c:v>54306.79</c:v>
                </c:pt>
                <c:pt idx="2084">
                  <c:v>54332.86</c:v>
                </c:pt>
                <c:pt idx="2085">
                  <c:v>54358.93</c:v>
                </c:pt>
                <c:pt idx="2086">
                  <c:v>54385</c:v>
                </c:pt>
                <c:pt idx="2087">
                  <c:v>54411.07</c:v>
                </c:pt>
                <c:pt idx="2088">
                  <c:v>54437.14</c:v>
                </c:pt>
                <c:pt idx="2089">
                  <c:v>54463.21</c:v>
                </c:pt>
                <c:pt idx="2090">
                  <c:v>54489.29</c:v>
                </c:pt>
                <c:pt idx="2091">
                  <c:v>54515.360000000001</c:v>
                </c:pt>
                <c:pt idx="2092">
                  <c:v>54541.43</c:v>
                </c:pt>
                <c:pt idx="2093">
                  <c:v>54567.5</c:v>
                </c:pt>
                <c:pt idx="2094">
                  <c:v>54593.57</c:v>
                </c:pt>
                <c:pt idx="2095">
                  <c:v>54619.64</c:v>
                </c:pt>
                <c:pt idx="2096">
                  <c:v>54645.71</c:v>
                </c:pt>
                <c:pt idx="2097">
                  <c:v>54671.79</c:v>
                </c:pt>
                <c:pt idx="2098">
                  <c:v>54697.86</c:v>
                </c:pt>
                <c:pt idx="2099">
                  <c:v>54723.93</c:v>
                </c:pt>
                <c:pt idx="2100">
                  <c:v>54750</c:v>
                </c:pt>
                <c:pt idx="2101">
                  <c:v>54776.07</c:v>
                </c:pt>
                <c:pt idx="2102">
                  <c:v>54802.14</c:v>
                </c:pt>
                <c:pt idx="2103">
                  <c:v>54828.21</c:v>
                </c:pt>
                <c:pt idx="2104">
                  <c:v>54854.29</c:v>
                </c:pt>
                <c:pt idx="2105">
                  <c:v>54880.36</c:v>
                </c:pt>
                <c:pt idx="2106">
                  <c:v>54906.43</c:v>
                </c:pt>
                <c:pt idx="2107">
                  <c:v>54932.5</c:v>
                </c:pt>
                <c:pt idx="2108">
                  <c:v>54958.57</c:v>
                </c:pt>
                <c:pt idx="2109">
                  <c:v>54984.639999999999</c:v>
                </c:pt>
                <c:pt idx="2110">
                  <c:v>55010.71</c:v>
                </c:pt>
                <c:pt idx="2111">
                  <c:v>55036.79</c:v>
                </c:pt>
                <c:pt idx="2112">
                  <c:v>55062.86</c:v>
                </c:pt>
                <c:pt idx="2113">
                  <c:v>55088.93</c:v>
                </c:pt>
                <c:pt idx="2114">
                  <c:v>55115</c:v>
                </c:pt>
                <c:pt idx="2115">
                  <c:v>55141.07</c:v>
                </c:pt>
                <c:pt idx="2116">
                  <c:v>55167.14</c:v>
                </c:pt>
                <c:pt idx="2117">
                  <c:v>55193.21</c:v>
                </c:pt>
                <c:pt idx="2118">
                  <c:v>55219.29</c:v>
                </c:pt>
                <c:pt idx="2119">
                  <c:v>55245.36</c:v>
                </c:pt>
                <c:pt idx="2120">
                  <c:v>55271.43</c:v>
                </c:pt>
                <c:pt idx="2121">
                  <c:v>55297.5</c:v>
                </c:pt>
                <c:pt idx="2122">
                  <c:v>55323.57</c:v>
                </c:pt>
                <c:pt idx="2123">
                  <c:v>55349.64</c:v>
                </c:pt>
                <c:pt idx="2124">
                  <c:v>55375.71</c:v>
                </c:pt>
                <c:pt idx="2125">
                  <c:v>55401.79</c:v>
                </c:pt>
                <c:pt idx="2126">
                  <c:v>55427.86</c:v>
                </c:pt>
                <c:pt idx="2127">
                  <c:v>55453.93</c:v>
                </c:pt>
                <c:pt idx="2128">
                  <c:v>55480</c:v>
                </c:pt>
                <c:pt idx="2129">
                  <c:v>55506.07</c:v>
                </c:pt>
                <c:pt idx="2130">
                  <c:v>55532.14</c:v>
                </c:pt>
                <c:pt idx="2131">
                  <c:v>55558.21</c:v>
                </c:pt>
                <c:pt idx="2132">
                  <c:v>55584.29</c:v>
                </c:pt>
                <c:pt idx="2133">
                  <c:v>55610.36</c:v>
                </c:pt>
                <c:pt idx="2134">
                  <c:v>55636.43</c:v>
                </c:pt>
                <c:pt idx="2135">
                  <c:v>55662.5</c:v>
                </c:pt>
                <c:pt idx="2136">
                  <c:v>55688.57</c:v>
                </c:pt>
                <c:pt idx="2137">
                  <c:v>55714.64</c:v>
                </c:pt>
                <c:pt idx="2138">
                  <c:v>55740.71</c:v>
                </c:pt>
                <c:pt idx="2139">
                  <c:v>55766.79</c:v>
                </c:pt>
                <c:pt idx="2140">
                  <c:v>55792.86</c:v>
                </c:pt>
                <c:pt idx="2141">
                  <c:v>55818.93</c:v>
                </c:pt>
                <c:pt idx="2142">
                  <c:v>55845</c:v>
                </c:pt>
                <c:pt idx="2143">
                  <c:v>55871.07</c:v>
                </c:pt>
                <c:pt idx="2144">
                  <c:v>55897.14</c:v>
                </c:pt>
                <c:pt idx="2145">
                  <c:v>55923.21</c:v>
                </c:pt>
                <c:pt idx="2146">
                  <c:v>55949.29</c:v>
                </c:pt>
                <c:pt idx="2147">
                  <c:v>55975.360000000001</c:v>
                </c:pt>
                <c:pt idx="2148">
                  <c:v>56001.43</c:v>
                </c:pt>
                <c:pt idx="2149">
                  <c:v>56027.5</c:v>
                </c:pt>
                <c:pt idx="2150">
                  <c:v>56053.57</c:v>
                </c:pt>
                <c:pt idx="2151">
                  <c:v>56079.64</c:v>
                </c:pt>
                <c:pt idx="2152">
                  <c:v>56105.71</c:v>
                </c:pt>
                <c:pt idx="2153">
                  <c:v>56131.79</c:v>
                </c:pt>
                <c:pt idx="2154">
                  <c:v>56157.86</c:v>
                </c:pt>
                <c:pt idx="2155">
                  <c:v>56183.93</c:v>
                </c:pt>
                <c:pt idx="2156">
                  <c:v>56210</c:v>
                </c:pt>
                <c:pt idx="2157">
                  <c:v>56236.07</c:v>
                </c:pt>
                <c:pt idx="2158">
                  <c:v>56262.14</c:v>
                </c:pt>
                <c:pt idx="2159">
                  <c:v>56288.21</c:v>
                </c:pt>
                <c:pt idx="2160">
                  <c:v>56314.29</c:v>
                </c:pt>
                <c:pt idx="2161">
                  <c:v>56340.36</c:v>
                </c:pt>
                <c:pt idx="2162">
                  <c:v>56366.43</c:v>
                </c:pt>
                <c:pt idx="2163">
                  <c:v>56392.5</c:v>
                </c:pt>
                <c:pt idx="2164">
                  <c:v>56418.57</c:v>
                </c:pt>
                <c:pt idx="2165">
                  <c:v>56444.639999999999</c:v>
                </c:pt>
                <c:pt idx="2166">
                  <c:v>56470.71</c:v>
                </c:pt>
                <c:pt idx="2167">
                  <c:v>56496.79</c:v>
                </c:pt>
                <c:pt idx="2168">
                  <c:v>56522.86</c:v>
                </c:pt>
                <c:pt idx="2169">
                  <c:v>56548.93</c:v>
                </c:pt>
                <c:pt idx="2170">
                  <c:v>56575</c:v>
                </c:pt>
                <c:pt idx="2171">
                  <c:v>56601.07</c:v>
                </c:pt>
                <c:pt idx="2172">
                  <c:v>56627.14</c:v>
                </c:pt>
                <c:pt idx="2173">
                  <c:v>56653.21</c:v>
                </c:pt>
                <c:pt idx="2174">
                  <c:v>56679.29</c:v>
                </c:pt>
                <c:pt idx="2175">
                  <c:v>56705.36</c:v>
                </c:pt>
                <c:pt idx="2176">
                  <c:v>56731.43</c:v>
                </c:pt>
                <c:pt idx="2177">
                  <c:v>56757.5</c:v>
                </c:pt>
                <c:pt idx="2178">
                  <c:v>56783.57</c:v>
                </c:pt>
                <c:pt idx="2179">
                  <c:v>56809.64</c:v>
                </c:pt>
                <c:pt idx="2180">
                  <c:v>56835.71</c:v>
                </c:pt>
                <c:pt idx="2181">
                  <c:v>56861.79</c:v>
                </c:pt>
                <c:pt idx="2182">
                  <c:v>56887.86</c:v>
                </c:pt>
                <c:pt idx="2183">
                  <c:v>56913.93</c:v>
                </c:pt>
                <c:pt idx="2184">
                  <c:v>56940</c:v>
                </c:pt>
                <c:pt idx="2185">
                  <c:v>56966.07</c:v>
                </c:pt>
                <c:pt idx="2186">
                  <c:v>56992.14</c:v>
                </c:pt>
                <c:pt idx="2187">
                  <c:v>57018.21</c:v>
                </c:pt>
                <c:pt idx="2188">
                  <c:v>57044.29</c:v>
                </c:pt>
                <c:pt idx="2189">
                  <c:v>57070.36</c:v>
                </c:pt>
                <c:pt idx="2190">
                  <c:v>57096.43</c:v>
                </c:pt>
                <c:pt idx="2191">
                  <c:v>57122.5</c:v>
                </c:pt>
                <c:pt idx="2192">
                  <c:v>57148.57</c:v>
                </c:pt>
                <c:pt idx="2193">
                  <c:v>57174.64</c:v>
                </c:pt>
                <c:pt idx="2194">
                  <c:v>57200.71</c:v>
                </c:pt>
                <c:pt idx="2195">
                  <c:v>57226.79</c:v>
                </c:pt>
                <c:pt idx="2196">
                  <c:v>57252.86</c:v>
                </c:pt>
                <c:pt idx="2197">
                  <c:v>57278.93</c:v>
                </c:pt>
                <c:pt idx="2198">
                  <c:v>57305</c:v>
                </c:pt>
                <c:pt idx="2199">
                  <c:v>57331.07</c:v>
                </c:pt>
                <c:pt idx="2200">
                  <c:v>57357.14</c:v>
                </c:pt>
                <c:pt idx="2201">
                  <c:v>57383.21</c:v>
                </c:pt>
                <c:pt idx="2202">
                  <c:v>57409.29</c:v>
                </c:pt>
                <c:pt idx="2203">
                  <c:v>57435.360000000001</c:v>
                </c:pt>
                <c:pt idx="2204">
                  <c:v>57461.43</c:v>
                </c:pt>
                <c:pt idx="2205">
                  <c:v>57487.5</c:v>
                </c:pt>
                <c:pt idx="2206">
                  <c:v>57513.57</c:v>
                </c:pt>
                <c:pt idx="2207">
                  <c:v>57539.64</c:v>
                </c:pt>
                <c:pt idx="2208">
                  <c:v>57565.71</c:v>
                </c:pt>
                <c:pt idx="2209">
                  <c:v>57591.79</c:v>
                </c:pt>
                <c:pt idx="2210">
                  <c:v>57617.86</c:v>
                </c:pt>
                <c:pt idx="2211">
                  <c:v>57643.93</c:v>
                </c:pt>
                <c:pt idx="2212">
                  <c:v>57670</c:v>
                </c:pt>
                <c:pt idx="2213">
                  <c:v>57696.07</c:v>
                </c:pt>
                <c:pt idx="2214">
                  <c:v>57722.14</c:v>
                </c:pt>
                <c:pt idx="2215">
                  <c:v>57748.21</c:v>
                </c:pt>
                <c:pt idx="2216">
                  <c:v>57774.29</c:v>
                </c:pt>
                <c:pt idx="2217">
                  <c:v>57800.36</c:v>
                </c:pt>
                <c:pt idx="2218">
                  <c:v>57826.43</c:v>
                </c:pt>
                <c:pt idx="2219">
                  <c:v>57852.5</c:v>
                </c:pt>
                <c:pt idx="2220">
                  <c:v>57878.57</c:v>
                </c:pt>
                <c:pt idx="2221">
                  <c:v>57904.639999999999</c:v>
                </c:pt>
                <c:pt idx="2222">
                  <c:v>57930.71</c:v>
                </c:pt>
                <c:pt idx="2223">
                  <c:v>57956.79</c:v>
                </c:pt>
                <c:pt idx="2224">
                  <c:v>57982.86</c:v>
                </c:pt>
                <c:pt idx="2225">
                  <c:v>58008.93</c:v>
                </c:pt>
                <c:pt idx="2226">
                  <c:v>58035</c:v>
                </c:pt>
                <c:pt idx="2227">
                  <c:v>58061.07</c:v>
                </c:pt>
                <c:pt idx="2228">
                  <c:v>58087.14</c:v>
                </c:pt>
                <c:pt idx="2229">
                  <c:v>58113.21</c:v>
                </c:pt>
                <c:pt idx="2230">
                  <c:v>58139.29</c:v>
                </c:pt>
                <c:pt idx="2231">
                  <c:v>58165.36</c:v>
                </c:pt>
                <c:pt idx="2232">
                  <c:v>58191.43</c:v>
                </c:pt>
                <c:pt idx="2233">
                  <c:v>58217.5</c:v>
                </c:pt>
                <c:pt idx="2234">
                  <c:v>58243.57</c:v>
                </c:pt>
                <c:pt idx="2235">
                  <c:v>58269.64</c:v>
                </c:pt>
                <c:pt idx="2236">
                  <c:v>58295.71</c:v>
                </c:pt>
                <c:pt idx="2237">
                  <c:v>58321.79</c:v>
                </c:pt>
                <c:pt idx="2238">
                  <c:v>58347.86</c:v>
                </c:pt>
                <c:pt idx="2239">
                  <c:v>58373.93</c:v>
                </c:pt>
                <c:pt idx="2240">
                  <c:v>58400</c:v>
                </c:pt>
                <c:pt idx="2241">
                  <c:v>58426.07</c:v>
                </c:pt>
                <c:pt idx="2242">
                  <c:v>58452.14</c:v>
                </c:pt>
                <c:pt idx="2243">
                  <c:v>58478.21</c:v>
                </c:pt>
                <c:pt idx="2244">
                  <c:v>58504.29</c:v>
                </c:pt>
                <c:pt idx="2245">
                  <c:v>58530.36</c:v>
                </c:pt>
                <c:pt idx="2246">
                  <c:v>58556.43</c:v>
                </c:pt>
                <c:pt idx="2247">
                  <c:v>58582.5</c:v>
                </c:pt>
                <c:pt idx="2248">
                  <c:v>58608.57</c:v>
                </c:pt>
                <c:pt idx="2249">
                  <c:v>58634.64</c:v>
                </c:pt>
                <c:pt idx="2250">
                  <c:v>58660.71</c:v>
                </c:pt>
                <c:pt idx="2251">
                  <c:v>58686.79</c:v>
                </c:pt>
                <c:pt idx="2252">
                  <c:v>58712.86</c:v>
                </c:pt>
                <c:pt idx="2253">
                  <c:v>58738.93</c:v>
                </c:pt>
                <c:pt idx="2254">
                  <c:v>58765</c:v>
                </c:pt>
                <c:pt idx="2255">
                  <c:v>58791.07</c:v>
                </c:pt>
                <c:pt idx="2256">
                  <c:v>58817.14</c:v>
                </c:pt>
                <c:pt idx="2257">
                  <c:v>58843.21</c:v>
                </c:pt>
                <c:pt idx="2258">
                  <c:v>58869.29</c:v>
                </c:pt>
                <c:pt idx="2259">
                  <c:v>58895.360000000001</c:v>
                </c:pt>
                <c:pt idx="2260">
                  <c:v>58921.43</c:v>
                </c:pt>
                <c:pt idx="2261">
                  <c:v>58947.5</c:v>
                </c:pt>
                <c:pt idx="2262">
                  <c:v>58973.57</c:v>
                </c:pt>
                <c:pt idx="2263">
                  <c:v>58999.64</c:v>
                </c:pt>
                <c:pt idx="2264">
                  <c:v>59025.71</c:v>
                </c:pt>
                <c:pt idx="2265">
                  <c:v>59051.79</c:v>
                </c:pt>
                <c:pt idx="2266">
                  <c:v>59077.86</c:v>
                </c:pt>
                <c:pt idx="2267">
                  <c:v>59103.93</c:v>
                </c:pt>
                <c:pt idx="2268">
                  <c:v>59130</c:v>
                </c:pt>
                <c:pt idx="2269">
                  <c:v>59156.07</c:v>
                </c:pt>
                <c:pt idx="2270">
                  <c:v>59182.14</c:v>
                </c:pt>
                <c:pt idx="2271">
                  <c:v>59208.21</c:v>
                </c:pt>
                <c:pt idx="2272">
                  <c:v>59234.29</c:v>
                </c:pt>
                <c:pt idx="2273">
                  <c:v>59260.36</c:v>
                </c:pt>
                <c:pt idx="2274">
                  <c:v>59286.43</c:v>
                </c:pt>
                <c:pt idx="2275">
                  <c:v>59312.5</c:v>
                </c:pt>
                <c:pt idx="2276">
                  <c:v>59338.57</c:v>
                </c:pt>
                <c:pt idx="2277">
                  <c:v>59364.639999999999</c:v>
                </c:pt>
                <c:pt idx="2278">
                  <c:v>59390.71</c:v>
                </c:pt>
                <c:pt idx="2279">
                  <c:v>59416.79</c:v>
                </c:pt>
                <c:pt idx="2280">
                  <c:v>59442.86</c:v>
                </c:pt>
                <c:pt idx="2281">
                  <c:v>59468.93</c:v>
                </c:pt>
                <c:pt idx="2282">
                  <c:v>59495</c:v>
                </c:pt>
                <c:pt idx="2283">
                  <c:v>59521.07</c:v>
                </c:pt>
                <c:pt idx="2284">
                  <c:v>59547.14</c:v>
                </c:pt>
                <c:pt idx="2285">
                  <c:v>59573.21</c:v>
                </c:pt>
                <c:pt idx="2286">
                  <c:v>59599.29</c:v>
                </c:pt>
                <c:pt idx="2287">
                  <c:v>59625.36</c:v>
                </c:pt>
                <c:pt idx="2288">
                  <c:v>59651.43</c:v>
                </c:pt>
                <c:pt idx="2289">
                  <c:v>59677.5</c:v>
                </c:pt>
                <c:pt idx="2290">
                  <c:v>59703.57</c:v>
                </c:pt>
                <c:pt idx="2291">
                  <c:v>59729.64</c:v>
                </c:pt>
                <c:pt idx="2292">
                  <c:v>59755.71</c:v>
                </c:pt>
                <c:pt idx="2293">
                  <c:v>59781.79</c:v>
                </c:pt>
                <c:pt idx="2294">
                  <c:v>59807.86</c:v>
                </c:pt>
                <c:pt idx="2295">
                  <c:v>59833.93</c:v>
                </c:pt>
                <c:pt idx="2296">
                  <c:v>59860</c:v>
                </c:pt>
                <c:pt idx="2297">
                  <c:v>59886.07</c:v>
                </c:pt>
                <c:pt idx="2298">
                  <c:v>59912.14</c:v>
                </c:pt>
                <c:pt idx="2299">
                  <c:v>59938.21</c:v>
                </c:pt>
                <c:pt idx="2300">
                  <c:v>59964.29</c:v>
                </c:pt>
                <c:pt idx="2301">
                  <c:v>59990.36</c:v>
                </c:pt>
                <c:pt idx="2302">
                  <c:v>60016.43</c:v>
                </c:pt>
                <c:pt idx="2303">
                  <c:v>60042.5</c:v>
                </c:pt>
                <c:pt idx="2304">
                  <c:v>60068.57</c:v>
                </c:pt>
                <c:pt idx="2305">
                  <c:v>60094.64</c:v>
                </c:pt>
                <c:pt idx="2306">
                  <c:v>60120.71</c:v>
                </c:pt>
                <c:pt idx="2307">
                  <c:v>60146.79</c:v>
                </c:pt>
                <c:pt idx="2308">
                  <c:v>60172.86</c:v>
                </c:pt>
                <c:pt idx="2309">
                  <c:v>60198.93</c:v>
                </c:pt>
                <c:pt idx="2310">
                  <c:v>60225</c:v>
                </c:pt>
                <c:pt idx="2311">
                  <c:v>60251.07</c:v>
                </c:pt>
                <c:pt idx="2312">
                  <c:v>60277.14</c:v>
                </c:pt>
                <c:pt idx="2313">
                  <c:v>60303.21</c:v>
                </c:pt>
                <c:pt idx="2314">
                  <c:v>60329.29</c:v>
                </c:pt>
                <c:pt idx="2315">
                  <c:v>60355.360000000001</c:v>
                </c:pt>
                <c:pt idx="2316">
                  <c:v>60381.43</c:v>
                </c:pt>
                <c:pt idx="2317">
                  <c:v>60407.5</c:v>
                </c:pt>
                <c:pt idx="2318">
                  <c:v>60433.57</c:v>
                </c:pt>
                <c:pt idx="2319">
                  <c:v>60459.64</c:v>
                </c:pt>
                <c:pt idx="2320">
                  <c:v>60485.71</c:v>
                </c:pt>
                <c:pt idx="2321">
                  <c:v>60511.79</c:v>
                </c:pt>
                <c:pt idx="2322">
                  <c:v>60537.86</c:v>
                </c:pt>
                <c:pt idx="2323">
                  <c:v>60563.93</c:v>
                </c:pt>
                <c:pt idx="2324">
                  <c:v>60590</c:v>
                </c:pt>
                <c:pt idx="2325">
                  <c:v>60616.07</c:v>
                </c:pt>
                <c:pt idx="2326">
                  <c:v>60642.14</c:v>
                </c:pt>
                <c:pt idx="2327">
                  <c:v>60668.21</c:v>
                </c:pt>
                <c:pt idx="2328">
                  <c:v>60694.29</c:v>
                </c:pt>
                <c:pt idx="2329">
                  <c:v>60720.36</c:v>
                </c:pt>
                <c:pt idx="2330">
                  <c:v>60746.43</c:v>
                </c:pt>
                <c:pt idx="2331">
                  <c:v>60772.5</c:v>
                </c:pt>
                <c:pt idx="2332">
                  <c:v>60798.57</c:v>
                </c:pt>
                <c:pt idx="2333">
                  <c:v>60824.639999999999</c:v>
                </c:pt>
                <c:pt idx="2334">
                  <c:v>60850.71</c:v>
                </c:pt>
                <c:pt idx="2335">
                  <c:v>60876.79</c:v>
                </c:pt>
                <c:pt idx="2336">
                  <c:v>60902.86</c:v>
                </c:pt>
                <c:pt idx="2337">
                  <c:v>60928.93</c:v>
                </c:pt>
                <c:pt idx="2338">
                  <c:v>60955</c:v>
                </c:pt>
                <c:pt idx="2339">
                  <c:v>60981.07</c:v>
                </c:pt>
                <c:pt idx="2340">
                  <c:v>61007.14</c:v>
                </c:pt>
                <c:pt idx="2341">
                  <c:v>61033.21</c:v>
                </c:pt>
                <c:pt idx="2342">
                  <c:v>61059.29</c:v>
                </c:pt>
                <c:pt idx="2343">
                  <c:v>61085.36</c:v>
                </c:pt>
                <c:pt idx="2344">
                  <c:v>61111.43</c:v>
                </c:pt>
                <c:pt idx="2345">
                  <c:v>61137.5</c:v>
                </c:pt>
                <c:pt idx="2346">
                  <c:v>61163.57</c:v>
                </c:pt>
                <c:pt idx="2347">
                  <c:v>61189.64</c:v>
                </c:pt>
                <c:pt idx="2348">
                  <c:v>61215.71</c:v>
                </c:pt>
                <c:pt idx="2349">
                  <c:v>61241.79</c:v>
                </c:pt>
                <c:pt idx="2350">
                  <c:v>61267.86</c:v>
                </c:pt>
                <c:pt idx="2351">
                  <c:v>61293.93</c:v>
                </c:pt>
                <c:pt idx="2352">
                  <c:v>61320</c:v>
                </c:pt>
                <c:pt idx="2353">
                  <c:v>61346.07</c:v>
                </c:pt>
                <c:pt idx="2354">
                  <c:v>61372.14</c:v>
                </c:pt>
                <c:pt idx="2355">
                  <c:v>61398.21</c:v>
                </c:pt>
                <c:pt idx="2356">
                  <c:v>61424.29</c:v>
                </c:pt>
                <c:pt idx="2357">
                  <c:v>61450.36</c:v>
                </c:pt>
                <c:pt idx="2358">
                  <c:v>61476.43</c:v>
                </c:pt>
                <c:pt idx="2359">
                  <c:v>61502.5</c:v>
                </c:pt>
                <c:pt idx="2360">
                  <c:v>61528.57</c:v>
                </c:pt>
                <c:pt idx="2361">
                  <c:v>61554.64</c:v>
                </c:pt>
                <c:pt idx="2362">
                  <c:v>61580.71</c:v>
                </c:pt>
                <c:pt idx="2363">
                  <c:v>61606.79</c:v>
                </c:pt>
                <c:pt idx="2364">
                  <c:v>61632.86</c:v>
                </c:pt>
                <c:pt idx="2365">
                  <c:v>61658.93</c:v>
                </c:pt>
                <c:pt idx="2366">
                  <c:v>61685</c:v>
                </c:pt>
                <c:pt idx="2367">
                  <c:v>61711.07</c:v>
                </c:pt>
                <c:pt idx="2368">
                  <c:v>61737.14</c:v>
                </c:pt>
                <c:pt idx="2369">
                  <c:v>61763.21</c:v>
                </c:pt>
                <c:pt idx="2370">
                  <c:v>61789.29</c:v>
                </c:pt>
                <c:pt idx="2371">
                  <c:v>61815.360000000001</c:v>
                </c:pt>
                <c:pt idx="2372">
                  <c:v>61841.43</c:v>
                </c:pt>
                <c:pt idx="2373">
                  <c:v>61867.5</c:v>
                </c:pt>
                <c:pt idx="2374">
                  <c:v>61893.57</c:v>
                </c:pt>
                <c:pt idx="2375">
                  <c:v>61919.64</c:v>
                </c:pt>
                <c:pt idx="2376">
                  <c:v>61945.71</c:v>
                </c:pt>
                <c:pt idx="2377">
                  <c:v>61971.79</c:v>
                </c:pt>
                <c:pt idx="2378">
                  <c:v>61997.86</c:v>
                </c:pt>
                <c:pt idx="2379">
                  <c:v>62023.93</c:v>
                </c:pt>
                <c:pt idx="2380">
                  <c:v>62050</c:v>
                </c:pt>
                <c:pt idx="2381">
                  <c:v>62076.07</c:v>
                </c:pt>
                <c:pt idx="2382">
                  <c:v>62102.14</c:v>
                </c:pt>
                <c:pt idx="2383">
                  <c:v>62128.21</c:v>
                </c:pt>
                <c:pt idx="2384">
                  <c:v>62154.29</c:v>
                </c:pt>
                <c:pt idx="2385">
                  <c:v>62180.36</c:v>
                </c:pt>
                <c:pt idx="2386">
                  <c:v>62206.43</c:v>
                </c:pt>
                <c:pt idx="2387">
                  <c:v>62232.5</c:v>
                </c:pt>
                <c:pt idx="2388">
                  <c:v>62258.57</c:v>
                </c:pt>
                <c:pt idx="2389">
                  <c:v>62284.639999999999</c:v>
                </c:pt>
                <c:pt idx="2390">
                  <c:v>62310.71</c:v>
                </c:pt>
                <c:pt idx="2391">
                  <c:v>62336.79</c:v>
                </c:pt>
                <c:pt idx="2392">
                  <c:v>62362.86</c:v>
                </c:pt>
                <c:pt idx="2393">
                  <c:v>62388.93</c:v>
                </c:pt>
                <c:pt idx="2394">
                  <c:v>62415</c:v>
                </c:pt>
                <c:pt idx="2395">
                  <c:v>62441.07</c:v>
                </c:pt>
                <c:pt idx="2396">
                  <c:v>62467.14</c:v>
                </c:pt>
                <c:pt idx="2397">
                  <c:v>62493.21</c:v>
                </c:pt>
                <c:pt idx="2398">
                  <c:v>62519.29</c:v>
                </c:pt>
                <c:pt idx="2399">
                  <c:v>62545.36</c:v>
                </c:pt>
                <c:pt idx="2400">
                  <c:v>62571.43</c:v>
                </c:pt>
                <c:pt idx="2401">
                  <c:v>62597.5</c:v>
                </c:pt>
                <c:pt idx="2402">
                  <c:v>62623.57</c:v>
                </c:pt>
                <c:pt idx="2403">
                  <c:v>62649.64</c:v>
                </c:pt>
                <c:pt idx="2404">
                  <c:v>62675.71</c:v>
                </c:pt>
                <c:pt idx="2405">
                  <c:v>62701.79</c:v>
                </c:pt>
                <c:pt idx="2406">
                  <c:v>62727.86</c:v>
                </c:pt>
                <c:pt idx="2407">
                  <c:v>62753.93</c:v>
                </c:pt>
                <c:pt idx="2408">
                  <c:v>62780</c:v>
                </c:pt>
                <c:pt idx="2409">
                  <c:v>62806.07</c:v>
                </c:pt>
                <c:pt idx="2410">
                  <c:v>62832.14</c:v>
                </c:pt>
                <c:pt idx="2411">
                  <c:v>62858.21</c:v>
                </c:pt>
                <c:pt idx="2412">
                  <c:v>62884.29</c:v>
                </c:pt>
                <c:pt idx="2413">
                  <c:v>62910.36</c:v>
                </c:pt>
                <c:pt idx="2414">
                  <c:v>62936.43</c:v>
                </c:pt>
                <c:pt idx="2415">
                  <c:v>62962.5</c:v>
                </c:pt>
                <c:pt idx="2416">
                  <c:v>62988.57</c:v>
                </c:pt>
                <c:pt idx="2417">
                  <c:v>63014.64</c:v>
                </c:pt>
                <c:pt idx="2418">
                  <c:v>63040.71</c:v>
                </c:pt>
                <c:pt idx="2419">
                  <c:v>63066.79</c:v>
                </c:pt>
                <c:pt idx="2420">
                  <c:v>63092.86</c:v>
                </c:pt>
                <c:pt idx="2421">
                  <c:v>63118.93</c:v>
                </c:pt>
                <c:pt idx="2422">
                  <c:v>63145</c:v>
                </c:pt>
                <c:pt idx="2423">
                  <c:v>63171.07</c:v>
                </c:pt>
                <c:pt idx="2424">
                  <c:v>63197.14</c:v>
                </c:pt>
                <c:pt idx="2425">
                  <c:v>63223.21</c:v>
                </c:pt>
                <c:pt idx="2426">
                  <c:v>63249.29</c:v>
                </c:pt>
                <c:pt idx="2427">
                  <c:v>63275.360000000001</c:v>
                </c:pt>
                <c:pt idx="2428">
                  <c:v>63301.43</c:v>
                </c:pt>
                <c:pt idx="2429">
                  <c:v>63327.5</c:v>
                </c:pt>
                <c:pt idx="2430">
                  <c:v>63353.57</c:v>
                </c:pt>
                <c:pt idx="2431">
                  <c:v>63379.64</c:v>
                </c:pt>
                <c:pt idx="2432">
                  <c:v>63405.71</c:v>
                </c:pt>
                <c:pt idx="2433">
                  <c:v>63431.79</c:v>
                </c:pt>
                <c:pt idx="2434">
                  <c:v>63457.86</c:v>
                </c:pt>
                <c:pt idx="2435">
                  <c:v>63483.93</c:v>
                </c:pt>
                <c:pt idx="2436">
                  <c:v>63510</c:v>
                </c:pt>
                <c:pt idx="2437">
                  <c:v>63536.07</c:v>
                </c:pt>
                <c:pt idx="2438">
                  <c:v>63562.14</c:v>
                </c:pt>
                <c:pt idx="2439">
                  <c:v>63588.21</c:v>
                </c:pt>
                <c:pt idx="2440">
                  <c:v>63614.29</c:v>
                </c:pt>
                <c:pt idx="2441">
                  <c:v>63640.36</c:v>
                </c:pt>
                <c:pt idx="2442">
                  <c:v>63666.43</c:v>
                </c:pt>
                <c:pt idx="2443">
                  <c:v>63692.5</c:v>
                </c:pt>
                <c:pt idx="2444">
                  <c:v>63718.57</c:v>
                </c:pt>
                <c:pt idx="2445">
                  <c:v>63744.639999999999</c:v>
                </c:pt>
                <c:pt idx="2446">
                  <c:v>63770.71</c:v>
                </c:pt>
                <c:pt idx="2447">
                  <c:v>63796.79</c:v>
                </c:pt>
                <c:pt idx="2448">
                  <c:v>63822.86</c:v>
                </c:pt>
                <c:pt idx="2449">
                  <c:v>63848.93</c:v>
                </c:pt>
                <c:pt idx="2450">
                  <c:v>63875</c:v>
                </c:pt>
                <c:pt idx="2451">
                  <c:v>63901.07</c:v>
                </c:pt>
                <c:pt idx="2452">
                  <c:v>63927.14</c:v>
                </c:pt>
                <c:pt idx="2453">
                  <c:v>63953.21</c:v>
                </c:pt>
                <c:pt idx="2454">
                  <c:v>63979.29</c:v>
                </c:pt>
                <c:pt idx="2455">
                  <c:v>64005.36</c:v>
                </c:pt>
                <c:pt idx="2456">
                  <c:v>64031.43</c:v>
                </c:pt>
                <c:pt idx="2457">
                  <c:v>64057.5</c:v>
                </c:pt>
                <c:pt idx="2458">
                  <c:v>64083.57</c:v>
                </c:pt>
                <c:pt idx="2459">
                  <c:v>64109.64</c:v>
                </c:pt>
                <c:pt idx="2460">
                  <c:v>64135.71</c:v>
                </c:pt>
                <c:pt idx="2461">
                  <c:v>64161.79</c:v>
                </c:pt>
                <c:pt idx="2462">
                  <c:v>64187.86</c:v>
                </c:pt>
                <c:pt idx="2463">
                  <c:v>64213.93</c:v>
                </c:pt>
                <c:pt idx="2464">
                  <c:v>64240</c:v>
                </c:pt>
                <c:pt idx="2465">
                  <c:v>64266.07</c:v>
                </c:pt>
                <c:pt idx="2466">
                  <c:v>64292.14</c:v>
                </c:pt>
                <c:pt idx="2467">
                  <c:v>64318.21</c:v>
                </c:pt>
                <c:pt idx="2468">
                  <c:v>64344.29</c:v>
                </c:pt>
                <c:pt idx="2469">
                  <c:v>64370.36</c:v>
                </c:pt>
                <c:pt idx="2470">
                  <c:v>64396.43</c:v>
                </c:pt>
                <c:pt idx="2471">
                  <c:v>64422.5</c:v>
                </c:pt>
                <c:pt idx="2472">
                  <c:v>64448.57</c:v>
                </c:pt>
                <c:pt idx="2473">
                  <c:v>64474.64</c:v>
                </c:pt>
                <c:pt idx="2474">
                  <c:v>64500.71</c:v>
                </c:pt>
                <c:pt idx="2475">
                  <c:v>64526.79</c:v>
                </c:pt>
                <c:pt idx="2476">
                  <c:v>64552.86</c:v>
                </c:pt>
                <c:pt idx="2477">
                  <c:v>64578.93</c:v>
                </c:pt>
                <c:pt idx="2478">
                  <c:v>64605</c:v>
                </c:pt>
                <c:pt idx="2479">
                  <c:v>64631.07</c:v>
                </c:pt>
                <c:pt idx="2480">
                  <c:v>64657.14</c:v>
                </c:pt>
                <c:pt idx="2481">
                  <c:v>64683.21</c:v>
                </c:pt>
                <c:pt idx="2482">
                  <c:v>64709.29</c:v>
                </c:pt>
                <c:pt idx="2483">
                  <c:v>64735.360000000001</c:v>
                </c:pt>
                <c:pt idx="2484">
                  <c:v>64761.43</c:v>
                </c:pt>
                <c:pt idx="2485">
                  <c:v>64787.5</c:v>
                </c:pt>
                <c:pt idx="2486">
                  <c:v>64813.57</c:v>
                </c:pt>
                <c:pt idx="2487">
                  <c:v>64839.64</c:v>
                </c:pt>
                <c:pt idx="2488">
                  <c:v>64865.71</c:v>
                </c:pt>
                <c:pt idx="2489">
                  <c:v>64891.79</c:v>
                </c:pt>
                <c:pt idx="2490">
                  <c:v>64917.86</c:v>
                </c:pt>
                <c:pt idx="2491">
                  <c:v>64943.93</c:v>
                </c:pt>
                <c:pt idx="2492">
                  <c:v>64970</c:v>
                </c:pt>
                <c:pt idx="2493">
                  <c:v>64996.07</c:v>
                </c:pt>
                <c:pt idx="2494">
                  <c:v>65022.14</c:v>
                </c:pt>
                <c:pt idx="2495">
                  <c:v>65048.21</c:v>
                </c:pt>
                <c:pt idx="2496">
                  <c:v>65074.29</c:v>
                </c:pt>
                <c:pt idx="2497">
                  <c:v>65100.36</c:v>
                </c:pt>
                <c:pt idx="2498">
                  <c:v>65126.43</c:v>
                </c:pt>
                <c:pt idx="2499">
                  <c:v>65152.5</c:v>
                </c:pt>
                <c:pt idx="2500">
                  <c:v>65178.57</c:v>
                </c:pt>
                <c:pt idx="2501">
                  <c:v>65204.639999999999</c:v>
                </c:pt>
                <c:pt idx="2502">
                  <c:v>65230.71</c:v>
                </c:pt>
                <c:pt idx="2503">
                  <c:v>65256.79</c:v>
                </c:pt>
                <c:pt idx="2504">
                  <c:v>65282.86</c:v>
                </c:pt>
                <c:pt idx="2505">
                  <c:v>65308.93</c:v>
                </c:pt>
                <c:pt idx="2506">
                  <c:v>65335</c:v>
                </c:pt>
                <c:pt idx="2507">
                  <c:v>65361.07</c:v>
                </c:pt>
                <c:pt idx="2508">
                  <c:v>65387.14</c:v>
                </c:pt>
                <c:pt idx="2509">
                  <c:v>65413.21</c:v>
                </c:pt>
                <c:pt idx="2510">
                  <c:v>65439.29</c:v>
                </c:pt>
                <c:pt idx="2511">
                  <c:v>65465.36</c:v>
                </c:pt>
                <c:pt idx="2512">
                  <c:v>65491.43</c:v>
                </c:pt>
                <c:pt idx="2513">
                  <c:v>65517.5</c:v>
                </c:pt>
                <c:pt idx="2514">
                  <c:v>65543.570000000007</c:v>
                </c:pt>
                <c:pt idx="2515">
                  <c:v>65569.64</c:v>
                </c:pt>
                <c:pt idx="2516">
                  <c:v>65595.710000000006</c:v>
                </c:pt>
                <c:pt idx="2517">
                  <c:v>65621.789999999994</c:v>
                </c:pt>
                <c:pt idx="2518">
                  <c:v>65647.86</c:v>
                </c:pt>
                <c:pt idx="2519">
                  <c:v>65673.929999999993</c:v>
                </c:pt>
                <c:pt idx="2520">
                  <c:v>65700</c:v>
                </c:pt>
                <c:pt idx="2521">
                  <c:v>65726.070000000007</c:v>
                </c:pt>
                <c:pt idx="2522">
                  <c:v>65752.14</c:v>
                </c:pt>
                <c:pt idx="2523">
                  <c:v>65778.210000000006</c:v>
                </c:pt>
                <c:pt idx="2524">
                  <c:v>65804.289999999994</c:v>
                </c:pt>
                <c:pt idx="2525">
                  <c:v>65830.36</c:v>
                </c:pt>
                <c:pt idx="2526">
                  <c:v>65856.429999999993</c:v>
                </c:pt>
                <c:pt idx="2527">
                  <c:v>65882.5</c:v>
                </c:pt>
                <c:pt idx="2528">
                  <c:v>65908.570000000007</c:v>
                </c:pt>
                <c:pt idx="2529">
                  <c:v>65934.64</c:v>
                </c:pt>
                <c:pt idx="2530">
                  <c:v>65960.710000000006</c:v>
                </c:pt>
                <c:pt idx="2531">
                  <c:v>65986.789999999994</c:v>
                </c:pt>
                <c:pt idx="2532">
                  <c:v>66012.86</c:v>
                </c:pt>
                <c:pt idx="2533">
                  <c:v>66038.929999999993</c:v>
                </c:pt>
                <c:pt idx="2534">
                  <c:v>66065</c:v>
                </c:pt>
                <c:pt idx="2535">
                  <c:v>66091.070000000007</c:v>
                </c:pt>
                <c:pt idx="2536">
                  <c:v>66117.14</c:v>
                </c:pt>
                <c:pt idx="2537">
                  <c:v>66143.210000000006</c:v>
                </c:pt>
                <c:pt idx="2538">
                  <c:v>66169.289999999994</c:v>
                </c:pt>
                <c:pt idx="2539">
                  <c:v>66195.360000000001</c:v>
                </c:pt>
                <c:pt idx="2540">
                  <c:v>66221.429999999993</c:v>
                </c:pt>
                <c:pt idx="2541">
                  <c:v>66247.5</c:v>
                </c:pt>
                <c:pt idx="2542">
                  <c:v>66273.570000000007</c:v>
                </c:pt>
                <c:pt idx="2543">
                  <c:v>66299.64</c:v>
                </c:pt>
                <c:pt idx="2544">
                  <c:v>66325.710000000006</c:v>
                </c:pt>
                <c:pt idx="2545">
                  <c:v>66351.789999999994</c:v>
                </c:pt>
                <c:pt idx="2546">
                  <c:v>66377.86</c:v>
                </c:pt>
                <c:pt idx="2547">
                  <c:v>66403.929999999993</c:v>
                </c:pt>
                <c:pt idx="2548">
                  <c:v>66430</c:v>
                </c:pt>
                <c:pt idx="2549">
                  <c:v>66456.070000000007</c:v>
                </c:pt>
                <c:pt idx="2550">
                  <c:v>66482.14</c:v>
                </c:pt>
                <c:pt idx="2551">
                  <c:v>66508.210000000006</c:v>
                </c:pt>
                <c:pt idx="2552">
                  <c:v>66534.289999999994</c:v>
                </c:pt>
                <c:pt idx="2553">
                  <c:v>66560.36</c:v>
                </c:pt>
                <c:pt idx="2554">
                  <c:v>66586.429999999993</c:v>
                </c:pt>
                <c:pt idx="2555">
                  <c:v>66612.5</c:v>
                </c:pt>
                <c:pt idx="2556">
                  <c:v>66638.570000000007</c:v>
                </c:pt>
                <c:pt idx="2557">
                  <c:v>66664.639999999999</c:v>
                </c:pt>
                <c:pt idx="2558">
                  <c:v>66690.710000000006</c:v>
                </c:pt>
                <c:pt idx="2559">
                  <c:v>66716.789999999994</c:v>
                </c:pt>
                <c:pt idx="2560">
                  <c:v>66742.86</c:v>
                </c:pt>
                <c:pt idx="2561">
                  <c:v>66768.929999999993</c:v>
                </c:pt>
                <c:pt idx="2562">
                  <c:v>66795</c:v>
                </c:pt>
                <c:pt idx="2563">
                  <c:v>66821.070000000007</c:v>
                </c:pt>
                <c:pt idx="2564">
                  <c:v>66847.14</c:v>
                </c:pt>
                <c:pt idx="2565">
                  <c:v>66873.210000000006</c:v>
                </c:pt>
                <c:pt idx="2566">
                  <c:v>66899.289999999994</c:v>
                </c:pt>
                <c:pt idx="2567">
                  <c:v>66925.36</c:v>
                </c:pt>
                <c:pt idx="2568">
                  <c:v>66951.429999999993</c:v>
                </c:pt>
                <c:pt idx="2569">
                  <c:v>66977.5</c:v>
                </c:pt>
                <c:pt idx="2570">
                  <c:v>67003.570000000007</c:v>
                </c:pt>
                <c:pt idx="2571">
                  <c:v>67029.64</c:v>
                </c:pt>
                <c:pt idx="2572">
                  <c:v>67055.710000000006</c:v>
                </c:pt>
                <c:pt idx="2573">
                  <c:v>67081.789999999994</c:v>
                </c:pt>
                <c:pt idx="2574">
                  <c:v>67107.86</c:v>
                </c:pt>
                <c:pt idx="2575">
                  <c:v>67133.929999999993</c:v>
                </c:pt>
                <c:pt idx="2576">
                  <c:v>67160</c:v>
                </c:pt>
                <c:pt idx="2577">
                  <c:v>67186.070000000007</c:v>
                </c:pt>
                <c:pt idx="2578">
                  <c:v>67212.14</c:v>
                </c:pt>
                <c:pt idx="2579">
                  <c:v>67238.210000000006</c:v>
                </c:pt>
                <c:pt idx="2580">
                  <c:v>67264.289999999994</c:v>
                </c:pt>
                <c:pt idx="2581">
                  <c:v>67290.36</c:v>
                </c:pt>
                <c:pt idx="2582">
                  <c:v>67316.429999999993</c:v>
                </c:pt>
                <c:pt idx="2583">
                  <c:v>67342.5</c:v>
                </c:pt>
                <c:pt idx="2584">
                  <c:v>67368.570000000007</c:v>
                </c:pt>
                <c:pt idx="2585">
                  <c:v>67394.64</c:v>
                </c:pt>
                <c:pt idx="2586">
                  <c:v>67420.710000000006</c:v>
                </c:pt>
                <c:pt idx="2587">
                  <c:v>67446.789999999994</c:v>
                </c:pt>
                <c:pt idx="2588">
                  <c:v>67472.86</c:v>
                </c:pt>
                <c:pt idx="2589">
                  <c:v>67498.929999999993</c:v>
                </c:pt>
                <c:pt idx="2590">
                  <c:v>67525</c:v>
                </c:pt>
                <c:pt idx="2591">
                  <c:v>67551.070000000007</c:v>
                </c:pt>
                <c:pt idx="2592">
                  <c:v>67577.14</c:v>
                </c:pt>
                <c:pt idx="2593">
                  <c:v>67603.210000000006</c:v>
                </c:pt>
                <c:pt idx="2594">
                  <c:v>67629.289999999994</c:v>
                </c:pt>
                <c:pt idx="2595">
                  <c:v>67655.360000000001</c:v>
                </c:pt>
                <c:pt idx="2596">
                  <c:v>67681.429999999993</c:v>
                </c:pt>
                <c:pt idx="2597">
                  <c:v>67707.5</c:v>
                </c:pt>
                <c:pt idx="2598">
                  <c:v>67733.570000000007</c:v>
                </c:pt>
                <c:pt idx="2599">
                  <c:v>67759.64</c:v>
                </c:pt>
                <c:pt idx="2600">
                  <c:v>67785.710000000006</c:v>
                </c:pt>
                <c:pt idx="2601">
                  <c:v>67811.789999999994</c:v>
                </c:pt>
                <c:pt idx="2602">
                  <c:v>67837.86</c:v>
                </c:pt>
                <c:pt idx="2603">
                  <c:v>67863.929999999993</c:v>
                </c:pt>
                <c:pt idx="2604">
                  <c:v>67890</c:v>
                </c:pt>
                <c:pt idx="2605">
                  <c:v>67916.070000000007</c:v>
                </c:pt>
                <c:pt idx="2606">
                  <c:v>67942.14</c:v>
                </c:pt>
                <c:pt idx="2607">
                  <c:v>67968.210000000006</c:v>
                </c:pt>
                <c:pt idx="2608">
                  <c:v>67994.289999999994</c:v>
                </c:pt>
                <c:pt idx="2609">
                  <c:v>68020.36</c:v>
                </c:pt>
                <c:pt idx="2610">
                  <c:v>68046.429999999993</c:v>
                </c:pt>
                <c:pt idx="2611">
                  <c:v>68072.5</c:v>
                </c:pt>
                <c:pt idx="2612">
                  <c:v>68098.570000000007</c:v>
                </c:pt>
                <c:pt idx="2613">
                  <c:v>68124.639999999999</c:v>
                </c:pt>
                <c:pt idx="2614">
                  <c:v>68150.710000000006</c:v>
                </c:pt>
                <c:pt idx="2615">
                  <c:v>68176.789999999994</c:v>
                </c:pt>
                <c:pt idx="2616">
                  <c:v>68202.86</c:v>
                </c:pt>
                <c:pt idx="2617">
                  <c:v>68228.929999999993</c:v>
                </c:pt>
                <c:pt idx="2618">
                  <c:v>68255</c:v>
                </c:pt>
                <c:pt idx="2619">
                  <c:v>68281.070000000007</c:v>
                </c:pt>
                <c:pt idx="2620">
                  <c:v>68307.14</c:v>
                </c:pt>
                <c:pt idx="2621">
                  <c:v>68333.210000000006</c:v>
                </c:pt>
                <c:pt idx="2622">
                  <c:v>68359.289999999994</c:v>
                </c:pt>
                <c:pt idx="2623">
                  <c:v>68385.36</c:v>
                </c:pt>
                <c:pt idx="2624">
                  <c:v>68411.429999999993</c:v>
                </c:pt>
                <c:pt idx="2625">
                  <c:v>68437.5</c:v>
                </c:pt>
                <c:pt idx="2626">
                  <c:v>68463.570000000007</c:v>
                </c:pt>
                <c:pt idx="2627">
                  <c:v>68489.64</c:v>
                </c:pt>
                <c:pt idx="2628">
                  <c:v>68515.710000000006</c:v>
                </c:pt>
                <c:pt idx="2629">
                  <c:v>68541.789999999994</c:v>
                </c:pt>
                <c:pt idx="2630">
                  <c:v>68567.86</c:v>
                </c:pt>
                <c:pt idx="2631">
                  <c:v>68593.929999999993</c:v>
                </c:pt>
                <c:pt idx="2632">
                  <c:v>68620</c:v>
                </c:pt>
                <c:pt idx="2633">
                  <c:v>68646.070000000007</c:v>
                </c:pt>
                <c:pt idx="2634">
                  <c:v>68672.14</c:v>
                </c:pt>
                <c:pt idx="2635">
                  <c:v>68698.210000000006</c:v>
                </c:pt>
                <c:pt idx="2636">
                  <c:v>68724.289999999994</c:v>
                </c:pt>
                <c:pt idx="2637">
                  <c:v>68750.36</c:v>
                </c:pt>
                <c:pt idx="2638">
                  <c:v>68776.429999999993</c:v>
                </c:pt>
                <c:pt idx="2639">
                  <c:v>68802.5</c:v>
                </c:pt>
                <c:pt idx="2640">
                  <c:v>68828.570000000007</c:v>
                </c:pt>
                <c:pt idx="2641">
                  <c:v>68854.64</c:v>
                </c:pt>
                <c:pt idx="2642">
                  <c:v>68880.710000000006</c:v>
                </c:pt>
                <c:pt idx="2643">
                  <c:v>68906.789999999994</c:v>
                </c:pt>
                <c:pt idx="2644">
                  <c:v>68932.86</c:v>
                </c:pt>
                <c:pt idx="2645">
                  <c:v>68958.929999999993</c:v>
                </c:pt>
                <c:pt idx="2646">
                  <c:v>68985</c:v>
                </c:pt>
                <c:pt idx="2647">
                  <c:v>69011.070000000007</c:v>
                </c:pt>
                <c:pt idx="2648">
                  <c:v>69037.14</c:v>
                </c:pt>
                <c:pt idx="2649">
                  <c:v>69063.210000000006</c:v>
                </c:pt>
                <c:pt idx="2650">
                  <c:v>69089.289999999994</c:v>
                </c:pt>
                <c:pt idx="2651">
                  <c:v>69115.360000000001</c:v>
                </c:pt>
                <c:pt idx="2652">
                  <c:v>69141.429999999993</c:v>
                </c:pt>
                <c:pt idx="2653">
                  <c:v>69167.5</c:v>
                </c:pt>
                <c:pt idx="2654">
                  <c:v>69193.570000000007</c:v>
                </c:pt>
                <c:pt idx="2655">
                  <c:v>69219.64</c:v>
                </c:pt>
                <c:pt idx="2656">
                  <c:v>69245.710000000006</c:v>
                </c:pt>
                <c:pt idx="2657">
                  <c:v>69271.789999999994</c:v>
                </c:pt>
                <c:pt idx="2658">
                  <c:v>69297.86</c:v>
                </c:pt>
                <c:pt idx="2659">
                  <c:v>69323.929999999993</c:v>
                </c:pt>
                <c:pt idx="2660">
                  <c:v>69350</c:v>
                </c:pt>
                <c:pt idx="2661">
                  <c:v>69376.070000000007</c:v>
                </c:pt>
                <c:pt idx="2662">
                  <c:v>69402.14</c:v>
                </c:pt>
                <c:pt idx="2663">
                  <c:v>69428.210000000006</c:v>
                </c:pt>
                <c:pt idx="2664">
                  <c:v>69454.289999999994</c:v>
                </c:pt>
                <c:pt idx="2665">
                  <c:v>69480.36</c:v>
                </c:pt>
                <c:pt idx="2666">
                  <c:v>69506.429999999993</c:v>
                </c:pt>
                <c:pt idx="2667">
                  <c:v>69532.5</c:v>
                </c:pt>
                <c:pt idx="2668">
                  <c:v>69558.570000000007</c:v>
                </c:pt>
                <c:pt idx="2669">
                  <c:v>69584.639999999999</c:v>
                </c:pt>
                <c:pt idx="2670">
                  <c:v>69610.710000000006</c:v>
                </c:pt>
                <c:pt idx="2671">
                  <c:v>69636.789999999994</c:v>
                </c:pt>
                <c:pt idx="2672">
                  <c:v>69662.86</c:v>
                </c:pt>
                <c:pt idx="2673">
                  <c:v>69688.929999999993</c:v>
                </c:pt>
                <c:pt idx="2674">
                  <c:v>69715</c:v>
                </c:pt>
                <c:pt idx="2675">
                  <c:v>69741.070000000007</c:v>
                </c:pt>
                <c:pt idx="2676">
                  <c:v>69767.14</c:v>
                </c:pt>
                <c:pt idx="2677">
                  <c:v>69793.210000000006</c:v>
                </c:pt>
                <c:pt idx="2678">
                  <c:v>69819.289999999994</c:v>
                </c:pt>
                <c:pt idx="2679">
                  <c:v>69845.36</c:v>
                </c:pt>
                <c:pt idx="2680">
                  <c:v>69871.429999999993</c:v>
                </c:pt>
                <c:pt idx="2681">
                  <c:v>69897.5</c:v>
                </c:pt>
                <c:pt idx="2682">
                  <c:v>69923.570000000007</c:v>
                </c:pt>
                <c:pt idx="2683">
                  <c:v>69949.64</c:v>
                </c:pt>
                <c:pt idx="2684">
                  <c:v>69975.710000000006</c:v>
                </c:pt>
                <c:pt idx="2685">
                  <c:v>70001.789999999994</c:v>
                </c:pt>
                <c:pt idx="2686">
                  <c:v>70027.86</c:v>
                </c:pt>
                <c:pt idx="2687">
                  <c:v>70053.929999999993</c:v>
                </c:pt>
                <c:pt idx="2688">
                  <c:v>70080</c:v>
                </c:pt>
                <c:pt idx="2689">
                  <c:v>70106.070000000007</c:v>
                </c:pt>
                <c:pt idx="2690">
                  <c:v>70132.14</c:v>
                </c:pt>
                <c:pt idx="2691">
                  <c:v>70158.210000000006</c:v>
                </c:pt>
                <c:pt idx="2692">
                  <c:v>70184.289999999994</c:v>
                </c:pt>
                <c:pt idx="2693">
                  <c:v>70210.36</c:v>
                </c:pt>
                <c:pt idx="2694">
                  <c:v>70236.429999999993</c:v>
                </c:pt>
                <c:pt idx="2695">
                  <c:v>70262.5</c:v>
                </c:pt>
                <c:pt idx="2696">
                  <c:v>70288.570000000007</c:v>
                </c:pt>
                <c:pt idx="2697">
                  <c:v>70314.64</c:v>
                </c:pt>
                <c:pt idx="2698">
                  <c:v>70340.710000000006</c:v>
                </c:pt>
                <c:pt idx="2699">
                  <c:v>70366.789999999994</c:v>
                </c:pt>
                <c:pt idx="2700">
                  <c:v>70392.86</c:v>
                </c:pt>
                <c:pt idx="2701">
                  <c:v>70418.929999999993</c:v>
                </c:pt>
                <c:pt idx="2702">
                  <c:v>70445</c:v>
                </c:pt>
                <c:pt idx="2703">
                  <c:v>70471.070000000007</c:v>
                </c:pt>
                <c:pt idx="2704">
                  <c:v>70497.14</c:v>
                </c:pt>
                <c:pt idx="2705">
                  <c:v>70523.210000000006</c:v>
                </c:pt>
                <c:pt idx="2706">
                  <c:v>70549.289999999994</c:v>
                </c:pt>
                <c:pt idx="2707">
                  <c:v>70575.360000000001</c:v>
                </c:pt>
                <c:pt idx="2708">
                  <c:v>70601.429999999993</c:v>
                </c:pt>
                <c:pt idx="2709">
                  <c:v>70627.5</c:v>
                </c:pt>
                <c:pt idx="2710">
                  <c:v>70653.570000000007</c:v>
                </c:pt>
                <c:pt idx="2711">
                  <c:v>70679.64</c:v>
                </c:pt>
                <c:pt idx="2712">
                  <c:v>70705.710000000006</c:v>
                </c:pt>
                <c:pt idx="2713">
                  <c:v>70731.789999999994</c:v>
                </c:pt>
                <c:pt idx="2714">
                  <c:v>70757.86</c:v>
                </c:pt>
                <c:pt idx="2715">
                  <c:v>70783.929999999993</c:v>
                </c:pt>
                <c:pt idx="2716">
                  <c:v>70810</c:v>
                </c:pt>
                <c:pt idx="2717">
                  <c:v>70836.070000000007</c:v>
                </c:pt>
                <c:pt idx="2718">
                  <c:v>70862.14</c:v>
                </c:pt>
                <c:pt idx="2719">
                  <c:v>70888.210000000006</c:v>
                </c:pt>
                <c:pt idx="2720">
                  <c:v>70914.289999999994</c:v>
                </c:pt>
                <c:pt idx="2721">
                  <c:v>70940.36</c:v>
                </c:pt>
                <c:pt idx="2722">
                  <c:v>70966.429999999993</c:v>
                </c:pt>
                <c:pt idx="2723">
                  <c:v>70992.5</c:v>
                </c:pt>
                <c:pt idx="2724">
                  <c:v>71018.570000000007</c:v>
                </c:pt>
                <c:pt idx="2725">
                  <c:v>71044.639999999999</c:v>
                </c:pt>
                <c:pt idx="2726">
                  <c:v>71070.710000000006</c:v>
                </c:pt>
                <c:pt idx="2727">
                  <c:v>71096.789999999994</c:v>
                </c:pt>
                <c:pt idx="2728">
                  <c:v>71122.86</c:v>
                </c:pt>
                <c:pt idx="2729">
                  <c:v>71148.929999999993</c:v>
                </c:pt>
                <c:pt idx="2730">
                  <c:v>71175</c:v>
                </c:pt>
                <c:pt idx="2731">
                  <c:v>71201.070000000007</c:v>
                </c:pt>
                <c:pt idx="2732">
                  <c:v>71227.14</c:v>
                </c:pt>
                <c:pt idx="2733">
                  <c:v>71253.210000000006</c:v>
                </c:pt>
                <c:pt idx="2734">
                  <c:v>71279.289999999994</c:v>
                </c:pt>
                <c:pt idx="2735">
                  <c:v>71305.36</c:v>
                </c:pt>
                <c:pt idx="2736">
                  <c:v>71331.429999999993</c:v>
                </c:pt>
                <c:pt idx="2737">
                  <c:v>71357.5</c:v>
                </c:pt>
                <c:pt idx="2738">
                  <c:v>71383.570000000007</c:v>
                </c:pt>
                <c:pt idx="2739">
                  <c:v>71409.64</c:v>
                </c:pt>
                <c:pt idx="2740">
                  <c:v>71435.710000000006</c:v>
                </c:pt>
                <c:pt idx="2741">
                  <c:v>71461.789999999994</c:v>
                </c:pt>
                <c:pt idx="2742">
                  <c:v>71487.86</c:v>
                </c:pt>
                <c:pt idx="2743">
                  <c:v>71513.929999999993</c:v>
                </c:pt>
                <c:pt idx="2744">
                  <c:v>71540</c:v>
                </c:pt>
                <c:pt idx="2745">
                  <c:v>71566.070000000007</c:v>
                </c:pt>
                <c:pt idx="2746">
                  <c:v>71592.14</c:v>
                </c:pt>
                <c:pt idx="2747">
                  <c:v>71618.210000000006</c:v>
                </c:pt>
                <c:pt idx="2748">
                  <c:v>71644.289999999994</c:v>
                </c:pt>
                <c:pt idx="2749">
                  <c:v>71670.36</c:v>
                </c:pt>
                <c:pt idx="2750">
                  <c:v>71696.429999999993</c:v>
                </c:pt>
                <c:pt idx="2751">
                  <c:v>71722.5</c:v>
                </c:pt>
                <c:pt idx="2752">
                  <c:v>71748.570000000007</c:v>
                </c:pt>
                <c:pt idx="2753">
                  <c:v>71774.64</c:v>
                </c:pt>
                <c:pt idx="2754">
                  <c:v>71800.710000000006</c:v>
                </c:pt>
                <c:pt idx="2755">
                  <c:v>71826.789999999994</c:v>
                </c:pt>
                <c:pt idx="2756">
                  <c:v>71852.86</c:v>
                </c:pt>
                <c:pt idx="2757">
                  <c:v>71878.929999999993</c:v>
                </c:pt>
                <c:pt idx="2758">
                  <c:v>71905</c:v>
                </c:pt>
                <c:pt idx="2759">
                  <c:v>71931.070000000007</c:v>
                </c:pt>
                <c:pt idx="2760">
                  <c:v>71957.14</c:v>
                </c:pt>
                <c:pt idx="2761">
                  <c:v>71983.210000000006</c:v>
                </c:pt>
                <c:pt idx="2762">
                  <c:v>72009.289999999994</c:v>
                </c:pt>
                <c:pt idx="2763">
                  <c:v>72035.360000000001</c:v>
                </c:pt>
                <c:pt idx="2764">
                  <c:v>72061.429999999993</c:v>
                </c:pt>
                <c:pt idx="2765">
                  <c:v>72087.5</c:v>
                </c:pt>
                <c:pt idx="2766">
                  <c:v>72113.570000000007</c:v>
                </c:pt>
                <c:pt idx="2767">
                  <c:v>72139.64</c:v>
                </c:pt>
                <c:pt idx="2768">
                  <c:v>72165.710000000006</c:v>
                </c:pt>
                <c:pt idx="2769">
                  <c:v>72191.789999999994</c:v>
                </c:pt>
                <c:pt idx="2770">
                  <c:v>72217.86</c:v>
                </c:pt>
                <c:pt idx="2771">
                  <c:v>72243.929999999993</c:v>
                </c:pt>
                <c:pt idx="2772">
                  <c:v>72270</c:v>
                </c:pt>
                <c:pt idx="2773">
                  <c:v>72296.070000000007</c:v>
                </c:pt>
                <c:pt idx="2774">
                  <c:v>72322.14</c:v>
                </c:pt>
                <c:pt idx="2775">
                  <c:v>72348.210000000006</c:v>
                </c:pt>
                <c:pt idx="2776">
                  <c:v>72374.289999999994</c:v>
                </c:pt>
                <c:pt idx="2777">
                  <c:v>72400.36</c:v>
                </c:pt>
                <c:pt idx="2778">
                  <c:v>72426.429999999993</c:v>
                </c:pt>
                <c:pt idx="2779">
                  <c:v>72452.5</c:v>
                </c:pt>
                <c:pt idx="2780">
                  <c:v>72478.570000000007</c:v>
                </c:pt>
                <c:pt idx="2781">
                  <c:v>72504.639999999999</c:v>
                </c:pt>
                <c:pt idx="2782">
                  <c:v>72530.710000000006</c:v>
                </c:pt>
                <c:pt idx="2783">
                  <c:v>72556.789999999994</c:v>
                </c:pt>
                <c:pt idx="2784">
                  <c:v>72582.86</c:v>
                </c:pt>
                <c:pt idx="2785">
                  <c:v>72608.929999999993</c:v>
                </c:pt>
                <c:pt idx="2786">
                  <c:v>72635</c:v>
                </c:pt>
                <c:pt idx="2787">
                  <c:v>72661.070000000007</c:v>
                </c:pt>
                <c:pt idx="2788">
                  <c:v>72687.14</c:v>
                </c:pt>
                <c:pt idx="2789">
                  <c:v>72713.210000000006</c:v>
                </c:pt>
                <c:pt idx="2790">
                  <c:v>72739.289999999994</c:v>
                </c:pt>
                <c:pt idx="2791">
                  <c:v>72765.36</c:v>
                </c:pt>
                <c:pt idx="2792">
                  <c:v>72791.429999999993</c:v>
                </c:pt>
                <c:pt idx="2793">
                  <c:v>72817.5</c:v>
                </c:pt>
                <c:pt idx="2794">
                  <c:v>72843.570000000007</c:v>
                </c:pt>
                <c:pt idx="2795">
                  <c:v>72869.64</c:v>
                </c:pt>
                <c:pt idx="2796">
                  <c:v>72895.710000000006</c:v>
                </c:pt>
                <c:pt idx="2797">
                  <c:v>72921.789999999994</c:v>
                </c:pt>
                <c:pt idx="2798">
                  <c:v>72947.86</c:v>
                </c:pt>
                <c:pt idx="2799">
                  <c:v>72973.929999999993</c:v>
                </c:pt>
                <c:pt idx="2800">
                  <c:v>73000</c:v>
                </c:pt>
                <c:pt idx="2801">
                  <c:v>73026.070000000007</c:v>
                </c:pt>
                <c:pt idx="2802">
                  <c:v>73052.14</c:v>
                </c:pt>
                <c:pt idx="2803">
                  <c:v>73078.210000000006</c:v>
                </c:pt>
                <c:pt idx="2804">
                  <c:v>73104.289999999994</c:v>
                </c:pt>
                <c:pt idx="2805">
                  <c:v>73130.36</c:v>
                </c:pt>
                <c:pt idx="2806">
                  <c:v>73156.429999999993</c:v>
                </c:pt>
                <c:pt idx="2807">
                  <c:v>73182.5</c:v>
                </c:pt>
                <c:pt idx="2808">
                  <c:v>73208.570000000007</c:v>
                </c:pt>
                <c:pt idx="2809">
                  <c:v>73234.64</c:v>
                </c:pt>
                <c:pt idx="2810">
                  <c:v>73260.710000000006</c:v>
                </c:pt>
                <c:pt idx="2811">
                  <c:v>73286.789999999994</c:v>
                </c:pt>
                <c:pt idx="2812">
                  <c:v>73312.86</c:v>
                </c:pt>
                <c:pt idx="2813">
                  <c:v>73338.929999999993</c:v>
                </c:pt>
                <c:pt idx="2814">
                  <c:v>73365</c:v>
                </c:pt>
                <c:pt idx="2815">
                  <c:v>73391.070000000007</c:v>
                </c:pt>
                <c:pt idx="2816">
                  <c:v>73417.14</c:v>
                </c:pt>
                <c:pt idx="2817">
                  <c:v>73443.210000000006</c:v>
                </c:pt>
                <c:pt idx="2818">
                  <c:v>73469.289999999994</c:v>
                </c:pt>
                <c:pt idx="2819">
                  <c:v>73495.360000000001</c:v>
                </c:pt>
                <c:pt idx="2820">
                  <c:v>73521.429999999993</c:v>
                </c:pt>
                <c:pt idx="2821">
                  <c:v>73547.5</c:v>
                </c:pt>
                <c:pt idx="2822">
                  <c:v>73573.570000000007</c:v>
                </c:pt>
                <c:pt idx="2823">
                  <c:v>73599.64</c:v>
                </c:pt>
                <c:pt idx="2824">
                  <c:v>73625.710000000006</c:v>
                </c:pt>
                <c:pt idx="2825">
                  <c:v>73651.789999999994</c:v>
                </c:pt>
                <c:pt idx="2826">
                  <c:v>73677.86</c:v>
                </c:pt>
                <c:pt idx="2827">
                  <c:v>73703.929999999993</c:v>
                </c:pt>
                <c:pt idx="2828">
                  <c:v>73730</c:v>
                </c:pt>
                <c:pt idx="2829">
                  <c:v>73756.070000000007</c:v>
                </c:pt>
                <c:pt idx="2830">
                  <c:v>73782.14</c:v>
                </c:pt>
                <c:pt idx="2831">
                  <c:v>73808.210000000006</c:v>
                </c:pt>
                <c:pt idx="2832">
                  <c:v>73834.289999999994</c:v>
                </c:pt>
                <c:pt idx="2833">
                  <c:v>73860.36</c:v>
                </c:pt>
                <c:pt idx="2834">
                  <c:v>73886.429999999993</c:v>
                </c:pt>
                <c:pt idx="2835">
                  <c:v>73912.5</c:v>
                </c:pt>
                <c:pt idx="2836">
                  <c:v>73938.570000000007</c:v>
                </c:pt>
                <c:pt idx="2837">
                  <c:v>73964.639999999999</c:v>
                </c:pt>
                <c:pt idx="2838">
                  <c:v>73990.710000000006</c:v>
                </c:pt>
                <c:pt idx="2839">
                  <c:v>74016.789999999994</c:v>
                </c:pt>
                <c:pt idx="2840">
                  <c:v>74042.86</c:v>
                </c:pt>
                <c:pt idx="2841">
                  <c:v>74068.929999999993</c:v>
                </c:pt>
                <c:pt idx="2842">
                  <c:v>74095</c:v>
                </c:pt>
                <c:pt idx="2843">
                  <c:v>74121.070000000007</c:v>
                </c:pt>
                <c:pt idx="2844">
                  <c:v>74147.14</c:v>
                </c:pt>
                <c:pt idx="2845">
                  <c:v>74173.210000000006</c:v>
                </c:pt>
                <c:pt idx="2846">
                  <c:v>74199.289999999994</c:v>
                </c:pt>
                <c:pt idx="2847">
                  <c:v>74225.36</c:v>
                </c:pt>
                <c:pt idx="2848">
                  <c:v>74251.429999999993</c:v>
                </c:pt>
                <c:pt idx="2849">
                  <c:v>74277.5</c:v>
                </c:pt>
                <c:pt idx="2850">
                  <c:v>74303.570000000007</c:v>
                </c:pt>
                <c:pt idx="2851">
                  <c:v>74329.64</c:v>
                </c:pt>
                <c:pt idx="2852">
                  <c:v>74355.710000000006</c:v>
                </c:pt>
                <c:pt idx="2853">
                  <c:v>74381.789999999994</c:v>
                </c:pt>
                <c:pt idx="2854">
                  <c:v>74407.86</c:v>
                </c:pt>
                <c:pt idx="2855">
                  <c:v>74433.929999999993</c:v>
                </c:pt>
                <c:pt idx="2856">
                  <c:v>74460</c:v>
                </c:pt>
                <c:pt idx="2857">
                  <c:v>74486.070000000007</c:v>
                </c:pt>
                <c:pt idx="2858">
                  <c:v>74512.14</c:v>
                </c:pt>
                <c:pt idx="2859">
                  <c:v>74538.210000000006</c:v>
                </c:pt>
                <c:pt idx="2860">
                  <c:v>74564.289999999994</c:v>
                </c:pt>
                <c:pt idx="2861">
                  <c:v>74590.36</c:v>
                </c:pt>
                <c:pt idx="2862">
                  <c:v>74616.429999999993</c:v>
                </c:pt>
                <c:pt idx="2863">
                  <c:v>74642.5</c:v>
                </c:pt>
                <c:pt idx="2864">
                  <c:v>74668.570000000007</c:v>
                </c:pt>
                <c:pt idx="2865">
                  <c:v>74694.64</c:v>
                </c:pt>
                <c:pt idx="2866">
                  <c:v>74720.710000000006</c:v>
                </c:pt>
                <c:pt idx="2867">
                  <c:v>74746.789999999994</c:v>
                </c:pt>
                <c:pt idx="2868">
                  <c:v>74772.86</c:v>
                </c:pt>
                <c:pt idx="2869">
                  <c:v>74798.929999999993</c:v>
                </c:pt>
                <c:pt idx="2870">
                  <c:v>74825</c:v>
                </c:pt>
                <c:pt idx="2871">
                  <c:v>74851.070000000007</c:v>
                </c:pt>
                <c:pt idx="2872">
                  <c:v>74877.14</c:v>
                </c:pt>
                <c:pt idx="2873">
                  <c:v>74903.210000000006</c:v>
                </c:pt>
                <c:pt idx="2874">
                  <c:v>74929.289999999994</c:v>
                </c:pt>
                <c:pt idx="2875">
                  <c:v>74955.360000000001</c:v>
                </c:pt>
                <c:pt idx="2876">
                  <c:v>74981.429999999993</c:v>
                </c:pt>
                <c:pt idx="2877">
                  <c:v>75007.5</c:v>
                </c:pt>
                <c:pt idx="2878">
                  <c:v>75033.570000000007</c:v>
                </c:pt>
                <c:pt idx="2879">
                  <c:v>75059.64</c:v>
                </c:pt>
                <c:pt idx="2880">
                  <c:v>75085.710000000006</c:v>
                </c:pt>
                <c:pt idx="2881">
                  <c:v>75111.789999999994</c:v>
                </c:pt>
                <c:pt idx="2882">
                  <c:v>75137.86</c:v>
                </c:pt>
                <c:pt idx="2883">
                  <c:v>75163.929999999993</c:v>
                </c:pt>
                <c:pt idx="2884">
                  <c:v>75190</c:v>
                </c:pt>
                <c:pt idx="2885">
                  <c:v>75216.070000000007</c:v>
                </c:pt>
                <c:pt idx="2886">
                  <c:v>75242.14</c:v>
                </c:pt>
                <c:pt idx="2887">
                  <c:v>75268.210000000006</c:v>
                </c:pt>
                <c:pt idx="2888">
                  <c:v>75294.289999999994</c:v>
                </c:pt>
                <c:pt idx="2889">
                  <c:v>75320.36</c:v>
                </c:pt>
                <c:pt idx="2890">
                  <c:v>75346.429999999993</c:v>
                </c:pt>
                <c:pt idx="2891">
                  <c:v>75372.5</c:v>
                </c:pt>
                <c:pt idx="2892">
                  <c:v>75398.570000000007</c:v>
                </c:pt>
                <c:pt idx="2893">
                  <c:v>75424.639999999999</c:v>
                </c:pt>
                <c:pt idx="2894">
                  <c:v>75450.710000000006</c:v>
                </c:pt>
                <c:pt idx="2895">
                  <c:v>75476.789999999994</c:v>
                </c:pt>
                <c:pt idx="2896">
                  <c:v>75502.86</c:v>
                </c:pt>
                <c:pt idx="2897">
                  <c:v>75528.929999999993</c:v>
                </c:pt>
                <c:pt idx="2898">
                  <c:v>75555</c:v>
                </c:pt>
                <c:pt idx="2899">
                  <c:v>75581.070000000007</c:v>
                </c:pt>
                <c:pt idx="2900">
                  <c:v>75607.14</c:v>
                </c:pt>
                <c:pt idx="2901">
                  <c:v>75633.210000000006</c:v>
                </c:pt>
                <c:pt idx="2902">
                  <c:v>75659.289999999994</c:v>
                </c:pt>
                <c:pt idx="2903">
                  <c:v>75685.36</c:v>
                </c:pt>
                <c:pt idx="2904">
                  <c:v>75711.429999999993</c:v>
                </c:pt>
                <c:pt idx="2905">
                  <c:v>75737.5</c:v>
                </c:pt>
                <c:pt idx="2906">
                  <c:v>75763.570000000007</c:v>
                </c:pt>
                <c:pt idx="2907">
                  <c:v>75789.64</c:v>
                </c:pt>
                <c:pt idx="2908">
                  <c:v>75815.710000000006</c:v>
                </c:pt>
                <c:pt idx="2909">
                  <c:v>75841.789999999994</c:v>
                </c:pt>
                <c:pt idx="2910">
                  <c:v>75867.86</c:v>
                </c:pt>
                <c:pt idx="2911">
                  <c:v>75893.929999999993</c:v>
                </c:pt>
                <c:pt idx="2912">
                  <c:v>75920</c:v>
                </c:pt>
                <c:pt idx="2913">
                  <c:v>75946.070000000007</c:v>
                </c:pt>
                <c:pt idx="2914">
                  <c:v>75972.14</c:v>
                </c:pt>
                <c:pt idx="2915">
                  <c:v>75998.210000000006</c:v>
                </c:pt>
                <c:pt idx="2916">
                  <c:v>76024.289999999994</c:v>
                </c:pt>
                <c:pt idx="2917">
                  <c:v>76050.36</c:v>
                </c:pt>
                <c:pt idx="2918">
                  <c:v>76076.429999999993</c:v>
                </c:pt>
                <c:pt idx="2919">
                  <c:v>76102.5</c:v>
                </c:pt>
                <c:pt idx="2920">
                  <c:v>76128.570000000007</c:v>
                </c:pt>
                <c:pt idx="2921">
                  <c:v>76154.64</c:v>
                </c:pt>
                <c:pt idx="2922">
                  <c:v>76180.710000000006</c:v>
                </c:pt>
                <c:pt idx="2923">
                  <c:v>76206.789999999994</c:v>
                </c:pt>
                <c:pt idx="2924">
                  <c:v>76232.86</c:v>
                </c:pt>
                <c:pt idx="2925">
                  <c:v>76258.929999999993</c:v>
                </c:pt>
                <c:pt idx="2926">
                  <c:v>76285</c:v>
                </c:pt>
                <c:pt idx="2927">
                  <c:v>76311.070000000007</c:v>
                </c:pt>
                <c:pt idx="2928">
                  <c:v>76337.14</c:v>
                </c:pt>
                <c:pt idx="2929">
                  <c:v>76363.210000000006</c:v>
                </c:pt>
                <c:pt idx="2930">
                  <c:v>76389.289999999994</c:v>
                </c:pt>
                <c:pt idx="2931">
                  <c:v>76415.360000000001</c:v>
                </c:pt>
                <c:pt idx="2932">
                  <c:v>76441.429999999993</c:v>
                </c:pt>
                <c:pt idx="2933">
                  <c:v>76467.5</c:v>
                </c:pt>
                <c:pt idx="2934">
                  <c:v>76493.570000000007</c:v>
                </c:pt>
                <c:pt idx="2935">
                  <c:v>76519.64</c:v>
                </c:pt>
                <c:pt idx="2936">
                  <c:v>76545.710000000006</c:v>
                </c:pt>
                <c:pt idx="2937">
                  <c:v>76571.789999999994</c:v>
                </c:pt>
                <c:pt idx="2938">
                  <c:v>76597.86</c:v>
                </c:pt>
                <c:pt idx="2939">
                  <c:v>76623.929999999993</c:v>
                </c:pt>
                <c:pt idx="2940">
                  <c:v>76650</c:v>
                </c:pt>
                <c:pt idx="2941">
                  <c:v>76676.070000000007</c:v>
                </c:pt>
                <c:pt idx="2942">
                  <c:v>76702.14</c:v>
                </c:pt>
                <c:pt idx="2943">
                  <c:v>76728.210000000006</c:v>
                </c:pt>
                <c:pt idx="2944">
                  <c:v>76754.289999999994</c:v>
                </c:pt>
                <c:pt idx="2945">
                  <c:v>76780.36</c:v>
                </c:pt>
                <c:pt idx="2946">
                  <c:v>76806.429999999993</c:v>
                </c:pt>
                <c:pt idx="2947">
                  <c:v>76832.5</c:v>
                </c:pt>
                <c:pt idx="2948">
                  <c:v>76858.570000000007</c:v>
                </c:pt>
                <c:pt idx="2949">
                  <c:v>76884.639999999999</c:v>
                </c:pt>
                <c:pt idx="2950">
                  <c:v>76910.710000000006</c:v>
                </c:pt>
                <c:pt idx="2951">
                  <c:v>76936.789999999994</c:v>
                </c:pt>
                <c:pt idx="2952">
                  <c:v>76962.86</c:v>
                </c:pt>
                <c:pt idx="2953">
                  <c:v>76988.929999999993</c:v>
                </c:pt>
                <c:pt idx="2954">
                  <c:v>77015</c:v>
                </c:pt>
                <c:pt idx="2955">
                  <c:v>77041.070000000007</c:v>
                </c:pt>
                <c:pt idx="2956">
                  <c:v>77067.14</c:v>
                </c:pt>
                <c:pt idx="2957">
                  <c:v>77093.210000000006</c:v>
                </c:pt>
                <c:pt idx="2958">
                  <c:v>77119.289999999994</c:v>
                </c:pt>
                <c:pt idx="2959">
                  <c:v>77145.36</c:v>
                </c:pt>
                <c:pt idx="2960">
                  <c:v>77171.429999999993</c:v>
                </c:pt>
                <c:pt idx="2961">
                  <c:v>77197.5</c:v>
                </c:pt>
                <c:pt idx="2962">
                  <c:v>77223.570000000007</c:v>
                </c:pt>
                <c:pt idx="2963">
                  <c:v>77249.64</c:v>
                </c:pt>
                <c:pt idx="2964">
                  <c:v>77275.710000000006</c:v>
                </c:pt>
                <c:pt idx="2965">
                  <c:v>77301.789999999994</c:v>
                </c:pt>
                <c:pt idx="2966">
                  <c:v>77327.86</c:v>
                </c:pt>
                <c:pt idx="2967">
                  <c:v>77353.929999999993</c:v>
                </c:pt>
                <c:pt idx="2968">
                  <c:v>77380</c:v>
                </c:pt>
                <c:pt idx="2969">
                  <c:v>77406.070000000007</c:v>
                </c:pt>
                <c:pt idx="2970">
                  <c:v>77432.14</c:v>
                </c:pt>
                <c:pt idx="2971">
                  <c:v>77458.210000000006</c:v>
                </c:pt>
                <c:pt idx="2972">
                  <c:v>77484.289999999994</c:v>
                </c:pt>
                <c:pt idx="2973">
                  <c:v>77510.36</c:v>
                </c:pt>
                <c:pt idx="2974">
                  <c:v>77536.429999999993</c:v>
                </c:pt>
                <c:pt idx="2975">
                  <c:v>77562.5</c:v>
                </c:pt>
                <c:pt idx="2976">
                  <c:v>77588.570000000007</c:v>
                </c:pt>
                <c:pt idx="2977">
                  <c:v>77614.64</c:v>
                </c:pt>
                <c:pt idx="2978">
                  <c:v>77640.710000000006</c:v>
                </c:pt>
                <c:pt idx="2979">
                  <c:v>77666.789999999994</c:v>
                </c:pt>
                <c:pt idx="2980">
                  <c:v>77692.86</c:v>
                </c:pt>
                <c:pt idx="2981">
                  <c:v>77718.929999999993</c:v>
                </c:pt>
                <c:pt idx="2982">
                  <c:v>77745</c:v>
                </c:pt>
                <c:pt idx="2983">
                  <c:v>77771.070000000007</c:v>
                </c:pt>
                <c:pt idx="2984">
                  <c:v>77797.14</c:v>
                </c:pt>
                <c:pt idx="2985">
                  <c:v>77823.210000000006</c:v>
                </c:pt>
                <c:pt idx="2986">
                  <c:v>77849.289999999994</c:v>
                </c:pt>
                <c:pt idx="2987">
                  <c:v>77875.360000000001</c:v>
                </c:pt>
                <c:pt idx="2988">
                  <c:v>77901.429999999993</c:v>
                </c:pt>
                <c:pt idx="2989">
                  <c:v>77927.5</c:v>
                </c:pt>
                <c:pt idx="2990">
                  <c:v>77953.570000000007</c:v>
                </c:pt>
                <c:pt idx="2991">
                  <c:v>77979.64</c:v>
                </c:pt>
                <c:pt idx="2992">
                  <c:v>78005.710000000006</c:v>
                </c:pt>
                <c:pt idx="2993">
                  <c:v>78031.789999999994</c:v>
                </c:pt>
                <c:pt idx="2994">
                  <c:v>78057.86</c:v>
                </c:pt>
                <c:pt idx="2995">
                  <c:v>78083.929999999993</c:v>
                </c:pt>
                <c:pt idx="2996">
                  <c:v>78110</c:v>
                </c:pt>
                <c:pt idx="2997">
                  <c:v>78136.070000000007</c:v>
                </c:pt>
                <c:pt idx="2998">
                  <c:v>78162.14</c:v>
                </c:pt>
                <c:pt idx="2999">
                  <c:v>78188.210000000006</c:v>
                </c:pt>
                <c:pt idx="3000">
                  <c:v>78214.289999999994</c:v>
                </c:pt>
                <c:pt idx="3001">
                  <c:v>78240.36</c:v>
                </c:pt>
                <c:pt idx="3002">
                  <c:v>78266.429999999993</c:v>
                </c:pt>
                <c:pt idx="3003">
                  <c:v>78292.5</c:v>
                </c:pt>
                <c:pt idx="3004">
                  <c:v>78318.570000000007</c:v>
                </c:pt>
                <c:pt idx="3005">
                  <c:v>78344.639999999999</c:v>
                </c:pt>
                <c:pt idx="3006">
                  <c:v>78370.710000000006</c:v>
                </c:pt>
                <c:pt idx="3007">
                  <c:v>78396.789999999994</c:v>
                </c:pt>
                <c:pt idx="3008">
                  <c:v>78422.86</c:v>
                </c:pt>
                <c:pt idx="3009">
                  <c:v>78448.929999999993</c:v>
                </c:pt>
                <c:pt idx="3010">
                  <c:v>78475</c:v>
                </c:pt>
                <c:pt idx="3011">
                  <c:v>78501.070000000007</c:v>
                </c:pt>
                <c:pt idx="3012">
                  <c:v>78527.14</c:v>
                </c:pt>
                <c:pt idx="3013">
                  <c:v>78553.210000000006</c:v>
                </c:pt>
                <c:pt idx="3014">
                  <c:v>78579.289999999994</c:v>
                </c:pt>
                <c:pt idx="3015">
                  <c:v>78605.36</c:v>
                </c:pt>
                <c:pt idx="3016">
                  <c:v>78631.429999999993</c:v>
                </c:pt>
                <c:pt idx="3017">
                  <c:v>78657.5</c:v>
                </c:pt>
                <c:pt idx="3018">
                  <c:v>78683.570000000007</c:v>
                </c:pt>
                <c:pt idx="3019">
                  <c:v>78709.64</c:v>
                </c:pt>
                <c:pt idx="3020">
                  <c:v>78735.710000000006</c:v>
                </c:pt>
                <c:pt idx="3021">
                  <c:v>78761.789999999994</c:v>
                </c:pt>
                <c:pt idx="3022">
                  <c:v>78787.86</c:v>
                </c:pt>
                <c:pt idx="3023">
                  <c:v>78813.929999999993</c:v>
                </c:pt>
                <c:pt idx="3024">
                  <c:v>78840</c:v>
                </c:pt>
                <c:pt idx="3025">
                  <c:v>78866.070000000007</c:v>
                </c:pt>
                <c:pt idx="3026">
                  <c:v>78892.14</c:v>
                </c:pt>
                <c:pt idx="3027">
                  <c:v>78918.210000000006</c:v>
                </c:pt>
                <c:pt idx="3028">
                  <c:v>78944.289999999994</c:v>
                </c:pt>
                <c:pt idx="3029">
                  <c:v>78970.36</c:v>
                </c:pt>
                <c:pt idx="3030">
                  <c:v>78996.429999999993</c:v>
                </c:pt>
                <c:pt idx="3031">
                  <c:v>79022.5</c:v>
                </c:pt>
                <c:pt idx="3032">
                  <c:v>79048.570000000007</c:v>
                </c:pt>
                <c:pt idx="3033">
                  <c:v>79074.64</c:v>
                </c:pt>
                <c:pt idx="3034">
                  <c:v>79100.710000000006</c:v>
                </c:pt>
                <c:pt idx="3035">
                  <c:v>79126.789999999994</c:v>
                </c:pt>
                <c:pt idx="3036">
                  <c:v>79152.86</c:v>
                </c:pt>
                <c:pt idx="3037">
                  <c:v>79178.929999999993</c:v>
                </c:pt>
                <c:pt idx="3038">
                  <c:v>79205</c:v>
                </c:pt>
                <c:pt idx="3039">
                  <c:v>79231.070000000007</c:v>
                </c:pt>
                <c:pt idx="3040">
                  <c:v>79257.14</c:v>
                </c:pt>
                <c:pt idx="3041">
                  <c:v>79283.210000000006</c:v>
                </c:pt>
                <c:pt idx="3042">
                  <c:v>79309.289999999994</c:v>
                </c:pt>
                <c:pt idx="3043">
                  <c:v>79335.360000000001</c:v>
                </c:pt>
                <c:pt idx="3044">
                  <c:v>79361.429999999993</c:v>
                </c:pt>
                <c:pt idx="3045">
                  <c:v>79387.5</c:v>
                </c:pt>
                <c:pt idx="3046">
                  <c:v>79413.570000000007</c:v>
                </c:pt>
                <c:pt idx="3047">
                  <c:v>79439.64</c:v>
                </c:pt>
                <c:pt idx="3048">
                  <c:v>79465.710000000006</c:v>
                </c:pt>
                <c:pt idx="3049">
                  <c:v>79491.789999999994</c:v>
                </c:pt>
                <c:pt idx="3050">
                  <c:v>79517.86</c:v>
                </c:pt>
                <c:pt idx="3051">
                  <c:v>79543.929999999993</c:v>
                </c:pt>
                <c:pt idx="3052">
                  <c:v>79570</c:v>
                </c:pt>
                <c:pt idx="3053">
                  <c:v>79596.070000000007</c:v>
                </c:pt>
                <c:pt idx="3054">
                  <c:v>79622.14</c:v>
                </c:pt>
                <c:pt idx="3055">
                  <c:v>79648.210000000006</c:v>
                </c:pt>
                <c:pt idx="3056">
                  <c:v>79674.289999999994</c:v>
                </c:pt>
                <c:pt idx="3057">
                  <c:v>79700.36</c:v>
                </c:pt>
                <c:pt idx="3058">
                  <c:v>79726.429999999993</c:v>
                </c:pt>
                <c:pt idx="3059">
                  <c:v>79752.5</c:v>
                </c:pt>
                <c:pt idx="3060">
                  <c:v>79778.570000000007</c:v>
                </c:pt>
                <c:pt idx="3061">
                  <c:v>79804.639999999999</c:v>
                </c:pt>
                <c:pt idx="3062">
                  <c:v>79830.710000000006</c:v>
                </c:pt>
                <c:pt idx="3063">
                  <c:v>79856.789999999994</c:v>
                </c:pt>
                <c:pt idx="3064">
                  <c:v>79882.86</c:v>
                </c:pt>
                <c:pt idx="3065">
                  <c:v>79908.929999999993</c:v>
                </c:pt>
                <c:pt idx="3066">
                  <c:v>79935</c:v>
                </c:pt>
                <c:pt idx="3067">
                  <c:v>79961.070000000007</c:v>
                </c:pt>
                <c:pt idx="3068">
                  <c:v>79987.14</c:v>
                </c:pt>
                <c:pt idx="3069">
                  <c:v>80013.210000000006</c:v>
                </c:pt>
                <c:pt idx="3070">
                  <c:v>80039.289999999994</c:v>
                </c:pt>
                <c:pt idx="3071">
                  <c:v>80065.36</c:v>
                </c:pt>
                <c:pt idx="3072">
                  <c:v>80091.429999999993</c:v>
                </c:pt>
                <c:pt idx="3073">
                  <c:v>80117.5</c:v>
                </c:pt>
                <c:pt idx="3074">
                  <c:v>80143.570000000007</c:v>
                </c:pt>
                <c:pt idx="3075">
                  <c:v>80169.64</c:v>
                </c:pt>
                <c:pt idx="3076">
                  <c:v>80195.710000000006</c:v>
                </c:pt>
                <c:pt idx="3077">
                  <c:v>80221.789999999994</c:v>
                </c:pt>
                <c:pt idx="3078">
                  <c:v>80247.86</c:v>
                </c:pt>
                <c:pt idx="3079">
                  <c:v>80273.929999999993</c:v>
                </c:pt>
                <c:pt idx="3080">
                  <c:v>80300</c:v>
                </c:pt>
                <c:pt idx="3081">
                  <c:v>80326.070000000007</c:v>
                </c:pt>
                <c:pt idx="3082">
                  <c:v>80352.14</c:v>
                </c:pt>
                <c:pt idx="3083">
                  <c:v>80378.210000000006</c:v>
                </c:pt>
                <c:pt idx="3084">
                  <c:v>80404.289999999994</c:v>
                </c:pt>
                <c:pt idx="3085">
                  <c:v>80430.36</c:v>
                </c:pt>
                <c:pt idx="3086">
                  <c:v>80456.429999999993</c:v>
                </c:pt>
                <c:pt idx="3087">
                  <c:v>80482.5</c:v>
                </c:pt>
                <c:pt idx="3088">
                  <c:v>80508.570000000007</c:v>
                </c:pt>
                <c:pt idx="3089">
                  <c:v>80534.64</c:v>
                </c:pt>
                <c:pt idx="3090">
                  <c:v>80560.710000000006</c:v>
                </c:pt>
                <c:pt idx="3091">
                  <c:v>80586.789999999994</c:v>
                </c:pt>
                <c:pt idx="3092">
                  <c:v>80612.86</c:v>
                </c:pt>
                <c:pt idx="3093">
                  <c:v>80638.929999999993</c:v>
                </c:pt>
                <c:pt idx="3094">
                  <c:v>80665</c:v>
                </c:pt>
                <c:pt idx="3095">
                  <c:v>80691.070000000007</c:v>
                </c:pt>
                <c:pt idx="3096">
                  <c:v>80717.14</c:v>
                </c:pt>
                <c:pt idx="3097">
                  <c:v>80743.210000000006</c:v>
                </c:pt>
                <c:pt idx="3098">
                  <c:v>80769.289999999994</c:v>
                </c:pt>
                <c:pt idx="3099">
                  <c:v>80795.360000000001</c:v>
                </c:pt>
                <c:pt idx="3100">
                  <c:v>80821.429999999993</c:v>
                </c:pt>
                <c:pt idx="3101">
                  <c:v>80847.5</c:v>
                </c:pt>
                <c:pt idx="3102">
                  <c:v>80873.570000000007</c:v>
                </c:pt>
                <c:pt idx="3103">
                  <c:v>80899.64</c:v>
                </c:pt>
                <c:pt idx="3104">
                  <c:v>80925.710000000006</c:v>
                </c:pt>
                <c:pt idx="3105">
                  <c:v>80951.789999999994</c:v>
                </c:pt>
                <c:pt idx="3106">
                  <c:v>80977.86</c:v>
                </c:pt>
                <c:pt idx="3107">
                  <c:v>81003.929999999993</c:v>
                </c:pt>
                <c:pt idx="3108">
                  <c:v>81030</c:v>
                </c:pt>
                <c:pt idx="3109">
                  <c:v>81056.070000000007</c:v>
                </c:pt>
                <c:pt idx="3110">
                  <c:v>81082.14</c:v>
                </c:pt>
                <c:pt idx="3111">
                  <c:v>81108.210000000006</c:v>
                </c:pt>
                <c:pt idx="3112">
                  <c:v>81134.289999999994</c:v>
                </c:pt>
                <c:pt idx="3113">
                  <c:v>81160.36</c:v>
                </c:pt>
                <c:pt idx="3114">
                  <c:v>81186.429999999993</c:v>
                </c:pt>
                <c:pt idx="3115">
                  <c:v>81212.5</c:v>
                </c:pt>
                <c:pt idx="3116">
                  <c:v>81238.570000000007</c:v>
                </c:pt>
                <c:pt idx="3117">
                  <c:v>81264.639999999999</c:v>
                </c:pt>
                <c:pt idx="3118">
                  <c:v>81290.710000000006</c:v>
                </c:pt>
                <c:pt idx="3119">
                  <c:v>81316.789999999994</c:v>
                </c:pt>
                <c:pt idx="3120">
                  <c:v>81342.86</c:v>
                </c:pt>
                <c:pt idx="3121">
                  <c:v>81368.929999999993</c:v>
                </c:pt>
                <c:pt idx="3122">
                  <c:v>81395</c:v>
                </c:pt>
                <c:pt idx="3123">
                  <c:v>81421.070000000007</c:v>
                </c:pt>
                <c:pt idx="3124">
                  <c:v>81447.14</c:v>
                </c:pt>
                <c:pt idx="3125">
                  <c:v>81473.210000000006</c:v>
                </c:pt>
                <c:pt idx="3126">
                  <c:v>81499.289999999994</c:v>
                </c:pt>
                <c:pt idx="3127">
                  <c:v>81525.36</c:v>
                </c:pt>
                <c:pt idx="3128">
                  <c:v>81551.429999999993</c:v>
                </c:pt>
                <c:pt idx="3129">
                  <c:v>81577.5</c:v>
                </c:pt>
                <c:pt idx="3130">
                  <c:v>81603.570000000007</c:v>
                </c:pt>
                <c:pt idx="3131">
                  <c:v>81629.64</c:v>
                </c:pt>
                <c:pt idx="3132">
                  <c:v>81655.710000000006</c:v>
                </c:pt>
                <c:pt idx="3133">
                  <c:v>81681.789999999994</c:v>
                </c:pt>
                <c:pt idx="3134">
                  <c:v>81707.86</c:v>
                </c:pt>
                <c:pt idx="3135">
                  <c:v>81733.929999999993</c:v>
                </c:pt>
                <c:pt idx="3136">
                  <c:v>81760</c:v>
                </c:pt>
                <c:pt idx="3137">
                  <c:v>81786.070000000007</c:v>
                </c:pt>
                <c:pt idx="3138">
                  <c:v>81812.14</c:v>
                </c:pt>
                <c:pt idx="3139">
                  <c:v>81838.210000000006</c:v>
                </c:pt>
                <c:pt idx="3140">
                  <c:v>81864.289999999994</c:v>
                </c:pt>
                <c:pt idx="3141">
                  <c:v>81890.36</c:v>
                </c:pt>
                <c:pt idx="3142">
                  <c:v>81916.429999999993</c:v>
                </c:pt>
                <c:pt idx="3143">
                  <c:v>81942.5</c:v>
                </c:pt>
                <c:pt idx="3144">
                  <c:v>81968.570000000007</c:v>
                </c:pt>
                <c:pt idx="3145">
                  <c:v>81994.64</c:v>
                </c:pt>
                <c:pt idx="3146">
                  <c:v>82020.710000000006</c:v>
                </c:pt>
                <c:pt idx="3147">
                  <c:v>82046.789999999994</c:v>
                </c:pt>
                <c:pt idx="3148">
                  <c:v>82072.86</c:v>
                </c:pt>
                <c:pt idx="3149">
                  <c:v>82098.929999999993</c:v>
                </c:pt>
                <c:pt idx="3150">
                  <c:v>82125</c:v>
                </c:pt>
                <c:pt idx="3151">
                  <c:v>82151.070000000007</c:v>
                </c:pt>
                <c:pt idx="3152">
                  <c:v>82177.14</c:v>
                </c:pt>
                <c:pt idx="3153">
                  <c:v>82203.210000000006</c:v>
                </c:pt>
                <c:pt idx="3154">
                  <c:v>82229.289999999994</c:v>
                </c:pt>
                <c:pt idx="3155">
                  <c:v>82255.360000000001</c:v>
                </c:pt>
                <c:pt idx="3156">
                  <c:v>82281.429999999993</c:v>
                </c:pt>
                <c:pt idx="3157">
                  <c:v>82307.5</c:v>
                </c:pt>
                <c:pt idx="3158">
                  <c:v>82333.570000000007</c:v>
                </c:pt>
                <c:pt idx="3159">
                  <c:v>82359.64</c:v>
                </c:pt>
                <c:pt idx="3160">
                  <c:v>82385.710000000006</c:v>
                </c:pt>
                <c:pt idx="3161">
                  <c:v>82411.789999999994</c:v>
                </c:pt>
                <c:pt idx="3162">
                  <c:v>82437.86</c:v>
                </c:pt>
                <c:pt idx="3163">
                  <c:v>82463.929999999993</c:v>
                </c:pt>
                <c:pt idx="3164">
                  <c:v>82490</c:v>
                </c:pt>
                <c:pt idx="3165">
                  <c:v>82516.070000000007</c:v>
                </c:pt>
                <c:pt idx="3166">
                  <c:v>82542.14</c:v>
                </c:pt>
                <c:pt idx="3167">
                  <c:v>82568.210000000006</c:v>
                </c:pt>
                <c:pt idx="3168">
                  <c:v>82594.289999999994</c:v>
                </c:pt>
                <c:pt idx="3169">
                  <c:v>82620.36</c:v>
                </c:pt>
                <c:pt idx="3170">
                  <c:v>82646.429999999993</c:v>
                </c:pt>
                <c:pt idx="3171">
                  <c:v>82672.5</c:v>
                </c:pt>
                <c:pt idx="3172">
                  <c:v>82698.570000000007</c:v>
                </c:pt>
                <c:pt idx="3173">
                  <c:v>82724.639999999999</c:v>
                </c:pt>
                <c:pt idx="3174">
                  <c:v>82750.710000000006</c:v>
                </c:pt>
                <c:pt idx="3175">
                  <c:v>82776.789999999994</c:v>
                </c:pt>
                <c:pt idx="3176">
                  <c:v>82802.86</c:v>
                </c:pt>
                <c:pt idx="3177">
                  <c:v>82828.929999999993</c:v>
                </c:pt>
                <c:pt idx="3178">
                  <c:v>82855</c:v>
                </c:pt>
                <c:pt idx="3179">
                  <c:v>82881.070000000007</c:v>
                </c:pt>
                <c:pt idx="3180">
                  <c:v>82907.14</c:v>
                </c:pt>
                <c:pt idx="3181">
                  <c:v>82933.210000000006</c:v>
                </c:pt>
                <c:pt idx="3182">
                  <c:v>82959.289999999994</c:v>
                </c:pt>
                <c:pt idx="3183">
                  <c:v>82985.36</c:v>
                </c:pt>
                <c:pt idx="3184">
                  <c:v>83011.429999999993</c:v>
                </c:pt>
                <c:pt idx="3185">
                  <c:v>83037.5</c:v>
                </c:pt>
                <c:pt idx="3186">
                  <c:v>83063.570000000007</c:v>
                </c:pt>
                <c:pt idx="3187">
                  <c:v>83089.64</c:v>
                </c:pt>
                <c:pt idx="3188">
                  <c:v>83115.710000000006</c:v>
                </c:pt>
                <c:pt idx="3189">
                  <c:v>83141.789999999994</c:v>
                </c:pt>
                <c:pt idx="3190">
                  <c:v>83167.86</c:v>
                </c:pt>
                <c:pt idx="3191">
                  <c:v>83193.929999999993</c:v>
                </c:pt>
                <c:pt idx="3192">
                  <c:v>83220</c:v>
                </c:pt>
                <c:pt idx="3193">
                  <c:v>83246.070000000007</c:v>
                </c:pt>
                <c:pt idx="3194">
                  <c:v>83272.14</c:v>
                </c:pt>
                <c:pt idx="3195">
                  <c:v>83298.210000000006</c:v>
                </c:pt>
                <c:pt idx="3196">
                  <c:v>83324.289999999994</c:v>
                </c:pt>
                <c:pt idx="3197">
                  <c:v>83350.36</c:v>
                </c:pt>
                <c:pt idx="3198">
                  <c:v>83376.429999999993</c:v>
                </c:pt>
                <c:pt idx="3199">
                  <c:v>83402.5</c:v>
                </c:pt>
                <c:pt idx="3200">
                  <c:v>83428.570000000007</c:v>
                </c:pt>
                <c:pt idx="3201">
                  <c:v>83454.64</c:v>
                </c:pt>
                <c:pt idx="3202">
                  <c:v>83480.710000000006</c:v>
                </c:pt>
                <c:pt idx="3203">
                  <c:v>83506.789999999994</c:v>
                </c:pt>
                <c:pt idx="3204">
                  <c:v>83532.86</c:v>
                </c:pt>
                <c:pt idx="3205">
                  <c:v>83558.929999999993</c:v>
                </c:pt>
                <c:pt idx="3206">
                  <c:v>83585</c:v>
                </c:pt>
                <c:pt idx="3207">
                  <c:v>83611.070000000007</c:v>
                </c:pt>
                <c:pt idx="3208">
                  <c:v>83637.14</c:v>
                </c:pt>
                <c:pt idx="3209">
                  <c:v>83663.210000000006</c:v>
                </c:pt>
                <c:pt idx="3210">
                  <c:v>83689.289999999994</c:v>
                </c:pt>
                <c:pt idx="3211">
                  <c:v>83715.360000000001</c:v>
                </c:pt>
                <c:pt idx="3212">
                  <c:v>83741.429999999993</c:v>
                </c:pt>
                <c:pt idx="3213">
                  <c:v>83767.5</c:v>
                </c:pt>
                <c:pt idx="3214">
                  <c:v>83793.570000000007</c:v>
                </c:pt>
                <c:pt idx="3215">
                  <c:v>83819.64</c:v>
                </c:pt>
                <c:pt idx="3216">
                  <c:v>83845.710000000006</c:v>
                </c:pt>
                <c:pt idx="3217">
                  <c:v>83871.789999999994</c:v>
                </c:pt>
                <c:pt idx="3218">
                  <c:v>83897.86</c:v>
                </c:pt>
                <c:pt idx="3219">
                  <c:v>83923.93</c:v>
                </c:pt>
                <c:pt idx="3220">
                  <c:v>83950</c:v>
                </c:pt>
                <c:pt idx="3221">
                  <c:v>83976.07</c:v>
                </c:pt>
                <c:pt idx="3222">
                  <c:v>84002.14</c:v>
                </c:pt>
                <c:pt idx="3223">
                  <c:v>84028.21</c:v>
                </c:pt>
                <c:pt idx="3224">
                  <c:v>84054.29</c:v>
                </c:pt>
                <c:pt idx="3225">
                  <c:v>84080.36</c:v>
                </c:pt>
                <c:pt idx="3226">
                  <c:v>84106.43</c:v>
                </c:pt>
                <c:pt idx="3227">
                  <c:v>84132.5</c:v>
                </c:pt>
                <c:pt idx="3228">
                  <c:v>84158.57</c:v>
                </c:pt>
                <c:pt idx="3229">
                  <c:v>84184.639999999999</c:v>
                </c:pt>
                <c:pt idx="3230">
                  <c:v>84210.71</c:v>
                </c:pt>
                <c:pt idx="3231">
                  <c:v>84236.79</c:v>
                </c:pt>
                <c:pt idx="3232">
                  <c:v>84262.86</c:v>
                </c:pt>
                <c:pt idx="3233">
                  <c:v>84288.93</c:v>
                </c:pt>
                <c:pt idx="3234">
                  <c:v>84315</c:v>
                </c:pt>
                <c:pt idx="3235">
                  <c:v>84341.07</c:v>
                </c:pt>
                <c:pt idx="3236">
                  <c:v>84367.14</c:v>
                </c:pt>
                <c:pt idx="3237">
                  <c:v>84393.21</c:v>
                </c:pt>
                <c:pt idx="3238">
                  <c:v>84419.29</c:v>
                </c:pt>
                <c:pt idx="3239">
                  <c:v>84445.36</c:v>
                </c:pt>
                <c:pt idx="3240">
                  <c:v>84471.43</c:v>
                </c:pt>
                <c:pt idx="3241">
                  <c:v>84497.5</c:v>
                </c:pt>
                <c:pt idx="3242">
                  <c:v>84523.57</c:v>
                </c:pt>
                <c:pt idx="3243">
                  <c:v>84549.64</c:v>
                </c:pt>
                <c:pt idx="3244">
                  <c:v>84575.71</c:v>
                </c:pt>
                <c:pt idx="3245">
                  <c:v>84601.79</c:v>
                </c:pt>
                <c:pt idx="3246">
                  <c:v>84627.86</c:v>
                </c:pt>
                <c:pt idx="3247">
                  <c:v>84653.93</c:v>
                </c:pt>
                <c:pt idx="3248">
                  <c:v>84680</c:v>
                </c:pt>
                <c:pt idx="3249">
                  <c:v>84706.07</c:v>
                </c:pt>
                <c:pt idx="3250">
                  <c:v>84732.14</c:v>
                </c:pt>
                <c:pt idx="3251">
                  <c:v>84758.21</c:v>
                </c:pt>
                <c:pt idx="3252">
                  <c:v>84784.29</c:v>
                </c:pt>
                <c:pt idx="3253">
                  <c:v>84810.36</c:v>
                </c:pt>
                <c:pt idx="3254">
                  <c:v>84836.43</c:v>
                </c:pt>
                <c:pt idx="3255">
                  <c:v>84862.5</c:v>
                </c:pt>
                <c:pt idx="3256">
                  <c:v>84888.57</c:v>
                </c:pt>
                <c:pt idx="3257">
                  <c:v>84914.64</c:v>
                </c:pt>
                <c:pt idx="3258">
                  <c:v>84940.71</c:v>
                </c:pt>
                <c:pt idx="3259">
                  <c:v>84966.79</c:v>
                </c:pt>
                <c:pt idx="3260">
                  <c:v>84992.86</c:v>
                </c:pt>
                <c:pt idx="3261">
                  <c:v>85018.93</c:v>
                </c:pt>
                <c:pt idx="3262">
                  <c:v>85045</c:v>
                </c:pt>
                <c:pt idx="3263">
                  <c:v>85071.07</c:v>
                </c:pt>
                <c:pt idx="3264">
                  <c:v>85097.14</c:v>
                </c:pt>
                <c:pt idx="3265">
                  <c:v>85123.21</c:v>
                </c:pt>
                <c:pt idx="3266">
                  <c:v>85149.29</c:v>
                </c:pt>
                <c:pt idx="3267">
                  <c:v>85175.360000000001</c:v>
                </c:pt>
                <c:pt idx="3268">
                  <c:v>85201.43</c:v>
                </c:pt>
                <c:pt idx="3269">
                  <c:v>85227.5</c:v>
                </c:pt>
                <c:pt idx="3270">
                  <c:v>85253.57</c:v>
                </c:pt>
                <c:pt idx="3271">
                  <c:v>85279.64</c:v>
                </c:pt>
                <c:pt idx="3272">
                  <c:v>85305.71</c:v>
                </c:pt>
                <c:pt idx="3273">
                  <c:v>85331.79</c:v>
                </c:pt>
                <c:pt idx="3274">
                  <c:v>85357.86</c:v>
                </c:pt>
                <c:pt idx="3275">
                  <c:v>85383.93</c:v>
                </c:pt>
                <c:pt idx="3276">
                  <c:v>85410</c:v>
                </c:pt>
                <c:pt idx="3277">
                  <c:v>85436.07</c:v>
                </c:pt>
                <c:pt idx="3278">
                  <c:v>85462.14</c:v>
                </c:pt>
                <c:pt idx="3279">
                  <c:v>85488.21</c:v>
                </c:pt>
                <c:pt idx="3280">
                  <c:v>85514.29</c:v>
                </c:pt>
                <c:pt idx="3281">
                  <c:v>85540.36</c:v>
                </c:pt>
                <c:pt idx="3282">
                  <c:v>85566.43</c:v>
                </c:pt>
                <c:pt idx="3283">
                  <c:v>85592.5</c:v>
                </c:pt>
                <c:pt idx="3284">
                  <c:v>85618.57</c:v>
                </c:pt>
                <c:pt idx="3285">
                  <c:v>85644.64</c:v>
                </c:pt>
                <c:pt idx="3286">
                  <c:v>85670.71</c:v>
                </c:pt>
                <c:pt idx="3287">
                  <c:v>85696.79</c:v>
                </c:pt>
                <c:pt idx="3288">
                  <c:v>85722.86</c:v>
                </c:pt>
                <c:pt idx="3289">
                  <c:v>85748.93</c:v>
                </c:pt>
                <c:pt idx="3290">
                  <c:v>85775</c:v>
                </c:pt>
                <c:pt idx="3291">
                  <c:v>85801.07</c:v>
                </c:pt>
                <c:pt idx="3292">
                  <c:v>85827.14</c:v>
                </c:pt>
                <c:pt idx="3293">
                  <c:v>85853.21</c:v>
                </c:pt>
                <c:pt idx="3294">
                  <c:v>85879.29</c:v>
                </c:pt>
                <c:pt idx="3295">
                  <c:v>85905.36</c:v>
                </c:pt>
                <c:pt idx="3296">
                  <c:v>85931.43</c:v>
                </c:pt>
                <c:pt idx="3297">
                  <c:v>85957.5</c:v>
                </c:pt>
                <c:pt idx="3298">
                  <c:v>85983.57</c:v>
                </c:pt>
                <c:pt idx="3299">
                  <c:v>86009.64</c:v>
                </c:pt>
                <c:pt idx="3300">
                  <c:v>86035.71</c:v>
                </c:pt>
                <c:pt idx="3301">
                  <c:v>86061.79</c:v>
                </c:pt>
                <c:pt idx="3302">
                  <c:v>86087.86</c:v>
                </c:pt>
                <c:pt idx="3303">
                  <c:v>86113.93</c:v>
                </c:pt>
                <c:pt idx="3304">
                  <c:v>86140</c:v>
                </c:pt>
                <c:pt idx="3305">
                  <c:v>86166.07</c:v>
                </c:pt>
                <c:pt idx="3306">
                  <c:v>86192.14</c:v>
                </c:pt>
                <c:pt idx="3307">
                  <c:v>86218.21</c:v>
                </c:pt>
                <c:pt idx="3308">
                  <c:v>86244.29</c:v>
                </c:pt>
                <c:pt idx="3309">
                  <c:v>86270.36</c:v>
                </c:pt>
                <c:pt idx="3310">
                  <c:v>86296.43</c:v>
                </c:pt>
                <c:pt idx="3311">
                  <c:v>86322.5</c:v>
                </c:pt>
                <c:pt idx="3312">
                  <c:v>86348.57</c:v>
                </c:pt>
                <c:pt idx="3313">
                  <c:v>86374.64</c:v>
                </c:pt>
                <c:pt idx="3314">
                  <c:v>86400.71</c:v>
                </c:pt>
                <c:pt idx="3315">
                  <c:v>86426.79</c:v>
                </c:pt>
                <c:pt idx="3316">
                  <c:v>86452.86</c:v>
                </c:pt>
                <c:pt idx="3317">
                  <c:v>86478.93</c:v>
                </c:pt>
                <c:pt idx="3318">
                  <c:v>86505</c:v>
                </c:pt>
                <c:pt idx="3319">
                  <c:v>86531.07</c:v>
                </c:pt>
                <c:pt idx="3320">
                  <c:v>86557.14</c:v>
                </c:pt>
                <c:pt idx="3321">
                  <c:v>86583.21</c:v>
                </c:pt>
                <c:pt idx="3322">
                  <c:v>86609.29</c:v>
                </c:pt>
                <c:pt idx="3323">
                  <c:v>86635.36</c:v>
                </c:pt>
                <c:pt idx="3324">
                  <c:v>86661.43</c:v>
                </c:pt>
                <c:pt idx="3325">
                  <c:v>86687.5</c:v>
                </c:pt>
                <c:pt idx="3326">
                  <c:v>86713.57</c:v>
                </c:pt>
                <c:pt idx="3327">
                  <c:v>86739.64</c:v>
                </c:pt>
                <c:pt idx="3328">
                  <c:v>86765.71</c:v>
                </c:pt>
                <c:pt idx="3329">
                  <c:v>86791.79</c:v>
                </c:pt>
                <c:pt idx="3330">
                  <c:v>86817.86</c:v>
                </c:pt>
                <c:pt idx="3331">
                  <c:v>86843.93</c:v>
                </c:pt>
                <c:pt idx="3332">
                  <c:v>86870</c:v>
                </c:pt>
                <c:pt idx="3333">
                  <c:v>86896.07</c:v>
                </c:pt>
                <c:pt idx="3334">
                  <c:v>86922.14</c:v>
                </c:pt>
                <c:pt idx="3335">
                  <c:v>86948.21</c:v>
                </c:pt>
                <c:pt idx="3336">
                  <c:v>86974.29</c:v>
                </c:pt>
                <c:pt idx="3337">
                  <c:v>87000.36</c:v>
                </c:pt>
                <c:pt idx="3338">
                  <c:v>87026.43</c:v>
                </c:pt>
                <c:pt idx="3339">
                  <c:v>87052.5</c:v>
                </c:pt>
                <c:pt idx="3340">
                  <c:v>87078.57</c:v>
                </c:pt>
                <c:pt idx="3341">
                  <c:v>87104.639999999999</c:v>
                </c:pt>
                <c:pt idx="3342">
                  <c:v>87130.71</c:v>
                </c:pt>
                <c:pt idx="3343">
                  <c:v>87156.79</c:v>
                </c:pt>
                <c:pt idx="3344">
                  <c:v>87182.86</c:v>
                </c:pt>
                <c:pt idx="3345">
                  <c:v>87208.93</c:v>
                </c:pt>
                <c:pt idx="3346">
                  <c:v>87235</c:v>
                </c:pt>
                <c:pt idx="3347">
                  <c:v>87261.07</c:v>
                </c:pt>
                <c:pt idx="3348">
                  <c:v>87287.14</c:v>
                </c:pt>
                <c:pt idx="3349">
                  <c:v>87313.21</c:v>
                </c:pt>
                <c:pt idx="3350">
                  <c:v>87339.29</c:v>
                </c:pt>
                <c:pt idx="3351">
                  <c:v>87365.36</c:v>
                </c:pt>
                <c:pt idx="3352">
                  <c:v>87391.43</c:v>
                </c:pt>
                <c:pt idx="3353">
                  <c:v>87417.5</c:v>
                </c:pt>
                <c:pt idx="3354">
                  <c:v>87443.57</c:v>
                </c:pt>
                <c:pt idx="3355">
                  <c:v>87469.64</c:v>
                </c:pt>
                <c:pt idx="3356">
                  <c:v>87495.71</c:v>
                </c:pt>
                <c:pt idx="3357">
                  <c:v>87521.79</c:v>
                </c:pt>
                <c:pt idx="3358">
                  <c:v>87547.86</c:v>
                </c:pt>
                <c:pt idx="3359">
                  <c:v>87573.93</c:v>
                </c:pt>
                <c:pt idx="3360">
                  <c:v>87600</c:v>
                </c:pt>
                <c:pt idx="3361">
                  <c:v>87626.07</c:v>
                </c:pt>
                <c:pt idx="3362">
                  <c:v>87652.14</c:v>
                </c:pt>
                <c:pt idx="3363">
                  <c:v>87678.21</c:v>
                </c:pt>
                <c:pt idx="3364">
                  <c:v>87704.29</c:v>
                </c:pt>
                <c:pt idx="3365">
                  <c:v>87730.36</c:v>
                </c:pt>
                <c:pt idx="3366">
                  <c:v>87756.43</c:v>
                </c:pt>
                <c:pt idx="3367">
                  <c:v>87782.5</c:v>
                </c:pt>
                <c:pt idx="3368">
                  <c:v>87808.57</c:v>
                </c:pt>
                <c:pt idx="3369">
                  <c:v>87834.64</c:v>
                </c:pt>
                <c:pt idx="3370">
                  <c:v>87860.71</c:v>
                </c:pt>
                <c:pt idx="3371">
                  <c:v>87886.79</c:v>
                </c:pt>
                <c:pt idx="3372">
                  <c:v>87912.86</c:v>
                </c:pt>
                <c:pt idx="3373">
                  <c:v>87938.93</c:v>
                </c:pt>
                <c:pt idx="3374">
                  <c:v>87965</c:v>
                </c:pt>
                <c:pt idx="3375">
                  <c:v>87991.07</c:v>
                </c:pt>
                <c:pt idx="3376">
                  <c:v>88017.14</c:v>
                </c:pt>
                <c:pt idx="3377">
                  <c:v>88043.21</c:v>
                </c:pt>
                <c:pt idx="3378">
                  <c:v>88069.29</c:v>
                </c:pt>
                <c:pt idx="3379">
                  <c:v>88095.360000000001</c:v>
                </c:pt>
                <c:pt idx="3380">
                  <c:v>88121.43</c:v>
                </c:pt>
                <c:pt idx="3381">
                  <c:v>88147.5</c:v>
                </c:pt>
                <c:pt idx="3382">
                  <c:v>88173.57</c:v>
                </c:pt>
                <c:pt idx="3383">
                  <c:v>88199.64</c:v>
                </c:pt>
                <c:pt idx="3384">
                  <c:v>88225.71</c:v>
                </c:pt>
                <c:pt idx="3385">
                  <c:v>88251.79</c:v>
                </c:pt>
                <c:pt idx="3386">
                  <c:v>88277.86</c:v>
                </c:pt>
                <c:pt idx="3387">
                  <c:v>88303.93</c:v>
                </c:pt>
                <c:pt idx="3388">
                  <c:v>88330</c:v>
                </c:pt>
                <c:pt idx="3389">
                  <c:v>88356.07</c:v>
                </c:pt>
                <c:pt idx="3390">
                  <c:v>88382.14</c:v>
                </c:pt>
                <c:pt idx="3391">
                  <c:v>88408.21</c:v>
                </c:pt>
                <c:pt idx="3392">
                  <c:v>88434.29</c:v>
                </c:pt>
                <c:pt idx="3393">
                  <c:v>88460.36</c:v>
                </c:pt>
                <c:pt idx="3394">
                  <c:v>88486.43</c:v>
                </c:pt>
                <c:pt idx="3395">
                  <c:v>88512.5</c:v>
                </c:pt>
                <c:pt idx="3396">
                  <c:v>88538.57</c:v>
                </c:pt>
                <c:pt idx="3397">
                  <c:v>88564.64</c:v>
                </c:pt>
                <c:pt idx="3398">
                  <c:v>88590.71</c:v>
                </c:pt>
                <c:pt idx="3399">
                  <c:v>88616.79</c:v>
                </c:pt>
                <c:pt idx="3400">
                  <c:v>88642.86</c:v>
                </c:pt>
                <c:pt idx="3401">
                  <c:v>88668.93</c:v>
                </c:pt>
                <c:pt idx="3402">
                  <c:v>88695</c:v>
                </c:pt>
                <c:pt idx="3403">
                  <c:v>88721.07</c:v>
                </c:pt>
                <c:pt idx="3404">
                  <c:v>88747.14</c:v>
                </c:pt>
                <c:pt idx="3405">
                  <c:v>88773.21</c:v>
                </c:pt>
                <c:pt idx="3406">
                  <c:v>88799.29</c:v>
                </c:pt>
                <c:pt idx="3407">
                  <c:v>88825.36</c:v>
                </c:pt>
                <c:pt idx="3408">
                  <c:v>88851.43</c:v>
                </c:pt>
                <c:pt idx="3409">
                  <c:v>88877.5</c:v>
                </c:pt>
                <c:pt idx="3410">
                  <c:v>88903.57</c:v>
                </c:pt>
                <c:pt idx="3411">
                  <c:v>88929.64</c:v>
                </c:pt>
                <c:pt idx="3412">
                  <c:v>88955.71</c:v>
                </c:pt>
                <c:pt idx="3413">
                  <c:v>88981.79</c:v>
                </c:pt>
                <c:pt idx="3414">
                  <c:v>89007.86</c:v>
                </c:pt>
                <c:pt idx="3415">
                  <c:v>89033.93</c:v>
                </c:pt>
                <c:pt idx="3416">
                  <c:v>89060</c:v>
                </c:pt>
                <c:pt idx="3417">
                  <c:v>89086.07</c:v>
                </c:pt>
                <c:pt idx="3418">
                  <c:v>89112.14</c:v>
                </c:pt>
                <c:pt idx="3419">
                  <c:v>89138.21</c:v>
                </c:pt>
                <c:pt idx="3420">
                  <c:v>89164.29</c:v>
                </c:pt>
                <c:pt idx="3421">
                  <c:v>89190.36</c:v>
                </c:pt>
                <c:pt idx="3422">
                  <c:v>89216.43</c:v>
                </c:pt>
                <c:pt idx="3423">
                  <c:v>89242.5</c:v>
                </c:pt>
                <c:pt idx="3424">
                  <c:v>89268.57</c:v>
                </c:pt>
                <c:pt idx="3425">
                  <c:v>89294.64</c:v>
                </c:pt>
                <c:pt idx="3426">
                  <c:v>89320.71</c:v>
                </c:pt>
                <c:pt idx="3427">
                  <c:v>89346.79</c:v>
                </c:pt>
                <c:pt idx="3428">
                  <c:v>89372.86</c:v>
                </c:pt>
                <c:pt idx="3429">
                  <c:v>89398.93</c:v>
                </c:pt>
                <c:pt idx="3430">
                  <c:v>89425</c:v>
                </c:pt>
                <c:pt idx="3431">
                  <c:v>89451.07</c:v>
                </c:pt>
                <c:pt idx="3432">
                  <c:v>89477.14</c:v>
                </c:pt>
                <c:pt idx="3433">
                  <c:v>89503.21</c:v>
                </c:pt>
                <c:pt idx="3434">
                  <c:v>89529.29</c:v>
                </c:pt>
                <c:pt idx="3435">
                  <c:v>89555.36</c:v>
                </c:pt>
                <c:pt idx="3436">
                  <c:v>89581.43</c:v>
                </c:pt>
                <c:pt idx="3437">
                  <c:v>89607.5</c:v>
                </c:pt>
                <c:pt idx="3438">
                  <c:v>89633.57</c:v>
                </c:pt>
                <c:pt idx="3439">
                  <c:v>89659.64</c:v>
                </c:pt>
                <c:pt idx="3440">
                  <c:v>89685.71</c:v>
                </c:pt>
                <c:pt idx="3441">
                  <c:v>89711.79</c:v>
                </c:pt>
                <c:pt idx="3442">
                  <c:v>89737.86</c:v>
                </c:pt>
                <c:pt idx="3443">
                  <c:v>89763.93</c:v>
                </c:pt>
                <c:pt idx="3444">
                  <c:v>89790</c:v>
                </c:pt>
                <c:pt idx="3445">
                  <c:v>89816.07</c:v>
                </c:pt>
                <c:pt idx="3446">
                  <c:v>89842.14</c:v>
                </c:pt>
                <c:pt idx="3447">
                  <c:v>89868.21</c:v>
                </c:pt>
                <c:pt idx="3448">
                  <c:v>89894.29</c:v>
                </c:pt>
                <c:pt idx="3449">
                  <c:v>89920.36</c:v>
                </c:pt>
                <c:pt idx="3450">
                  <c:v>89946.43</c:v>
                </c:pt>
                <c:pt idx="3451">
                  <c:v>89972.5</c:v>
                </c:pt>
                <c:pt idx="3452">
                  <c:v>89998.57</c:v>
                </c:pt>
                <c:pt idx="3453">
                  <c:v>90024.639999999999</c:v>
                </c:pt>
                <c:pt idx="3454">
                  <c:v>90050.71</c:v>
                </c:pt>
                <c:pt idx="3455">
                  <c:v>90076.79</c:v>
                </c:pt>
                <c:pt idx="3456">
                  <c:v>90102.86</c:v>
                </c:pt>
                <c:pt idx="3457">
                  <c:v>90128.93</c:v>
                </c:pt>
                <c:pt idx="3458">
                  <c:v>90155</c:v>
                </c:pt>
                <c:pt idx="3459">
                  <c:v>90181.07</c:v>
                </c:pt>
                <c:pt idx="3460">
                  <c:v>90207.14</c:v>
                </c:pt>
                <c:pt idx="3461">
                  <c:v>90233.21</c:v>
                </c:pt>
                <c:pt idx="3462">
                  <c:v>90259.29</c:v>
                </c:pt>
                <c:pt idx="3463">
                  <c:v>90285.36</c:v>
                </c:pt>
                <c:pt idx="3464">
                  <c:v>90311.43</c:v>
                </c:pt>
                <c:pt idx="3465">
                  <c:v>90337.5</c:v>
                </c:pt>
                <c:pt idx="3466">
                  <c:v>90363.57</c:v>
                </c:pt>
                <c:pt idx="3467">
                  <c:v>90389.64</c:v>
                </c:pt>
                <c:pt idx="3468">
                  <c:v>90415.71</c:v>
                </c:pt>
                <c:pt idx="3469">
                  <c:v>90441.79</c:v>
                </c:pt>
                <c:pt idx="3470">
                  <c:v>90467.86</c:v>
                </c:pt>
                <c:pt idx="3471">
                  <c:v>90493.93</c:v>
                </c:pt>
                <c:pt idx="3472">
                  <c:v>90520</c:v>
                </c:pt>
                <c:pt idx="3473">
                  <c:v>90546.07</c:v>
                </c:pt>
                <c:pt idx="3474">
                  <c:v>90572.14</c:v>
                </c:pt>
                <c:pt idx="3475">
                  <c:v>90598.21</c:v>
                </c:pt>
                <c:pt idx="3476">
                  <c:v>90624.29</c:v>
                </c:pt>
                <c:pt idx="3477">
                  <c:v>90650.36</c:v>
                </c:pt>
                <c:pt idx="3478">
                  <c:v>90676.43</c:v>
                </c:pt>
                <c:pt idx="3479">
                  <c:v>90702.5</c:v>
                </c:pt>
                <c:pt idx="3480">
                  <c:v>90728.57</c:v>
                </c:pt>
                <c:pt idx="3481">
                  <c:v>90754.64</c:v>
                </c:pt>
                <c:pt idx="3482">
                  <c:v>90780.71</c:v>
                </c:pt>
                <c:pt idx="3483">
                  <c:v>90806.79</c:v>
                </c:pt>
                <c:pt idx="3484">
                  <c:v>90832.86</c:v>
                </c:pt>
                <c:pt idx="3485">
                  <c:v>90858.93</c:v>
                </c:pt>
                <c:pt idx="3486">
                  <c:v>90885</c:v>
                </c:pt>
                <c:pt idx="3487">
                  <c:v>90911.07</c:v>
                </c:pt>
                <c:pt idx="3488">
                  <c:v>90937.14</c:v>
                </c:pt>
                <c:pt idx="3489">
                  <c:v>90963.21</c:v>
                </c:pt>
                <c:pt idx="3490">
                  <c:v>90989.29</c:v>
                </c:pt>
                <c:pt idx="3491">
                  <c:v>91015.360000000001</c:v>
                </c:pt>
                <c:pt idx="3492">
                  <c:v>91041.43</c:v>
                </c:pt>
                <c:pt idx="3493">
                  <c:v>91067.5</c:v>
                </c:pt>
                <c:pt idx="3494">
                  <c:v>91093.57</c:v>
                </c:pt>
                <c:pt idx="3495">
                  <c:v>91119.64</c:v>
                </c:pt>
                <c:pt idx="3496">
                  <c:v>91145.71</c:v>
                </c:pt>
                <c:pt idx="3497">
                  <c:v>91171.79</c:v>
                </c:pt>
                <c:pt idx="3498">
                  <c:v>91197.86</c:v>
                </c:pt>
                <c:pt idx="3499">
                  <c:v>91223.93</c:v>
                </c:pt>
                <c:pt idx="3500">
                  <c:v>91250</c:v>
                </c:pt>
                <c:pt idx="3501">
                  <c:v>91276.07</c:v>
                </c:pt>
                <c:pt idx="3502">
                  <c:v>91302.14</c:v>
                </c:pt>
                <c:pt idx="3503">
                  <c:v>91328.21</c:v>
                </c:pt>
                <c:pt idx="3504">
                  <c:v>91354.29</c:v>
                </c:pt>
                <c:pt idx="3505">
                  <c:v>91380.36</c:v>
                </c:pt>
                <c:pt idx="3506">
                  <c:v>91406.43</c:v>
                </c:pt>
                <c:pt idx="3507">
                  <c:v>91432.5</c:v>
                </c:pt>
                <c:pt idx="3508">
                  <c:v>91458.57</c:v>
                </c:pt>
                <c:pt idx="3509">
                  <c:v>91484.64</c:v>
                </c:pt>
                <c:pt idx="3510">
                  <c:v>91510.71</c:v>
                </c:pt>
                <c:pt idx="3511">
                  <c:v>91536.79</c:v>
                </c:pt>
                <c:pt idx="3512">
                  <c:v>91562.86</c:v>
                </c:pt>
                <c:pt idx="3513">
                  <c:v>91588.93</c:v>
                </c:pt>
                <c:pt idx="3514">
                  <c:v>91615</c:v>
                </c:pt>
                <c:pt idx="3515">
                  <c:v>91641.07</c:v>
                </c:pt>
                <c:pt idx="3516">
                  <c:v>91667.14</c:v>
                </c:pt>
                <c:pt idx="3517">
                  <c:v>91693.21</c:v>
                </c:pt>
                <c:pt idx="3518">
                  <c:v>91719.29</c:v>
                </c:pt>
                <c:pt idx="3519">
                  <c:v>91745.36</c:v>
                </c:pt>
                <c:pt idx="3520">
                  <c:v>91771.43</c:v>
                </c:pt>
                <c:pt idx="3521">
                  <c:v>91797.5</c:v>
                </c:pt>
                <c:pt idx="3522">
                  <c:v>91823.57</c:v>
                </c:pt>
                <c:pt idx="3523">
                  <c:v>91849.64</c:v>
                </c:pt>
                <c:pt idx="3524">
                  <c:v>91875.71</c:v>
                </c:pt>
                <c:pt idx="3525">
                  <c:v>91901.79</c:v>
                </c:pt>
                <c:pt idx="3526">
                  <c:v>91927.86</c:v>
                </c:pt>
                <c:pt idx="3527">
                  <c:v>91953.93</c:v>
                </c:pt>
                <c:pt idx="3528">
                  <c:v>91980</c:v>
                </c:pt>
                <c:pt idx="3529">
                  <c:v>92006.07</c:v>
                </c:pt>
                <c:pt idx="3530">
                  <c:v>92032.14</c:v>
                </c:pt>
                <c:pt idx="3531">
                  <c:v>92058.21</c:v>
                </c:pt>
                <c:pt idx="3532">
                  <c:v>92084.29</c:v>
                </c:pt>
                <c:pt idx="3533">
                  <c:v>92110.36</c:v>
                </c:pt>
                <c:pt idx="3534">
                  <c:v>92136.43</c:v>
                </c:pt>
                <c:pt idx="3535">
                  <c:v>92162.5</c:v>
                </c:pt>
                <c:pt idx="3536">
                  <c:v>92188.57</c:v>
                </c:pt>
                <c:pt idx="3537">
                  <c:v>92214.64</c:v>
                </c:pt>
                <c:pt idx="3538">
                  <c:v>92240.71</c:v>
                </c:pt>
                <c:pt idx="3539">
                  <c:v>92266.79</c:v>
                </c:pt>
                <c:pt idx="3540">
                  <c:v>92292.86</c:v>
                </c:pt>
                <c:pt idx="3541">
                  <c:v>92318.93</c:v>
                </c:pt>
                <c:pt idx="3542">
                  <c:v>92345</c:v>
                </c:pt>
                <c:pt idx="3543">
                  <c:v>92371.07</c:v>
                </c:pt>
                <c:pt idx="3544">
                  <c:v>92397.14</c:v>
                </c:pt>
                <c:pt idx="3545">
                  <c:v>92423.21</c:v>
                </c:pt>
                <c:pt idx="3546">
                  <c:v>92449.29</c:v>
                </c:pt>
                <c:pt idx="3547">
                  <c:v>92475.36</c:v>
                </c:pt>
                <c:pt idx="3548">
                  <c:v>92501.43</c:v>
                </c:pt>
                <c:pt idx="3549">
                  <c:v>92527.5</c:v>
                </c:pt>
                <c:pt idx="3550">
                  <c:v>92553.57</c:v>
                </c:pt>
                <c:pt idx="3551">
                  <c:v>92579.64</c:v>
                </c:pt>
                <c:pt idx="3552">
                  <c:v>92605.71</c:v>
                </c:pt>
                <c:pt idx="3553">
                  <c:v>92631.79</c:v>
                </c:pt>
                <c:pt idx="3554">
                  <c:v>92657.86</c:v>
                </c:pt>
                <c:pt idx="3555">
                  <c:v>92683.93</c:v>
                </c:pt>
                <c:pt idx="3556">
                  <c:v>92710</c:v>
                </c:pt>
                <c:pt idx="3557">
                  <c:v>92736.07</c:v>
                </c:pt>
                <c:pt idx="3558">
                  <c:v>92762.14</c:v>
                </c:pt>
                <c:pt idx="3559">
                  <c:v>92788.21</c:v>
                </c:pt>
                <c:pt idx="3560">
                  <c:v>92814.29</c:v>
                </c:pt>
                <c:pt idx="3561">
                  <c:v>92840.36</c:v>
                </c:pt>
                <c:pt idx="3562">
                  <c:v>92866.43</c:v>
                </c:pt>
                <c:pt idx="3563">
                  <c:v>92892.5</c:v>
                </c:pt>
                <c:pt idx="3564">
                  <c:v>92918.57</c:v>
                </c:pt>
                <c:pt idx="3565">
                  <c:v>92944.639999999999</c:v>
                </c:pt>
                <c:pt idx="3566">
                  <c:v>92970.71</c:v>
                </c:pt>
                <c:pt idx="3567">
                  <c:v>92996.79</c:v>
                </c:pt>
                <c:pt idx="3568">
                  <c:v>93022.86</c:v>
                </c:pt>
                <c:pt idx="3569">
                  <c:v>93048.93</c:v>
                </c:pt>
                <c:pt idx="3570">
                  <c:v>93075</c:v>
                </c:pt>
                <c:pt idx="3571">
                  <c:v>93101.07</c:v>
                </c:pt>
                <c:pt idx="3572">
                  <c:v>93127.14</c:v>
                </c:pt>
                <c:pt idx="3573">
                  <c:v>93153.21</c:v>
                </c:pt>
                <c:pt idx="3574">
                  <c:v>93179.29</c:v>
                </c:pt>
                <c:pt idx="3575">
                  <c:v>93205.36</c:v>
                </c:pt>
                <c:pt idx="3576">
                  <c:v>93231.43</c:v>
                </c:pt>
                <c:pt idx="3577">
                  <c:v>93257.5</c:v>
                </c:pt>
                <c:pt idx="3578">
                  <c:v>93283.57</c:v>
                </c:pt>
                <c:pt idx="3579">
                  <c:v>93309.64</c:v>
                </c:pt>
                <c:pt idx="3580">
                  <c:v>93335.71</c:v>
                </c:pt>
                <c:pt idx="3581">
                  <c:v>93361.79</c:v>
                </c:pt>
                <c:pt idx="3582">
                  <c:v>93387.86</c:v>
                </c:pt>
                <c:pt idx="3583">
                  <c:v>93413.93</c:v>
                </c:pt>
                <c:pt idx="3584">
                  <c:v>93440</c:v>
                </c:pt>
                <c:pt idx="3585">
                  <c:v>93466.07</c:v>
                </c:pt>
                <c:pt idx="3586">
                  <c:v>93492.14</c:v>
                </c:pt>
                <c:pt idx="3587">
                  <c:v>93518.21</c:v>
                </c:pt>
                <c:pt idx="3588">
                  <c:v>93544.29</c:v>
                </c:pt>
                <c:pt idx="3589">
                  <c:v>93570.36</c:v>
                </c:pt>
                <c:pt idx="3590">
                  <c:v>93596.43</c:v>
                </c:pt>
                <c:pt idx="3591">
                  <c:v>93622.5</c:v>
                </c:pt>
                <c:pt idx="3592">
                  <c:v>93648.57</c:v>
                </c:pt>
                <c:pt idx="3593">
                  <c:v>93674.64</c:v>
                </c:pt>
                <c:pt idx="3594">
                  <c:v>93700.71</c:v>
                </c:pt>
                <c:pt idx="3595">
                  <c:v>93726.79</c:v>
                </c:pt>
                <c:pt idx="3596">
                  <c:v>93752.86</c:v>
                </c:pt>
                <c:pt idx="3597">
                  <c:v>93778.93</c:v>
                </c:pt>
                <c:pt idx="3598">
                  <c:v>93805</c:v>
                </c:pt>
                <c:pt idx="3599">
                  <c:v>93831.07</c:v>
                </c:pt>
                <c:pt idx="3600">
                  <c:v>93857.14</c:v>
                </c:pt>
                <c:pt idx="3601">
                  <c:v>93883.21</c:v>
                </c:pt>
                <c:pt idx="3602">
                  <c:v>93909.29</c:v>
                </c:pt>
                <c:pt idx="3603">
                  <c:v>93935.360000000001</c:v>
                </c:pt>
                <c:pt idx="3604">
                  <c:v>93961.43</c:v>
                </c:pt>
                <c:pt idx="3605">
                  <c:v>93987.5</c:v>
                </c:pt>
                <c:pt idx="3606">
                  <c:v>94013.57</c:v>
                </c:pt>
                <c:pt idx="3607">
                  <c:v>94039.64</c:v>
                </c:pt>
                <c:pt idx="3608">
                  <c:v>94065.71</c:v>
                </c:pt>
                <c:pt idx="3609">
                  <c:v>94091.79</c:v>
                </c:pt>
                <c:pt idx="3610">
                  <c:v>94117.86</c:v>
                </c:pt>
                <c:pt idx="3611">
                  <c:v>94143.93</c:v>
                </c:pt>
                <c:pt idx="3612">
                  <c:v>94170</c:v>
                </c:pt>
                <c:pt idx="3613">
                  <c:v>94196.07</c:v>
                </c:pt>
                <c:pt idx="3614">
                  <c:v>94222.14</c:v>
                </c:pt>
                <c:pt idx="3615">
                  <c:v>94248.21</c:v>
                </c:pt>
                <c:pt idx="3616">
                  <c:v>94274.29</c:v>
                </c:pt>
                <c:pt idx="3617">
                  <c:v>94300.36</c:v>
                </c:pt>
                <c:pt idx="3618">
                  <c:v>94326.43</c:v>
                </c:pt>
                <c:pt idx="3619">
                  <c:v>94352.5</c:v>
                </c:pt>
                <c:pt idx="3620">
                  <c:v>94378.57</c:v>
                </c:pt>
                <c:pt idx="3621">
                  <c:v>94404.64</c:v>
                </c:pt>
                <c:pt idx="3622">
                  <c:v>94430.71</c:v>
                </c:pt>
                <c:pt idx="3623">
                  <c:v>94456.79</c:v>
                </c:pt>
                <c:pt idx="3624">
                  <c:v>94482.86</c:v>
                </c:pt>
                <c:pt idx="3625">
                  <c:v>94508.93</c:v>
                </c:pt>
                <c:pt idx="3626">
                  <c:v>94535</c:v>
                </c:pt>
                <c:pt idx="3627">
                  <c:v>94561.07</c:v>
                </c:pt>
                <c:pt idx="3628">
                  <c:v>94587.14</c:v>
                </c:pt>
                <c:pt idx="3629">
                  <c:v>94613.21</c:v>
                </c:pt>
                <c:pt idx="3630">
                  <c:v>94639.29</c:v>
                </c:pt>
                <c:pt idx="3631">
                  <c:v>94665.36</c:v>
                </c:pt>
                <c:pt idx="3632">
                  <c:v>94691.43</c:v>
                </c:pt>
                <c:pt idx="3633">
                  <c:v>94717.5</c:v>
                </c:pt>
                <c:pt idx="3634">
                  <c:v>94743.57</c:v>
                </c:pt>
                <c:pt idx="3635">
                  <c:v>94769.64</c:v>
                </c:pt>
                <c:pt idx="3636">
                  <c:v>94795.71</c:v>
                </c:pt>
                <c:pt idx="3637">
                  <c:v>94821.79</c:v>
                </c:pt>
                <c:pt idx="3638">
                  <c:v>94847.86</c:v>
                </c:pt>
                <c:pt idx="3639">
                  <c:v>94873.93</c:v>
                </c:pt>
                <c:pt idx="3640">
                  <c:v>94900</c:v>
                </c:pt>
                <c:pt idx="3641">
                  <c:v>94926.07</c:v>
                </c:pt>
                <c:pt idx="3642">
                  <c:v>94952.14</c:v>
                </c:pt>
                <c:pt idx="3643">
                  <c:v>94978.21</c:v>
                </c:pt>
                <c:pt idx="3644">
                  <c:v>95004.29</c:v>
                </c:pt>
                <c:pt idx="3645">
                  <c:v>95030.36</c:v>
                </c:pt>
                <c:pt idx="3646">
                  <c:v>95056.43</c:v>
                </c:pt>
                <c:pt idx="3647">
                  <c:v>95082.5</c:v>
                </c:pt>
                <c:pt idx="3648">
                  <c:v>95108.57</c:v>
                </c:pt>
                <c:pt idx="3649">
                  <c:v>95134.64</c:v>
                </c:pt>
                <c:pt idx="3650">
                  <c:v>95160.71</c:v>
                </c:pt>
                <c:pt idx="3651">
                  <c:v>95186.79</c:v>
                </c:pt>
                <c:pt idx="3652">
                  <c:v>95212.86</c:v>
                </c:pt>
                <c:pt idx="3653">
                  <c:v>95238.93</c:v>
                </c:pt>
                <c:pt idx="3654">
                  <c:v>95265</c:v>
                </c:pt>
                <c:pt idx="3655">
                  <c:v>95291.07</c:v>
                </c:pt>
                <c:pt idx="3656">
                  <c:v>95317.14</c:v>
                </c:pt>
                <c:pt idx="3657">
                  <c:v>95343.21</c:v>
                </c:pt>
                <c:pt idx="3658">
                  <c:v>95369.29</c:v>
                </c:pt>
                <c:pt idx="3659">
                  <c:v>95395.36</c:v>
                </c:pt>
                <c:pt idx="3660">
                  <c:v>95421.43</c:v>
                </c:pt>
                <c:pt idx="3661">
                  <c:v>95447.5</c:v>
                </c:pt>
                <c:pt idx="3662">
                  <c:v>95473.57</c:v>
                </c:pt>
                <c:pt idx="3663">
                  <c:v>95499.64</c:v>
                </c:pt>
                <c:pt idx="3664">
                  <c:v>95525.71</c:v>
                </c:pt>
                <c:pt idx="3665">
                  <c:v>95551.79</c:v>
                </c:pt>
                <c:pt idx="3666">
                  <c:v>95577.86</c:v>
                </c:pt>
                <c:pt idx="3667">
                  <c:v>95603.93</c:v>
                </c:pt>
                <c:pt idx="3668">
                  <c:v>95630</c:v>
                </c:pt>
                <c:pt idx="3669">
                  <c:v>95656.07</c:v>
                </c:pt>
                <c:pt idx="3670">
                  <c:v>95682.14</c:v>
                </c:pt>
                <c:pt idx="3671">
                  <c:v>95708.21</c:v>
                </c:pt>
                <c:pt idx="3672">
                  <c:v>95734.29</c:v>
                </c:pt>
                <c:pt idx="3673">
                  <c:v>95760.36</c:v>
                </c:pt>
                <c:pt idx="3674">
                  <c:v>95786.43</c:v>
                </c:pt>
                <c:pt idx="3675">
                  <c:v>95812.5</c:v>
                </c:pt>
                <c:pt idx="3676">
                  <c:v>95838.57</c:v>
                </c:pt>
                <c:pt idx="3677">
                  <c:v>95864.639999999999</c:v>
                </c:pt>
                <c:pt idx="3678">
                  <c:v>95890.71</c:v>
                </c:pt>
                <c:pt idx="3679">
                  <c:v>95916.79</c:v>
                </c:pt>
                <c:pt idx="3680">
                  <c:v>95942.86</c:v>
                </c:pt>
                <c:pt idx="3681">
                  <c:v>95968.93</c:v>
                </c:pt>
                <c:pt idx="3682">
                  <c:v>95995</c:v>
                </c:pt>
                <c:pt idx="3683">
                  <c:v>96021.07</c:v>
                </c:pt>
                <c:pt idx="3684">
                  <c:v>96047.14</c:v>
                </c:pt>
                <c:pt idx="3685">
                  <c:v>96073.21</c:v>
                </c:pt>
                <c:pt idx="3686">
                  <c:v>96099.29</c:v>
                </c:pt>
                <c:pt idx="3687">
                  <c:v>96125.36</c:v>
                </c:pt>
                <c:pt idx="3688">
                  <c:v>96151.43</c:v>
                </c:pt>
                <c:pt idx="3689">
                  <c:v>96177.5</c:v>
                </c:pt>
                <c:pt idx="3690">
                  <c:v>96203.57</c:v>
                </c:pt>
                <c:pt idx="3691">
                  <c:v>96229.64</c:v>
                </c:pt>
                <c:pt idx="3692">
                  <c:v>96255.71</c:v>
                </c:pt>
                <c:pt idx="3693">
                  <c:v>96281.79</c:v>
                </c:pt>
                <c:pt idx="3694">
                  <c:v>96307.86</c:v>
                </c:pt>
                <c:pt idx="3695">
                  <c:v>96333.93</c:v>
                </c:pt>
                <c:pt idx="3696">
                  <c:v>96360</c:v>
                </c:pt>
                <c:pt idx="3697">
                  <c:v>96386.07</c:v>
                </c:pt>
                <c:pt idx="3698">
                  <c:v>96412.14</c:v>
                </c:pt>
                <c:pt idx="3699">
                  <c:v>96438.21</c:v>
                </c:pt>
                <c:pt idx="3700">
                  <c:v>96464.29</c:v>
                </c:pt>
                <c:pt idx="3701">
                  <c:v>96490.36</c:v>
                </c:pt>
                <c:pt idx="3702">
                  <c:v>96516.43</c:v>
                </c:pt>
                <c:pt idx="3703">
                  <c:v>96542.5</c:v>
                </c:pt>
                <c:pt idx="3704">
                  <c:v>96568.57</c:v>
                </c:pt>
                <c:pt idx="3705">
                  <c:v>96594.64</c:v>
                </c:pt>
                <c:pt idx="3706">
                  <c:v>96620.71</c:v>
                </c:pt>
                <c:pt idx="3707">
                  <c:v>96646.79</c:v>
                </c:pt>
                <c:pt idx="3708">
                  <c:v>96672.86</c:v>
                </c:pt>
                <c:pt idx="3709">
                  <c:v>96698.93</c:v>
                </c:pt>
                <c:pt idx="3710">
                  <c:v>96725</c:v>
                </c:pt>
                <c:pt idx="3711">
                  <c:v>96751.07</c:v>
                </c:pt>
                <c:pt idx="3712">
                  <c:v>96777.14</c:v>
                </c:pt>
                <c:pt idx="3713">
                  <c:v>96803.21</c:v>
                </c:pt>
                <c:pt idx="3714">
                  <c:v>96829.29</c:v>
                </c:pt>
                <c:pt idx="3715">
                  <c:v>96855.360000000001</c:v>
                </c:pt>
                <c:pt idx="3716">
                  <c:v>96881.43</c:v>
                </c:pt>
                <c:pt idx="3717">
                  <c:v>96907.5</c:v>
                </c:pt>
                <c:pt idx="3718">
                  <c:v>96933.57</c:v>
                </c:pt>
                <c:pt idx="3719">
                  <c:v>96959.64</c:v>
                </c:pt>
                <c:pt idx="3720">
                  <c:v>96985.71</c:v>
                </c:pt>
                <c:pt idx="3721">
                  <c:v>97011.79</c:v>
                </c:pt>
                <c:pt idx="3722">
                  <c:v>97037.86</c:v>
                </c:pt>
                <c:pt idx="3723">
                  <c:v>97063.93</c:v>
                </c:pt>
                <c:pt idx="3724">
                  <c:v>97090</c:v>
                </c:pt>
                <c:pt idx="3725">
                  <c:v>97116.07</c:v>
                </c:pt>
                <c:pt idx="3726">
                  <c:v>97142.14</c:v>
                </c:pt>
                <c:pt idx="3727">
                  <c:v>97168.21</c:v>
                </c:pt>
                <c:pt idx="3728">
                  <c:v>97194.29</c:v>
                </c:pt>
                <c:pt idx="3729">
                  <c:v>97220.36</c:v>
                </c:pt>
                <c:pt idx="3730">
                  <c:v>97246.43</c:v>
                </c:pt>
                <c:pt idx="3731">
                  <c:v>97272.5</c:v>
                </c:pt>
                <c:pt idx="3732">
                  <c:v>97298.57</c:v>
                </c:pt>
                <c:pt idx="3733">
                  <c:v>97324.64</c:v>
                </c:pt>
                <c:pt idx="3734">
                  <c:v>97350.71</c:v>
                </c:pt>
                <c:pt idx="3735">
                  <c:v>97376.79</c:v>
                </c:pt>
                <c:pt idx="3736">
                  <c:v>97402.86</c:v>
                </c:pt>
                <c:pt idx="3737">
                  <c:v>97428.93</c:v>
                </c:pt>
                <c:pt idx="3738">
                  <c:v>97455</c:v>
                </c:pt>
                <c:pt idx="3739">
                  <c:v>97481.07</c:v>
                </c:pt>
                <c:pt idx="3740">
                  <c:v>97507.14</c:v>
                </c:pt>
                <c:pt idx="3741">
                  <c:v>97533.21</c:v>
                </c:pt>
                <c:pt idx="3742">
                  <c:v>97559.29</c:v>
                </c:pt>
                <c:pt idx="3743">
                  <c:v>97585.36</c:v>
                </c:pt>
                <c:pt idx="3744">
                  <c:v>97611.43</c:v>
                </c:pt>
                <c:pt idx="3745">
                  <c:v>97637.5</c:v>
                </c:pt>
                <c:pt idx="3746">
                  <c:v>97663.57</c:v>
                </c:pt>
                <c:pt idx="3747">
                  <c:v>97689.64</c:v>
                </c:pt>
                <c:pt idx="3748">
                  <c:v>97715.71</c:v>
                </c:pt>
                <c:pt idx="3749">
                  <c:v>97741.79</c:v>
                </c:pt>
                <c:pt idx="3750">
                  <c:v>97767.86</c:v>
                </c:pt>
                <c:pt idx="3751">
                  <c:v>97793.93</c:v>
                </c:pt>
                <c:pt idx="3752">
                  <c:v>97820</c:v>
                </c:pt>
                <c:pt idx="3753">
                  <c:v>97846.07</c:v>
                </c:pt>
                <c:pt idx="3754">
                  <c:v>97872.14</c:v>
                </c:pt>
                <c:pt idx="3755">
                  <c:v>97898.21</c:v>
                </c:pt>
                <c:pt idx="3756">
                  <c:v>97924.29</c:v>
                </c:pt>
                <c:pt idx="3757">
                  <c:v>97950.36</c:v>
                </c:pt>
                <c:pt idx="3758">
                  <c:v>97976.43</c:v>
                </c:pt>
                <c:pt idx="3759">
                  <c:v>98002.5</c:v>
                </c:pt>
                <c:pt idx="3760">
                  <c:v>98028.57</c:v>
                </c:pt>
                <c:pt idx="3761">
                  <c:v>98054.64</c:v>
                </c:pt>
                <c:pt idx="3762">
                  <c:v>98080.71</c:v>
                </c:pt>
                <c:pt idx="3763">
                  <c:v>98106.79</c:v>
                </c:pt>
                <c:pt idx="3764">
                  <c:v>98132.86</c:v>
                </c:pt>
                <c:pt idx="3765">
                  <c:v>98158.93</c:v>
                </c:pt>
                <c:pt idx="3766">
                  <c:v>98185</c:v>
                </c:pt>
                <c:pt idx="3767">
                  <c:v>98211.07</c:v>
                </c:pt>
                <c:pt idx="3768">
                  <c:v>98237.14</c:v>
                </c:pt>
                <c:pt idx="3769">
                  <c:v>98263.21</c:v>
                </c:pt>
                <c:pt idx="3770">
                  <c:v>98289.29</c:v>
                </c:pt>
                <c:pt idx="3771">
                  <c:v>98315.36</c:v>
                </c:pt>
                <c:pt idx="3772">
                  <c:v>98341.43</c:v>
                </c:pt>
                <c:pt idx="3773">
                  <c:v>98367.5</c:v>
                </c:pt>
                <c:pt idx="3774">
                  <c:v>98393.57</c:v>
                </c:pt>
                <c:pt idx="3775">
                  <c:v>98419.64</c:v>
                </c:pt>
                <c:pt idx="3776">
                  <c:v>98445.71</c:v>
                </c:pt>
                <c:pt idx="3777">
                  <c:v>98471.79</c:v>
                </c:pt>
                <c:pt idx="3778">
                  <c:v>98497.86</c:v>
                </c:pt>
                <c:pt idx="3779">
                  <c:v>98523.93</c:v>
                </c:pt>
                <c:pt idx="3780">
                  <c:v>98550</c:v>
                </c:pt>
                <c:pt idx="3781">
                  <c:v>98576.07</c:v>
                </c:pt>
                <c:pt idx="3782">
                  <c:v>98602.14</c:v>
                </c:pt>
                <c:pt idx="3783">
                  <c:v>98628.21</c:v>
                </c:pt>
                <c:pt idx="3784">
                  <c:v>98654.29</c:v>
                </c:pt>
                <c:pt idx="3785">
                  <c:v>98680.36</c:v>
                </c:pt>
                <c:pt idx="3786">
                  <c:v>98706.43</c:v>
                </c:pt>
                <c:pt idx="3787">
                  <c:v>98732.5</c:v>
                </c:pt>
                <c:pt idx="3788">
                  <c:v>98758.57</c:v>
                </c:pt>
                <c:pt idx="3789">
                  <c:v>98784.639999999999</c:v>
                </c:pt>
                <c:pt idx="3790">
                  <c:v>98810.71</c:v>
                </c:pt>
                <c:pt idx="3791">
                  <c:v>98836.79</c:v>
                </c:pt>
                <c:pt idx="3792">
                  <c:v>98862.86</c:v>
                </c:pt>
                <c:pt idx="3793">
                  <c:v>98888.93</c:v>
                </c:pt>
                <c:pt idx="3794">
                  <c:v>98915</c:v>
                </c:pt>
                <c:pt idx="3795">
                  <c:v>98941.07</c:v>
                </c:pt>
                <c:pt idx="3796">
                  <c:v>98967.14</c:v>
                </c:pt>
                <c:pt idx="3797">
                  <c:v>98993.21</c:v>
                </c:pt>
                <c:pt idx="3798">
                  <c:v>99019.29</c:v>
                </c:pt>
                <c:pt idx="3799">
                  <c:v>99045.36</c:v>
                </c:pt>
                <c:pt idx="3800">
                  <c:v>99071.43</c:v>
                </c:pt>
                <c:pt idx="3801">
                  <c:v>99097.5</c:v>
                </c:pt>
                <c:pt idx="3802">
                  <c:v>99123.57</c:v>
                </c:pt>
                <c:pt idx="3803">
                  <c:v>99149.64</c:v>
                </c:pt>
                <c:pt idx="3804">
                  <c:v>99175.71</c:v>
                </c:pt>
                <c:pt idx="3805">
                  <c:v>99201.79</c:v>
                </c:pt>
                <c:pt idx="3806">
                  <c:v>99227.86</c:v>
                </c:pt>
                <c:pt idx="3807">
                  <c:v>99253.93</c:v>
                </c:pt>
                <c:pt idx="3808">
                  <c:v>99280</c:v>
                </c:pt>
                <c:pt idx="3809">
                  <c:v>99306.07</c:v>
                </c:pt>
                <c:pt idx="3810">
                  <c:v>99332.14</c:v>
                </c:pt>
                <c:pt idx="3811">
                  <c:v>99358.21</c:v>
                </c:pt>
                <c:pt idx="3812">
                  <c:v>99384.29</c:v>
                </c:pt>
                <c:pt idx="3813">
                  <c:v>99410.36</c:v>
                </c:pt>
                <c:pt idx="3814">
                  <c:v>99436.43</c:v>
                </c:pt>
                <c:pt idx="3815">
                  <c:v>99462.5</c:v>
                </c:pt>
                <c:pt idx="3816">
                  <c:v>99488.57</c:v>
                </c:pt>
                <c:pt idx="3817">
                  <c:v>99514.64</c:v>
                </c:pt>
                <c:pt idx="3818">
                  <c:v>99540.71</c:v>
                </c:pt>
                <c:pt idx="3819">
                  <c:v>99566.79</c:v>
                </c:pt>
                <c:pt idx="3820">
                  <c:v>99592.86</c:v>
                </c:pt>
                <c:pt idx="3821">
                  <c:v>99618.93</c:v>
                </c:pt>
                <c:pt idx="3822">
                  <c:v>99645</c:v>
                </c:pt>
                <c:pt idx="3823">
                  <c:v>99671.07</c:v>
                </c:pt>
                <c:pt idx="3824">
                  <c:v>99697.14</c:v>
                </c:pt>
                <c:pt idx="3825">
                  <c:v>99723.21</c:v>
                </c:pt>
                <c:pt idx="3826">
                  <c:v>99749.29</c:v>
                </c:pt>
                <c:pt idx="3827">
                  <c:v>99775.360000000001</c:v>
                </c:pt>
                <c:pt idx="3828">
                  <c:v>99801.43</c:v>
                </c:pt>
                <c:pt idx="3829">
                  <c:v>99827.5</c:v>
                </c:pt>
                <c:pt idx="3830">
                  <c:v>99853.57</c:v>
                </c:pt>
                <c:pt idx="3831">
                  <c:v>99879.64</c:v>
                </c:pt>
                <c:pt idx="3832">
                  <c:v>99905.71</c:v>
                </c:pt>
                <c:pt idx="3833">
                  <c:v>99931.79</c:v>
                </c:pt>
                <c:pt idx="3834">
                  <c:v>99957.86</c:v>
                </c:pt>
                <c:pt idx="3835">
                  <c:v>99983.93</c:v>
                </c:pt>
                <c:pt idx="3836">
                  <c:v>100010</c:v>
                </c:pt>
                <c:pt idx="3837">
                  <c:v>100036.07</c:v>
                </c:pt>
                <c:pt idx="3838">
                  <c:v>100062.14</c:v>
                </c:pt>
                <c:pt idx="3839">
                  <c:v>100088.21</c:v>
                </c:pt>
                <c:pt idx="3840">
                  <c:v>100114.29</c:v>
                </c:pt>
                <c:pt idx="3841">
                  <c:v>100140.36</c:v>
                </c:pt>
                <c:pt idx="3842">
                  <c:v>100166.43</c:v>
                </c:pt>
                <c:pt idx="3843">
                  <c:v>100192.5</c:v>
                </c:pt>
                <c:pt idx="3844">
                  <c:v>100218.57</c:v>
                </c:pt>
                <c:pt idx="3845">
                  <c:v>100244.64</c:v>
                </c:pt>
                <c:pt idx="3846">
                  <c:v>100270.71</c:v>
                </c:pt>
                <c:pt idx="3847">
                  <c:v>100296.79</c:v>
                </c:pt>
                <c:pt idx="3848">
                  <c:v>100322.86</c:v>
                </c:pt>
                <c:pt idx="3849">
                  <c:v>100348.93</c:v>
                </c:pt>
                <c:pt idx="3850">
                  <c:v>100375</c:v>
                </c:pt>
                <c:pt idx="3851">
                  <c:v>100401.07</c:v>
                </c:pt>
                <c:pt idx="3852">
                  <c:v>100427.14</c:v>
                </c:pt>
                <c:pt idx="3853">
                  <c:v>100453.21</c:v>
                </c:pt>
                <c:pt idx="3854">
                  <c:v>100479.29</c:v>
                </c:pt>
                <c:pt idx="3855">
                  <c:v>100505.36</c:v>
                </c:pt>
                <c:pt idx="3856">
                  <c:v>100531.43</c:v>
                </c:pt>
                <c:pt idx="3857">
                  <c:v>100557.5</c:v>
                </c:pt>
                <c:pt idx="3858">
                  <c:v>100583.57</c:v>
                </c:pt>
                <c:pt idx="3859">
                  <c:v>100609.64</c:v>
                </c:pt>
                <c:pt idx="3860">
                  <c:v>100635.71</c:v>
                </c:pt>
                <c:pt idx="3861">
                  <c:v>100661.79</c:v>
                </c:pt>
                <c:pt idx="3862">
                  <c:v>100687.86</c:v>
                </c:pt>
                <c:pt idx="3863">
                  <c:v>100713.93</c:v>
                </c:pt>
                <c:pt idx="3864">
                  <c:v>100740</c:v>
                </c:pt>
                <c:pt idx="3865">
                  <c:v>100766.07</c:v>
                </c:pt>
                <c:pt idx="3866">
                  <c:v>100792.14</c:v>
                </c:pt>
                <c:pt idx="3867">
                  <c:v>100818.21</c:v>
                </c:pt>
                <c:pt idx="3868">
                  <c:v>100844.29</c:v>
                </c:pt>
                <c:pt idx="3869">
                  <c:v>100870.36</c:v>
                </c:pt>
                <c:pt idx="3870">
                  <c:v>100896.43</c:v>
                </c:pt>
                <c:pt idx="3871">
                  <c:v>100922.5</c:v>
                </c:pt>
                <c:pt idx="3872">
                  <c:v>100948.57</c:v>
                </c:pt>
                <c:pt idx="3873">
                  <c:v>100974.64</c:v>
                </c:pt>
                <c:pt idx="3874">
                  <c:v>101000.71</c:v>
                </c:pt>
                <c:pt idx="3875">
                  <c:v>101026.79</c:v>
                </c:pt>
                <c:pt idx="3876">
                  <c:v>101052.86</c:v>
                </c:pt>
                <c:pt idx="3877">
                  <c:v>101078.93</c:v>
                </c:pt>
                <c:pt idx="3878">
                  <c:v>101105</c:v>
                </c:pt>
                <c:pt idx="3879">
                  <c:v>101131.07</c:v>
                </c:pt>
                <c:pt idx="3880">
                  <c:v>101157.14</c:v>
                </c:pt>
                <c:pt idx="3881">
                  <c:v>101183.21</c:v>
                </c:pt>
                <c:pt idx="3882">
                  <c:v>101209.29</c:v>
                </c:pt>
                <c:pt idx="3883">
                  <c:v>101235.36</c:v>
                </c:pt>
                <c:pt idx="3884">
                  <c:v>101261.43</c:v>
                </c:pt>
                <c:pt idx="3885">
                  <c:v>101287.5</c:v>
                </c:pt>
                <c:pt idx="3886">
                  <c:v>101313.57</c:v>
                </c:pt>
                <c:pt idx="3887">
                  <c:v>101339.64</c:v>
                </c:pt>
                <c:pt idx="3888">
                  <c:v>101365.71</c:v>
                </c:pt>
                <c:pt idx="3889">
                  <c:v>101391.79</c:v>
                </c:pt>
                <c:pt idx="3890">
                  <c:v>101417.86</c:v>
                </c:pt>
                <c:pt idx="3891">
                  <c:v>101443.93</c:v>
                </c:pt>
                <c:pt idx="3892">
                  <c:v>101470</c:v>
                </c:pt>
                <c:pt idx="3893">
                  <c:v>101496.07</c:v>
                </c:pt>
                <c:pt idx="3894">
                  <c:v>101522.14</c:v>
                </c:pt>
                <c:pt idx="3895">
                  <c:v>101548.21</c:v>
                </c:pt>
                <c:pt idx="3896">
                  <c:v>101574.29</c:v>
                </c:pt>
                <c:pt idx="3897">
                  <c:v>101600.36</c:v>
                </c:pt>
                <c:pt idx="3898">
                  <c:v>101626.43</c:v>
                </c:pt>
                <c:pt idx="3899">
                  <c:v>101652.5</c:v>
                </c:pt>
                <c:pt idx="3900">
                  <c:v>101678.57</c:v>
                </c:pt>
                <c:pt idx="3901">
                  <c:v>101704.64</c:v>
                </c:pt>
                <c:pt idx="3902">
                  <c:v>101730.71</c:v>
                </c:pt>
                <c:pt idx="3903">
                  <c:v>101756.79</c:v>
                </c:pt>
                <c:pt idx="3904">
                  <c:v>101782.86</c:v>
                </c:pt>
                <c:pt idx="3905">
                  <c:v>101808.93</c:v>
                </c:pt>
                <c:pt idx="3906">
                  <c:v>101835</c:v>
                </c:pt>
                <c:pt idx="3907">
                  <c:v>101861.07</c:v>
                </c:pt>
                <c:pt idx="3908">
                  <c:v>101887.14</c:v>
                </c:pt>
                <c:pt idx="3909">
                  <c:v>101913.21</c:v>
                </c:pt>
                <c:pt idx="3910">
                  <c:v>101939.29</c:v>
                </c:pt>
                <c:pt idx="3911">
                  <c:v>101965.36</c:v>
                </c:pt>
                <c:pt idx="3912">
                  <c:v>101991.43</c:v>
                </c:pt>
                <c:pt idx="3913">
                  <c:v>102017.5</c:v>
                </c:pt>
                <c:pt idx="3914">
                  <c:v>102043.57</c:v>
                </c:pt>
                <c:pt idx="3915">
                  <c:v>102069.64</c:v>
                </c:pt>
                <c:pt idx="3916">
                  <c:v>102095.71</c:v>
                </c:pt>
                <c:pt idx="3917">
                  <c:v>102121.79</c:v>
                </c:pt>
                <c:pt idx="3918">
                  <c:v>102147.86</c:v>
                </c:pt>
                <c:pt idx="3919">
                  <c:v>102173.93</c:v>
                </c:pt>
                <c:pt idx="3920">
                  <c:v>102200</c:v>
                </c:pt>
                <c:pt idx="3921">
                  <c:v>102226.07</c:v>
                </c:pt>
                <c:pt idx="3922">
                  <c:v>102252.14</c:v>
                </c:pt>
                <c:pt idx="3923">
                  <c:v>102278.21</c:v>
                </c:pt>
                <c:pt idx="3924">
                  <c:v>102304.29</c:v>
                </c:pt>
                <c:pt idx="3925">
                  <c:v>102330.36</c:v>
                </c:pt>
                <c:pt idx="3926">
                  <c:v>102356.43</c:v>
                </c:pt>
                <c:pt idx="3927">
                  <c:v>102382.5</c:v>
                </c:pt>
                <c:pt idx="3928">
                  <c:v>102408.57</c:v>
                </c:pt>
                <c:pt idx="3929">
                  <c:v>102434.64</c:v>
                </c:pt>
                <c:pt idx="3930">
                  <c:v>102460.71</c:v>
                </c:pt>
                <c:pt idx="3931">
                  <c:v>102486.79</c:v>
                </c:pt>
                <c:pt idx="3932">
                  <c:v>102512.86</c:v>
                </c:pt>
                <c:pt idx="3933">
                  <c:v>102538.93</c:v>
                </c:pt>
                <c:pt idx="3934">
                  <c:v>102565</c:v>
                </c:pt>
                <c:pt idx="3935">
                  <c:v>102591.07</c:v>
                </c:pt>
                <c:pt idx="3936">
                  <c:v>102617.14</c:v>
                </c:pt>
                <c:pt idx="3937">
                  <c:v>102643.21</c:v>
                </c:pt>
                <c:pt idx="3938">
                  <c:v>102669.29</c:v>
                </c:pt>
                <c:pt idx="3939">
                  <c:v>102695.36</c:v>
                </c:pt>
                <c:pt idx="3940">
                  <c:v>102721.43</c:v>
                </c:pt>
                <c:pt idx="3941">
                  <c:v>102747.5</c:v>
                </c:pt>
                <c:pt idx="3942">
                  <c:v>102773.57</c:v>
                </c:pt>
                <c:pt idx="3943">
                  <c:v>102799.64</c:v>
                </c:pt>
                <c:pt idx="3944">
                  <c:v>102825.71</c:v>
                </c:pt>
                <c:pt idx="3945">
                  <c:v>102851.79</c:v>
                </c:pt>
                <c:pt idx="3946">
                  <c:v>102877.86</c:v>
                </c:pt>
                <c:pt idx="3947">
                  <c:v>102903.93</c:v>
                </c:pt>
                <c:pt idx="3948">
                  <c:v>102930</c:v>
                </c:pt>
                <c:pt idx="3949">
                  <c:v>102956.07</c:v>
                </c:pt>
                <c:pt idx="3950">
                  <c:v>102982.14</c:v>
                </c:pt>
                <c:pt idx="3951">
                  <c:v>103008.21</c:v>
                </c:pt>
                <c:pt idx="3952">
                  <c:v>103034.29</c:v>
                </c:pt>
                <c:pt idx="3953">
                  <c:v>103060.36</c:v>
                </c:pt>
                <c:pt idx="3954">
                  <c:v>103086.43</c:v>
                </c:pt>
                <c:pt idx="3955">
                  <c:v>103112.5</c:v>
                </c:pt>
                <c:pt idx="3956">
                  <c:v>103138.57</c:v>
                </c:pt>
                <c:pt idx="3957">
                  <c:v>103164.64</c:v>
                </c:pt>
                <c:pt idx="3958">
                  <c:v>103190.71</c:v>
                </c:pt>
                <c:pt idx="3959">
                  <c:v>103216.79</c:v>
                </c:pt>
                <c:pt idx="3960">
                  <c:v>103242.86</c:v>
                </c:pt>
                <c:pt idx="3961">
                  <c:v>103268.93</c:v>
                </c:pt>
                <c:pt idx="3962">
                  <c:v>103295</c:v>
                </c:pt>
                <c:pt idx="3963">
                  <c:v>103321.07</c:v>
                </c:pt>
                <c:pt idx="3964">
                  <c:v>103347.14</c:v>
                </c:pt>
                <c:pt idx="3965">
                  <c:v>103373.21</c:v>
                </c:pt>
                <c:pt idx="3966">
                  <c:v>103399.29</c:v>
                </c:pt>
                <c:pt idx="3967">
                  <c:v>103425.36</c:v>
                </c:pt>
                <c:pt idx="3968">
                  <c:v>103451.43</c:v>
                </c:pt>
                <c:pt idx="3969">
                  <c:v>103477.5</c:v>
                </c:pt>
                <c:pt idx="3970">
                  <c:v>103503.57</c:v>
                </c:pt>
                <c:pt idx="3971">
                  <c:v>103529.64</c:v>
                </c:pt>
                <c:pt idx="3972">
                  <c:v>103555.71</c:v>
                </c:pt>
                <c:pt idx="3973">
                  <c:v>103581.79</c:v>
                </c:pt>
                <c:pt idx="3974">
                  <c:v>103607.86</c:v>
                </c:pt>
                <c:pt idx="3975">
                  <c:v>103633.93</c:v>
                </c:pt>
                <c:pt idx="3976">
                  <c:v>103660</c:v>
                </c:pt>
                <c:pt idx="3977">
                  <c:v>103686.07</c:v>
                </c:pt>
                <c:pt idx="3978">
                  <c:v>103712.14</c:v>
                </c:pt>
                <c:pt idx="3979">
                  <c:v>103738.21</c:v>
                </c:pt>
                <c:pt idx="3980">
                  <c:v>103764.29</c:v>
                </c:pt>
                <c:pt idx="3981">
                  <c:v>103790.36</c:v>
                </c:pt>
                <c:pt idx="3982">
                  <c:v>103816.43</c:v>
                </c:pt>
                <c:pt idx="3983">
                  <c:v>103842.5</c:v>
                </c:pt>
                <c:pt idx="3984">
                  <c:v>103868.57</c:v>
                </c:pt>
                <c:pt idx="3985">
                  <c:v>103894.64</c:v>
                </c:pt>
                <c:pt idx="3986">
                  <c:v>103920.71</c:v>
                </c:pt>
                <c:pt idx="3987">
                  <c:v>103946.79</c:v>
                </c:pt>
                <c:pt idx="3988">
                  <c:v>103972.86</c:v>
                </c:pt>
                <c:pt idx="3989">
                  <c:v>103998.93</c:v>
                </c:pt>
                <c:pt idx="3990">
                  <c:v>104025</c:v>
                </c:pt>
                <c:pt idx="3991">
                  <c:v>104051.07</c:v>
                </c:pt>
                <c:pt idx="3992">
                  <c:v>104077.14</c:v>
                </c:pt>
                <c:pt idx="3993">
                  <c:v>104103.21</c:v>
                </c:pt>
                <c:pt idx="3994">
                  <c:v>104129.29</c:v>
                </c:pt>
                <c:pt idx="3995">
                  <c:v>104155.36</c:v>
                </c:pt>
                <c:pt idx="3996">
                  <c:v>104181.43</c:v>
                </c:pt>
                <c:pt idx="3997">
                  <c:v>104207.5</c:v>
                </c:pt>
                <c:pt idx="3998">
                  <c:v>104233.57</c:v>
                </c:pt>
                <c:pt idx="3999">
                  <c:v>104259.64</c:v>
                </c:pt>
                <c:pt idx="4000">
                  <c:v>104285.71</c:v>
                </c:pt>
                <c:pt idx="4001">
                  <c:v>104311.79</c:v>
                </c:pt>
                <c:pt idx="4002">
                  <c:v>104337.86</c:v>
                </c:pt>
                <c:pt idx="4003">
                  <c:v>104363.93</c:v>
                </c:pt>
                <c:pt idx="4004">
                  <c:v>104390</c:v>
                </c:pt>
                <c:pt idx="4005">
                  <c:v>104416.07</c:v>
                </c:pt>
                <c:pt idx="4006">
                  <c:v>104442.14</c:v>
                </c:pt>
                <c:pt idx="4007">
                  <c:v>104468.21</c:v>
                </c:pt>
                <c:pt idx="4008">
                  <c:v>104494.29</c:v>
                </c:pt>
                <c:pt idx="4009">
                  <c:v>104520.36</c:v>
                </c:pt>
                <c:pt idx="4010">
                  <c:v>104546.43</c:v>
                </c:pt>
                <c:pt idx="4011">
                  <c:v>104572.5</c:v>
                </c:pt>
                <c:pt idx="4012">
                  <c:v>104598.57</c:v>
                </c:pt>
                <c:pt idx="4013">
                  <c:v>104624.64</c:v>
                </c:pt>
                <c:pt idx="4014">
                  <c:v>104650.71</c:v>
                </c:pt>
                <c:pt idx="4015">
                  <c:v>104676.79</c:v>
                </c:pt>
                <c:pt idx="4016">
                  <c:v>104702.86</c:v>
                </c:pt>
                <c:pt idx="4017">
                  <c:v>104728.93</c:v>
                </c:pt>
                <c:pt idx="4018">
                  <c:v>104755</c:v>
                </c:pt>
                <c:pt idx="4019">
                  <c:v>104781.07</c:v>
                </c:pt>
                <c:pt idx="4020">
                  <c:v>104807.14</c:v>
                </c:pt>
                <c:pt idx="4021">
                  <c:v>104833.21</c:v>
                </c:pt>
                <c:pt idx="4022">
                  <c:v>104859.29</c:v>
                </c:pt>
                <c:pt idx="4023">
                  <c:v>104885.36</c:v>
                </c:pt>
                <c:pt idx="4024">
                  <c:v>104911.43</c:v>
                </c:pt>
                <c:pt idx="4025">
                  <c:v>104937.5</c:v>
                </c:pt>
                <c:pt idx="4026">
                  <c:v>104963.57</c:v>
                </c:pt>
                <c:pt idx="4027">
                  <c:v>104989.64</c:v>
                </c:pt>
                <c:pt idx="4028">
                  <c:v>105015.71</c:v>
                </c:pt>
                <c:pt idx="4029">
                  <c:v>105041.79</c:v>
                </c:pt>
                <c:pt idx="4030">
                  <c:v>105067.86</c:v>
                </c:pt>
                <c:pt idx="4031">
                  <c:v>105093.93</c:v>
                </c:pt>
                <c:pt idx="4032">
                  <c:v>105120</c:v>
                </c:pt>
                <c:pt idx="4033">
                  <c:v>105146.07</c:v>
                </c:pt>
                <c:pt idx="4034">
                  <c:v>105172.14</c:v>
                </c:pt>
                <c:pt idx="4035">
                  <c:v>105198.21</c:v>
                </c:pt>
                <c:pt idx="4036">
                  <c:v>105224.29</c:v>
                </c:pt>
                <c:pt idx="4037">
                  <c:v>105250.36</c:v>
                </c:pt>
                <c:pt idx="4038">
                  <c:v>105276.43</c:v>
                </c:pt>
                <c:pt idx="4039">
                  <c:v>105302.5</c:v>
                </c:pt>
                <c:pt idx="4040">
                  <c:v>105328.57</c:v>
                </c:pt>
                <c:pt idx="4041">
                  <c:v>105354.64</c:v>
                </c:pt>
                <c:pt idx="4042">
                  <c:v>105380.71</c:v>
                </c:pt>
                <c:pt idx="4043">
                  <c:v>105406.79</c:v>
                </c:pt>
                <c:pt idx="4044">
                  <c:v>105432.86</c:v>
                </c:pt>
                <c:pt idx="4045">
                  <c:v>105458.93</c:v>
                </c:pt>
                <c:pt idx="4046">
                  <c:v>105485</c:v>
                </c:pt>
                <c:pt idx="4047">
                  <c:v>105511.07</c:v>
                </c:pt>
                <c:pt idx="4048">
                  <c:v>105537.14</c:v>
                </c:pt>
                <c:pt idx="4049">
                  <c:v>105563.21</c:v>
                </c:pt>
                <c:pt idx="4050">
                  <c:v>105589.29</c:v>
                </c:pt>
                <c:pt idx="4051">
                  <c:v>105615.36</c:v>
                </c:pt>
                <c:pt idx="4052">
                  <c:v>105641.43</c:v>
                </c:pt>
                <c:pt idx="4053">
                  <c:v>105667.5</c:v>
                </c:pt>
                <c:pt idx="4054">
                  <c:v>105693.57</c:v>
                </c:pt>
                <c:pt idx="4055">
                  <c:v>105719.64</c:v>
                </c:pt>
                <c:pt idx="4056">
                  <c:v>105745.71</c:v>
                </c:pt>
                <c:pt idx="4057">
                  <c:v>105771.79</c:v>
                </c:pt>
                <c:pt idx="4058">
                  <c:v>105797.86</c:v>
                </c:pt>
                <c:pt idx="4059">
                  <c:v>105823.93</c:v>
                </c:pt>
                <c:pt idx="4060">
                  <c:v>105850</c:v>
                </c:pt>
                <c:pt idx="4061">
                  <c:v>105876.07</c:v>
                </c:pt>
                <c:pt idx="4062">
                  <c:v>105902.14</c:v>
                </c:pt>
                <c:pt idx="4063">
                  <c:v>105928.21</c:v>
                </c:pt>
                <c:pt idx="4064">
                  <c:v>105954.29</c:v>
                </c:pt>
                <c:pt idx="4065">
                  <c:v>105980.36</c:v>
                </c:pt>
                <c:pt idx="4066">
                  <c:v>106006.43</c:v>
                </c:pt>
                <c:pt idx="4067">
                  <c:v>106032.5</c:v>
                </c:pt>
                <c:pt idx="4068">
                  <c:v>106058.57</c:v>
                </c:pt>
                <c:pt idx="4069">
                  <c:v>106084.64</c:v>
                </c:pt>
                <c:pt idx="4070">
                  <c:v>106110.71</c:v>
                </c:pt>
                <c:pt idx="4071">
                  <c:v>106136.79</c:v>
                </c:pt>
                <c:pt idx="4072">
                  <c:v>106162.86</c:v>
                </c:pt>
                <c:pt idx="4073">
                  <c:v>106188.93</c:v>
                </c:pt>
                <c:pt idx="4074">
                  <c:v>106215</c:v>
                </c:pt>
                <c:pt idx="4075">
                  <c:v>106241.07</c:v>
                </c:pt>
                <c:pt idx="4076">
                  <c:v>106267.14</c:v>
                </c:pt>
                <c:pt idx="4077">
                  <c:v>106293.21</c:v>
                </c:pt>
                <c:pt idx="4078">
                  <c:v>106319.29</c:v>
                </c:pt>
                <c:pt idx="4079">
                  <c:v>106345.36</c:v>
                </c:pt>
                <c:pt idx="4080">
                  <c:v>106371.43</c:v>
                </c:pt>
                <c:pt idx="4081">
                  <c:v>106397.5</c:v>
                </c:pt>
                <c:pt idx="4082">
                  <c:v>106423.57</c:v>
                </c:pt>
                <c:pt idx="4083">
                  <c:v>106449.64</c:v>
                </c:pt>
                <c:pt idx="4084">
                  <c:v>106475.71</c:v>
                </c:pt>
                <c:pt idx="4085">
                  <c:v>106501.79</c:v>
                </c:pt>
                <c:pt idx="4086">
                  <c:v>106527.86</c:v>
                </c:pt>
                <c:pt idx="4087">
                  <c:v>106553.93</c:v>
                </c:pt>
                <c:pt idx="4088">
                  <c:v>106580</c:v>
                </c:pt>
                <c:pt idx="4089">
                  <c:v>106606.07</c:v>
                </c:pt>
                <c:pt idx="4090">
                  <c:v>106632.14</c:v>
                </c:pt>
                <c:pt idx="4091">
                  <c:v>106658.21</c:v>
                </c:pt>
                <c:pt idx="4092">
                  <c:v>106684.29</c:v>
                </c:pt>
                <c:pt idx="4093">
                  <c:v>106710.36</c:v>
                </c:pt>
                <c:pt idx="4094">
                  <c:v>106736.43</c:v>
                </c:pt>
                <c:pt idx="4095">
                  <c:v>106762.5</c:v>
                </c:pt>
                <c:pt idx="4096">
                  <c:v>106788.57</c:v>
                </c:pt>
                <c:pt idx="4097">
                  <c:v>106814.64</c:v>
                </c:pt>
                <c:pt idx="4098">
                  <c:v>106840.71</c:v>
                </c:pt>
                <c:pt idx="4099">
                  <c:v>106866.79</c:v>
                </c:pt>
                <c:pt idx="4100">
                  <c:v>106892.86</c:v>
                </c:pt>
                <c:pt idx="4101">
                  <c:v>106918.93</c:v>
                </c:pt>
                <c:pt idx="4102">
                  <c:v>106945</c:v>
                </c:pt>
                <c:pt idx="4103">
                  <c:v>106971.07</c:v>
                </c:pt>
                <c:pt idx="4104">
                  <c:v>106997.14</c:v>
                </c:pt>
                <c:pt idx="4105">
                  <c:v>107023.21</c:v>
                </c:pt>
                <c:pt idx="4106">
                  <c:v>107049.29</c:v>
                </c:pt>
                <c:pt idx="4107">
                  <c:v>107075.36</c:v>
                </c:pt>
                <c:pt idx="4108">
                  <c:v>107101.43</c:v>
                </c:pt>
                <c:pt idx="4109">
                  <c:v>107127.5</c:v>
                </c:pt>
                <c:pt idx="4110">
                  <c:v>107153.57</c:v>
                </c:pt>
                <c:pt idx="4111">
                  <c:v>107179.64</c:v>
                </c:pt>
                <c:pt idx="4112">
                  <c:v>107205.71</c:v>
                </c:pt>
                <c:pt idx="4113">
                  <c:v>107231.79</c:v>
                </c:pt>
                <c:pt idx="4114">
                  <c:v>107257.86</c:v>
                </c:pt>
                <c:pt idx="4115">
                  <c:v>107283.93</c:v>
                </c:pt>
                <c:pt idx="4116">
                  <c:v>107310</c:v>
                </c:pt>
                <c:pt idx="4117">
                  <c:v>107336.07</c:v>
                </c:pt>
                <c:pt idx="4118">
                  <c:v>107362.14</c:v>
                </c:pt>
                <c:pt idx="4119">
                  <c:v>107388.21</c:v>
                </c:pt>
                <c:pt idx="4120">
                  <c:v>107414.29</c:v>
                </c:pt>
                <c:pt idx="4121">
                  <c:v>107440.36</c:v>
                </c:pt>
                <c:pt idx="4122">
                  <c:v>107466.43</c:v>
                </c:pt>
                <c:pt idx="4123">
                  <c:v>107492.5</c:v>
                </c:pt>
                <c:pt idx="4124">
                  <c:v>107518.57</c:v>
                </c:pt>
                <c:pt idx="4125">
                  <c:v>107544.64</c:v>
                </c:pt>
                <c:pt idx="4126">
                  <c:v>107570.71</c:v>
                </c:pt>
                <c:pt idx="4127">
                  <c:v>107596.79</c:v>
                </c:pt>
                <c:pt idx="4128">
                  <c:v>107622.86</c:v>
                </c:pt>
                <c:pt idx="4129">
                  <c:v>107648.93</c:v>
                </c:pt>
                <c:pt idx="4130">
                  <c:v>107675</c:v>
                </c:pt>
                <c:pt idx="4131">
                  <c:v>107701.07</c:v>
                </c:pt>
                <c:pt idx="4132">
                  <c:v>107727.14</c:v>
                </c:pt>
                <c:pt idx="4133">
                  <c:v>107753.21</c:v>
                </c:pt>
                <c:pt idx="4134">
                  <c:v>107779.29</c:v>
                </c:pt>
                <c:pt idx="4135">
                  <c:v>107805.36</c:v>
                </c:pt>
                <c:pt idx="4136">
                  <c:v>107831.43</c:v>
                </c:pt>
                <c:pt idx="4137">
                  <c:v>107857.5</c:v>
                </c:pt>
                <c:pt idx="4138">
                  <c:v>107883.57</c:v>
                </c:pt>
                <c:pt idx="4139">
                  <c:v>107909.64</c:v>
                </c:pt>
                <c:pt idx="4140">
                  <c:v>107935.71</c:v>
                </c:pt>
                <c:pt idx="4141">
                  <c:v>107961.79</c:v>
                </c:pt>
                <c:pt idx="4142">
                  <c:v>107987.86</c:v>
                </c:pt>
                <c:pt idx="4143">
                  <c:v>108013.93</c:v>
                </c:pt>
                <c:pt idx="4144">
                  <c:v>108040</c:v>
                </c:pt>
                <c:pt idx="4145">
                  <c:v>108066.07</c:v>
                </c:pt>
                <c:pt idx="4146">
                  <c:v>108092.14</c:v>
                </c:pt>
                <c:pt idx="4147">
                  <c:v>108118.21</c:v>
                </c:pt>
                <c:pt idx="4148">
                  <c:v>108144.29</c:v>
                </c:pt>
                <c:pt idx="4149">
                  <c:v>108170.36</c:v>
                </c:pt>
                <c:pt idx="4150">
                  <c:v>108196.43</c:v>
                </c:pt>
                <c:pt idx="4151">
                  <c:v>108222.5</c:v>
                </c:pt>
                <c:pt idx="4152">
                  <c:v>108248.57</c:v>
                </c:pt>
                <c:pt idx="4153">
                  <c:v>108274.64</c:v>
                </c:pt>
                <c:pt idx="4154">
                  <c:v>108300.71</c:v>
                </c:pt>
                <c:pt idx="4155">
                  <c:v>108326.79</c:v>
                </c:pt>
                <c:pt idx="4156">
                  <c:v>108352.86</c:v>
                </c:pt>
                <c:pt idx="4157">
                  <c:v>108378.93</c:v>
                </c:pt>
                <c:pt idx="4158">
                  <c:v>108405</c:v>
                </c:pt>
                <c:pt idx="4159">
                  <c:v>108431.07</c:v>
                </c:pt>
                <c:pt idx="4160">
                  <c:v>108457.14</c:v>
                </c:pt>
                <c:pt idx="4161">
                  <c:v>108483.21</c:v>
                </c:pt>
                <c:pt idx="4162">
                  <c:v>108509.29</c:v>
                </c:pt>
                <c:pt idx="4163">
                  <c:v>108535.36</c:v>
                </c:pt>
                <c:pt idx="4164">
                  <c:v>108561.43</c:v>
                </c:pt>
                <c:pt idx="4165">
                  <c:v>108587.5</c:v>
                </c:pt>
                <c:pt idx="4166">
                  <c:v>108613.57</c:v>
                </c:pt>
                <c:pt idx="4167">
                  <c:v>108639.64</c:v>
                </c:pt>
                <c:pt idx="4168">
                  <c:v>108665.71</c:v>
                </c:pt>
                <c:pt idx="4169">
                  <c:v>108691.79</c:v>
                </c:pt>
                <c:pt idx="4170">
                  <c:v>108717.86</c:v>
                </c:pt>
                <c:pt idx="4171">
                  <c:v>108743.93</c:v>
                </c:pt>
                <c:pt idx="4172">
                  <c:v>108770</c:v>
                </c:pt>
                <c:pt idx="4173">
                  <c:v>108796.07</c:v>
                </c:pt>
                <c:pt idx="4174">
                  <c:v>108822.14</c:v>
                </c:pt>
                <c:pt idx="4175">
                  <c:v>108848.21</c:v>
                </c:pt>
                <c:pt idx="4176">
                  <c:v>108874.29</c:v>
                </c:pt>
                <c:pt idx="4177">
                  <c:v>108900.36</c:v>
                </c:pt>
                <c:pt idx="4178">
                  <c:v>108926.43</c:v>
                </c:pt>
                <c:pt idx="4179">
                  <c:v>108952.5</c:v>
                </c:pt>
                <c:pt idx="4180">
                  <c:v>108978.57</c:v>
                </c:pt>
                <c:pt idx="4181">
                  <c:v>109004.64</c:v>
                </c:pt>
                <c:pt idx="4182">
                  <c:v>109030.71</c:v>
                </c:pt>
                <c:pt idx="4183">
                  <c:v>109056.79</c:v>
                </c:pt>
                <c:pt idx="4184">
                  <c:v>109082.86</c:v>
                </c:pt>
                <c:pt idx="4185">
                  <c:v>109108.93</c:v>
                </c:pt>
                <c:pt idx="4186">
                  <c:v>109135</c:v>
                </c:pt>
                <c:pt idx="4187">
                  <c:v>109161.07</c:v>
                </c:pt>
                <c:pt idx="4188">
                  <c:v>109187.14</c:v>
                </c:pt>
                <c:pt idx="4189">
                  <c:v>109213.21</c:v>
                </c:pt>
                <c:pt idx="4190">
                  <c:v>109239.29</c:v>
                </c:pt>
                <c:pt idx="4191">
                  <c:v>109265.36</c:v>
                </c:pt>
                <c:pt idx="4192">
                  <c:v>109291.43</c:v>
                </c:pt>
                <c:pt idx="4193">
                  <c:v>109317.5</c:v>
                </c:pt>
                <c:pt idx="4194">
                  <c:v>109343.57</c:v>
                </c:pt>
                <c:pt idx="4195">
                  <c:v>109369.64</c:v>
                </c:pt>
                <c:pt idx="4196">
                  <c:v>109395.71</c:v>
                </c:pt>
                <c:pt idx="4197">
                  <c:v>109421.79</c:v>
                </c:pt>
                <c:pt idx="4198">
                  <c:v>109447.86</c:v>
                </c:pt>
                <c:pt idx="4199">
                  <c:v>109473.93</c:v>
                </c:pt>
                <c:pt idx="4200">
                  <c:v>109500</c:v>
                </c:pt>
                <c:pt idx="4201">
                  <c:v>109526.07</c:v>
                </c:pt>
                <c:pt idx="4202">
                  <c:v>109552.14</c:v>
                </c:pt>
                <c:pt idx="4203">
                  <c:v>109578.21</c:v>
                </c:pt>
                <c:pt idx="4204">
                  <c:v>109604.29</c:v>
                </c:pt>
                <c:pt idx="4205">
                  <c:v>109630.36</c:v>
                </c:pt>
                <c:pt idx="4206">
                  <c:v>109656.43</c:v>
                </c:pt>
                <c:pt idx="4207">
                  <c:v>109682.5</c:v>
                </c:pt>
                <c:pt idx="4208">
                  <c:v>109708.57</c:v>
                </c:pt>
                <c:pt idx="4209">
                  <c:v>109734.64</c:v>
                </c:pt>
                <c:pt idx="4210">
                  <c:v>109760.71</c:v>
                </c:pt>
                <c:pt idx="4211">
                  <c:v>109786.79</c:v>
                </c:pt>
                <c:pt idx="4212">
                  <c:v>109812.86</c:v>
                </c:pt>
                <c:pt idx="4213">
                  <c:v>109838.93</c:v>
                </c:pt>
                <c:pt idx="4214">
                  <c:v>109865</c:v>
                </c:pt>
                <c:pt idx="4215">
                  <c:v>109891.07</c:v>
                </c:pt>
                <c:pt idx="4216">
                  <c:v>109917.14</c:v>
                </c:pt>
                <c:pt idx="4217">
                  <c:v>109943.21</c:v>
                </c:pt>
                <c:pt idx="4218">
                  <c:v>109969.29</c:v>
                </c:pt>
                <c:pt idx="4219">
                  <c:v>109995.36</c:v>
                </c:pt>
                <c:pt idx="4220">
                  <c:v>110021.43</c:v>
                </c:pt>
                <c:pt idx="4221">
                  <c:v>110047.5</c:v>
                </c:pt>
                <c:pt idx="4222">
                  <c:v>110073.57</c:v>
                </c:pt>
                <c:pt idx="4223">
                  <c:v>110099.64</c:v>
                </c:pt>
                <c:pt idx="4224">
                  <c:v>110125.71</c:v>
                </c:pt>
                <c:pt idx="4225">
                  <c:v>110151.79</c:v>
                </c:pt>
                <c:pt idx="4226">
                  <c:v>110177.86</c:v>
                </c:pt>
                <c:pt idx="4227">
                  <c:v>110203.93</c:v>
                </c:pt>
                <c:pt idx="4228">
                  <c:v>110230</c:v>
                </c:pt>
                <c:pt idx="4229">
                  <c:v>110256.07</c:v>
                </c:pt>
                <c:pt idx="4230">
                  <c:v>110282.14</c:v>
                </c:pt>
                <c:pt idx="4231">
                  <c:v>110308.21</c:v>
                </c:pt>
                <c:pt idx="4232">
                  <c:v>110334.29</c:v>
                </c:pt>
                <c:pt idx="4233">
                  <c:v>110360.36</c:v>
                </c:pt>
                <c:pt idx="4234">
                  <c:v>110386.43</c:v>
                </c:pt>
                <c:pt idx="4235">
                  <c:v>110412.5</c:v>
                </c:pt>
                <c:pt idx="4236">
                  <c:v>110438.57</c:v>
                </c:pt>
                <c:pt idx="4237">
                  <c:v>110464.64</c:v>
                </c:pt>
                <c:pt idx="4238">
                  <c:v>110490.71</c:v>
                </c:pt>
                <c:pt idx="4239">
                  <c:v>110516.79</c:v>
                </c:pt>
                <c:pt idx="4240">
                  <c:v>110542.86</c:v>
                </c:pt>
                <c:pt idx="4241">
                  <c:v>110568.93</c:v>
                </c:pt>
                <c:pt idx="4242">
                  <c:v>110595</c:v>
                </c:pt>
                <c:pt idx="4243">
                  <c:v>110621.07</c:v>
                </c:pt>
                <c:pt idx="4244">
                  <c:v>110647.14</c:v>
                </c:pt>
                <c:pt idx="4245">
                  <c:v>110673.21</c:v>
                </c:pt>
                <c:pt idx="4246">
                  <c:v>110699.29</c:v>
                </c:pt>
                <c:pt idx="4247">
                  <c:v>110725.36</c:v>
                </c:pt>
                <c:pt idx="4248">
                  <c:v>110751.43</c:v>
                </c:pt>
                <c:pt idx="4249">
                  <c:v>110777.5</c:v>
                </c:pt>
                <c:pt idx="4250">
                  <c:v>110803.57</c:v>
                </c:pt>
                <c:pt idx="4251">
                  <c:v>110829.64</c:v>
                </c:pt>
                <c:pt idx="4252">
                  <c:v>110855.71</c:v>
                </c:pt>
                <c:pt idx="4253">
                  <c:v>110881.79</c:v>
                </c:pt>
                <c:pt idx="4254">
                  <c:v>110907.86</c:v>
                </c:pt>
                <c:pt idx="4255">
                  <c:v>110933.93</c:v>
                </c:pt>
                <c:pt idx="4256">
                  <c:v>110960</c:v>
                </c:pt>
                <c:pt idx="4257">
                  <c:v>110986.07</c:v>
                </c:pt>
                <c:pt idx="4258">
                  <c:v>111012.14</c:v>
                </c:pt>
                <c:pt idx="4259">
                  <c:v>111038.21</c:v>
                </c:pt>
                <c:pt idx="4260">
                  <c:v>111064.29</c:v>
                </c:pt>
                <c:pt idx="4261">
                  <c:v>111090.36</c:v>
                </c:pt>
                <c:pt idx="4262">
                  <c:v>111116.43</c:v>
                </c:pt>
                <c:pt idx="4263">
                  <c:v>111142.5</c:v>
                </c:pt>
                <c:pt idx="4264">
                  <c:v>111168.57</c:v>
                </c:pt>
                <c:pt idx="4265">
                  <c:v>111194.64</c:v>
                </c:pt>
                <c:pt idx="4266">
                  <c:v>111220.71</c:v>
                </c:pt>
                <c:pt idx="4267">
                  <c:v>111246.79</c:v>
                </c:pt>
                <c:pt idx="4268">
                  <c:v>111272.86</c:v>
                </c:pt>
                <c:pt idx="4269">
                  <c:v>111298.93</c:v>
                </c:pt>
                <c:pt idx="4270">
                  <c:v>111325</c:v>
                </c:pt>
                <c:pt idx="4271">
                  <c:v>111351.07</c:v>
                </c:pt>
                <c:pt idx="4272">
                  <c:v>111377.14</c:v>
                </c:pt>
                <c:pt idx="4273">
                  <c:v>111403.21</c:v>
                </c:pt>
                <c:pt idx="4274">
                  <c:v>111429.29</c:v>
                </c:pt>
                <c:pt idx="4275">
                  <c:v>111455.36</c:v>
                </c:pt>
                <c:pt idx="4276">
                  <c:v>111481.43</c:v>
                </c:pt>
                <c:pt idx="4277">
                  <c:v>111507.5</c:v>
                </c:pt>
                <c:pt idx="4278">
                  <c:v>111533.57</c:v>
                </c:pt>
                <c:pt idx="4279">
                  <c:v>111559.64</c:v>
                </c:pt>
                <c:pt idx="4280">
                  <c:v>111585.71</c:v>
                </c:pt>
                <c:pt idx="4281">
                  <c:v>111611.79</c:v>
                </c:pt>
                <c:pt idx="4282">
                  <c:v>111637.86</c:v>
                </c:pt>
                <c:pt idx="4283">
                  <c:v>111663.93</c:v>
                </c:pt>
                <c:pt idx="4284">
                  <c:v>111690</c:v>
                </c:pt>
                <c:pt idx="4285">
                  <c:v>111716.07</c:v>
                </c:pt>
                <c:pt idx="4286">
                  <c:v>111742.14</c:v>
                </c:pt>
                <c:pt idx="4287">
                  <c:v>111768.21</c:v>
                </c:pt>
                <c:pt idx="4288">
                  <c:v>111794.29</c:v>
                </c:pt>
                <c:pt idx="4289">
                  <c:v>111820.36</c:v>
                </c:pt>
                <c:pt idx="4290">
                  <c:v>111846.43</c:v>
                </c:pt>
                <c:pt idx="4291">
                  <c:v>111872.5</c:v>
                </c:pt>
                <c:pt idx="4292">
                  <c:v>111898.57</c:v>
                </c:pt>
                <c:pt idx="4293">
                  <c:v>111924.64</c:v>
                </c:pt>
                <c:pt idx="4294">
                  <c:v>111950.71</c:v>
                </c:pt>
                <c:pt idx="4295">
                  <c:v>111976.79</c:v>
                </c:pt>
                <c:pt idx="4296">
                  <c:v>112002.86</c:v>
                </c:pt>
                <c:pt idx="4297">
                  <c:v>112028.93</c:v>
                </c:pt>
                <c:pt idx="4298">
                  <c:v>112055</c:v>
                </c:pt>
                <c:pt idx="4299">
                  <c:v>112081.07</c:v>
                </c:pt>
                <c:pt idx="4300">
                  <c:v>112107.14</c:v>
                </c:pt>
                <c:pt idx="4301">
                  <c:v>112133.21</c:v>
                </c:pt>
                <c:pt idx="4302">
                  <c:v>112159.29</c:v>
                </c:pt>
                <c:pt idx="4303">
                  <c:v>112185.36</c:v>
                </c:pt>
                <c:pt idx="4304">
                  <c:v>112211.43</c:v>
                </c:pt>
                <c:pt idx="4305">
                  <c:v>112237.5</c:v>
                </c:pt>
                <c:pt idx="4306">
                  <c:v>112263.57</c:v>
                </c:pt>
                <c:pt idx="4307">
                  <c:v>112289.64</c:v>
                </c:pt>
                <c:pt idx="4308">
                  <c:v>112315.71</c:v>
                </c:pt>
                <c:pt idx="4309">
                  <c:v>112341.79</c:v>
                </c:pt>
                <c:pt idx="4310">
                  <c:v>112367.86</c:v>
                </c:pt>
                <c:pt idx="4311">
                  <c:v>112393.93</c:v>
                </c:pt>
                <c:pt idx="4312">
                  <c:v>112420</c:v>
                </c:pt>
                <c:pt idx="4313">
                  <c:v>112446.07</c:v>
                </c:pt>
                <c:pt idx="4314">
                  <c:v>112472.14</c:v>
                </c:pt>
                <c:pt idx="4315">
                  <c:v>112498.21</c:v>
                </c:pt>
                <c:pt idx="4316">
                  <c:v>112524.29</c:v>
                </c:pt>
                <c:pt idx="4317">
                  <c:v>112550.36</c:v>
                </c:pt>
                <c:pt idx="4318">
                  <c:v>112576.43</c:v>
                </c:pt>
                <c:pt idx="4319">
                  <c:v>112602.5</c:v>
                </c:pt>
                <c:pt idx="4320">
                  <c:v>112628.57</c:v>
                </c:pt>
                <c:pt idx="4321">
                  <c:v>112654.64</c:v>
                </c:pt>
                <c:pt idx="4322">
                  <c:v>112680.71</c:v>
                </c:pt>
                <c:pt idx="4323">
                  <c:v>112706.79</c:v>
                </c:pt>
                <c:pt idx="4324">
                  <c:v>112732.86</c:v>
                </c:pt>
                <c:pt idx="4325">
                  <c:v>112758.93</c:v>
                </c:pt>
                <c:pt idx="4326">
                  <c:v>112785</c:v>
                </c:pt>
                <c:pt idx="4327">
                  <c:v>112811.07</c:v>
                </c:pt>
                <c:pt idx="4328">
                  <c:v>112837.14</c:v>
                </c:pt>
                <c:pt idx="4329">
                  <c:v>112863.21</c:v>
                </c:pt>
                <c:pt idx="4330">
                  <c:v>112889.29</c:v>
                </c:pt>
                <c:pt idx="4331">
                  <c:v>112915.36</c:v>
                </c:pt>
                <c:pt idx="4332">
                  <c:v>112941.43</c:v>
                </c:pt>
                <c:pt idx="4333">
                  <c:v>112967.5</c:v>
                </c:pt>
                <c:pt idx="4334">
                  <c:v>112993.57</c:v>
                </c:pt>
                <c:pt idx="4335">
                  <c:v>113019.64</c:v>
                </c:pt>
                <c:pt idx="4336">
                  <c:v>113045.71</c:v>
                </c:pt>
                <c:pt idx="4337">
                  <c:v>113071.79</c:v>
                </c:pt>
                <c:pt idx="4338">
                  <c:v>113097.86</c:v>
                </c:pt>
                <c:pt idx="4339">
                  <c:v>113123.93</c:v>
                </c:pt>
                <c:pt idx="4340">
                  <c:v>113150</c:v>
                </c:pt>
                <c:pt idx="4341">
                  <c:v>113176.07</c:v>
                </c:pt>
                <c:pt idx="4342">
                  <c:v>113202.14</c:v>
                </c:pt>
                <c:pt idx="4343">
                  <c:v>113228.21</c:v>
                </c:pt>
                <c:pt idx="4344">
                  <c:v>113254.29</c:v>
                </c:pt>
                <c:pt idx="4345">
                  <c:v>113280.36</c:v>
                </c:pt>
                <c:pt idx="4346">
                  <c:v>113306.43</c:v>
                </c:pt>
                <c:pt idx="4347">
                  <c:v>113332.5</c:v>
                </c:pt>
                <c:pt idx="4348">
                  <c:v>113358.57</c:v>
                </c:pt>
                <c:pt idx="4349">
                  <c:v>113384.64</c:v>
                </c:pt>
                <c:pt idx="4350">
                  <c:v>113410.71</c:v>
                </c:pt>
                <c:pt idx="4351">
                  <c:v>113436.79</c:v>
                </c:pt>
                <c:pt idx="4352">
                  <c:v>113462.86</c:v>
                </c:pt>
                <c:pt idx="4353">
                  <c:v>113488.93</c:v>
                </c:pt>
                <c:pt idx="4354">
                  <c:v>113515</c:v>
                </c:pt>
                <c:pt idx="4355">
                  <c:v>113541.07</c:v>
                </c:pt>
                <c:pt idx="4356">
                  <c:v>113567.14</c:v>
                </c:pt>
                <c:pt idx="4357">
                  <c:v>113593.21</c:v>
                </c:pt>
                <c:pt idx="4358">
                  <c:v>113619.29</c:v>
                </c:pt>
                <c:pt idx="4359">
                  <c:v>113645.36</c:v>
                </c:pt>
                <c:pt idx="4360">
                  <c:v>113671.43</c:v>
                </c:pt>
                <c:pt idx="4361">
                  <c:v>113697.5</c:v>
                </c:pt>
                <c:pt idx="4362">
                  <c:v>113723.57</c:v>
                </c:pt>
                <c:pt idx="4363">
                  <c:v>113749.64</c:v>
                </c:pt>
                <c:pt idx="4364">
                  <c:v>113775.71</c:v>
                </c:pt>
                <c:pt idx="4365">
                  <c:v>113801.79</c:v>
                </c:pt>
                <c:pt idx="4366">
                  <c:v>113827.86</c:v>
                </c:pt>
                <c:pt idx="4367">
                  <c:v>113853.93</c:v>
                </c:pt>
                <c:pt idx="4368">
                  <c:v>113880</c:v>
                </c:pt>
                <c:pt idx="4369">
                  <c:v>113906.07</c:v>
                </c:pt>
                <c:pt idx="4370">
                  <c:v>113932.14</c:v>
                </c:pt>
                <c:pt idx="4371">
                  <c:v>113958.21</c:v>
                </c:pt>
                <c:pt idx="4372">
                  <c:v>113984.29</c:v>
                </c:pt>
                <c:pt idx="4373">
                  <c:v>114010.36</c:v>
                </c:pt>
                <c:pt idx="4374">
                  <c:v>114036.43</c:v>
                </c:pt>
                <c:pt idx="4375">
                  <c:v>114062.5</c:v>
                </c:pt>
                <c:pt idx="4376">
                  <c:v>114088.57</c:v>
                </c:pt>
                <c:pt idx="4377">
                  <c:v>114114.64</c:v>
                </c:pt>
                <c:pt idx="4378">
                  <c:v>114140.71</c:v>
                </c:pt>
                <c:pt idx="4379">
                  <c:v>114166.79</c:v>
                </c:pt>
                <c:pt idx="4380">
                  <c:v>114192.86</c:v>
                </c:pt>
                <c:pt idx="4381">
                  <c:v>114218.93</c:v>
                </c:pt>
                <c:pt idx="4382">
                  <c:v>114245</c:v>
                </c:pt>
                <c:pt idx="4383">
                  <c:v>114271.07</c:v>
                </c:pt>
                <c:pt idx="4384">
                  <c:v>114297.14</c:v>
                </c:pt>
                <c:pt idx="4385">
                  <c:v>114323.21</c:v>
                </c:pt>
                <c:pt idx="4386">
                  <c:v>114349.29</c:v>
                </c:pt>
                <c:pt idx="4387">
                  <c:v>114375.36</c:v>
                </c:pt>
                <c:pt idx="4388">
                  <c:v>114401.43</c:v>
                </c:pt>
                <c:pt idx="4389">
                  <c:v>114427.5</c:v>
                </c:pt>
                <c:pt idx="4390">
                  <c:v>114453.57</c:v>
                </c:pt>
                <c:pt idx="4391">
                  <c:v>114479.64</c:v>
                </c:pt>
                <c:pt idx="4392">
                  <c:v>114505.71</c:v>
                </c:pt>
                <c:pt idx="4393">
                  <c:v>114531.79</c:v>
                </c:pt>
                <c:pt idx="4394">
                  <c:v>114557.86</c:v>
                </c:pt>
                <c:pt idx="4395">
                  <c:v>114583.93</c:v>
                </c:pt>
                <c:pt idx="4396">
                  <c:v>114610</c:v>
                </c:pt>
                <c:pt idx="4397">
                  <c:v>114636.07</c:v>
                </c:pt>
                <c:pt idx="4398">
                  <c:v>114662.14</c:v>
                </c:pt>
                <c:pt idx="4399">
                  <c:v>114688.21</c:v>
                </c:pt>
                <c:pt idx="4400">
                  <c:v>114714.29</c:v>
                </c:pt>
                <c:pt idx="4401">
                  <c:v>114740.36</c:v>
                </c:pt>
                <c:pt idx="4402">
                  <c:v>114766.43</c:v>
                </c:pt>
                <c:pt idx="4403">
                  <c:v>114792.5</c:v>
                </c:pt>
                <c:pt idx="4404">
                  <c:v>114818.57</c:v>
                </c:pt>
                <c:pt idx="4405">
                  <c:v>114844.64</c:v>
                </c:pt>
                <c:pt idx="4406">
                  <c:v>114870.71</c:v>
                </c:pt>
                <c:pt idx="4407">
                  <c:v>114896.79</c:v>
                </c:pt>
                <c:pt idx="4408">
                  <c:v>114922.86</c:v>
                </c:pt>
                <c:pt idx="4409">
                  <c:v>114948.93</c:v>
                </c:pt>
                <c:pt idx="4410">
                  <c:v>114975</c:v>
                </c:pt>
                <c:pt idx="4411">
                  <c:v>115001.07</c:v>
                </c:pt>
                <c:pt idx="4412">
                  <c:v>115027.14</c:v>
                </c:pt>
                <c:pt idx="4413">
                  <c:v>115053.21</c:v>
                </c:pt>
                <c:pt idx="4414">
                  <c:v>115079.29</c:v>
                </c:pt>
                <c:pt idx="4415">
                  <c:v>115105.36</c:v>
                </c:pt>
                <c:pt idx="4416">
                  <c:v>115131.43</c:v>
                </c:pt>
                <c:pt idx="4417">
                  <c:v>115157.5</c:v>
                </c:pt>
                <c:pt idx="4418">
                  <c:v>115183.57</c:v>
                </c:pt>
                <c:pt idx="4419">
                  <c:v>115209.64</c:v>
                </c:pt>
                <c:pt idx="4420">
                  <c:v>115235.71</c:v>
                </c:pt>
                <c:pt idx="4421">
                  <c:v>115261.79</c:v>
                </c:pt>
                <c:pt idx="4422">
                  <c:v>115287.86</c:v>
                </c:pt>
                <c:pt idx="4423">
                  <c:v>115313.93</c:v>
                </c:pt>
                <c:pt idx="4424">
                  <c:v>115340</c:v>
                </c:pt>
                <c:pt idx="4425">
                  <c:v>115366.07</c:v>
                </c:pt>
                <c:pt idx="4426">
                  <c:v>115392.14</c:v>
                </c:pt>
                <c:pt idx="4427">
                  <c:v>115418.21</c:v>
                </c:pt>
                <c:pt idx="4428">
                  <c:v>115444.29</c:v>
                </c:pt>
                <c:pt idx="4429">
                  <c:v>115470.36</c:v>
                </c:pt>
                <c:pt idx="4430">
                  <c:v>115496.43</c:v>
                </c:pt>
                <c:pt idx="4431">
                  <c:v>115522.5</c:v>
                </c:pt>
                <c:pt idx="4432">
                  <c:v>115548.57</c:v>
                </c:pt>
                <c:pt idx="4433">
                  <c:v>115574.64</c:v>
                </c:pt>
                <c:pt idx="4434">
                  <c:v>115600.71</c:v>
                </c:pt>
                <c:pt idx="4435">
                  <c:v>115626.79</c:v>
                </c:pt>
                <c:pt idx="4436">
                  <c:v>115652.86</c:v>
                </c:pt>
                <c:pt idx="4437">
                  <c:v>115678.93</c:v>
                </c:pt>
                <c:pt idx="4438">
                  <c:v>115705</c:v>
                </c:pt>
                <c:pt idx="4439">
                  <c:v>115731.07</c:v>
                </c:pt>
                <c:pt idx="4440">
                  <c:v>115757.14</c:v>
                </c:pt>
                <c:pt idx="4441">
                  <c:v>115783.21</c:v>
                </c:pt>
                <c:pt idx="4442">
                  <c:v>115809.29</c:v>
                </c:pt>
                <c:pt idx="4443">
                  <c:v>115835.36</c:v>
                </c:pt>
                <c:pt idx="4444">
                  <c:v>115861.43</c:v>
                </c:pt>
                <c:pt idx="4445">
                  <c:v>115887.5</c:v>
                </c:pt>
                <c:pt idx="4446">
                  <c:v>115913.57</c:v>
                </c:pt>
                <c:pt idx="4447">
                  <c:v>115939.64</c:v>
                </c:pt>
                <c:pt idx="4448">
                  <c:v>115965.71</c:v>
                </c:pt>
                <c:pt idx="4449">
                  <c:v>115991.79</c:v>
                </c:pt>
                <c:pt idx="4450">
                  <c:v>116017.86</c:v>
                </c:pt>
                <c:pt idx="4451">
                  <c:v>116043.93</c:v>
                </c:pt>
                <c:pt idx="4452">
                  <c:v>116070</c:v>
                </c:pt>
                <c:pt idx="4453">
                  <c:v>116096.07</c:v>
                </c:pt>
                <c:pt idx="4454">
                  <c:v>116122.14</c:v>
                </c:pt>
                <c:pt idx="4455">
                  <c:v>116148.21</c:v>
                </c:pt>
                <c:pt idx="4456">
                  <c:v>116174.29</c:v>
                </c:pt>
                <c:pt idx="4457">
                  <c:v>116200.36</c:v>
                </c:pt>
                <c:pt idx="4458">
                  <c:v>116226.43</c:v>
                </c:pt>
                <c:pt idx="4459">
                  <c:v>116252.5</c:v>
                </c:pt>
                <c:pt idx="4460">
                  <c:v>116278.57</c:v>
                </c:pt>
                <c:pt idx="4461">
                  <c:v>116304.64</c:v>
                </c:pt>
                <c:pt idx="4462">
                  <c:v>116330.71</c:v>
                </c:pt>
                <c:pt idx="4463">
                  <c:v>116356.79</c:v>
                </c:pt>
                <c:pt idx="4464">
                  <c:v>116382.86</c:v>
                </c:pt>
                <c:pt idx="4465">
                  <c:v>116408.93</c:v>
                </c:pt>
                <c:pt idx="4466">
                  <c:v>116435</c:v>
                </c:pt>
                <c:pt idx="4467">
                  <c:v>116461.07</c:v>
                </c:pt>
                <c:pt idx="4468">
                  <c:v>116487.14</c:v>
                </c:pt>
                <c:pt idx="4469">
                  <c:v>116513.21</c:v>
                </c:pt>
                <c:pt idx="4470">
                  <c:v>116539.29</c:v>
                </c:pt>
                <c:pt idx="4471">
                  <c:v>116565.36</c:v>
                </c:pt>
                <c:pt idx="4472">
                  <c:v>116591.43</c:v>
                </c:pt>
                <c:pt idx="4473">
                  <c:v>116617.5</c:v>
                </c:pt>
                <c:pt idx="4474">
                  <c:v>116643.57</c:v>
                </c:pt>
                <c:pt idx="4475">
                  <c:v>116669.64</c:v>
                </c:pt>
                <c:pt idx="4476">
                  <c:v>116695.71</c:v>
                </c:pt>
                <c:pt idx="4477">
                  <c:v>116721.79</c:v>
                </c:pt>
                <c:pt idx="4478">
                  <c:v>116747.86</c:v>
                </c:pt>
                <c:pt idx="4479">
                  <c:v>116773.93</c:v>
                </c:pt>
                <c:pt idx="4480">
                  <c:v>116800</c:v>
                </c:pt>
                <c:pt idx="4481">
                  <c:v>116826.07</c:v>
                </c:pt>
                <c:pt idx="4482">
                  <c:v>116852.14</c:v>
                </c:pt>
                <c:pt idx="4483">
                  <c:v>116878.21</c:v>
                </c:pt>
                <c:pt idx="4484">
                  <c:v>116904.29</c:v>
                </c:pt>
                <c:pt idx="4485">
                  <c:v>116930.36</c:v>
                </c:pt>
                <c:pt idx="4486">
                  <c:v>116956.43</c:v>
                </c:pt>
                <c:pt idx="4487">
                  <c:v>116982.5</c:v>
                </c:pt>
                <c:pt idx="4488">
                  <c:v>117008.57</c:v>
                </c:pt>
                <c:pt idx="4489">
                  <c:v>117034.64</c:v>
                </c:pt>
                <c:pt idx="4490">
                  <c:v>117060.71</c:v>
                </c:pt>
                <c:pt idx="4491">
                  <c:v>117086.79</c:v>
                </c:pt>
                <c:pt idx="4492">
                  <c:v>117112.86</c:v>
                </c:pt>
                <c:pt idx="4493">
                  <c:v>117138.93</c:v>
                </c:pt>
                <c:pt idx="4494">
                  <c:v>117165</c:v>
                </c:pt>
                <c:pt idx="4495">
                  <c:v>117191.07</c:v>
                </c:pt>
                <c:pt idx="4496">
                  <c:v>117217.14</c:v>
                </c:pt>
                <c:pt idx="4497">
                  <c:v>117243.21</c:v>
                </c:pt>
                <c:pt idx="4498">
                  <c:v>117269.29</c:v>
                </c:pt>
                <c:pt idx="4499">
                  <c:v>117295.36</c:v>
                </c:pt>
                <c:pt idx="4500">
                  <c:v>117321.43</c:v>
                </c:pt>
                <c:pt idx="4501">
                  <c:v>117347.5</c:v>
                </c:pt>
                <c:pt idx="4502">
                  <c:v>117373.57</c:v>
                </c:pt>
                <c:pt idx="4503">
                  <c:v>117399.64</c:v>
                </c:pt>
                <c:pt idx="4504">
                  <c:v>117425.71</c:v>
                </c:pt>
                <c:pt idx="4505">
                  <c:v>117451.79</c:v>
                </c:pt>
                <c:pt idx="4506">
                  <c:v>117477.86</c:v>
                </c:pt>
                <c:pt idx="4507">
                  <c:v>117503.93</c:v>
                </c:pt>
                <c:pt idx="4508">
                  <c:v>117530</c:v>
                </c:pt>
                <c:pt idx="4509">
                  <c:v>117556.07</c:v>
                </c:pt>
                <c:pt idx="4510">
                  <c:v>117582.14</c:v>
                </c:pt>
                <c:pt idx="4511">
                  <c:v>117608.21</c:v>
                </c:pt>
                <c:pt idx="4512">
                  <c:v>117634.29</c:v>
                </c:pt>
                <c:pt idx="4513">
                  <c:v>117660.36</c:v>
                </c:pt>
                <c:pt idx="4514">
                  <c:v>117686.43</c:v>
                </c:pt>
                <c:pt idx="4515">
                  <c:v>117712.5</c:v>
                </c:pt>
                <c:pt idx="4516">
                  <c:v>117738.57</c:v>
                </c:pt>
                <c:pt idx="4517">
                  <c:v>117764.64</c:v>
                </c:pt>
                <c:pt idx="4518">
                  <c:v>117790.71</c:v>
                </c:pt>
                <c:pt idx="4519">
                  <c:v>117816.79</c:v>
                </c:pt>
                <c:pt idx="4520">
                  <c:v>117842.86</c:v>
                </c:pt>
                <c:pt idx="4521">
                  <c:v>117868.93</c:v>
                </c:pt>
                <c:pt idx="4522">
                  <c:v>117895</c:v>
                </c:pt>
                <c:pt idx="4523">
                  <c:v>117921.07</c:v>
                </c:pt>
                <c:pt idx="4524">
                  <c:v>117947.14</c:v>
                </c:pt>
                <c:pt idx="4525">
                  <c:v>117973.21</c:v>
                </c:pt>
                <c:pt idx="4526">
                  <c:v>117999.29</c:v>
                </c:pt>
                <c:pt idx="4527">
                  <c:v>118025.36</c:v>
                </c:pt>
                <c:pt idx="4528">
                  <c:v>118051.43</c:v>
                </c:pt>
                <c:pt idx="4529">
                  <c:v>118077.5</c:v>
                </c:pt>
                <c:pt idx="4530">
                  <c:v>118103.57</c:v>
                </c:pt>
                <c:pt idx="4531">
                  <c:v>118129.64</c:v>
                </c:pt>
                <c:pt idx="4532">
                  <c:v>118155.71</c:v>
                </c:pt>
                <c:pt idx="4533">
                  <c:v>118181.79</c:v>
                </c:pt>
                <c:pt idx="4534">
                  <c:v>118207.86</c:v>
                </c:pt>
                <c:pt idx="4535">
                  <c:v>118233.93</c:v>
                </c:pt>
                <c:pt idx="4536">
                  <c:v>118260</c:v>
                </c:pt>
                <c:pt idx="4537">
                  <c:v>118286.07</c:v>
                </c:pt>
                <c:pt idx="4538">
                  <c:v>118312.14</c:v>
                </c:pt>
                <c:pt idx="4539">
                  <c:v>118338.21</c:v>
                </c:pt>
                <c:pt idx="4540">
                  <c:v>118364.29</c:v>
                </c:pt>
                <c:pt idx="4541">
                  <c:v>118390.36</c:v>
                </c:pt>
                <c:pt idx="4542">
                  <c:v>118416.43</c:v>
                </c:pt>
                <c:pt idx="4543">
                  <c:v>118442.5</c:v>
                </c:pt>
                <c:pt idx="4544">
                  <c:v>118468.57</c:v>
                </c:pt>
                <c:pt idx="4545">
                  <c:v>118494.64</c:v>
                </c:pt>
                <c:pt idx="4546">
                  <c:v>118520.71</c:v>
                </c:pt>
                <c:pt idx="4547">
                  <c:v>118546.79</c:v>
                </c:pt>
                <c:pt idx="4548">
                  <c:v>118572.86</c:v>
                </c:pt>
                <c:pt idx="4549">
                  <c:v>118598.93</c:v>
                </c:pt>
                <c:pt idx="4550">
                  <c:v>118625</c:v>
                </c:pt>
                <c:pt idx="4551">
                  <c:v>118651.07</c:v>
                </c:pt>
                <c:pt idx="4552">
                  <c:v>118677.14</c:v>
                </c:pt>
                <c:pt idx="4553">
                  <c:v>118703.21</c:v>
                </c:pt>
                <c:pt idx="4554">
                  <c:v>118729.29</c:v>
                </c:pt>
                <c:pt idx="4555">
                  <c:v>118755.36</c:v>
                </c:pt>
                <c:pt idx="4556">
                  <c:v>118781.43</c:v>
                </c:pt>
                <c:pt idx="4557">
                  <c:v>118807.5</c:v>
                </c:pt>
                <c:pt idx="4558">
                  <c:v>118833.57</c:v>
                </c:pt>
                <c:pt idx="4559">
                  <c:v>118859.64</c:v>
                </c:pt>
                <c:pt idx="4560">
                  <c:v>118885.71</c:v>
                </c:pt>
                <c:pt idx="4561">
                  <c:v>118911.79</c:v>
                </c:pt>
                <c:pt idx="4562">
                  <c:v>118937.86</c:v>
                </c:pt>
                <c:pt idx="4563">
                  <c:v>118963.93</c:v>
                </c:pt>
                <c:pt idx="4564">
                  <c:v>118990</c:v>
                </c:pt>
                <c:pt idx="4565">
                  <c:v>119016.07</c:v>
                </c:pt>
                <c:pt idx="4566">
                  <c:v>119042.14</c:v>
                </c:pt>
                <c:pt idx="4567">
                  <c:v>119068.21</c:v>
                </c:pt>
                <c:pt idx="4568">
                  <c:v>119094.29</c:v>
                </c:pt>
                <c:pt idx="4569">
                  <c:v>119120.36</c:v>
                </c:pt>
                <c:pt idx="4570">
                  <c:v>119146.43</c:v>
                </c:pt>
                <c:pt idx="4571">
                  <c:v>119172.5</c:v>
                </c:pt>
                <c:pt idx="4572">
                  <c:v>119198.57</c:v>
                </c:pt>
                <c:pt idx="4573">
                  <c:v>119224.64</c:v>
                </c:pt>
                <c:pt idx="4574">
                  <c:v>119250.71</c:v>
                </c:pt>
                <c:pt idx="4575">
                  <c:v>119276.79</c:v>
                </c:pt>
                <c:pt idx="4576">
                  <c:v>119302.86</c:v>
                </c:pt>
                <c:pt idx="4577">
                  <c:v>119328.93</c:v>
                </c:pt>
                <c:pt idx="4578">
                  <c:v>119355</c:v>
                </c:pt>
                <c:pt idx="4579">
                  <c:v>119381.07</c:v>
                </c:pt>
                <c:pt idx="4580">
                  <c:v>119407.14</c:v>
                </c:pt>
                <c:pt idx="4581">
                  <c:v>119433.21</c:v>
                </c:pt>
                <c:pt idx="4582">
                  <c:v>119459.29</c:v>
                </c:pt>
                <c:pt idx="4583">
                  <c:v>119485.36</c:v>
                </c:pt>
                <c:pt idx="4584">
                  <c:v>119511.43</c:v>
                </c:pt>
                <c:pt idx="4585">
                  <c:v>119537.5</c:v>
                </c:pt>
                <c:pt idx="4586">
                  <c:v>119563.57</c:v>
                </c:pt>
                <c:pt idx="4587">
                  <c:v>119589.64</c:v>
                </c:pt>
                <c:pt idx="4588">
                  <c:v>119615.71</c:v>
                </c:pt>
                <c:pt idx="4589">
                  <c:v>119641.79</c:v>
                </c:pt>
                <c:pt idx="4590">
                  <c:v>119667.86</c:v>
                </c:pt>
                <c:pt idx="4591">
                  <c:v>119693.93</c:v>
                </c:pt>
                <c:pt idx="4592">
                  <c:v>119720</c:v>
                </c:pt>
                <c:pt idx="4593">
                  <c:v>119746.07</c:v>
                </c:pt>
                <c:pt idx="4594">
                  <c:v>119772.14</c:v>
                </c:pt>
                <c:pt idx="4595">
                  <c:v>119798.21</c:v>
                </c:pt>
                <c:pt idx="4596">
                  <c:v>119824.29</c:v>
                </c:pt>
                <c:pt idx="4597">
                  <c:v>119850.36</c:v>
                </c:pt>
                <c:pt idx="4598">
                  <c:v>119876.43</c:v>
                </c:pt>
                <c:pt idx="4599">
                  <c:v>119902.5</c:v>
                </c:pt>
                <c:pt idx="4600">
                  <c:v>119928.57</c:v>
                </c:pt>
                <c:pt idx="4601">
                  <c:v>119954.64</c:v>
                </c:pt>
                <c:pt idx="4602">
                  <c:v>119980.71</c:v>
                </c:pt>
                <c:pt idx="4603">
                  <c:v>120006.79</c:v>
                </c:pt>
                <c:pt idx="4604">
                  <c:v>120032.86</c:v>
                </c:pt>
                <c:pt idx="4605">
                  <c:v>120058.93</c:v>
                </c:pt>
                <c:pt idx="4606">
                  <c:v>120085</c:v>
                </c:pt>
                <c:pt idx="4607">
                  <c:v>120111.07</c:v>
                </c:pt>
                <c:pt idx="4608">
                  <c:v>120137.14</c:v>
                </c:pt>
                <c:pt idx="4609">
                  <c:v>120163.21</c:v>
                </c:pt>
                <c:pt idx="4610">
                  <c:v>120189.29</c:v>
                </c:pt>
                <c:pt idx="4611">
                  <c:v>120215.36</c:v>
                </c:pt>
                <c:pt idx="4612">
                  <c:v>120241.43</c:v>
                </c:pt>
                <c:pt idx="4613">
                  <c:v>120267.5</c:v>
                </c:pt>
                <c:pt idx="4614">
                  <c:v>120293.57</c:v>
                </c:pt>
                <c:pt idx="4615">
                  <c:v>120319.64</c:v>
                </c:pt>
                <c:pt idx="4616">
                  <c:v>120345.71</c:v>
                </c:pt>
                <c:pt idx="4617">
                  <c:v>120371.79</c:v>
                </c:pt>
                <c:pt idx="4618">
                  <c:v>120397.86</c:v>
                </c:pt>
                <c:pt idx="4619">
                  <c:v>120423.93</c:v>
                </c:pt>
                <c:pt idx="4620">
                  <c:v>120450</c:v>
                </c:pt>
                <c:pt idx="4621">
                  <c:v>120476.07</c:v>
                </c:pt>
                <c:pt idx="4622">
                  <c:v>120502.14</c:v>
                </c:pt>
                <c:pt idx="4623">
                  <c:v>120528.21</c:v>
                </c:pt>
                <c:pt idx="4624">
                  <c:v>120554.29</c:v>
                </c:pt>
                <c:pt idx="4625">
                  <c:v>120580.36</c:v>
                </c:pt>
                <c:pt idx="4626">
                  <c:v>120606.43</c:v>
                </c:pt>
                <c:pt idx="4627">
                  <c:v>120632.5</c:v>
                </c:pt>
                <c:pt idx="4628">
                  <c:v>120658.57</c:v>
                </c:pt>
                <c:pt idx="4629">
                  <c:v>120684.64</c:v>
                </c:pt>
                <c:pt idx="4630">
                  <c:v>120710.71</c:v>
                </c:pt>
                <c:pt idx="4631">
                  <c:v>120736.79</c:v>
                </c:pt>
                <c:pt idx="4632">
                  <c:v>120762.86</c:v>
                </c:pt>
                <c:pt idx="4633">
                  <c:v>120788.93</c:v>
                </c:pt>
                <c:pt idx="4634">
                  <c:v>120815</c:v>
                </c:pt>
                <c:pt idx="4635">
                  <c:v>120841.07</c:v>
                </c:pt>
                <c:pt idx="4636">
                  <c:v>120867.14</c:v>
                </c:pt>
                <c:pt idx="4637">
                  <c:v>120893.21</c:v>
                </c:pt>
                <c:pt idx="4638">
                  <c:v>120919.29</c:v>
                </c:pt>
                <c:pt idx="4639">
                  <c:v>120945.36</c:v>
                </c:pt>
                <c:pt idx="4640">
                  <c:v>120971.43</c:v>
                </c:pt>
                <c:pt idx="4641">
                  <c:v>120997.5</c:v>
                </c:pt>
                <c:pt idx="4642">
                  <c:v>121023.57</c:v>
                </c:pt>
                <c:pt idx="4643">
                  <c:v>121049.64</c:v>
                </c:pt>
                <c:pt idx="4644">
                  <c:v>121075.71</c:v>
                </c:pt>
                <c:pt idx="4645">
                  <c:v>121101.79</c:v>
                </c:pt>
                <c:pt idx="4646">
                  <c:v>121127.86</c:v>
                </c:pt>
                <c:pt idx="4647">
                  <c:v>121153.93</c:v>
                </c:pt>
                <c:pt idx="4648">
                  <c:v>121180</c:v>
                </c:pt>
                <c:pt idx="4649">
                  <c:v>121206.07</c:v>
                </c:pt>
                <c:pt idx="4650">
                  <c:v>121232.14</c:v>
                </c:pt>
                <c:pt idx="4651">
                  <c:v>121258.21</c:v>
                </c:pt>
                <c:pt idx="4652">
                  <c:v>121284.29</c:v>
                </c:pt>
                <c:pt idx="4653">
                  <c:v>121310.36</c:v>
                </c:pt>
                <c:pt idx="4654">
                  <c:v>121336.43</c:v>
                </c:pt>
                <c:pt idx="4655">
                  <c:v>121362.5</c:v>
                </c:pt>
                <c:pt idx="4656">
                  <c:v>121388.57</c:v>
                </c:pt>
                <c:pt idx="4657">
                  <c:v>121414.64</c:v>
                </c:pt>
                <c:pt idx="4658">
                  <c:v>121440.71</c:v>
                </c:pt>
                <c:pt idx="4659">
                  <c:v>121466.79</c:v>
                </c:pt>
                <c:pt idx="4660">
                  <c:v>121492.86</c:v>
                </c:pt>
                <c:pt idx="4661">
                  <c:v>121518.93</c:v>
                </c:pt>
                <c:pt idx="4662">
                  <c:v>121545</c:v>
                </c:pt>
                <c:pt idx="4663">
                  <c:v>121571.07</c:v>
                </c:pt>
                <c:pt idx="4664">
                  <c:v>121597.14</c:v>
                </c:pt>
                <c:pt idx="4665">
                  <c:v>121623.21</c:v>
                </c:pt>
                <c:pt idx="4666">
                  <c:v>121649.29</c:v>
                </c:pt>
                <c:pt idx="4667">
                  <c:v>121675.36</c:v>
                </c:pt>
                <c:pt idx="4668">
                  <c:v>121701.43</c:v>
                </c:pt>
                <c:pt idx="4669">
                  <c:v>121727.5</c:v>
                </c:pt>
                <c:pt idx="4670">
                  <c:v>121753.57</c:v>
                </c:pt>
                <c:pt idx="4671">
                  <c:v>121779.64</c:v>
                </c:pt>
                <c:pt idx="4672">
                  <c:v>121805.71</c:v>
                </c:pt>
                <c:pt idx="4673">
                  <c:v>121831.79</c:v>
                </c:pt>
                <c:pt idx="4674">
                  <c:v>121857.86</c:v>
                </c:pt>
                <c:pt idx="4675">
                  <c:v>121883.93</c:v>
                </c:pt>
                <c:pt idx="4676">
                  <c:v>121910</c:v>
                </c:pt>
                <c:pt idx="4677">
                  <c:v>121936.07</c:v>
                </c:pt>
                <c:pt idx="4678">
                  <c:v>121962.14</c:v>
                </c:pt>
                <c:pt idx="4679">
                  <c:v>121988.21</c:v>
                </c:pt>
                <c:pt idx="4680">
                  <c:v>122014.29</c:v>
                </c:pt>
                <c:pt idx="4681">
                  <c:v>122040.36</c:v>
                </c:pt>
                <c:pt idx="4682">
                  <c:v>122066.43</c:v>
                </c:pt>
                <c:pt idx="4683">
                  <c:v>122092.5</c:v>
                </c:pt>
                <c:pt idx="4684">
                  <c:v>122118.57</c:v>
                </c:pt>
                <c:pt idx="4685">
                  <c:v>122144.64</c:v>
                </c:pt>
                <c:pt idx="4686">
                  <c:v>122170.71</c:v>
                </c:pt>
                <c:pt idx="4687">
                  <c:v>122196.79</c:v>
                </c:pt>
                <c:pt idx="4688">
                  <c:v>122222.86</c:v>
                </c:pt>
                <c:pt idx="4689">
                  <c:v>122248.93</c:v>
                </c:pt>
                <c:pt idx="4690">
                  <c:v>122275</c:v>
                </c:pt>
                <c:pt idx="4691">
                  <c:v>122301.07</c:v>
                </c:pt>
                <c:pt idx="4692">
                  <c:v>122327.14</c:v>
                </c:pt>
                <c:pt idx="4693">
                  <c:v>122353.21</c:v>
                </c:pt>
                <c:pt idx="4694">
                  <c:v>122379.29</c:v>
                </c:pt>
                <c:pt idx="4695">
                  <c:v>122405.36</c:v>
                </c:pt>
                <c:pt idx="4696">
                  <c:v>122431.43</c:v>
                </c:pt>
                <c:pt idx="4697">
                  <c:v>122457.5</c:v>
                </c:pt>
                <c:pt idx="4698">
                  <c:v>122483.57</c:v>
                </c:pt>
                <c:pt idx="4699">
                  <c:v>122509.64</c:v>
                </c:pt>
                <c:pt idx="4700">
                  <c:v>122535.71</c:v>
                </c:pt>
                <c:pt idx="4701">
                  <c:v>122561.79</c:v>
                </c:pt>
                <c:pt idx="4702">
                  <c:v>122587.86</c:v>
                </c:pt>
                <c:pt idx="4703">
                  <c:v>122613.93</c:v>
                </c:pt>
                <c:pt idx="4704">
                  <c:v>122640</c:v>
                </c:pt>
                <c:pt idx="4705">
                  <c:v>122666.07</c:v>
                </c:pt>
                <c:pt idx="4706">
                  <c:v>122692.14</c:v>
                </c:pt>
                <c:pt idx="4707">
                  <c:v>122718.21</c:v>
                </c:pt>
                <c:pt idx="4708">
                  <c:v>122744.29</c:v>
                </c:pt>
                <c:pt idx="4709">
                  <c:v>122770.36</c:v>
                </c:pt>
                <c:pt idx="4710">
                  <c:v>122796.43</c:v>
                </c:pt>
                <c:pt idx="4711">
                  <c:v>122822.5</c:v>
                </c:pt>
                <c:pt idx="4712">
                  <c:v>122848.57</c:v>
                </c:pt>
                <c:pt idx="4713">
                  <c:v>122874.64</c:v>
                </c:pt>
                <c:pt idx="4714">
                  <c:v>122900.71</c:v>
                </c:pt>
                <c:pt idx="4715">
                  <c:v>122926.79</c:v>
                </c:pt>
                <c:pt idx="4716">
                  <c:v>122952.86</c:v>
                </c:pt>
                <c:pt idx="4717">
                  <c:v>122978.93</c:v>
                </c:pt>
                <c:pt idx="4718">
                  <c:v>123005</c:v>
                </c:pt>
                <c:pt idx="4719">
                  <c:v>123031.07</c:v>
                </c:pt>
                <c:pt idx="4720">
                  <c:v>123057.14</c:v>
                </c:pt>
                <c:pt idx="4721">
                  <c:v>123083.21</c:v>
                </c:pt>
                <c:pt idx="4722">
                  <c:v>123109.29</c:v>
                </c:pt>
                <c:pt idx="4723">
                  <c:v>123135.36</c:v>
                </c:pt>
                <c:pt idx="4724">
                  <c:v>123161.43</c:v>
                </c:pt>
                <c:pt idx="4725">
                  <c:v>123187.5</c:v>
                </c:pt>
                <c:pt idx="4726">
                  <c:v>123213.57</c:v>
                </c:pt>
                <c:pt idx="4727">
                  <c:v>123239.64</c:v>
                </c:pt>
                <c:pt idx="4728">
                  <c:v>123265.71</c:v>
                </c:pt>
                <c:pt idx="4729">
                  <c:v>123291.79</c:v>
                </c:pt>
                <c:pt idx="4730">
                  <c:v>123317.86</c:v>
                </c:pt>
                <c:pt idx="4731">
                  <c:v>123343.93</c:v>
                </c:pt>
                <c:pt idx="4732">
                  <c:v>123370</c:v>
                </c:pt>
                <c:pt idx="4733">
                  <c:v>123396.07</c:v>
                </c:pt>
                <c:pt idx="4734">
                  <c:v>123422.14</c:v>
                </c:pt>
                <c:pt idx="4735">
                  <c:v>123448.21</c:v>
                </c:pt>
                <c:pt idx="4736">
                  <c:v>123474.29</c:v>
                </c:pt>
                <c:pt idx="4737">
                  <c:v>123500.36</c:v>
                </c:pt>
                <c:pt idx="4738">
                  <c:v>123526.43</c:v>
                </c:pt>
                <c:pt idx="4739">
                  <c:v>123552.5</c:v>
                </c:pt>
                <c:pt idx="4740">
                  <c:v>123578.57</c:v>
                </c:pt>
                <c:pt idx="4741">
                  <c:v>123604.64</c:v>
                </c:pt>
                <c:pt idx="4742">
                  <c:v>123630.71</c:v>
                </c:pt>
                <c:pt idx="4743">
                  <c:v>123656.79</c:v>
                </c:pt>
                <c:pt idx="4744">
                  <c:v>123682.86</c:v>
                </c:pt>
                <c:pt idx="4745">
                  <c:v>123708.93</c:v>
                </c:pt>
                <c:pt idx="4746">
                  <c:v>123735</c:v>
                </c:pt>
                <c:pt idx="4747">
                  <c:v>123761.07</c:v>
                </c:pt>
                <c:pt idx="4748">
                  <c:v>123787.14</c:v>
                </c:pt>
                <c:pt idx="4749">
                  <c:v>123813.21</c:v>
                </c:pt>
                <c:pt idx="4750">
                  <c:v>123839.29</c:v>
                </c:pt>
                <c:pt idx="4751">
                  <c:v>123865.36</c:v>
                </c:pt>
                <c:pt idx="4752">
                  <c:v>123891.43</c:v>
                </c:pt>
                <c:pt idx="4753">
                  <c:v>123917.5</c:v>
                </c:pt>
                <c:pt idx="4754">
                  <c:v>123943.57</c:v>
                </c:pt>
                <c:pt idx="4755">
                  <c:v>123969.64</c:v>
                </c:pt>
                <c:pt idx="4756">
                  <c:v>123995.71</c:v>
                </c:pt>
                <c:pt idx="4757">
                  <c:v>124021.79</c:v>
                </c:pt>
                <c:pt idx="4758">
                  <c:v>124047.86</c:v>
                </c:pt>
                <c:pt idx="4759">
                  <c:v>124073.93</c:v>
                </c:pt>
                <c:pt idx="4760">
                  <c:v>124100</c:v>
                </c:pt>
                <c:pt idx="4761">
                  <c:v>124126.07</c:v>
                </c:pt>
                <c:pt idx="4762">
                  <c:v>124152.14</c:v>
                </c:pt>
                <c:pt idx="4763">
                  <c:v>124178.21</c:v>
                </c:pt>
                <c:pt idx="4764">
                  <c:v>124204.29</c:v>
                </c:pt>
                <c:pt idx="4765">
                  <c:v>124230.36</c:v>
                </c:pt>
                <c:pt idx="4766">
                  <c:v>124256.43</c:v>
                </c:pt>
                <c:pt idx="4767">
                  <c:v>124282.5</c:v>
                </c:pt>
                <c:pt idx="4768">
                  <c:v>124308.57</c:v>
                </c:pt>
                <c:pt idx="4769">
                  <c:v>124334.64</c:v>
                </c:pt>
                <c:pt idx="4770">
                  <c:v>124360.71</c:v>
                </c:pt>
                <c:pt idx="4771">
                  <c:v>124386.79</c:v>
                </c:pt>
                <c:pt idx="4772">
                  <c:v>124412.86</c:v>
                </c:pt>
                <c:pt idx="4773">
                  <c:v>124438.93</c:v>
                </c:pt>
                <c:pt idx="4774">
                  <c:v>124465</c:v>
                </c:pt>
                <c:pt idx="4775">
                  <c:v>124491.07</c:v>
                </c:pt>
                <c:pt idx="4776">
                  <c:v>124517.14</c:v>
                </c:pt>
                <c:pt idx="4777">
                  <c:v>124543.21</c:v>
                </c:pt>
                <c:pt idx="4778">
                  <c:v>124569.29</c:v>
                </c:pt>
                <c:pt idx="4779">
                  <c:v>124595.36</c:v>
                </c:pt>
                <c:pt idx="4780">
                  <c:v>124621.43</c:v>
                </c:pt>
                <c:pt idx="4781">
                  <c:v>124647.5</c:v>
                </c:pt>
                <c:pt idx="4782">
                  <c:v>124673.57</c:v>
                </c:pt>
                <c:pt idx="4783">
                  <c:v>124699.64</c:v>
                </c:pt>
                <c:pt idx="4784">
                  <c:v>124725.71</c:v>
                </c:pt>
                <c:pt idx="4785">
                  <c:v>124751.79</c:v>
                </c:pt>
                <c:pt idx="4786">
                  <c:v>124777.86</c:v>
                </c:pt>
                <c:pt idx="4787">
                  <c:v>124803.93</c:v>
                </c:pt>
                <c:pt idx="4788">
                  <c:v>124830</c:v>
                </c:pt>
                <c:pt idx="4789">
                  <c:v>124856.07</c:v>
                </c:pt>
                <c:pt idx="4790">
                  <c:v>124882.14</c:v>
                </c:pt>
                <c:pt idx="4791">
                  <c:v>124908.21</c:v>
                </c:pt>
                <c:pt idx="4792">
                  <c:v>124934.29</c:v>
                </c:pt>
                <c:pt idx="4793">
                  <c:v>124960.36</c:v>
                </c:pt>
                <c:pt idx="4794">
                  <c:v>124986.43</c:v>
                </c:pt>
                <c:pt idx="4795">
                  <c:v>125012.5</c:v>
                </c:pt>
                <c:pt idx="4796">
                  <c:v>125038.57</c:v>
                </c:pt>
                <c:pt idx="4797">
                  <c:v>125064.64</c:v>
                </c:pt>
                <c:pt idx="4798">
                  <c:v>125090.71</c:v>
                </c:pt>
                <c:pt idx="4799">
                  <c:v>125116.79</c:v>
                </c:pt>
                <c:pt idx="4800">
                  <c:v>125142.86</c:v>
                </c:pt>
                <c:pt idx="4801">
                  <c:v>125168.93</c:v>
                </c:pt>
                <c:pt idx="4802">
                  <c:v>125195</c:v>
                </c:pt>
                <c:pt idx="4803">
                  <c:v>125221.07</c:v>
                </c:pt>
                <c:pt idx="4804">
                  <c:v>125247.14</c:v>
                </c:pt>
                <c:pt idx="4805">
                  <c:v>125273.21</c:v>
                </c:pt>
                <c:pt idx="4806">
                  <c:v>125299.29</c:v>
                </c:pt>
                <c:pt idx="4807">
                  <c:v>125325.36</c:v>
                </c:pt>
                <c:pt idx="4808">
                  <c:v>125351.43</c:v>
                </c:pt>
                <c:pt idx="4809">
                  <c:v>125377.5</c:v>
                </c:pt>
                <c:pt idx="4810">
                  <c:v>125403.57</c:v>
                </c:pt>
                <c:pt idx="4811">
                  <c:v>125429.64</c:v>
                </c:pt>
                <c:pt idx="4812">
                  <c:v>125455.71</c:v>
                </c:pt>
                <c:pt idx="4813">
                  <c:v>125481.79</c:v>
                </c:pt>
                <c:pt idx="4814">
                  <c:v>125507.86</c:v>
                </c:pt>
                <c:pt idx="4815">
                  <c:v>125533.93</c:v>
                </c:pt>
                <c:pt idx="4816">
                  <c:v>125560</c:v>
                </c:pt>
                <c:pt idx="4817">
                  <c:v>125586.07</c:v>
                </c:pt>
                <c:pt idx="4818">
                  <c:v>125612.14</c:v>
                </c:pt>
                <c:pt idx="4819">
                  <c:v>125638.21</c:v>
                </c:pt>
                <c:pt idx="4820">
                  <c:v>125664.29</c:v>
                </c:pt>
                <c:pt idx="4821">
                  <c:v>125690.36</c:v>
                </c:pt>
                <c:pt idx="4822">
                  <c:v>125716.43</c:v>
                </c:pt>
                <c:pt idx="4823">
                  <c:v>125742.5</c:v>
                </c:pt>
                <c:pt idx="4824">
                  <c:v>125768.57</c:v>
                </c:pt>
                <c:pt idx="4825">
                  <c:v>125794.64</c:v>
                </c:pt>
                <c:pt idx="4826">
                  <c:v>125820.71</c:v>
                </c:pt>
                <c:pt idx="4827">
                  <c:v>125846.79</c:v>
                </c:pt>
                <c:pt idx="4828">
                  <c:v>125872.86</c:v>
                </c:pt>
                <c:pt idx="4829">
                  <c:v>125898.93</c:v>
                </c:pt>
                <c:pt idx="4830">
                  <c:v>125925</c:v>
                </c:pt>
                <c:pt idx="4831">
                  <c:v>125951.07</c:v>
                </c:pt>
                <c:pt idx="4832">
                  <c:v>125977.14</c:v>
                </c:pt>
                <c:pt idx="4833">
                  <c:v>126003.21</c:v>
                </c:pt>
                <c:pt idx="4834">
                  <c:v>126029.29</c:v>
                </c:pt>
                <c:pt idx="4835">
                  <c:v>126055.36</c:v>
                </c:pt>
                <c:pt idx="4836">
                  <c:v>126081.43</c:v>
                </c:pt>
                <c:pt idx="4837">
                  <c:v>126107.5</c:v>
                </c:pt>
                <c:pt idx="4838">
                  <c:v>126133.57</c:v>
                </c:pt>
                <c:pt idx="4839">
                  <c:v>126159.64</c:v>
                </c:pt>
                <c:pt idx="4840">
                  <c:v>126185.71</c:v>
                </c:pt>
                <c:pt idx="4841">
                  <c:v>126211.79</c:v>
                </c:pt>
                <c:pt idx="4842">
                  <c:v>126237.86</c:v>
                </c:pt>
                <c:pt idx="4843">
                  <c:v>126263.93</c:v>
                </c:pt>
                <c:pt idx="4844">
                  <c:v>126290</c:v>
                </c:pt>
                <c:pt idx="4845">
                  <c:v>126316.07</c:v>
                </c:pt>
                <c:pt idx="4846">
                  <c:v>126342.14</c:v>
                </c:pt>
                <c:pt idx="4847">
                  <c:v>126368.21</c:v>
                </c:pt>
                <c:pt idx="4848">
                  <c:v>126394.29</c:v>
                </c:pt>
                <c:pt idx="4849">
                  <c:v>126420.36</c:v>
                </c:pt>
                <c:pt idx="4850">
                  <c:v>126446.43</c:v>
                </c:pt>
                <c:pt idx="4851">
                  <c:v>126472.5</c:v>
                </c:pt>
                <c:pt idx="4852">
                  <c:v>126498.57</c:v>
                </c:pt>
                <c:pt idx="4853">
                  <c:v>126524.64</c:v>
                </c:pt>
                <c:pt idx="4854">
                  <c:v>126550.71</c:v>
                </c:pt>
                <c:pt idx="4855">
                  <c:v>126576.79</c:v>
                </c:pt>
                <c:pt idx="4856">
                  <c:v>126602.86</c:v>
                </c:pt>
                <c:pt idx="4857">
                  <c:v>126628.93</c:v>
                </c:pt>
                <c:pt idx="4858">
                  <c:v>126655</c:v>
                </c:pt>
                <c:pt idx="4859">
                  <c:v>126681.07</c:v>
                </c:pt>
                <c:pt idx="4860">
                  <c:v>126707.14</c:v>
                </c:pt>
                <c:pt idx="4861">
                  <c:v>126733.21</c:v>
                </c:pt>
                <c:pt idx="4862">
                  <c:v>126759.29</c:v>
                </c:pt>
                <c:pt idx="4863">
                  <c:v>126785.36</c:v>
                </c:pt>
                <c:pt idx="4864">
                  <c:v>126811.43</c:v>
                </c:pt>
                <c:pt idx="4865">
                  <c:v>126837.5</c:v>
                </c:pt>
                <c:pt idx="4866">
                  <c:v>126863.57</c:v>
                </c:pt>
                <c:pt idx="4867">
                  <c:v>126889.64</c:v>
                </c:pt>
                <c:pt idx="4868">
                  <c:v>126915.71</c:v>
                </c:pt>
                <c:pt idx="4869">
                  <c:v>126941.79</c:v>
                </c:pt>
                <c:pt idx="4870">
                  <c:v>126967.86</c:v>
                </c:pt>
                <c:pt idx="4871">
                  <c:v>126993.93</c:v>
                </c:pt>
                <c:pt idx="4872">
                  <c:v>127020</c:v>
                </c:pt>
                <c:pt idx="4873">
                  <c:v>127046.07</c:v>
                </c:pt>
                <c:pt idx="4874">
                  <c:v>127072.14</c:v>
                </c:pt>
                <c:pt idx="4875">
                  <c:v>127098.21</c:v>
                </c:pt>
                <c:pt idx="4876">
                  <c:v>127124.29</c:v>
                </c:pt>
                <c:pt idx="4877">
                  <c:v>127150.36</c:v>
                </c:pt>
                <c:pt idx="4878">
                  <c:v>127176.43</c:v>
                </c:pt>
                <c:pt idx="4879">
                  <c:v>127202.5</c:v>
                </c:pt>
                <c:pt idx="4880">
                  <c:v>127228.57</c:v>
                </c:pt>
                <c:pt idx="4881">
                  <c:v>127254.64</c:v>
                </c:pt>
                <c:pt idx="4882">
                  <c:v>127280.71</c:v>
                </c:pt>
                <c:pt idx="4883">
                  <c:v>127306.79</c:v>
                </c:pt>
                <c:pt idx="4884">
                  <c:v>127332.86</c:v>
                </c:pt>
                <c:pt idx="4885">
                  <c:v>127358.93</c:v>
                </c:pt>
                <c:pt idx="4886">
                  <c:v>127385</c:v>
                </c:pt>
                <c:pt idx="4887">
                  <c:v>127411.07</c:v>
                </c:pt>
                <c:pt idx="4888">
                  <c:v>127437.14</c:v>
                </c:pt>
                <c:pt idx="4889">
                  <c:v>127463.21</c:v>
                </c:pt>
                <c:pt idx="4890">
                  <c:v>127489.29</c:v>
                </c:pt>
                <c:pt idx="4891">
                  <c:v>127515.36</c:v>
                </c:pt>
                <c:pt idx="4892">
                  <c:v>127541.43</c:v>
                </c:pt>
                <c:pt idx="4893">
                  <c:v>127567.5</c:v>
                </c:pt>
                <c:pt idx="4894">
                  <c:v>127593.57</c:v>
                </c:pt>
                <c:pt idx="4895">
                  <c:v>127619.64</c:v>
                </c:pt>
                <c:pt idx="4896">
                  <c:v>127645.71</c:v>
                </c:pt>
                <c:pt idx="4897">
                  <c:v>127671.79</c:v>
                </c:pt>
                <c:pt idx="4898">
                  <c:v>127697.86</c:v>
                </c:pt>
                <c:pt idx="4899">
                  <c:v>127723.93</c:v>
                </c:pt>
                <c:pt idx="4900">
                  <c:v>127750</c:v>
                </c:pt>
                <c:pt idx="4901">
                  <c:v>127776.07</c:v>
                </c:pt>
                <c:pt idx="4902">
                  <c:v>127802.14</c:v>
                </c:pt>
                <c:pt idx="4903">
                  <c:v>127828.21</c:v>
                </c:pt>
                <c:pt idx="4904">
                  <c:v>127854.29</c:v>
                </c:pt>
                <c:pt idx="4905">
                  <c:v>127880.36</c:v>
                </c:pt>
                <c:pt idx="4906">
                  <c:v>127906.43</c:v>
                </c:pt>
                <c:pt idx="4907">
                  <c:v>127932.5</c:v>
                </c:pt>
                <c:pt idx="4908">
                  <c:v>127958.57</c:v>
                </c:pt>
                <c:pt idx="4909">
                  <c:v>127984.64</c:v>
                </c:pt>
                <c:pt idx="4910">
                  <c:v>128010.71</c:v>
                </c:pt>
                <c:pt idx="4911">
                  <c:v>128036.79</c:v>
                </c:pt>
                <c:pt idx="4912">
                  <c:v>128062.86</c:v>
                </c:pt>
                <c:pt idx="4913">
                  <c:v>128088.93</c:v>
                </c:pt>
                <c:pt idx="4914">
                  <c:v>128115</c:v>
                </c:pt>
                <c:pt idx="4915">
                  <c:v>128141.07</c:v>
                </c:pt>
                <c:pt idx="4916">
                  <c:v>128167.14</c:v>
                </c:pt>
                <c:pt idx="4917">
                  <c:v>128193.21</c:v>
                </c:pt>
                <c:pt idx="4918">
                  <c:v>128219.29</c:v>
                </c:pt>
                <c:pt idx="4919">
                  <c:v>128245.36</c:v>
                </c:pt>
                <c:pt idx="4920">
                  <c:v>128271.43</c:v>
                </c:pt>
                <c:pt idx="4921">
                  <c:v>128297.5</c:v>
                </c:pt>
                <c:pt idx="4922">
                  <c:v>128323.57</c:v>
                </c:pt>
                <c:pt idx="4923">
                  <c:v>128349.64</c:v>
                </c:pt>
                <c:pt idx="4924">
                  <c:v>128375.71</c:v>
                </c:pt>
                <c:pt idx="4925">
                  <c:v>128401.79</c:v>
                </c:pt>
                <c:pt idx="4926">
                  <c:v>128427.86</c:v>
                </c:pt>
                <c:pt idx="4927">
                  <c:v>128453.93</c:v>
                </c:pt>
                <c:pt idx="4928">
                  <c:v>128480</c:v>
                </c:pt>
                <c:pt idx="4929">
                  <c:v>128506.07</c:v>
                </c:pt>
                <c:pt idx="4930">
                  <c:v>128532.14</c:v>
                </c:pt>
                <c:pt idx="4931">
                  <c:v>128558.21</c:v>
                </c:pt>
                <c:pt idx="4932">
                  <c:v>128584.29</c:v>
                </c:pt>
                <c:pt idx="4933">
                  <c:v>128610.36</c:v>
                </c:pt>
                <c:pt idx="4934">
                  <c:v>128636.43</c:v>
                </c:pt>
                <c:pt idx="4935">
                  <c:v>128662.5</c:v>
                </c:pt>
                <c:pt idx="4936">
                  <c:v>128688.57</c:v>
                </c:pt>
                <c:pt idx="4937">
                  <c:v>128714.64</c:v>
                </c:pt>
                <c:pt idx="4938">
                  <c:v>128740.71</c:v>
                </c:pt>
                <c:pt idx="4939">
                  <c:v>128766.79</c:v>
                </c:pt>
                <c:pt idx="4940">
                  <c:v>128792.86</c:v>
                </c:pt>
                <c:pt idx="4941">
                  <c:v>128818.93</c:v>
                </c:pt>
                <c:pt idx="4942">
                  <c:v>128845</c:v>
                </c:pt>
                <c:pt idx="4943">
                  <c:v>128871.07</c:v>
                </c:pt>
                <c:pt idx="4944">
                  <c:v>128897.14</c:v>
                </c:pt>
                <c:pt idx="4945">
                  <c:v>128923.21</c:v>
                </c:pt>
                <c:pt idx="4946">
                  <c:v>128949.29</c:v>
                </c:pt>
                <c:pt idx="4947">
                  <c:v>128975.36</c:v>
                </c:pt>
                <c:pt idx="4948">
                  <c:v>129001.43</c:v>
                </c:pt>
                <c:pt idx="4949">
                  <c:v>129027.5</c:v>
                </c:pt>
                <c:pt idx="4950">
                  <c:v>129053.57</c:v>
                </c:pt>
                <c:pt idx="4951">
                  <c:v>129079.64</c:v>
                </c:pt>
                <c:pt idx="4952">
                  <c:v>129105.71</c:v>
                </c:pt>
                <c:pt idx="4953">
                  <c:v>129131.79</c:v>
                </c:pt>
                <c:pt idx="4954">
                  <c:v>129157.86</c:v>
                </c:pt>
                <c:pt idx="4955">
                  <c:v>129183.93</c:v>
                </c:pt>
                <c:pt idx="4956">
                  <c:v>129210</c:v>
                </c:pt>
                <c:pt idx="4957">
                  <c:v>129236.07</c:v>
                </c:pt>
                <c:pt idx="4958">
                  <c:v>129262.14</c:v>
                </c:pt>
                <c:pt idx="4959">
                  <c:v>129288.21</c:v>
                </c:pt>
                <c:pt idx="4960">
                  <c:v>129314.29</c:v>
                </c:pt>
                <c:pt idx="4961">
                  <c:v>129340.36</c:v>
                </c:pt>
                <c:pt idx="4962">
                  <c:v>129366.43</c:v>
                </c:pt>
                <c:pt idx="4963">
                  <c:v>129392.5</c:v>
                </c:pt>
                <c:pt idx="4964">
                  <c:v>129418.57</c:v>
                </c:pt>
                <c:pt idx="4965">
                  <c:v>129444.64</c:v>
                </c:pt>
                <c:pt idx="4966">
                  <c:v>129470.71</c:v>
                </c:pt>
                <c:pt idx="4967">
                  <c:v>129496.79</c:v>
                </c:pt>
                <c:pt idx="4968">
                  <c:v>129522.86</c:v>
                </c:pt>
                <c:pt idx="4969">
                  <c:v>129548.93</c:v>
                </c:pt>
                <c:pt idx="4970">
                  <c:v>129575</c:v>
                </c:pt>
                <c:pt idx="4971">
                  <c:v>129601.07</c:v>
                </c:pt>
                <c:pt idx="4972">
                  <c:v>129627.14</c:v>
                </c:pt>
                <c:pt idx="4973">
                  <c:v>129653.21</c:v>
                </c:pt>
                <c:pt idx="4974">
                  <c:v>129679.29</c:v>
                </c:pt>
                <c:pt idx="4975">
                  <c:v>129705.36</c:v>
                </c:pt>
                <c:pt idx="4976">
                  <c:v>129731.43</c:v>
                </c:pt>
                <c:pt idx="4977">
                  <c:v>129757.5</c:v>
                </c:pt>
                <c:pt idx="4978">
                  <c:v>129783.57</c:v>
                </c:pt>
                <c:pt idx="4979">
                  <c:v>129809.64</c:v>
                </c:pt>
                <c:pt idx="4980">
                  <c:v>129835.71</c:v>
                </c:pt>
                <c:pt idx="4981">
                  <c:v>129861.79</c:v>
                </c:pt>
                <c:pt idx="4982">
                  <c:v>129887.86</c:v>
                </c:pt>
                <c:pt idx="4983">
                  <c:v>129913.93</c:v>
                </c:pt>
                <c:pt idx="4984">
                  <c:v>129940</c:v>
                </c:pt>
                <c:pt idx="4985">
                  <c:v>129966.07</c:v>
                </c:pt>
                <c:pt idx="4986">
                  <c:v>129992.14</c:v>
                </c:pt>
                <c:pt idx="4987">
                  <c:v>130018.21</c:v>
                </c:pt>
                <c:pt idx="4988">
                  <c:v>130044.29</c:v>
                </c:pt>
                <c:pt idx="4989">
                  <c:v>130070.36</c:v>
                </c:pt>
                <c:pt idx="4990">
                  <c:v>130096.43</c:v>
                </c:pt>
                <c:pt idx="4991">
                  <c:v>130122.5</c:v>
                </c:pt>
                <c:pt idx="4992">
                  <c:v>130148.57</c:v>
                </c:pt>
                <c:pt idx="4993">
                  <c:v>130174.64</c:v>
                </c:pt>
                <c:pt idx="4994">
                  <c:v>130200.71</c:v>
                </c:pt>
                <c:pt idx="4995">
                  <c:v>130226.79</c:v>
                </c:pt>
                <c:pt idx="4996">
                  <c:v>130252.86</c:v>
                </c:pt>
                <c:pt idx="4997">
                  <c:v>130278.93</c:v>
                </c:pt>
                <c:pt idx="4998">
                  <c:v>130305</c:v>
                </c:pt>
                <c:pt idx="4999">
                  <c:v>130331.07</c:v>
                </c:pt>
                <c:pt idx="5000">
                  <c:v>130357.14</c:v>
                </c:pt>
                <c:pt idx="5001">
                  <c:v>130383.21</c:v>
                </c:pt>
                <c:pt idx="5002">
                  <c:v>130409.29</c:v>
                </c:pt>
                <c:pt idx="5003">
                  <c:v>130435.36</c:v>
                </c:pt>
                <c:pt idx="5004">
                  <c:v>130461.43</c:v>
                </c:pt>
                <c:pt idx="5005">
                  <c:v>130487.5</c:v>
                </c:pt>
                <c:pt idx="5006">
                  <c:v>130513.57</c:v>
                </c:pt>
                <c:pt idx="5007">
                  <c:v>130539.64</c:v>
                </c:pt>
                <c:pt idx="5008">
                  <c:v>130565.71</c:v>
                </c:pt>
                <c:pt idx="5009">
                  <c:v>130591.79</c:v>
                </c:pt>
                <c:pt idx="5010">
                  <c:v>130617.86</c:v>
                </c:pt>
                <c:pt idx="5011">
                  <c:v>130643.93</c:v>
                </c:pt>
                <c:pt idx="5012">
                  <c:v>130670</c:v>
                </c:pt>
                <c:pt idx="5013">
                  <c:v>130696.07</c:v>
                </c:pt>
                <c:pt idx="5014">
                  <c:v>130722.14</c:v>
                </c:pt>
                <c:pt idx="5015">
                  <c:v>130748.21</c:v>
                </c:pt>
                <c:pt idx="5016">
                  <c:v>130774.29</c:v>
                </c:pt>
                <c:pt idx="5017">
                  <c:v>130800.36</c:v>
                </c:pt>
                <c:pt idx="5018">
                  <c:v>130826.43</c:v>
                </c:pt>
                <c:pt idx="5019">
                  <c:v>130852.5</c:v>
                </c:pt>
                <c:pt idx="5020">
                  <c:v>130878.57</c:v>
                </c:pt>
                <c:pt idx="5021">
                  <c:v>130904.64</c:v>
                </c:pt>
                <c:pt idx="5022">
                  <c:v>130930.71</c:v>
                </c:pt>
                <c:pt idx="5023">
                  <c:v>130956.79</c:v>
                </c:pt>
                <c:pt idx="5024">
                  <c:v>130982.86</c:v>
                </c:pt>
                <c:pt idx="5025">
                  <c:v>131008.93</c:v>
                </c:pt>
                <c:pt idx="5026">
                  <c:v>131035</c:v>
                </c:pt>
                <c:pt idx="5027">
                  <c:v>131061.07</c:v>
                </c:pt>
                <c:pt idx="5028">
                  <c:v>131087.14000000001</c:v>
                </c:pt>
                <c:pt idx="5029">
                  <c:v>131113.21</c:v>
                </c:pt>
                <c:pt idx="5030">
                  <c:v>131139.29</c:v>
                </c:pt>
                <c:pt idx="5031">
                  <c:v>131165.35999999999</c:v>
                </c:pt>
                <c:pt idx="5032">
                  <c:v>131191.43</c:v>
                </c:pt>
                <c:pt idx="5033">
                  <c:v>131217.5</c:v>
                </c:pt>
                <c:pt idx="5034">
                  <c:v>131243.57</c:v>
                </c:pt>
                <c:pt idx="5035">
                  <c:v>131269.64000000001</c:v>
                </c:pt>
                <c:pt idx="5036">
                  <c:v>131295.71</c:v>
                </c:pt>
                <c:pt idx="5037">
                  <c:v>131321.79</c:v>
                </c:pt>
                <c:pt idx="5038">
                  <c:v>131347.85999999999</c:v>
                </c:pt>
                <c:pt idx="5039">
                  <c:v>131373.93</c:v>
                </c:pt>
                <c:pt idx="5040">
                  <c:v>131400</c:v>
                </c:pt>
                <c:pt idx="5041">
                  <c:v>131426.07</c:v>
                </c:pt>
                <c:pt idx="5042">
                  <c:v>131452.14000000001</c:v>
                </c:pt>
                <c:pt idx="5043">
                  <c:v>131478.21</c:v>
                </c:pt>
                <c:pt idx="5044">
                  <c:v>131504.29</c:v>
                </c:pt>
                <c:pt idx="5045">
                  <c:v>131530.35999999999</c:v>
                </c:pt>
                <c:pt idx="5046">
                  <c:v>131556.43</c:v>
                </c:pt>
                <c:pt idx="5047">
                  <c:v>131582.5</c:v>
                </c:pt>
                <c:pt idx="5048">
                  <c:v>131608.57</c:v>
                </c:pt>
                <c:pt idx="5049">
                  <c:v>131634.64000000001</c:v>
                </c:pt>
                <c:pt idx="5050">
                  <c:v>131660.71</c:v>
                </c:pt>
                <c:pt idx="5051">
                  <c:v>131686.79</c:v>
                </c:pt>
                <c:pt idx="5052">
                  <c:v>131712.85999999999</c:v>
                </c:pt>
                <c:pt idx="5053">
                  <c:v>131738.93</c:v>
                </c:pt>
                <c:pt idx="5054">
                  <c:v>131765</c:v>
                </c:pt>
                <c:pt idx="5055">
                  <c:v>131791.07</c:v>
                </c:pt>
                <c:pt idx="5056">
                  <c:v>131817.14000000001</c:v>
                </c:pt>
                <c:pt idx="5057">
                  <c:v>131843.21</c:v>
                </c:pt>
                <c:pt idx="5058">
                  <c:v>131869.29</c:v>
                </c:pt>
                <c:pt idx="5059">
                  <c:v>131895.35999999999</c:v>
                </c:pt>
                <c:pt idx="5060">
                  <c:v>131921.43</c:v>
                </c:pt>
                <c:pt idx="5061">
                  <c:v>131947.5</c:v>
                </c:pt>
                <c:pt idx="5062">
                  <c:v>131973.57</c:v>
                </c:pt>
                <c:pt idx="5063">
                  <c:v>131999.64000000001</c:v>
                </c:pt>
                <c:pt idx="5064">
                  <c:v>132025.71</c:v>
                </c:pt>
                <c:pt idx="5065">
                  <c:v>132051.79</c:v>
                </c:pt>
                <c:pt idx="5066">
                  <c:v>132077.85999999999</c:v>
                </c:pt>
                <c:pt idx="5067">
                  <c:v>132103.93</c:v>
                </c:pt>
                <c:pt idx="5068">
                  <c:v>132130</c:v>
                </c:pt>
                <c:pt idx="5069">
                  <c:v>132156.07</c:v>
                </c:pt>
                <c:pt idx="5070">
                  <c:v>132182.14000000001</c:v>
                </c:pt>
                <c:pt idx="5071">
                  <c:v>132208.21</c:v>
                </c:pt>
                <c:pt idx="5072">
                  <c:v>132234.29</c:v>
                </c:pt>
                <c:pt idx="5073">
                  <c:v>132260.35999999999</c:v>
                </c:pt>
                <c:pt idx="5074">
                  <c:v>132286.43</c:v>
                </c:pt>
                <c:pt idx="5075">
                  <c:v>132312.5</c:v>
                </c:pt>
                <c:pt idx="5076">
                  <c:v>132338.57</c:v>
                </c:pt>
                <c:pt idx="5077">
                  <c:v>132364.64000000001</c:v>
                </c:pt>
                <c:pt idx="5078">
                  <c:v>132390.71</c:v>
                </c:pt>
                <c:pt idx="5079">
                  <c:v>132416.79</c:v>
                </c:pt>
                <c:pt idx="5080">
                  <c:v>132442.85999999999</c:v>
                </c:pt>
                <c:pt idx="5081">
                  <c:v>132468.93</c:v>
                </c:pt>
                <c:pt idx="5082">
                  <c:v>132495</c:v>
                </c:pt>
                <c:pt idx="5083">
                  <c:v>132521.07</c:v>
                </c:pt>
                <c:pt idx="5084">
                  <c:v>132547.14000000001</c:v>
                </c:pt>
                <c:pt idx="5085">
                  <c:v>132573.21</c:v>
                </c:pt>
                <c:pt idx="5086">
                  <c:v>132599.29</c:v>
                </c:pt>
                <c:pt idx="5087">
                  <c:v>132625.35999999999</c:v>
                </c:pt>
                <c:pt idx="5088">
                  <c:v>132651.43</c:v>
                </c:pt>
                <c:pt idx="5089">
                  <c:v>132677.5</c:v>
                </c:pt>
                <c:pt idx="5090">
                  <c:v>132703.57</c:v>
                </c:pt>
                <c:pt idx="5091">
                  <c:v>132729.64000000001</c:v>
                </c:pt>
                <c:pt idx="5092">
                  <c:v>132755.71</c:v>
                </c:pt>
                <c:pt idx="5093">
                  <c:v>132781.79</c:v>
                </c:pt>
                <c:pt idx="5094">
                  <c:v>132807.85999999999</c:v>
                </c:pt>
                <c:pt idx="5095">
                  <c:v>132833.93</c:v>
                </c:pt>
                <c:pt idx="5096">
                  <c:v>132860</c:v>
                </c:pt>
                <c:pt idx="5097">
                  <c:v>132886.07</c:v>
                </c:pt>
                <c:pt idx="5098">
                  <c:v>132912.14000000001</c:v>
                </c:pt>
                <c:pt idx="5099">
                  <c:v>132938.21</c:v>
                </c:pt>
                <c:pt idx="5100">
                  <c:v>132964.29</c:v>
                </c:pt>
                <c:pt idx="5101">
                  <c:v>132990.35999999999</c:v>
                </c:pt>
                <c:pt idx="5102">
                  <c:v>133016.43</c:v>
                </c:pt>
                <c:pt idx="5103">
                  <c:v>133042.5</c:v>
                </c:pt>
                <c:pt idx="5104">
                  <c:v>133068.57</c:v>
                </c:pt>
                <c:pt idx="5105">
                  <c:v>133094.64000000001</c:v>
                </c:pt>
                <c:pt idx="5106">
                  <c:v>133120.71</c:v>
                </c:pt>
                <c:pt idx="5107">
                  <c:v>133146.79</c:v>
                </c:pt>
                <c:pt idx="5108">
                  <c:v>133172.85999999999</c:v>
                </c:pt>
                <c:pt idx="5109">
                  <c:v>133198.93</c:v>
                </c:pt>
                <c:pt idx="5110">
                  <c:v>133225</c:v>
                </c:pt>
                <c:pt idx="5111">
                  <c:v>133251.07</c:v>
                </c:pt>
                <c:pt idx="5112">
                  <c:v>133277.14000000001</c:v>
                </c:pt>
                <c:pt idx="5113">
                  <c:v>133303.21</c:v>
                </c:pt>
                <c:pt idx="5114">
                  <c:v>133329.29</c:v>
                </c:pt>
                <c:pt idx="5115">
                  <c:v>133355.35999999999</c:v>
                </c:pt>
                <c:pt idx="5116">
                  <c:v>133381.43</c:v>
                </c:pt>
                <c:pt idx="5117">
                  <c:v>133407.5</c:v>
                </c:pt>
                <c:pt idx="5118">
                  <c:v>133433.57</c:v>
                </c:pt>
                <c:pt idx="5119">
                  <c:v>133459.64000000001</c:v>
                </c:pt>
                <c:pt idx="5120">
                  <c:v>133485.71</c:v>
                </c:pt>
                <c:pt idx="5121">
                  <c:v>133511.79</c:v>
                </c:pt>
                <c:pt idx="5122">
                  <c:v>133537.85999999999</c:v>
                </c:pt>
                <c:pt idx="5123">
                  <c:v>133563.93</c:v>
                </c:pt>
                <c:pt idx="5124">
                  <c:v>133590</c:v>
                </c:pt>
                <c:pt idx="5125">
                  <c:v>133616.07</c:v>
                </c:pt>
                <c:pt idx="5126">
                  <c:v>133642.14000000001</c:v>
                </c:pt>
                <c:pt idx="5127">
                  <c:v>133668.21</c:v>
                </c:pt>
                <c:pt idx="5128">
                  <c:v>133694.29</c:v>
                </c:pt>
                <c:pt idx="5129">
                  <c:v>133720.35999999999</c:v>
                </c:pt>
                <c:pt idx="5130">
                  <c:v>133746.43</c:v>
                </c:pt>
                <c:pt idx="5131">
                  <c:v>133772.5</c:v>
                </c:pt>
                <c:pt idx="5132">
                  <c:v>133798.57</c:v>
                </c:pt>
                <c:pt idx="5133">
                  <c:v>133824.64000000001</c:v>
                </c:pt>
                <c:pt idx="5134">
                  <c:v>133850.71</c:v>
                </c:pt>
                <c:pt idx="5135">
                  <c:v>133876.79</c:v>
                </c:pt>
                <c:pt idx="5136">
                  <c:v>133902.85999999999</c:v>
                </c:pt>
                <c:pt idx="5137">
                  <c:v>133928.93</c:v>
                </c:pt>
                <c:pt idx="5138">
                  <c:v>133955</c:v>
                </c:pt>
                <c:pt idx="5139">
                  <c:v>133981.07</c:v>
                </c:pt>
                <c:pt idx="5140">
                  <c:v>134007.14000000001</c:v>
                </c:pt>
                <c:pt idx="5141">
                  <c:v>134033.21</c:v>
                </c:pt>
                <c:pt idx="5142">
                  <c:v>134059.29</c:v>
                </c:pt>
                <c:pt idx="5143">
                  <c:v>134085.35999999999</c:v>
                </c:pt>
                <c:pt idx="5144">
                  <c:v>134111.43</c:v>
                </c:pt>
                <c:pt idx="5145">
                  <c:v>134137.5</c:v>
                </c:pt>
                <c:pt idx="5146">
                  <c:v>134163.57</c:v>
                </c:pt>
                <c:pt idx="5147">
                  <c:v>134189.64000000001</c:v>
                </c:pt>
                <c:pt idx="5148">
                  <c:v>134215.71</c:v>
                </c:pt>
                <c:pt idx="5149">
                  <c:v>134241.79</c:v>
                </c:pt>
                <c:pt idx="5150">
                  <c:v>134267.85999999999</c:v>
                </c:pt>
                <c:pt idx="5151">
                  <c:v>134293.93</c:v>
                </c:pt>
                <c:pt idx="5152">
                  <c:v>134320</c:v>
                </c:pt>
                <c:pt idx="5153">
                  <c:v>134346.07</c:v>
                </c:pt>
                <c:pt idx="5154">
                  <c:v>134372.14000000001</c:v>
                </c:pt>
                <c:pt idx="5155">
                  <c:v>134398.21</c:v>
                </c:pt>
                <c:pt idx="5156">
                  <c:v>134424.29</c:v>
                </c:pt>
                <c:pt idx="5157">
                  <c:v>134450.35999999999</c:v>
                </c:pt>
                <c:pt idx="5158">
                  <c:v>134476.43</c:v>
                </c:pt>
                <c:pt idx="5159">
                  <c:v>134502.5</c:v>
                </c:pt>
                <c:pt idx="5160">
                  <c:v>134528.57</c:v>
                </c:pt>
                <c:pt idx="5161">
                  <c:v>134554.64000000001</c:v>
                </c:pt>
                <c:pt idx="5162">
                  <c:v>134580.71</c:v>
                </c:pt>
                <c:pt idx="5163">
                  <c:v>134606.79</c:v>
                </c:pt>
                <c:pt idx="5164">
                  <c:v>134632.85999999999</c:v>
                </c:pt>
                <c:pt idx="5165">
                  <c:v>134658.93</c:v>
                </c:pt>
                <c:pt idx="5166">
                  <c:v>134685</c:v>
                </c:pt>
                <c:pt idx="5167">
                  <c:v>134711.07</c:v>
                </c:pt>
                <c:pt idx="5168">
                  <c:v>134737.14000000001</c:v>
                </c:pt>
                <c:pt idx="5169">
                  <c:v>134763.21</c:v>
                </c:pt>
                <c:pt idx="5170">
                  <c:v>134789.29</c:v>
                </c:pt>
                <c:pt idx="5171">
                  <c:v>134815.35999999999</c:v>
                </c:pt>
                <c:pt idx="5172">
                  <c:v>134841.43</c:v>
                </c:pt>
                <c:pt idx="5173">
                  <c:v>134867.5</c:v>
                </c:pt>
                <c:pt idx="5174">
                  <c:v>134893.57</c:v>
                </c:pt>
                <c:pt idx="5175">
                  <c:v>134919.64000000001</c:v>
                </c:pt>
                <c:pt idx="5176">
                  <c:v>134945.71</c:v>
                </c:pt>
                <c:pt idx="5177">
                  <c:v>134971.79</c:v>
                </c:pt>
                <c:pt idx="5178">
                  <c:v>134997.85999999999</c:v>
                </c:pt>
                <c:pt idx="5179">
                  <c:v>135023.93</c:v>
                </c:pt>
                <c:pt idx="5180">
                  <c:v>135050</c:v>
                </c:pt>
                <c:pt idx="5181">
                  <c:v>135076.07</c:v>
                </c:pt>
                <c:pt idx="5182">
                  <c:v>135102.14000000001</c:v>
                </c:pt>
                <c:pt idx="5183">
                  <c:v>135128.21</c:v>
                </c:pt>
                <c:pt idx="5184">
                  <c:v>135154.29</c:v>
                </c:pt>
                <c:pt idx="5185">
                  <c:v>135180.35999999999</c:v>
                </c:pt>
                <c:pt idx="5186">
                  <c:v>135206.43</c:v>
                </c:pt>
                <c:pt idx="5187">
                  <c:v>135232.5</c:v>
                </c:pt>
                <c:pt idx="5188">
                  <c:v>135258.57</c:v>
                </c:pt>
                <c:pt idx="5189">
                  <c:v>135284.64000000001</c:v>
                </c:pt>
                <c:pt idx="5190">
                  <c:v>135310.71</c:v>
                </c:pt>
                <c:pt idx="5191">
                  <c:v>135336.79</c:v>
                </c:pt>
                <c:pt idx="5192">
                  <c:v>135362.85999999999</c:v>
                </c:pt>
                <c:pt idx="5193">
                  <c:v>135388.93</c:v>
                </c:pt>
                <c:pt idx="5194">
                  <c:v>135415</c:v>
                </c:pt>
                <c:pt idx="5195">
                  <c:v>135441.07</c:v>
                </c:pt>
                <c:pt idx="5196">
                  <c:v>135467.14000000001</c:v>
                </c:pt>
                <c:pt idx="5197">
                  <c:v>135493.21</c:v>
                </c:pt>
                <c:pt idx="5198">
                  <c:v>135519.29</c:v>
                </c:pt>
                <c:pt idx="5199">
                  <c:v>135545.35999999999</c:v>
                </c:pt>
                <c:pt idx="5200">
                  <c:v>135571.43</c:v>
                </c:pt>
                <c:pt idx="5201">
                  <c:v>135597.5</c:v>
                </c:pt>
                <c:pt idx="5202">
                  <c:v>135623.57</c:v>
                </c:pt>
                <c:pt idx="5203">
                  <c:v>135649.64000000001</c:v>
                </c:pt>
                <c:pt idx="5204">
                  <c:v>135675.71</c:v>
                </c:pt>
                <c:pt idx="5205">
                  <c:v>135701.79</c:v>
                </c:pt>
                <c:pt idx="5206">
                  <c:v>135727.85999999999</c:v>
                </c:pt>
                <c:pt idx="5207">
                  <c:v>135753.93</c:v>
                </c:pt>
                <c:pt idx="5208">
                  <c:v>135780</c:v>
                </c:pt>
                <c:pt idx="5209">
                  <c:v>135806.07</c:v>
                </c:pt>
                <c:pt idx="5210">
                  <c:v>135832.14000000001</c:v>
                </c:pt>
                <c:pt idx="5211">
                  <c:v>135858.21</c:v>
                </c:pt>
                <c:pt idx="5212">
                  <c:v>135884.29</c:v>
                </c:pt>
                <c:pt idx="5213">
                  <c:v>135910.35999999999</c:v>
                </c:pt>
                <c:pt idx="5214">
                  <c:v>135936.43</c:v>
                </c:pt>
                <c:pt idx="5215">
                  <c:v>135962.5</c:v>
                </c:pt>
                <c:pt idx="5216">
                  <c:v>135988.57</c:v>
                </c:pt>
                <c:pt idx="5217">
                  <c:v>136014.64000000001</c:v>
                </c:pt>
                <c:pt idx="5218">
                  <c:v>136040.71</c:v>
                </c:pt>
                <c:pt idx="5219">
                  <c:v>136066.79</c:v>
                </c:pt>
                <c:pt idx="5220">
                  <c:v>136092.85999999999</c:v>
                </c:pt>
                <c:pt idx="5221">
                  <c:v>136118.93</c:v>
                </c:pt>
                <c:pt idx="5222">
                  <c:v>136145</c:v>
                </c:pt>
                <c:pt idx="5223">
                  <c:v>136171.07</c:v>
                </c:pt>
                <c:pt idx="5224">
                  <c:v>136197.14000000001</c:v>
                </c:pt>
                <c:pt idx="5225">
                  <c:v>136223.21</c:v>
                </c:pt>
                <c:pt idx="5226">
                  <c:v>136249.29</c:v>
                </c:pt>
                <c:pt idx="5227">
                  <c:v>136275.35999999999</c:v>
                </c:pt>
                <c:pt idx="5228">
                  <c:v>136301.43</c:v>
                </c:pt>
                <c:pt idx="5229">
                  <c:v>136327.5</c:v>
                </c:pt>
                <c:pt idx="5230">
                  <c:v>136353.57</c:v>
                </c:pt>
                <c:pt idx="5231">
                  <c:v>136379.64000000001</c:v>
                </c:pt>
                <c:pt idx="5232">
                  <c:v>136405.71</c:v>
                </c:pt>
                <c:pt idx="5233">
                  <c:v>136431.79</c:v>
                </c:pt>
                <c:pt idx="5234">
                  <c:v>136457.85999999999</c:v>
                </c:pt>
                <c:pt idx="5235">
                  <c:v>136483.93</c:v>
                </c:pt>
                <c:pt idx="5236">
                  <c:v>136510</c:v>
                </c:pt>
                <c:pt idx="5237">
                  <c:v>136536.07</c:v>
                </c:pt>
                <c:pt idx="5238">
                  <c:v>136562.14000000001</c:v>
                </c:pt>
                <c:pt idx="5239">
                  <c:v>136588.21</c:v>
                </c:pt>
                <c:pt idx="5240">
                  <c:v>136614.29</c:v>
                </c:pt>
                <c:pt idx="5241">
                  <c:v>136640.35999999999</c:v>
                </c:pt>
                <c:pt idx="5242">
                  <c:v>136666.43</c:v>
                </c:pt>
                <c:pt idx="5243">
                  <c:v>136692.5</c:v>
                </c:pt>
                <c:pt idx="5244">
                  <c:v>136718.57</c:v>
                </c:pt>
                <c:pt idx="5245">
                  <c:v>136744.64000000001</c:v>
                </c:pt>
                <c:pt idx="5246">
                  <c:v>136770.71</c:v>
                </c:pt>
                <c:pt idx="5247">
                  <c:v>136796.79</c:v>
                </c:pt>
                <c:pt idx="5248">
                  <c:v>136822.85999999999</c:v>
                </c:pt>
                <c:pt idx="5249">
                  <c:v>136848.93</c:v>
                </c:pt>
                <c:pt idx="5250">
                  <c:v>136875</c:v>
                </c:pt>
                <c:pt idx="5251">
                  <c:v>136901.07</c:v>
                </c:pt>
                <c:pt idx="5252">
                  <c:v>136927.14000000001</c:v>
                </c:pt>
                <c:pt idx="5253">
                  <c:v>136953.21</c:v>
                </c:pt>
                <c:pt idx="5254">
                  <c:v>136979.29</c:v>
                </c:pt>
                <c:pt idx="5255">
                  <c:v>137005.35999999999</c:v>
                </c:pt>
                <c:pt idx="5256">
                  <c:v>137031.43</c:v>
                </c:pt>
                <c:pt idx="5257">
                  <c:v>137057.5</c:v>
                </c:pt>
                <c:pt idx="5258">
                  <c:v>137083.57</c:v>
                </c:pt>
                <c:pt idx="5259">
                  <c:v>137109.64000000001</c:v>
                </c:pt>
                <c:pt idx="5260">
                  <c:v>137135.71</c:v>
                </c:pt>
                <c:pt idx="5261">
                  <c:v>137161.79</c:v>
                </c:pt>
                <c:pt idx="5262">
                  <c:v>137187.85999999999</c:v>
                </c:pt>
                <c:pt idx="5263">
                  <c:v>137213.93</c:v>
                </c:pt>
                <c:pt idx="5264">
                  <c:v>137240</c:v>
                </c:pt>
                <c:pt idx="5265">
                  <c:v>137266.07</c:v>
                </c:pt>
                <c:pt idx="5266">
                  <c:v>137292.14000000001</c:v>
                </c:pt>
                <c:pt idx="5267">
                  <c:v>137318.21</c:v>
                </c:pt>
                <c:pt idx="5268">
                  <c:v>137344.29</c:v>
                </c:pt>
                <c:pt idx="5269">
                  <c:v>137370.35999999999</c:v>
                </c:pt>
                <c:pt idx="5270">
                  <c:v>137396.43</c:v>
                </c:pt>
                <c:pt idx="5271">
                  <c:v>137422.5</c:v>
                </c:pt>
                <c:pt idx="5272">
                  <c:v>137448.57</c:v>
                </c:pt>
                <c:pt idx="5273">
                  <c:v>137474.64000000001</c:v>
                </c:pt>
                <c:pt idx="5274">
                  <c:v>137500.71</c:v>
                </c:pt>
                <c:pt idx="5275">
                  <c:v>137526.79</c:v>
                </c:pt>
                <c:pt idx="5276">
                  <c:v>137552.85999999999</c:v>
                </c:pt>
                <c:pt idx="5277">
                  <c:v>137578.93</c:v>
                </c:pt>
                <c:pt idx="5278">
                  <c:v>137605</c:v>
                </c:pt>
                <c:pt idx="5279">
                  <c:v>137631.07</c:v>
                </c:pt>
                <c:pt idx="5280">
                  <c:v>137657.14000000001</c:v>
                </c:pt>
                <c:pt idx="5281">
                  <c:v>137683.21</c:v>
                </c:pt>
                <c:pt idx="5282">
                  <c:v>137709.29</c:v>
                </c:pt>
                <c:pt idx="5283">
                  <c:v>137735.35999999999</c:v>
                </c:pt>
                <c:pt idx="5284">
                  <c:v>137761.43</c:v>
                </c:pt>
                <c:pt idx="5285">
                  <c:v>137787.5</c:v>
                </c:pt>
                <c:pt idx="5286">
                  <c:v>137813.57</c:v>
                </c:pt>
                <c:pt idx="5287">
                  <c:v>137839.64000000001</c:v>
                </c:pt>
                <c:pt idx="5288">
                  <c:v>137865.71</c:v>
                </c:pt>
                <c:pt idx="5289">
                  <c:v>137891.79</c:v>
                </c:pt>
                <c:pt idx="5290">
                  <c:v>137917.85999999999</c:v>
                </c:pt>
                <c:pt idx="5291">
                  <c:v>137943.93</c:v>
                </c:pt>
                <c:pt idx="5292">
                  <c:v>137970</c:v>
                </c:pt>
                <c:pt idx="5293">
                  <c:v>137996.07</c:v>
                </c:pt>
                <c:pt idx="5294">
                  <c:v>138022.14000000001</c:v>
                </c:pt>
                <c:pt idx="5295">
                  <c:v>138048.21</c:v>
                </c:pt>
                <c:pt idx="5296">
                  <c:v>138074.29</c:v>
                </c:pt>
                <c:pt idx="5297">
                  <c:v>138100.35999999999</c:v>
                </c:pt>
                <c:pt idx="5298">
                  <c:v>138126.43</c:v>
                </c:pt>
                <c:pt idx="5299">
                  <c:v>138152.5</c:v>
                </c:pt>
                <c:pt idx="5300">
                  <c:v>138178.57</c:v>
                </c:pt>
                <c:pt idx="5301">
                  <c:v>138204.64000000001</c:v>
                </c:pt>
                <c:pt idx="5302">
                  <c:v>138230.71</c:v>
                </c:pt>
                <c:pt idx="5303">
                  <c:v>138256.79</c:v>
                </c:pt>
                <c:pt idx="5304">
                  <c:v>138282.85999999999</c:v>
                </c:pt>
                <c:pt idx="5305">
                  <c:v>138308.93</c:v>
                </c:pt>
                <c:pt idx="5306">
                  <c:v>138335</c:v>
                </c:pt>
                <c:pt idx="5307">
                  <c:v>138361.07</c:v>
                </c:pt>
                <c:pt idx="5308">
                  <c:v>138387.14000000001</c:v>
                </c:pt>
                <c:pt idx="5309">
                  <c:v>138413.21</c:v>
                </c:pt>
                <c:pt idx="5310">
                  <c:v>138439.29</c:v>
                </c:pt>
                <c:pt idx="5311">
                  <c:v>138465.35999999999</c:v>
                </c:pt>
                <c:pt idx="5312">
                  <c:v>138491.43</c:v>
                </c:pt>
                <c:pt idx="5313">
                  <c:v>138517.5</c:v>
                </c:pt>
                <c:pt idx="5314">
                  <c:v>138543.57</c:v>
                </c:pt>
                <c:pt idx="5315">
                  <c:v>138569.64000000001</c:v>
                </c:pt>
                <c:pt idx="5316">
                  <c:v>138595.71</c:v>
                </c:pt>
                <c:pt idx="5317">
                  <c:v>138621.79</c:v>
                </c:pt>
                <c:pt idx="5318">
                  <c:v>138647.85999999999</c:v>
                </c:pt>
                <c:pt idx="5319">
                  <c:v>138673.93</c:v>
                </c:pt>
                <c:pt idx="5320">
                  <c:v>138700</c:v>
                </c:pt>
                <c:pt idx="5321">
                  <c:v>138726.07</c:v>
                </c:pt>
                <c:pt idx="5322">
                  <c:v>138752.14000000001</c:v>
                </c:pt>
                <c:pt idx="5323">
                  <c:v>138778.21</c:v>
                </c:pt>
                <c:pt idx="5324">
                  <c:v>138804.29</c:v>
                </c:pt>
                <c:pt idx="5325">
                  <c:v>138830.35999999999</c:v>
                </c:pt>
                <c:pt idx="5326">
                  <c:v>138856.43</c:v>
                </c:pt>
                <c:pt idx="5327">
                  <c:v>138882.5</c:v>
                </c:pt>
                <c:pt idx="5328">
                  <c:v>138908.57</c:v>
                </c:pt>
                <c:pt idx="5329">
                  <c:v>138934.64000000001</c:v>
                </c:pt>
                <c:pt idx="5330">
                  <c:v>138960.71</c:v>
                </c:pt>
                <c:pt idx="5331">
                  <c:v>138986.79</c:v>
                </c:pt>
                <c:pt idx="5332">
                  <c:v>139012.85999999999</c:v>
                </c:pt>
                <c:pt idx="5333">
                  <c:v>139038.93</c:v>
                </c:pt>
                <c:pt idx="5334">
                  <c:v>139065</c:v>
                </c:pt>
                <c:pt idx="5335">
                  <c:v>139091.07</c:v>
                </c:pt>
                <c:pt idx="5336">
                  <c:v>139117.14000000001</c:v>
                </c:pt>
                <c:pt idx="5337">
                  <c:v>139143.21</c:v>
                </c:pt>
                <c:pt idx="5338">
                  <c:v>139169.29</c:v>
                </c:pt>
                <c:pt idx="5339">
                  <c:v>139195.35999999999</c:v>
                </c:pt>
                <c:pt idx="5340">
                  <c:v>139221.43</c:v>
                </c:pt>
                <c:pt idx="5341">
                  <c:v>139247.5</c:v>
                </c:pt>
                <c:pt idx="5342">
                  <c:v>139273.57</c:v>
                </c:pt>
                <c:pt idx="5343">
                  <c:v>139299.64000000001</c:v>
                </c:pt>
                <c:pt idx="5344">
                  <c:v>139325.71</c:v>
                </c:pt>
                <c:pt idx="5345">
                  <c:v>139351.79</c:v>
                </c:pt>
                <c:pt idx="5346">
                  <c:v>139377.85999999999</c:v>
                </c:pt>
                <c:pt idx="5347">
                  <c:v>139403.93</c:v>
                </c:pt>
                <c:pt idx="5348">
                  <c:v>139430</c:v>
                </c:pt>
                <c:pt idx="5349">
                  <c:v>139456.07</c:v>
                </c:pt>
                <c:pt idx="5350">
                  <c:v>139482.14000000001</c:v>
                </c:pt>
                <c:pt idx="5351">
                  <c:v>139508.21</c:v>
                </c:pt>
                <c:pt idx="5352">
                  <c:v>139534.29</c:v>
                </c:pt>
                <c:pt idx="5353">
                  <c:v>139560.35999999999</c:v>
                </c:pt>
                <c:pt idx="5354">
                  <c:v>139586.43</c:v>
                </c:pt>
                <c:pt idx="5355">
                  <c:v>139612.5</c:v>
                </c:pt>
                <c:pt idx="5356">
                  <c:v>139638.57</c:v>
                </c:pt>
                <c:pt idx="5357">
                  <c:v>139664.64000000001</c:v>
                </c:pt>
                <c:pt idx="5358">
                  <c:v>139690.71</c:v>
                </c:pt>
                <c:pt idx="5359">
                  <c:v>139716.79</c:v>
                </c:pt>
                <c:pt idx="5360">
                  <c:v>139742.85999999999</c:v>
                </c:pt>
                <c:pt idx="5361">
                  <c:v>139768.93</c:v>
                </c:pt>
                <c:pt idx="5362">
                  <c:v>139795</c:v>
                </c:pt>
                <c:pt idx="5363">
                  <c:v>139821.07</c:v>
                </c:pt>
                <c:pt idx="5364">
                  <c:v>139847.14000000001</c:v>
                </c:pt>
                <c:pt idx="5365">
                  <c:v>139873.21</c:v>
                </c:pt>
                <c:pt idx="5366">
                  <c:v>139899.29</c:v>
                </c:pt>
                <c:pt idx="5367">
                  <c:v>139925.35999999999</c:v>
                </c:pt>
                <c:pt idx="5368">
                  <c:v>139951.43</c:v>
                </c:pt>
                <c:pt idx="5369">
                  <c:v>139977.5</c:v>
                </c:pt>
                <c:pt idx="5370">
                  <c:v>140003.57</c:v>
                </c:pt>
                <c:pt idx="5371">
                  <c:v>140029.64000000001</c:v>
                </c:pt>
                <c:pt idx="5372">
                  <c:v>140055.71</c:v>
                </c:pt>
                <c:pt idx="5373">
                  <c:v>140081.79</c:v>
                </c:pt>
                <c:pt idx="5374">
                  <c:v>140107.85999999999</c:v>
                </c:pt>
                <c:pt idx="5375">
                  <c:v>140133.93</c:v>
                </c:pt>
                <c:pt idx="5376">
                  <c:v>140160</c:v>
                </c:pt>
                <c:pt idx="5377">
                  <c:v>140186.07</c:v>
                </c:pt>
                <c:pt idx="5378">
                  <c:v>140212.14000000001</c:v>
                </c:pt>
                <c:pt idx="5379">
                  <c:v>140238.21</c:v>
                </c:pt>
                <c:pt idx="5380">
                  <c:v>140264.29</c:v>
                </c:pt>
                <c:pt idx="5381">
                  <c:v>140290.35999999999</c:v>
                </c:pt>
                <c:pt idx="5382">
                  <c:v>140316.43</c:v>
                </c:pt>
                <c:pt idx="5383">
                  <c:v>140342.5</c:v>
                </c:pt>
                <c:pt idx="5384">
                  <c:v>140368.57</c:v>
                </c:pt>
                <c:pt idx="5385">
                  <c:v>140394.64000000001</c:v>
                </c:pt>
                <c:pt idx="5386">
                  <c:v>140420.71</c:v>
                </c:pt>
                <c:pt idx="5387">
                  <c:v>140446.79</c:v>
                </c:pt>
                <c:pt idx="5388">
                  <c:v>140472.85999999999</c:v>
                </c:pt>
                <c:pt idx="5389">
                  <c:v>140498.93</c:v>
                </c:pt>
                <c:pt idx="5390">
                  <c:v>140525</c:v>
                </c:pt>
                <c:pt idx="5391">
                  <c:v>140551.07</c:v>
                </c:pt>
                <c:pt idx="5392">
                  <c:v>140577.14000000001</c:v>
                </c:pt>
                <c:pt idx="5393">
                  <c:v>140603.21</c:v>
                </c:pt>
                <c:pt idx="5394">
                  <c:v>140629.29</c:v>
                </c:pt>
                <c:pt idx="5395">
                  <c:v>140655.35999999999</c:v>
                </c:pt>
                <c:pt idx="5396">
                  <c:v>140681.43</c:v>
                </c:pt>
                <c:pt idx="5397">
                  <c:v>140707.5</c:v>
                </c:pt>
                <c:pt idx="5398">
                  <c:v>140733.57</c:v>
                </c:pt>
                <c:pt idx="5399">
                  <c:v>140759.64000000001</c:v>
                </c:pt>
                <c:pt idx="5400">
                  <c:v>140785.71</c:v>
                </c:pt>
                <c:pt idx="5401">
                  <c:v>140811.79</c:v>
                </c:pt>
                <c:pt idx="5402">
                  <c:v>140837.85999999999</c:v>
                </c:pt>
                <c:pt idx="5403">
                  <c:v>140863.93</c:v>
                </c:pt>
                <c:pt idx="5404">
                  <c:v>140890</c:v>
                </c:pt>
                <c:pt idx="5405">
                  <c:v>140916.07</c:v>
                </c:pt>
                <c:pt idx="5406">
                  <c:v>140942.14000000001</c:v>
                </c:pt>
                <c:pt idx="5407">
                  <c:v>140968.21</c:v>
                </c:pt>
                <c:pt idx="5408">
                  <c:v>140994.29</c:v>
                </c:pt>
                <c:pt idx="5409">
                  <c:v>141020.35999999999</c:v>
                </c:pt>
                <c:pt idx="5410">
                  <c:v>141046.43</c:v>
                </c:pt>
                <c:pt idx="5411">
                  <c:v>141072.5</c:v>
                </c:pt>
                <c:pt idx="5412">
                  <c:v>141098.57</c:v>
                </c:pt>
                <c:pt idx="5413">
                  <c:v>141124.64000000001</c:v>
                </c:pt>
                <c:pt idx="5414">
                  <c:v>141150.71</c:v>
                </c:pt>
                <c:pt idx="5415">
                  <c:v>141176.79</c:v>
                </c:pt>
                <c:pt idx="5416">
                  <c:v>141202.85999999999</c:v>
                </c:pt>
                <c:pt idx="5417">
                  <c:v>141228.93</c:v>
                </c:pt>
                <c:pt idx="5418">
                  <c:v>141255</c:v>
                </c:pt>
                <c:pt idx="5419">
                  <c:v>141281.07</c:v>
                </c:pt>
                <c:pt idx="5420">
                  <c:v>141307.14000000001</c:v>
                </c:pt>
                <c:pt idx="5421">
                  <c:v>141333.21</c:v>
                </c:pt>
                <c:pt idx="5422">
                  <c:v>141359.29</c:v>
                </c:pt>
                <c:pt idx="5423">
                  <c:v>141385.35999999999</c:v>
                </c:pt>
                <c:pt idx="5424">
                  <c:v>141411.43</c:v>
                </c:pt>
                <c:pt idx="5425">
                  <c:v>141437.5</c:v>
                </c:pt>
                <c:pt idx="5426">
                  <c:v>141463.57</c:v>
                </c:pt>
                <c:pt idx="5427">
                  <c:v>141489.64000000001</c:v>
                </c:pt>
                <c:pt idx="5428">
                  <c:v>141515.71</c:v>
                </c:pt>
                <c:pt idx="5429">
                  <c:v>141541.79</c:v>
                </c:pt>
                <c:pt idx="5430">
                  <c:v>141567.85999999999</c:v>
                </c:pt>
                <c:pt idx="5431">
                  <c:v>141593.93</c:v>
                </c:pt>
                <c:pt idx="5432">
                  <c:v>141620</c:v>
                </c:pt>
                <c:pt idx="5433">
                  <c:v>141646.07</c:v>
                </c:pt>
                <c:pt idx="5434">
                  <c:v>141672.14000000001</c:v>
                </c:pt>
                <c:pt idx="5435">
                  <c:v>141698.21</c:v>
                </c:pt>
                <c:pt idx="5436">
                  <c:v>141724.29</c:v>
                </c:pt>
                <c:pt idx="5437">
                  <c:v>141750.35999999999</c:v>
                </c:pt>
                <c:pt idx="5438">
                  <c:v>141776.43</c:v>
                </c:pt>
                <c:pt idx="5439">
                  <c:v>141802.5</c:v>
                </c:pt>
                <c:pt idx="5440">
                  <c:v>141828.57</c:v>
                </c:pt>
                <c:pt idx="5441">
                  <c:v>141854.64000000001</c:v>
                </c:pt>
                <c:pt idx="5442">
                  <c:v>141880.71</c:v>
                </c:pt>
                <c:pt idx="5443">
                  <c:v>141906.79</c:v>
                </c:pt>
                <c:pt idx="5444">
                  <c:v>141932.85999999999</c:v>
                </c:pt>
                <c:pt idx="5445">
                  <c:v>141958.93</c:v>
                </c:pt>
                <c:pt idx="5446">
                  <c:v>141985</c:v>
                </c:pt>
                <c:pt idx="5447">
                  <c:v>142011.07</c:v>
                </c:pt>
                <c:pt idx="5448">
                  <c:v>142037.14000000001</c:v>
                </c:pt>
                <c:pt idx="5449">
                  <c:v>142063.21</c:v>
                </c:pt>
                <c:pt idx="5450">
                  <c:v>142089.29</c:v>
                </c:pt>
                <c:pt idx="5451">
                  <c:v>142115.35999999999</c:v>
                </c:pt>
                <c:pt idx="5452">
                  <c:v>142141.43</c:v>
                </c:pt>
                <c:pt idx="5453">
                  <c:v>142167.5</c:v>
                </c:pt>
                <c:pt idx="5454">
                  <c:v>142193.57</c:v>
                </c:pt>
                <c:pt idx="5455">
                  <c:v>142219.64000000001</c:v>
                </c:pt>
                <c:pt idx="5456">
                  <c:v>142245.71</c:v>
                </c:pt>
                <c:pt idx="5457">
                  <c:v>142271.79</c:v>
                </c:pt>
                <c:pt idx="5458">
                  <c:v>142297.85999999999</c:v>
                </c:pt>
                <c:pt idx="5459">
                  <c:v>142323.93</c:v>
                </c:pt>
                <c:pt idx="5460">
                  <c:v>142350</c:v>
                </c:pt>
                <c:pt idx="5461">
                  <c:v>142376.07</c:v>
                </c:pt>
                <c:pt idx="5462">
                  <c:v>142402.14000000001</c:v>
                </c:pt>
                <c:pt idx="5463">
                  <c:v>142428.21</c:v>
                </c:pt>
                <c:pt idx="5464">
                  <c:v>142454.29</c:v>
                </c:pt>
                <c:pt idx="5465">
                  <c:v>142480.35999999999</c:v>
                </c:pt>
                <c:pt idx="5466">
                  <c:v>142506.43</c:v>
                </c:pt>
                <c:pt idx="5467">
                  <c:v>142532.5</c:v>
                </c:pt>
                <c:pt idx="5468">
                  <c:v>142558.57</c:v>
                </c:pt>
                <c:pt idx="5469">
                  <c:v>142584.64000000001</c:v>
                </c:pt>
                <c:pt idx="5470">
                  <c:v>142610.71</c:v>
                </c:pt>
                <c:pt idx="5471">
                  <c:v>142636.79</c:v>
                </c:pt>
                <c:pt idx="5472">
                  <c:v>142662.85999999999</c:v>
                </c:pt>
                <c:pt idx="5473">
                  <c:v>142688.93</c:v>
                </c:pt>
                <c:pt idx="5474">
                  <c:v>142715</c:v>
                </c:pt>
                <c:pt idx="5475">
                  <c:v>142741.07</c:v>
                </c:pt>
                <c:pt idx="5476">
                  <c:v>142767.14000000001</c:v>
                </c:pt>
                <c:pt idx="5477">
                  <c:v>142793.21</c:v>
                </c:pt>
                <c:pt idx="5478">
                  <c:v>142819.29</c:v>
                </c:pt>
                <c:pt idx="5479">
                  <c:v>142845.35999999999</c:v>
                </c:pt>
                <c:pt idx="5480">
                  <c:v>142871.43</c:v>
                </c:pt>
                <c:pt idx="5481">
                  <c:v>142897.5</c:v>
                </c:pt>
                <c:pt idx="5482">
                  <c:v>142923.57</c:v>
                </c:pt>
                <c:pt idx="5483">
                  <c:v>142949.64000000001</c:v>
                </c:pt>
                <c:pt idx="5484">
                  <c:v>142975.71</c:v>
                </c:pt>
                <c:pt idx="5485">
                  <c:v>143001.79</c:v>
                </c:pt>
                <c:pt idx="5486">
                  <c:v>143027.85999999999</c:v>
                </c:pt>
                <c:pt idx="5487">
                  <c:v>143053.93</c:v>
                </c:pt>
                <c:pt idx="5488">
                  <c:v>143080</c:v>
                </c:pt>
                <c:pt idx="5489">
                  <c:v>143106.07</c:v>
                </c:pt>
                <c:pt idx="5490">
                  <c:v>143132.14000000001</c:v>
                </c:pt>
                <c:pt idx="5491">
                  <c:v>143158.21</c:v>
                </c:pt>
                <c:pt idx="5492">
                  <c:v>143184.29</c:v>
                </c:pt>
                <c:pt idx="5493">
                  <c:v>143210.35999999999</c:v>
                </c:pt>
                <c:pt idx="5494">
                  <c:v>143236.43</c:v>
                </c:pt>
                <c:pt idx="5495">
                  <c:v>143262.5</c:v>
                </c:pt>
                <c:pt idx="5496">
                  <c:v>143288.57</c:v>
                </c:pt>
                <c:pt idx="5497">
                  <c:v>143314.64000000001</c:v>
                </c:pt>
                <c:pt idx="5498">
                  <c:v>143340.71</c:v>
                </c:pt>
                <c:pt idx="5499">
                  <c:v>143366.79</c:v>
                </c:pt>
                <c:pt idx="5500">
                  <c:v>143392.85999999999</c:v>
                </c:pt>
                <c:pt idx="5501">
                  <c:v>143418.93</c:v>
                </c:pt>
                <c:pt idx="5502">
                  <c:v>143445</c:v>
                </c:pt>
                <c:pt idx="5503">
                  <c:v>143471.07</c:v>
                </c:pt>
                <c:pt idx="5504">
                  <c:v>143497.14000000001</c:v>
                </c:pt>
                <c:pt idx="5505">
                  <c:v>143523.21</c:v>
                </c:pt>
                <c:pt idx="5506">
                  <c:v>143549.29</c:v>
                </c:pt>
                <c:pt idx="5507">
                  <c:v>143575.35999999999</c:v>
                </c:pt>
                <c:pt idx="5508">
                  <c:v>143601.43</c:v>
                </c:pt>
                <c:pt idx="5509">
                  <c:v>143627.5</c:v>
                </c:pt>
                <c:pt idx="5510">
                  <c:v>143653.57</c:v>
                </c:pt>
                <c:pt idx="5511">
                  <c:v>143679.64000000001</c:v>
                </c:pt>
                <c:pt idx="5512">
                  <c:v>143705.71</c:v>
                </c:pt>
                <c:pt idx="5513">
                  <c:v>143731.79</c:v>
                </c:pt>
                <c:pt idx="5514">
                  <c:v>143757.85999999999</c:v>
                </c:pt>
                <c:pt idx="5515">
                  <c:v>143783.93</c:v>
                </c:pt>
                <c:pt idx="5516">
                  <c:v>143810</c:v>
                </c:pt>
                <c:pt idx="5517">
                  <c:v>143836.07</c:v>
                </c:pt>
                <c:pt idx="5518">
                  <c:v>143862.14000000001</c:v>
                </c:pt>
                <c:pt idx="5519">
                  <c:v>143888.21</c:v>
                </c:pt>
                <c:pt idx="5520">
                  <c:v>143914.29</c:v>
                </c:pt>
                <c:pt idx="5521">
                  <c:v>143940.35999999999</c:v>
                </c:pt>
                <c:pt idx="5522">
                  <c:v>143966.43</c:v>
                </c:pt>
                <c:pt idx="5523">
                  <c:v>143992.5</c:v>
                </c:pt>
                <c:pt idx="5524">
                  <c:v>144018.57</c:v>
                </c:pt>
                <c:pt idx="5525">
                  <c:v>144044.64000000001</c:v>
                </c:pt>
                <c:pt idx="5526">
                  <c:v>144070.71</c:v>
                </c:pt>
                <c:pt idx="5527">
                  <c:v>144096.79</c:v>
                </c:pt>
                <c:pt idx="5528">
                  <c:v>144122.85999999999</c:v>
                </c:pt>
                <c:pt idx="5529">
                  <c:v>144148.93</c:v>
                </c:pt>
                <c:pt idx="5530">
                  <c:v>144175</c:v>
                </c:pt>
                <c:pt idx="5531">
                  <c:v>144201.07</c:v>
                </c:pt>
                <c:pt idx="5532">
                  <c:v>144227.14000000001</c:v>
                </c:pt>
                <c:pt idx="5533">
                  <c:v>144253.21</c:v>
                </c:pt>
                <c:pt idx="5534">
                  <c:v>144279.29</c:v>
                </c:pt>
                <c:pt idx="5535">
                  <c:v>144305.35999999999</c:v>
                </c:pt>
                <c:pt idx="5536">
                  <c:v>144331.43</c:v>
                </c:pt>
                <c:pt idx="5537">
                  <c:v>144357.5</c:v>
                </c:pt>
                <c:pt idx="5538">
                  <c:v>144383.57</c:v>
                </c:pt>
                <c:pt idx="5539">
                  <c:v>144409.64000000001</c:v>
                </c:pt>
                <c:pt idx="5540">
                  <c:v>144435.71</c:v>
                </c:pt>
                <c:pt idx="5541">
                  <c:v>144461.79</c:v>
                </c:pt>
                <c:pt idx="5542">
                  <c:v>144487.85999999999</c:v>
                </c:pt>
                <c:pt idx="5543">
                  <c:v>144513.93</c:v>
                </c:pt>
                <c:pt idx="5544">
                  <c:v>144540</c:v>
                </c:pt>
                <c:pt idx="5545">
                  <c:v>144566.07</c:v>
                </c:pt>
                <c:pt idx="5546">
                  <c:v>144592.14000000001</c:v>
                </c:pt>
                <c:pt idx="5547">
                  <c:v>144618.21</c:v>
                </c:pt>
                <c:pt idx="5548">
                  <c:v>144644.29</c:v>
                </c:pt>
                <c:pt idx="5549">
                  <c:v>144670.35999999999</c:v>
                </c:pt>
                <c:pt idx="5550">
                  <c:v>144696.43</c:v>
                </c:pt>
                <c:pt idx="5551">
                  <c:v>144722.5</c:v>
                </c:pt>
                <c:pt idx="5552">
                  <c:v>144748.57</c:v>
                </c:pt>
                <c:pt idx="5553">
                  <c:v>144774.64000000001</c:v>
                </c:pt>
                <c:pt idx="5554">
                  <c:v>144800.71</c:v>
                </c:pt>
                <c:pt idx="5555">
                  <c:v>144826.79</c:v>
                </c:pt>
                <c:pt idx="5556">
                  <c:v>144852.85999999999</c:v>
                </c:pt>
                <c:pt idx="5557">
                  <c:v>144878.93</c:v>
                </c:pt>
                <c:pt idx="5558">
                  <c:v>144905</c:v>
                </c:pt>
                <c:pt idx="5559">
                  <c:v>144931.07</c:v>
                </c:pt>
                <c:pt idx="5560">
                  <c:v>144957.14000000001</c:v>
                </c:pt>
                <c:pt idx="5561">
                  <c:v>144983.21</c:v>
                </c:pt>
                <c:pt idx="5562">
                  <c:v>145009.29</c:v>
                </c:pt>
                <c:pt idx="5563">
                  <c:v>145035.35999999999</c:v>
                </c:pt>
                <c:pt idx="5564">
                  <c:v>145061.43</c:v>
                </c:pt>
                <c:pt idx="5565">
                  <c:v>145087.5</c:v>
                </c:pt>
                <c:pt idx="5566">
                  <c:v>145113.57</c:v>
                </c:pt>
                <c:pt idx="5567">
                  <c:v>145139.64000000001</c:v>
                </c:pt>
                <c:pt idx="5568">
                  <c:v>145165.71</c:v>
                </c:pt>
                <c:pt idx="5569">
                  <c:v>145191.79</c:v>
                </c:pt>
                <c:pt idx="5570">
                  <c:v>145217.85999999999</c:v>
                </c:pt>
                <c:pt idx="5571">
                  <c:v>145243.93</c:v>
                </c:pt>
                <c:pt idx="5572">
                  <c:v>145270</c:v>
                </c:pt>
                <c:pt idx="5573">
                  <c:v>145296.07</c:v>
                </c:pt>
                <c:pt idx="5574">
                  <c:v>145322.14000000001</c:v>
                </c:pt>
                <c:pt idx="5575">
                  <c:v>145348.21</c:v>
                </c:pt>
                <c:pt idx="5576">
                  <c:v>145374.29</c:v>
                </c:pt>
                <c:pt idx="5577">
                  <c:v>145400.35999999999</c:v>
                </c:pt>
                <c:pt idx="5578">
                  <c:v>145426.43</c:v>
                </c:pt>
                <c:pt idx="5579">
                  <c:v>145452.5</c:v>
                </c:pt>
                <c:pt idx="5580">
                  <c:v>145478.57</c:v>
                </c:pt>
                <c:pt idx="5581">
                  <c:v>145504.64000000001</c:v>
                </c:pt>
                <c:pt idx="5582">
                  <c:v>145530.71</c:v>
                </c:pt>
                <c:pt idx="5583">
                  <c:v>145556.79</c:v>
                </c:pt>
                <c:pt idx="5584">
                  <c:v>145582.85999999999</c:v>
                </c:pt>
                <c:pt idx="5585">
                  <c:v>145608.93</c:v>
                </c:pt>
                <c:pt idx="5586">
                  <c:v>145635</c:v>
                </c:pt>
                <c:pt idx="5587">
                  <c:v>145661.07</c:v>
                </c:pt>
                <c:pt idx="5588">
                  <c:v>145687.14000000001</c:v>
                </c:pt>
                <c:pt idx="5589">
                  <c:v>145713.21</c:v>
                </c:pt>
                <c:pt idx="5590">
                  <c:v>145739.29</c:v>
                </c:pt>
                <c:pt idx="5591">
                  <c:v>145765.35999999999</c:v>
                </c:pt>
                <c:pt idx="5592">
                  <c:v>145791.43</c:v>
                </c:pt>
                <c:pt idx="5593">
                  <c:v>145817.5</c:v>
                </c:pt>
                <c:pt idx="5594">
                  <c:v>145843.57</c:v>
                </c:pt>
                <c:pt idx="5595">
                  <c:v>145869.64000000001</c:v>
                </c:pt>
                <c:pt idx="5596">
                  <c:v>145895.71</c:v>
                </c:pt>
                <c:pt idx="5597">
                  <c:v>145921.79</c:v>
                </c:pt>
                <c:pt idx="5598">
                  <c:v>145947.85999999999</c:v>
                </c:pt>
                <c:pt idx="5599">
                  <c:v>145973.93</c:v>
                </c:pt>
                <c:pt idx="5600">
                  <c:v>146000</c:v>
                </c:pt>
                <c:pt idx="5601">
                  <c:v>146026.07</c:v>
                </c:pt>
                <c:pt idx="5602">
                  <c:v>146052.14000000001</c:v>
                </c:pt>
                <c:pt idx="5603">
                  <c:v>146078.21</c:v>
                </c:pt>
                <c:pt idx="5604">
                  <c:v>146104.29</c:v>
                </c:pt>
                <c:pt idx="5605">
                  <c:v>146130.35999999999</c:v>
                </c:pt>
                <c:pt idx="5606">
                  <c:v>146156.43</c:v>
                </c:pt>
                <c:pt idx="5607">
                  <c:v>146182.5</c:v>
                </c:pt>
                <c:pt idx="5608">
                  <c:v>146208.57</c:v>
                </c:pt>
                <c:pt idx="5609">
                  <c:v>146234.64000000001</c:v>
                </c:pt>
                <c:pt idx="5610">
                  <c:v>146260.71</c:v>
                </c:pt>
                <c:pt idx="5611">
                  <c:v>146286.79</c:v>
                </c:pt>
                <c:pt idx="5612">
                  <c:v>146312.85999999999</c:v>
                </c:pt>
                <c:pt idx="5613">
                  <c:v>146338.93</c:v>
                </c:pt>
                <c:pt idx="5614">
                  <c:v>146365</c:v>
                </c:pt>
                <c:pt idx="5615">
                  <c:v>146391.07</c:v>
                </c:pt>
                <c:pt idx="5616">
                  <c:v>146417.14000000001</c:v>
                </c:pt>
                <c:pt idx="5617">
                  <c:v>146443.21</c:v>
                </c:pt>
                <c:pt idx="5618">
                  <c:v>146469.29</c:v>
                </c:pt>
                <c:pt idx="5619">
                  <c:v>146495.35999999999</c:v>
                </c:pt>
                <c:pt idx="5620">
                  <c:v>146521.43</c:v>
                </c:pt>
                <c:pt idx="5621">
                  <c:v>146547.5</c:v>
                </c:pt>
                <c:pt idx="5622">
                  <c:v>146573.57</c:v>
                </c:pt>
                <c:pt idx="5623">
                  <c:v>146599.64000000001</c:v>
                </c:pt>
                <c:pt idx="5624">
                  <c:v>146625.71</c:v>
                </c:pt>
                <c:pt idx="5625">
                  <c:v>146651.79</c:v>
                </c:pt>
                <c:pt idx="5626">
                  <c:v>146677.85999999999</c:v>
                </c:pt>
                <c:pt idx="5627">
                  <c:v>146703.93</c:v>
                </c:pt>
                <c:pt idx="5628">
                  <c:v>146730</c:v>
                </c:pt>
                <c:pt idx="5629">
                  <c:v>146756.07</c:v>
                </c:pt>
                <c:pt idx="5630">
                  <c:v>146782.14000000001</c:v>
                </c:pt>
                <c:pt idx="5631">
                  <c:v>146808.21</c:v>
                </c:pt>
                <c:pt idx="5632">
                  <c:v>146834.29</c:v>
                </c:pt>
                <c:pt idx="5633">
                  <c:v>146860.35999999999</c:v>
                </c:pt>
                <c:pt idx="5634">
                  <c:v>146886.43</c:v>
                </c:pt>
                <c:pt idx="5635">
                  <c:v>146912.5</c:v>
                </c:pt>
                <c:pt idx="5636">
                  <c:v>146938.57</c:v>
                </c:pt>
                <c:pt idx="5637">
                  <c:v>146964.64000000001</c:v>
                </c:pt>
                <c:pt idx="5638">
                  <c:v>146990.71</c:v>
                </c:pt>
                <c:pt idx="5639">
                  <c:v>147016.79</c:v>
                </c:pt>
                <c:pt idx="5640">
                  <c:v>147042.85999999999</c:v>
                </c:pt>
                <c:pt idx="5641">
                  <c:v>147068.93</c:v>
                </c:pt>
                <c:pt idx="5642">
                  <c:v>147095</c:v>
                </c:pt>
                <c:pt idx="5643">
                  <c:v>147121.07</c:v>
                </c:pt>
                <c:pt idx="5644">
                  <c:v>147147.14000000001</c:v>
                </c:pt>
                <c:pt idx="5645">
                  <c:v>147173.21</c:v>
                </c:pt>
                <c:pt idx="5646">
                  <c:v>147199.29</c:v>
                </c:pt>
                <c:pt idx="5647">
                  <c:v>147225.35999999999</c:v>
                </c:pt>
                <c:pt idx="5648">
                  <c:v>147251.43</c:v>
                </c:pt>
                <c:pt idx="5649">
                  <c:v>147277.5</c:v>
                </c:pt>
                <c:pt idx="5650">
                  <c:v>147303.57</c:v>
                </c:pt>
                <c:pt idx="5651">
                  <c:v>147329.64000000001</c:v>
                </c:pt>
                <c:pt idx="5652">
                  <c:v>147355.71</c:v>
                </c:pt>
                <c:pt idx="5653">
                  <c:v>147381.79</c:v>
                </c:pt>
                <c:pt idx="5654">
                  <c:v>147407.85999999999</c:v>
                </c:pt>
                <c:pt idx="5655">
                  <c:v>147433.93</c:v>
                </c:pt>
                <c:pt idx="5656">
                  <c:v>147460</c:v>
                </c:pt>
                <c:pt idx="5657">
                  <c:v>147486.07</c:v>
                </c:pt>
                <c:pt idx="5658">
                  <c:v>147512.14000000001</c:v>
                </c:pt>
                <c:pt idx="5659">
                  <c:v>147538.21</c:v>
                </c:pt>
                <c:pt idx="5660">
                  <c:v>147564.29</c:v>
                </c:pt>
                <c:pt idx="5661">
                  <c:v>147590.35999999999</c:v>
                </c:pt>
                <c:pt idx="5662">
                  <c:v>147616.43</c:v>
                </c:pt>
                <c:pt idx="5663">
                  <c:v>147642.5</c:v>
                </c:pt>
                <c:pt idx="5664">
                  <c:v>147668.57</c:v>
                </c:pt>
                <c:pt idx="5665">
                  <c:v>147694.64000000001</c:v>
                </c:pt>
                <c:pt idx="5666">
                  <c:v>147720.71</c:v>
                </c:pt>
                <c:pt idx="5667">
                  <c:v>147746.79</c:v>
                </c:pt>
                <c:pt idx="5668">
                  <c:v>147772.85999999999</c:v>
                </c:pt>
                <c:pt idx="5669">
                  <c:v>147798.93</c:v>
                </c:pt>
                <c:pt idx="5670">
                  <c:v>147825</c:v>
                </c:pt>
                <c:pt idx="5671">
                  <c:v>147851.07</c:v>
                </c:pt>
                <c:pt idx="5672">
                  <c:v>147877.14000000001</c:v>
                </c:pt>
                <c:pt idx="5673">
                  <c:v>147903.21</c:v>
                </c:pt>
                <c:pt idx="5674">
                  <c:v>147929.29</c:v>
                </c:pt>
                <c:pt idx="5675">
                  <c:v>147955.35999999999</c:v>
                </c:pt>
                <c:pt idx="5676">
                  <c:v>147981.43</c:v>
                </c:pt>
                <c:pt idx="5677">
                  <c:v>148007.5</c:v>
                </c:pt>
                <c:pt idx="5678">
                  <c:v>148033.57</c:v>
                </c:pt>
                <c:pt idx="5679">
                  <c:v>148059.64000000001</c:v>
                </c:pt>
                <c:pt idx="5680">
                  <c:v>148085.71</c:v>
                </c:pt>
                <c:pt idx="5681">
                  <c:v>148111.79</c:v>
                </c:pt>
                <c:pt idx="5682">
                  <c:v>148137.85999999999</c:v>
                </c:pt>
                <c:pt idx="5683">
                  <c:v>148163.93</c:v>
                </c:pt>
                <c:pt idx="5684">
                  <c:v>148190</c:v>
                </c:pt>
                <c:pt idx="5685">
                  <c:v>148216.07</c:v>
                </c:pt>
                <c:pt idx="5686">
                  <c:v>148242.14000000001</c:v>
                </c:pt>
                <c:pt idx="5687">
                  <c:v>148268.21</c:v>
                </c:pt>
                <c:pt idx="5688">
                  <c:v>148294.29</c:v>
                </c:pt>
                <c:pt idx="5689">
                  <c:v>148320.35999999999</c:v>
                </c:pt>
                <c:pt idx="5690">
                  <c:v>148346.43</c:v>
                </c:pt>
                <c:pt idx="5691">
                  <c:v>148372.5</c:v>
                </c:pt>
                <c:pt idx="5692">
                  <c:v>148398.57</c:v>
                </c:pt>
                <c:pt idx="5693">
                  <c:v>148424.64000000001</c:v>
                </c:pt>
                <c:pt idx="5694">
                  <c:v>148450.71</c:v>
                </c:pt>
                <c:pt idx="5695">
                  <c:v>148476.79</c:v>
                </c:pt>
                <c:pt idx="5696">
                  <c:v>148502.85999999999</c:v>
                </c:pt>
                <c:pt idx="5697">
                  <c:v>148528.93</c:v>
                </c:pt>
                <c:pt idx="5698">
                  <c:v>148555</c:v>
                </c:pt>
                <c:pt idx="5699">
                  <c:v>148581.07</c:v>
                </c:pt>
                <c:pt idx="5700">
                  <c:v>148607.14000000001</c:v>
                </c:pt>
                <c:pt idx="5701">
                  <c:v>148633.21</c:v>
                </c:pt>
                <c:pt idx="5702">
                  <c:v>148659.29</c:v>
                </c:pt>
                <c:pt idx="5703">
                  <c:v>148685.35999999999</c:v>
                </c:pt>
                <c:pt idx="5704">
                  <c:v>148711.43</c:v>
                </c:pt>
                <c:pt idx="5705">
                  <c:v>148737.5</c:v>
                </c:pt>
                <c:pt idx="5706">
                  <c:v>148763.57</c:v>
                </c:pt>
                <c:pt idx="5707">
                  <c:v>148789.64000000001</c:v>
                </c:pt>
                <c:pt idx="5708">
                  <c:v>148815.71</c:v>
                </c:pt>
                <c:pt idx="5709">
                  <c:v>148841.79</c:v>
                </c:pt>
                <c:pt idx="5710">
                  <c:v>148867.85999999999</c:v>
                </c:pt>
                <c:pt idx="5711">
                  <c:v>148893.93</c:v>
                </c:pt>
                <c:pt idx="5712">
                  <c:v>148920</c:v>
                </c:pt>
                <c:pt idx="5713">
                  <c:v>148946.07</c:v>
                </c:pt>
                <c:pt idx="5714">
                  <c:v>148972.14000000001</c:v>
                </c:pt>
                <c:pt idx="5715">
                  <c:v>148998.21</c:v>
                </c:pt>
                <c:pt idx="5716">
                  <c:v>149024.29</c:v>
                </c:pt>
                <c:pt idx="5717">
                  <c:v>149050.35999999999</c:v>
                </c:pt>
                <c:pt idx="5718">
                  <c:v>149076.43</c:v>
                </c:pt>
                <c:pt idx="5719">
                  <c:v>149102.5</c:v>
                </c:pt>
                <c:pt idx="5720">
                  <c:v>149128.57</c:v>
                </c:pt>
                <c:pt idx="5721">
                  <c:v>149154.64000000001</c:v>
                </c:pt>
                <c:pt idx="5722">
                  <c:v>149180.71</c:v>
                </c:pt>
                <c:pt idx="5723">
                  <c:v>149206.79</c:v>
                </c:pt>
                <c:pt idx="5724">
                  <c:v>149232.85999999999</c:v>
                </c:pt>
                <c:pt idx="5725">
                  <c:v>149258.93</c:v>
                </c:pt>
                <c:pt idx="5726">
                  <c:v>149285</c:v>
                </c:pt>
                <c:pt idx="5727">
                  <c:v>149311.07</c:v>
                </c:pt>
                <c:pt idx="5728">
                  <c:v>149337.14000000001</c:v>
                </c:pt>
                <c:pt idx="5729">
                  <c:v>149363.21</c:v>
                </c:pt>
                <c:pt idx="5730">
                  <c:v>149389.29</c:v>
                </c:pt>
                <c:pt idx="5731">
                  <c:v>149415.35999999999</c:v>
                </c:pt>
                <c:pt idx="5732">
                  <c:v>149441.43</c:v>
                </c:pt>
                <c:pt idx="5733">
                  <c:v>149467.5</c:v>
                </c:pt>
                <c:pt idx="5734">
                  <c:v>149493.57</c:v>
                </c:pt>
                <c:pt idx="5735">
                  <c:v>149519.64000000001</c:v>
                </c:pt>
                <c:pt idx="5736">
                  <c:v>149545.71</c:v>
                </c:pt>
                <c:pt idx="5737">
                  <c:v>149571.79</c:v>
                </c:pt>
                <c:pt idx="5738">
                  <c:v>149597.85999999999</c:v>
                </c:pt>
                <c:pt idx="5739">
                  <c:v>149623.93</c:v>
                </c:pt>
                <c:pt idx="5740">
                  <c:v>149650</c:v>
                </c:pt>
                <c:pt idx="5741">
                  <c:v>149676.07</c:v>
                </c:pt>
                <c:pt idx="5742">
                  <c:v>149702.14000000001</c:v>
                </c:pt>
                <c:pt idx="5743">
                  <c:v>149728.21</c:v>
                </c:pt>
                <c:pt idx="5744">
                  <c:v>149754.29</c:v>
                </c:pt>
                <c:pt idx="5745">
                  <c:v>149780.35999999999</c:v>
                </c:pt>
                <c:pt idx="5746">
                  <c:v>149806.43</c:v>
                </c:pt>
                <c:pt idx="5747">
                  <c:v>149832.5</c:v>
                </c:pt>
                <c:pt idx="5748">
                  <c:v>149858.57</c:v>
                </c:pt>
                <c:pt idx="5749">
                  <c:v>149884.64000000001</c:v>
                </c:pt>
                <c:pt idx="5750">
                  <c:v>149910.71</c:v>
                </c:pt>
                <c:pt idx="5751">
                  <c:v>149936.79</c:v>
                </c:pt>
                <c:pt idx="5752">
                  <c:v>149962.85999999999</c:v>
                </c:pt>
                <c:pt idx="5753">
                  <c:v>149988.93</c:v>
                </c:pt>
                <c:pt idx="5754">
                  <c:v>150015</c:v>
                </c:pt>
                <c:pt idx="5755">
                  <c:v>150041.07</c:v>
                </c:pt>
                <c:pt idx="5756">
                  <c:v>150067.14000000001</c:v>
                </c:pt>
                <c:pt idx="5757">
                  <c:v>150093.21</c:v>
                </c:pt>
                <c:pt idx="5758">
                  <c:v>150119.29</c:v>
                </c:pt>
                <c:pt idx="5759">
                  <c:v>150145.35999999999</c:v>
                </c:pt>
                <c:pt idx="5760">
                  <c:v>150171.43</c:v>
                </c:pt>
                <c:pt idx="5761">
                  <c:v>150197.5</c:v>
                </c:pt>
                <c:pt idx="5762">
                  <c:v>150223.57</c:v>
                </c:pt>
                <c:pt idx="5763">
                  <c:v>150249.64000000001</c:v>
                </c:pt>
                <c:pt idx="5764">
                  <c:v>150275.71</c:v>
                </c:pt>
                <c:pt idx="5765">
                  <c:v>150301.79</c:v>
                </c:pt>
                <c:pt idx="5766">
                  <c:v>150327.85999999999</c:v>
                </c:pt>
                <c:pt idx="5767">
                  <c:v>150353.93</c:v>
                </c:pt>
                <c:pt idx="5768">
                  <c:v>150380</c:v>
                </c:pt>
                <c:pt idx="5769">
                  <c:v>150406.07</c:v>
                </c:pt>
                <c:pt idx="5770">
                  <c:v>150432.14000000001</c:v>
                </c:pt>
                <c:pt idx="5771">
                  <c:v>150458.21</c:v>
                </c:pt>
                <c:pt idx="5772">
                  <c:v>150484.29</c:v>
                </c:pt>
                <c:pt idx="5773">
                  <c:v>150510.35999999999</c:v>
                </c:pt>
                <c:pt idx="5774">
                  <c:v>150536.43</c:v>
                </c:pt>
                <c:pt idx="5775">
                  <c:v>150562.5</c:v>
                </c:pt>
                <c:pt idx="5776">
                  <c:v>150588.57</c:v>
                </c:pt>
                <c:pt idx="5777">
                  <c:v>150614.64000000001</c:v>
                </c:pt>
                <c:pt idx="5778">
                  <c:v>150640.71</c:v>
                </c:pt>
                <c:pt idx="5779">
                  <c:v>150666.79</c:v>
                </c:pt>
                <c:pt idx="5780">
                  <c:v>150692.85999999999</c:v>
                </c:pt>
                <c:pt idx="5781">
                  <c:v>150718.93</c:v>
                </c:pt>
                <c:pt idx="5782">
                  <c:v>150745</c:v>
                </c:pt>
                <c:pt idx="5783">
                  <c:v>150771.07</c:v>
                </c:pt>
                <c:pt idx="5784">
                  <c:v>150797.14000000001</c:v>
                </c:pt>
                <c:pt idx="5785">
                  <c:v>150823.21</c:v>
                </c:pt>
                <c:pt idx="5786">
                  <c:v>150849.29</c:v>
                </c:pt>
                <c:pt idx="5787">
                  <c:v>150875.35999999999</c:v>
                </c:pt>
                <c:pt idx="5788">
                  <c:v>150901.43</c:v>
                </c:pt>
                <c:pt idx="5789">
                  <c:v>150927.5</c:v>
                </c:pt>
                <c:pt idx="5790">
                  <c:v>150953.57</c:v>
                </c:pt>
                <c:pt idx="5791">
                  <c:v>150979.64000000001</c:v>
                </c:pt>
                <c:pt idx="5792">
                  <c:v>151005.71</c:v>
                </c:pt>
                <c:pt idx="5793">
                  <c:v>151031.79</c:v>
                </c:pt>
                <c:pt idx="5794">
                  <c:v>151057.85999999999</c:v>
                </c:pt>
                <c:pt idx="5795">
                  <c:v>151083.93</c:v>
                </c:pt>
                <c:pt idx="5796">
                  <c:v>151110</c:v>
                </c:pt>
                <c:pt idx="5797">
                  <c:v>151136.07</c:v>
                </c:pt>
                <c:pt idx="5798">
                  <c:v>151162.14000000001</c:v>
                </c:pt>
                <c:pt idx="5799">
                  <c:v>151188.21</c:v>
                </c:pt>
                <c:pt idx="5800">
                  <c:v>151214.29</c:v>
                </c:pt>
                <c:pt idx="5801">
                  <c:v>151240.35999999999</c:v>
                </c:pt>
                <c:pt idx="5802">
                  <c:v>151266.43</c:v>
                </c:pt>
                <c:pt idx="5803">
                  <c:v>151292.5</c:v>
                </c:pt>
                <c:pt idx="5804">
                  <c:v>151318.57</c:v>
                </c:pt>
                <c:pt idx="5805">
                  <c:v>151344.64000000001</c:v>
                </c:pt>
                <c:pt idx="5806">
                  <c:v>151370.71</c:v>
                </c:pt>
                <c:pt idx="5807">
                  <c:v>151396.79</c:v>
                </c:pt>
                <c:pt idx="5808">
                  <c:v>151422.85999999999</c:v>
                </c:pt>
                <c:pt idx="5809">
                  <c:v>151448.93</c:v>
                </c:pt>
                <c:pt idx="5810">
                  <c:v>151475</c:v>
                </c:pt>
                <c:pt idx="5811">
                  <c:v>151501.07</c:v>
                </c:pt>
                <c:pt idx="5812">
                  <c:v>151527.14000000001</c:v>
                </c:pt>
                <c:pt idx="5813">
                  <c:v>151553.21</c:v>
                </c:pt>
                <c:pt idx="5814">
                  <c:v>151579.29</c:v>
                </c:pt>
                <c:pt idx="5815">
                  <c:v>151605.35999999999</c:v>
                </c:pt>
                <c:pt idx="5816">
                  <c:v>151631.43</c:v>
                </c:pt>
                <c:pt idx="5817">
                  <c:v>151657.5</c:v>
                </c:pt>
                <c:pt idx="5818">
                  <c:v>151683.57</c:v>
                </c:pt>
                <c:pt idx="5819">
                  <c:v>151709.64000000001</c:v>
                </c:pt>
                <c:pt idx="5820">
                  <c:v>151735.71</c:v>
                </c:pt>
                <c:pt idx="5821">
                  <c:v>151761.79</c:v>
                </c:pt>
                <c:pt idx="5822">
                  <c:v>151787.85999999999</c:v>
                </c:pt>
                <c:pt idx="5823">
                  <c:v>151813.93</c:v>
                </c:pt>
                <c:pt idx="5824">
                  <c:v>151840</c:v>
                </c:pt>
                <c:pt idx="5825">
                  <c:v>151866.07</c:v>
                </c:pt>
                <c:pt idx="5826">
                  <c:v>151892.14000000001</c:v>
                </c:pt>
                <c:pt idx="5827">
                  <c:v>151918.21</c:v>
                </c:pt>
                <c:pt idx="5828">
                  <c:v>151944.29</c:v>
                </c:pt>
                <c:pt idx="5829">
                  <c:v>151970.35999999999</c:v>
                </c:pt>
                <c:pt idx="5830">
                  <c:v>151996.43</c:v>
                </c:pt>
                <c:pt idx="5831">
                  <c:v>152022.5</c:v>
                </c:pt>
                <c:pt idx="5832">
                  <c:v>152048.57</c:v>
                </c:pt>
                <c:pt idx="5833">
                  <c:v>152074.64000000001</c:v>
                </c:pt>
                <c:pt idx="5834">
                  <c:v>152100.71</c:v>
                </c:pt>
                <c:pt idx="5835">
                  <c:v>152126.79</c:v>
                </c:pt>
                <c:pt idx="5836">
                  <c:v>152152.85999999999</c:v>
                </c:pt>
                <c:pt idx="5837">
                  <c:v>152178.93</c:v>
                </c:pt>
                <c:pt idx="5838">
                  <c:v>152205</c:v>
                </c:pt>
                <c:pt idx="5839">
                  <c:v>152231.07</c:v>
                </c:pt>
                <c:pt idx="5840">
                  <c:v>152257.14000000001</c:v>
                </c:pt>
                <c:pt idx="5841">
                  <c:v>152283.21</c:v>
                </c:pt>
                <c:pt idx="5842">
                  <c:v>152309.29</c:v>
                </c:pt>
                <c:pt idx="5843">
                  <c:v>152335.35999999999</c:v>
                </c:pt>
                <c:pt idx="5844">
                  <c:v>152361.43</c:v>
                </c:pt>
                <c:pt idx="5845">
                  <c:v>152387.5</c:v>
                </c:pt>
                <c:pt idx="5846">
                  <c:v>152413.57</c:v>
                </c:pt>
                <c:pt idx="5847">
                  <c:v>152439.64000000001</c:v>
                </c:pt>
                <c:pt idx="5848">
                  <c:v>152465.71</c:v>
                </c:pt>
                <c:pt idx="5849">
                  <c:v>152491.79</c:v>
                </c:pt>
                <c:pt idx="5850">
                  <c:v>152517.85999999999</c:v>
                </c:pt>
                <c:pt idx="5851">
                  <c:v>152543.93</c:v>
                </c:pt>
                <c:pt idx="5852">
                  <c:v>152570</c:v>
                </c:pt>
                <c:pt idx="5853">
                  <c:v>152596.07</c:v>
                </c:pt>
                <c:pt idx="5854">
                  <c:v>152622.14000000001</c:v>
                </c:pt>
                <c:pt idx="5855">
                  <c:v>152648.21</c:v>
                </c:pt>
                <c:pt idx="5856">
                  <c:v>152674.29</c:v>
                </c:pt>
                <c:pt idx="5857">
                  <c:v>152700.35999999999</c:v>
                </c:pt>
                <c:pt idx="5858">
                  <c:v>152726.43</c:v>
                </c:pt>
                <c:pt idx="5859">
                  <c:v>152752.5</c:v>
                </c:pt>
                <c:pt idx="5860">
                  <c:v>152778.57</c:v>
                </c:pt>
                <c:pt idx="5861">
                  <c:v>152804.64000000001</c:v>
                </c:pt>
                <c:pt idx="5862">
                  <c:v>152830.71</c:v>
                </c:pt>
                <c:pt idx="5863">
                  <c:v>152856.79</c:v>
                </c:pt>
                <c:pt idx="5864">
                  <c:v>152882.85999999999</c:v>
                </c:pt>
                <c:pt idx="5865">
                  <c:v>152908.93</c:v>
                </c:pt>
                <c:pt idx="5866">
                  <c:v>152935</c:v>
                </c:pt>
                <c:pt idx="5867">
                  <c:v>152961.07</c:v>
                </c:pt>
                <c:pt idx="5868">
                  <c:v>152987.14000000001</c:v>
                </c:pt>
                <c:pt idx="5869">
                  <c:v>153013.21</c:v>
                </c:pt>
                <c:pt idx="5870">
                  <c:v>153039.29</c:v>
                </c:pt>
                <c:pt idx="5871">
                  <c:v>153065.35999999999</c:v>
                </c:pt>
                <c:pt idx="5872">
                  <c:v>153091.43</c:v>
                </c:pt>
                <c:pt idx="5873">
                  <c:v>153117.5</c:v>
                </c:pt>
                <c:pt idx="5874">
                  <c:v>153143.57</c:v>
                </c:pt>
                <c:pt idx="5875">
                  <c:v>153169.64000000001</c:v>
                </c:pt>
                <c:pt idx="5876">
                  <c:v>153195.71</c:v>
                </c:pt>
                <c:pt idx="5877">
                  <c:v>153221.79</c:v>
                </c:pt>
                <c:pt idx="5878">
                  <c:v>153247.85999999999</c:v>
                </c:pt>
                <c:pt idx="5879">
                  <c:v>153273.93</c:v>
                </c:pt>
                <c:pt idx="5880">
                  <c:v>153300</c:v>
                </c:pt>
                <c:pt idx="5881">
                  <c:v>153326.07</c:v>
                </c:pt>
                <c:pt idx="5882">
                  <c:v>153352.14000000001</c:v>
                </c:pt>
                <c:pt idx="5883">
                  <c:v>153378.21</c:v>
                </c:pt>
                <c:pt idx="5884">
                  <c:v>153404.29</c:v>
                </c:pt>
                <c:pt idx="5885">
                  <c:v>153430.35999999999</c:v>
                </c:pt>
                <c:pt idx="5886">
                  <c:v>153456.43</c:v>
                </c:pt>
                <c:pt idx="5887">
                  <c:v>153482.5</c:v>
                </c:pt>
                <c:pt idx="5888">
                  <c:v>153508.57</c:v>
                </c:pt>
                <c:pt idx="5889">
                  <c:v>153534.64000000001</c:v>
                </c:pt>
                <c:pt idx="5890">
                  <c:v>153560.71</c:v>
                </c:pt>
                <c:pt idx="5891">
                  <c:v>153586.79</c:v>
                </c:pt>
                <c:pt idx="5892">
                  <c:v>153612.85999999999</c:v>
                </c:pt>
                <c:pt idx="5893">
                  <c:v>153638.93</c:v>
                </c:pt>
                <c:pt idx="5894">
                  <c:v>153665</c:v>
                </c:pt>
                <c:pt idx="5895">
                  <c:v>153691.07</c:v>
                </c:pt>
                <c:pt idx="5896">
                  <c:v>153717.14000000001</c:v>
                </c:pt>
                <c:pt idx="5897">
                  <c:v>153743.21</c:v>
                </c:pt>
                <c:pt idx="5898">
                  <c:v>153769.29</c:v>
                </c:pt>
                <c:pt idx="5899">
                  <c:v>153795.35999999999</c:v>
                </c:pt>
                <c:pt idx="5900">
                  <c:v>153821.43</c:v>
                </c:pt>
                <c:pt idx="5901">
                  <c:v>153847.5</c:v>
                </c:pt>
                <c:pt idx="5902">
                  <c:v>153873.57</c:v>
                </c:pt>
                <c:pt idx="5903">
                  <c:v>153899.64000000001</c:v>
                </c:pt>
                <c:pt idx="5904">
                  <c:v>153925.71</c:v>
                </c:pt>
                <c:pt idx="5905">
                  <c:v>153951.79</c:v>
                </c:pt>
                <c:pt idx="5906">
                  <c:v>153977.85999999999</c:v>
                </c:pt>
                <c:pt idx="5907">
                  <c:v>154003.93</c:v>
                </c:pt>
                <c:pt idx="5908">
                  <c:v>154030</c:v>
                </c:pt>
                <c:pt idx="5909">
                  <c:v>154056.07</c:v>
                </c:pt>
                <c:pt idx="5910">
                  <c:v>154082.14000000001</c:v>
                </c:pt>
                <c:pt idx="5911">
                  <c:v>154108.21</c:v>
                </c:pt>
                <c:pt idx="5912">
                  <c:v>154134.29</c:v>
                </c:pt>
                <c:pt idx="5913">
                  <c:v>154160.35999999999</c:v>
                </c:pt>
                <c:pt idx="5914">
                  <c:v>154186.43</c:v>
                </c:pt>
                <c:pt idx="5915">
                  <c:v>154212.5</c:v>
                </c:pt>
                <c:pt idx="5916">
                  <c:v>154238.57</c:v>
                </c:pt>
                <c:pt idx="5917">
                  <c:v>154264.64000000001</c:v>
                </c:pt>
                <c:pt idx="5918">
                  <c:v>154290.71</c:v>
                </c:pt>
                <c:pt idx="5919">
                  <c:v>154316.79</c:v>
                </c:pt>
                <c:pt idx="5920">
                  <c:v>154342.85999999999</c:v>
                </c:pt>
                <c:pt idx="5921">
                  <c:v>154368.93</c:v>
                </c:pt>
                <c:pt idx="5922">
                  <c:v>154395</c:v>
                </c:pt>
                <c:pt idx="5923">
                  <c:v>154421.07</c:v>
                </c:pt>
                <c:pt idx="5924">
                  <c:v>154447.14000000001</c:v>
                </c:pt>
                <c:pt idx="5925">
                  <c:v>154473.21</c:v>
                </c:pt>
                <c:pt idx="5926">
                  <c:v>154499.29</c:v>
                </c:pt>
                <c:pt idx="5927">
                  <c:v>154525.35999999999</c:v>
                </c:pt>
                <c:pt idx="5928">
                  <c:v>154551.43</c:v>
                </c:pt>
                <c:pt idx="5929">
                  <c:v>154577.5</c:v>
                </c:pt>
                <c:pt idx="5930">
                  <c:v>154603.57</c:v>
                </c:pt>
                <c:pt idx="5931">
                  <c:v>154629.64000000001</c:v>
                </c:pt>
                <c:pt idx="5932">
                  <c:v>154655.71</c:v>
                </c:pt>
                <c:pt idx="5933">
                  <c:v>154681.79</c:v>
                </c:pt>
                <c:pt idx="5934">
                  <c:v>154707.85999999999</c:v>
                </c:pt>
                <c:pt idx="5935">
                  <c:v>154733.93</c:v>
                </c:pt>
                <c:pt idx="5936">
                  <c:v>154760</c:v>
                </c:pt>
                <c:pt idx="5937">
                  <c:v>154786.07</c:v>
                </c:pt>
                <c:pt idx="5938">
                  <c:v>154812.14000000001</c:v>
                </c:pt>
                <c:pt idx="5939">
                  <c:v>154838.21</c:v>
                </c:pt>
                <c:pt idx="5940">
                  <c:v>154864.29</c:v>
                </c:pt>
                <c:pt idx="5941">
                  <c:v>154890.35999999999</c:v>
                </c:pt>
                <c:pt idx="5942">
                  <c:v>154916.43</c:v>
                </c:pt>
                <c:pt idx="5943">
                  <c:v>154942.5</c:v>
                </c:pt>
                <c:pt idx="5944">
                  <c:v>154968.57</c:v>
                </c:pt>
                <c:pt idx="5945">
                  <c:v>154994.64000000001</c:v>
                </c:pt>
                <c:pt idx="5946">
                  <c:v>155020.71</c:v>
                </c:pt>
                <c:pt idx="5947">
                  <c:v>155046.79</c:v>
                </c:pt>
                <c:pt idx="5948">
                  <c:v>155072.85999999999</c:v>
                </c:pt>
                <c:pt idx="5949">
                  <c:v>155098.93</c:v>
                </c:pt>
                <c:pt idx="5950">
                  <c:v>155125</c:v>
                </c:pt>
                <c:pt idx="5951">
                  <c:v>155151.07</c:v>
                </c:pt>
                <c:pt idx="5952">
                  <c:v>155177.14000000001</c:v>
                </c:pt>
                <c:pt idx="5953">
                  <c:v>155203.21</c:v>
                </c:pt>
                <c:pt idx="5954">
                  <c:v>155229.29</c:v>
                </c:pt>
                <c:pt idx="5955">
                  <c:v>155255.35999999999</c:v>
                </c:pt>
                <c:pt idx="5956">
                  <c:v>155281.43</c:v>
                </c:pt>
                <c:pt idx="5957">
                  <c:v>155307.5</c:v>
                </c:pt>
                <c:pt idx="5958">
                  <c:v>155333.57</c:v>
                </c:pt>
                <c:pt idx="5959">
                  <c:v>155359.64000000001</c:v>
                </c:pt>
                <c:pt idx="5960">
                  <c:v>155385.71</c:v>
                </c:pt>
                <c:pt idx="5961">
                  <c:v>155411.79</c:v>
                </c:pt>
                <c:pt idx="5962">
                  <c:v>155437.85999999999</c:v>
                </c:pt>
                <c:pt idx="5963">
                  <c:v>155463.93</c:v>
                </c:pt>
                <c:pt idx="5964">
                  <c:v>155490</c:v>
                </c:pt>
                <c:pt idx="5965">
                  <c:v>155516.07</c:v>
                </c:pt>
                <c:pt idx="5966">
                  <c:v>155542.14000000001</c:v>
                </c:pt>
                <c:pt idx="5967">
                  <c:v>155568.21</c:v>
                </c:pt>
                <c:pt idx="5968">
                  <c:v>155594.29</c:v>
                </c:pt>
                <c:pt idx="5969">
                  <c:v>155620.35999999999</c:v>
                </c:pt>
                <c:pt idx="5970">
                  <c:v>155646.43</c:v>
                </c:pt>
                <c:pt idx="5971">
                  <c:v>155672.5</c:v>
                </c:pt>
                <c:pt idx="5972">
                  <c:v>155698.57</c:v>
                </c:pt>
                <c:pt idx="5973">
                  <c:v>155724.64000000001</c:v>
                </c:pt>
                <c:pt idx="5974">
                  <c:v>155750.71</c:v>
                </c:pt>
                <c:pt idx="5975">
                  <c:v>155776.79</c:v>
                </c:pt>
                <c:pt idx="5976">
                  <c:v>155802.85999999999</c:v>
                </c:pt>
                <c:pt idx="5977">
                  <c:v>155828.93</c:v>
                </c:pt>
                <c:pt idx="5978">
                  <c:v>155855</c:v>
                </c:pt>
                <c:pt idx="5979">
                  <c:v>155881.07</c:v>
                </c:pt>
                <c:pt idx="5980">
                  <c:v>155907.14000000001</c:v>
                </c:pt>
                <c:pt idx="5981">
                  <c:v>155933.21</c:v>
                </c:pt>
                <c:pt idx="5982">
                  <c:v>155959.29</c:v>
                </c:pt>
                <c:pt idx="5983">
                  <c:v>155985.35999999999</c:v>
                </c:pt>
                <c:pt idx="5984">
                  <c:v>156011.43</c:v>
                </c:pt>
                <c:pt idx="5985">
                  <c:v>156037.5</c:v>
                </c:pt>
                <c:pt idx="5986">
                  <c:v>156063.57</c:v>
                </c:pt>
                <c:pt idx="5987">
                  <c:v>156089.64000000001</c:v>
                </c:pt>
                <c:pt idx="5988">
                  <c:v>156115.71</c:v>
                </c:pt>
                <c:pt idx="5989">
                  <c:v>156141.79</c:v>
                </c:pt>
                <c:pt idx="5990">
                  <c:v>156167.85999999999</c:v>
                </c:pt>
                <c:pt idx="5991">
                  <c:v>156193.93</c:v>
                </c:pt>
                <c:pt idx="5992">
                  <c:v>156220</c:v>
                </c:pt>
                <c:pt idx="5993">
                  <c:v>156246.07</c:v>
                </c:pt>
                <c:pt idx="5994">
                  <c:v>156272.14000000001</c:v>
                </c:pt>
                <c:pt idx="5995">
                  <c:v>156298.21</c:v>
                </c:pt>
                <c:pt idx="5996">
                  <c:v>156324.29</c:v>
                </c:pt>
                <c:pt idx="5997">
                  <c:v>156350.35999999999</c:v>
                </c:pt>
                <c:pt idx="5998">
                  <c:v>156376.43</c:v>
                </c:pt>
                <c:pt idx="5999">
                  <c:v>156402.5</c:v>
                </c:pt>
                <c:pt idx="6000">
                  <c:v>156428.57</c:v>
                </c:pt>
              </c:numCache>
            </c:numRef>
          </c:xVal>
          <c:yVal>
            <c:numRef>
              <c:f>'Net income and EMTR (data)'!$D$2:$D$6002</c:f>
              <c:numCache>
                <c:formatCode>General</c:formatCode>
                <c:ptCount val="6001"/>
                <c:pt idx="0">
                  <c:v>6604.89</c:v>
                </c:pt>
                <c:pt idx="1">
                  <c:v>6630.96</c:v>
                </c:pt>
                <c:pt idx="2">
                  <c:v>6657.04</c:v>
                </c:pt>
                <c:pt idx="3">
                  <c:v>6683.11</c:v>
                </c:pt>
                <c:pt idx="4">
                  <c:v>6709.18</c:v>
                </c:pt>
                <c:pt idx="5">
                  <c:v>6735.25</c:v>
                </c:pt>
                <c:pt idx="6">
                  <c:v>6761.32</c:v>
                </c:pt>
                <c:pt idx="7">
                  <c:v>6787.39</c:v>
                </c:pt>
                <c:pt idx="8">
                  <c:v>6813.46</c:v>
                </c:pt>
                <c:pt idx="9">
                  <c:v>6839.54</c:v>
                </c:pt>
                <c:pt idx="10">
                  <c:v>6865.61</c:v>
                </c:pt>
                <c:pt idx="11">
                  <c:v>6891.68</c:v>
                </c:pt>
                <c:pt idx="12">
                  <c:v>6917.75</c:v>
                </c:pt>
                <c:pt idx="13">
                  <c:v>6943.82</c:v>
                </c:pt>
                <c:pt idx="14">
                  <c:v>6969.89</c:v>
                </c:pt>
                <c:pt idx="15">
                  <c:v>6995.96</c:v>
                </c:pt>
                <c:pt idx="16">
                  <c:v>7022.04</c:v>
                </c:pt>
                <c:pt idx="17">
                  <c:v>7048.11</c:v>
                </c:pt>
                <c:pt idx="18">
                  <c:v>7074.18</c:v>
                </c:pt>
                <c:pt idx="19">
                  <c:v>7100.25</c:v>
                </c:pt>
                <c:pt idx="20">
                  <c:v>7126.32</c:v>
                </c:pt>
                <c:pt idx="21">
                  <c:v>7152.39</c:v>
                </c:pt>
                <c:pt idx="22">
                  <c:v>7178.46</c:v>
                </c:pt>
                <c:pt idx="23">
                  <c:v>7204.54</c:v>
                </c:pt>
                <c:pt idx="24">
                  <c:v>7230.61</c:v>
                </c:pt>
                <c:pt idx="25">
                  <c:v>7256.68</c:v>
                </c:pt>
                <c:pt idx="26">
                  <c:v>7282.75</c:v>
                </c:pt>
                <c:pt idx="27">
                  <c:v>7308.82</c:v>
                </c:pt>
                <c:pt idx="28">
                  <c:v>7334.89</c:v>
                </c:pt>
                <c:pt idx="29">
                  <c:v>7360.96</c:v>
                </c:pt>
                <c:pt idx="30">
                  <c:v>7387.04</c:v>
                </c:pt>
                <c:pt idx="31">
                  <c:v>7413.11</c:v>
                </c:pt>
                <c:pt idx="32">
                  <c:v>7439.18</c:v>
                </c:pt>
                <c:pt idx="33">
                  <c:v>7465.25</c:v>
                </c:pt>
                <c:pt idx="34">
                  <c:v>7491.32</c:v>
                </c:pt>
                <c:pt idx="35">
                  <c:v>7517.39</c:v>
                </c:pt>
                <c:pt idx="36">
                  <c:v>7543.46</c:v>
                </c:pt>
                <c:pt idx="37">
                  <c:v>7569.54</c:v>
                </c:pt>
                <c:pt idx="38">
                  <c:v>7595.61</c:v>
                </c:pt>
                <c:pt idx="39">
                  <c:v>7621.68</c:v>
                </c:pt>
                <c:pt idx="40">
                  <c:v>7647.75</c:v>
                </c:pt>
                <c:pt idx="41">
                  <c:v>7673.82</c:v>
                </c:pt>
                <c:pt idx="42">
                  <c:v>7699.89</c:v>
                </c:pt>
                <c:pt idx="43">
                  <c:v>7725.96</c:v>
                </c:pt>
                <c:pt idx="44">
                  <c:v>7752.04</c:v>
                </c:pt>
                <c:pt idx="45">
                  <c:v>7778.11</c:v>
                </c:pt>
                <c:pt idx="46">
                  <c:v>7804.18</c:v>
                </c:pt>
                <c:pt idx="47">
                  <c:v>7830.25</c:v>
                </c:pt>
                <c:pt idx="48">
                  <c:v>7856.32</c:v>
                </c:pt>
                <c:pt idx="49">
                  <c:v>7882.39</c:v>
                </c:pt>
                <c:pt idx="50">
                  <c:v>7908.46</c:v>
                </c:pt>
                <c:pt idx="51">
                  <c:v>7934.54</c:v>
                </c:pt>
                <c:pt idx="52">
                  <c:v>7960.61</c:v>
                </c:pt>
                <c:pt idx="53">
                  <c:v>7986.68</c:v>
                </c:pt>
                <c:pt idx="54">
                  <c:v>8012.75</c:v>
                </c:pt>
                <c:pt idx="55">
                  <c:v>8038.82</c:v>
                </c:pt>
                <c:pt idx="56">
                  <c:v>8064.89</c:v>
                </c:pt>
                <c:pt idx="57">
                  <c:v>8090.96</c:v>
                </c:pt>
                <c:pt idx="58">
                  <c:v>8117.04</c:v>
                </c:pt>
                <c:pt idx="59">
                  <c:v>8143.11</c:v>
                </c:pt>
                <c:pt idx="60">
                  <c:v>8169.18</c:v>
                </c:pt>
                <c:pt idx="61">
                  <c:v>8195.25</c:v>
                </c:pt>
                <c:pt idx="62">
                  <c:v>8221.32</c:v>
                </c:pt>
                <c:pt idx="63">
                  <c:v>8247.39</c:v>
                </c:pt>
                <c:pt idx="64">
                  <c:v>8273.4599999999991</c:v>
                </c:pt>
                <c:pt idx="65">
                  <c:v>8299.5400000000009</c:v>
                </c:pt>
                <c:pt idx="66">
                  <c:v>8325.61</c:v>
                </c:pt>
                <c:pt idx="67">
                  <c:v>8351.68</c:v>
                </c:pt>
                <c:pt idx="68">
                  <c:v>8377.75</c:v>
                </c:pt>
                <c:pt idx="69">
                  <c:v>8403.82</c:v>
                </c:pt>
                <c:pt idx="70">
                  <c:v>8429.89</c:v>
                </c:pt>
                <c:pt idx="71">
                  <c:v>8455.9599999999991</c:v>
                </c:pt>
                <c:pt idx="72">
                  <c:v>8482.0400000000009</c:v>
                </c:pt>
                <c:pt idx="73">
                  <c:v>8508.11</c:v>
                </c:pt>
                <c:pt idx="74">
                  <c:v>8534.18</c:v>
                </c:pt>
                <c:pt idx="75">
                  <c:v>8560.25</c:v>
                </c:pt>
                <c:pt idx="76">
                  <c:v>8586.32</c:v>
                </c:pt>
                <c:pt idx="77">
                  <c:v>8612.39</c:v>
                </c:pt>
                <c:pt idx="78">
                  <c:v>8638.4599999999991</c:v>
                </c:pt>
                <c:pt idx="79">
                  <c:v>8664.5400000000009</c:v>
                </c:pt>
                <c:pt idx="80">
                  <c:v>8690.61</c:v>
                </c:pt>
                <c:pt idx="81">
                  <c:v>8716.68</c:v>
                </c:pt>
                <c:pt idx="82">
                  <c:v>8742.75</c:v>
                </c:pt>
                <c:pt idx="83">
                  <c:v>8768.82</c:v>
                </c:pt>
                <c:pt idx="84">
                  <c:v>8794.89</c:v>
                </c:pt>
                <c:pt idx="85">
                  <c:v>8820.9599999999991</c:v>
                </c:pt>
                <c:pt idx="86">
                  <c:v>8847.0400000000009</c:v>
                </c:pt>
                <c:pt idx="87">
                  <c:v>8873.11</c:v>
                </c:pt>
                <c:pt idx="88">
                  <c:v>8899.18</c:v>
                </c:pt>
                <c:pt idx="89">
                  <c:v>8925.25</c:v>
                </c:pt>
                <c:pt idx="90">
                  <c:v>8951.32</c:v>
                </c:pt>
                <c:pt idx="91">
                  <c:v>8977.39</c:v>
                </c:pt>
                <c:pt idx="92">
                  <c:v>9003.4599999999991</c:v>
                </c:pt>
                <c:pt idx="93">
                  <c:v>9029.5400000000009</c:v>
                </c:pt>
                <c:pt idx="94">
                  <c:v>9055.61</c:v>
                </c:pt>
                <c:pt idx="95">
                  <c:v>9081.68</c:v>
                </c:pt>
                <c:pt idx="96">
                  <c:v>9107.75</c:v>
                </c:pt>
                <c:pt idx="97">
                  <c:v>9133.82</c:v>
                </c:pt>
                <c:pt idx="98">
                  <c:v>9159.89</c:v>
                </c:pt>
                <c:pt idx="99">
                  <c:v>9185.9599999999991</c:v>
                </c:pt>
                <c:pt idx="100">
                  <c:v>9212.0400000000009</c:v>
                </c:pt>
                <c:pt idx="101">
                  <c:v>9225.07</c:v>
                </c:pt>
                <c:pt idx="102">
                  <c:v>9238.11</c:v>
                </c:pt>
                <c:pt idx="103">
                  <c:v>9251.14</c:v>
                </c:pt>
                <c:pt idx="104">
                  <c:v>9264.18</c:v>
                </c:pt>
                <c:pt idx="105">
                  <c:v>9277.2099999999991</c:v>
                </c:pt>
                <c:pt idx="106">
                  <c:v>9290.25</c:v>
                </c:pt>
                <c:pt idx="107">
                  <c:v>9303.2900000000009</c:v>
                </c:pt>
                <c:pt idx="108">
                  <c:v>9316.32</c:v>
                </c:pt>
                <c:pt idx="109">
                  <c:v>9329.36</c:v>
                </c:pt>
                <c:pt idx="110">
                  <c:v>9342.39</c:v>
                </c:pt>
                <c:pt idx="111">
                  <c:v>9355.43</c:v>
                </c:pt>
                <c:pt idx="112">
                  <c:v>9368.4599999999991</c:v>
                </c:pt>
                <c:pt idx="113">
                  <c:v>9381.5</c:v>
                </c:pt>
                <c:pt idx="114">
                  <c:v>9394.5400000000009</c:v>
                </c:pt>
                <c:pt idx="115">
                  <c:v>9407.57</c:v>
                </c:pt>
                <c:pt idx="116">
                  <c:v>9420.61</c:v>
                </c:pt>
                <c:pt idx="117">
                  <c:v>9433.64</c:v>
                </c:pt>
                <c:pt idx="118">
                  <c:v>9446.68</c:v>
                </c:pt>
                <c:pt idx="119">
                  <c:v>9459.7099999999991</c:v>
                </c:pt>
                <c:pt idx="120">
                  <c:v>9472.75</c:v>
                </c:pt>
                <c:pt idx="121">
                  <c:v>9485.7900000000009</c:v>
                </c:pt>
                <c:pt idx="122">
                  <c:v>9498.82</c:v>
                </c:pt>
                <c:pt idx="123">
                  <c:v>9511.86</c:v>
                </c:pt>
                <c:pt idx="124">
                  <c:v>9524.89</c:v>
                </c:pt>
                <c:pt idx="125">
                  <c:v>9537.93</c:v>
                </c:pt>
                <c:pt idx="126">
                  <c:v>9550.9599999999991</c:v>
                </c:pt>
                <c:pt idx="127">
                  <c:v>9564</c:v>
                </c:pt>
                <c:pt idx="128">
                  <c:v>9577.0400000000009</c:v>
                </c:pt>
                <c:pt idx="129">
                  <c:v>9590.07</c:v>
                </c:pt>
                <c:pt idx="130">
                  <c:v>9603.11</c:v>
                </c:pt>
                <c:pt idx="131">
                  <c:v>9616.14</c:v>
                </c:pt>
                <c:pt idx="132">
                  <c:v>9629.18</c:v>
                </c:pt>
                <c:pt idx="133">
                  <c:v>9642.2099999999991</c:v>
                </c:pt>
                <c:pt idx="134">
                  <c:v>9655.25</c:v>
                </c:pt>
                <c:pt idx="135">
                  <c:v>9668.2900000000009</c:v>
                </c:pt>
                <c:pt idx="136">
                  <c:v>9681.32</c:v>
                </c:pt>
                <c:pt idx="137">
                  <c:v>9694.36</c:v>
                </c:pt>
                <c:pt idx="138">
                  <c:v>9707.39</c:v>
                </c:pt>
                <c:pt idx="139">
                  <c:v>9720.43</c:v>
                </c:pt>
                <c:pt idx="140">
                  <c:v>9733.4599999999991</c:v>
                </c:pt>
                <c:pt idx="141">
                  <c:v>9746.5</c:v>
                </c:pt>
                <c:pt idx="142">
                  <c:v>9759.5400000000009</c:v>
                </c:pt>
                <c:pt idx="143">
                  <c:v>9772.57</c:v>
                </c:pt>
                <c:pt idx="144">
                  <c:v>9785.61</c:v>
                </c:pt>
                <c:pt idx="145">
                  <c:v>9798.64</c:v>
                </c:pt>
                <c:pt idx="146">
                  <c:v>9811.68</c:v>
                </c:pt>
                <c:pt idx="147">
                  <c:v>9824.7099999999991</c:v>
                </c:pt>
                <c:pt idx="148">
                  <c:v>9837.75</c:v>
                </c:pt>
                <c:pt idx="149">
                  <c:v>9850.7900000000009</c:v>
                </c:pt>
                <c:pt idx="150">
                  <c:v>9863.82</c:v>
                </c:pt>
                <c:pt idx="151">
                  <c:v>9876.86</c:v>
                </c:pt>
                <c:pt idx="152">
                  <c:v>9889.89</c:v>
                </c:pt>
                <c:pt idx="153">
                  <c:v>9902.93</c:v>
                </c:pt>
                <c:pt idx="154">
                  <c:v>9915.9599999999991</c:v>
                </c:pt>
                <c:pt idx="155">
                  <c:v>9929</c:v>
                </c:pt>
                <c:pt idx="156">
                  <c:v>9942.0400000000009</c:v>
                </c:pt>
                <c:pt idx="157">
                  <c:v>9955.07</c:v>
                </c:pt>
                <c:pt idx="158">
                  <c:v>9968.11</c:v>
                </c:pt>
                <c:pt idx="159">
                  <c:v>9981.14</c:v>
                </c:pt>
                <c:pt idx="160">
                  <c:v>9994.18</c:v>
                </c:pt>
                <c:pt idx="161">
                  <c:v>10007.209999999999</c:v>
                </c:pt>
                <c:pt idx="162">
                  <c:v>10020.25</c:v>
                </c:pt>
                <c:pt idx="163">
                  <c:v>10033.290000000001</c:v>
                </c:pt>
                <c:pt idx="164">
                  <c:v>10046.32</c:v>
                </c:pt>
                <c:pt idx="165">
                  <c:v>10059.36</c:v>
                </c:pt>
                <c:pt idx="166">
                  <c:v>10072.39</c:v>
                </c:pt>
                <c:pt idx="167">
                  <c:v>10085.43</c:v>
                </c:pt>
                <c:pt idx="168">
                  <c:v>10098.459999999999</c:v>
                </c:pt>
                <c:pt idx="169">
                  <c:v>10111.5</c:v>
                </c:pt>
                <c:pt idx="170">
                  <c:v>10124.540000000001</c:v>
                </c:pt>
                <c:pt idx="171">
                  <c:v>10137.57</c:v>
                </c:pt>
                <c:pt idx="172">
                  <c:v>10150.61</c:v>
                </c:pt>
                <c:pt idx="173">
                  <c:v>10163.64</c:v>
                </c:pt>
                <c:pt idx="174">
                  <c:v>10176.68</c:v>
                </c:pt>
                <c:pt idx="175">
                  <c:v>10189.709999999999</c:v>
                </c:pt>
                <c:pt idx="176">
                  <c:v>10202.75</c:v>
                </c:pt>
                <c:pt idx="177">
                  <c:v>10215.790000000001</c:v>
                </c:pt>
                <c:pt idx="178">
                  <c:v>10228.82</c:v>
                </c:pt>
                <c:pt idx="179">
                  <c:v>10241.86</c:v>
                </c:pt>
                <c:pt idx="180">
                  <c:v>10254.89</c:v>
                </c:pt>
                <c:pt idx="181">
                  <c:v>10267.93</c:v>
                </c:pt>
                <c:pt idx="182">
                  <c:v>10280.959999999999</c:v>
                </c:pt>
                <c:pt idx="183">
                  <c:v>10294</c:v>
                </c:pt>
                <c:pt idx="184">
                  <c:v>10307.040000000001</c:v>
                </c:pt>
                <c:pt idx="185">
                  <c:v>10320.07</c:v>
                </c:pt>
                <c:pt idx="186">
                  <c:v>10333.11</c:v>
                </c:pt>
                <c:pt idx="187">
                  <c:v>10346.14</c:v>
                </c:pt>
                <c:pt idx="188">
                  <c:v>10359.18</c:v>
                </c:pt>
                <c:pt idx="189">
                  <c:v>10372.209999999999</c:v>
                </c:pt>
                <c:pt idx="190">
                  <c:v>10385.25</c:v>
                </c:pt>
                <c:pt idx="191">
                  <c:v>10398.290000000001</c:v>
                </c:pt>
                <c:pt idx="192">
                  <c:v>10411.32</c:v>
                </c:pt>
                <c:pt idx="193">
                  <c:v>10424.36</c:v>
                </c:pt>
                <c:pt idx="194">
                  <c:v>10437.39</c:v>
                </c:pt>
                <c:pt idx="195">
                  <c:v>10450.43</c:v>
                </c:pt>
                <c:pt idx="196">
                  <c:v>10463.459999999999</c:v>
                </c:pt>
                <c:pt idx="197">
                  <c:v>10476.5</c:v>
                </c:pt>
                <c:pt idx="198">
                  <c:v>10489.54</c:v>
                </c:pt>
                <c:pt idx="199">
                  <c:v>10502.57</c:v>
                </c:pt>
                <c:pt idx="200">
                  <c:v>10515.61</c:v>
                </c:pt>
                <c:pt idx="201">
                  <c:v>10528.64</c:v>
                </c:pt>
                <c:pt idx="202">
                  <c:v>10541.68</c:v>
                </c:pt>
                <c:pt idx="203">
                  <c:v>10554.71</c:v>
                </c:pt>
                <c:pt idx="204">
                  <c:v>10567.75</c:v>
                </c:pt>
                <c:pt idx="205">
                  <c:v>10580.79</c:v>
                </c:pt>
                <c:pt idx="206">
                  <c:v>10593.82</c:v>
                </c:pt>
                <c:pt idx="207">
                  <c:v>10606.86</c:v>
                </c:pt>
                <c:pt idx="208">
                  <c:v>10619.89</c:v>
                </c:pt>
                <c:pt idx="209">
                  <c:v>10632.93</c:v>
                </c:pt>
                <c:pt idx="210">
                  <c:v>10645.96</c:v>
                </c:pt>
                <c:pt idx="211">
                  <c:v>10659</c:v>
                </c:pt>
                <c:pt idx="212">
                  <c:v>10672.04</c:v>
                </c:pt>
                <c:pt idx="213">
                  <c:v>10685.07</c:v>
                </c:pt>
                <c:pt idx="214">
                  <c:v>10698.11</c:v>
                </c:pt>
                <c:pt idx="215">
                  <c:v>10711.14</c:v>
                </c:pt>
                <c:pt idx="216">
                  <c:v>10724.18</c:v>
                </c:pt>
                <c:pt idx="217">
                  <c:v>10737.21</c:v>
                </c:pt>
                <c:pt idx="218">
                  <c:v>10750.25</c:v>
                </c:pt>
                <c:pt idx="219">
                  <c:v>10763.29</c:v>
                </c:pt>
                <c:pt idx="220">
                  <c:v>10776.32</c:v>
                </c:pt>
                <c:pt idx="221">
                  <c:v>10789.36</c:v>
                </c:pt>
                <c:pt idx="222">
                  <c:v>10802.39</c:v>
                </c:pt>
                <c:pt idx="223">
                  <c:v>10815.43</c:v>
                </c:pt>
                <c:pt idx="224">
                  <c:v>10828.46</c:v>
                </c:pt>
                <c:pt idx="225">
                  <c:v>10841.5</c:v>
                </c:pt>
                <c:pt idx="226">
                  <c:v>10854.54</c:v>
                </c:pt>
                <c:pt idx="227">
                  <c:v>10867.57</c:v>
                </c:pt>
                <c:pt idx="228">
                  <c:v>10880.61</c:v>
                </c:pt>
                <c:pt idx="229">
                  <c:v>10893.64</c:v>
                </c:pt>
                <c:pt idx="230">
                  <c:v>10906.68</c:v>
                </c:pt>
                <c:pt idx="231">
                  <c:v>10919.71</c:v>
                </c:pt>
                <c:pt idx="232">
                  <c:v>10932.75</c:v>
                </c:pt>
                <c:pt idx="233">
                  <c:v>10945.79</c:v>
                </c:pt>
                <c:pt idx="234">
                  <c:v>10958.82</c:v>
                </c:pt>
                <c:pt idx="235">
                  <c:v>10971.86</c:v>
                </c:pt>
                <c:pt idx="236">
                  <c:v>10984.89</c:v>
                </c:pt>
                <c:pt idx="237">
                  <c:v>10997.93</c:v>
                </c:pt>
                <c:pt idx="238">
                  <c:v>11010.96</c:v>
                </c:pt>
                <c:pt idx="239">
                  <c:v>11024</c:v>
                </c:pt>
                <c:pt idx="240">
                  <c:v>11037.04</c:v>
                </c:pt>
                <c:pt idx="241">
                  <c:v>11050.07</c:v>
                </c:pt>
                <c:pt idx="242">
                  <c:v>11063.11</c:v>
                </c:pt>
                <c:pt idx="243">
                  <c:v>11076.14</c:v>
                </c:pt>
                <c:pt idx="244">
                  <c:v>11089.18</c:v>
                </c:pt>
                <c:pt idx="245">
                  <c:v>11102.21</c:v>
                </c:pt>
                <c:pt idx="246">
                  <c:v>11115.25</c:v>
                </c:pt>
                <c:pt idx="247">
                  <c:v>11128.29</c:v>
                </c:pt>
                <c:pt idx="248">
                  <c:v>11141.32</c:v>
                </c:pt>
                <c:pt idx="249">
                  <c:v>11154.36</c:v>
                </c:pt>
                <c:pt idx="250">
                  <c:v>11167.39</c:v>
                </c:pt>
                <c:pt idx="251">
                  <c:v>11177.82</c:v>
                </c:pt>
                <c:pt idx="252">
                  <c:v>11188.25</c:v>
                </c:pt>
                <c:pt idx="253">
                  <c:v>11198.68</c:v>
                </c:pt>
                <c:pt idx="254">
                  <c:v>11209.11</c:v>
                </c:pt>
                <c:pt idx="255">
                  <c:v>11219.54</c:v>
                </c:pt>
                <c:pt idx="256">
                  <c:v>11229.96</c:v>
                </c:pt>
                <c:pt idx="257">
                  <c:v>11240.39</c:v>
                </c:pt>
                <c:pt idx="258">
                  <c:v>11250.82</c:v>
                </c:pt>
                <c:pt idx="259">
                  <c:v>11261.25</c:v>
                </c:pt>
                <c:pt idx="260">
                  <c:v>11271.68</c:v>
                </c:pt>
                <c:pt idx="261">
                  <c:v>11282.11</c:v>
                </c:pt>
                <c:pt idx="262">
                  <c:v>11292.54</c:v>
                </c:pt>
                <c:pt idx="263">
                  <c:v>11302.96</c:v>
                </c:pt>
                <c:pt idx="264">
                  <c:v>11313.39</c:v>
                </c:pt>
                <c:pt idx="265">
                  <c:v>11323.82</c:v>
                </c:pt>
                <c:pt idx="266">
                  <c:v>11334.25</c:v>
                </c:pt>
                <c:pt idx="267">
                  <c:v>11344.68</c:v>
                </c:pt>
                <c:pt idx="268">
                  <c:v>11355.11</c:v>
                </c:pt>
                <c:pt idx="269">
                  <c:v>11365.54</c:v>
                </c:pt>
                <c:pt idx="270">
                  <c:v>11375.96</c:v>
                </c:pt>
                <c:pt idx="271">
                  <c:v>11386.39</c:v>
                </c:pt>
                <c:pt idx="272">
                  <c:v>11396.82</c:v>
                </c:pt>
                <c:pt idx="273">
                  <c:v>11407.25</c:v>
                </c:pt>
                <c:pt idx="274">
                  <c:v>11417.68</c:v>
                </c:pt>
                <c:pt idx="275">
                  <c:v>11428.11</c:v>
                </c:pt>
                <c:pt idx="276">
                  <c:v>11438.54</c:v>
                </c:pt>
                <c:pt idx="277">
                  <c:v>11448.96</c:v>
                </c:pt>
                <c:pt idx="278">
                  <c:v>11459.39</c:v>
                </c:pt>
                <c:pt idx="279">
                  <c:v>11469.82</c:v>
                </c:pt>
                <c:pt idx="280">
                  <c:v>11480.25</c:v>
                </c:pt>
                <c:pt idx="281">
                  <c:v>11490.68</c:v>
                </c:pt>
                <c:pt idx="282">
                  <c:v>11501.11</c:v>
                </c:pt>
                <c:pt idx="283">
                  <c:v>11511.54</c:v>
                </c:pt>
                <c:pt idx="284">
                  <c:v>11521.96</c:v>
                </c:pt>
                <c:pt idx="285">
                  <c:v>11532.39</c:v>
                </c:pt>
                <c:pt idx="286">
                  <c:v>11542.82</c:v>
                </c:pt>
                <c:pt idx="287">
                  <c:v>11553.25</c:v>
                </c:pt>
                <c:pt idx="288">
                  <c:v>11563.68</c:v>
                </c:pt>
                <c:pt idx="289">
                  <c:v>11574.11</c:v>
                </c:pt>
                <c:pt idx="290">
                  <c:v>11584.54</c:v>
                </c:pt>
                <c:pt idx="291">
                  <c:v>11594.96</c:v>
                </c:pt>
                <c:pt idx="292">
                  <c:v>11605.39</c:v>
                </c:pt>
                <c:pt idx="293">
                  <c:v>11615.82</c:v>
                </c:pt>
                <c:pt idx="294">
                  <c:v>11626.25</c:v>
                </c:pt>
                <c:pt idx="295">
                  <c:v>11636.68</c:v>
                </c:pt>
                <c:pt idx="296">
                  <c:v>11647.11</c:v>
                </c:pt>
                <c:pt idx="297">
                  <c:v>11657.54</c:v>
                </c:pt>
                <c:pt idx="298">
                  <c:v>11667.96</c:v>
                </c:pt>
                <c:pt idx="299">
                  <c:v>11678.39</c:v>
                </c:pt>
                <c:pt idx="300">
                  <c:v>11688.82</c:v>
                </c:pt>
                <c:pt idx="301">
                  <c:v>11699.25</c:v>
                </c:pt>
                <c:pt idx="302">
                  <c:v>11709.68</c:v>
                </c:pt>
                <c:pt idx="303">
                  <c:v>11720.11</c:v>
                </c:pt>
                <c:pt idx="304">
                  <c:v>11730.54</c:v>
                </c:pt>
                <c:pt idx="305">
                  <c:v>11740.96</c:v>
                </c:pt>
                <c:pt idx="306">
                  <c:v>11751.39</c:v>
                </c:pt>
                <c:pt idx="307">
                  <c:v>11761.82</c:v>
                </c:pt>
                <c:pt idx="308">
                  <c:v>11772.25</c:v>
                </c:pt>
                <c:pt idx="309">
                  <c:v>11782.68</c:v>
                </c:pt>
                <c:pt idx="310">
                  <c:v>11793.11</c:v>
                </c:pt>
                <c:pt idx="311">
                  <c:v>11803.54</c:v>
                </c:pt>
                <c:pt idx="312">
                  <c:v>11813.96</c:v>
                </c:pt>
                <c:pt idx="313">
                  <c:v>11824.39</c:v>
                </c:pt>
                <c:pt idx="314">
                  <c:v>11834.82</c:v>
                </c:pt>
                <c:pt idx="315">
                  <c:v>11845.25</c:v>
                </c:pt>
                <c:pt idx="316">
                  <c:v>11855.68</c:v>
                </c:pt>
                <c:pt idx="317">
                  <c:v>11866.11</c:v>
                </c:pt>
                <c:pt idx="318">
                  <c:v>11876.54</c:v>
                </c:pt>
                <c:pt idx="319">
                  <c:v>11886.96</c:v>
                </c:pt>
                <c:pt idx="320">
                  <c:v>11897.39</c:v>
                </c:pt>
                <c:pt idx="321">
                  <c:v>11907.82</c:v>
                </c:pt>
                <c:pt idx="322">
                  <c:v>11918.25</c:v>
                </c:pt>
                <c:pt idx="323">
                  <c:v>11928.68</c:v>
                </c:pt>
                <c:pt idx="324">
                  <c:v>11939.11</c:v>
                </c:pt>
                <c:pt idx="325">
                  <c:v>11949.54</c:v>
                </c:pt>
                <c:pt idx="326">
                  <c:v>11959.96</c:v>
                </c:pt>
                <c:pt idx="327">
                  <c:v>11970.39</c:v>
                </c:pt>
                <c:pt idx="328">
                  <c:v>11980.82</c:v>
                </c:pt>
                <c:pt idx="329">
                  <c:v>11991.25</c:v>
                </c:pt>
                <c:pt idx="330">
                  <c:v>12001.68</c:v>
                </c:pt>
                <c:pt idx="331">
                  <c:v>12012.11</c:v>
                </c:pt>
                <c:pt idx="332">
                  <c:v>12022.54</c:v>
                </c:pt>
                <c:pt idx="333">
                  <c:v>12032.96</c:v>
                </c:pt>
                <c:pt idx="334">
                  <c:v>12043.39</c:v>
                </c:pt>
                <c:pt idx="335">
                  <c:v>12053.82</c:v>
                </c:pt>
                <c:pt idx="336">
                  <c:v>12064.25</c:v>
                </c:pt>
                <c:pt idx="337">
                  <c:v>12074.68</c:v>
                </c:pt>
                <c:pt idx="338">
                  <c:v>12085.11</c:v>
                </c:pt>
                <c:pt idx="339">
                  <c:v>12095.54</c:v>
                </c:pt>
                <c:pt idx="340">
                  <c:v>12105.96</c:v>
                </c:pt>
                <c:pt idx="341">
                  <c:v>12116.39</c:v>
                </c:pt>
                <c:pt idx="342">
                  <c:v>12126.82</c:v>
                </c:pt>
                <c:pt idx="343">
                  <c:v>12137.25</c:v>
                </c:pt>
                <c:pt idx="344">
                  <c:v>12147.68</c:v>
                </c:pt>
                <c:pt idx="345">
                  <c:v>12158.11</c:v>
                </c:pt>
                <c:pt idx="346">
                  <c:v>12168.54</c:v>
                </c:pt>
                <c:pt idx="347">
                  <c:v>12178.96</c:v>
                </c:pt>
                <c:pt idx="348">
                  <c:v>12189.39</c:v>
                </c:pt>
                <c:pt idx="349">
                  <c:v>12199.82</c:v>
                </c:pt>
                <c:pt idx="350">
                  <c:v>12210.25</c:v>
                </c:pt>
                <c:pt idx="351">
                  <c:v>12220.68</c:v>
                </c:pt>
                <c:pt idx="352">
                  <c:v>12231.11</c:v>
                </c:pt>
                <c:pt idx="353">
                  <c:v>12241.54</c:v>
                </c:pt>
                <c:pt idx="354">
                  <c:v>12251.96</c:v>
                </c:pt>
                <c:pt idx="355">
                  <c:v>12262.39</c:v>
                </c:pt>
                <c:pt idx="356">
                  <c:v>12272.82</c:v>
                </c:pt>
                <c:pt idx="357">
                  <c:v>12283.25</c:v>
                </c:pt>
                <c:pt idx="358">
                  <c:v>12293.68</c:v>
                </c:pt>
                <c:pt idx="359">
                  <c:v>12304.11</c:v>
                </c:pt>
                <c:pt idx="360">
                  <c:v>12314.54</c:v>
                </c:pt>
                <c:pt idx="361">
                  <c:v>12324.96</c:v>
                </c:pt>
                <c:pt idx="362">
                  <c:v>12335.39</c:v>
                </c:pt>
                <c:pt idx="363">
                  <c:v>12345.82</c:v>
                </c:pt>
                <c:pt idx="364">
                  <c:v>12356.25</c:v>
                </c:pt>
                <c:pt idx="365">
                  <c:v>12366.68</c:v>
                </c:pt>
                <c:pt idx="366">
                  <c:v>12377.11</c:v>
                </c:pt>
                <c:pt idx="367">
                  <c:v>12387.54</c:v>
                </c:pt>
                <c:pt idx="368">
                  <c:v>12397.96</c:v>
                </c:pt>
                <c:pt idx="369">
                  <c:v>12408.39</c:v>
                </c:pt>
                <c:pt idx="370">
                  <c:v>12418.82</c:v>
                </c:pt>
                <c:pt idx="371">
                  <c:v>12429.25</c:v>
                </c:pt>
                <c:pt idx="372">
                  <c:v>12439.68</c:v>
                </c:pt>
                <c:pt idx="373">
                  <c:v>12450.11</c:v>
                </c:pt>
                <c:pt idx="374">
                  <c:v>12460.54</c:v>
                </c:pt>
                <c:pt idx="375">
                  <c:v>12470.96</c:v>
                </c:pt>
                <c:pt idx="376">
                  <c:v>12481.39</c:v>
                </c:pt>
                <c:pt idx="377">
                  <c:v>12491.82</c:v>
                </c:pt>
                <c:pt idx="378">
                  <c:v>12502.25</c:v>
                </c:pt>
                <c:pt idx="379">
                  <c:v>12512.68</c:v>
                </c:pt>
                <c:pt idx="380">
                  <c:v>12523.11</c:v>
                </c:pt>
                <c:pt idx="381">
                  <c:v>12533.54</c:v>
                </c:pt>
                <c:pt idx="382">
                  <c:v>12543.96</c:v>
                </c:pt>
                <c:pt idx="383">
                  <c:v>12554.39</c:v>
                </c:pt>
                <c:pt idx="384">
                  <c:v>12564.82</c:v>
                </c:pt>
                <c:pt idx="385">
                  <c:v>12575.25</c:v>
                </c:pt>
                <c:pt idx="386">
                  <c:v>12585.68</c:v>
                </c:pt>
                <c:pt idx="387">
                  <c:v>12596.11</c:v>
                </c:pt>
                <c:pt idx="388">
                  <c:v>12606.54</c:v>
                </c:pt>
                <c:pt idx="389">
                  <c:v>12616.96</c:v>
                </c:pt>
                <c:pt idx="390">
                  <c:v>12627.39</c:v>
                </c:pt>
                <c:pt idx="391">
                  <c:v>12637.82</c:v>
                </c:pt>
                <c:pt idx="392">
                  <c:v>12648.25</c:v>
                </c:pt>
                <c:pt idx="393">
                  <c:v>12658.68</c:v>
                </c:pt>
                <c:pt idx="394">
                  <c:v>12669.11</c:v>
                </c:pt>
                <c:pt idx="395">
                  <c:v>12679.54</c:v>
                </c:pt>
                <c:pt idx="396">
                  <c:v>12689.96</c:v>
                </c:pt>
                <c:pt idx="397">
                  <c:v>12700.39</c:v>
                </c:pt>
                <c:pt idx="398">
                  <c:v>12710.82</c:v>
                </c:pt>
                <c:pt idx="399">
                  <c:v>12721.25</c:v>
                </c:pt>
                <c:pt idx="400">
                  <c:v>12731.68</c:v>
                </c:pt>
                <c:pt idx="401">
                  <c:v>12742.11</c:v>
                </c:pt>
                <c:pt idx="402">
                  <c:v>12752.54</c:v>
                </c:pt>
                <c:pt idx="403">
                  <c:v>12762.96</c:v>
                </c:pt>
                <c:pt idx="404">
                  <c:v>12773.39</c:v>
                </c:pt>
                <c:pt idx="405">
                  <c:v>12783.82</c:v>
                </c:pt>
                <c:pt idx="406">
                  <c:v>12794.25</c:v>
                </c:pt>
                <c:pt idx="407">
                  <c:v>12804.68</c:v>
                </c:pt>
                <c:pt idx="408">
                  <c:v>12815.11</c:v>
                </c:pt>
                <c:pt idx="409">
                  <c:v>12825.54</c:v>
                </c:pt>
                <c:pt idx="410">
                  <c:v>12835.96</c:v>
                </c:pt>
                <c:pt idx="411">
                  <c:v>12846.39</c:v>
                </c:pt>
                <c:pt idx="412">
                  <c:v>12856.82</c:v>
                </c:pt>
                <c:pt idx="413">
                  <c:v>12867.25</c:v>
                </c:pt>
                <c:pt idx="414">
                  <c:v>12877.68</c:v>
                </c:pt>
                <c:pt idx="415">
                  <c:v>12888.11</c:v>
                </c:pt>
                <c:pt idx="416">
                  <c:v>12898.54</c:v>
                </c:pt>
                <c:pt idx="417">
                  <c:v>12908.96</c:v>
                </c:pt>
                <c:pt idx="418">
                  <c:v>12919.39</c:v>
                </c:pt>
                <c:pt idx="419">
                  <c:v>12929.82</c:v>
                </c:pt>
                <c:pt idx="420">
                  <c:v>12940.25</c:v>
                </c:pt>
                <c:pt idx="421">
                  <c:v>12950.68</c:v>
                </c:pt>
                <c:pt idx="422">
                  <c:v>12961.11</c:v>
                </c:pt>
                <c:pt idx="423">
                  <c:v>12971.54</c:v>
                </c:pt>
                <c:pt idx="424">
                  <c:v>12981.96</c:v>
                </c:pt>
                <c:pt idx="425">
                  <c:v>12992.39</c:v>
                </c:pt>
                <c:pt idx="426">
                  <c:v>13002.82</c:v>
                </c:pt>
                <c:pt idx="427">
                  <c:v>13013.25</c:v>
                </c:pt>
                <c:pt idx="428">
                  <c:v>13023.68</c:v>
                </c:pt>
                <c:pt idx="429">
                  <c:v>13034.11</c:v>
                </c:pt>
                <c:pt idx="430">
                  <c:v>13044.54</c:v>
                </c:pt>
                <c:pt idx="431">
                  <c:v>13054.96</c:v>
                </c:pt>
                <c:pt idx="432">
                  <c:v>13065.39</c:v>
                </c:pt>
                <c:pt idx="433">
                  <c:v>13075.82</c:v>
                </c:pt>
                <c:pt idx="434">
                  <c:v>13086.25</c:v>
                </c:pt>
                <c:pt idx="435">
                  <c:v>13096.68</c:v>
                </c:pt>
                <c:pt idx="436">
                  <c:v>13107.11</c:v>
                </c:pt>
                <c:pt idx="437">
                  <c:v>13117.54</c:v>
                </c:pt>
                <c:pt idx="438">
                  <c:v>13127.96</c:v>
                </c:pt>
                <c:pt idx="439">
                  <c:v>13138.39</c:v>
                </c:pt>
                <c:pt idx="440">
                  <c:v>13148.82</c:v>
                </c:pt>
                <c:pt idx="441">
                  <c:v>13159.25</c:v>
                </c:pt>
                <c:pt idx="442">
                  <c:v>13169.68</c:v>
                </c:pt>
                <c:pt idx="443">
                  <c:v>13180.11</c:v>
                </c:pt>
                <c:pt idx="444">
                  <c:v>13190.54</c:v>
                </c:pt>
                <c:pt idx="445">
                  <c:v>13200.96</c:v>
                </c:pt>
                <c:pt idx="446">
                  <c:v>13211.39</c:v>
                </c:pt>
                <c:pt idx="447">
                  <c:v>13221.82</c:v>
                </c:pt>
                <c:pt idx="448">
                  <c:v>13232.25</c:v>
                </c:pt>
                <c:pt idx="449">
                  <c:v>13242.68</c:v>
                </c:pt>
                <c:pt idx="450">
                  <c:v>13253.11</c:v>
                </c:pt>
                <c:pt idx="451">
                  <c:v>13263.54</c:v>
                </c:pt>
                <c:pt idx="452">
                  <c:v>13273.96</c:v>
                </c:pt>
                <c:pt idx="453">
                  <c:v>13284.39</c:v>
                </c:pt>
                <c:pt idx="454">
                  <c:v>13294.82</c:v>
                </c:pt>
                <c:pt idx="455">
                  <c:v>13305.25</c:v>
                </c:pt>
                <c:pt idx="456">
                  <c:v>13315.68</c:v>
                </c:pt>
                <c:pt idx="457">
                  <c:v>13326.11</c:v>
                </c:pt>
                <c:pt idx="458">
                  <c:v>13336.54</c:v>
                </c:pt>
                <c:pt idx="459">
                  <c:v>13346.96</c:v>
                </c:pt>
                <c:pt idx="460">
                  <c:v>13357.39</c:v>
                </c:pt>
                <c:pt idx="461">
                  <c:v>13367.82</c:v>
                </c:pt>
                <c:pt idx="462">
                  <c:v>13378.25</c:v>
                </c:pt>
                <c:pt idx="463">
                  <c:v>13388.68</c:v>
                </c:pt>
                <c:pt idx="464">
                  <c:v>13399.11</c:v>
                </c:pt>
                <c:pt idx="465">
                  <c:v>13409.54</c:v>
                </c:pt>
                <c:pt idx="466">
                  <c:v>13419.96</c:v>
                </c:pt>
                <c:pt idx="467">
                  <c:v>13430.39</c:v>
                </c:pt>
                <c:pt idx="468">
                  <c:v>13440.82</c:v>
                </c:pt>
                <c:pt idx="469">
                  <c:v>13451.25</c:v>
                </c:pt>
                <c:pt idx="470">
                  <c:v>13461.68</c:v>
                </c:pt>
                <c:pt idx="471">
                  <c:v>13472.11</c:v>
                </c:pt>
                <c:pt idx="472">
                  <c:v>13482.54</c:v>
                </c:pt>
                <c:pt idx="473">
                  <c:v>13492.96</c:v>
                </c:pt>
                <c:pt idx="474">
                  <c:v>13503.39</c:v>
                </c:pt>
                <c:pt idx="475">
                  <c:v>13513.82</c:v>
                </c:pt>
                <c:pt idx="476">
                  <c:v>13524.25</c:v>
                </c:pt>
                <c:pt idx="477">
                  <c:v>13534.68</c:v>
                </c:pt>
                <c:pt idx="478">
                  <c:v>13545.11</c:v>
                </c:pt>
                <c:pt idx="479">
                  <c:v>13555.54</c:v>
                </c:pt>
                <c:pt idx="480">
                  <c:v>13565.96</c:v>
                </c:pt>
                <c:pt idx="481">
                  <c:v>13576.39</c:v>
                </c:pt>
                <c:pt idx="482">
                  <c:v>13586.82</c:v>
                </c:pt>
                <c:pt idx="483">
                  <c:v>13597.25</c:v>
                </c:pt>
                <c:pt idx="484">
                  <c:v>13607.68</c:v>
                </c:pt>
                <c:pt idx="485">
                  <c:v>13618.11</c:v>
                </c:pt>
                <c:pt idx="486">
                  <c:v>13628.54</c:v>
                </c:pt>
                <c:pt idx="487">
                  <c:v>13638.96</c:v>
                </c:pt>
                <c:pt idx="488">
                  <c:v>13649.39</c:v>
                </c:pt>
                <c:pt idx="489">
                  <c:v>13659.82</c:v>
                </c:pt>
                <c:pt idx="490">
                  <c:v>13670.25</c:v>
                </c:pt>
                <c:pt idx="491">
                  <c:v>13680.68</c:v>
                </c:pt>
                <c:pt idx="492">
                  <c:v>13691.11</c:v>
                </c:pt>
                <c:pt idx="493">
                  <c:v>13701.54</c:v>
                </c:pt>
                <c:pt idx="494">
                  <c:v>13711.96</c:v>
                </c:pt>
                <c:pt idx="495">
                  <c:v>13722.39</c:v>
                </c:pt>
                <c:pt idx="496">
                  <c:v>13732.82</c:v>
                </c:pt>
                <c:pt idx="497">
                  <c:v>13743.25</c:v>
                </c:pt>
                <c:pt idx="498">
                  <c:v>13753.68</c:v>
                </c:pt>
                <c:pt idx="499">
                  <c:v>13764.11</c:v>
                </c:pt>
                <c:pt idx="500">
                  <c:v>13774.54</c:v>
                </c:pt>
                <c:pt idx="501">
                  <c:v>13784.96</c:v>
                </c:pt>
                <c:pt idx="502">
                  <c:v>13795.39</c:v>
                </c:pt>
                <c:pt idx="503">
                  <c:v>13805.82</c:v>
                </c:pt>
                <c:pt idx="504">
                  <c:v>13816.25</c:v>
                </c:pt>
                <c:pt idx="505">
                  <c:v>13826.68</c:v>
                </c:pt>
                <c:pt idx="506">
                  <c:v>13837.11</c:v>
                </c:pt>
                <c:pt idx="507">
                  <c:v>13846.52</c:v>
                </c:pt>
                <c:pt idx="508">
                  <c:v>13855.91</c:v>
                </c:pt>
                <c:pt idx="509">
                  <c:v>13865.29</c:v>
                </c:pt>
                <c:pt idx="510">
                  <c:v>13874.68</c:v>
                </c:pt>
                <c:pt idx="511">
                  <c:v>13884.06</c:v>
                </c:pt>
                <c:pt idx="512">
                  <c:v>13893.45</c:v>
                </c:pt>
                <c:pt idx="513">
                  <c:v>13902.83</c:v>
                </c:pt>
                <c:pt idx="514">
                  <c:v>13912.22</c:v>
                </c:pt>
                <c:pt idx="515">
                  <c:v>13921.61</c:v>
                </c:pt>
                <c:pt idx="516">
                  <c:v>13929.15</c:v>
                </c:pt>
                <c:pt idx="517">
                  <c:v>13936.32</c:v>
                </c:pt>
                <c:pt idx="518">
                  <c:v>13943.49</c:v>
                </c:pt>
                <c:pt idx="519">
                  <c:v>13950.66</c:v>
                </c:pt>
                <c:pt idx="520">
                  <c:v>13957.83</c:v>
                </c:pt>
                <c:pt idx="521">
                  <c:v>13965</c:v>
                </c:pt>
                <c:pt idx="522">
                  <c:v>13972.17</c:v>
                </c:pt>
                <c:pt idx="523">
                  <c:v>13979.34</c:v>
                </c:pt>
                <c:pt idx="524">
                  <c:v>13986.51</c:v>
                </c:pt>
                <c:pt idx="525">
                  <c:v>13993.68</c:v>
                </c:pt>
                <c:pt idx="526">
                  <c:v>14000.85</c:v>
                </c:pt>
                <c:pt idx="527">
                  <c:v>14008.02</c:v>
                </c:pt>
                <c:pt idx="528">
                  <c:v>14015.19</c:v>
                </c:pt>
                <c:pt idx="529">
                  <c:v>14022.36</c:v>
                </c:pt>
                <c:pt idx="530">
                  <c:v>14029.53</c:v>
                </c:pt>
                <c:pt idx="531">
                  <c:v>14036.7</c:v>
                </c:pt>
                <c:pt idx="532">
                  <c:v>14043.87</c:v>
                </c:pt>
                <c:pt idx="533">
                  <c:v>14051.04</c:v>
                </c:pt>
                <c:pt idx="534">
                  <c:v>14058.21</c:v>
                </c:pt>
                <c:pt idx="535">
                  <c:v>14065.38</c:v>
                </c:pt>
                <c:pt idx="536">
                  <c:v>14072.55</c:v>
                </c:pt>
                <c:pt idx="537">
                  <c:v>14079.72</c:v>
                </c:pt>
                <c:pt idx="538">
                  <c:v>14086.89</c:v>
                </c:pt>
                <c:pt idx="539">
                  <c:v>14094.06</c:v>
                </c:pt>
                <c:pt idx="540">
                  <c:v>14101.23</c:v>
                </c:pt>
                <c:pt idx="541">
                  <c:v>14108.4</c:v>
                </c:pt>
                <c:pt idx="542">
                  <c:v>14115.57</c:v>
                </c:pt>
                <c:pt idx="543">
                  <c:v>14122.74</c:v>
                </c:pt>
                <c:pt idx="544">
                  <c:v>14129.9</c:v>
                </c:pt>
                <c:pt idx="545">
                  <c:v>14137.07</c:v>
                </c:pt>
                <c:pt idx="546">
                  <c:v>14144.24</c:v>
                </c:pt>
                <c:pt idx="547">
                  <c:v>14151.41</c:v>
                </c:pt>
                <c:pt idx="548">
                  <c:v>14158.58</c:v>
                </c:pt>
                <c:pt idx="549">
                  <c:v>14165.75</c:v>
                </c:pt>
                <c:pt idx="550">
                  <c:v>14172.92</c:v>
                </c:pt>
                <c:pt idx="551">
                  <c:v>14180.09</c:v>
                </c:pt>
                <c:pt idx="552">
                  <c:v>14187.26</c:v>
                </c:pt>
                <c:pt idx="553">
                  <c:v>14194.43</c:v>
                </c:pt>
                <c:pt idx="554">
                  <c:v>14201.6</c:v>
                </c:pt>
                <c:pt idx="555">
                  <c:v>14208.77</c:v>
                </c:pt>
                <c:pt idx="556">
                  <c:v>14215.94</c:v>
                </c:pt>
                <c:pt idx="557">
                  <c:v>14223.11</c:v>
                </c:pt>
                <c:pt idx="558">
                  <c:v>14230.28</c:v>
                </c:pt>
                <c:pt idx="559">
                  <c:v>14237.45</c:v>
                </c:pt>
                <c:pt idx="560">
                  <c:v>14244.62</c:v>
                </c:pt>
                <c:pt idx="561">
                  <c:v>14251.79</c:v>
                </c:pt>
                <c:pt idx="562">
                  <c:v>14258.96</c:v>
                </c:pt>
                <c:pt idx="563">
                  <c:v>14266.13</c:v>
                </c:pt>
                <c:pt idx="564">
                  <c:v>14273.3</c:v>
                </c:pt>
                <c:pt idx="565">
                  <c:v>14280.47</c:v>
                </c:pt>
                <c:pt idx="566">
                  <c:v>14287.64</c:v>
                </c:pt>
                <c:pt idx="567">
                  <c:v>14294.81</c:v>
                </c:pt>
                <c:pt idx="568">
                  <c:v>14301.98</c:v>
                </c:pt>
                <c:pt idx="569">
                  <c:v>14309.15</c:v>
                </c:pt>
                <c:pt idx="570">
                  <c:v>14316.32</c:v>
                </c:pt>
                <c:pt idx="571">
                  <c:v>14323.49</c:v>
                </c:pt>
                <c:pt idx="572">
                  <c:v>14330.65</c:v>
                </c:pt>
                <c:pt idx="573">
                  <c:v>14337.82</c:v>
                </c:pt>
                <c:pt idx="574">
                  <c:v>14344.99</c:v>
                </c:pt>
                <c:pt idx="575">
                  <c:v>14352.16</c:v>
                </c:pt>
                <c:pt idx="576">
                  <c:v>14359.33</c:v>
                </c:pt>
                <c:pt idx="577">
                  <c:v>14366.5</c:v>
                </c:pt>
                <c:pt idx="578">
                  <c:v>14373.67</c:v>
                </c:pt>
                <c:pt idx="579">
                  <c:v>14380.84</c:v>
                </c:pt>
                <c:pt idx="580">
                  <c:v>14388.01</c:v>
                </c:pt>
                <c:pt idx="581">
                  <c:v>14395.18</c:v>
                </c:pt>
                <c:pt idx="582">
                  <c:v>14402.35</c:v>
                </c:pt>
                <c:pt idx="583">
                  <c:v>14409.52</c:v>
                </c:pt>
                <c:pt idx="584">
                  <c:v>14416.69</c:v>
                </c:pt>
                <c:pt idx="585">
                  <c:v>14423.86</c:v>
                </c:pt>
                <c:pt idx="586">
                  <c:v>14431.03</c:v>
                </c:pt>
                <c:pt idx="587">
                  <c:v>14438.2</c:v>
                </c:pt>
                <c:pt idx="588">
                  <c:v>14445.37</c:v>
                </c:pt>
                <c:pt idx="589">
                  <c:v>14452.54</c:v>
                </c:pt>
                <c:pt idx="590">
                  <c:v>14459.71</c:v>
                </c:pt>
                <c:pt idx="591">
                  <c:v>14466.88</c:v>
                </c:pt>
                <c:pt idx="592">
                  <c:v>14474.05</c:v>
                </c:pt>
                <c:pt idx="593">
                  <c:v>14481.39</c:v>
                </c:pt>
                <c:pt idx="594">
                  <c:v>14488.79</c:v>
                </c:pt>
                <c:pt idx="595">
                  <c:v>14496.2</c:v>
                </c:pt>
                <c:pt idx="596">
                  <c:v>14503.6</c:v>
                </c:pt>
                <c:pt idx="597">
                  <c:v>14511.01</c:v>
                </c:pt>
                <c:pt idx="598">
                  <c:v>14518.41</c:v>
                </c:pt>
                <c:pt idx="599">
                  <c:v>14525.81</c:v>
                </c:pt>
                <c:pt idx="600">
                  <c:v>14533.22</c:v>
                </c:pt>
                <c:pt idx="601">
                  <c:v>14540.62</c:v>
                </c:pt>
                <c:pt idx="602">
                  <c:v>14548.03</c:v>
                </c:pt>
                <c:pt idx="603">
                  <c:v>14555.43</c:v>
                </c:pt>
                <c:pt idx="604">
                  <c:v>14562.84</c:v>
                </c:pt>
                <c:pt idx="605">
                  <c:v>14570.24</c:v>
                </c:pt>
                <c:pt idx="606">
                  <c:v>14577.64</c:v>
                </c:pt>
                <c:pt idx="607">
                  <c:v>14585.05</c:v>
                </c:pt>
                <c:pt idx="608">
                  <c:v>14592.45</c:v>
                </c:pt>
                <c:pt idx="609">
                  <c:v>14599.86</c:v>
                </c:pt>
                <c:pt idx="610">
                  <c:v>14607.26</c:v>
                </c:pt>
                <c:pt idx="611">
                  <c:v>14614.67</c:v>
                </c:pt>
                <c:pt idx="612">
                  <c:v>14622.07</c:v>
                </c:pt>
                <c:pt idx="613">
                  <c:v>14629.47</c:v>
                </c:pt>
                <c:pt idx="614">
                  <c:v>14636.88</c:v>
                </c:pt>
                <c:pt idx="615">
                  <c:v>14644.28</c:v>
                </c:pt>
                <c:pt idx="616">
                  <c:v>14651.69</c:v>
                </c:pt>
                <c:pt idx="617">
                  <c:v>14659.09</c:v>
                </c:pt>
                <c:pt idx="618">
                  <c:v>14666.5</c:v>
                </c:pt>
                <c:pt idx="619">
                  <c:v>14673.9</c:v>
                </c:pt>
                <c:pt idx="620">
                  <c:v>14681.3</c:v>
                </c:pt>
                <c:pt idx="621">
                  <c:v>14688.71</c:v>
                </c:pt>
                <c:pt idx="622">
                  <c:v>14696.11</c:v>
                </c:pt>
                <c:pt idx="623">
                  <c:v>14703.52</c:v>
                </c:pt>
                <c:pt idx="624">
                  <c:v>14710.92</c:v>
                </c:pt>
                <c:pt idx="625">
                  <c:v>14718.33</c:v>
                </c:pt>
                <c:pt idx="626">
                  <c:v>14725.73</c:v>
                </c:pt>
                <c:pt idx="627">
                  <c:v>14733.13</c:v>
                </c:pt>
                <c:pt idx="628">
                  <c:v>14740.54</c:v>
                </c:pt>
                <c:pt idx="629">
                  <c:v>14747.94</c:v>
                </c:pt>
                <c:pt idx="630">
                  <c:v>14755.35</c:v>
                </c:pt>
                <c:pt idx="631">
                  <c:v>14762.75</c:v>
                </c:pt>
                <c:pt idx="632">
                  <c:v>14770.16</c:v>
                </c:pt>
                <c:pt idx="633">
                  <c:v>14777.56</c:v>
                </c:pt>
                <c:pt idx="634">
                  <c:v>14784.96</c:v>
                </c:pt>
                <c:pt idx="635">
                  <c:v>14792.37</c:v>
                </c:pt>
                <c:pt idx="636">
                  <c:v>14799.77</c:v>
                </c:pt>
                <c:pt idx="637">
                  <c:v>14807.18</c:v>
                </c:pt>
                <c:pt idx="638">
                  <c:v>14814.58</c:v>
                </c:pt>
                <c:pt idx="639">
                  <c:v>14821.99</c:v>
                </c:pt>
                <c:pt idx="640">
                  <c:v>14829.39</c:v>
                </c:pt>
                <c:pt idx="641">
                  <c:v>14836.79</c:v>
                </c:pt>
                <c:pt idx="642">
                  <c:v>14844.2</c:v>
                </c:pt>
                <c:pt idx="643">
                  <c:v>14851.6</c:v>
                </c:pt>
                <c:pt idx="644">
                  <c:v>14859.01</c:v>
                </c:pt>
                <c:pt idx="645">
                  <c:v>14866.41</c:v>
                </c:pt>
                <c:pt idx="646">
                  <c:v>14873.82</c:v>
                </c:pt>
                <c:pt idx="647">
                  <c:v>14881.22</c:v>
                </c:pt>
                <c:pt idx="648">
                  <c:v>14888.62</c:v>
                </c:pt>
                <c:pt idx="649">
                  <c:v>14896.03</c:v>
                </c:pt>
                <c:pt idx="650">
                  <c:v>14903.43</c:v>
                </c:pt>
                <c:pt idx="651">
                  <c:v>14910.84</c:v>
                </c:pt>
                <c:pt idx="652">
                  <c:v>14918.24</c:v>
                </c:pt>
                <c:pt idx="653">
                  <c:v>14925.65</c:v>
                </c:pt>
                <c:pt idx="654">
                  <c:v>14933.05</c:v>
                </c:pt>
                <c:pt idx="655">
                  <c:v>14940.45</c:v>
                </c:pt>
                <c:pt idx="656">
                  <c:v>14947.86</c:v>
                </c:pt>
                <c:pt idx="657">
                  <c:v>14955.26</c:v>
                </c:pt>
                <c:pt idx="658">
                  <c:v>14962.67</c:v>
                </c:pt>
                <c:pt idx="659">
                  <c:v>14970.07</c:v>
                </c:pt>
                <c:pt idx="660">
                  <c:v>14977.48</c:v>
                </c:pt>
                <c:pt idx="661">
                  <c:v>14984.88</c:v>
                </c:pt>
                <c:pt idx="662">
                  <c:v>14992.28</c:v>
                </c:pt>
                <c:pt idx="663">
                  <c:v>14999.69</c:v>
                </c:pt>
                <c:pt idx="664">
                  <c:v>15007.09</c:v>
                </c:pt>
                <c:pt idx="665">
                  <c:v>15014.5</c:v>
                </c:pt>
                <c:pt idx="666">
                  <c:v>15021.9</c:v>
                </c:pt>
                <c:pt idx="667">
                  <c:v>15029.31</c:v>
                </c:pt>
                <c:pt idx="668">
                  <c:v>15036.71</c:v>
                </c:pt>
                <c:pt idx="669">
                  <c:v>15044.11</c:v>
                </c:pt>
                <c:pt idx="670">
                  <c:v>15051.52</c:v>
                </c:pt>
                <c:pt idx="671">
                  <c:v>15058.92</c:v>
                </c:pt>
                <c:pt idx="672">
                  <c:v>15066.33</c:v>
                </c:pt>
                <c:pt idx="673">
                  <c:v>15073.73</c:v>
                </c:pt>
                <c:pt idx="674">
                  <c:v>15081.14</c:v>
                </c:pt>
                <c:pt idx="675">
                  <c:v>15088.54</c:v>
                </c:pt>
                <c:pt idx="676">
                  <c:v>15095.94</c:v>
                </c:pt>
                <c:pt idx="677">
                  <c:v>15103.35</c:v>
                </c:pt>
                <c:pt idx="678">
                  <c:v>15110.75</c:v>
                </c:pt>
                <c:pt idx="679">
                  <c:v>15118.16</c:v>
                </c:pt>
                <c:pt idx="680">
                  <c:v>15125.56</c:v>
                </c:pt>
                <c:pt idx="681">
                  <c:v>15132.97</c:v>
                </c:pt>
                <c:pt idx="682">
                  <c:v>15140.37</c:v>
                </c:pt>
                <c:pt idx="683">
                  <c:v>15147.77</c:v>
                </c:pt>
                <c:pt idx="684">
                  <c:v>15155.18</c:v>
                </c:pt>
                <c:pt idx="685">
                  <c:v>15162.58</c:v>
                </c:pt>
                <c:pt idx="686">
                  <c:v>15169.99</c:v>
                </c:pt>
                <c:pt idx="687">
                  <c:v>15177.39</c:v>
                </c:pt>
                <c:pt idx="688">
                  <c:v>15184.8</c:v>
                </c:pt>
                <c:pt idx="689">
                  <c:v>15192.2</c:v>
                </c:pt>
                <c:pt idx="690">
                  <c:v>15199.6</c:v>
                </c:pt>
                <c:pt idx="691">
                  <c:v>15207.01</c:v>
                </c:pt>
                <c:pt idx="692">
                  <c:v>15214.41</c:v>
                </c:pt>
                <c:pt idx="693">
                  <c:v>15221.82</c:v>
                </c:pt>
                <c:pt idx="694">
                  <c:v>15229.22</c:v>
                </c:pt>
                <c:pt idx="695">
                  <c:v>15236.63</c:v>
                </c:pt>
                <c:pt idx="696">
                  <c:v>15244.03</c:v>
                </c:pt>
                <c:pt idx="697">
                  <c:v>15251.43</c:v>
                </c:pt>
                <c:pt idx="698">
                  <c:v>15258.84</c:v>
                </c:pt>
                <c:pt idx="699">
                  <c:v>15266.24</c:v>
                </c:pt>
                <c:pt idx="700">
                  <c:v>15273.65</c:v>
                </c:pt>
                <c:pt idx="701">
                  <c:v>15281.05</c:v>
                </c:pt>
                <c:pt idx="702">
                  <c:v>15288.46</c:v>
                </c:pt>
                <c:pt idx="703">
                  <c:v>15295.86</c:v>
                </c:pt>
                <c:pt idx="704">
                  <c:v>15303.26</c:v>
                </c:pt>
                <c:pt idx="705">
                  <c:v>15310.67</c:v>
                </c:pt>
                <c:pt idx="706">
                  <c:v>15318.07</c:v>
                </c:pt>
                <c:pt idx="707">
                  <c:v>15325.48</c:v>
                </c:pt>
                <c:pt idx="708">
                  <c:v>15332.88</c:v>
                </c:pt>
                <c:pt idx="709">
                  <c:v>15340.29</c:v>
                </c:pt>
                <c:pt idx="710">
                  <c:v>15347.69</c:v>
                </c:pt>
                <c:pt idx="711">
                  <c:v>15355.09</c:v>
                </c:pt>
                <c:pt idx="712">
                  <c:v>15362.5</c:v>
                </c:pt>
                <c:pt idx="713">
                  <c:v>15369.9</c:v>
                </c:pt>
                <c:pt idx="714">
                  <c:v>15377.31</c:v>
                </c:pt>
                <c:pt idx="715">
                  <c:v>15384.71</c:v>
                </c:pt>
                <c:pt idx="716">
                  <c:v>15392.12</c:v>
                </c:pt>
                <c:pt idx="717">
                  <c:v>15399.52</c:v>
                </c:pt>
                <c:pt idx="718">
                  <c:v>15406.92</c:v>
                </c:pt>
                <c:pt idx="719">
                  <c:v>15414.33</c:v>
                </c:pt>
                <c:pt idx="720">
                  <c:v>15421.73</c:v>
                </c:pt>
                <c:pt idx="721">
                  <c:v>15429.14</c:v>
                </c:pt>
                <c:pt idx="722">
                  <c:v>15436.54</c:v>
                </c:pt>
                <c:pt idx="723">
                  <c:v>15443.95</c:v>
                </c:pt>
                <c:pt idx="724">
                  <c:v>15451.35</c:v>
                </c:pt>
                <c:pt idx="725">
                  <c:v>15458.75</c:v>
                </c:pt>
                <c:pt idx="726">
                  <c:v>15466.16</c:v>
                </c:pt>
                <c:pt idx="727">
                  <c:v>15473.56</c:v>
                </c:pt>
                <c:pt idx="728">
                  <c:v>15480.97</c:v>
                </c:pt>
                <c:pt idx="729">
                  <c:v>15488.37</c:v>
                </c:pt>
                <c:pt idx="730">
                  <c:v>15495.78</c:v>
                </c:pt>
                <c:pt idx="731">
                  <c:v>15503.18</c:v>
                </c:pt>
                <c:pt idx="732">
                  <c:v>15510.58</c:v>
                </c:pt>
                <c:pt idx="733">
                  <c:v>15517.99</c:v>
                </c:pt>
                <c:pt idx="734">
                  <c:v>15525.39</c:v>
                </c:pt>
                <c:pt idx="735">
                  <c:v>15532.8</c:v>
                </c:pt>
                <c:pt idx="736">
                  <c:v>15540.2</c:v>
                </c:pt>
                <c:pt idx="737">
                  <c:v>15547.61</c:v>
                </c:pt>
                <c:pt idx="738">
                  <c:v>15555.01</c:v>
                </c:pt>
                <c:pt idx="739">
                  <c:v>15562.41</c:v>
                </c:pt>
                <c:pt idx="740">
                  <c:v>15569.82</c:v>
                </c:pt>
                <c:pt idx="741">
                  <c:v>15577.22</c:v>
                </c:pt>
                <c:pt idx="742">
                  <c:v>15584.63</c:v>
                </c:pt>
                <c:pt idx="743">
                  <c:v>15592.03</c:v>
                </c:pt>
                <c:pt idx="744">
                  <c:v>15599.44</c:v>
                </c:pt>
                <c:pt idx="745">
                  <c:v>15606.84</c:v>
                </c:pt>
                <c:pt idx="746">
                  <c:v>15614.24</c:v>
                </c:pt>
                <c:pt idx="747">
                  <c:v>15621.65</c:v>
                </c:pt>
                <c:pt idx="748">
                  <c:v>15629.05</c:v>
                </c:pt>
                <c:pt idx="749">
                  <c:v>15636.46</c:v>
                </c:pt>
                <c:pt idx="750">
                  <c:v>15643.86</c:v>
                </c:pt>
                <c:pt idx="751">
                  <c:v>15651.27</c:v>
                </c:pt>
                <c:pt idx="752">
                  <c:v>15658.67</c:v>
                </c:pt>
                <c:pt idx="753">
                  <c:v>15666.07</c:v>
                </c:pt>
                <c:pt idx="754">
                  <c:v>15673.48</c:v>
                </c:pt>
                <c:pt idx="755">
                  <c:v>15680.88</c:v>
                </c:pt>
                <c:pt idx="756">
                  <c:v>15688.29</c:v>
                </c:pt>
                <c:pt idx="757">
                  <c:v>15695.69</c:v>
                </c:pt>
                <c:pt idx="758">
                  <c:v>15703.1</c:v>
                </c:pt>
                <c:pt idx="759">
                  <c:v>15710.5</c:v>
                </c:pt>
                <c:pt idx="760">
                  <c:v>15717.9</c:v>
                </c:pt>
                <c:pt idx="761">
                  <c:v>15725.31</c:v>
                </c:pt>
                <c:pt idx="762">
                  <c:v>15732.71</c:v>
                </c:pt>
                <c:pt idx="763">
                  <c:v>15740.12</c:v>
                </c:pt>
                <c:pt idx="764">
                  <c:v>15747.52</c:v>
                </c:pt>
                <c:pt idx="765">
                  <c:v>15754.93</c:v>
                </c:pt>
                <c:pt idx="766">
                  <c:v>15762.33</c:v>
                </c:pt>
                <c:pt idx="767">
                  <c:v>15769.73</c:v>
                </c:pt>
                <c:pt idx="768">
                  <c:v>15777.14</c:v>
                </c:pt>
                <c:pt idx="769">
                  <c:v>15784.54</c:v>
                </c:pt>
                <c:pt idx="770">
                  <c:v>15791.95</c:v>
                </c:pt>
                <c:pt idx="771">
                  <c:v>15799.35</c:v>
                </c:pt>
                <c:pt idx="772">
                  <c:v>15806.76</c:v>
                </c:pt>
                <c:pt idx="773">
                  <c:v>15814.16</c:v>
                </c:pt>
                <c:pt idx="774">
                  <c:v>15821.56</c:v>
                </c:pt>
                <c:pt idx="775">
                  <c:v>15828.97</c:v>
                </c:pt>
                <c:pt idx="776">
                  <c:v>15836.37</c:v>
                </c:pt>
                <c:pt idx="777">
                  <c:v>15843.78</c:v>
                </c:pt>
                <c:pt idx="778">
                  <c:v>15851.18</c:v>
                </c:pt>
                <c:pt idx="779">
                  <c:v>15858.59</c:v>
                </c:pt>
                <c:pt idx="780">
                  <c:v>15865.99</c:v>
                </c:pt>
                <c:pt idx="781">
                  <c:v>15873.39</c:v>
                </c:pt>
                <c:pt idx="782">
                  <c:v>15880.8</c:v>
                </c:pt>
                <c:pt idx="783">
                  <c:v>15888.2</c:v>
                </c:pt>
                <c:pt idx="784">
                  <c:v>15895.61</c:v>
                </c:pt>
                <c:pt idx="785">
                  <c:v>15903.01</c:v>
                </c:pt>
                <c:pt idx="786">
                  <c:v>15910.42</c:v>
                </c:pt>
                <c:pt idx="787">
                  <c:v>15917.82</c:v>
                </c:pt>
                <c:pt idx="788">
                  <c:v>15925.22</c:v>
                </c:pt>
                <c:pt idx="789">
                  <c:v>15932.63</c:v>
                </c:pt>
                <c:pt idx="790">
                  <c:v>15940.03</c:v>
                </c:pt>
                <c:pt idx="791">
                  <c:v>15947.44</c:v>
                </c:pt>
                <c:pt idx="792">
                  <c:v>15954.84</c:v>
                </c:pt>
                <c:pt idx="793">
                  <c:v>15962.25</c:v>
                </c:pt>
                <c:pt idx="794">
                  <c:v>15969.65</c:v>
                </c:pt>
                <c:pt idx="795">
                  <c:v>15977.05</c:v>
                </c:pt>
                <c:pt idx="796">
                  <c:v>15984.46</c:v>
                </c:pt>
                <c:pt idx="797">
                  <c:v>15991.86</c:v>
                </c:pt>
                <c:pt idx="798">
                  <c:v>15999.27</c:v>
                </c:pt>
                <c:pt idx="799">
                  <c:v>16006.67</c:v>
                </c:pt>
                <c:pt idx="800">
                  <c:v>16014.08</c:v>
                </c:pt>
                <c:pt idx="801">
                  <c:v>16021.48</c:v>
                </c:pt>
                <c:pt idx="802">
                  <c:v>16028.88</c:v>
                </c:pt>
                <c:pt idx="803">
                  <c:v>16036.29</c:v>
                </c:pt>
                <c:pt idx="804">
                  <c:v>16043.69</c:v>
                </c:pt>
                <c:pt idx="805">
                  <c:v>16051.1</c:v>
                </c:pt>
                <c:pt idx="806">
                  <c:v>16058.5</c:v>
                </c:pt>
                <c:pt idx="807">
                  <c:v>16065.91</c:v>
                </c:pt>
                <c:pt idx="808">
                  <c:v>16073.31</c:v>
                </c:pt>
                <c:pt idx="809">
                  <c:v>16080.71</c:v>
                </c:pt>
                <c:pt idx="810">
                  <c:v>16088.12</c:v>
                </c:pt>
                <c:pt idx="811">
                  <c:v>16095.52</c:v>
                </c:pt>
                <c:pt idx="812">
                  <c:v>16102.93</c:v>
                </c:pt>
                <c:pt idx="813">
                  <c:v>16110.33</c:v>
                </c:pt>
                <c:pt idx="814">
                  <c:v>16117.74</c:v>
                </c:pt>
                <c:pt idx="815">
                  <c:v>16125.14</c:v>
                </c:pt>
                <c:pt idx="816">
                  <c:v>16132.54</c:v>
                </c:pt>
                <c:pt idx="817">
                  <c:v>16139.95</c:v>
                </c:pt>
                <c:pt idx="818">
                  <c:v>16147.35</c:v>
                </c:pt>
                <c:pt idx="819">
                  <c:v>16154.76</c:v>
                </c:pt>
                <c:pt idx="820">
                  <c:v>16162.16</c:v>
                </c:pt>
                <c:pt idx="821">
                  <c:v>16169.57</c:v>
                </c:pt>
                <c:pt idx="822">
                  <c:v>16176.97</c:v>
                </c:pt>
                <c:pt idx="823">
                  <c:v>16184.37</c:v>
                </c:pt>
                <c:pt idx="824">
                  <c:v>16191.78</c:v>
                </c:pt>
                <c:pt idx="825">
                  <c:v>16199.18</c:v>
                </c:pt>
                <c:pt idx="826">
                  <c:v>16206.59</c:v>
                </c:pt>
                <c:pt idx="827">
                  <c:v>16213.99</c:v>
                </c:pt>
                <c:pt idx="828">
                  <c:v>16221.4</c:v>
                </c:pt>
                <c:pt idx="829">
                  <c:v>16228.8</c:v>
                </c:pt>
                <c:pt idx="830">
                  <c:v>16236.2</c:v>
                </c:pt>
                <c:pt idx="831">
                  <c:v>16243.61</c:v>
                </c:pt>
                <c:pt idx="832">
                  <c:v>16251.01</c:v>
                </c:pt>
                <c:pt idx="833">
                  <c:v>16258.42</c:v>
                </c:pt>
                <c:pt idx="834">
                  <c:v>16265.82</c:v>
                </c:pt>
                <c:pt idx="835">
                  <c:v>16273.23</c:v>
                </c:pt>
                <c:pt idx="836">
                  <c:v>16280.63</c:v>
                </c:pt>
                <c:pt idx="837">
                  <c:v>16288.03</c:v>
                </c:pt>
                <c:pt idx="838">
                  <c:v>16295.44</c:v>
                </c:pt>
                <c:pt idx="839">
                  <c:v>16302.84</c:v>
                </c:pt>
                <c:pt idx="840">
                  <c:v>16310.25</c:v>
                </c:pt>
                <c:pt idx="841">
                  <c:v>16317.65</c:v>
                </c:pt>
                <c:pt idx="842">
                  <c:v>16325.06</c:v>
                </c:pt>
                <c:pt idx="843">
                  <c:v>16332.46</c:v>
                </c:pt>
                <c:pt idx="844">
                  <c:v>16339.86</c:v>
                </c:pt>
                <c:pt idx="845">
                  <c:v>16347.27</c:v>
                </c:pt>
                <c:pt idx="846">
                  <c:v>16354.67</c:v>
                </c:pt>
                <c:pt idx="847">
                  <c:v>16362.08</c:v>
                </c:pt>
                <c:pt idx="848">
                  <c:v>16369.48</c:v>
                </c:pt>
                <c:pt idx="849">
                  <c:v>16376.89</c:v>
                </c:pt>
                <c:pt idx="850">
                  <c:v>16384.29</c:v>
                </c:pt>
                <c:pt idx="851">
                  <c:v>16391.689999999999</c:v>
                </c:pt>
                <c:pt idx="852">
                  <c:v>16399.099999999999</c:v>
                </c:pt>
                <c:pt idx="853">
                  <c:v>16406.5</c:v>
                </c:pt>
                <c:pt idx="854">
                  <c:v>16414.23</c:v>
                </c:pt>
                <c:pt idx="855">
                  <c:v>16422.52</c:v>
                </c:pt>
                <c:pt idx="856">
                  <c:v>16430.810000000001</c:v>
                </c:pt>
                <c:pt idx="857">
                  <c:v>16439.099999999999</c:v>
                </c:pt>
                <c:pt idx="858">
                  <c:v>16447.39</c:v>
                </c:pt>
                <c:pt idx="859">
                  <c:v>16455.689999999999</c:v>
                </c:pt>
                <c:pt idx="860">
                  <c:v>16463.98</c:v>
                </c:pt>
                <c:pt idx="861">
                  <c:v>16472.27</c:v>
                </c:pt>
                <c:pt idx="862">
                  <c:v>16480.560000000001</c:v>
                </c:pt>
                <c:pt idx="863">
                  <c:v>16488.849999999999</c:v>
                </c:pt>
                <c:pt idx="864">
                  <c:v>16497.14</c:v>
                </c:pt>
                <c:pt idx="865">
                  <c:v>16505.43</c:v>
                </c:pt>
                <c:pt idx="866">
                  <c:v>16513.72</c:v>
                </c:pt>
                <c:pt idx="867">
                  <c:v>16522.009999999998</c:v>
                </c:pt>
                <c:pt idx="868">
                  <c:v>16530.3</c:v>
                </c:pt>
                <c:pt idx="869">
                  <c:v>16538.59</c:v>
                </c:pt>
                <c:pt idx="870">
                  <c:v>16546.88</c:v>
                </c:pt>
                <c:pt idx="871">
                  <c:v>16555.169999999998</c:v>
                </c:pt>
                <c:pt idx="872">
                  <c:v>16563.46</c:v>
                </c:pt>
                <c:pt idx="873">
                  <c:v>16571.759999999998</c:v>
                </c:pt>
                <c:pt idx="874">
                  <c:v>16580.05</c:v>
                </c:pt>
                <c:pt idx="875">
                  <c:v>16588.34</c:v>
                </c:pt>
                <c:pt idx="876">
                  <c:v>16596.63</c:v>
                </c:pt>
                <c:pt idx="877">
                  <c:v>16604.919999999998</c:v>
                </c:pt>
                <c:pt idx="878">
                  <c:v>16613.21</c:v>
                </c:pt>
                <c:pt idx="879">
                  <c:v>16621.5</c:v>
                </c:pt>
                <c:pt idx="880">
                  <c:v>16629.79</c:v>
                </c:pt>
                <c:pt idx="881">
                  <c:v>16638.080000000002</c:v>
                </c:pt>
                <c:pt idx="882">
                  <c:v>16646.37</c:v>
                </c:pt>
                <c:pt idx="883">
                  <c:v>16654.66</c:v>
                </c:pt>
                <c:pt idx="884">
                  <c:v>16662.95</c:v>
                </c:pt>
                <c:pt idx="885">
                  <c:v>16671.240000000002</c:v>
                </c:pt>
                <c:pt idx="886">
                  <c:v>16679.53</c:v>
                </c:pt>
                <c:pt idx="887">
                  <c:v>16687.830000000002</c:v>
                </c:pt>
                <c:pt idx="888">
                  <c:v>16696.12</c:v>
                </c:pt>
                <c:pt idx="889">
                  <c:v>16704.41</c:v>
                </c:pt>
                <c:pt idx="890">
                  <c:v>16712.7</c:v>
                </c:pt>
                <c:pt idx="891">
                  <c:v>16720.990000000002</c:v>
                </c:pt>
                <c:pt idx="892">
                  <c:v>16729.28</c:v>
                </c:pt>
                <c:pt idx="893">
                  <c:v>16737.57</c:v>
                </c:pt>
                <c:pt idx="894">
                  <c:v>16745.86</c:v>
                </c:pt>
                <c:pt idx="895">
                  <c:v>16754.150000000001</c:v>
                </c:pt>
                <c:pt idx="896">
                  <c:v>16762.439999999999</c:v>
                </c:pt>
                <c:pt idx="897">
                  <c:v>16770.73</c:v>
                </c:pt>
                <c:pt idx="898">
                  <c:v>16779.02</c:v>
                </c:pt>
                <c:pt idx="899">
                  <c:v>16787.310000000001</c:v>
                </c:pt>
                <c:pt idx="900">
                  <c:v>16795.599999999999</c:v>
                </c:pt>
                <c:pt idx="901">
                  <c:v>16803.900000000001</c:v>
                </c:pt>
                <c:pt idx="902">
                  <c:v>16812.189999999999</c:v>
                </c:pt>
                <c:pt idx="903">
                  <c:v>16820.48</c:v>
                </c:pt>
                <c:pt idx="904">
                  <c:v>16828.77</c:v>
                </c:pt>
                <c:pt idx="905">
                  <c:v>16837.060000000001</c:v>
                </c:pt>
                <c:pt idx="906">
                  <c:v>16845.349999999999</c:v>
                </c:pt>
                <c:pt idx="907">
                  <c:v>16853.64</c:v>
                </c:pt>
                <c:pt idx="908">
                  <c:v>16861.93</c:v>
                </c:pt>
                <c:pt idx="909">
                  <c:v>16870.22</c:v>
                </c:pt>
                <c:pt idx="910">
                  <c:v>16878.509999999998</c:v>
                </c:pt>
                <c:pt idx="911">
                  <c:v>16886.8</c:v>
                </c:pt>
                <c:pt idx="912">
                  <c:v>16895.09</c:v>
                </c:pt>
                <c:pt idx="913">
                  <c:v>16903.38</c:v>
                </c:pt>
                <c:pt idx="914">
                  <c:v>16911.669999999998</c:v>
                </c:pt>
                <c:pt idx="915">
                  <c:v>16919.97</c:v>
                </c:pt>
                <c:pt idx="916">
                  <c:v>16928.259999999998</c:v>
                </c:pt>
                <c:pt idx="917">
                  <c:v>16936.55</c:v>
                </c:pt>
                <c:pt idx="918">
                  <c:v>16944.84</c:v>
                </c:pt>
                <c:pt idx="919">
                  <c:v>16953.13</c:v>
                </c:pt>
                <c:pt idx="920">
                  <c:v>16961.419999999998</c:v>
                </c:pt>
                <c:pt idx="921">
                  <c:v>16969.71</c:v>
                </c:pt>
                <c:pt idx="922">
                  <c:v>16978</c:v>
                </c:pt>
                <c:pt idx="923">
                  <c:v>16986.29</c:v>
                </c:pt>
                <c:pt idx="924">
                  <c:v>16994.580000000002</c:v>
                </c:pt>
                <c:pt idx="925">
                  <c:v>17002.87</c:v>
                </c:pt>
                <c:pt idx="926">
                  <c:v>17011.16</c:v>
                </c:pt>
                <c:pt idx="927">
                  <c:v>17019.45</c:v>
                </c:pt>
                <c:pt idx="928">
                  <c:v>17027.740000000002</c:v>
                </c:pt>
                <c:pt idx="929">
                  <c:v>17036.04</c:v>
                </c:pt>
                <c:pt idx="930">
                  <c:v>17044.330000000002</c:v>
                </c:pt>
                <c:pt idx="931">
                  <c:v>17052.62</c:v>
                </c:pt>
                <c:pt idx="932">
                  <c:v>17060.91</c:v>
                </c:pt>
                <c:pt idx="933">
                  <c:v>17069.2</c:v>
                </c:pt>
                <c:pt idx="934">
                  <c:v>17077.490000000002</c:v>
                </c:pt>
                <c:pt idx="935">
                  <c:v>17085.78</c:v>
                </c:pt>
                <c:pt idx="936">
                  <c:v>17094.07</c:v>
                </c:pt>
                <c:pt idx="937">
                  <c:v>17102.36</c:v>
                </c:pt>
                <c:pt idx="938">
                  <c:v>17110.650000000001</c:v>
                </c:pt>
                <c:pt idx="939">
                  <c:v>17118.939999999999</c:v>
                </c:pt>
                <c:pt idx="940">
                  <c:v>17127.23</c:v>
                </c:pt>
                <c:pt idx="941">
                  <c:v>17135.52</c:v>
                </c:pt>
                <c:pt idx="942">
                  <c:v>17143.810000000001</c:v>
                </c:pt>
                <c:pt idx="943">
                  <c:v>17152.11</c:v>
                </c:pt>
                <c:pt idx="944">
                  <c:v>17160.400000000001</c:v>
                </c:pt>
                <c:pt idx="945">
                  <c:v>17168.689999999999</c:v>
                </c:pt>
                <c:pt idx="946">
                  <c:v>17176.98</c:v>
                </c:pt>
                <c:pt idx="947">
                  <c:v>17185.27</c:v>
                </c:pt>
                <c:pt idx="948">
                  <c:v>17193.560000000001</c:v>
                </c:pt>
                <c:pt idx="949">
                  <c:v>17201.849999999999</c:v>
                </c:pt>
                <c:pt idx="950">
                  <c:v>17210.14</c:v>
                </c:pt>
                <c:pt idx="951">
                  <c:v>17218.43</c:v>
                </c:pt>
                <c:pt idx="952">
                  <c:v>17226.72</c:v>
                </c:pt>
                <c:pt idx="953">
                  <c:v>17235.009999999998</c:v>
                </c:pt>
                <c:pt idx="954">
                  <c:v>17243.3</c:v>
                </c:pt>
                <c:pt idx="955">
                  <c:v>17251.59</c:v>
                </c:pt>
                <c:pt idx="956">
                  <c:v>17259.88</c:v>
                </c:pt>
                <c:pt idx="957">
                  <c:v>17268.18</c:v>
                </c:pt>
                <c:pt idx="958">
                  <c:v>17276.47</c:v>
                </c:pt>
                <c:pt idx="959">
                  <c:v>17284.759999999998</c:v>
                </c:pt>
                <c:pt idx="960">
                  <c:v>17293.05</c:v>
                </c:pt>
                <c:pt idx="961">
                  <c:v>17301.34</c:v>
                </c:pt>
                <c:pt idx="962">
                  <c:v>17309.63</c:v>
                </c:pt>
                <c:pt idx="963">
                  <c:v>17317.919999999998</c:v>
                </c:pt>
                <c:pt idx="964">
                  <c:v>17326.21</c:v>
                </c:pt>
                <c:pt idx="965">
                  <c:v>17334.5</c:v>
                </c:pt>
                <c:pt idx="966">
                  <c:v>17342.79</c:v>
                </c:pt>
                <c:pt idx="967">
                  <c:v>17351.080000000002</c:v>
                </c:pt>
                <c:pt idx="968">
                  <c:v>17359.37</c:v>
                </c:pt>
                <c:pt idx="969">
                  <c:v>17367.66</c:v>
                </c:pt>
                <c:pt idx="970">
                  <c:v>17375.95</c:v>
                </c:pt>
                <c:pt idx="971">
                  <c:v>17384.25</c:v>
                </c:pt>
                <c:pt idx="972">
                  <c:v>17392.54</c:v>
                </c:pt>
                <c:pt idx="973">
                  <c:v>17400.830000000002</c:v>
                </c:pt>
                <c:pt idx="974">
                  <c:v>17409.12</c:v>
                </c:pt>
                <c:pt idx="975">
                  <c:v>17417.41</c:v>
                </c:pt>
                <c:pt idx="976">
                  <c:v>17425.16</c:v>
                </c:pt>
                <c:pt idx="977">
                  <c:v>17430.25</c:v>
                </c:pt>
                <c:pt idx="978">
                  <c:v>17435.330000000002</c:v>
                </c:pt>
                <c:pt idx="979">
                  <c:v>17440.419999999998</c:v>
                </c:pt>
                <c:pt idx="980">
                  <c:v>17445.5</c:v>
                </c:pt>
                <c:pt idx="981">
                  <c:v>17450.580000000002</c:v>
                </c:pt>
                <c:pt idx="982">
                  <c:v>17455.669999999998</c:v>
                </c:pt>
                <c:pt idx="983">
                  <c:v>17460.75</c:v>
                </c:pt>
                <c:pt idx="984">
                  <c:v>17465.84</c:v>
                </c:pt>
                <c:pt idx="985">
                  <c:v>17470.919999999998</c:v>
                </c:pt>
                <c:pt idx="986">
                  <c:v>17476</c:v>
                </c:pt>
                <c:pt idx="987">
                  <c:v>17481.09</c:v>
                </c:pt>
                <c:pt idx="988">
                  <c:v>17486.169999999998</c:v>
                </c:pt>
                <c:pt idx="989">
                  <c:v>17491.259999999998</c:v>
                </c:pt>
                <c:pt idx="990">
                  <c:v>17496.34</c:v>
                </c:pt>
                <c:pt idx="991">
                  <c:v>17501.419999999998</c:v>
                </c:pt>
                <c:pt idx="992">
                  <c:v>17506.509999999998</c:v>
                </c:pt>
                <c:pt idx="993">
                  <c:v>17511.59</c:v>
                </c:pt>
                <c:pt idx="994">
                  <c:v>17516.68</c:v>
                </c:pt>
                <c:pt idx="995">
                  <c:v>17521.759999999998</c:v>
                </c:pt>
                <c:pt idx="996">
                  <c:v>17526.84</c:v>
                </c:pt>
                <c:pt idx="997">
                  <c:v>17531.93</c:v>
                </c:pt>
                <c:pt idx="998">
                  <c:v>17537.009999999998</c:v>
                </c:pt>
                <c:pt idx="999">
                  <c:v>17542.09</c:v>
                </c:pt>
                <c:pt idx="1000">
                  <c:v>17547.18</c:v>
                </c:pt>
                <c:pt idx="1001">
                  <c:v>17552.259999999998</c:v>
                </c:pt>
                <c:pt idx="1002">
                  <c:v>17557.349999999999</c:v>
                </c:pt>
                <c:pt idx="1003">
                  <c:v>17562.43</c:v>
                </c:pt>
                <c:pt idx="1004">
                  <c:v>17567.509999999998</c:v>
                </c:pt>
                <c:pt idx="1005">
                  <c:v>17572.599999999999</c:v>
                </c:pt>
                <c:pt idx="1006">
                  <c:v>17577.68</c:v>
                </c:pt>
                <c:pt idx="1007">
                  <c:v>17582.77</c:v>
                </c:pt>
                <c:pt idx="1008">
                  <c:v>17587.849999999999</c:v>
                </c:pt>
                <c:pt idx="1009">
                  <c:v>17592.93</c:v>
                </c:pt>
                <c:pt idx="1010">
                  <c:v>17598.02</c:v>
                </c:pt>
                <c:pt idx="1011">
                  <c:v>17603.099999999999</c:v>
                </c:pt>
                <c:pt idx="1012">
                  <c:v>17608.189999999999</c:v>
                </c:pt>
                <c:pt idx="1013">
                  <c:v>17613.27</c:v>
                </c:pt>
                <c:pt idx="1014">
                  <c:v>17618.349999999999</c:v>
                </c:pt>
                <c:pt idx="1015">
                  <c:v>17623.439999999999</c:v>
                </c:pt>
                <c:pt idx="1016">
                  <c:v>17628.52</c:v>
                </c:pt>
                <c:pt idx="1017">
                  <c:v>17633.61</c:v>
                </c:pt>
                <c:pt idx="1018">
                  <c:v>17638.689999999999</c:v>
                </c:pt>
                <c:pt idx="1019">
                  <c:v>17643.77</c:v>
                </c:pt>
                <c:pt idx="1020">
                  <c:v>17648.86</c:v>
                </c:pt>
                <c:pt idx="1021">
                  <c:v>17653.939999999999</c:v>
                </c:pt>
                <c:pt idx="1022">
                  <c:v>17659.03</c:v>
                </c:pt>
                <c:pt idx="1023">
                  <c:v>17664.11</c:v>
                </c:pt>
                <c:pt idx="1024">
                  <c:v>17669.189999999999</c:v>
                </c:pt>
                <c:pt idx="1025">
                  <c:v>17674.28</c:v>
                </c:pt>
                <c:pt idx="1026">
                  <c:v>17679.36</c:v>
                </c:pt>
                <c:pt idx="1027">
                  <c:v>17684.439999999999</c:v>
                </c:pt>
                <c:pt idx="1028">
                  <c:v>17689.53</c:v>
                </c:pt>
                <c:pt idx="1029">
                  <c:v>17694.61</c:v>
                </c:pt>
                <c:pt idx="1030">
                  <c:v>17699.7</c:v>
                </c:pt>
                <c:pt idx="1031">
                  <c:v>17704.78</c:v>
                </c:pt>
                <c:pt idx="1032">
                  <c:v>17709.86</c:v>
                </c:pt>
                <c:pt idx="1033">
                  <c:v>17714.95</c:v>
                </c:pt>
                <c:pt idx="1034">
                  <c:v>17720.03</c:v>
                </c:pt>
                <c:pt idx="1035">
                  <c:v>17725.12</c:v>
                </c:pt>
                <c:pt idx="1036">
                  <c:v>17730.2</c:v>
                </c:pt>
                <c:pt idx="1037">
                  <c:v>17735.28</c:v>
                </c:pt>
                <c:pt idx="1038">
                  <c:v>17740.37</c:v>
                </c:pt>
                <c:pt idx="1039">
                  <c:v>17745.45</c:v>
                </c:pt>
                <c:pt idx="1040">
                  <c:v>17750.54</c:v>
                </c:pt>
                <c:pt idx="1041">
                  <c:v>17755.62</c:v>
                </c:pt>
                <c:pt idx="1042">
                  <c:v>17760.7</c:v>
                </c:pt>
                <c:pt idx="1043">
                  <c:v>17765.79</c:v>
                </c:pt>
                <c:pt idx="1044">
                  <c:v>17770.87</c:v>
                </c:pt>
                <c:pt idx="1045">
                  <c:v>17775.96</c:v>
                </c:pt>
                <c:pt idx="1046">
                  <c:v>17781.04</c:v>
                </c:pt>
                <c:pt idx="1047">
                  <c:v>17786.12</c:v>
                </c:pt>
                <c:pt idx="1048">
                  <c:v>17791.21</c:v>
                </c:pt>
                <c:pt idx="1049">
                  <c:v>17796.29</c:v>
                </c:pt>
                <c:pt idx="1050">
                  <c:v>17801.38</c:v>
                </c:pt>
                <c:pt idx="1051">
                  <c:v>17806.46</c:v>
                </c:pt>
                <c:pt idx="1052">
                  <c:v>17811.54</c:v>
                </c:pt>
                <c:pt idx="1053">
                  <c:v>17816.63</c:v>
                </c:pt>
                <c:pt idx="1054">
                  <c:v>17821.71</c:v>
                </c:pt>
                <c:pt idx="1055">
                  <c:v>17826.79</c:v>
                </c:pt>
                <c:pt idx="1056">
                  <c:v>17831.88</c:v>
                </c:pt>
                <c:pt idx="1057">
                  <c:v>17836.96</c:v>
                </c:pt>
                <c:pt idx="1058">
                  <c:v>17842.05</c:v>
                </c:pt>
                <c:pt idx="1059">
                  <c:v>17847.13</c:v>
                </c:pt>
                <c:pt idx="1060">
                  <c:v>17852.21</c:v>
                </c:pt>
                <c:pt idx="1061">
                  <c:v>17857.3</c:v>
                </c:pt>
                <c:pt idx="1062">
                  <c:v>17862.38</c:v>
                </c:pt>
                <c:pt idx="1063">
                  <c:v>17867.47</c:v>
                </c:pt>
                <c:pt idx="1064">
                  <c:v>17872.55</c:v>
                </c:pt>
                <c:pt idx="1065">
                  <c:v>17877.63</c:v>
                </c:pt>
                <c:pt idx="1066">
                  <c:v>17882.72</c:v>
                </c:pt>
                <c:pt idx="1067">
                  <c:v>17887.8</c:v>
                </c:pt>
                <c:pt idx="1068">
                  <c:v>17892.89</c:v>
                </c:pt>
                <c:pt idx="1069">
                  <c:v>17897.97</c:v>
                </c:pt>
                <c:pt idx="1070">
                  <c:v>17903.05</c:v>
                </c:pt>
                <c:pt idx="1071">
                  <c:v>17908.14</c:v>
                </c:pt>
                <c:pt idx="1072">
                  <c:v>17913.22</c:v>
                </c:pt>
                <c:pt idx="1073">
                  <c:v>17918.310000000001</c:v>
                </c:pt>
                <c:pt idx="1074">
                  <c:v>17923.39</c:v>
                </c:pt>
                <c:pt idx="1075">
                  <c:v>17928.47</c:v>
                </c:pt>
                <c:pt idx="1076">
                  <c:v>17933.560000000001</c:v>
                </c:pt>
                <c:pt idx="1077">
                  <c:v>17938.64</c:v>
                </c:pt>
                <c:pt idx="1078">
                  <c:v>17943.73</c:v>
                </c:pt>
                <c:pt idx="1079">
                  <c:v>17948.810000000001</c:v>
                </c:pt>
                <c:pt idx="1080">
                  <c:v>17953.89</c:v>
                </c:pt>
                <c:pt idx="1081">
                  <c:v>17958.98</c:v>
                </c:pt>
                <c:pt idx="1082">
                  <c:v>17964.060000000001</c:v>
                </c:pt>
                <c:pt idx="1083">
                  <c:v>17969.14</c:v>
                </c:pt>
                <c:pt idx="1084">
                  <c:v>17974.23</c:v>
                </c:pt>
                <c:pt idx="1085">
                  <c:v>17979.310000000001</c:v>
                </c:pt>
                <c:pt idx="1086">
                  <c:v>17984.400000000001</c:v>
                </c:pt>
                <c:pt idx="1087">
                  <c:v>17989.48</c:v>
                </c:pt>
                <c:pt idx="1088">
                  <c:v>17994.560000000001</c:v>
                </c:pt>
                <c:pt idx="1089">
                  <c:v>17999.650000000001</c:v>
                </c:pt>
                <c:pt idx="1090">
                  <c:v>18004.73</c:v>
                </c:pt>
                <c:pt idx="1091">
                  <c:v>18009.82</c:v>
                </c:pt>
                <c:pt idx="1092">
                  <c:v>18014.900000000001</c:v>
                </c:pt>
                <c:pt idx="1093">
                  <c:v>18019.98</c:v>
                </c:pt>
                <c:pt idx="1094">
                  <c:v>18025.07</c:v>
                </c:pt>
                <c:pt idx="1095">
                  <c:v>18030.150000000001</c:v>
                </c:pt>
                <c:pt idx="1096">
                  <c:v>18035.240000000002</c:v>
                </c:pt>
                <c:pt idx="1097">
                  <c:v>18040.32</c:v>
                </c:pt>
                <c:pt idx="1098">
                  <c:v>18045.400000000001</c:v>
                </c:pt>
                <c:pt idx="1099">
                  <c:v>18050.490000000002</c:v>
                </c:pt>
                <c:pt idx="1100">
                  <c:v>18055.57</c:v>
                </c:pt>
                <c:pt idx="1101">
                  <c:v>18060.66</c:v>
                </c:pt>
                <c:pt idx="1102">
                  <c:v>18065.740000000002</c:v>
                </c:pt>
                <c:pt idx="1103">
                  <c:v>18070.82</c:v>
                </c:pt>
                <c:pt idx="1104">
                  <c:v>18075.91</c:v>
                </c:pt>
                <c:pt idx="1105">
                  <c:v>18080.990000000002</c:v>
                </c:pt>
                <c:pt idx="1106">
                  <c:v>18086.080000000002</c:v>
                </c:pt>
                <c:pt idx="1107">
                  <c:v>18091.16</c:v>
                </c:pt>
                <c:pt idx="1108">
                  <c:v>18096.240000000002</c:v>
                </c:pt>
                <c:pt idx="1109">
                  <c:v>18101.330000000002</c:v>
                </c:pt>
                <c:pt idx="1110">
                  <c:v>18106.41</c:v>
                </c:pt>
                <c:pt idx="1111">
                  <c:v>18111.490000000002</c:v>
                </c:pt>
                <c:pt idx="1112">
                  <c:v>18116.580000000002</c:v>
                </c:pt>
                <c:pt idx="1113">
                  <c:v>18121.66</c:v>
                </c:pt>
                <c:pt idx="1114">
                  <c:v>18126.75</c:v>
                </c:pt>
                <c:pt idx="1115">
                  <c:v>18131.830000000002</c:v>
                </c:pt>
                <c:pt idx="1116">
                  <c:v>18136.91</c:v>
                </c:pt>
                <c:pt idx="1117">
                  <c:v>18142</c:v>
                </c:pt>
                <c:pt idx="1118">
                  <c:v>18147.080000000002</c:v>
                </c:pt>
                <c:pt idx="1119">
                  <c:v>18152.169999999998</c:v>
                </c:pt>
                <c:pt idx="1120">
                  <c:v>18157.25</c:v>
                </c:pt>
                <c:pt idx="1121">
                  <c:v>18162.330000000002</c:v>
                </c:pt>
                <c:pt idx="1122">
                  <c:v>18167.419999999998</c:v>
                </c:pt>
                <c:pt idx="1123">
                  <c:v>18172.5</c:v>
                </c:pt>
                <c:pt idx="1124">
                  <c:v>18177.59</c:v>
                </c:pt>
                <c:pt idx="1125">
                  <c:v>18182.669999999998</c:v>
                </c:pt>
                <c:pt idx="1126">
                  <c:v>18187.75</c:v>
                </c:pt>
                <c:pt idx="1127">
                  <c:v>18192.84</c:v>
                </c:pt>
                <c:pt idx="1128">
                  <c:v>18197.919999999998</c:v>
                </c:pt>
                <c:pt idx="1129">
                  <c:v>18203.009999999998</c:v>
                </c:pt>
                <c:pt idx="1130">
                  <c:v>18208.09</c:v>
                </c:pt>
                <c:pt idx="1131">
                  <c:v>18213.169999999998</c:v>
                </c:pt>
                <c:pt idx="1132">
                  <c:v>18218.259999999998</c:v>
                </c:pt>
                <c:pt idx="1133">
                  <c:v>18223.34</c:v>
                </c:pt>
                <c:pt idx="1134">
                  <c:v>18228.43</c:v>
                </c:pt>
                <c:pt idx="1135">
                  <c:v>18233.509999999998</c:v>
                </c:pt>
                <c:pt idx="1136">
                  <c:v>18238.59</c:v>
                </c:pt>
                <c:pt idx="1137">
                  <c:v>18243.68</c:v>
                </c:pt>
                <c:pt idx="1138">
                  <c:v>18248.759999999998</c:v>
                </c:pt>
                <c:pt idx="1139">
                  <c:v>18253.84</c:v>
                </c:pt>
                <c:pt idx="1140">
                  <c:v>18258.93</c:v>
                </c:pt>
                <c:pt idx="1141">
                  <c:v>18264.009999999998</c:v>
                </c:pt>
                <c:pt idx="1142">
                  <c:v>18269.099999999999</c:v>
                </c:pt>
                <c:pt idx="1143">
                  <c:v>18274.18</c:v>
                </c:pt>
                <c:pt idx="1144">
                  <c:v>18279.259999999998</c:v>
                </c:pt>
                <c:pt idx="1145">
                  <c:v>18284.349999999999</c:v>
                </c:pt>
                <c:pt idx="1146">
                  <c:v>18289.43</c:v>
                </c:pt>
                <c:pt idx="1147">
                  <c:v>18294.52</c:v>
                </c:pt>
                <c:pt idx="1148">
                  <c:v>18299.599999999999</c:v>
                </c:pt>
                <c:pt idx="1149">
                  <c:v>18304.68</c:v>
                </c:pt>
                <c:pt idx="1150">
                  <c:v>18309.77</c:v>
                </c:pt>
                <c:pt idx="1151">
                  <c:v>18314.849999999999</c:v>
                </c:pt>
                <c:pt idx="1152">
                  <c:v>18319.939999999999</c:v>
                </c:pt>
                <c:pt idx="1153">
                  <c:v>18325.02</c:v>
                </c:pt>
                <c:pt idx="1154">
                  <c:v>18330.099999999999</c:v>
                </c:pt>
                <c:pt idx="1155">
                  <c:v>18335.189999999999</c:v>
                </c:pt>
                <c:pt idx="1156">
                  <c:v>18340.27</c:v>
                </c:pt>
                <c:pt idx="1157">
                  <c:v>18345.36</c:v>
                </c:pt>
                <c:pt idx="1158">
                  <c:v>18350.439999999999</c:v>
                </c:pt>
                <c:pt idx="1159">
                  <c:v>18355.52</c:v>
                </c:pt>
                <c:pt idx="1160">
                  <c:v>18360.61</c:v>
                </c:pt>
                <c:pt idx="1161">
                  <c:v>18365.689999999999</c:v>
                </c:pt>
                <c:pt idx="1162">
                  <c:v>18370.78</c:v>
                </c:pt>
                <c:pt idx="1163">
                  <c:v>18375.86</c:v>
                </c:pt>
                <c:pt idx="1164">
                  <c:v>18380.939999999999</c:v>
                </c:pt>
                <c:pt idx="1165">
                  <c:v>18386.03</c:v>
                </c:pt>
                <c:pt idx="1166">
                  <c:v>18391.11</c:v>
                </c:pt>
                <c:pt idx="1167">
                  <c:v>18396.189999999999</c:v>
                </c:pt>
                <c:pt idx="1168">
                  <c:v>18401.28</c:v>
                </c:pt>
                <c:pt idx="1169">
                  <c:v>18406.36</c:v>
                </c:pt>
                <c:pt idx="1170">
                  <c:v>18411.45</c:v>
                </c:pt>
                <c:pt idx="1171">
                  <c:v>18416.53</c:v>
                </c:pt>
                <c:pt idx="1172">
                  <c:v>18421.61</c:v>
                </c:pt>
                <c:pt idx="1173">
                  <c:v>18426.7</c:v>
                </c:pt>
                <c:pt idx="1174">
                  <c:v>18431.78</c:v>
                </c:pt>
                <c:pt idx="1175">
                  <c:v>18436.87</c:v>
                </c:pt>
                <c:pt idx="1176">
                  <c:v>18441.95</c:v>
                </c:pt>
                <c:pt idx="1177">
                  <c:v>18447.03</c:v>
                </c:pt>
                <c:pt idx="1178">
                  <c:v>18452.12</c:v>
                </c:pt>
                <c:pt idx="1179">
                  <c:v>18457.2</c:v>
                </c:pt>
                <c:pt idx="1180">
                  <c:v>18462.29</c:v>
                </c:pt>
                <c:pt idx="1181">
                  <c:v>18467.37</c:v>
                </c:pt>
                <c:pt idx="1182">
                  <c:v>18472.45</c:v>
                </c:pt>
                <c:pt idx="1183">
                  <c:v>18477.54</c:v>
                </c:pt>
                <c:pt idx="1184">
                  <c:v>18482.62</c:v>
                </c:pt>
                <c:pt idx="1185">
                  <c:v>18487.71</c:v>
                </c:pt>
                <c:pt idx="1186">
                  <c:v>18492.79</c:v>
                </c:pt>
                <c:pt idx="1187">
                  <c:v>18505.689999999999</c:v>
                </c:pt>
                <c:pt idx="1188">
                  <c:v>18526.419999999998</c:v>
                </c:pt>
                <c:pt idx="1189">
                  <c:v>18547.150000000001</c:v>
                </c:pt>
                <c:pt idx="1190">
                  <c:v>18567.88</c:v>
                </c:pt>
                <c:pt idx="1191">
                  <c:v>18588.599999999999</c:v>
                </c:pt>
                <c:pt idx="1192">
                  <c:v>18609.330000000002</c:v>
                </c:pt>
                <c:pt idx="1193">
                  <c:v>18630.060000000001</c:v>
                </c:pt>
                <c:pt idx="1194">
                  <c:v>18650.78</c:v>
                </c:pt>
                <c:pt idx="1195">
                  <c:v>18671.509999999998</c:v>
                </c:pt>
                <c:pt idx="1196">
                  <c:v>18692.240000000002</c:v>
                </c:pt>
                <c:pt idx="1197">
                  <c:v>18712.96</c:v>
                </c:pt>
                <c:pt idx="1198">
                  <c:v>18733.689999999999</c:v>
                </c:pt>
                <c:pt idx="1199">
                  <c:v>18754.419999999998</c:v>
                </c:pt>
                <c:pt idx="1200">
                  <c:v>18775.14</c:v>
                </c:pt>
                <c:pt idx="1201">
                  <c:v>18795.87</c:v>
                </c:pt>
                <c:pt idx="1202">
                  <c:v>18816.599999999999</c:v>
                </c:pt>
                <c:pt idx="1203">
                  <c:v>18837.32</c:v>
                </c:pt>
                <c:pt idx="1204">
                  <c:v>18858.05</c:v>
                </c:pt>
                <c:pt idx="1205">
                  <c:v>18878.78</c:v>
                </c:pt>
                <c:pt idx="1206">
                  <c:v>18899.5</c:v>
                </c:pt>
                <c:pt idx="1207">
                  <c:v>18920.23</c:v>
                </c:pt>
                <c:pt idx="1208">
                  <c:v>18940.96</c:v>
                </c:pt>
                <c:pt idx="1209">
                  <c:v>18961.68</c:v>
                </c:pt>
                <c:pt idx="1210">
                  <c:v>18982.41</c:v>
                </c:pt>
                <c:pt idx="1211">
                  <c:v>19003.14</c:v>
                </c:pt>
                <c:pt idx="1212">
                  <c:v>19023.86</c:v>
                </c:pt>
                <c:pt idx="1213">
                  <c:v>19044.59</c:v>
                </c:pt>
                <c:pt idx="1214">
                  <c:v>19065.32</c:v>
                </c:pt>
                <c:pt idx="1215">
                  <c:v>19086.04</c:v>
                </c:pt>
                <c:pt idx="1216">
                  <c:v>19106.77</c:v>
                </c:pt>
                <c:pt idx="1217">
                  <c:v>19127.5</c:v>
                </c:pt>
                <c:pt idx="1218">
                  <c:v>19148.23</c:v>
                </c:pt>
                <c:pt idx="1219">
                  <c:v>19168.95</c:v>
                </c:pt>
                <c:pt idx="1220">
                  <c:v>19189.68</c:v>
                </c:pt>
                <c:pt idx="1221">
                  <c:v>19210.41</c:v>
                </c:pt>
                <c:pt idx="1222">
                  <c:v>19231.13</c:v>
                </c:pt>
                <c:pt idx="1223">
                  <c:v>19251.86</c:v>
                </c:pt>
                <c:pt idx="1224">
                  <c:v>19272.59</c:v>
                </c:pt>
                <c:pt idx="1225">
                  <c:v>19293.310000000001</c:v>
                </c:pt>
                <c:pt idx="1226">
                  <c:v>19314.04</c:v>
                </c:pt>
                <c:pt idx="1227">
                  <c:v>19334.77</c:v>
                </c:pt>
                <c:pt idx="1228">
                  <c:v>19355.490000000002</c:v>
                </c:pt>
                <c:pt idx="1229">
                  <c:v>19376.22</c:v>
                </c:pt>
                <c:pt idx="1230">
                  <c:v>19396.95</c:v>
                </c:pt>
                <c:pt idx="1231">
                  <c:v>19417.669999999998</c:v>
                </c:pt>
                <c:pt idx="1232">
                  <c:v>19438.400000000001</c:v>
                </c:pt>
                <c:pt idx="1233">
                  <c:v>19459.13</c:v>
                </c:pt>
                <c:pt idx="1234">
                  <c:v>19479.849999999999</c:v>
                </c:pt>
                <c:pt idx="1235">
                  <c:v>19500.580000000002</c:v>
                </c:pt>
                <c:pt idx="1236">
                  <c:v>19521.310000000001</c:v>
                </c:pt>
                <c:pt idx="1237">
                  <c:v>19542.03</c:v>
                </c:pt>
                <c:pt idx="1238">
                  <c:v>19562.759999999998</c:v>
                </c:pt>
                <c:pt idx="1239">
                  <c:v>19583.490000000002</c:v>
                </c:pt>
                <c:pt idx="1240">
                  <c:v>19604.21</c:v>
                </c:pt>
                <c:pt idx="1241">
                  <c:v>19624.939999999999</c:v>
                </c:pt>
                <c:pt idx="1242">
                  <c:v>19645.669999999998</c:v>
                </c:pt>
                <c:pt idx="1243">
                  <c:v>19666.39</c:v>
                </c:pt>
                <c:pt idx="1244">
                  <c:v>19687.12</c:v>
                </c:pt>
                <c:pt idx="1245">
                  <c:v>19707.849999999999</c:v>
                </c:pt>
                <c:pt idx="1246">
                  <c:v>19728.580000000002</c:v>
                </c:pt>
                <c:pt idx="1247">
                  <c:v>19749.3</c:v>
                </c:pt>
                <c:pt idx="1248">
                  <c:v>19770.03</c:v>
                </c:pt>
                <c:pt idx="1249">
                  <c:v>19790.759999999998</c:v>
                </c:pt>
                <c:pt idx="1250">
                  <c:v>19811.48</c:v>
                </c:pt>
                <c:pt idx="1251">
                  <c:v>19832.21</c:v>
                </c:pt>
                <c:pt idx="1252">
                  <c:v>19852.939999999999</c:v>
                </c:pt>
                <c:pt idx="1253">
                  <c:v>19873.66</c:v>
                </c:pt>
                <c:pt idx="1254">
                  <c:v>19894.39</c:v>
                </c:pt>
                <c:pt idx="1255">
                  <c:v>19915.12</c:v>
                </c:pt>
                <c:pt idx="1256">
                  <c:v>19935.84</c:v>
                </c:pt>
                <c:pt idx="1257">
                  <c:v>19956.57</c:v>
                </c:pt>
                <c:pt idx="1258">
                  <c:v>19977.3</c:v>
                </c:pt>
                <c:pt idx="1259">
                  <c:v>19998.02</c:v>
                </c:pt>
                <c:pt idx="1260">
                  <c:v>20018.75</c:v>
                </c:pt>
                <c:pt idx="1261">
                  <c:v>20039.48</c:v>
                </c:pt>
                <c:pt idx="1262">
                  <c:v>20060.2</c:v>
                </c:pt>
                <c:pt idx="1263">
                  <c:v>20080.93</c:v>
                </c:pt>
                <c:pt idx="1264">
                  <c:v>20101.66</c:v>
                </c:pt>
                <c:pt idx="1265">
                  <c:v>20122.38</c:v>
                </c:pt>
                <c:pt idx="1266">
                  <c:v>20143.11</c:v>
                </c:pt>
                <c:pt idx="1267">
                  <c:v>20163.84</c:v>
                </c:pt>
                <c:pt idx="1268">
                  <c:v>20184.560000000001</c:v>
                </c:pt>
                <c:pt idx="1269">
                  <c:v>20205.29</c:v>
                </c:pt>
                <c:pt idx="1270">
                  <c:v>20226.02</c:v>
                </c:pt>
                <c:pt idx="1271">
                  <c:v>20246.740000000002</c:v>
                </c:pt>
                <c:pt idx="1272">
                  <c:v>20267.47</c:v>
                </c:pt>
                <c:pt idx="1273">
                  <c:v>20288.2</c:v>
                </c:pt>
                <c:pt idx="1274">
                  <c:v>20308.93</c:v>
                </c:pt>
                <c:pt idx="1275">
                  <c:v>20329.650000000001</c:v>
                </c:pt>
                <c:pt idx="1276">
                  <c:v>20350.38</c:v>
                </c:pt>
                <c:pt idx="1277">
                  <c:v>20371.11</c:v>
                </c:pt>
                <c:pt idx="1278">
                  <c:v>20391.830000000002</c:v>
                </c:pt>
                <c:pt idx="1279">
                  <c:v>20412.560000000001</c:v>
                </c:pt>
                <c:pt idx="1280">
                  <c:v>20433.29</c:v>
                </c:pt>
                <c:pt idx="1281">
                  <c:v>20454.009999999998</c:v>
                </c:pt>
                <c:pt idx="1282">
                  <c:v>20474.740000000002</c:v>
                </c:pt>
                <c:pt idx="1283">
                  <c:v>20495.47</c:v>
                </c:pt>
                <c:pt idx="1284">
                  <c:v>20516.189999999999</c:v>
                </c:pt>
                <c:pt idx="1285">
                  <c:v>20536.919999999998</c:v>
                </c:pt>
                <c:pt idx="1286">
                  <c:v>20557.650000000001</c:v>
                </c:pt>
                <c:pt idx="1287">
                  <c:v>20578.37</c:v>
                </c:pt>
                <c:pt idx="1288">
                  <c:v>20599.099999999999</c:v>
                </c:pt>
                <c:pt idx="1289">
                  <c:v>20619.830000000002</c:v>
                </c:pt>
                <c:pt idx="1290">
                  <c:v>20640.55</c:v>
                </c:pt>
                <c:pt idx="1291">
                  <c:v>20661.28</c:v>
                </c:pt>
                <c:pt idx="1292">
                  <c:v>20682.009999999998</c:v>
                </c:pt>
                <c:pt idx="1293">
                  <c:v>20702.73</c:v>
                </c:pt>
                <c:pt idx="1294">
                  <c:v>20723.46</c:v>
                </c:pt>
                <c:pt idx="1295">
                  <c:v>20744.189999999999</c:v>
                </c:pt>
                <c:pt idx="1296">
                  <c:v>20764.91</c:v>
                </c:pt>
                <c:pt idx="1297">
                  <c:v>20785.64</c:v>
                </c:pt>
                <c:pt idx="1298">
                  <c:v>20806.37</c:v>
                </c:pt>
                <c:pt idx="1299">
                  <c:v>20827.09</c:v>
                </c:pt>
                <c:pt idx="1300">
                  <c:v>20847.82</c:v>
                </c:pt>
                <c:pt idx="1301">
                  <c:v>20868.55</c:v>
                </c:pt>
                <c:pt idx="1302">
                  <c:v>20889.28</c:v>
                </c:pt>
                <c:pt idx="1303">
                  <c:v>20910</c:v>
                </c:pt>
                <c:pt idx="1304">
                  <c:v>20930.73</c:v>
                </c:pt>
                <c:pt idx="1305">
                  <c:v>20951.46</c:v>
                </c:pt>
                <c:pt idx="1306">
                  <c:v>20972.18</c:v>
                </c:pt>
                <c:pt idx="1307">
                  <c:v>20992.91</c:v>
                </c:pt>
                <c:pt idx="1308">
                  <c:v>21013.64</c:v>
                </c:pt>
                <c:pt idx="1309">
                  <c:v>21034.36</c:v>
                </c:pt>
                <c:pt idx="1310">
                  <c:v>21055.09</c:v>
                </c:pt>
                <c:pt idx="1311">
                  <c:v>21075.82</c:v>
                </c:pt>
                <c:pt idx="1312">
                  <c:v>21096.54</c:v>
                </c:pt>
                <c:pt idx="1313">
                  <c:v>21117.27</c:v>
                </c:pt>
                <c:pt idx="1314">
                  <c:v>21138</c:v>
                </c:pt>
                <c:pt idx="1315">
                  <c:v>21158.720000000001</c:v>
                </c:pt>
                <c:pt idx="1316">
                  <c:v>21179.45</c:v>
                </c:pt>
                <c:pt idx="1317">
                  <c:v>21200.18</c:v>
                </c:pt>
                <c:pt idx="1318">
                  <c:v>21220.9</c:v>
                </c:pt>
                <c:pt idx="1319">
                  <c:v>21241.63</c:v>
                </c:pt>
                <c:pt idx="1320">
                  <c:v>21262.36</c:v>
                </c:pt>
                <c:pt idx="1321">
                  <c:v>21283.08</c:v>
                </c:pt>
                <c:pt idx="1322">
                  <c:v>21303.81</c:v>
                </c:pt>
                <c:pt idx="1323">
                  <c:v>21324.54</c:v>
                </c:pt>
                <c:pt idx="1324">
                  <c:v>21345.26</c:v>
                </c:pt>
                <c:pt idx="1325">
                  <c:v>21365.99</c:v>
                </c:pt>
                <c:pt idx="1326">
                  <c:v>21386.720000000001</c:v>
                </c:pt>
                <c:pt idx="1327">
                  <c:v>21407.439999999999</c:v>
                </c:pt>
                <c:pt idx="1328">
                  <c:v>21428.17</c:v>
                </c:pt>
                <c:pt idx="1329">
                  <c:v>21448.9</c:v>
                </c:pt>
                <c:pt idx="1330">
                  <c:v>21469.63</c:v>
                </c:pt>
                <c:pt idx="1331">
                  <c:v>21490.35</c:v>
                </c:pt>
                <c:pt idx="1332">
                  <c:v>21511.08</c:v>
                </c:pt>
                <c:pt idx="1333">
                  <c:v>21531.81</c:v>
                </c:pt>
                <c:pt idx="1334">
                  <c:v>21552.53</c:v>
                </c:pt>
                <c:pt idx="1335">
                  <c:v>21573.26</c:v>
                </c:pt>
                <c:pt idx="1336">
                  <c:v>21593.99</c:v>
                </c:pt>
                <c:pt idx="1337">
                  <c:v>21614.71</c:v>
                </c:pt>
                <c:pt idx="1338">
                  <c:v>21635.439999999999</c:v>
                </c:pt>
                <c:pt idx="1339">
                  <c:v>21656.17</c:v>
                </c:pt>
                <c:pt idx="1340">
                  <c:v>21676.89</c:v>
                </c:pt>
                <c:pt idx="1341">
                  <c:v>21697.62</c:v>
                </c:pt>
                <c:pt idx="1342">
                  <c:v>21718.35</c:v>
                </c:pt>
                <c:pt idx="1343">
                  <c:v>21739.07</c:v>
                </c:pt>
                <c:pt idx="1344">
                  <c:v>21759.8</c:v>
                </c:pt>
                <c:pt idx="1345">
                  <c:v>21780.53</c:v>
                </c:pt>
                <c:pt idx="1346">
                  <c:v>21801.25</c:v>
                </c:pt>
                <c:pt idx="1347">
                  <c:v>21821.98</c:v>
                </c:pt>
                <c:pt idx="1348">
                  <c:v>21842.71</c:v>
                </c:pt>
                <c:pt idx="1349">
                  <c:v>21863.43</c:v>
                </c:pt>
                <c:pt idx="1350">
                  <c:v>21884.16</c:v>
                </c:pt>
                <c:pt idx="1351">
                  <c:v>21904.89</c:v>
                </c:pt>
                <c:pt idx="1352">
                  <c:v>21925.61</c:v>
                </c:pt>
                <c:pt idx="1353">
                  <c:v>21946.34</c:v>
                </c:pt>
                <c:pt idx="1354">
                  <c:v>21967.07</c:v>
                </c:pt>
                <c:pt idx="1355">
                  <c:v>21987.79</c:v>
                </c:pt>
                <c:pt idx="1356">
                  <c:v>22008.52</c:v>
                </c:pt>
                <c:pt idx="1357">
                  <c:v>22029.25</c:v>
                </c:pt>
                <c:pt idx="1358">
                  <c:v>22049.98</c:v>
                </c:pt>
                <c:pt idx="1359">
                  <c:v>22070.7</c:v>
                </c:pt>
                <c:pt idx="1360">
                  <c:v>22091.43</c:v>
                </c:pt>
                <c:pt idx="1361">
                  <c:v>22112.16</c:v>
                </c:pt>
                <c:pt idx="1362">
                  <c:v>22132.880000000001</c:v>
                </c:pt>
                <c:pt idx="1363">
                  <c:v>22153.61</c:v>
                </c:pt>
                <c:pt idx="1364">
                  <c:v>22174.34</c:v>
                </c:pt>
                <c:pt idx="1365">
                  <c:v>22195.06</c:v>
                </c:pt>
                <c:pt idx="1366">
                  <c:v>22215.79</c:v>
                </c:pt>
                <c:pt idx="1367">
                  <c:v>22236.52</c:v>
                </c:pt>
                <c:pt idx="1368">
                  <c:v>22257.24</c:v>
                </c:pt>
                <c:pt idx="1369">
                  <c:v>22277.97</c:v>
                </c:pt>
                <c:pt idx="1370">
                  <c:v>22298.7</c:v>
                </c:pt>
                <c:pt idx="1371">
                  <c:v>22319.42</c:v>
                </c:pt>
                <c:pt idx="1372">
                  <c:v>22340.15</c:v>
                </c:pt>
                <c:pt idx="1373">
                  <c:v>22360.880000000001</c:v>
                </c:pt>
                <c:pt idx="1374">
                  <c:v>22381.599999999999</c:v>
                </c:pt>
                <c:pt idx="1375">
                  <c:v>22402.33</c:v>
                </c:pt>
                <c:pt idx="1376">
                  <c:v>22423.06</c:v>
                </c:pt>
                <c:pt idx="1377">
                  <c:v>22443.78</c:v>
                </c:pt>
                <c:pt idx="1378">
                  <c:v>22464.51</c:v>
                </c:pt>
                <c:pt idx="1379">
                  <c:v>22485.24</c:v>
                </c:pt>
                <c:pt idx="1380">
                  <c:v>22505.96</c:v>
                </c:pt>
                <c:pt idx="1381">
                  <c:v>22526.69</c:v>
                </c:pt>
                <c:pt idx="1382">
                  <c:v>22547.42</c:v>
                </c:pt>
                <c:pt idx="1383">
                  <c:v>22568.14</c:v>
                </c:pt>
                <c:pt idx="1384">
                  <c:v>22588.87</c:v>
                </c:pt>
                <c:pt idx="1385">
                  <c:v>22609.599999999999</c:v>
                </c:pt>
                <c:pt idx="1386">
                  <c:v>22630.33</c:v>
                </c:pt>
                <c:pt idx="1387">
                  <c:v>22651.05</c:v>
                </c:pt>
                <c:pt idx="1388">
                  <c:v>22671.78</c:v>
                </c:pt>
                <c:pt idx="1389">
                  <c:v>22692.51</c:v>
                </c:pt>
                <c:pt idx="1390">
                  <c:v>22713.23</c:v>
                </c:pt>
                <c:pt idx="1391">
                  <c:v>22733.96</c:v>
                </c:pt>
                <c:pt idx="1392">
                  <c:v>22754.69</c:v>
                </c:pt>
                <c:pt idx="1393">
                  <c:v>22775.41</c:v>
                </c:pt>
                <c:pt idx="1394">
                  <c:v>22796.14</c:v>
                </c:pt>
                <c:pt idx="1395">
                  <c:v>22816.87</c:v>
                </c:pt>
                <c:pt idx="1396">
                  <c:v>22837.59</c:v>
                </c:pt>
                <c:pt idx="1397">
                  <c:v>22858.32</c:v>
                </c:pt>
                <c:pt idx="1398">
                  <c:v>22879.05</c:v>
                </c:pt>
                <c:pt idx="1399">
                  <c:v>22899.77</c:v>
                </c:pt>
                <c:pt idx="1400">
                  <c:v>22920.5</c:v>
                </c:pt>
                <c:pt idx="1401">
                  <c:v>22941.23</c:v>
                </c:pt>
                <c:pt idx="1402">
                  <c:v>22961.95</c:v>
                </c:pt>
                <c:pt idx="1403">
                  <c:v>22982.68</c:v>
                </c:pt>
                <c:pt idx="1404">
                  <c:v>23003.41</c:v>
                </c:pt>
                <c:pt idx="1405">
                  <c:v>23024.13</c:v>
                </c:pt>
                <c:pt idx="1406">
                  <c:v>23044.86</c:v>
                </c:pt>
                <c:pt idx="1407">
                  <c:v>23065.59</c:v>
                </c:pt>
                <c:pt idx="1408">
                  <c:v>23086.31</c:v>
                </c:pt>
                <c:pt idx="1409">
                  <c:v>23107.040000000001</c:v>
                </c:pt>
                <c:pt idx="1410">
                  <c:v>23127.77</c:v>
                </c:pt>
                <c:pt idx="1411">
                  <c:v>23148.49</c:v>
                </c:pt>
                <c:pt idx="1412">
                  <c:v>23169.22</c:v>
                </c:pt>
                <c:pt idx="1413">
                  <c:v>23189.95</c:v>
                </c:pt>
                <c:pt idx="1414">
                  <c:v>23210.68</c:v>
                </c:pt>
                <c:pt idx="1415">
                  <c:v>23231.4</c:v>
                </c:pt>
                <c:pt idx="1416">
                  <c:v>23252.13</c:v>
                </c:pt>
                <c:pt idx="1417">
                  <c:v>23272.86</c:v>
                </c:pt>
                <c:pt idx="1418">
                  <c:v>23293.58</c:v>
                </c:pt>
                <c:pt idx="1419">
                  <c:v>23314.31</c:v>
                </c:pt>
                <c:pt idx="1420">
                  <c:v>23331.84</c:v>
                </c:pt>
                <c:pt idx="1421">
                  <c:v>23348.65</c:v>
                </c:pt>
                <c:pt idx="1422">
                  <c:v>23365.47</c:v>
                </c:pt>
                <c:pt idx="1423">
                  <c:v>23382.28</c:v>
                </c:pt>
                <c:pt idx="1424">
                  <c:v>23399.1</c:v>
                </c:pt>
                <c:pt idx="1425">
                  <c:v>23415.919999999998</c:v>
                </c:pt>
                <c:pt idx="1426">
                  <c:v>23432.73</c:v>
                </c:pt>
                <c:pt idx="1427">
                  <c:v>23449.55</c:v>
                </c:pt>
                <c:pt idx="1428">
                  <c:v>23466.37</c:v>
                </c:pt>
                <c:pt idx="1429">
                  <c:v>23483.18</c:v>
                </c:pt>
                <c:pt idx="1430">
                  <c:v>23500</c:v>
                </c:pt>
                <c:pt idx="1431">
                  <c:v>23516.81</c:v>
                </c:pt>
                <c:pt idx="1432">
                  <c:v>23533.63</c:v>
                </c:pt>
                <c:pt idx="1433">
                  <c:v>23550.45</c:v>
                </c:pt>
                <c:pt idx="1434">
                  <c:v>23567.26</c:v>
                </c:pt>
                <c:pt idx="1435">
                  <c:v>23584.080000000002</c:v>
                </c:pt>
                <c:pt idx="1436">
                  <c:v>23600.89</c:v>
                </c:pt>
                <c:pt idx="1437">
                  <c:v>23617.71</c:v>
                </c:pt>
                <c:pt idx="1438">
                  <c:v>23634.53</c:v>
                </c:pt>
                <c:pt idx="1439">
                  <c:v>23651.34</c:v>
                </c:pt>
                <c:pt idx="1440">
                  <c:v>23668.16</c:v>
                </c:pt>
                <c:pt idx="1441">
                  <c:v>23684.97</c:v>
                </c:pt>
                <c:pt idx="1442">
                  <c:v>23701.79</c:v>
                </c:pt>
                <c:pt idx="1443">
                  <c:v>23718.61</c:v>
                </c:pt>
                <c:pt idx="1444">
                  <c:v>23735.42</c:v>
                </c:pt>
                <c:pt idx="1445">
                  <c:v>23752.240000000002</c:v>
                </c:pt>
                <c:pt idx="1446">
                  <c:v>23769.05</c:v>
                </c:pt>
                <c:pt idx="1447">
                  <c:v>23785.87</c:v>
                </c:pt>
                <c:pt idx="1448">
                  <c:v>23802.69</c:v>
                </c:pt>
                <c:pt idx="1449">
                  <c:v>23819.5</c:v>
                </c:pt>
                <c:pt idx="1450">
                  <c:v>23836.32</c:v>
                </c:pt>
                <c:pt idx="1451">
                  <c:v>23853.13</c:v>
                </c:pt>
                <c:pt idx="1452">
                  <c:v>23869.95</c:v>
                </c:pt>
                <c:pt idx="1453">
                  <c:v>23886.77</c:v>
                </c:pt>
                <c:pt idx="1454">
                  <c:v>23903.58</c:v>
                </c:pt>
                <c:pt idx="1455">
                  <c:v>23920.400000000001</c:v>
                </c:pt>
                <c:pt idx="1456">
                  <c:v>23937.22</c:v>
                </c:pt>
                <c:pt idx="1457">
                  <c:v>23954.03</c:v>
                </c:pt>
                <c:pt idx="1458">
                  <c:v>23970.85</c:v>
                </c:pt>
                <c:pt idx="1459">
                  <c:v>23987.66</c:v>
                </c:pt>
                <c:pt idx="1460">
                  <c:v>24004.48</c:v>
                </c:pt>
                <c:pt idx="1461">
                  <c:v>24021.3</c:v>
                </c:pt>
                <c:pt idx="1462">
                  <c:v>24038.11</c:v>
                </c:pt>
                <c:pt idx="1463">
                  <c:v>24054.93</c:v>
                </c:pt>
                <c:pt idx="1464">
                  <c:v>24071.74</c:v>
                </c:pt>
                <c:pt idx="1465">
                  <c:v>24088.560000000001</c:v>
                </c:pt>
                <c:pt idx="1466">
                  <c:v>24105.38</c:v>
                </c:pt>
                <c:pt idx="1467">
                  <c:v>24122.19</c:v>
                </c:pt>
                <c:pt idx="1468">
                  <c:v>24139.01</c:v>
                </c:pt>
                <c:pt idx="1469">
                  <c:v>24155.82</c:v>
                </c:pt>
                <c:pt idx="1470">
                  <c:v>24172.639999999999</c:v>
                </c:pt>
                <c:pt idx="1471">
                  <c:v>24189.46</c:v>
                </c:pt>
                <c:pt idx="1472">
                  <c:v>24206.27</c:v>
                </c:pt>
                <c:pt idx="1473">
                  <c:v>24223.09</c:v>
                </c:pt>
                <c:pt idx="1474">
                  <c:v>24239.9</c:v>
                </c:pt>
                <c:pt idx="1475">
                  <c:v>24256.720000000001</c:v>
                </c:pt>
                <c:pt idx="1476">
                  <c:v>24273.54</c:v>
                </c:pt>
                <c:pt idx="1477">
                  <c:v>24290.35</c:v>
                </c:pt>
                <c:pt idx="1478">
                  <c:v>24307.17</c:v>
                </c:pt>
                <c:pt idx="1479">
                  <c:v>24323.98</c:v>
                </c:pt>
                <c:pt idx="1480">
                  <c:v>24340.799999999999</c:v>
                </c:pt>
                <c:pt idx="1481">
                  <c:v>24357.62</c:v>
                </c:pt>
                <c:pt idx="1482">
                  <c:v>24374.43</c:v>
                </c:pt>
                <c:pt idx="1483">
                  <c:v>24391.25</c:v>
                </c:pt>
                <c:pt idx="1484">
                  <c:v>24408.07</c:v>
                </c:pt>
                <c:pt idx="1485">
                  <c:v>24424.880000000001</c:v>
                </c:pt>
                <c:pt idx="1486">
                  <c:v>24441.7</c:v>
                </c:pt>
                <c:pt idx="1487">
                  <c:v>24458.51</c:v>
                </c:pt>
                <c:pt idx="1488">
                  <c:v>24475.33</c:v>
                </c:pt>
                <c:pt idx="1489">
                  <c:v>24492.15</c:v>
                </c:pt>
                <c:pt idx="1490">
                  <c:v>24508.959999999999</c:v>
                </c:pt>
                <c:pt idx="1491">
                  <c:v>24525.78</c:v>
                </c:pt>
                <c:pt idx="1492">
                  <c:v>24542.59</c:v>
                </c:pt>
                <c:pt idx="1493">
                  <c:v>24559.41</c:v>
                </c:pt>
                <c:pt idx="1494">
                  <c:v>24576.23</c:v>
                </c:pt>
                <c:pt idx="1495">
                  <c:v>24593.040000000001</c:v>
                </c:pt>
                <c:pt idx="1496">
                  <c:v>24609.86</c:v>
                </c:pt>
                <c:pt idx="1497">
                  <c:v>24626.67</c:v>
                </c:pt>
                <c:pt idx="1498">
                  <c:v>24643.49</c:v>
                </c:pt>
                <c:pt idx="1499">
                  <c:v>24660.31</c:v>
                </c:pt>
                <c:pt idx="1500">
                  <c:v>24677.119999999999</c:v>
                </c:pt>
                <c:pt idx="1501">
                  <c:v>24693.94</c:v>
                </c:pt>
                <c:pt idx="1502">
                  <c:v>24710.75</c:v>
                </c:pt>
                <c:pt idx="1503">
                  <c:v>24727.57</c:v>
                </c:pt>
                <c:pt idx="1504">
                  <c:v>24744.39</c:v>
                </c:pt>
                <c:pt idx="1505">
                  <c:v>24761.200000000001</c:v>
                </c:pt>
                <c:pt idx="1506">
                  <c:v>24778.02</c:v>
                </c:pt>
                <c:pt idx="1507">
                  <c:v>24794.83</c:v>
                </c:pt>
                <c:pt idx="1508">
                  <c:v>24811.65</c:v>
                </c:pt>
                <c:pt idx="1509">
                  <c:v>24828.47</c:v>
                </c:pt>
                <c:pt idx="1510">
                  <c:v>24845.279999999999</c:v>
                </c:pt>
                <c:pt idx="1511">
                  <c:v>24862.1</c:v>
                </c:pt>
                <c:pt idx="1512">
                  <c:v>24878.92</c:v>
                </c:pt>
                <c:pt idx="1513">
                  <c:v>24895.73</c:v>
                </c:pt>
                <c:pt idx="1514">
                  <c:v>24912.55</c:v>
                </c:pt>
                <c:pt idx="1515">
                  <c:v>24929.360000000001</c:v>
                </c:pt>
                <c:pt idx="1516">
                  <c:v>24946.18</c:v>
                </c:pt>
                <c:pt idx="1517">
                  <c:v>24963</c:v>
                </c:pt>
                <c:pt idx="1518">
                  <c:v>24979.81</c:v>
                </c:pt>
                <c:pt idx="1519">
                  <c:v>24996.63</c:v>
                </c:pt>
                <c:pt idx="1520">
                  <c:v>25013.439999999999</c:v>
                </c:pt>
                <c:pt idx="1521">
                  <c:v>25030.26</c:v>
                </c:pt>
                <c:pt idx="1522">
                  <c:v>25047.08</c:v>
                </c:pt>
                <c:pt idx="1523">
                  <c:v>25063.89</c:v>
                </c:pt>
                <c:pt idx="1524">
                  <c:v>25080.71</c:v>
                </c:pt>
                <c:pt idx="1525">
                  <c:v>25097.52</c:v>
                </c:pt>
                <c:pt idx="1526">
                  <c:v>25114.34</c:v>
                </c:pt>
                <c:pt idx="1527">
                  <c:v>25131.16</c:v>
                </c:pt>
                <c:pt idx="1528">
                  <c:v>25147.97</c:v>
                </c:pt>
                <c:pt idx="1529">
                  <c:v>25164.79</c:v>
                </c:pt>
                <c:pt idx="1530">
                  <c:v>25181.599999999999</c:v>
                </c:pt>
                <c:pt idx="1531">
                  <c:v>25198.42</c:v>
                </c:pt>
                <c:pt idx="1532">
                  <c:v>25215.24</c:v>
                </c:pt>
                <c:pt idx="1533">
                  <c:v>25232.05</c:v>
                </c:pt>
                <c:pt idx="1534">
                  <c:v>25248.87</c:v>
                </c:pt>
                <c:pt idx="1535">
                  <c:v>25265.68</c:v>
                </c:pt>
                <c:pt idx="1536">
                  <c:v>25282.5</c:v>
                </c:pt>
                <c:pt idx="1537">
                  <c:v>25299.32</c:v>
                </c:pt>
                <c:pt idx="1538">
                  <c:v>25316.13</c:v>
                </c:pt>
                <c:pt idx="1539">
                  <c:v>25332.95</c:v>
                </c:pt>
                <c:pt idx="1540">
                  <c:v>25349.77</c:v>
                </c:pt>
                <c:pt idx="1541">
                  <c:v>25366.58</c:v>
                </c:pt>
                <c:pt idx="1542">
                  <c:v>25383.4</c:v>
                </c:pt>
                <c:pt idx="1543">
                  <c:v>25400.21</c:v>
                </c:pt>
                <c:pt idx="1544">
                  <c:v>25417.03</c:v>
                </c:pt>
                <c:pt idx="1545">
                  <c:v>25433.85</c:v>
                </c:pt>
                <c:pt idx="1546">
                  <c:v>25450.66</c:v>
                </c:pt>
                <c:pt idx="1547">
                  <c:v>25467.48</c:v>
                </c:pt>
                <c:pt idx="1548">
                  <c:v>25484.29</c:v>
                </c:pt>
                <c:pt idx="1549">
                  <c:v>25501.11</c:v>
                </c:pt>
                <c:pt idx="1550">
                  <c:v>25517.93</c:v>
                </c:pt>
                <c:pt idx="1551">
                  <c:v>25534.74</c:v>
                </c:pt>
                <c:pt idx="1552">
                  <c:v>25551.56</c:v>
                </c:pt>
                <c:pt idx="1553">
                  <c:v>25568.37</c:v>
                </c:pt>
                <c:pt idx="1554">
                  <c:v>25585.19</c:v>
                </c:pt>
                <c:pt idx="1555">
                  <c:v>25602.01</c:v>
                </c:pt>
                <c:pt idx="1556">
                  <c:v>25618.82</c:v>
                </c:pt>
                <c:pt idx="1557">
                  <c:v>25635.64</c:v>
                </c:pt>
                <c:pt idx="1558">
                  <c:v>25652.45</c:v>
                </c:pt>
                <c:pt idx="1559">
                  <c:v>25669.27</c:v>
                </c:pt>
                <c:pt idx="1560">
                  <c:v>25686.09</c:v>
                </c:pt>
                <c:pt idx="1561">
                  <c:v>25702.9</c:v>
                </c:pt>
                <c:pt idx="1562">
                  <c:v>25719.72</c:v>
                </c:pt>
                <c:pt idx="1563">
                  <c:v>25736.53</c:v>
                </c:pt>
                <c:pt idx="1564">
                  <c:v>25753.35</c:v>
                </c:pt>
                <c:pt idx="1565">
                  <c:v>25770.17</c:v>
                </c:pt>
                <c:pt idx="1566">
                  <c:v>25786.98</c:v>
                </c:pt>
                <c:pt idx="1567">
                  <c:v>25803.8</c:v>
                </c:pt>
                <c:pt idx="1568">
                  <c:v>25820.62</c:v>
                </c:pt>
                <c:pt idx="1569">
                  <c:v>25837.43</c:v>
                </c:pt>
                <c:pt idx="1570">
                  <c:v>25854.25</c:v>
                </c:pt>
                <c:pt idx="1571">
                  <c:v>25871.06</c:v>
                </c:pt>
                <c:pt idx="1572">
                  <c:v>25887.88</c:v>
                </c:pt>
                <c:pt idx="1573">
                  <c:v>25904.7</c:v>
                </c:pt>
                <c:pt idx="1574">
                  <c:v>25921.51</c:v>
                </c:pt>
                <c:pt idx="1575">
                  <c:v>25938.33</c:v>
                </c:pt>
                <c:pt idx="1576">
                  <c:v>25955.14</c:v>
                </c:pt>
                <c:pt idx="1577">
                  <c:v>25971.96</c:v>
                </c:pt>
                <c:pt idx="1578">
                  <c:v>25988.78</c:v>
                </c:pt>
                <c:pt idx="1579">
                  <c:v>26005.59</c:v>
                </c:pt>
                <c:pt idx="1580">
                  <c:v>26022.41</c:v>
                </c:pt>
                <c:pt idx="1581">
                  <c:v>26039.22</c:v>
                </c:pt>
                <c:pt idx="1582">
                  <c:v>26056.04</c:v>
                </c:pt>
                <c:pt idx="1583">
                  <c:v>26072.86</c:v>
                </c:pt>
                <c:pt idx="1584">
                  <c:v>26089.67</c:v>
                </c:pt>
                <c:pt idx="1585">
                  <c:v>26106.49</c:v>
                </c:pt>
                <c:pt idx="1586">
                  <c:v>26123.3</c:v>
                </c:pt>
                <c:pt idx="1587">
                  <c:v>26140.12</c:v>
                </c:pt>
                <c:pt idx="1588">
                  <c:v>26156.94</c:v>
                </c:pt>
                <c:pt idx="1589">
                  <c:v>26173.75</c:v>
                </c:pt>
                <c:pt idx="1590">
                  <c:v>26190.57</c:v>
                </c:pt>
                <c:pt idx="1591">
                  <c:v>26207.38</c:v>
                </c:pt>
                <c:pt idx="1592">
                  <c:v>26224.2</c:v>
                </c:pt>
                <c:pt idx="1593">
                  <c:v>26241.02</c:v>
                </c:pt>
                <c:pt idx="1594">
                  <c:v>26257.83</c:v>
                </c:pt>
                <c:pt idx="1595">
                  <c:v>26274.65</c:v>
                </c:pt>
                <c:pt idx="1596">
                  <c:v>26291.47</c:v>
                </c:pt>
                <c:pt idx="1597">
                  <c:v>26308.28</c:v>
                </c:pt>
                <c:pt idx="1598">
                  <c:v>26325.1</c:v>
                </c:pt>
                <c:pt idx="1599">
                  <c:v>26341.91</c:v>
                </c:pt>
                <c:pt idx="1600">
                  <c:v>26358.73</c:v>
                </c:pt>
                <c:pt idx="1601">
                  <c:v>26375.55</c:v>
                </c:pt>
                <c:pt idx="1602">
                  <c:v>26392.36</c:v>
                </c:pt>
                <c:pt idx="1603">
                  <c:v>26409.18</c:v>
                </c:pt>
                <c:pt idx="1604">
                  <c:v>26425.99</c:v>
                </c:pt>
                <c:pt idx="1605">
                  <c:v>26442.81</c:v>
                </c:pt>
                <c:pt idx="1606">
                  <c:v>26459.63</c:v>
                </c:pt>
                <c:pt idx="1607">
                  <c:v>26476.44</c:v>
                </c:pt>
                <c:pt idx="1608">
                  <c:v>26493.26</c:v>
                </c:pt>
                <c:pt idx="1609">
                  <c:v>26510.07</c:v>
                </c:pt>
                <c:pt idx="1610">
                  <c:v>26526.89</c:v>
                </c:pt>
                <c:pt idx="1611">
                  <c:v>26543.71</c:v>
                </c:pt>
                <c:pt idx="1612">
                  <c:v>26560.52</c:v>
                </c:pt>
                <c:pt idx="1613">
                  <c:v>26577.34</c:v>
                </c:pt>
                <c:pt idx="1614">
                  <c:v>26594.15</c:v>
                </c:pt>
                <c:pt idx="1615">
                  <c:v>26610.97</c:v>
                </c:pt>
                <c:pt idx="1616">
                  <c:v>26627.79</c:v>
                </c:pt>
                <c:pt idx="1617">
                  <c:v>26644.6</c:v>
                </c:pt>
                <c:pt idx="1618">
                  <c:v>26661.42</c:v>
                </c:pt>
                <c:pt idx="1619">
                  <c:v>26678.23</c:v>
                </c:pt>
                <c:pt idx="1620">
                  <c:v>26695.05</c:v>
                </c:pt>
                <c:pt idx="1621">
                  <c:v>26711.87</c:v>
                </c:pt>
                <c:pt idx="1622">
                  <c:v>26728.68</c:v>
                </c:pt>
                <c:pt idx="1623">
                  <c:v>26745.5</c:v>
                </c:pt>
                <c:pt idx="1624">
                  <c:v>26762.32</c:v>
                </c:pt>
                <c:pt idx="1625">
                  <c:v>26779.13</c:v>
                </c:pt>
                <c:pt idx="1626">
                  <c:v>26795.95</c:v>
                </c:pt>
                <c:pt idx="1627">
                  <c:v>26812.76</c:v>
                </c:pt>
                <c:pt idx="1628">
                  <c:v>26829.58</c:v>
                </c:pt>
                <c:pt idx="1629">
                  <c:v>26846.400000000001</c:v>
                </c:pt>
                <c:pt idx="1630">
                  <c:v>26863.21</c:v>
                </c:pt>
                <c:pt idx="1631">
                  <c:v>26880.03</c:v>
                </c:pt>
                <c:pt idx="1632">
                  <c:v>26896.84</c:v>
                </c:pt>
                <c:pt idx="1633">
                  <c:v>26913.66</c:v>
                </c:pt>
                <c:pt idx="1634">
                  <c:v>26930.48</c:v>
                </c:pt>
                <c:pt idx="1635">
                  <c:v>26947.29</c:v>
                </c:pt>
                <c:pt idx="1636">
                  <c:v>26964.11</c:v>
                </c:pt>
                <c:pt idx="1637">
                  <c:v>26980.92</c:v>
                </c:pt>
                <c:pt idx="1638">
                  <c:v>26997.74</c:v>
                </c:pt>
                <c:pt idx="1639">
                  <c:v>27014.560000000001</c:v>
                </c:pt>
                <c:pt idx="1640">
                  <c:v>27031.37</c:v>
                </c:pt>
                <c:pt idx="1641">
                  <c:v>27048.19</c:v>
                </c:pt>
                <c:pt idx="1642">
                  <c:v>27065</c:v>
                </c:pt>
                <c:pt idx="1643">
                  <c:v>27081.82</c:v>
                </c:pt>
                <c:pt idx="1644">
                  <c:v>27098.639999999999</c:v>
                </c:pt>
                <c:pt idx="1645">
                  <c:v>27115.45</c:v>
                </c:pt>
                <c:pt idx="1646">
                  <c:v>27132.27</c:v>
                </c:pt>
                <c:pt idx="1647">
                  <c:v>27149.08</c:v>
                </c:pt>
                <c:pt idx="1648">
                  <c:v>27165.9</c:v>
                </c:pt>
                <c:pt idx="1649">
                  <c:v>27182.720000000001</c:v>
                </c:pt>
                <c:pt idx="1650">
                  <c:v>27199.53</c:v>
                </c:pt>
                <c:pt idx="1651">
                  <c:v>27216.35</c:v>
                </c:pt>
                <c:pt idx="1652">
                  <c:v>27233.17</c:v>
                </c:pt>
                <c:pt idx="1653">
                  <c:v>27249.98</c:v>
                </c:pt>
                <c:pt idx="1654">
                  <c:v>27266.799999999999</c:v>
                </c:pt>
                <c:pt idx="1655">
                  <c:v>27283.61</c:v>
                </c:pt>
                <c:pt idx="1656">
                  <c:v>27300.43</c:v>
                </c:pt>
                <c:pt idx="1657">
                  <c:v>27317.25</c:v>
                </c:pt>
                <c:pt idx="1658">
                  <c:v>27334.06</c:v>
                </c:pt>
                <c:pt idx="1659">
                  <c:v>27350.880000000001</c:v>
                </c:pt>
                <c:pt idx="1660">
                  <c:v>27367.69</c:v>
                </c:pt>
                <c:pt idx="1661">
                  <c:v>27384.51</c:v>
                </c:pt>
                <c:pt idx="1662">
                  <c:v>27401.33</c:v>
                </c:pt>
                <c:pt idx="1663">
                  <c:v>27418.14</c:v>
                </c:pt>
                <c:pt idx="1664">
                  <c:v>27434.959999999999</c:v>
                </c:pt>
                <c:pt idx="1665">
                  <c:v>27451.77</c:v>
                </c:pt>
                <c:pt idx="1666">
                  <c:v>27468.59</c:v>
                </c:pt>
                <c:pt idx="1667">
                  <c:v>27485.41</c:v>
                </c:pt>
                <c:pt idx="1668">
                  <c:v>27502.22</c:v>
                </c:pt>
                <c:pt idx="1669">
                  <c:v>27519.040000000001</c:v>
                </c:pt>
                <c:pt idx="1670">
                  <c:v>27535.85</c:v>
                </c:pt>
                <c:pt idx="1671">
                  <c:v>27552.67</c:v>
                </c:pt>
                <c:pt idx="1672">
                  <c:v>27569.49</c:v>
                </c:pt>
                <c:pt idx="1673">
                  <c:v>27586.3</c:v>
                </c:pt>
                <c:pt idx="1674">
                  <c:v>27603.119999999999</c:v>
                </c:pt>
                <c:pt idx="1675">
                  <c:v>27619.93</c:v>
                </c:pt>
                <c:pt idx="1676">
                  <c:v>27636.75</c:v>
                </c:pt>
                <c:pt idx="1677">
                  <c:v>27653.57</c:v>
                </c:pt>
                <c:pt idx="1678">
                  <c:v>27670.38</c:v>
                </c:pt>
                <c:pt idx="1679">
                  <c:v>27687.200000000001</c:v>
                </c:pt>
                <c:pt idx="1680">
                  <c:v>27704.02</c:v>
                </c:pt>
                <c:pt idx="1681">
                  <c:v>27720.83</c:v>
                </c:pt>
                <c:pt idx="1682">
                  <c:v>27737.65</c:v>
                </c:pt>
                <c:pt idx="1683">
                  <c:v>27754.46</c:v>
                </c:pt>
                <c:pt idx="1684">
                  <c:v>27771.279999999999</c:v>
                </c:pt>
                <c:pt idx="1685">
                  <c:v>27788.1</c:v>
                </c:pt>
                <c:pt idx="1686">
                  <c:v>27804.91</c:v>
                </c:pt>
                <c:pt idx="1687">
                  <c:v>27821.73</c:v>
                </c:pt>
                <c:pt idx="1688">
                  <c:v>27838.54</c:v>
                </c:pt>
                <c:pt idx="1689">
                  <c:v>27855.360000000001</c:v>
                </c:pt>
                <c:pt idx="1690">
                  <c:v>27872.18</c:v>
                </c:pt>
                <c:pt idx="1691">
                  <c:v>27888.99</c:v>
                </c:pt>
                <c:pt idx="1692">
                  <c:v>27905.81</c:v>
                </c:pt>
                <c:pt idx="1693">
                  <c:v>27922.62</c:v>
                </c:pt>
                <c:pt idx="1694">
                  <c:v>27939.439999999999</c:v>
                </c:pt>
                <c:pt idx="1695">
                  <c:v>27956.26</c:v>
                </c:pt>
                <c:pt idx="1696">
                  <c:v>27973.07</c:v>
                </c:pt>
                <c:pt idx="1697">
                  <c:v>27989.89</c:v>
                </c:pt>
                <c:pt idx="1698">
                  <c:v>28006.7</c:v>
                </c:pt>
                <c:pt idx="1699">
                  <c:v>28023.52</c:v>
                </c:pt>
                <c:pt idx="1700">
                  <c:v>28040.34</c:v>
                </c:pt>
                <c:pt idx="1701">
                  <c:v>28057.15</c:v>
                </c:pt>
                <c:pt idx="1702">
                  <c:v>28073.97</c:v>
                </c:pt>
                <c:pt idx="1703">
                  <c:v>28090.78</c:v>
                </c:pt>
                <c:pt idx="1704">
                  <c:v>28107.599999999999</c:v>
                </c:pt>
                <c:pt idx="1705">
                  <c:v>28124.42</c:v>
                </c:pt>
                <c:pt idx="1706">
                  <c:v>28141.23</c:v>
                </c:pt>
                <c:pt idx="1707">
                  <c:v>28158.05</c:v>
                </c:pt>
                <c:pt idx="1708">
                  <c:v>28174.87</c:v>
                </c:pt>
                <c:pt idx="1709">
                  <c:v>28191.68</c:v>
                </c:pt>
                <c:pt idx="1710">
                  <c:v>28208.5</c:v>
                </c:pt>
                <c:pt idx="1711">
                  <c:v>28225.31</c:v>
                </c:pt>
                <c:pt idx="1712">
                  <c:v>28242.13</c:v>
                </c:pt>
                <c:pt idx="1713">
                  <c:v>28258.95</c:v>
                </c:pt>
                <c:pt idx="1714">
                  <c:v>28275.759999999998</c:v>
                </c:pt>
                <c:pt idx="1715">
                  <c:v>28292.58</c:v>
                </c:pt>
                <c:pt idx="1716">
                  <c:v>28309.39</c:v>
                </c:pt>
                <c:pt idx="1717">
                  <c:v>28326.21</c:v>
                </c:pt>
                <c:pt idx="1718">
                  <c:v>28343.03</c:v>
                </c:pt>
                <c:pt idx="1719">
                  <c:v>28359.84</c:v>
                </c:pt>
                <c:pt idx="1720">
                  <c:v>28376.66</c:v>
                </c:pt>
                <c:pt idx="1721">
                  <c:v>28393.47</c:v>
                </c:pt>
                <c:pt idx="1722">
                  <c:v>28410.29</c:v>
                </c:pt>
                <c:pt idx="1723">
                  <c:v>28427.11</c:v>
                </c:pt>
                <c:pt idx="1724">
                  <c:v>28443.919999999998</c:v>
                </c:pt>
                <c:pt idx="1725">
                  <c:v>28460.74</c:v>
                </c:pt>
                <c:pt idx="1726">
                  <c:v>28477.55</c:v>
                </c:pt>
                <c:pt idx="1727">
                  <c:v>28494.37</c:v>
                </c:pt>
                <c:pt idx="1728">
                  <c:v>28511.19</c:v>
                </c:pt>
                <c:pt idx="1729">
                  <c:v>28528</c:v>
                </c:pt>
                <c:pt idx="1730">
                  <c:v>28544.82</c:v>
                </c:pt>
                <c:pt idx="1731">
                  <c:v>28561.63</c:v>
                </c:pt>
                <c:pt idx="1732">
                  <c:v>28578.45</c:v>
                </c:pt>
                <c:pt idx="1733">
                  <c:v>28595.27</c:v>
                </c:pt>
                <c:pt idx="1734">
                  <c:v>28612.080000000002</c:v>
                </c:pt>
                <c:pt idx="1735">
                  <c:v>28628.9</c:v>
                </c:pt>
                <c:pt idx="1736">
                  <c:v>28645.72</c:v>
                </c:pt>
                <c:pt idx="1737">
                  <c:v>28662.53</c:v>
                </c:pt>
                <c:pt idx="1738">
                  <c:v>28679.35</c:v>
                </c:pt>
                <c:pt idx="1739">
                  <c:v>28696.16</c:v>
                </c:pt>
                <c:pt idx="1740">
                  <c:v>28712.98</c:v>
                </c:pt>
                <c:pt idx="1741">
                  <c:v>28729.8</c:v>
                </c:pt>
                <c:pt idx="1742">
                  <c:v>28746.61</c:v>
                </c:pt>
                <c:pt idx="1743">
                  <c:v>28763.43</c:v>
                </c:pt>
                <c:pt idx="1744">
                  <c:v>28780.240000000002</c:v>
                </c:pt>
                <c:pt idx="1745">
                  <c:v>28797.06</c:v>
                </c:pt>
                <c:pt idx="1746">
                  <c:v>28813.88</c:v>
                </c:pt>
                <c:pt idx="1747">
                  <c:v>28830.69</c:v>
                </c:pt>
                <c:pt idx="1748">
                  <c:v>28847.51</c:v>
                </c:pt>
                <c:pt idx="1749">
                  <c:v>28864.32</c:v>
                </c:pt>
                <c:pt idx="1750">
                  <c:v>28881.14</c:v>
                </c:pt>
                <c:pt idx="1751">
                  <c:v>28897.96</c:v>
                </c:pt>
                <c:pt idx="1752">
                  <c:v>28914.77</c:v>
                </c:pt>
                <c:pt idx="1753">
                  <c:v>28931.59</c:v>
                </c:pt>
                <c:pt idx="1754">
                  <c:v>28948.400000000001</c:v>
                </c:pt>
                <c:pt idx="1755">
                  <c:v>28965.22</c:v>
                </c:pt>
                <c:pt idx="1756">
                  <c:v>28982.04</c:v>
                </c:pt>
                <c:pt idx="1757">
                  <c:v>28998.85</c:v>
                </c:pt>
                <c:pt idx="1758">
                  <c:v>29015.67</c:v>
                </c:pt>
                <c:pt idx="1759">
                  <c:v>29032.48</c:v>
                </c:pt>
                <c:pt idx="1760">
                  <c:v>29049.3</c:v>
                </c:pt>
                <c:pt idx="1761">
                  <c:v>29066.12</c:v>
                </c:pt>
                <c:pt idx="1762">
                  <c:v>29082.93</c:v>
                </c:pt>
                <c:pt idx="1763">
                  <c:v>29099.75</c:v>
                </c:pt>
                <c:pt idx="1764">
                  <c:v>29116.57</c:v>
                </c:pt>
                <c:pt idx="1765">
                  <c:v>29133.38</c:v>
                </c:pt>
                <c:pt idx="1766">
                  <c:v>29150.2</c:v>
                </c:pt>
                <c:pt idx="1767">
                  <c:v>29167.01</c:v>
                </c:pt>
                <c:pt idx="1768">
                  <c:v>29183.83</c:v>
                </c:pt>
                <c:pt idx="1769">
                  <c:v>29200.65</c:v>
                </c:pt>
                <c:pt idx="1770">
                  <c:v>29217.46</c:v>
                </c:pt>
                <c:pt idx="1771">
                  <c:v>29234.28</c:v>
                </c:pt>
                <c:pt idx="1772">
                  <c:v>29251.09</c:v>
                </c:pt>
                <c:pt idx="1773">
                  <c:v>29267.91</c:v>
                </c:pt>
                <c:pt idx="1774">
                  <c:v>29284.73</c:v>
                </c:pt>
                <c:pt idx="1775">
                  <c:v>29301.54</c:v>
                </c:pt>
                <c:pt idx="1776">
                  <c:v>29318.36</c:v>
                </c:pt>
                <c:pt idx="1777">
                  <c:v>29335.17</c:v>
                </c:pt>
                <c:pt idx="1778">
                  <c:v>29351.99</c:v>
                </c:pt>
                <c:pt idx="1779">
                  <c:v>29368.81</c:v>
                </c:pt>
                <c:pt idx="1780">
                  <c:v>29385.62</c:v>
                </c:pt>
                <c:pt idx="1781">
                  <c:v>29402.44</c:v>
                </c:pt>
                <c:pt idx="1782">
                  <c:v>29419.25</c:v>
                </c:pt>
                <c:pt idx="1783">
                  <c:v>29436.07</c:v>
                </c:pt>
                <c:pt idx="1784">
                  <c:v>29452.89</c:v>
                </c:pt>
                <c:pt idx="1785">
                  <c:v>29469.7</c:v>
                </c:pt>
                <c:pt idx="1786">
                  <c:v>29486.52</c:v>
                </c:pt>
                <c:pt idx="1787">
                  <c:v>29503.33</c:v>
                </c:pt>
                <c:pt idx="1788">
                  <c:v>29520.15</c:v>
                </c:pt>
                <c:pt idx="1789">
                  <c:v>29536.97</c:v>
                </c:pt>
                <c:pt idx="1790">
                  <c:v>29553.78</c:v>
                </c:pt>
                <c:pt idx="1791">
                  <c:v>29570.6</c:v>
                </c:pt>
                <c:pt idx="1792">
                  <c:v>29587.42</c:v>
                </c:pt>
                <c:pt idx="1793">
                  <c:v>29604.23</c:v>
                </c:pt>
                <c:pt idx="1794">
                  <c:v>29621.05</c:v>
                </c:pt>
                <c:pt idx="1795">
                  <c:v>29637.86</c:v>
                </c:pt>
                <c:pt idx="1796">
                  <c:v>29654.68</c:v>
                </c:pt>
                <c:pt idx="1797">
                  <c:v>29671.5</c:v>
                </c:pt>
                <c:pt idx="1798">
                  <c:v>29688.31</c:v>
                </c:pt>
                <c:pt idx="1799">
                  <c:v>29705.13</c:v>
                </c:pt>
                <c:pt idx="1800">
                  <c:v>29721.94</c:v>
                </c:pt>
                <c:pt idx="1801">
                  <c:v>29738.76</c:v>
                </c:pt>
                <c:pt idx="1802">
                  <c:v>29755.58</c:v>
                </c:pt>
                <c:pt idx="1803">
                  <c:v>29772.39</c:v>
                </c:pt>
                <c:pt idx="1804">
                  <c:v>29789.21</c:v>
                </c:pt>
                <c:pt idx="1805">
                  <c:v>29806.02</c:v>
                </c:pt>
                <c:pt idx="1806">
                  <c:v>29822.84</c:v>
                </c:pt>
                <c:pt idx="1807">
                  <c:v>29839.66</c:v>
                </c:pt>
                <c:pt idx="1808">
                  <c:v>29856.47</c:v>
                </c:pt>
                <c:pt idx="1809">
                  <c:v>29873.29</c:v>
                </c:pt>
                <c:pt idx="1810">
                  <c:v>29890.1</c:v>
                </c:pt>
                <c:pt idx="1811">
                  <c:v>29906.92</c:v>
                </c:pt>
                <c:pt idx="1812">
                  <c:v>29923.74</c:v>
                </c:pt>
                <c:pt idx="1813">
                  <c:v>29940.55</c:v>
                </c:pt>
                <c:pt idx="1814">
                  <c:v>29957.37</c:v>
                </c:pt>
                <c:pt idx="1815">
                  <c:v>29974.18</c:v>
                </c:pt>
                <c:pt idx="1816">
                  <c:v>29991</c:v>
                </c:pt>
                <c:pt idx="1817">
                  <c:v>30007.82</c:v>
                </c:pt>
                <c:pt idx="1818">
                  <c:v>30024.63</c:v>
                </c:pt>
                <c:pt idx="1819">
                  <c:v>30041.45</c:v>
                </c:pt>
                <c:pt idx="1820">
                  <c:v>30058.27</c:v>
                </c:pt>
                <c:pt idx="1821">
                  <c:v>30075.08</c:v>
                </c:pt>
                <c:pt idx="1822">
                  <c:v>30091.9</c:v>
                </c:pt>
                <c:pt idx="1823">
                  <c:v>30108.71</c:v>
                </c:pt>
                <c:pt idx="1824">
                  <c:v>30125.53</c:v>
                </c:pt>
                <c:pt idx="1825">
                  <c:v>30142.35</c:v>
                </c:pt>
                <c:pt idx="1826">
                  <c:v>30159.16</c:v>
                </c:pt>
                <c:pt idx="1827">
                  <c:v>30175.98</c:v>
                </c:pt>
                <c:pt idx="1828">
                  <c:v>30192.79</c:v>
                </c:pt>
                <c:pt idx="1829">
                  <c:v>30209.61</c:v>
                </c:pt>
                <c:pt idx="1830">
                  <c:v>30226.43</c:v>
                </c:pt>
                <c:pt idx="1831">
                  <c:v>30243.24</c:v>
                </c:pt>
                <c:pt idx="1832">
                  <c:v>30260.06</c:v>
                </c:pt>
                <c:pt idx="1833">
                  <c:v>30276.87</c:v>
                </c:pt>
                <c:pt idx="1834">
                  <c:v>30293.69</c:v>
                </c:pt>
                <c:pt idx="1835">
                  <c:v>30310.51</c:v>
                </c:pt>
                <c:pt idx="1836">
                  <c:v>30327.32</c:v>
                </c:pt>
                <c:pt idx="1837">
                  <c:v>30344.14</c:v>
                </c:pt>
                <c:pt idx="1838">
                  <c:v>30360.95</c:v>
                </c:pt>
                <c:pt idx="1839">
                  <c:v>30377.77</c:v>
                </c:pt>
                <c:pt idx="1840">
                  <c:v>30394.59</c:v>
                </c:pt>
                <c:pt idx="1841">
                  <c:v>30411.4</c:v>
                </c:pt>
                <c:pt idx="1842">
                  <c:v>30428.22</c:v>
                </c:pt>
                <c:pt idx="1843">
                  <c:v>30445.03</c:v>
                </c:pt>
                <c:pt idx="1844">
                  <c:v>30461.85</c:v>
                </c:pt>
                <c:pt idx="1845">
                  <c:v>30478.67</c:v>
                </c:pt>
                <c:pt idx="1846">
                  <c:v>30495.48</c:v>
                </c:pt>
                <c:pt idx="1847">
                  <c:v>30512.3</c:v>
                </c:pt>
                <c:pt idx="1848">
                  <c:v>30529.119999999999</c:v>
                </c:pt>
                <c:pt idx="1849">
                  <c:v>30545.93</c:v>
                </c:pt>
                <c:pt idx="1850">
                  <c:v>30562.75</c:v>
                </c:pt>
                <c:pt idx="1851">
                  <c:v>30579.56</c:v>
                </c:pt>
                <c:pt idx="1852">
                  <c:v>30596.38</c:v>
                </c:pt>
                <c:pt idx="1853">
                  <c:v>30613.200000000001</c:v>
                </c:pt>
                <c:pt idx="1854">
                  <c:v>30630.01</c:v>
                </c:pt>
                <c:pt idx="1855">
                  <c:v>30646.83</c:v>
                </c:pt>
                <c:pt idx="1856">
                  <c:v>30663.64</c:v>
                </c:pt>
                <c:pt idx="1857">
                  <c:v>30680.46</c:v>
                </c:pt>
                <c:pt idx="1858">
                  <c:v>30697.279999999999</c:v>
                </c:pt>
                <c:pt idx="1859">
                  <c:v>30714.09</c:v>
                </c:pt>
                <c:pt idx="1860">
                  <c:v>30730.91</c:v>
                </c:pt>
                <c:pt idx="1861">
                  <c:v>30747.72</c:v>
                </c:pt>
                <c:pt idx="1862">
                  <c:v>30764.54</c:v>
                </c:pt>
                <c:pt idx="1863">
                  <c:v>30781.360000000001</c:v>
                </c:pt>
                <c:pt idx="1864">
                  <c:v>30798.17</c:v>
                </c:pt>
                <c:pt idx="1865">
                  <c:v>30814.99</c:v>
                </c:pt>
                <c:pt idx="1866">
                  <c:v>30831.8</c:v>
                </c:pt>
                <c:pt idx="1867">
                  <c:v>30848.62</c:v>
                </c:pt>
                <c:pt idx="1868">
                  <c:v>30865.439999999999</c:v>
                </c:pt>
                <c:pt idx="1869">
                  <c:v>30882.25</c:v>
                </c:pt>
                <c:pt idx="1870">
                  <c:v>30899.07</c:v>
                </c:pt>
                <c:pt idx="1871">
                  <c:v>30915.88</c:v>
                </c:pt>
                <c:pt idx="1872">
                  <c:v>30932.7</c:v>
                </c:pt>
                <c:pt idx="1873">
                  <c:v>30949.52</c:v>
                </c:pt>
                <c:pt idx="1874">
                  <c:v>30966.33</c:v>
                </c:pt>
                <c:pt idx="1875">
                  <c:v>30983.15</c:v>
                </c:pt>
                <c:pt idx="1876">
                  <c:v>30999.97</c:v>
                </c:pt>
                <c:pt idx="1877">
                  <c:v>31016.78</c:v>
                </c:pt>
                <c:pt idx="1878">
                  <c:v>31033.599999999999</c:v>
                </c:pt>
                <c:pt idx="1879">
                  <c:v>31050.41</c:v>
                </c:pt>
                <c:pt idx="1880">
                  <c:v>31067.23</c:v>
                </c:pt>
                <c:pt idx="1881">
                  <c:v>31084.05</c:v>
                </c:pt>
                <c:pt idx="1882">
                  <c:v>31100.86</c:v>
                </c:pt>
                <c:pt idx="1883">
                  <c:v>31117.68</c:v>
                </c:pt>
                <c:pt idx="1884">
                  <c:v>31134.49</c:v>
                </c:pt>
                <c:pt idx="1885">
                  <c:v>31151.31</c:v>
                </c:pt>
                <c:pt idx="1886">
                  <c:v>31168.13</c:v>
                </c:pt>
                <c:pt idx="1887">
                  <c:v>31184.94</c:v>
                </c:pt>
                <c:pt idx="1888">
                  <c:v>31201.759999999998</c:v>
                </c:pt>
                <c:pt idx="1889">
                  <c:v>31218.57</c:v>
                </c:pt>
                <c:pt idx="1890">
                  <c:v>31235.39</c:v>
                </c:pt>
                <c:pt idx="1891">
                  <c:v>31252.21</c:v>
                </c:pt>
                <c:pt idx="1892">
                  <c:v>31269.02</c:v>
                </c:pt>
                <c:pt idx="1893">
                  <c:v>31285.84</c:v>
                </c:pt>
                <c:pt idx="1894">
                  <c:v>31302.65</c:v>
                </c:pt>
                <c:pt idx="1895">
                  <c:v>31319.47</c:v>
                </c:pt>
                <c:pt idx="1896">
                  <c:v>31336.29</c:v>
                </c:pt>
                <c:pt idx="1897">
                  <c:v>31353.1</c:v>
                </c:pt>
                <c:pt idx="1898">
                  <c:v>31369.919999999998</c:v>
                </c:pt>
                <c:pt idx="1899">
                  <c:v>31386.73</c:v>
                </c:pt>
                <c:pt idx="1900">
                  <c:v>31403.55</c:v>
                </c:pt>
                <c:pt idx="1901">
                  <c:v>31420.37</c:v>
                </c:pt>
                <c:pt idx="1902">
                  <c:v>31437.18</c:v>
                </c:pt>
                <c:pt idx="1903">
                  <c:v>31454</c:v>
                </c:pt>
                <c:pt idx="1904">
                  <c:v>31470.82</c:v>
                </c:pt>
                <c:pt idx="1905">
                  <c:v>31487.63</c:v>
                </c:pt>
                <c:pt idx="1906">
                  <c:v>31504.45</c:v>
                </c:pt>
                <c:pt idx="1907">
                  <c:v>31521.26</c:v>
                </c:pt>
                <c:pt idx="1908">
                  <c:v>31538.080000000002</c:v>
                </c:pt>
                <c:pt idx="1909">
                  <c:v>31554.9</c:v>
                </c:pt>
                <c:pt idx="1910">
                  <c:v>31571.71</c:v>
                </c:pt>
                <c:pt idx="1911">
                  <c:v>31588.53</c:v>
                </c:pt>
                <c:pt idx="1912">
                  <c:v>31605.34</c:v>
                </c:pt>
                <c:pt idx="1913">
                  <c:v>31622.16</c:v>
                </c:pt>
                <c:pt idx="1914">
                  <c:v>31638.98</c:v>
                </c:pt>
                <c:pt idx="1915">
                  <c:v>31655.79</c:v>
                </c:pt>
                <c:pt idx="1916">
                  <c:v>31672.61</c:v>
                </c:pt>
                <c:pt idx="1917">
                  <c:v>31689.42</c:v>
                </c:pt>
                <c:pt idx="1918">
                  <c:v>31706.240000000002</c:v>
                </c:pt>
                <c:pt idx="1919">
                  <c:v>31723.06</c:v>
                </c:pt>
                <c:pt idx="1920">
                  <c:v>31739.87</c:v>
                </c:pt>
                <c:pt idx="1921">
                  <c:v>31756.69</c:v>
                </c:pt>
                <c:pt idx="1922">
                  <c:v>31773.5</c:v>
                </c:pt>
                <c:pt idx="1923">
                  <c:v>31790.32</c:v>
                </c:pt>
                <c:pt idx="1924">
                  <c:v>31807.14</c:v>
                </c:pt>
                <c:pt idx="1925">
                  <c:v>31823.95</c:v>
                </c:pt>
                <c:pt idx="1926">
                  <c:v>31840.77</c:v>
                </c:pt>
                <c:pt idx="1927">
                  <c:v>31857.58</c:v>
                </c:pt>
                <c:pt idx="1928">
                  <c:v>31874.400000000001</c:v>
                </c:pt>
                <c:pt idx="1929">
                  <c:v>31891.22</c:v>
                </c:pt>
                <c:pt idx="1930">
                  <c:v>31908.03</c:v>
                </c:pt>
                <c:pt idx="1931">
                  <c:v>31924.85</c:v>
                </c:pt>
                <c:pt idx="1932">
                  <c:v>31941.67</c:v>
                </c:pt>
                <c:pt idx="1933">
                  <c:v>31958.48</c:v>
                </c:pt>
                <c:pt idx="1934">
                  <c:v>31975.3</c:v>
                </c:pt>
                <c:pt idx="1935">
                  <c:v>31992.11</c:v>
                </c:pt>
                <c:pt idx="1936">
                  <c:v>32008.93</c:v>
                </c:pt>
                <c:pt idx="1937">
                  <c:v>32025.75</c:v>
                </c:pt>
                <c:pt idx="1938">
                  <c:v>32042.560000000001</c:v>
                </c:pt>
                <c:pt idx="1939">
                  <c:v>32059.38</c:v>
                </c:pt>
                <c:pt idx="1940">
                  <c:v>32076.19</c:v>
                </c:pt>
                <c:pt idx="1941">
                  <c:v>32093.01</c:v>
                </c:pt>
                <c:pt idx="1942">
                  <c:v>32109.83</c:v>
                </c:pt>
                <c:pt idx="1943">
                  <c:v>32126.639999999999</c:v>
                </c:pt>
                <c:pt idx="1944">
                  <c:v>32143.46</c:v>
                </c:pt>
                <c:pt idx="1945">
                  <c:v>32160.27</c:v>
                </c:pt>
                <c:pt idx="1946">
                  <c:v>32177.09</c:v>
                </c:pt>
                <c:pt idx="1947">
                  <c:v>32193.91</c:v>
                </c:pt>
                <c:pt idx="1948">
                  <c:v>32210.720000000001</c:v>
                </c:pt>
                <c:pt idx="1949">
                  <c:v>32227.54</c:v>
                </c:pt>
                <c:pt idx="1950">
                  <c:v>32244.35</c:v>
                </c:pt>
                <c:pt idx="1951">
                  <c:v>32261.17</c:v>
                </c:pt>
                <c:pt idx="1952">
                  <c:v>32277.99</c:v>
                </c:pt>
                <c:pt idx="1953">
                  <c:v>32294.799999999999</c:v>
                </c:pt>
                <c:pt idx="1954">
                  <c:v>32311.62</c:v>
                </c:pt>
                <c:pt idx="1955">
                  <c:v>32328.43</c:v>
                </c:pt>
                <c:pt idx="1956">
                  <c:v>32345.25</c:v>
                </c:pt>
                <c:pt idx="1957">
                  <c:v>32362.07</c:v>
                </c:pt>
                <c:pt idx="1958">
                  <c:v>32378.880000000001</c:v>
                </c:pt>
                <c:pt idx="1959">
                  <c:v>32395.7</c:v>
                </c:pt>
                <c:pt idx="1960">
                  <c:v>32412.52</c:v>
                </c:pt>
                <c:pt idx="1961">
                  <c:v>32429.33</c:v>
                </c:pt>
                <c:pt idx="1962">
                  <c:v>32446.15</c:v>
                </c:pt>
                <c:pt idx="1963">
                  <c:v>32462.959999999999</c:v>
                </c:pt>
                <c:pt idx="1964">
                  <c:v>32479.78</c:v>
                </c:pt>
                <c:pt idx="1965">
                  <c:v>32496.6</c:v>
                </c:pt>
                <c:pt idx="1966">
                  <c:v>32513.41</c:v>
                </c:pt>
                <c:pt idx="1967">
                  <c:v>32530.23</c:v>
                </c:pt>
                <c:pt idx="1968">
                  <c:v>32547.040000000001</c:v>
                </c:pt>
                <c:pt idx="1969">
                  <c:v>32563.86</c:v>
                </c:pt>
                <c:pt idx="1970">
                  <c:v>32580.68</c:v>
                </c:pt>
                <c:pt idx="1971">
                  <c:v>32597.49</c:v>
                </c:pt>
                <c:pt idx="1972">
                  <c:v>32614.31</c:v>
                </c:pt>
                <c:pt idx="1973">
                  <c:v>32631.119999999999</c:v>
                </c:pt>
                <c:pt idx="1974">
                  <c:v>32647.94</c:v>
                </c:pt>
                <c:pt idx="1975">
                  <c:v>32664.76</c:v>
                </c:pt>
                <c:pt idx="1976">
                  <c:v>32681.57</c:v>
                </c:pt>
                <c:pt idx="1977">
                  <c:v>32698.39</c:v>
                </c:pt>
                <c:pt idx="1978">
                  <c:v>32715.200000000001</c:v>
                </c:pt>
                <c:pt idx="1979">
                  <c:v>32732.02</c:v>
                </c:pt>
                <c:pt idx="1980">
                  <c:v>32748.84</c:v>
                </c:pt>
                <c:pt idx="1981">
                  <c:v>32765.65</c:v>
                </c:pt>
                <c:pt idx="1982">
                  <c:v>32782.47</c:v>
                </c:pt>
                <c:pt idx="1983">
                  <c:v>32799.279999999999</c:v>
                </c:pt>
                <c:pt idx="1984">
                  <c:v>32816.1</c:v>
                </c:pt>
                <c:pt idx="1985">
                  <c:v>32832.92</c:v>
                </c:pt>
                <c:pt idx="1986">
                  <c:v>32849.730000000003</c:v>
                </c:pt>
                <c:pt idx="1987">
                  <c:v>32866.550000000003</c:v>
                </c:pt>
                <c:pt idx="1988">
                  <c:v>32883.370000000003</c:v>
                </c:pt>
                <c:pt idx="1989">
                  <c:v>32900.18</c:v>
                </c:pt>
                <c:pt idx="1990">
                  <c:v>32917</c:v>
                </c:pt>
                <c:pt idx="1991">
                  <c:v>32933.81</c:v>
                </c:pt>
                <c:pt idx="1992">
                  <c:v>32950.629999999997</c:v>
                </c:pt>
                <c:pt idx="1993">
                  <c:v>32967.449999999997</c:v>
                </c:pt>
                <c:pt idx="1994">
                  <c:v>32984.26</c:v>
                </c:pt>
                <c:pt idx="1995">
                  <c:v>33001.08</c:v>
                </c:pt>
                <c:pt idx="1996">
                  <c:v>33017.89</c:v>
                </c:pt>
                <c:pt idx="1997">
                  <c:v>33034.71</c:v>
                </c:pt>
                <c:pt idx="1998">
                  <c:v>33051.53</c:v>
                </c:pt>
                <c:pt idx="1999">
                  <c:v>33068.339999999997</c:v>
                </c:pt>
                <c:pt idx="2000">
                  <c:v>33085.160000000003</c:v>
                </c:pt>
                <c:pt idx="2001">
                  <c:v>33101.97</c:v>
                </c:pt>
                <c:pt idx="2002">
                  <c:v>33118.79</c:v>
                </c:pt>
                <c:pt idx="2003">
                  <c:v>33135.61</c:v>
                </c:pt>
                <c:pt idx="2004">
                  <c:v>33152.42</c:v>
                </c:pt>
                <c:pt idx="2005">
                  <c:v>33169.24</c:v>
                </c:pt>
                <c:pt idx="2006">
                  <c:v>33186.050000000003</c:v>
                </c:pt>
                <c:pt idx="2007">
                  <c:v>33202.870000000003</c:v>
                </c:pt>
                <c:pt idx="2008">
                  <c:v>33219.69</c:v>
                </c:pt>
                <c:pt idx="2009">
                  <c:v>33236.5</c:v>
                </c:pt>
                <c:pt idx="2010">
                  <c:v>33253.32</c:v>
                </c:pt>
                <c:pt idx="2011">
                  <c:v>33270.129999999997</c:v>
                </c:pt>
                <c:pt idx="2012">
                  <c:v>33286.949999999997</c:v>
                </c:pt>
                <c:pt idx="2013">
                  <c:v>33303.769999999997</c:v>
                </c:pt>
                <c:pt idx="2014">
                  <c:v>33320.58</c:v>
                </c:pt>
                <c:pt idx="2015">
                  <c:v>33337.4</c:v>
                </c:pt>
                <c:pt idx="2016">
                  <c:v>33354.22</c:v>
                </c:pt>
                <c:pt idx="2017">
                  <c:v>33371.03</c:v>
                </c:pt>
                <c:pt idx="2018">
                  <c:v>33387.85</c:v>
                </c:pt>
                <c:pt idx="2019">
                  <c:v>33404.660000000003</c:v>
                </c:pt>
                <c:pt idx="2020">
                  <c:v>33421.480000000003</c:v>
                </c:pt>
                <c:pt idx="2021">
                  <c:v>33438.300000000003</c:v>
                </c:pt>
                <c:pt idx="2022">
                  <c:v>33455.11</c:v>
                </c:pt>
                <c:pt idx="2023">
                  <c:v>33471.93</c:v>
                </c:pt>
                <c:pt idx="2024">
                  <c:v>33488.74</c:v>
                </c:pt>
                <c:pt idx="2025">
                  <c:v>33505.56</c:v>
                </c:pt>
                <c:pt idx="2026">
                  <c:v>33522.379999999997</c:v>
                </c:pt>
                <c:pt idx="2027">
                  <c:v>33539.19</c:v>
                </c:pt>
                <c:pt idx="2028">
                  <c:v>33556.01</c:v>
                </c:pt>
                <c:pt idx="2029">
                  <c:v>33572.82</c:v>
                </c:pt>
                <c:pt idx="2030">
                  <c:v>33589.64</c:v>
                </c:pt>
                <c:pt idx="2031">
                  <c:v>33606.46</c:v>
                </c:pt>
                <c:pt idx="2032">
                  <c:v>33623.269999999997</c:v>
                </c:pt>
                <c:pt idx="2033">
                  <c:v>33640.089999999997</c:v>
                </c:pt>
                <c:pt idx="2034">
                  <c:v>33656.9</c:v>
                </c:pt>
                <c:pt idx="2035">
                  <c:v>33673.72</c:v>
                </c:pt>
                <c:pt idx="2036">
                  <c:v>33690.54</c:v>
                </c:pt>
                <c:pt idx="2037">
                  <c:v>33707.35</c:v>
                </c:pt>
                <c:pt idx="2038">
                  <c:v>33724.17</c:v>
                </c:pt>
                <c:pt idx="2039">
                  <c:v>33740.980000000003</c:v>
                </c:pt>
                <c:pt idx="2040">
                  <c:v>33757.800000000003</c:v>
                </c:pt>
                <c:pt idx="2041">
                  <c:v>33774.620000000003</c:v>
                </c:pt>
                <c:pt idx="2042">
                  <c:v>33791.43</c:v>
                </c:pt>
                <c:pt idx="2043">
                  <c:v>33808.25</c:v>
                </c:pt>
                <c:pt idx="2044">
                  <c:v>33825.07</c:v>
                </c:pt>
                <c:pt idx="2045">
                  <c:v>33841.879999999997</c:v>
                </c:pt>
                <c:pt idx="2046">
                  <c:v>33858.699999999997</c:v>
                </c:pt>
                <c:pt idx="2047">
                  <c:v>33875.51</c:v>
                </c:pt>
                <c:pt idx="2048">
                  <c:v>33892.33</c:v>
                </c:pt>
                <c:pt idx="2049">
                  <c:v>33909.15</c:v>
                </c:pt>
                <c:pt idx="2050">
                  <c:v>33925.96</c:v>
                </c:pt>
                <c:pt idx="2051">
                  <c:v>33942.78</c:v>
                </c:pt>
                <c:pt idx="2052">
                  <c:v>33959.589999999997</c:v>
                </c:pt>
                <c:pt idx="2053">
                  <c:v>33976.410000000003</c:v>
                </c:pt>
                <c:pt idx="2054">
                  <c:v>33993.230000000003</c:v>
                </c:pt>
                <c:pt idx="2055">
                  <c:v>34010.04</c:v>
                </c:pt>
                <c:pt idx="2056">
                  <c:v>34026.86</c:v>
                </c:pt>
                <c:pt idx="2057">
                  <c:v>34043.67</c:v>
                </c:pt>
                <c:pt idx="2058">
                  <c:v>34060.49</c:v>
                </c:pt>
                <c:pt idx="2059">
                  <c:v>34077.31</c:v>
                </c:pt>
                <c:pt idx="2060">
                  <c:v>34094.120000000003</c:v>
                </c:pt>
                <c:pt idx="2061">
                  <c:v>34110.94</c:v>
                </c:pt>
                <c:pt idx="2062">
                  <c:v>34127.75</c:v>
                </c:pt>
                <c:pt idx="2063">
                  <c:v>34144.57</c:v>
                </c:pt>
                <c:pt idx="2064">
                  <c:v>34161.39</c:v>
                </c:pt>
                <c:pt idx="2065">
                  <c:v>34178.199999999997</c:v>
                </c:pt>
                <c:pt idx="2066">
                  <c:v>34195.019999999997</c:v>
                </c:pt>
                <c:pt idx="2067">
                  <c:v>34211.83</c:v>
                </c:pt>
                <c:pt idx="2068">
                  <c:v>34228.65</c:v>
                </c:pt>
                <c:pt idx="2069">
                  <c:v>34245.47</c:v>
                </c:pt>
                <c:pt idx="2070">
                  <c:v>34262.28</c:v>
                </c:pt>
                <c:pt idx="2071">
                  <c:v>34279.1</c:v>
                </c:pt>
                <c:pt idx="2072">
                  <c:v>34295.919999999998</c:v>
                </c:pt>
                <c:pt idx="2073">
                  <c:v>34312.730000000003</c:v>
                </c:pt>
                <c:pt idx="2074">
                  <c:v>34329.550000000003</c:v>
                </c:pt>
                <c:pt idx="2075">
                  <c:v>34346.36</c:v>
                </c:pt>
                <c:pt idx="2076">
                  <c:v>34363.18</c:v>
                </c:pt>
                <c:pt idx="2077">
                  <c:v>34380</c:v>
                </c:pt>
                <c:pt idx="2078">
                  <c:v>34396.81</c:v>
                </c:pt>
                <c:pt idx="2079">
                  <c:v>34413.629999999997</c:v>
                </c:pt>
                <c:pt idx="2080">
                  <c:v>34430.44</c:v>
                </c:pt>
                <c:pt idx="2081">
                  <c:v>34447.26</c:v>
                </c:pt>
                <c:pt idx="2082">
                  <c:v>34464.080000000002</c:v>
                </c:pt>
                <c:pt idx="2083">
                  <c:v>34480.89</c:v>
                </c:pt>
                <c:pt idx="2084">
                  <c:v>34497.71</c:v>
                </c:pt>
                <c:pt idx="2085">
                  <c:v>34514.519999999997</c:v>
                </c:pt>
                <c:pt idx="2086">
                  <c:v>34531.339999999997</c:v>
                </c:pt>
                <c:pt idx="2087">
                  <c:v>34548.160000000003</c:v>
                </c:pt>
                <c:pt idx="2088">
                  <c:v>34564.97</c:v>
                </c:pt>
                <c:pt idx="2089">
                  <c:v>34581.79</c:v>
                </c:pt>
                <c:pt idx="2090">
                  <c:v>34598.6</c:v>
                </c:pt>
                <c:pt idx="2091">
                  <c:v>34615.42</c:v>
                </c:pt>
                <c:pt idx="2092">
                  <c:v>34632.239999999998</c:v>
                </c:pt>
                <c:pt idx="2093">
                  <c:v>34649.050000000003</c:v>
                </c:pt>
                <c:pt idx="2094">
                  <c:v>34665.870000000003</c:v>
                </c:pt>
                <c:pt idx="2095">
                  <c:v>34682.68</c:v>
                </c:pt>
                <c:pt idx="2096">
                  <c:v>34699.5</c:v>
                </c:pt>
                <c:pt idx="2097">
                  <c:v>34716.32</c:v>
                </c:pt>
                <c:pt idx="2098">
                  <c:v>34733.129999999997</c:v>
                </c:pt>
                <c:pt idx="2099">
                  <c:v>34749.949999999997</c:v>
                </c:pt>
                <c:pt idx="2100">
                  <c:v>34766.769999999997</c:v>
                </c:pt>
                <c:pt idx="2101">
                  <c:v>34783.58</c:v>
                </c:pt>
                <c:pt idx="2102">
                  <c:v>34800.400000000001</c:v>
                </c:pt>
                <c:pt idx="2103">
                  <c:v>34817.21</c:v>
                </c:pt>
                <c:pt idx="2104">
                  <c:v>34834.03</c:v>
                </c:pt>
                <c:pt idx="2105">
                  <c:v>34850.85</c:v>
                </c:pt>
                <c:pt idx="2106">
                  <c:v>34867.660000000003</c:v>
                </c:pt>
                <c:pt idx="2107">
                  <c:v>34884.480000000003</c:v>
                </c:pt>
                <c:pt idx="2108">
                  <c:v>34901.29</c:v>
                </c:pt>
                <c:pt idx="2109">
                  <c:v>34918.11</c:v>
                </c:pt>
                <c:pt idx="2110">
                  <c:v>34934.93</c:v>
                </c:pt>
                <c:pt idx="2111">
                  <c:v>34951.74</c:v>
                </c:pt>
                <c:pt idx="2112">
                  <c:v>34968.559999999998</c:v>
                </c:pt>
                <c:pt idx="2113">
                  <c:v>34985.370000000003</c:v>
                </c:pt>
                <c:pt idx="2114">
                  <c:v>35002.19</c:v>
                </c:pt>
                <c:pt idx="2115">
                  <c:v>35019.01</c:v>
                </c:pt>
                <c:pt idx="2116">
                  <c:v>35035.82</c:v>
                </c:pt>
                <c:pt idx="2117">
                  <c:v>35052.639999999999</c:v>
                </c:pt>
                <c:pt idx="2118">
                  <c:v>35069.449999999997</c:v>
                </c:pt>
                <c:pt idx="2119">
                  <c:v>35086.269999999997</c:v>
                </c:pt>
                <c:pt idx="2120">
                  <c:v>35103.089999999997</c:v>
                </c:pt>
                <c:pt idx="2121">
                  <c:v>35119.9</c:v>
                </c:pt>
                <c:pt idx="2122">
                  <c:v>35136.720000000001</c:v>
                </c:pt>
                <c:pt idx="2123">
                  <c:v>35153.53</c:v>
                </c:pt>
                <c:pt idx="2124">
                  <c:v>35170.35</c:v>
                </c:pt>
                <c:pt idx="2125">
                  <c:v>35187.17</c:v>
                </c:pt>
                <c:pt idx="2126">
                  <c:v>35203.980000000003</c:v>
                </c:pt>
                <c:pt idx="2127">
                  <c:v>35220.800000000003</c:v>
                </c:pt>
                <c:pt idx="2128">
                  <c:v>35237.620000000003</c:v>
                </c:pt>
                <c:pt idx="2129">
                  <c:v>35254.43</c:v>
                </c:pt>
                <c:pt idx="2130">
                  <c:v>35271.25</c:v>
                </c:pt>
                <c:pt idx="2131">
                  <c:v>35288.06</c:v>
                </c:pt>
                <c:pt idx="2132">
                  <c:v>35304.879999999997</c:v>
                </c:pt>
                <c:pt idx="2133">
                  <c:v>35321.699999999997</c:v>
                </c:pt>
                <c:pt idx="2134">
                  <c:v>35338.51</c:v>
                </c:pt>
                <c:pt idx="2135">
                  <c:v>35355.33</c:v>
                </c:pt>
                <c:pt idx="2136">
                  <c:v>35372.14</c:v>
                </c:pt>
                <c:pt idx="2137">
                  <c:v>35388.959999999999</c:v>
                </c:pt>
                <c:pt idx="2138">
                  <c:v>35405.78</c:v>
                </c:pt>
                <c:pt idx="2139">
                  <c:v>35422.589999999997</c:v>
                </c:pt>
                <c:pt idx="2140">
                  <c:v>35439.410000000003</c:v>
                </c:pt>
                <c:pt idx="2141">
                  <c:v>35456.22</c:v>
                </c:pt>
                <c:pt idx="2142">
                  <c:v>35473.040000000001</c:v>
                </c:pt>
                <c:pt idx="2143">
                  <c:v>35489.86</c:v>
                </c:pt>
                <c:pt idx="2144">
                  <c:v>35506.67</c:v>
                </c:pt>
                <c:pt idx="2145">
                  <c:v>35523.49</c:v>
                </c:pt>
                <c:pt idx="2146">
                  <c:v>35540.300000000003</c:v>
                </c:pt>
                <c:pt idx="2147">
                  <c:v>35557.120000000003</c:v>
                </c:pt>
                <c:pt idx="2148">
                  <c:v>35573.94</c:v>
                </c:pt>
                <c:pt idx="2149">
                  <c:v>35590.75</c:v>
                </c:pt>
                <c:pt idx="2150">
                  <c:v>35607.57</c:v>
                </c:pt>
                <c:pt idx="2151">
                  <c:v>35624.379999999997</c:v>
                </c:pt>
                <c:pt idx="2152">
                  <c:v>35641.199999999997</c:v>
                </c:pt>
                <c:pt idx="2153">
                  <c:v>35658.019999999997</c:v>
                </c:pt>
                <c:pt idx="2154">
                  <c:v>35674.83</c:v>
                </c:pt>
                <c:pt idx="2155">
                  <c:v>35691.65</c:v>
                </c:pt>
                <c:pt idx="2156">
                  <c:v>35708.47</c:v>
                </c:pt>
                <c:pt idx="2157">
                  <c:v>35725.279999999999</c:v>
                </c:pt>
                <c:pt idx="2158">
                  <c:v>35742.1</c:v>
                </c:pt>
                <c:pt idx="2159">
                  <c:v>35758.910000000003</c:v>
                </c:pt>
                <c:pt idx="2160">
                  <c:v>35775.730000000003</c:v>
                </c:pt>
                <c:pt idx="2161">
                  <c:v>35792.550000000003</c:v>
                </c:pt>
                <c:pt idx="2162">
                  <c:v>35809.360000000001</c:v>
                </c:pt>
                <c:pt idx="2163">
                  <c:v>35826.18</c:v>
                </c:pt>
                <c:pt idx="2164">
                  <c:v>35842.99</c:v>
                </c:pt>
                <c:pt idx="2165">
                  <c:v>35859.81</c:v>
                </c:pt>
                <c:pt idx="2166">
                  <c:v>35876.629999999997</c:v>
                </c:pt>
                <c:pt idx="2167">
                  <c:v>35893.440000000002</c:v>
                </c:pt>
                <c:pt idx="2168">
                  <c:v>35910.26</c:v>
                </c:pt>
                <c:pt idx="2169">
                  <c:v>35927.07</c:v>
                </c:pt>
                <c:pt idx="2170">
                  <c:v>35943.89</c:v>
                </c:pt>
                <c:pt idx="2171">
                  <c:v>35960.71</c:v>
                </c:pt>
                <c:pt idx="2172">
                  <c:v>35977.519999999997</c:v>
                </c:pt>
                <c:pt idx="2173">
                  <c:v>35994.339999999997</c:v>
                </c:pt>
                <c:pt idx="2174">
                  <c:v>36011.15</c:v>
                </c:pt>
                <c:pt idx="2175">
                  <c:v>36027.97</c:v>
                </c:pt>
                <c:pt idx="2176">
                  <c:v>36044.79</c:v>
                </c:pt>
                <c:pt idx="2177">
                  <c:v>36061.599999999999</c:v>
                </c:pt>
                <c:pt idx="2178">
                  <c:v>36078.42</c:v>
                </c:pt>
                <c:pt idx="2179">
                  <c:v>36095.230000000003</c:v>
                </c:pt>
                <c:pt idx="2180">
                  <c:v>36112.050000000003</c:v>
                </c:pt>
                <c:pt idx="2181">
                  <c:v>36128.870000000003</c:v>
                </c:pt>
                <c:pt idx="2182">
                  <c:v>36145.68</c:v>
                </c:pt>
                <c:pt idx="2183">
                  <c:v>36162.5</c:v>
                </c:pt>
                <c:pt idx="2184">
                  <c:v>36179.32</c:v>
                </c:pt>
                <c:pt idx="2185">
                  <c:v>36196.129999999997</c:v>
                </c:pt>
                <c:pt idx="2186">
                  <c:v>36212.949999999997</c:v>
                </c:pt>
                <c:pt idx="2187">
                  <c:v>36229.760000000002</c:v>
                </c:pt>
                <c:pt idx="2188">
                  <c:v>36246.58</c:v>
                </c:pt>
                <c:pt idx="2189">
                  <c:v>36263.4</c:v>
                </c:pt>
                <c:pt idx="2190">
                  <c:v>36280.21</c:v>
                </c:pt>
                <c:pt idx="2191">
                  <c:v>36297.03</c:v>
                </c:pt>
                <c:pt idx="2192">
                  <c:v>36313.839999999997</c:v>
                </c:pt>
                <c:pt idx="2193">
                  <c:v>36330.660000000003</c:v>
                </c:pt>
                <c:pt idx="2194">
                  <c:v>36347.480000000003</c:v>
                </c:pt>
                <c:pt idx="2195">
                  <c:v>36364.29</c:v>
                </c:pt>
                <c:pt idx="2196">
                  <c:v>36381.11</c:v>
                </c:pt>
                <c:pt idx="2197">
                  <c:v>36397.919999999998</c:v>
                </c:pt>
                <c:pt idx="2198">
                  <c:v>36414.74</c:v>
                </c:pt>
                <c:pt idx="2199">
                  <c:v>36431.56</c:v>
                </c:pt>
                <c:pt idx="2200">
                  <c:v>36448.370000000003</c:v>
                </c:pt>
                <c:pt idx="2201">
                  <c:v>36465.19</c:v>
                </c:pt>
                <c:pt idx="2202">
                  <c:v>36482</c:v>
                </c:pt>
                <c:pt idx="2203">
                  <c:v>36498.82</c:v>
                </c:pt>
                <c:pt idx="2204">
                  <c:v>36515.64</c:v>
                </c:pt>
                <c:pt idx="2205">
                  <c:v>36532.449999999997</c:v>
                </c:pt>
                <c:pt idx="2206">
                  <c:v>36549.269999999997</c:v>
                </c:pt>
                <c:pt idx="2207">
                  <c:v>36566.080000000002</c:v>
                </c:pt>
                <c:pt idx="2208">
                  <c:v>36582.9</c:v>
                </c:pt>
                <c:pt idx="2209">
                  <c:v>36599.72</c:v>
                </c:pt>
                <c:pt idx="2210">
                  <c:v>36616.53</c:v>
                </c:pt>
                <c:pt idx="2211">
                  <c:v>36633.35</c:v>
                </c:pt>
                <c:pt idx="2212">
                  <c:v>36650.17</c:v>
                </c:pt>
                <c:pt idx="2213">
                  <c:v>36666.980000000003</c:v>
                </c:pt>
                <c:pt idx="2214">
                  <c:v>36683.800000000003</c:v>
                </c:pt>
                <c:pt idx="2215">
                  <c:v>36700.61</c:v>
                </c:pt>
                <c:pt idx="2216">
                  <c:v>36717.43</c:v>
                </c:pt>
                <c:pt idx="2217">
                  <c:v>36734.25</c:v>
                </c:pt>
                <c:pt idx="2218">
                  <c:v>36751.06</c:v>
                </c:pt>
                <c:pt idx="2219">
                  <c:v>36767.879999999997</c:v>
                </c:pt>
                <c:pt idx="2220">
                  <c:v>36784.69</c:v>
                </c:pt>
                <c:pt idx="2221">
                  <c:v>36801.51</c:v>
                </c:pt>
                <c:pt idx="2222">
                  <c:v>36818.33</c:v>
                </c:pt>
                <c:pt idx="2223">
                  <c:v>36835.14</c:v>
                </c:pt>
                <c:pt idx="2224">
                  <c:v>36851.96</c:v>
                </c:pt>
                <c:pt idx="2225">
                  <c:v>36868.769999999997</c:v>
                </c:pt>
                <c:pt idx="2226">
                  <c:v>36885.589999999997</c:v>
                </c:pt>
                <c:pt idx="2227">
                  <c:v>36902.410000000003</c:v>
                </c:pt>
                <c:pt idx="2228">
                  <c:v>36919.22</c:v>
                </c:pt>
                <c:pt idx="2229">
                  <c:v>36936.04</c:v>
                </c:pt>
                <c:pt idx="2230">
                  <c:v>36952.85</c:v>
                </c:pt>
                <c:pt idx="2231">
                  <c:v>36969.67</c:v>
                </c:pt>
                <c:pt idx="2232">
                  <c:v>36986.49</c:v>
                </c:pt>
                <c:pt idx="2233">
                  <c:v>37003.300000000003</c:v>
                </c:pt>
                <c:pt idx="2234">
                  <c:v>37020.120000000003</c:v>
                </c:pt>
                <c:pt idx="2235">
                  <c:v>37036.93</c:v>
                </c:pt>
                <c:pt idx="2236">
                  <c:v>37053.75</c:v>
                </c:pt>
                <c:pt idx="2237">
                  <c:v>37070.57</c:v>
                </c:pt>
                <c:pt idx="2238">
                  <c:v>37087.379999999997</c:v>
                </c:pt>
                <c:pt idx="2239">
                  <c:v>37104.199999999997</c:v>
                </c:pt>
                <c:pt idx="2240">
                  <c:v>37121.019999999997</c:v>
                </c:pt>
                <c:pt idx="2241">
                  <c:v>37137.83</c:v>
                </c:pt>
                <c:pt idx="2242">
                  <c:v>37154.65</c:v>
                </c:pt>
                <c:pt idx="2243">
                  <c:v>37171.46</c:v>
                </c:pt>
                <c:pt idx="2244">
                  <c:v>37188.28</c:v>
                </c:pt>
                <c:pt idx="2245">
                  <c:v>37205.1</c:v>
                </c:pt>
                <c:pt idx="2246">
                  <c:v>37221.910000000003</c:v>
                </c:pt>
                <c:pt idx="2247">
                  <c:v>37238.730000000003</c:v>
                </c:pt>
                <c:pt idx="2248">
                  <c:v>37255.54</c:v>
                </c:pt>
                <c:pt idx="2249">
                  <c:v>37272.36</c:v>
                </c:pt>
                <c:pt idx="2250">
                  <c:v>37289.18</c:v>
                </c:pt>
                <c:pt idx="2251">
                  <c:v>37305.99</c:v>
                </c:pt>
                <c:pt idx="2252">
                  <c:v>37322.81</c:v>
                </c:pt>
                <c:pt idx="2253">
                  <c:v>37339.620000000003</c:v>
                </c:pt>
                <c:pt idx="2254">
                  <c:v>37356.44</c:v>
                </c:pt>
                <c:pt idx="2255">
                  <c:v>37373.26</c:v>
                </c:pt>
                <c:pt idx="2256">
                  <c:v>37390.07</c:v>
                </c:pt>
                <c:pt idx="2257">
                  <c:v>37406.89</c:v>
                </c:pt>
                <c:pt idx="2258">
                  <c:v>37423.699999999997</c:v>
                </c:pt>
                <c:pt idx="2259">
                  <c:v>37440.519999999997</c:v>
                </c:pt>
                <c:pt idx="2260">
                  <c:v>37457.339999999997</c:v>
                </c:pt>
                <c:pt idx="2261">
                  <c:v>37474.15</c:v>
                </c:pt>
                <c:pt idx="2262">
                  <c:v>37490.97</c:v>
                </c:pt>
                <c:pt idx="2263">
                  <c:v>37507.78</c:v>
                </c:pt>
                <c:pt idx="2264">
                  <c:v>37524.6</c:v>
                </c:pt>
                <c:pt idx="2265">
                  <c:v>37541.42</c:v>
                </c:pt>
                <c:pt idx="2266">
                  <c:v>37558.230000000003</c:v>
                </c:pt>
                <c:pt idx="2267">
                  <c:v>37575.050000000003</c:v>
                </c:pt>
                <c:pt idx="2268">
                  <c:v>37591.870000000003</c:v>
                </c:pt>
                <c:pt idx="2269">
                  <c:v>37608.68</c:v>
                </c:pt>
                <c:pt idx="2270">
                  <c:v>37625.5</c:v>
                </c:pt>
                <c:pt idx="2271">
                  <c:v>37642.31</c:v>
                </c:pt>
                <c:pt idx="2272">
                  <c:v>37659.129999999997</c:v>
                </c:pt>
                <c:pt idx="2273">
                  <c:v>37675.949999999997</c:v>
                </c:pt>
                <c:pt idx="2274">
                  <c:v>37692.76</c:v>
                </c:pt>
                <c:pt idx="2275">
                  <c:v>37709.58</c:v>
                </c:pt>
                <c:pt idx="2276">
                  <c:v>37726.39</c:v>
                </c:pt>
                <c:pt idx="2277">
                  <c:v>37743.21</c:v>
                </c:pt>
                <c:pt idx="2278">
                  <c:v>37760.03</c:v>
                </c:pt>
                <c:pt idx="2279">
                  <c:v>37776.839999999997</c:v>
                </c:pt>
                <c:pt idx="2280">
                  <c:v>37793.660000000003</c:v>
                </c:pt>
                <c:pt idx="2281">
                  <c:v>37810.47</c:v>
                </c:pt>
                <c:pt idx="2282">
                  <c:v>37827.29</c:v>
                </c:pt>
                <c:pt idx="2283">
                  <c:v>37844.11</c:v>
                </c:pt>
                <c:pt idx="2284">
                  <c:v>37860.92</c:v>
                </c:pt>
                <c:pt idx="2285">
                  <c:v>37877.74</c:v>
                </c:pt>
                <c:pt idx="2286">
                  <c:v>37894.550000000003</c:v>
                </c:pt>
                <c:pt idx="2287">
                  <c:v>37911.370000000003</c:v>
                </c:pt>
                <c:pt idx="2288">
                  <c:v>37928.19</c:v>
                </c:pt>
                <c:pt idx="2289">
                  <c:v>37945</c:v>
                </c:pt>
                <c:pt idx="2290">
                  <c:v>37961.82</c:v>
                </c:pt>
                <c:pt idx="2291">
                  <c:v>37978.629999999997</c:v>
                </c:pt>
                <c:pt idx="2292">
                  <c:v>37995.449999999997</c:v>
                </c:pt>
                <c:pt idx="2293">
                  <c:v>38012.269999999997</c:v>
                </c:pt>
                <c:pt idx="2294">
                  <c:v>38029.08</c:v>
                </c:pt>
                <c:pt idx="2295">
                  <c:v>38045.9</c:v>
                </c:pt>
                <c:pt idx="2296">
                  <c:v>38062.720000000001</c:v>
                </c:pt>
                <c:pt idx="2297">
                  <c:v>38079.53</c:v>
                </c:pt>
                <c:pt idx="2298">
                  <c:v>38096.35</c:v>
                </c:pt>
                <c:pt idx="2299">
                  <c:v>38113.160000000003</c:v>
                </c:pt>
                <c:pt idx="2300">
                  <c:v>38129.980000000003</c:v>
                </c:pt>
                <c:pt idx="2301">
                  <c:v>38146.800000000003</c:v>
                </c:pt>
                <c:pt idx="2302">
                  <c:v>38163.61</c:v>
                </c:pt>
                <c:pt idx="2303">
                  <c:v>38180.43</c:v>
                </c:pt>
                <c:pt idx="2304">
                  <c:v>38197.24</c:v>
                </c:pt>
                <c:pt idx="2305">
                  <c:v>38214.06</c:v>
                </c:pt>
                <c:pt idx="2306">
                  <c:v>38230.879999999997</c:v>
                </c:pt>
                <c:pt idx="2307">
                  <c:v>38247.69</c:v>
                </c:pt>
                <c:pt idx="2308">
                  <c:v>38264.51</c:v>
                </c:pt>
                <c:pt idx="2309">
                  <c:v>38281.32</c:v>
                </c:pt>
                <c:pt idx="2310">
                  <c:v>38298.14</c:v>
                </c:pt>
                <c:pt idx="2311">
                  <c:v>38314.959999999999</c:v>
                </c:pt>
                <c:pt idx="2312">
                  <c:v>38331.769999999997</c:v>
                </c:pt>
                <c:pt idx="2313">
                  <c:v>38348.589999999997</c:v>
                </c:pt>
                <c:pt idx="2314">
                  <c:v>38365.4</c:v>
                </c:pt>
                <c:pt idx="2315">
                  <c:v>38382.22</c:v>
                </c:pt>
                <c:pt idx="2316">
                  <c:v>38399.040000000001</c:v>
                </c:pt>
                <c:pt idx="2317">
                  <c:v>38415.85</c:v>
                </c:pt>
                <c:pt idx="2318">
                  <c:v>38432.67</c:v>
                </c:pt>
                <c:pt idx="2319">
                  <c:v>38449.480000000003</c:v>
                </c:pt>
                <c:pt idx="2320">
                  <c:v>38466.300000000003</c:v>
                </c:pt>
                <c:pt idx="2321">
                  <c:v>38483.120000000003</c:v>
                </c:pt>
                <c:pt idx="2322">
                  <c:v>38499.93</c:v>
                </c:pt>
                <c:pt idx="2323">
                  <c:v>38516.75</c:v>
                </c:pt>
                <c:pt idx="2324">
                  <c:v>38533.57</c:v>
                </c:pt>
                <c:pt idx="2325">
                  <c:v>38550.379999999997</c:v>
                </c:pt>
                <c:pt idx="2326">
                  <c:v>38567.199999999997</c:v>
                </c:pt>
                <c:pt idx="2327">
                  <c:v>38584.01</c:v>
                </c:pt>
                <c:pt idx="2328">
                  <c:v>38600.83</c:v>
                </c:pt>
                <c:pt idx="2329">
                  <c:v>38617.65</c:v>
                </c:pt>
                <c:pt idx="2330">
                  <c:v>38634.46</c:v>
                </c:pt>
                <c:pt idx="2331">
                  <c:v>38651.279999999999</c:v>
                </c:pt>
                <c:pt idx="2332">
                  <c:v>38668.089999999997</c:v>
                </c:pt>
                <c:pt idx="2333">
                  <c:v>38684.910000000003</c:v>
                </c:pt>
                <c:pt idx="2334">
                  <c:v>38701.730000000003</c:v>
                </c:pt>
                <c:pt idx="2335">
                  <c:v>38718.54</c:v>
                </c:pt>
                <c:pt idx="2336">
                  <c:v>38735.360000000001</c:v>
                </c:pt>
                <c:pt idx="2337">
                  <c:v>38752.17</c:v>
                </c:pt>
                <c:pt idx="2338">
                  <c:v>38768.99</c:v>
                </c:pt>
                <c:pt idx="2339">
                  <c:v>38785.81</c:v>
                </c:pt>
                <c:pt idx="2340">
                  <c:v>38802.620000000003</c:v>
                </c:pt>
                <c:pt idx="2341">
                  <c:v>38819.440000000002</c:v>
                </c:pt>
                <c:pt idx="2342">
                  <c:v>38836.25</c:v>
                </c:pt>
                <c:pt idx="2343">
                  <c:v>38853.07</c:v>
                </c:pt>
                <c:pt idx="2344">
                  <c:v>38869.89</c:v>
                </c:pt>
                <c:pt idx="2345">
                  <c:v>38886.699999999997</c:v>
                </c:pt>
                <c:pt idx="2346">
                  <c:v>38903.519999999997</c:v>
                </c:pt>
                <c:pt idx="2347">
                  <c:v>38920.33</c:v>
                </c:pt>
                <c:pt idx="2348">
                  <c:v>38937.15</c:v>
                </c:pt>
                <c:pt idx="2349">
                  <c:v>38953.97</c:v>
                </c:pt>
                <c:pt idx="2350">
                  <c:v>38970.78</c:v>
                </c:pt>
                <c:pt idx="2351">
                  <c:v>38987.599999999999</c:v>
                </c:pt>
                <c:pt idx="2352">
                  <c:v>39004.42</c:v>
                </c:pt>
                <c:pt idx="2353">
                  <c:v>39021.230000000003</c:v>
                </c:pt>
                <c:pt idx="2354">
                  <c:v>39038.050000000003</c:v>
                </c:pt>
                <c:pt idx="2355">
                  <c:v>39054.86</c:v>
                </c:pt>
                <c:pt idx="2356">
                  <c:v>39071.68</c:v>
                </c:pt>
                <c:pt idx="2357">
                  <c:v>39088.5</c:v>
                </c:pt>
                <c:pt idx="2358">
                  <c:v>39105.31</c:v>
                </c:pt>
                <c:pt idx="2359">
                  <c:v>39122.129999999997</c:v>
                </c:pt>
                <c:pt idx="2360">
                  <c:v>39138.94</c:v>
                </c:pt>
                <c:pt idx="2361">
                  <c:v>39155.760000000002</c:v>
                </c:pt>
                <c:pt idx="2362">
                  <c:v>39172.58</c:v>
                </c:pt>
                <c:pt idx="2363">
                  <c:v>39189.39</c:v>
                </c:pt>
                <c:pt idx="2364">
                  <c:v>39206.21</c:v>
                </c:pt>
                <c:pt idx="2365">
                  <c:v>39223.019999999997</c:v>
                </c:pt>
                <c:pt idx="2366">
                  <c:v>39239.839999999997</c:v>
                </c:pt>
                <c:pt idx="2367">
                  <c:v>39256.660000000003</c:v>
                </c:pt>
                <c:pt idx="2368">
                  <c:v>39273.47</c:v>
                </c:pt>
                <c:pt idx="2369">
                  <c:v>39290.29</c:v>
                </c:pt>
                <c:pt idx="2370">
                  <c:v>39307.1</c:v>
                </c:pt>
                <c:pt idx="2371">
                  <c:v>39323.919999999998</c:v>
                </c:pt>
                <c:pt idx="2372">
                  <c:v>39340.74</c:v>
                </c:pt>
                <c:pt idx="2373">
                  <c:v>39357.550000000003</c:v>
                </c:pt>
                <c:pt idx="2374">
                  <c:v>39374.370000000003</c:v>
                </c:pt>
                <c:pt idx="2375">
                  <c:v>39391.18</c:v>
                </c:pt>
                <c:pt idx="2376">
                  <c:v>39408</c:v>
                </c:pt>
                <c:pt idx="2377">
                  <c:v>39424.82</c:v>
                </c:pt>
                <c:pt idx="2378">
                  <c:v>39441.629999999997</c:v>
                </c:pt>
                <c:pt idx="2379">
                  <c:v>39458.449999999997</c:v>
                </c:pt>
                <c:pt idx="2380">
                  <c:v>39475.269999999997</c:v>
                </c:pt>
                <c:pt idx="2381">
                  <c:v>39492.080000000002</c:v>
                </c:pt>
                <c:pt idx="2382">
                  <c:v>39508.9</c:v>
                </c:pt>
                <c:pt idx="2383">
                  <c:v>39525.71</c:v>
                </c:pt>
                <c:pt idx="2384">
                  <c:v>39542.53</c:v>
                </c:pt>
                <c:pt idx="2385">
                  <c:v>39559.35</c:v>
                </c:pt>
                <c:pt idx="2386">
                  <c:v>39576.160000000003</c:v>
                </c:pt>
                <c:pt idx="2387">
                  <c:v>39592.980000000003</c:v>
                </c:pt>
                <c:pt idx="2388">
                  <c:v>39609.79</c:v>
                </c:pt>
                <c:pt idx="2389">
                  <c:v>39626.61</c:v>
                </c:pt>
                <c:pt idx="2390">
                  <c:v>39643.43</c:v>
                </c:pt>
                <c:pt idx="2391">
                  <c:v>39660.239999999998</c:v>
                </c:pt>
                <c:pt idx="2392">
                  <c:v>39677.06</c:v>
                </c:pt>
                <c:pt idx="2393">
                  <c:v>39693.870000000003</c:v>
                </c:pt>
                <c:pt idx="2394">
                  <c:v>39710.69</c:v>
                </c:pt>
                <c:pt idx="2395">
                  <c:v>39727.51</c:v>
                </c:pt>
                <c:pt idx="2396">
                  <c:v>39744.32</c:v>
                </c:pt>
                <c:pt idx="2397">
                  <c:v>39761.14</c:v>
                </c:pt>
                <c:pt idx="2398">
                  <c:v>39777.949999999997</c:v>
                </c:pt>
                <c:pt idx="2399">
                  <c:v>39794.769999999997</c:v>
                </c:pt>
                <c:pt idx="2400">
                  <c:v>39811.589999999997</c:v>
                </c:pt>
                <c:pt idx="2401">
                  <c:v>39828.400000000001</c:v>
                </c:pt>
                <c:pt idx="2402">
                  <c:v>39845.22</c:v>
                </c:pt>
                <c:pt idx="2403">
                  <c:v>39862.03</c:v>
                </c:pt>
                <c:pt idx="2404">
                  <c:v>39878.85</c:v>
                </c:pt>
                <c:pt idx="2405">
                  <c:v>39895.67</c:v>
                </c:pt>
                <c:pt idx="2406">
                  <c:v>39912.480000000003</c:v>
                </c:pt>
                <c:pt idx="2407">
                  <c:v>39929.300000000003</c:v>
                </c:pt>
                <c:pt idx="2408">
                  <c:v>39946.120000000003</c:v>
                </c:pt>
                <c:pt idx="2409">
                  <c:v>39962.93</c:v>
                </c:pt>
                <c:pt idx="2410">
                  <c:v>39979.75</c:v>
                </c:pt>
                <c:pt idx="2411">
                  <c:v>39996.559999999998</c:v>
                </c:pt>
                <c:pt idx="2412">
                  <c:v>40013.379999999997</c:v>
                </c:pt>
                <c:pt idx="2413">
                  <c:v>40030.199999999997</c:v>
                </c:pt>
                <c:pt idx="2414">
                  <c:v>40047.01</c:v>
                </c:pt>
                <c:pt idx="2415">
                  <c:v>40063.83</c:v>
                </c:pt>
                <c:pt idx="2416">
                  <c:v>40080.639999999999</c:v>
                </c:pt>
                <c:pt idx="2417">
                  <c:v>40097.46</c:v>
                </c:pt>
                <c:pt idx="2418">
                  <c:v>40114.28</c:v>
                </c:pt>
                <c:pt idx="2419">
                  <c:v>40131.089999999997</c:v>
                </c:pt>
                <c:pt idx="2420">
                  <c:v>40147.910000000003</c:v>
                </c:pt>
                <c:pt idx="2421">
                  <c:v>40164.720000000001</c:v>
                </c:pt>
                <c:pt idx="2422">
                  <c:v>40181.54</c:v>
                </c:pt>
                <c:pt idx="2423">
                  <c:v>40198.36</c:v>
                </c:pt>
                <c:pt idx="2424">
                  <c:v>40215.17</c:v>
                </c:pt>
                <c:pt idx="2425">
                  <c:v>40231.99</c:v>
                </c:pt>
                <c:pt idx="2426">
                  <c:v>40248.800000000003</c:v>
                </c:pt>
                <c:pt idx="2427">
                  <c:v>40265.620000000003</c:v>
                </c:pt>
                <c:pt idx="2428">
                  <c:v>40282.44</c:v>
                </c:pt>
                <c:pt idx="2429">
                  <c:v>40299.25</c:v>
                </c:pt>
                <c:pt idx="2430">
                  <c:v>40316.07</c:v>
                </c:pt>
                <c:pt idx="2431">
                  <c:v>40332.879999999997</c:v>
                </c:pt>
                <c:pt idx="2432">
                  <c:v>40349.699999999997</c:v>
                </c:pt>
                <c:pt idx="2433">
                  <c:v>40366.519999999997</c:v>
                </c:pt>
                <c:pt idx="2434">
                  <c:v>40383.33</c:v>
                </c:pt>
                <c:pt idx="2435">
                  <c:v>40400.15</c:v>
                </c:pt>
                <c:pt idx="2436">
                  <c:v>40416.97</c:v>
                </c:pt>
                <c:pt idx="2437">
                  <c:v>40433.78</c:v>
                </c:pt>
                <c:pt idx="2438">
                  <c:v>40450.6</c:v>
                </c:pt>
                <c:pt idx="2439">
                  <c:v>40467.410000000003</c:v>
                </c:pt>
                <c:pt idx="2440">
                  <c:v>40484.230000000003</c:v>
                </c:pt>
                <c:pt idx="2441">
                  <c:v>40501.050000000003</c:v>
                </c:pt>
                <c:pt idx="2442">
                  <c:v>40517.86</c:v>
                </c:pt>
                <c:pt idx="2443">
                  <c:v>40534.68</c:v>
                </c:pt>
                <c:pt idx="2444">
                  <c:v>40551.49</c:v>
                </c:pt>
                <c:pt idx="2445">
                  <c:v>40568.31</c:v>
                </c:pt>
                <c:pt idx="2446">
                  <c:v>40585.129999999997</c:v>
                </c:pt>
                <c:pt idx="2447">
                  <c:v>40601.94</c:v>
                </c:pt>
                <c:pt idx="2448">
                  <c:v>40618.76</c:v>
                </c:pt>
                <c:pt idx="2449">
                  <c:v>40635.57</c:v>
                </c:pt>
                <c:pt idx="2450">
                  <c:v>40652.39</c:v>
                </c:pt>
                <c:pt idx="2451">
                  <c:v>40669.21</c:v>
                </c:pt>
                <c:pt idx="2452">
                  <c:v>40686.019999999997</c:v>
                </c:pt>
                <c:pt idx="2453">
                  <c:v>40702.839999999997</c:v>
                </c:pt>
                <c:pt idx="2454">
                  <c:v>40719.65</c:v>
                </c:pt>
                <c:pt idx="2455">
                  <c:v>40736.47</c:v>
                </c:pt>
                <c:pt idx="2456">
                  <c:v>40753.29</c:v>
                </c:pt>
                <c:pt idx="2457">
                  <c:v>40770.1</c:v>
                </c:pt>
                <c:pt idx="2458">
                  <c:v>40786.92</c:v>
                </c:pt>
                <c:pt idx="2459">
                  <c:v>40803.730000000003</c:v>
                </c:pt>
                <c:pt idx="2460">
                  <c:v>40820.550000000003</c:v>
                </c:pt>
                <c:pt idx="2461">
                  <c:v>40837.370000000003</c:v>
                </c:pt>
                <c:pt idx="2462">
                  <c:v>40854.18</c:v>
                </c:pt>
                <c:pt idx="2463">
                  <c:v>40871</c:v>
                </c:pt>
                <c:pt idx="2464">
                  <c:v>40887.82</c:v>
                </c:pt>
                <c:pt idx="2465">
                  <c:v>40904.629999999997</c:v>
                </c:pt>
                <c:pt idx="2466">
                  <c:v>40921.449999999997</c:v>
                </c:pt>
                <c:pt idx="2467">
                  <c:v>40938.26</c:v>
                </c:pt>
                <c:pt idx="2468">
                  <c:v>40955.08</c:v>
                </c:pt>
                <c:pt idx="2469">
                  <c:v>40971.9</c:v>
                </c:pt>
                <c:pt idx="2470">
                  <c:v>40988.71</c:v>
                </c:pt>
                <c:pt idx="2471">
                  <c:v>41005.53</c:v>
                </c:pt>
                <c:pt idx="2472">
                  <c:v>41022.339999999997</c:v>
                </c:pt>
                <c:pt idx="2473">
                  <c:v>41039.160000000003</c:v>
                </c:pt>
                <c:pt idx="2474">
                  <c:v>41055.980000000003</c:v>
                </c:pt>
                <c:pt idx="2475">
                  <c:v>41072.79</c:v>
                </c:pt>
                <c:pt idx="2476">
                  <c:v>41089.61</c:v>
                </c:pt>
                <c:pt idx="2477">
                  <c:v>41106.42</c:v>
                </c:pt>
                <c:pt idx="2478">
                  <c:v>41123.24</c:v>
                </c:pt>
                <c:pt idx="2479">
                  <c:v>41140.06</c:v>
                </c:pt>
                <c:pt idx="2480">
                  <c:v>41156.870000000003</c:v>
                </c:pt>
                <c:pt idx="2481">
                  <c:v>41173.69</c:v>
                </c:pt>
                <c:pt idx="2482">
                  <c:v>41190.5</c:v>
                </c:pt>
                <c:pt idx="2483">
                  <c:v>41207.32</c:v>
                </c:pt>
                <c:pt idx="2484">
                  <c:v>41224.14</c:v>
                </c:pt>
                <c:pt idx="2485">
                  <c:v>41240.949999999997</c:v>
                </c:pt>
                <c:pt idx="2486">
                  <c:v>41257.769999999997</c:v>
                </c:pt>
                <c:pt idx="2487">
                  <c:v>41274.58</c:v>
                </c:pt>
                <c:pt idx="2488">
                  <c:v>41291.4</c:v>
                </c:pt>
                <c:pt idx="2489">
                  <c:v>41308.22</c:v>
                </c:pt>
                <c:pt idx="2490">
                  <c:v>41325.03</c:v>
                </c:pt>
                <c:pt idx="2491">
                  <c:v>41341.85</c:v>
                </c:pt>
                <c:pt idx="2492">
                  <c:v>41358.67</c:v>
                </c:pt>
                <c:pt idx="2493">
                  <c:v>41375.480000000003</c:v>
                </c:pt>
                <c:pt idx="2494">
                  <c:v>41392.300000000003</c:v>
                </c:pt>
                <c:pt idx="2495">
                  <c:v>41409.11</c:v>
                </c:pt>
                <c:pt idx="2496">
                  <c:v>41425.93</c:v>
                </c:pt>
                <c:pt idx="2497">
                  <c:v>41442.75</c:v>
                </c:pt>
                <c:pt idx="2498">
                  <c:v>41459.56</c:v>
                </c:pt>
                <c:pt idx="2499">
                  <c:v>41476.379999999997</c:v>
                </c:pt>
                <c:pt idx="2500">
                  <c:v>41493.19</c:v>
                </c:pt>
                <c:pt idx="2501">
                  <c:v>41510.01</c:v>
                </c:pt>
                <c:pt idx="2502">
                  <c:v>41526.83</c:v>
                </c:pt>
                <c:pt idx="2503">
                  <c:v>41543.64</c:v>
                </c:pt>
                <c:pt idx="2504">
                  <c:v>41560.46</c:v>
                </c:pt>
                <c:pt idx="2505">
                  <c:v>41577.269999999997</c:v>
                </c:pt>
                <c:pt idx="2506">
                  <c:v>41594.089999999997</c:v>
                </c:pt>
                <c:pt idx="2507">
                  <c:v>41610.910000000003</c:v>
                </c:pt>
                <c:pt idx="2508">
                  <c:v>41627.72</c:v>
                </c:pt>
                <c:pt idx="2509">
                  <c:v>41644.54</c:v>
                </c:pt>
                <c:pt idx="2510">
                  <c:v>41661.35</c:v>
                </c:pt>
                <c:pt idx="2511">
                  <c:v>41678.17</c:v>
                </c:pt>
                <c:pt idx="2512">
                  <c:v>41694.99</c:v>
                </c:pt>
                <c:pt idx="2513">
                  <c:v>41711.800000000003</c:v>
                </c:pt>
                <c:pt idx="2514">
                  <c:v>41728.620000000003</c:v>
                </c:pt>
                <c:pt idx="2515">
                  <c:v>41745.43</c:v>
                </c:pt>
                <c:pt idx="2516">
                  <c:v>41762.25</c:v>
                </c:pt>
                <c:pt idx="2517">
                  <c:v>41779.07</c:v>
                </c:pt>
                <c:pt idx="2518">
                  <c:v>41795.879999999997</c:v>
                </c:pt>
                <c:pt idx="2519">
                  <c:v>41812.699999999997</c:v>
                </c:pt>
                <c:pt idx="2520">
                  <c:v>41829.519999999997</c:v>
                </c:pt>
                <c:pt idx="2521">
                  <c:v>41846.33</c:v>
                </c:pt>
                <c:pt idx="2522">
                  <c:v>41863.15</c:v>
                </c:pt>
                <c:pt idx="2523">
                  <c:v>41879.96</c:v>
                </c:pt>
                <c:pt idx="2524">
                  <c:v>41896.78</c:v>
                </c:pt>
                <c:pt idx="2525">
                  <c:v>41913.599999999999</c:v>
                </c:pt>
                <c:pt idx="2526">
                  <c:v>41930.410000000003</c:v>
                </c:pt>
                <c:pt idx="2527">
                  <c:v>41947.23</c:v>
                </c:pt>
                <c:pt idx="2528">
                  <c:v>41964.04</c:v>
                </c:pt>
                <c:pt idx="2529">
                  <c:v>41980.86</c:v>
                </c:pt>
                <c:pt idx="2530">
                  <c:v>41997.68</c:v>
                </c:pt>
                <c:pt idx="2531">
                  <c:v>42014.49</c:v>
                </c:pt>
                <c:pt idx="2532">
                  <c:v>42031.31</c:v>
                </c:pt>
                <c:pt idx="2533">
                  <c:v>42048.12</c:v>
                </c:pt>
                <c:pt idx="2534">
                  <c:v>42064.94</c:v>
                </c:pt>
                <c:pt idx="2535">
                  <c:v>42081.760000000002</c:v>
                </c:pt>
                <c:pt idx="2536">
                  <c:v>42098.57</c:v>
                </c:pt>
                <c:pt idx="2537">
                  <c:v>42115.39</c:v>
                </c:pt>
                <c:pt idx="2538">
                  <c:v>42132.2</c:v>
                </c:pt>
                <c:pt idx="2539">
                  <c:v>42149.02</c:v>
                </c:pt>
                <c:pt idx="2540">
                  <c:v>42165.84</c:v>
                </c:pt>
                <c:pt idx="2541">
                  <c:v>42182.65</c:v>
                </c:pt>
                <c:pt idx="2542">
                  <c:v>42199.47</c:v>
                </c:pt>
                <c:pt idx="2543">
                  <c:v>42216.28</c:v>
                </c:pt>
                <c:pt idx="2544">
                  <c:v>42233.1</c:v>
                </c:pt>
                <c:pt idx="2545">
                  <c:v>42249.919999999998</c:v>
                </c:pt>
                <c:pt idx="2546">
                  <c:v>42266.73</c:v>
                </c:pt>
                <c:pt idx="2547">
                  <c:v>42283.55</c:v>
                </c:pt>
                <c:pt idx="2548">
                  <c:v>42300.37</c:v>
                </c:pt>
                <c:pt idx="2549">
                  <c:v>42317.18</c:v>
                </c:pt>
                <c:pt idx="2550">
                  <c:v>42334</c:v>
                </c:pt>
                <c:pt idx="2551">
                  <c:v>42350.81</c:v>
                </c:pt>
                <c:pt idx="2552">
                  <c:v>42367.63</c:v>
                </c:pt>
                <c:pt idx="2553">
                  <c:v>42384.45</c:v>
                </c:pt>
                <c:pt idx="2554">
                  <c:v>42401.26</c:v>
                </c:pt>
                <c:pt idx="2555">
                  <c:v>42418.080000000002</c:v>
                </c:pt>
                <c:pt idx="2556">
                  <c:v>42434.89</c:v>
                </c:pt>
                <c:pt idx="2557">
                  <c:v>42451.71</c:v>
                </c:pt>
                <c:pt idx="2558">
                  <c:v>42468.87</c:v>
                </c:pt>
                <c:pt idx="2559">
                  <c:v>42486.080000000002</c:v>
                </c:pt>
                <c:pt idx="2560">
                  <c:v>42503.29</c:v>
                </c:pt>
                <c:pt idx="2561">
                  <c:v>42520.49</c:v>
                </c:pt>
                <c:pt idx="2562">
                  <c:v>42537.7</c:v>
                </c:pt>
                <c:pt idx="2563">
                  <c:v>42554.91</c:v>
                </c:pt>
                <c:pt idx="2564">
                  <c:v>42572.11</c:v>
                </c:pt>
                <c:pt idx="2565">
                  <c:v>42589.32</c:v>
                </c:pt>
                <c:pt idx="2566">
                  <c:v>42606.53</c:v>
                </c:pt>
                <c:pt idx="2567">
                  <c:v>42623.74</c:v>
                </c:pt>
                <c:pt idx="2568">
                  <c:v>42640.94</c:v>
                </c:pt>
                <c:pt idx="2569">
                  <c:v>42658.15</c:v>
                </c:pt>
                <c:pt idx="2570">
                  <c:v>42675.360000000001</c:v>
                </c:pt>
                <c:pt idx="2571">
                  <c:v>42692.56</c:v>
                </c:pt>
                <c:pt idx="2572">
                  <c:v>42709.77</c:v>
                </c:pt>
                <c:pt idx="2573">
                  <c:v>42726.98</c:v>
                </c:pt>
                <c:pt idx="2574">
                  <c:v>42744.19</c:v>
                </c:pt>
                <c:pt idx="2575">
                  <c:v>42761.39</c:v>
                </c:pt>
                <c:pt idx="2576">
                  <c:v>42778.6</c:v>
                </c:pt>
                <c:pt idx="2577">
                  <c:v>42795.81</c:v>
                </c:pt>
                <c:pt idx="2578">
                  <c:v>42813.01</c:v>
                </c:pt>
                <c:pt idx="2579">
                  <c:v>42830.22</c:v>
                </c:pt>
                <c:pt idx="2580">
                  <c:v>42847.43</c:v>
                </c:pt>
                <c:pt idx="2581">
                  <c:v>42864.639999999999</c:v>
                </c:pt>
                <c:pt idx="2582">
                  <c:v>42881.84</c:v>
                </c:pt>
                <c:pt idx="2583">
                  <c:v>42899.05</c:v>
                </c:pt>
                <c:pt idx="2584">
                  <c:v>42916.26</c:v>
                </c:pt>
                <c:pt idx="2585">
                  <c:v>42933.46</c:v>
                </c:pt>
                <c:pt idx="2586">
                  <c:v>42950.67</c:v>
                </c:pt>
                <c:pt idx="2587">
                  <c:v>42967.88</c:v>
                </c:pt>
                <c:pt idx="2588">
                  <c:v>42985.09</c:v>
                </c:pt>
                <c:pt idx="2589">
                  <c:v>43002.29</c:v>
                </c:pt>
                <c:pt idx="2590">
                  <c:v>43019.5</c:v>
                </c:pt>
                <c:pt idx="2591">
                  <c:v>43036.71</c:v>
                </c:pt>
                <c:pt idx="2592">
                  <c:v>43053.91</c:v>
                </c:pt>
                <c:pt idx="2593">
                  <c:v>43071.12</c:v>
                </c:pt>
                <c:pt idx="2594">
                  <c:v>43088.33</c:v>
                </c:pt>
                <c:pt idx="2595">
                  <c:v>43105.54</c:v>
                </c:pt>
                <c:pt idx="2596">
                  <c:v>43122.74</c:v>
                </c:pt>
                <c:pt idx="2597">
                  <c:v>43139.95</c:v>
                </c:pt>
                <c:pt idx="2598">
                  <c:v>43157.16</c:v>
                </c:pt>
                <c:pt idx="2599">
                  <c:v>43174.36</c:v>
                </c:pt>
                <c:pt idx="2600">
                  <c:v>43191.57</c:v>
                </c:pt>
                <c:pt idx="2601">
                  <c:v>43208.78</c:v>
                </c:pt>
                <c:pt idx="2602">
                  <c:v>43225.99</c:v>
                </c:pt>
                <c:pt idx="2603">
                  <c:v>43243.19</c:v>
                </c:pt>
                <c:pt idx="2604">
                  <c:v>43260.4</c:v>
                </c:pt>
                <c:pt idx="2605">
                  <c:v>43277.61</c:v>
                </c:pt>
                <c:pt idx="2606">
                  <c:v>43294.81</c:v>
                </c:pt>
                <c:pt idx="2607">
                  <c:v>43312.02</c:v>
                </c:pt>
                <c:pt idx="2608">
                  <c:v>43329.23</c:v>
                </c:pt>
                <c:pt idx="2609">
                  <c:v>43346.44</c:v>
                </c:pt>
                <c:pt idx="2610">
                  <c:v>43363.64</c:v>
                </c:pt>
                <c:pt idx="2611">
                  <c:v>43380.85</c:v>
                </c:pt>
                <c:pt idx="2612">
                  <c:v>43398.06</c:v>
                </c:pt>
                <c:pt idx="2613">
                  <c:v>43415.26</c:v>
                </c:pt>
                <c:pt idx="2614">
                  <c:v>43432.47</c:v>
                </c:pt>
                <c:pt idx="2615">
                  <c:v>43449.68</c:v>
                </c:pt>
                <c:pt idx="2616">
                  <c:v>43466.89</c:v>
                </c:pt>
                <c:pt idx="2617">
                  <c:v>43484.09</c:v>
                </c:pt>
                <c:pt idx="2618">
                  <c:v>43501.3</c:v>
                </c:pt>
                <c:pt idx="2619">
                  <c:v>43518.51</c:v>
                </c:pt>
                <c:pt idx="2620">
                  <c:v>43535.71</c:v>
                </c:pt>
                <c:pt idx="2621">
                  <c:v>43552.92</c:v>
                </c:pt>
                <c:pt idx="2622">
                  <c:v>43570.13</c:v>
                </c:pt>
                <c:pt idx="2623">
                  <c:v>43587.34</c:v>
                </c:pt>
                <c:pt idx="2624">
                  <c:v>43604.54</c:v>
                </c:pt>
                <c:pt idx="2625">
                  <c:v>43621.75</c:v>
                </c:pt>
                <c:pt idx="2626">
                  <c:v>43638.96</c:v>
                </c:pt>
                <c:pt idx="2627">
                  <c:v>43656.160000000003</c:v>
                </c:pt>
                <c:pt idx="2628">
                  <c:v>43673.37</c:v>
                </c:pt>
                <c:pt idx="2629">
                  <c:v>43690.58</c:v>
                </c:pt>
                <c:pt idx="2630">
                  <c:v>43707.79</c:v>
                </c:pt>
                <c:pt idx="2631">
                  <c:v>43724.99</c:v>
                </c:pt>
                <c:pt idx="2632">
                  <c:v>43742.2</c:v>
                </c:pt>
                <c:pt idx="2633">
                  <c:v>43759.41</c:v>
                </c:pt>
                <c:pt idx="2634">
                  <c:v>43776.61</c:v>
                </c:pt>
                <c:pt idx="2635">
                  <c:v>43793.82</c:v>
                </c:pt>
                <c:pt idx="2636">
                  <c:v>43811.03</c:v>
                </c:pt>
                <c:pt idx="2637">
                  <c:v>43828.24</c:v>
                </c:pt>
                <c:pt idx="2638">
                  <c:v>43845.440000000002</c:v>
                </c:pt>
                <c:pt idx="2639">
                  <c:v>43862.65</c:v>
                </c:pt>
                <c:pt idx="2640">
                  <c:v>43879.86</c:v>
                </c:pt>
                <c:pt idx="2641">
                  <c:v>43897.06</c:v>
                </c:pt>
                <c:pt idx="2642">
                  <c:v>43914.27</c:v>
                </c:pt>
                <c:pt idx="2643">
                  <c:v>43931.48</c:v>
                </c:pt>
                <c:pt idx="2644">
                  <c:v>43948.69</c:v>
                </c:pt>
                <c:pt idx="2645">
                  <c:v>43965.89</c:v>
                </c:pt>
                <c:pt idx="2646">
                  <c:v>43983.1</c:v>
                </c:pt>
                <c:pt idx="2647">
                  <c:v>44000.31</c:v>
                </c:pt>
                <c:pt idx="2648">
                  <c:v>44017.51</c:v>
                </c:pt>
                <c:pt idx="2649">
                  <c:v>44034.720000000001</c:v>
                </c:pt>
                <c:pt idx="2650">
                  <c:v>44051.93</c:v>
                </c:pt>
                <c:pt idx="2651">
                  <c:v>44069.14</c:v>
                </c:pt>
                <c:pt idx="2652">
                  <c:v>44086.34</c:v>
                </c:pt>
                <c:pt idx="2653">
                  <c:v>44103.55</c:v>
                </c:pt>
                <c:pt idx="2654">
                  <c:v>44120.76</c:v>
                </c:pt>
                <c:pt idx="2655">
                  <c:v>44137.96</c:v>
                </c:pt>
                <c:pt idx="2656">
                  <c:v>44155.17</c:v>
                </c:pt>
                <c:pt idx="2657">
                  <c:v>44172.38</c:v>
                </c:pt>
                <c:pt idx="2658">
                  <c:v>44189.59</c:v>
                </c:pt>
                <c:pt idx="2659">
                  <c:v>44206.79</c:v>
                </c:pt>
                <c:pt idx="2660">
                  <c:v>44224</c:v>
                </c:pt>
                <c:pt idx="2661">
                  <c:v>44241.21</c:v>
                </c:pt>
                <c:pt idx="2662">
                  <c:v>44258.41</c:v>
                </c:pt>
                <c:pt idx="2663">
                  <c:v>44275.62</c:v>
                </c:pt>
                <c:pt idx="2664">
                  <c:v>44292.83</c:v>
                </c:pt>
                <c:pt idx="2665">
                  <c:v>44310.04</c:v>
                </c:pt>
                <c:pt idx="2666">
                  <c:v>44327.24</c:v>
                </c:pt>
                <c:pt idx="2667">
                  <c:v>44344.45</c:v>
                </c:pt>
                <c:pt idx="2668">
                  <c:v>44361.66</c:v>
                </c:pt>
                <c:pt idx="2669">
                  <c:v>44378.86</c:v>
                </c:pt>
                <c:pt idx="2670">
                  <c:v>44396.07</c:v>
                </c:pt>
                <c:pt idx="2671">
                  <c:v>44413.279999999999</c:v>
                </c:pt>
                <c:pt idx="2672">
                  <c:v>44430.49</c:v>
                </c:pt>
                <c:pt idx="2673">
                  <c:v>44447.69</c:v>
                </c:pt>
                <c:pt idx="2674">
                  <c:v>44464.9</c:v>
                </c:pt>
                <c:pt idx="2675">
                  <c:v>44482.11</c:v>
                </c:pt>
                <c:pt idx="2676">
                  <c:v>44499.31</c:v>
                </c:pt>
                <c:pt idx="2677">
                  <c:v>44516.52</c:v>
                </c:pt>
                <c:pt idx="2678">
                  <c:v>44533.73</c:v>
                </c:pt>
                <c:pt idx="2679">
                  <c:v>44550.94</c:v>
                </c:pt>
                <c:pt idx="2680">
                  <c:v>44568.14</c:v>
                </c:pt>
                <c:pt idx="2681">
                  <c:v>44585.35</c:v>
                </c:pt>
                <c:pt idx="2682">
                  <c:v>44602.559999999998</c:v>
                </c:pt>
                <c:pt idx="2683">
                  <c:v>44619.76</c:v>
                </c:pt>
                <c:pt idx="2684">
                  <c:v>44636.97</c:v>
                </c:pt>
                <c:pt idx="2685">
                  <c:v>44654.18</c:v>
                </c:pt>
                <c:pt idx="2686">
                  <c:v>44671.39</c:v>
                </c:pt>
                <c:pt idx="2687">
                  <c:v>44688.59</c:v>
                </c:pt>
                <c:pt idx="2688">
                  <c:v>44705.8</c:v>
                </c:pt>
                <c:pt idx="2689">
                  <c:v>44723.01</c:v>
                </c:pt>
                <c:pt idx="2690">
                  <c:v>44740.21</c:v>
                </c:pt>
                <c:pt idx="2691">
                  <c:v>44757.42</c:v>
                </c:pt>
                <c:pt idx="2692">
                  <c:v>44774.63</c:v>
                </c:pt>
                <c:pt idx="2693">
                  <c:v>44791.839999999997</c:v>
                </c:pt>
                <c:pt idx="2694">
                  <c:v>44809.04</c:v>
                </c:pt>
                <c:pt idx="2695">
                  <c:v>44826.25</c:v>
                </c:pt>
                <c:pt idx="2696">
                  <c:v>44843.46</c:v>
                </c:pt>
                <c:pt idx="2697">
                  <c:v>44860.66</c:v>
                </c:pt>
                <c:pt idx="2698">
                  <c:v>44877.87</c:v>
                </c:pt>
                <c:pt idx="2699">
                  <c:v>44895.08</c:v>
                </c:pt>
                <c:pt idx="2700">
                  <c:v>44912.29</c:v>
                </c:pt>
                <c:pt idx="2701">
                  <c:v>44929.49</c:v>
                </c:pt>
                <c:pt idx="2702">
                  <c:v>44946.7</c:v>
                </c:pt>
                <c:pt idx="2703">
                  <c:v>44963.91</c:v>
                </c:pt>
                <c:pt idx="2704">
                  <c:v>44981.11</c:v>
                </c:pt>
                <c:pt idx="2705">
                  <c:v>44998.32</c:v>
                </c:pt>
                <c:pt idx="2706">
                  <c:v>45015.53</c:v>
                </c:pt>
                <c:pt idx="2707">
                  <c:v>45032.74</c:v>
                </c:pt>
                <c:pt idx="2708">
                  <c:v>45049.94</c:v>
                </c:pt>
                <c:pt idx="2709">
                  <c:v>45067.15</c:v>
                </c:pt>
                <c:pt idx="2710">
                  <c:v>45084.36</c:v>
                </c:pt>
                <c:pt idx="2711">
                  <c:v>45101.56</c:v>
                </c:pt>
                <c:pt idx="2712">
                  <c:v>45118.77</c:v>
                </c:pt>
                <c:pt idx="2713">
                  <c:v>45135.98</c:v>
                </c:pt>
                <c:pt idx="2714">
                  <c:v>45153.19</c:v>
                </c:pt>
                <c:pt idx="2715">
                  <c:v>45170.39</c:v>
                </c:pt>
                <c:pt idx="2716">
                  <c:v>45187.6</c:v>
                </c:pt>
                <c:pt idx="2717">
                  <c:v>45204.81</c:v>
                </c:pt>
                <c:pt idx="2718">
                  <c:v>45222.01</c:v>
                </c:pt>
                <c:pt idx="2719">
                  <c:v>45239.22</c:v>
                </c:pt>
                <c:pt idx="2720">
                  <c:v>45256.43</c:v>
                </c:pt>
                <c:pt idx="2721">
                  <c:v>45273.64</c:v>
                </c:pt>
                <c:pt idx="2722">
                  <c:v>45290.84</c:v>
                </c:pt>
                <c:pt idx="2723">
                  <c:v>45308.05</c:v>
                </c:pt>
                <c:pt idx="2724">
                  <c:v>45325.26</c:v>
                </c:pt>
                <c:pt idx="2725">
                  <c:v>45342.46</c:v>
                </c:pt>
                <c:pt idx="2726">
                  <c:v>45359.67</c:v>
                </c:pt>
                <c:pt idx="2727">
                  <c:v>45376.88</c:v>
                </c:pt>
                <c:pt idx="2728">
                  <c:v>45394.09</c:v>
                </c:pt>
                <c:pt idx="2729">
                  <c:v>45411.29</c:v>
                </c:pt>
                <c:pt idx="2730">
                  <c:v>45428.5</c:v>
                </c:pt>
                <c:pt idx="2731">
                  <c:v>45445.71</c:v>
                </c:pt>
                <c:pt idx="2732">
                  <c:v>45462.91</c:v>
                </c:pt>
                <c:pt idx="2733">
                  <c:v>45480.12</c:v>
                </c:pt>
                <c:pt idx="2734">
                  <c:v>45497.33</c:v>
                </c:pt>
                <c:pt idx="2735">
                  <c:v>45514.54</c:v>
                </c:pt>
                <c:pt idx="2736">
                  <c:v>45531.74</c:v>
                </c:pt>
                <c:pt idx="2737">
                  <c:v>45548.95</c:v>
                </c:pt>
                <c:pt idx="2738">
                  <c:v>45566.16</c:v>
                </c:pt>
                <c:pt idx="2739">
                  <c:v>45583.360000000001</c:v>
                </c:pt>
                <c:pt idx="2740">
                  <c:v>45600.57</c:v>
                </c:pt>
                <c:pt idx="2741">
                  <c:v>45617.78</c:v>
                </c:pt>
                <c:pt idx="2742">
                  <c:v>45634.99</c:v>
                </c:pt>
                <c:pt idx="2743">
                  <c:v>45652.19</c:v>
                </c:pt>
                <c:pt idx="2744">
                  <c:v>45669.4</c:v>
                </c:pt>
                <c:pt idx="2745">
                  <c:v>45686.61</c:v>
                </c:pt>
                <c:pt idx="2746">
                  <c:v>45703.81</c:v>
                </c:pt>
                <c:pt idx="2747">
                  <c:v>45721.02</c:v>
                </c:pt>
                <c:pt idx="2748">
                  <c:v>45738.23</c:v>
                </c:pt>
                <c:pt idx="2749">
                  <c:v>45755.44</c:v>
                </c:pt>
                <c:pt idx="2750">
                  <c:v>45772.639999999999</c:v>
                </c:pt>
                <c:pt idx="2751">
                  <c:v>45789.85</c:v>
                </c:pt>
                <c:pt idx="2752">
                  <c:v>45807.06</c:v>
                </c:pt>
                <c:pt idx="2753">
                  <c:v>45824.26</c:v>
                </c:pt>
                <c:pt idx="2754">
                  <c:v>45841.47</c:v>
                </c:pt>
                <c:pt idx="2755">
                  <c:v>45858.68</c:v>
                </c:pt>
                <c:pt idx="2756">
                  <c:v>45875.89</c:v>
                </c:pt>
                <c:pt idx="2757">
                  <c:v>45893.09</c:v>
                </c:pt>
                <c:pt idx="2758">
                  <c:v>45910.3</c:v>
                </c:pt>
                <c:pt idx="2759">
                  <c:v>45927.51</c:v>
                </c:pt>
                <c:pt idx="2760">
                  <c:v>45944.71</c:v>
                </c:pt>
                <c:pt idx="2761">
                  <c:v>45961.919999999998</c:v>
                </c:pt>
                <c:pt idx="2762">
                  <c:v>45979.13</c:v>
                </c:pt>
                <c:pt idx="2763">
                  <c:v>45996.34</c:v>
                </c:pt>
                <c:pt idx="2764">
                  <c:v>46013.54</c:v>
                </c:pt>
                <c:pt idx="2765">
                  <c:v>46030.75</c:v>
                </c:pt>
                <c:pt idx="2766">
                  <c:v>46047.96</c:v>
                </c:pt>
                <c:pt idx="2767">
                  <c:v>46065.16</c:v>
                </c:pt>
                <c:pt idx="2768">
                  <c:v>46082.37</c:v>
                </c:pt>
                <c:pt idx="2769">
                  <c:v>46099.58</c:v>
                </c:pt>
                <c:pt idx="2770">
                  <c:v>46116.79</c:v>
                </c:pt>
                <c:pt idx="2771">
                  <c:v>46133.99</c:v>
                </c:pt>
                <c:pt idx="2772">
                  <c:v>46151.199999999997</c:v>
                </c:pt>
                <c:pt idx="2773">
                  <c:v>46168.41</c:v>
                </c:pt>
                <c:pt idx="2774">
                  <c:v>46185.61</c:v>
                </c:pt>
                <c:pt idx="2775">
                  <c:v>46202.82</c:v>
                </c:pt>
                <c:pt idx="2776">
                  <c:v>46220.03</c:v>
                </c:pt>
                <c:pt idx="2777">
                  <c:v>46237.24</c:v>
                </c:pt>
                <c:pt idx="2778">
                  <c:v>46254.44</c:v>
                </c:pt>
                <c:pt idx="2779">
                  <c:v>46271.65</c:v>
                </c:pt>
                <c:pt idx="2780">
                  <c:v>46288.86</c:v>
                </c:pt>
                <c:pt idx="2781">
                  <c:v>46306.06</c:v>
                </c:pt>
                <c:pt idx="2782">
                  <c:v>46323.27</c:v>
                </c:pt>
                <c:pt idx="2783">
                  <c:v>46340.480000000003</c:v>
                </c:pt>
                <c:pt idx="2784">
                  <c:v>46357.69</c:v>
                </c:pt>
                <c:pt idx="2785">
                  <c:v>46374.89</c:v>
                </c:pt>
                <c:pt idx="2786">
                  <c:v>46392.1</c:v>
                </c:pt>
                <c:pt idx="2787">
                  <c:v>46409.31</c:v>
                </c:pt>
                <c:pt idx="2788">
                  <c:v>46426.51</c:v>
                </c:pt>
                <c:pt idx="2789">
                  <c:v>46443.72</c:v>
                </c:pt>
                <c:pt idx="2790">
                  <c:v>46460.93</c:v>
                </c:pt>
                <c:pt idx="2791">
                  <c:v>46478.14</c:v>
                </c:pt>
                <c:pt idx="2792">
                  <c:v>46495.34</c:v>
                </c:pt>
                <c:pt idx="2793">
                  <c:v>46512.55</c:v>
                </c:pt>
                <c:pt idx="2794">
                  <c:v>46529.760000000002</c:v>
                </c:pt>
                <c:pt idx="2795">
                  <c:v>46546.96</c:v>
                </c:pt>
                <c:pt idx="2796">
                  <c:v>46564.17</c:v>
                </c:pt>
                <c:pt idx="2797">
                  <c:v>46581.38</c:v>
                </c:pt>
                <c:pt idx="2798">
                  <c:v>46598.59</c:v>
                </c:pt>
                <c:pt idx="2799">
                  <c:v>46615.79</c:v>
                </c:pt>
                <c:pt idx="2800">
                  <c:v>46633</c:v>
                </c:pt>
                <c:pt idx="2801">
                  <c:v>46650.21</c:v>
                </c:pt>
                <c:pt idx="2802">
                  <c:v>46667.41</c:v>
                </c:pt>
                <c:pt idx="2803">
                  <c:v>46684.62</c:v>
                </c:pt>
                <c:pt idx="2804">
                  <c:v>46701.83</c:v>
                </c:pt>
                <c:pt idx="2805">
                  <c:v>46719.040000000001</c:v>
                </c:pt>
                <c:pt idx="2806">
                  <c:v>46736.24</c:v>
                </c:pt>
                <c:pt idx="2807">
                  <c:v>46753.45</c:v>
                </c:pt>
                <c:pt idx="2808">
                  <c:v>46770.66</c:v>
                </c:pt>
                <c:pt idx="2809">
                  <c:v>46787.86</c:v>
                </c:pt>
                <c:pt idx="2810">
                  <c:v>46805.07</c:v>
                </c:pt>
                <c:pt idx="2811">
                  <c:v>46822.28</c:v>
                </c:pt>
                <c:pt idx="2812">
                  <c:v>46839.49</c:v>
                </c:pt>
                <c:pt idx="2813">
                  <c:v>46856.69</c:v>
                </c:pt>
                <c:pt idx="2814">
                  <c:v>46873.9</c:v>
                </c:pt>
                <c:pt idx="2815">
                  <c:v>46891.11</c:v>
                </c:pt>
                <c:pt idx="2816">
                  <c:v>46908.31</c:v>
                </c:pt>
                <c:pt idx="2817">
                  <c:v>46925.52</c:v>
                </c:pt>
                <c:pt idx="2818">
                  <c:v>46942.73</c:v>
                </c:pt>
                <c:pt idx="2819">
                  <c:v>46959.94</c:v>
                </c:pt>
                <c:pt idx="2820">
                  <c:v>46977.14</c:v>
                </c:pt>
                <c:pt idx="2821">
                  <c:v>46994.35</c:v>
                </c:pt>
                <c:pt idx="2822">
                  <c:v>47011.56</c:v>
                </c:pt>
                <c:pt idx="2823">
                  <c:v>47028.76</c:v>
                </c:pt>
                <c:pt idx="2824">
                  <c:v>47045.97</c:v>
                </c:pt>
                <c:pt idx="2825">
                  <c:v>47063.18</c:v>
                </c:pt>
                <c:pt idx="2826">
                  <c:v>47080.39</c:v>
                </c:pt>
                <c:pt idx="2827">
                  <c:v>47097.59</c:v>
                </c:pt>
                <c:pt idx="2828">
                  <c:v>47114.8</c:v>
                </c:pt>
                <c:pt idx="2829">
                  <c:v>47132.01</c:v>
                </c:pt>
                <c:pt idx="2830">
                  <c:v>47149.21</c:v>
                </c:pt>
                <c:pt idx="2831">
                  <c:v>47166.42</c:v>
                </c:pt>
                <c:pt idx="2832">
                  <c:v>47183.63</c:v>
                </c:pt>
                <c:pt idx="2833">
                  <c:v>47200.84</c:v>
                </c:pt>
                <c:pt idx="2834">
                  <c:v>47218.04</c:v>
                </c:pt>
                <c:pt idx="2835">
                  <c:v>47235.25</c:v>
                </c:pt>
                <c:pt idx="2836">
                  <c:v>47252.46</c:v>
                </c:pt>
                <c:pt idx="2837">
                  <c:v>47269.66</c:v>
                </c:pt>
                <c:pt idx="2838">
                  <c:v>47286.87</c:v>
                </c:pt>
                <c:pt idx="2839">
                  <c:v>47304.08</c:v>
                </c:pt>
                <c:pt idx="2840">
                  <c:v>47321.29</c:v>
                </c:pt>
                <c:pt idx="2841">
                  <c:v>47338.49</c:v>
                </c:pt>
                <c:pt idx="2842">
                  <c:v>47355.7</c:v>
                </c:pt>
                <c:pt idx="2843">
                  <c:v>47372.91</c:v>
                </c:pt>
                <c:pt idx="2844">
                  <c:v>47390.11</c:v>
                </c:pt>
                <c:pt idx="2845">
                  <c:v>47407.32</c:v>
                </c:pt>
                <c:pt idx="2846">
                  <c:v>47424.53</c:v>
                </c:pt>
                <c:pt idx="2847">
                  <c:v>47441.74</c:v>
                </c:pt>
                <c:pt idx="2848">
                  <c:v>47458.94</c:v>
                </c:pt>
                <c:pt idx="2849">
                  <c:v>47476.15</c:v>
                </c:pt>
                <c:pt idx="2850">
                  <c:v>47493.36</c:v>
                </c:pt>
                <c:pt idx="2851">
                  <c:v>47510.559999999998</c:v>
                </c:pt>
                <c:pt idx="2852">
                  <c:v>47527.77</c:v>
                </c:pt>
                <c:pt idx="2853">
                  <c:v>47544.98</c:v>
                </c:pt>
                <c:pt idx="2854">
                  <c:v>47562.19</c:v>
                </c:pt>
                <c:pt idx="2855">
                  <c:v>47579.39</c:v>
                </c:pt>
                <c:pt idx="2856">
                  <c:v>47596.6</c:v>
                </c:pt>
                <c:pt idx="2857">
                  <c:v>47613.81</c:v>
                </c:pt>
                <c:pt idx="2858">
                  <c:v>47631.01</c:v>
                </c:pt>
                <c:pt idx="2859">
                  <c:v>47648.22</c:v>
                </c:pt>
                <c:pt idx="2860">
                  <c:v>47665.43</c:v>
                </c:pt>
                <c:pt idx="2861">
                  <c:v>47682.64</c:v>
                </c:pt>
                <c:pt idx="2862">
                  <c:v>47699.839999999997</c:v>
                </c:pt>
                <c:pt idx="2863">
                  <c:v>47717.05</c:v>
                </c:pt>
                <c:pt idx="2864">
                  <c:v>47734.26</c:v>
                </c:pt>
                <c:pt idx="2865">
                  <c:v>47751.46</c:v>
                </c:pt>
                <c:pt idx="2866">
                  <c:v>47768.67</c:v>
                </c:pt>
                <c:pt idx="2867">
                  <c:v>47785.88</c:v>
                </c:pt>
                <c:pt idx="2868">
                  <c:v>47803.09</c:v>
                </c:pt>
                <c:pt idx="2869">
                  <c:v>47820.29</c:v>
                </c:pt>
                <c:pt idx="2870">
                  <c:v>47837.5</c:v>
                </c:pt>
                <c:pt idx="2871">
                  <c:v>47854.71</c:v>
                </c:pt>
                <c:pt idx="2872">
                  <c:v>47871.91</c:v>
                </c:pt>
                <c:pt idx="2873">
                  <c:v>47889.120000000003</c:v>
                </c:pt>
                <c:pt idx="2874">
                  <c:v>47906.33</c:v>
                </c:pt>
                <c:pt idx="2875">
                  <c:v>47923.54</c:v>
                </c:pt>
                <c:pt idx="2876">
                  <c:v>47940.74</c:v>
                </c:pt>
                <c:pt idx="2877">
                  <c:v>47957.95</c:v>
                </c:pt>
                <c:pt idx="2878">
                  <c:v>47975.16</c:v>
                </c:pt>
                <c:pt idx="2879">
                  <c:v>47992.36</c:v>
                </c:pt>
                <c:pt idx="2880">
                  <c:v>48009.57</c:v>
                </c:pt>
                <c:pt idx="2881">
                  <c:v>48026.78</c:v>
                </c:pt>
                <c:pt idx="2882">
                  <c:v>48043.99</c:v>
                </c:pt>
                <c:pt idx="2883">
                  <c:v>48061.19</c:v>
                </c:pt>
                <c:pt idx="2884">
                  <c:v>48078.400000000001</c:v>
                </c:pt>
                <c:pt idx="2885">
                  <c:v>48095.61</c:v>
                </c:pt>
                <c:pt idx="2886">
                  <c:v>48112.81</c:v>
                </c:pt>
                <c:pt idx="2887">
                  <c:v>48130.02</c:v>
                </c:pt>
                <c:pt idx="2888">
                  <c:v>48147.23</c:v>
                </c:pt>
                <c:pt idx="2889">
                  <c:v>48164.44</c:v>
                </c:pt>
                <c:pt idx="2890">
                  <c:v>48181.64</c:v>
                </c:pt>
                <c:pt idx="2891">
                  <c:v>48198.85</c:v>
                </c:pt>
                <c:pt idx="2892">
                  <c:v>48216.06</c:v>
                </c:pt>
                <c:pt idx="2893">
                  <c:v>48233.26</c:v>
                </c:pt>
                <c:pt idx="2894">
                  <c:v>48250.47</c:v>
                </c:pt>
                <c:pt idx="2895">
                  <c:v>48267.68</c:v>
                </c:pt>
                <c:pt idx="2896">
                  <c:v>48284.89</c:v>
                </c:pt>
                <c:pt idx="2897">
                  <c:v>48302.09</c:v>
                </c:pt>
                <c:pt idx="2898">
                  <c:v>48319.3</c:v>
                </c:pt>
                <c:pt idx="2899">
                  <c:v>48336.51</c:v>
                </c:pt>
                <c:pt idx="2900">
                  <c:v>48353.71</c:v>
                </c:pt>
                <c:pt idx="2901">
                  <c:v>48370.92</c:v>
                </c:pt>
                <c:pt idx="2902">
                  <c:v>48388.13</c:v>
                </c:pt>
                <c:pt idx="2903">
                  <c:v>48405.34</c:v>
                </c:pt>
                <c:pt idx="2904">
                  <c:v>48422.54</c:v>
                </c:pt>
                <c:pt idx="2905">
                  <c:v>48439.75</c:v>
                </c:pt>
                <c:pt idx="2906">
                  <c:v>48456.959999999999</c:v>
                </c:pt>
                <c:pt idx="2907">
                  <c:v>48474.16</c:v>
                </c:pt>
                <c:pt idx="2908">
                  <c:v>48491.37</c:v>
                </c:pt>
                <c:pt idx="2909">
                  <c:v>48508.58</c:v>
                </c:pt>
                <c:pt idx="2910">
                  <c:v>48525.79</c:v>
                </c:pt>
                <c:pt idx="2911">
                  <c:v>48542.99</c:v>
                </c:pt>
                <c:pt idx="2912">
                  <c:v>48560.2</c:v>
                </c:pt>
                <c:pt idx="2913">
                  <c:v>48577.41</c:v>
                </c:pt>
                <c:pt idx="2914">
                  <c:v>48594.61</c:v>
                </c:pt>
                <c:pt idx="2915">
                  <c:v>48611.82</c:v>
                </c:pt>
                <c:pt idx="2916">
                  <c:v>48629.03</c:v>
                </c:pt>
                <c:pt idx="2917">
                  <c:v>48646.239999999998</c:v>
                </c:pt>
                <c:pt idx="2918">
                  <c:v>48663.44</c:v>
                </c:pt>
                <c:pt idx="2919">
                  <c:v>48680.65</c:v>
                </c:pt>
                <c:pt idx="2920">
                  <c:v>48697.86</c:v>
                </c:pt>
                <c:pt idx="2921">
                  <c:v>48715.06</c:v>
                </c:pt>
                <c:pt idx="2922">
                  <c:v>48732.27</c:v>
                </c:pt>
                <c:pt idx="2923">
                  <c:v>48749.48</c:v>
                </c:pt>
                <c:pt idx="2924">
                  <c:v>48766.69</c:v>
                </c:pt>
                <c:pt idx="2925">
                  <c:v>48783.89</c:v>
                </c:pt>
                <c:pt idx="2926">
                  <c:v>48801.1</c:v>
                </c:pt>
                <c:pt idx="2927">
                  <c:v>48818.31</c:v>
                </c:pt>
                <c:pt idx="2928">
                  <c:v>48835.51</c:v>
                </c:pt>
                <c:pt idx="2929">
                  <c:v>48852.72</c:v>
                </c:pt>
                <c:pt idx="2930">
                  <c:v>48869.93</c:v>
                </c:pt>
                <c:pt idx="2931">
                  <c:v>48887.14</c:v>
                </c:pt>
                <c:pt idx="2932">
                  <c:v>48904.34</c:v>
                </c:pt>
                <c:pt idx="2933">
                  <c:v>48921.55</c:v>
                </c:pt>
                <c:pt idx="2934">
                  <c:v>48938.76</c:v>
                </c:pt>
                <c:pt idx="2935">
                  <c:v>48955.96</c:v>
                </c:pt>
                <c:pt idx="2936">
                  <c:v>48973.17</c:v>
                </c:pt>
                <c:pt idx="2937">
                  <c:v>48990.38</c:v>
                </c:pt>
                <c:pt idx="2938">
                  <c:v>49007.59</c:v>
                </c:pt>
                <c:pt idx="2939">
                  <c:v>49024.79</c:v>
                </c:pt>
                <c:pt idx="2940">
                  <c:v>49042</c:v>
                </c:pt>
                <c:pt idx="2941">
                  <c:v>49059.21</c:v>
                </c:pt>
                <c:pt idx="2942">
                  <c:v>49076.41</c:v>
                </c:pt>
                <c:pt idx="2943">
                  <c:v>49093.62</c:v>
                </c:pt>
                <c:pt idx="2944">
                  <c:v>49110.83</c:v>
                </c:pt>
                <c:pt idx="2945">
                  <c:v>49128.04</c:v>
                </c:pt>
                <c:pt idx="2946">
                  <c:v>49145.24</c:v>
                </c:pt>
                <c:pt idx="2947">
                  <c:v>49162.45</c:v>
                </c:pt>
                <c:pt idx="2948">
                  <c:v>49179.66</c:v>
                </c:pt>
                <c:pt idx="2949">
                  <c:v>49196.86</c:v>
                </c:pt>
                <c:pt idx="2950">
                  <c:v>49214.07</c:v>
                </c:pt>
                <c:pt idx="2951">
                  <c:v>49231.28</c:v>
                </c:pt>
                <c:pt idx="2952">
                  <c:v>49248.49</c:v>
                </c:pt>
                <c:pt idx="2953">
                  <c:v>49265.69</c:v>
                </c:pt>
                <c:pt idx="2954">
                  <c:v>49282.9</c:v>
                </c:pt>
                <c:pt idx="2955">
                  <c:v>49300.11</c:v>
                </c:pt>
                <c:pt idx="2956">
                  <c:v>49317.31</c:v>
                </c:pt>
                <c:pt idx="2957">
                  <c:v>49334.52</c:v>
                </c:pt>
                <c:pt idx="2958">
                  <c:v>49351.73</c:v>
                </c:pt>
                <c:pt idx="2959">
                  <c:v>49368.94</c:v>
                </c:pt>
                <c:pt idx="2960">
                  <c:v>49386.14</c:v>
                </c:pt>
                <c:pt idx="2961">
                  <c:v>49403.35</c:v>
                </c:pt>
                <c:pt idx="2962">
                  <c:v>49420.56</c:v>
                </c:pt>
                <c:pt idx="2963">
                  <c:v>49437.760000000002</c:v>
                </c:pt>
                <c:pt idx="2964">
                  <c:v>49454.97</c:v>
                </c:pt>
                <c:pt idx="2965">
                  <c:v>49472.18</c:v>
                </c:pt>
                <c:pt idx="2966">
                  <c:v>49489.39</c:v>
                </c:pt>
                <c:pt idx="2967">
                  <c:v>49506.59</c:v>
                </c:pt>
                <c:pt idx="2968">
                  <c:v>49523.8</c:v>
                </c:pt>
                <c:pt idx="2969">
                  <c:v>49541.01</c:v>
                </c:pt>
                <c:pt idx="2970">
                  <c:v>49558.21</c:v>
                </c:pt>
                <c:pt idx="2971">
                  <c:v>49575.42</c:v>
                </c:pt>
                <c:pt idx="2972">
                  <c:v>49592.63</c:v>
                </c:pt>
                <c:pt idx="2973">
                  <c:v>49609.84</c:v>
                </c:pt>
                <c:pt idx="2974">
                  <c:v>49627.040000000001</c:v>
                </c:pt>
                <c:pt idx="2975">
                  <c:v>49644.25</c:v>
                </c:pt>
                <c:pt idx="2976">
                  <c:v>49661.46</c:v>
                </c:pt>
                <c:pt idx="2977">
                  <c:v>49678.66</c:v>
                </c:pt>
                <c:pt idx="2978">
                  <c:v>49695.87</c:v>
                </c:pt>
                <c:pt idx="2979">
                  <c:v>49713.08</c:v>
                </c:pt>
                <c:pt idx="2980">
                  <c:v>49730.29</c:v>
                </c:pt>
                <c:pt idx="2981">
                  <c:v>49747.49</c:v>
                </c:pt>
                <c:pt idx="2982">
                  <c:v>49764.7</c:v>
                </c:pt>
                <c:pt idx="2983">
                  <c:v>49781.91</c:v>
                </c:pt>
                <c:pt idx="2984">
                  <c:v>49799.11</c:v>
                </c:pt>
                <c:pt idx="2985">
                  <c:v>49816.32</c:v>
                </c:pt>
                <c:pt idx="2986">
                  <c:v>49833.53</c:v>
                </c:pt>
                <c:pt idx="2987">
                  <c:v>49850.74</c:v>
                </c:pt>
                <c:pt idx="2988">
                  <c:v>49867.94</c:v>
                </c:pt>
                <c:pt idx="2989">
                  <c:v>49885.15</c:v>
                </c:pt>
                <c:pt idx="2990">
                  <c:v>49902.36</c:v>
                </c:pt>
                <c:pt idx="2991">
                  <c:v>49919.56</c:v>
                </c:pt>
                <c:pt idx="2992">
                  <c:v>49936.77</c:v>
                </c:pt>
                <c:pt idx="2993">
                  <c:v>49953.98</c:v>
                </c:pt>
                <c:pt idx="2994">
                  <c:v>49971.19</c:v>
                </c:pt>
                <c:pt idx="2995">
                  <c:v>49988.39</c:v>
                </c:pt>
                <c:pt idx="2996">
                  <c:v>50005.599999999999</c:v>
                </c:pt>
                <c:pt idx="2997">
                  <c:v>50022.81</c:v>
                </c:pt>
                <c:pt idx="2998">
                  <c:v>50040.01</c:v>
                </c:pt>
                <c:pt idx="2999">
                  <c:v>50057.22</c:v>
                </c:pt>
                <c:pt idx="3000">
                  <c:v>50074.43</c:v>
                </c:pt>
                <c:pt idx="3001">
                  <c:v>50091.64</c:v>
                </c:pt>
                <c:pt idx="3002">
                  <c:v>50108.84</c:v>
                </c:pt>
                <c:pt idx="3003">
                  <c:v>50126.05</c:v>
                </c:pt>
                <c:pt idx="3004">
                  <c:v>50143.26</c:v>
                </c:pt>
                <c:pt idx="3005">
                  <c:v>50160.46</c:v>
                </c:pt>
                <c:pt idx="3006">
                  <c:v>50177.67</c:v>
                </c:pt>
                <c:pt idx="3007">
                  <c:v>50194.879999999997</c:v>
                </c:pt>
                <c:pt idx="3008">
                  <c:v>50212.09</c:v>
                </c:pt>
                <c:pt idx="3009">
                  <c:v>50229.29</c:v>
                </c:pt>
                <c:pt idx="3010">
                  <c:v>50246.5</c:v>
                </c:pt>
                <c:pt idx="3011">
                  <c:v>50263.71</c:v>
                </c:pt>
                <c:pt idx="3012">
                  <c:v>50280.91</c:v>
                </c:pt>
                <c:pt idx="3013">
                  <c:v>50298.12</c:v>
                </c:pt>
                <c:pt idx="3014">
                  <c:v>50315.33</c:v>
                </c:pt>
                <c:pt idx="3015">
                  <c:v>50332.54</c:v>
                </c:pt>
                <c:pt idx="3016">
                  <c:v>50349.74</c:v>
                </c:pt>
                <c:pt idx="3017">
                  <c:v>50366.95</c:v>
                </c:pt>
                <c:pt idx="3018">
                  <c:v>50384.160000000003</c:v>
                </c:pt>
                <c:pt idx="3019">
                  <c:v>50401.36</c:v>
                </c:pt>
                <c:pt idx="3020">
                  <c:v>50418.57</c:v>
                </c:pt>
                <c:pt idx="3021">
                  <c:v>50435.78</c:v>
                </c:pt>
                <c:pt idx="3022">
                  <c:v>50452.99</c:v>
                </c:pt>
                <c:pt idx="3023">
                  <c:v>50470.19</c:v>
                </c:pt>
                <c:pt idx="3024">
                  <c:v>50487.4</c:v>
                </c:pt>
                <c:pt idx="3025">
                  <c:v>50504.61</c:v>
                </c:pt>
                <c:pt idx="3026">
                  <c:v>50521.81</c:v>
                </c:pt>
                <c:pt idx="3027">
                  <c:v>50539.02</c:v>
                </c:pt>
                <c:pt idx="3028">
                  <c:v>50556.23</c:v>
                </c:pt>
                <c:pt idx="3029">
                  <c:v>50573.440000000002</c:v>
                </c:pt>
                <c:pt idx="3030">
                  <c:v>50590.64</c:v>
                </c:pt>
                <c:pt idx="3031">
                  <c:v>50607.85</c:v>
                </c:pt>
                <c:pt idx="3032">
                  <c:v>50625.06</c:v>
                </c:pt>
                <c:pt idx="3033">
                  <c:v>50642.26</c:v>
                </c:pt>
                <c:pt idx="3034">
                  <c:v>50659.47</c:v>
                </c:pt>
                <c:pt idx="3035">
                  <c:v>50676.68</c:v>
                </c:pt>
                <c:pt idx="3036">
                  <c:v>50693.89</c:v>
                </c:pt>
                <c:pt idx="3037">
                  <c:v>50711.09</c:v>
                </c:pt>
                <c:pt idx="3038">
                  <c:v>50728.3</c:v>
                </c:pt>
                <c:pt idx="3039">
                  <c:v>50745.51</c:v>
                </c:pt>
                <c:pt idx="3040">
                  <c:v>50762.71</c:v>
                </c:pt>
                <c:pt idx="3041">
                  <c:v>50779.92</c:v>
                </c:pt>
                <c:pt idx="3042">
                  <c:v>50797.13</c:v>
                </c:pt>
                <c:pt idx="3043">
                  <c:v>50814.34</c:v>
                </c:pt>
                <c:pt idx="3044">
                  <c:v>50831.54</c:v>
                </c:pt>
                <c:pt idx="3045">
                  <c:v>50848.75</c:v>
                </c:pt>
                <c:pt idx="3046">
                  <c:v>50865.96</c:v>
                </c:pt>
                <c:pt idx="3047">
                  <c:v>50883.16</c:v>
                </c:pt>
                <c:pt idx="3048">
                  <c:v>50900.37</c:v>
                </c:pt>
                <c:pt idx="3049">
                  <c:v>50917.58</c:v>
                </c:pt>
                <c:pt idx="3050">
                  <c:v>50934.79</c:v>
                </c:pt>
                <c:pt idx="3051">
                  <c:v>50951.99</c:v>
                </c:pt>
                <c:pt idx="3052">
                  <c:v>50969.2</c:v>
                </c:pt>
                <c:pt idx="3053">
                  <c:v>50986.41</c:v>
                </c:pt>
                <c:pt idx="3054">
                  <c:v>51003.61</c:v>
                </c:pt>
                <c:pt idx="3055">
                  <c:v>51020.82</c:v>
                </c:pt>
                <c:pt idx="3056">
                  <c:v>51038.03</c:v>
                </c:pt>
                <c:pt idx="3057">
                  <c:v>51055.24</c:v>
                </c:pt>
                <c:pt idx="3058">
                  <c:v>51072.44</c:v>
                </c:pt>
                <c:pt idx="3059">
                  <c:v>51089.65</c:v>
                </c:pt>
                <c:pt idx="3060">
                  <c:v>51106.86</c:v>
                </c:pt>
                <c:pt idx="3061">
                  <c:v>51124.06</c:v>
                </c:pt>
                <c:pt idx="3062">
                  <c:v>51141.27</c:v>
                </c:pt>
                <c:pt idx="3063">
                  <c:v>51158.48</c:v>
                </c:pt>
                <c:pt idx="3064">
                  <c:v>51175.69</c:v>
                </c:pt>
                <c:pt idx="3065">
                  <c:v>51192.89</c:v>
                </c:pt>
                <c:pt idx="3066">
                  <c:v>51210.1</c:v>
                </c:pt>
                <c:pt idx="3067">
                  <c:v>51227.31</c:v>
                </c:pt>
                <c:pt idx="3068">
                  <c:v>51244.51</c:v>
                </c:pt>
                <c:pt idx="3069">
                  <c:v>51261.13</c:v>
                </c:pt>
                <c:pt idx="3070">
                  <c:v>51277.16</c:v>
                </c:pt>
                <c:pt idx="3071">
                  <c:v>51293.19</c:v>
                </c:pt>
                <c:pt idx="3072">
                  <c:v>51309.23</c:v>
                </c:pt>
                <c:pt idx="3073">
                  <c:v>51325.26</c:v>
                </c:pt>
                <c:pt idx="3074">
                  <c:v>51341.3</c:v>
                </c:pt>
                <c:pt idx="3075">
                  <c:v>51357.33</c:v>
                </c:pt>
                <c:pt idx="3076">
                  <c:v>51373.36</c:v>
                </c:pt>
                <c:pt idx="3077">
                  <c:v>51389.4</c:v>
                </c:pt>
                <c:pt idx="3078">
                  <c:v>51405.43</c:v>
                </c:pt>
                <c:pt idx="3079">
                  <c:v>51421.47</c:v>
                </c:pt>
                <c:pt idx="3080">
                  <c:v>51437.5</c:v>
                </c:pt>
                <c:pt idx="3081">
                  <c:v>51453.53</c:v>
                </c:pt>
                <c:pt idx="3082">
                  <c:v>51469.57</c:v>
                </c:pt>
                <c:pt idx="3083">
                  <c:v>51485.599999999999</c:v>
                </c:pt>
                <c:pt idx="3084">
                  <c:v>51501.64</c:v>
                </c:pt>
                <c:pt idx="3085">
                  <c:v>51517.67</c:v>
                </c:pt>
                <c:pt idx="3086">
                  <c:v>51533.7</c:v>
                </c:pt>
                <c:pt idx="3087">
                  <c:v>51549.74</c:v>
                </c:pt>
                <c:pt idx="3088">
                  <c:v>51565.77</c:v>
                </c:pt>
                <c:pt idx="3089">
                  <c:v>51581.81</c:v>
                </c:pt>
                <c:pt idx="3090">
                  <c:v>51597.84</c:v>
                </c:pt>
                <c:pt idx="3091">
                  <c:v>51613.87</c:v>
                </c:pt>
                <c:pt idx="3092">
                  <c:v>51629.91</c:v>
                </c:pt>
                <c:pt idx="3093">
                  <c:v>51645.94</c:v>
                </c:pt>
                <c:pt idx="3094">
                  <c:v>51661.98</c:v>
                </c:pt>
                <c:pt idx="3095">
                  <c:v>51678.01</c:v>
                </c:pt>
                <c:pt idx="3096">
                  <c:v>51694.04</c:v>
                </c:pt>
                <c:pt idx="3097">
                  <c:v>51710.080000000002</c:v>
                </c:pt>
                <c:pt idx="3098">
                  <c:v>51726.11</c:v>
                </c:pt>
                <c:pt idx="3099">
                  <c:v>51742.14</c:v>
                </c:pt>
                <c:pt idx="3100">
                  <c:v>51758.18</c:v>
                </c:pt>
                <c:pt idx="3101">
                  <c:v>51774.21</c:v>
                </c:pt>
                <c:pt idx="3102">
                  <c:v>51790.25</c:v>
                </c:pt>
                <c:pt idx="3103">
                  <c:v>51806.28</c:v>
                </c:pt>
                <c:pt idx="3104">
                  <c:v>51822.31</c:v>
                </c:pt>
                <c:pt idx="3105">
                  <c:v>51838.35</c:v>
                </c:pt>
                <c:pt idx="3106">
                  <c:v>51854.38</c:v>
                </c:pt>
                <c:pt idx="3107">
                  <c:v>51870.42</c:v>
                </c:pt>
                <c:pt idx="3108">
                  <c:v>51886.45</c:v>
                </c:pt>
                <c:pt idx="3109">
                  <c:v>51902.48</c:v>
                </c:pt>
                <c:pt idx="3110">
                  <c:v>51918.52</c:v>
                </c:pt>
                <c:pt idx="3111">
                  <c:v>51934.55</c:v>
                </c:pt>
                <c:pt idx="3112">
                  <c:v>51950.59</c:v>
                </c:pt>
                <c:pt idx="3113">
                  <c:v>51966.62</c:v>
                </c:pt>
                <c:pt idx="3114">
                  <c:v>51982.65</c:v>
                </c:pt>
                <c:pt idx="3115">
                  <c:v>51998.69</c:v>
                </c:pt>
                <c:pt idx="3116">
                  <c:v>52014.720000000001</c:v>
                </c:pt>
                <c:pt idx="3117">
                  <c:v>52030.76</c:v>
                </c:pt>
                <c:pt idx="3118">
                  <c:v>52046.79</c:v>
                </c:pt>
                <c:pt idx="3119">
                  <c:v>52062.82</c:v>
                </c:pt>
                <c:pt idx="3120">
                  <c:v>52078.86</c:v>
                </c:pt>
                <c:pt idx="3121">
                  <c:v>52094.89</c:v>
                </c:pt>
                <c:pt idx="3122">
                  <c:v>52110.93</c:v>
                </c:pt>
                <c:pt idx="3123">
                  <c:v>52126.96</c:v>
                </c:pt>
                <c:pt idx="3124">
                  <c:v>52142.99</c:v>
                </c:pt>
                <c:pt idx="3125">
                  <c:v>52159.03</c:v>
                </c:pt>
                <c:pt idx="3126">
                  <c:v>52175.06</c:v>
                </c:pt>
                <c:pt idx="3127">
                  <c:v>52191.09</c:v>
                </c:pt>
                <c:pt idx="3128">
                  <c:v>52207.13</c:v>
                </c:pt>
                <c:pt idx="3129">
                  <c:v>52223.16</c:v>
                </c:pt>
                <c:pt idx="3130">
                  <c:v>52239.199999999997</c:v>
                </c:pt>
                <c:pt idx="3131">
                  <c:v>52255.23</c:v>
                </c:pt>
                <c:pt idx="3132">
                  <c:v>52271.26</c:v>
                </c:pt>
                <c:pt idx="3133">
                  <c:v>52287.3</c:v>
                </c:pt>
                <c:pt idx="3134">
                  <c:v>52303.33</c:v>
                </c:pt>
                <c:pt idx="3135">
                  <c:v>52319.37</c:v>
                </c:pt>
                <c:pt idx="3136">
                  <c:v>52335.4</c:v>
                </c:pt>
                <c:pt idx="3137">
                  <c:v>52351.43</c:v>
                </c:pt>
                <c:pt idx="3138">
                  <c:v>52367.47</c:v>
                </c:pt>
                <c:pt idx="3139">
                  <c:v>52383.5</c:v>
                </c:pt>
                <c:pt idx="3140">
                  <c:v>52399.54</c:v>
                </c:pt>
                <c:pt idx="3141">
                  <c:v>52415.57</c:v>
                </c:pt>
                <c:pt idx="3142">
                  <c:v>52431.6</c:v>
                </c:pt>
                <c:pt idx="3143">
                  <c:v>52447.64</c:v>
                </c:pt>
                <c:pt idx="3144">
                  <c:v>52463.67</c:v>
                </c:pt>
                <c:pt idx="3145">
                  <c:v>52479.71</c:v>
                </c:pt>
                <c:pt idx="3146">
                  <c:v>52495.74</c:v>
                </c:pt>
                <c:pt idx="3147">
                  <c:v>52511.77</c:v>
                </c:pt>
                <c:pt idx="3148">
                  <c:v>52527.81</c:v>
                </c:pt>
                <c:pt idx="3149">
                  <c:v>52543.839999999997</c:v>
                </c:pt>
                <c:pt idx="3150">
                  <c:v>52559.88</c:v>
                </c:pt>
                <c:pt idx="3151">
                  <c:v>52575.91</c:v>
                </c:pt>
                <c:pt idx="3152">
                  <c:v>52591.94</c:v>
                </c:pt>
                <c:pt idx="3153">
                  <c:v>52607.98</c:v>
                </c:pt>
                <c:pt idx="3154">
                  <c:v>52624.01</c:v>
                </c:pt>
                <c:pt idx="3155">
                  <c:v>52640.04</c:v>
                </c:pt>
                <c:pt idx="3156">
                  <c:v>52656.08</c:v>
                </c:pt>
                <c:pt idx="3157">
                  <c:v>52672.11</c:v>
                </c:pt>
                <c:pt idx="3158">
                  <c:v>52688.15</c:v>
                </c:pt>
                <c:pt idx="3159">
                  <c:v>52704.18</c:v>
                </c:pt>
                <c:pt idx="3160">
                  <c:v>52720.21</c:v>
                </c:pt>
                <c:pt idx="3161">
                  <c:v>52736.25</c:v>
                </c:pt>
                <c:pt idx="3162">
                  <c:v>52752.28</c:v>
                </c:pt>
                <c:pt idx="3163">
                  <c:v>52768.32</c:v>
                </c:pt>
                <c:pt idx="3164">
                  <c:v>52784.35</c:v>
                </c:pt>
                <c:pt idx="3165">
                  <c:v>52800.38</c:v>
                </c:pt>
                <c:pt idx="3166">
                  <c:v>52816.42</c:v>
                </c:pt>
                <c:pt idx="3167">
                  <c:v>52832.45</c:v>
                </c:pt>
                <c:pt idx="3168">
                  <c:v>52848.49</c:v>
                </c:pt>
                <c:pt idx="3169">
                  <c:v>52864.52</c:v>
                </c:pt>
                <c:pt idx="3170">
                  <c:v>52880.55</c:v>
                </c:pt>
                <c:pt idx="3171">
                  <c:v>52896.59</c:v>
                </c:pt>
                <c:pt idx="3172">
                  <c:v>52912.62</c:v>
                </c:pt>
                <c:pt idx="3173">
                  <c:v>52928.66</c:v>
                </c:pt>
                <c:pt idx="3174">
                  <c:v>52944.69</c:v>
                </c:pt>
                <c:pt idx="3175">
                  <c:v>52960.72</c:v>
                </c:pt>
                <c:pt idx="3176">
                  <c:v>52976.76</c:v>
                </c:pt>
                <c:pt idx="3177">
                  <c:v>52992.79</c:v>
                </c:pt>
                <c:pt idx="3178">
                  <c:v>53008.83</c:v>
                </c:pt>
                <c:pt idx="3179">
                  <c:v>53024.86</c:v>
                </c:pt>
                <c:pt idx="3180">
                  <c:v>53040.89</c:v>
                </c:pt>
                <c:pt idx="3181">
                  <c:v>53056.93</c:v>
                </c:pt>
                <c:pt idx="3182">
                  <c:v>53072.959999999999</c:v>
                </c:pt>
                <c:pt idx="3183">
                  <c:v>53088.99</c:v>
                </c:pt>
                <c:pt idx="3184">
                  <c:v>53105.03</c:v>
                </c:pt>
                <c:pt idx="3185">
                  <c:v>53121.06</c:v>
                </c:pt>
                <c:pt idx="3186">
                  <c:v>53137.1</c:v>
                </c:pt>
                <c:pt idx="3187">
                  <c:v>53153.13</c:v>
                </c:pt>
                <c:pt idx="3188">
                  <c:v>53169.16</c:v>
                </c:pt>
                <c:pt idx="3189">
                  <c:v>53185.2</c:v>
                </c:pt>
                <c:pt idx="3190">
                  <c:v>53201.23</c:v>
                </c:pt>
                <c:pt idx="3191">
                  <c:v>53217.27</c:v>
                </c:pt>
                <c:pt idx="3192">
                  <c:v>53233.3</c:v>
                </c:pt>
                <c:pt idx="3193">
                  <c:v>53249.33</c:v>
                </c:pt>
                <c:pt idx="3194">
                  <c:v>53265.37</c:v>
                </c:pt>
                <c:pt idx="3195">
                  <c:v>53281.4</c:v>
                </c:pt>
                <c:pt idx="3196">
                  <c:v>53297.440000000002</c:v>
                </c:pt>
                <c:pt idx="3197">
                  <c:v>53313.47</c:v>
                </c:pt>
                <c:pt idx="3198">
                  <c:v>53329.5</c:v>
                </c:pt>
                <c:pt idx="3199">
                  <c:v>53345.54</c:v>
                </c:pt>
                <c:pt idx="3200">
                  <c:v>53361.57</c:v>
                </c:pt>
                <c:pt idx="3201">
                  <c:v>53377.61</c:v>
                </c:pt>
                <c:pt idx="3202">
                  <c:v>53393.64</c:v>
                </c:pt>
                <c:pt idx="3203">
                  <c:v>53409.67</c:v>
                </c:pt>
                <c:pt idx="3204">
                  <c:v>53425.71</c:v>
                </c:pt>
                <c:pt idx="3205">
                  <c:v>53441.74</c:v>
                </c:pt>
                <c:pt idx="3206">
                  <c:v>53457.78</c:v>
                </c:pt>
                <c:pt idx="3207">
                  <c:v>53473.81</c:v>
                </c:pt>
                <c:pt idx="3208">
                  <c:v>53489.84</c:v>
                </c:pt>
                <c:pt idx="3209">
                  <c:v>53505.88</c:v>
                </c:pt>
                <c:pt idx="3210">
                  <c:v>53521.91</c:v>
                </c:pt>
                <c:pt idx="3211">
                  <c:v>53537.94</c:v>
                </c:pt>
                <c:pt idx="3212">
                  <c:v>53553.98</c:v>
                </c:pt>
                <c:pt idx="3213">
                  <c:v>53570.01</c:v>
                </c:pt>
                <c:pt idx="3214">
                  <c:v>53586.05</c:v>
                </c:pt>
                <c:pt idx="3215">
                  <c:v>53602.080000000002</c:v>
                </c:pt>
                <c:pt idx="3216">
                  <c:v>53618.11</c:v>
                </c:pt>
                <c:pt idx="3217">
                  <c:v>53634.15</c:v>
                </c:pt>
                <c:pt idx="3218">
                  <c:v>53650.18</c:v>
                </c:pt>
                <c:pt idx="3219">
                  <c:v>53666.22</c:v>
                </c:pt>
                <c:pt idx="3220">
                  <c:v>53682.25</c:v>
                </c:pt>
                <c:pt idx="3221">
                  <c:v>53698.28</c:v>
                </c:pt>
                <c:pt idx="3222">
                  <c:v>53714.32</c:v>
                </c:pt>
                <c:pt idx="3223">
                  <c:v>53730.35</c:v>
                </c:pt>
                <c:pt idx="3224">
                  <c:v>53746.39</c:v>
                </c:pt>
                <c:pt idx="3225">
                  <c:v>53762.42</c:v>
                </c:pt>
                <c:pt idx="3226">
                  <c:v>53778.45</c:v>
                </c:pt>
                <c:pt idx="3227">
                  <c:v>53794.49</c:v>
                </c:pt>
                <c:pt idx="3228">
                  <c:v>53810.52</c:v>
                </c:pt>
                <c:pt idx="3229">
                  <c:v>53826.559999999998</c:v>
                </c:pt>
                <c:pt idx="3230">
                  <c:v>53842.59</c:v>
                </c:pt>
                <c:pt idx="3231">
                  <c:v>53858.62</c:v>
                </c:pt>
                <c:pt idx="3232">
                  <c:v>53874.66</c:v>
                </c:pt>
                <c:pt idx="3233">
                  <c:v>53890.69</c:v>
                </c:pt>
                <c:pt idx="3234">
                  <c:v>53906.73</c:v>
                </c:pt>
                <c:pt idx="3235">
                  <c:v>53922.76</c:v>
                </c:pt>
                <c:pt idx="3236">
                  <c:v>53938.79</c:v>
                </c:pt>
                <c:pt idx="3237">
                  <c:v>53954.83</c:v>
                </c:pt>
                <c:pt idx="3238">
                  <c:v>53970.86</c:v>
                </c:pt>
                <c:pt idx="3239">
                  <c:v>53986.89</c:v>
                </c:pt>
                <c:pt idx="3240">
                  <c:v>54002.93</c:v>
                </c:pt>
                <c:pt idx="3241">
                  <c:v>54018.96</c:v>
                </c:pt>
                <c:pt idx="3242">
                  <c:v>54035</c:v>
                </c:pt>
                <c:pt idx="3243">
                  <c:v>54051.03</c:v>
                </c:pt>
                <c:pt idx="3244">
                  <c:v>54067.06</c:v>
                </c:pt>
                <c:pt idx="3245">
                  <c:v>54083.1</c:v>
                </c:pt>
                <c:pt idx="3246">
                  <c:v>54099.13</c:v>
                </c:pt>
                <c:pt idx="3247">
                  <c:v>54115.17</c:v>
                </c:pt>
                <c:pt idx="3248">
                  <c:v>54131.199999999997</c:v>
                </c:pt>
                <c:pt idx="3249">
                  <c:v>54147.23</c:v>
                </c:pt>
                <c:pt idx="3250">
                  <c:v>54163.27</c:v>
                </c:pt>
                <c:pt idx="3251">
                  <c:v>54179.3</c:v>
                </c:pt>
                <c:pt idx="3252">
                  <c:v>54195.34</c:v>
                </c:pt>
                <c:pt idx="3253">
                  <c:v>54211.37</c:v>
                </c:pt>
                <c:pt idx="3254">
                  <c:v>54227.4</c:v>
                </c:pt>
                <c:pt idx="3255">
                  <c:v>54243.44</c:v>
                </c:pt>
                <c:pt idx="3256">
                  <c:v>54259.47</c:v>
                </c:pt>
                <c:pt idx="3257">
                  <c:v>54275.51</c:v>
                </c:pt>
                <c:pt idx="3258">
                  <c:v>54291.54</c:v>
                </c:pt>
                <c:pt idx="3259">
                  <c:v>54307.57</c:v>
                </c:pt>
                <c:pt idx="3260">
                  <c:v>54323.61</c:v>
                </c:pt>
                <c:pt idx="3261">
                  <c:v>54339.64</c:v>
                </c:pt>
                <c:pt idx="3262">
                  <c:v>54355.68</c:v>
                </c:pt>
                <c:pt idx="3263">
                  <c:v>54371.71</c:v>
                </c:pt>
                <c:pt idx="3264">
                  <c:v>54387.74</c:v>
                </c:pt>
                <c:pt idx="3265">
                  <c:v>54403.78</c:v>
                </c:pt>
                <c:pt idx="3266">
                  <c:v>54419.81</c:v>
                </c:pt>
                <c:pt idx="3267">
                  <c:v>54435.839999999997</c:v>
                </c:pt>
                <c:pt idx="3268">
                  <c:v>54451.88</c:v>
                </c:pt>
                <c:pt idx="3269">
                  <c:v>54467.91</c:v>
                </c:pt>
                <c:pt idx="3270">
                  <c:v>54483.95</c:v>
                </c:pt>
                <c:pt idx="3271">
                  <c:v>54499.98</c:v>
                </c:pt>
                <c:pt idx="3272">
                  <c:v>54516.01</c:v>
                </c:pt>
                <c:pt idx="3273">
                  <c:v>54532.05</c:v>
                </c:pt>
                <c:pt idx="3274">
                  <c:v>54548.08</c:v>
                </c:pt>
                <c:pt idx="3275">
                  <c:v>54564.12</c:v>
                </c:pt>
                <c:pt idx="3276">
                  <c:v>54580.15</c:v>
                </c:pt>
                <c:pt idx="3277">
                  <c:v>54596.18</c:v>
                </c:pt>
                <c:pt idx="3278">
                  <c:v>54612.22</c:v>
                </c:pt>
                <c:pt idx="3279">
                  <c:v>54628.25</c:v>
                </c:pt>
                <c:pt idx="3280">
                  <c:v>54644.29</c:v>
                </c:pt>
                <c:pt idx="3281">
                  <c:v>54660.32</c:v>
                </c:pt>
                <c:pt idx="3282">
                  <c:v>54676.35</c:v>
                </c:pt>
                <c:pt idx="3283">
                  <c:v>54692.39</c:v>
                </c:pt>
                <c:pt idx="3284">
                  <c:v>54708.42</c:v>
                </c:pt>
                <c:pt idx="3285">
                  <c:v>54724.46</c:v>
                </c:pt>
                <c:pt idx="3286">
                  <c:v>54740.49</c:v>
                </c:pt>
                <c:pt idx="3287">
                  <c:v>54756.52</c:v>
                </c:pt>
                <c:pt idx="3288">
                  <c:v>54772.56</c:v>
                </c:pt>
                <c:pt idx="3289">
                  <c:v>54788.59</c:v>
                </c:pt>
                <c:pt idx="3290">
                  <c:v>54804.63</c:v>
                </c:pt>
                <c:pt idx="3291">
                  <c:v>54820.66</c:v>
                </c:pt>
                <c:pt idx="3292">
                  <c:v>54836.69</c:v>
                </c:pt>
                <c:pt idx="3293">
                  <c:v>54852.73</c:v>
                </c:pt>
                <c:pt idx="3294">
                  <c:v>54868.76</c:v>
                </c:pt>
                <c:pt idx="3295">
                  <c:v>54884.79</c:v>
                </c:pt>
                <c:pt idx="3296">
                  <c:v>54900.83</c:v>
                </c:pt>
                <c:pt idx="3297">
                  <c:v>54916.86</c:v>
                </c:pt>
                <c:pt idx="3298">
                  <c:v>54932.9</c:v>
                </c:pt>
                <c:pt idx="3299">
                  <c:v>54948.93</c:v>
                </c:pt>
                <c:pt idx="3300">
                  <c:v>54964.959999999999</c:v>
                </c:pt>
                <c:pt idx="3301">
                  <c:v>54981</c:v>
                </c:pt>
                <c:pt idx="3302">
                  <c:v>54997.03</c:v>
                </c:pt>
                <c:pt idx="3303">
                  <c:v>55013.07</c:v>
                </c:pt>
                <c:pt idx="3304">
                  <c:v>55029.1</c:v>
                </c:pt>
                <c:pt idx="3305">
                  <c:v>55045.13</c:v>
                </c:pt>
                <c:pt idx="3306">
                  <c:v>55061.17</c:v>
                </c:pt>
                <c:pt idx="3307">
                  <c:v>55077.2</c:v>
                </c:pt>
                <c:pt idx="3308">
                  <c:v>55093.24</c:v>
                </c:pt>
                <c:pt idx="3309">
                  <c:v>55109.27</c:v>
                </c:pt>
                <c:pt idx="3310">
                  <c:v>55125.3</c:v>
                </c:pt>
                <c:pt idx="3311">
                  <c:v>55141.34</c:v>
                </c:pt>
                <c:pt idx="3312">
                  <c:v>55157.37</c:v>
                </c:pt>
                <c:pt idx="3313">
                  <c:v>55173.41</c:v>
                </c:pt>
                <c:pt idx="3314">
                  <c:v>55189.440000000002</c:v>
                </c:pt>
                <c:pt idx="3315">
                  <c:v>55205.47</c:v>
                </c:pt>
                <c:pt idx="3316">
                  <c:v>55221.51</c:v>
                </c:pt>
                <c:pt idx="3317">
                  <c:v>55237.54</c:v>
                </c:pt>
                <c:pt idx="3318">
                  <c:v>55253.58</c:v>
                </c:pt>
                <c:pt idx="3319">
                  <c:v>55269.61</c:v>
                </c:pt>
                <c:pt idx="3320">
                  <c:v>55285.64</c:v>
                </c:pt>
                <c:pt idx="3321">
                  <c:v>55301.68</c:v>
                </c:pt>
                <c:pt idx="3322">
                  <c:v>55317.71</c:v>
                </c:pt>
                <c:pt idx="3323">
                  <c:v>55333.74</c:v>
                </c:pt>
                <c:pt idx="3324">
                  <c:v>55349.78</c:v>
                </c:pt>
                <c:pt idx="3325">
                  <c:v>55365.81</c:v>
                </c:pt>
                <c:pt idx="3326">
                  <c:v>55381.85</c:v>
                </c:pt>
                <c:pt idx="3327">
                  <c:v>55397.88</c:v>
                </c:pt>
                <c:pt idx="3328">
                  <c:v>55413.91</c:v>
                </c:pt>
                <c:pt idx="3329">
                  <c:v>55429.95</c:v>
                </c:pt>
                <c:pt idx="3330">
                  <c:v>55445.98</c:v>
                </c:pt>
                <c:pt idx="3331">
                  <c:v>55462.02</c:v>
                </c:pt>
                <c:pt idx="3332">
                  <c:v>55478.05</c:v>
                </c:pt>
                <c:pt idx="3333">
                  <c:v>55494.080000000002</c:v>
                </c:pt>
                <c:pt idx="3334">
                  <c:v>55510.12</c:v>
                </c:pt>
                <c:pt idx="3335">
                  <c:v>55526.15</c:v>
                </c:pt>
                <c:pt idx="3336">
                  <c:v>55542.19</c:v>
                </c:pt>
                <c:pt idx="3337">
                  <c:v>55558.22</c:v>
                </c:pt>
                <c:pt idx="3338">
                  <c:v>55574.25</c:v>
                </c:pt>
                <c:pt idx="3339">
                  <c:v>55590.29</c:v>
                </c:pt>
                <c:pt idx="3340">
                  <c:v>55606.32</c:v>
                </c:pt>
                <c:pt idx="3341">
                  <c:v>55622.36</c:v>
                </c:pt>
                <c:pt idx="3342">
                  <c:v>55638.39</c:v>
                </c:pt>
                <c:pt idx="3343">
                  <c:v>55654.42</c:v>
                </c:pt>
                <c:pt idx="3344">
                  <c:v>55670.46</c:v>
                </c:pt>
                <c:pt idx="3345">
                  <c:v>55686.49</c:v>
                </c:pt>
                <c:pt idx="3346">
                  <c:v>55702.53</c:v>
                </c:pt>
                <c:pt idx="3347">
                  <c:v>55718.559999999998</c:v>
                </c:pt>
                <c:pt idx="3348">
                  <c:v>55734.59</c:v>
                </c:pt>
                <c:pt idx="3349">
                  <c:v>55750.63</c:v>
                </c:pt>
                <c:pt idx="3350">
                  <c:v>55766.66</c:v>
                </c:pt>
                <c:pt idx="3351">
                  <c:v>55782.69</c:v>
                </c:pt>
                <c:pt idx="3352">
                  <c:v>55798.73</c:v>
                </c:pt>
                <c:pt idx="3353">
                  <c:v>55814.76</c:v>
                </c:pt>
                <c:pt idx="3354">
                  <c:v>55830.8</c:v>
                </c:pt>
                <c:pt idx="3355">
                  <c:v>55846.83</c:v>
                </c:pt>
                <c:pt idx="3356">
                  <c:v>55862.86</c:v>
                </c:pt>
                <c:pt idx="3357">
                  <c:v>55878.9</c:v>
                </c:pt>
                <c:pt idx="3358">
                  <c:v>55894.93</c:v>
                </c:pt>
                <c:pt idx="3359">
                  <c:v>55910.97</c:v>
                </c:pt>
                <c:pt idx="3360">
                  <c:v>55927</c:v>
                </c:pt>
                <c:pt idx="3361">
                  <c:v>55943.03</c:v>
                </c:pt>
                <c:pt idx="3362">
                  <c:v>55959.07</c:v>
                </c:pt>
                <c:pt idx="3363">
                  <c:v>55975.1</c:v>
                </c:pt>
                <c:pt idx="3364">
                  <c:v>55991.14</c:v>
                </c:pt>
                <c:pt idx="3365">
                  <c:v>56007.17</c:v>
                </c:pt>
                <c:pt idx="3366">
                  <c:v>56023.199999999997</c:v>
                </c:pt>
                <c:pt idx="3367">
                  <c:v>56039.24</c:v>
                </c:pt>
                <c:pt idx="3368">
                  <c:v>56055.27</c:v>
                </c:pt>
                <c:pt idx="3369">
                  <c:v>56071.31</c:v>
                </c:pt>
                <c:pt idx="3370">
                  <c:v>56087.34</c:v>
                </c:pt>
                <c:pt idx="3371">
                  <c:v>56103.37</c:v>
                </c:pt>
                <c:pt idx="3372">
                  <c:v>56119.41</c:v>
                </c:pt>
                <c:pt idx="3373">
                  <c:v>56135.44</c:v>
                </c:pt>
                <c:pt idx="3374">
                  <c:v>56151.48</c:v>
                </c:pt>
                <c:pt idx="3375">
                  <c:v>56167.51</c:v>
                </c:pt>
                <c:pt idx="3376">
                  <c:v>55303.37</c:v>
                </c:pt>
                <c:pt idx="3377">
                  <c:v>55319.14</c:v>
                </c:pt>
                <c:pt idx="3378">
                  <c:v>55334.92</c:v>
                </c:pt>
                <c:pt idx="3379">
                  <c:v>55350.69</c:v>
                </c:pt>
                <c:pt idx="3380">
                  <c:v>55366.46</c:v>
                </c:pt>
                <c:pt idx="3381">
                  <c:v>55382.239999999998</c:v>
                </c:pt>
                <c:pt idx="3382">
                  <c:v>55398.01</c:v>
                </c:pt>
                <c:pt idx="3383">
                  <c:v>55413.78</c:v>
                </c:pt>
                <c:pt idx="3384">
                  <c:v>55429.56</c:v>
                </c:pt>
                <c:pt idx="3385">
                  <c:v>55445.33</c:v>
                </c:pt>
                <c:pt idx="3386">
                  <c:v>55461.1</c:v>
                </c:pt>
                <c:pt idx="3387">
                  <c:v>55476.88</c:v>
                </c:pt>
                <c:pt idx="3388">
                  <c:v>55492.65</c:v>
                </c:pt>
                <c:pt idx="3389">
                  <c:v>55508.42</c:v>
                </c:pt>
                <c:pt idx="3390">
                  <c:v>55524.2</c:v>
                </c:pt>
                <c:pt idx="3391">
                  <c:v>55539.97</c:v>
                </c:pt>
                <c:pt idx="3392">
                  <c:v>55555.74</c:v>
                </c:pt>
                <c:pt idx="3393">
                  <c:v>55571.519999999997</c:v>
                </c:pt>
                <c:pt idx="3394">
                  <c:v>55587.29</c:v>
                </c:pt>
                <c:pt idx="3395">
                  <c:v>55603.06</c:v>
                </c:pt>
                <c:pt idx="3396">
                  <c:v>55618.84</c:v>
                </c:pt>
                <c:pt idx="3397">
                  <c:v>55634.61</c:v>
                </c:pt>
                <c:pt idx="3398">
                  <c:v>55650.38</c:v>
                </c:pt>
                <c:pt idx="3399">
                  <c:v>55666.16</c:v>
                </c:pt>
                <c:pt idx="3400">
                  <c:v>55681.93</c:v>
                </c:pt>
                <c:pt idx="3401">
                  <c:v>55697.7</c:v>
                </c:pt>
                <c:pt idx="3402">
                  <c:v>55713.48</c:v>
                </c:pt>
                <c:pt idx="3403">
                  <c:v>55729.25</c:v>
                </c:pt>
                <c:pt idx="3404">
                  <c:v>55745.02</c:v>
                </c:pt>
                <c:pt idx="3405">
                  <c:v>55760.79</c:v>
                </c:pt>
                <c:pt idx="3406">
                  <c:v>55776.57</c:v>
                </c:pt>
                <c:pt idx="3407">
                  <c:v>55792.34</c:v>
                </c:pt>
                <c:pt idx="3408">
                  <c:v>55808.11</c:v>
                </c:pt>
                <c:pt idx="3409">
                  <c:v>55823.89</c:v>
                </c:pt>
                <c:pt idx="3410">
                  <c:v>55839.66</c:v>
                </c:pt>
                <c:pt idx="3411">
                  <c:v>55855.43</c:v>
                </c:pt>
                <c:pt idx="3412">
                  <c:v>55871.21</c:v>
                </c:pt>
                <c:pt idx="3413">
                  <c:v>55886.98</c:v>
                </c:pt>
                <c:pt idx="3414">
                  <c:v>55902.75</c:v>
                </c:pt>
                <c:pt idx="3415">
                  <c:v>55918.53</c:v>
                </c:pt>
                <c:pt idx="3416">
                  <c:v>55934.3</c:v>
                </c:pt>
                <c:pt idx="3417">
                  <c:v>55950.07</c:v>
                </c:pt>
                <c:pt idx="3418">
                  <c:v>55965.85</c:v>
                </c:pt>
                <c:pt idx="3419">
                  <c:v>55981.62</c:v>
                </c:pt>
                <c:pt idx="3420">
                  <c:v>55997.39</c:v>
                </c:pt>
                <c:pt idx="3421">
                  <c:v>56013.17</c:v>
                </c:pt>
                <c:pt idx="3422">
                  <c:v>56028.94</c:v>
                </c:pt>
                <c:pt idx="3423">
                  <c:v>56044.71</c:v>
                </c:pt>
                <c:pt idx="3424">
                  <c:v>56060.49</c:v>
                </c:pt>
                <c:pt idx="3425">
                  <c:v>56076.26</c:v>
                </c:pt>
                <c:pt idx="3426">
                  <c:v>56092.03</c:v>
                </c:pt>
                <c:pt idx="3427">
                  <c:v>56107.81</c:v>
                </c:pt>
                <c:pt idx="3428">
                  <c:v>56123.58</c:v>
                </c:pt>
                <c:pt idx="3429">
                  <c:v>56139.35</c:v>
                </c:pt>
                <c:pt idx="3430">
                  <c:v>56155.13</c:v>
                </c:pt>
                <c:pt idx="3431">
                  <c:v>56170.9</c:v>
                </c:pt>
                <c:pt idx="3432">
                  <c:v>56186.67</c:v>
                </c:pt>
                <c:pt idx="3433">
                  <c:v>56202.44</c:v>
                </c:pt>
                <c:pt idx="3434">
                  <c:v>56218.22</c:v>
                </c:pt>
                <c:pt idx="3435">
                  <c:v>56233.99</c:v>
                </c:pt>
                <c:pt idx="3436">
                  <c:v>56249.760000000002</c:v>
                </c:pt>
                <c:pt idx="3437">
                  <c:v>56265.54</c:v>
                </c:pt>
                <c:pt idx="3438">
                  <c:v>56281.31</c:v>
                </c:pt>
                <c:pt idx="3439">
                  <c:v>56297.08</c:v>
                </c:pt>
                <c:pt idx="3440">
                  <c:v>56312.86</c:v>
                </c:pt>
                <c:pt idx="3441">
                  <c:v>56328.63</c:v>
                </c:pt>
                <c:pt idx="3442">
                  <c:v>56344.4</c:v>
                </c:pt>
                <c:pt idx="3443">
                  <c:v>56360.18</c:v>
                </c:pt>
                <c:pt idx="3444">
                  <c:v>56375.95</c:v>
                </c:pt>
                <c:pt idx="3445">
                  <c:v>56391.72</c:v>
                </c:pt>
                <c:pt idx="3446">
                  <c:v>56407.5</c:v>
                </c:pt>
                <c:pt idx="3447">
                  <c:v>56423.27</c:v>
                </c:pt>
                <c:pt idx="3448">
                  <c:v>56439.040000000001</c:v>
                </c:pt>
                <c:pt idx="3449">
                  <c:v>56454.82</c:v>
                </c:pt>
                <c:pt idx="3450">
                  <c:v>56470.59</c:v>
                </c:pt>
                <c:pt idx="3451">
                  <c:v>56486.36</c:v>
                </c:pt>
                <c:pt idx="3452">
                  <c:v>56502.14</c:v>
                </c:pt>
                <c:pt idx="3453">
                  <c:v>56517.91</c:v>
                </c:pt>
                <c:pt idx="3454">
                  <c:v>56533.68</c:v>
                </c:pt>
                <c:pt idx="3455">
                  <c:v>56549.46</c:v>
                </c:pt>
                <c:pt idx="3456">
                  <c:v>56565.23</c:v>
                </c:pt>
                <c:pt idx="3457">
                  <c:v>56581</c:v>
                </c:pt>
                <c:pt idx="3458">
                  <c:v>56596.78</c:v>
                </c:pt>
                <c:pt idx="3459">
                  <c:v>56612.55</c:v>
                </c:pt>
                <c:pt idx="3460">
                  <c:v>56628.32</c:v>
                </c:pt>
                <c:pt idx="3461">
                  <c:v>56644.09</c:v>
                </c:pt>
                <c:pt idx="3462">
                  <c:v>56659.87</c:v>
                </c:pt>
                <c:pt idx="3463">
                  <c:v>56675.64</c:v>
                </c:pt>
                <c:pt idx="3464">
                  <c:v>56691.41</c:v>
                </c:pt>
                <c:pt idx="3465">
                  <c:v>56707.19</c:v>
                </c:pt>
                <c:pt idx="3466">
                  <c:v>56722.96</c:v>
                </c:pt>
                <c:pt idx="3467">
                  <c:v>56738.73</c:v>
                </c:pt>
                <c:pt idx="3468">
                  <c:v>56754.51</c:v>
                </c:pt>
                <c:pt idx="3469">
                  <c:v>56770.28</c:v>
                </c:pt>
                <c:pt idx="3470">
                  <c:v>56786.05</c:v>
                </c:pt>
                <c:pt idx="3471">
                  <c:v>56801.83</c:v>
                </c:pt>
                <c:pt idx="3472">
                  <c:v>56817.599999999999</c:v>
                </c:pt>
                <c:pt idx="3473">
                  <c:v>56833.37</c:v>
                </c:pt>
                <c:pt idx="3474">
                  <c:v>56849.15</c:v>
                </c:pt>
                <c:pt idx="3475">
                  <c:v>56864.92</c:v>
                </c:pt>
                <c:pt idx="3476">
                  <c:v>56880.69</c:v>
                </c:pt>
                <c:pt idx="3477">
                  <c:v>56896.47</c:v>
                </c:pt>
                <c:pt idx="3478">
                  <c:v>56912.24</c:v>
                </c:pt>
                <c:pt idx="3479">
                  <c:v>56928.01</c:v>
                </c:pt>
                <c:pt idx="3480">
                  <c:v>56943.79</c:v>
                </c:pt>
                <c:pt idx="3481">
                  <c:v>56959.56</c:v>
                </c:pt>
                <c:pt idx="3482">
                  <c:v>56975.33</c:v>
                </c:pt>
                <c:pt idx="3483">
                  <c:v>56991.11</c:v>
                </c:pt>
                <c:pt idx="3484">
                  <c:v>57006.879999999997</c:v>
                </c:pt>
                <c:pt idx="3485">
                  <c:v>57022.65</c:v>
                </c:pt>
                <c:pt idx="3486">
                  <c:v>57038.43</c:v>
                </c:pt>
                <c:pt idx="3487">
                  <c:v>57054.2</c:v>
                </c:pt>
                <c:pt idx="3488">
                  <c:v>57069.97</c:v>
                </c:pt>
                <c:pt idx="3489">
                  <c:v>57085.74</c:v>
                </c:pt>
                <c:pt idx="3490">
                  <c:v>57101.52</c:v>
                </c:pt>
                <c:pt idx="3491">
                  <c:v>57117.29</c:v>
                </c:pt>
                <c:pt idx="3492">
                  <c:v>57133.06</c:v>
                </c:pt>
                <c:pt idx="3493">
                  <c:v>57148.84</c:v>
                </c:pt>
                <c:pt idx="3494">
                  <c:v>57164.61</c:v>
                </c:pt>
                <c:pt idx="3495">
                  <c:v>57180.38</c:v>
                </c:pt>
                <c:pt idx="3496">
                  <c:v>57196.160000000003</c:v>
                </c:pt>
                <c:pt idx="3497">
                  <c:v>57211.93</c:v>
                </c:pt>
                <c:pt idx="3498">
                  <c:v>57227.7</c:v>
                </c:pt>
                <c:pt idx="3499">
                  <c:v>57243.48</c:v>
                </c:pt>
                <c:pt idx="3500">
                  <c:v>57259.25</c:v>
                </c:pt>
                <c:pt idx="3501">
                  <c:v>57275.02</c:v>
                </c:pt>
                <c:pt idx="3502">
                  <c:v>57290.8</c:v>
                </c:pt>
                <c:pt idx="3503">
                  <c:v>57306.57</c:v>
                </c:pt>
                <c:pt idx="3504">
                  <c:v>57322.34</c:v>
                </c:pt>
                <c:pt idx="3505">
                  <c:v>57338.12</c:v>
                </c:pt>
                <c:pt idx="3506">
                  <c:v>57353.89</c:v>
                </c:pt>
                <c:pt idx="3507">
                  <c:v>57369.66</c:v>
                </c:pt>
                <c:pt idx="3508">
                  <c:v>57385.440000000002</c:v>
                </c:pt>
                <c:pt idx="3509">
                  <c:v>57401.21</c:v>
                </c:pt>
                <c:pt idx="3510">
                  <c:v>57416.98</c:v>
                </c:pt>
                <c:pt idx="3511">
                  <c:v>57432.76</c:v>
                </c:pt>
                <c:pt idx="3512">
                  <c:v>57448.53</c:v>
                </c:pt>
                <c:pt idx="3513">
                  <c:v>57464.3</c:v>
                </c:pt>
                <c:pt idx="3514">
                  <c:v>57480.08</c:v>
                </c:pt>
                <c:pt idx="3515">
                  <c:v>57495.85</c:v>
                </c:pt>
                <c:pt idx="3516">
                  <c:v>57511.62</c:v>
                </c:pt>
                <c:pt idx="3517">
                  <c:v>57527.39</c:v>
                </c:pt>
                <c:pt idx="3518">
                  <c:v>57543.17</c:v>
                </c:pt>
                <c:pt idx="3519">
                  <c:v>57558.94</c:v>
                </c:pt>
                <c:pt idx="3520">
                  <c:v>57574.71</c:v>
                </c:pt>
                <c:pt idx="3521">
                  <c:v>57590.49</c:v>
                </c:pt>
                <c:pt idx="3522">
                  <c:v>57606.26</c:v>
                </c:pt>
                <c:pt idx="3523">
                  <c:v>57622.03</c:v>
                </c:pt>
                <c:pt idx="3524">
                  <c:v>57637.81</c:v>
                </c:pt>
                <c:pt idx="3525">
                  <c:v>57653.58</c:v>
                </c:pt>
                <c:pt idx="3526">
                  <c:v>57669.35</c:v>
                </c:pt>
                <c:pt idx="3527">
                  <c:v>57685.13</c:v>
                </c:pt>
                <c:pt idx="3528">
                  <c:v>57700.9</c:v>
                </c:pt>
                <c:pt idx="3529">
                  <c:v>57716.67</c:v>
                </c:pt>
                <c:pt idx="3530">
                  <c:v>57732.45</c:v>
                </c:pt>
                <c:pt idx="3531">
                  <c:v>57748.22</c:v>
                </c:pt>
                <c:pt idx="3532">
                  <c:v>57763.99</c:v>
                </c:pt>
                <c:pt idx="3533">
                  <c:v>57779.77</c:v>
                </c:pt>
                <c:pt idx="3534">
                  <c:v>57795.54</c:v>
                </c:pt>
                <c:pt idx="3535">
                  <c:v>57811.31</c:v>
                </c:pt>
                <c:pt idx="3536">
                  <c:v>57827.09</c:v>
                </c:pt>
                <c:pt idx="3537">
                  <c:v>57842.86</c:v>
                </c:pt>
                <c:pt idx="3538">
                  <c:v>57858.63</c:v>
                </c:pt>
                <c:pt idx="3539">
                  <c:v>57874.41</c:v>
                </c:pt>
                <c:pt idx="3540">
                  <c:v>57890.18</c:v>
                </c:pt>
                <c:pt idx="3541">
                  <c:v>57905.95</c:v>
                </c:pt>
                <c:pt idx="3542">
                  <c:v>57921.73</c:v>
                </c:pt>
                <c:pt idx="3543">
                  <c:v>57937.5</c:v>
                </c:pt>
                <c:pt idx="3544">
                  <c:v>57953.27</c:v>
                </c:pt>
                <c:pt idx="3545">
                  <c:v>57969.04</c:v>
                </c:pt>
                <c:pt idx="3546">
                  <c:v>57984.82</c:v>
                </c:pt>
                <c:pt idx="3547">
                  <c:v>58000.59</c:v>
                </c:pt>
                <c:pt idx="3548">
                  <c:v>58016.36</c:v>
                </c:pt>
                <c:pt idx="3549">
                  <c:v>58032.14</c:v>
                </c:pt>
                <c:pt idx="3550">
                  <c:v>58047.91</c:v>
                </c:pt>
                <c:pt idx="3551">
                  <c:v>58063.68</c:v>
                </c:pt>
                <c:pt idx="3552">
                  <c:v>58079.46</c:v>
                </c:pt>
                <c:pt idx="3553">
                  <c:v>58095.23</c:v>
                </c:pt>
                <c:pt idx="3554">
                  <c:v>58111</c:v>
                </c:pt>
                <c:pt idx="3555">
                  <c:v>58126.78</c:v>
                </c:pt>
                <c:pt idx="3556">
                  <c:v>58142.55</c:v>
                </c:pt>
                <c:pt idx="3557">
                  <c:v>58158.32</c:v>
                </c:pt>
                <c:pt idx="3558">
                  <c:v>58174.1</c:v>
                </c:pt>
                <c:pt idx="3559">
                  <c:v>58189.87</c:v>
                </c:pt>
                <c:pt idx="3560">
                  <c:v>58205.64</c:v>
                </c:pt>
                <c:pt idx="3561">
                  <c:v>58221.42</c:v>
                </c:pt>
                <c:pt idx="3562">
                  <c:v>58237.19</c:v>
                </c:pt>
                <c:pt idx="3563">
                  <c:v>58252.959999999999</c:v>
                </c:pt>
                <c:pt idx="3564">
                  <c:v>58268.74</c:v>
                </c:pt>
                <c:pt idx="3565">
                  <c:v>58284.51</c:v>
                </c:pt>
                <c:pt idx="3566">
                  <c:v>58300.28</c:v>
                </c:pt>
                <c:pt idx="3567">
                  <c:v>58316.06</c:v>
                </c:pt>
                <c:pt idx="3568">
                  <c:v>58331.83</c:v>
                </c:pt>
                <c:pt idx="3569">
                  <c:v>58347.6</c:v>
                </c:pt>
                <c:pt idx="3570">
                  <c:v>58363.38</c:v>
                </c:pt>
                <c:pt idx="3571">
                  <c:v>58379.15</c:v>
                </c:pt>
                <c:pt idx="3572">
                  <c:v>58394.92</c:v>
                </c:pt>
                <c:pt idx="3573">
                  <c:v>58410.69</c:v>
                </c:pt>
                <c:pt idx="3574">
                  <c:v>58426.47</c:v>
                </c:pt>
                <c:pt idx="3575">
                  <c:v>58442.239999999998</c:v>
                </c:pt>
                <c:pt idx="3576">
                  <c:v>58458.01</c:v>
                </c:pt>
                <c:pt idx="3577">
                  <c:v>58473.79</c:v>
                </c:pt>
                <c:pt idx="3578">
                  <c:v>58489.56</c:v>
                </c:pt>
                <c:pt idx="3579">
                  <c:v>58505.33</c:v>
                </c:pt>
                <c:pt idx="3580">
                  <c:v>58521.11</c:v>
                </c:pt>
                <c:pt idx="3581">
                  <c:v>58536.88</c:v>
                </c:pt>
                <c:pt idx="3582">
                  <c:v>58552.65</c:v>
                </c:pt>
                <c:pt idx="3583">
                  <c:v>58568.43</c:v>
                </c:pt>
                <c:pt idx="3584">
                  <c:v>58584.2</c:v>
                </c:pt>
                <c:pt idx="3585">
                  <c:v>58599.97</c:v>
                </c:pt>
                <c:pt idx="3586">
                  <c:v>58615.75</c:v>
                </c:pt>
                <c:pt idx="3587">
                  <c:v>58631.519999999997</c:v>
                </c:pt>
                <c:pt idx="3588">
                  <c:v>58647.29</c:v>
                </c:pt>
                <c:pt idx="3589">
                  <c:v>58663.07</c:v>
                </c:pt>
                <c:pt idx="3590">
                  <c:v>58678.84</c:v>
                </c:pt>
                <c:pt idx="3591">
                  <c:v>58694.61</c:v>
                </c:pt>
                <c:pt idx="3592">
                  <c:v>58710.39</c:v>
                </c:pt>
                <c:pt idx="3593">
                  <c:v>58726.16</c:v>
                </c:pt>
                <c:pt idx="3594">
                  <c:v>58741.93</c:v>
                </c:pt>
                <c:pt idx="3595">
                  <c:v>58757.71</c:v>
                </c:pt>
                <c:pt idx="3596">
                  <c:v>58773.48</c:v>
                </c:pt>
                <c:pt idx="3597">
                  <c:v>58789.25</c:v>
                </c:pt>
                <c:pt idx="3598">
                  <c:v>58805.03</c:v>
                </c:pt>
                <c:pt idx="3599">
                  <c:v>58820.800000000003</c:v>
                </c:pt>
                <c:pt idx="3600">
                  <c:v>58836.57</c:v>
                </c:pt>
                <c:pt idx="3601">
                  <c:v>58852.34</c:v>
                </c:pt>
                <c:pt idx="3602">
                  <c:v>58868.12</c:v>
                </c:pt>
                <c:pt idx="3603">
                  <c:v>58883.89</c:v>
                </c:pt>
                <c:pt idx="3604">
                  <c:v>58899.66</c:v>
                </c:pt>
                <c:pt idx="3605">
                  <c:v>58915.44</c:v>
                </c:pt>
                <c:pt idx="3606">
                  <c:v>58931.21</c:v>
                </c:pt>
                <c:pt idx="3607">
                  <c:v>58946.98</c:v>
                </c:pt>
                <c:pt idx="3608">
                  <c:v>58962.76</c:v>
                </c:pt>
                <c:pt idx="3609">
                  <c:v>58978.53</c:v>
                </c:pt>
                <c:pt idx="3610">
                  <c:v>58994.3</c:v>
                </c:pt>
                <c:pt idx="3611">
                  <c:v>59010.080000000002</c:v>
                </c:pt>
                <c:pt idx="3612">
                  <c:v>59025.85</c:v>
                </c:pt>
                <c:pt idx="3613">
                  <c:v>59041.62</c:v>
                </c:pt>
                <c:pt idx="3614">
                  <c:v>59057.4</c:v>
                </c:pt>
                <c:pt idx="3615">
                  <c:v>59073.17</c:v>
                </c:pt>
                <c:pt idx="3616">
                  <c:v>59088.94</c:v>
                </c:pt>
                <c:pt idx="3617">
                  <c:v>59104.72</c:v>
                </c:pt>
                <c:pt idx="3618">
                  <c:v>59120.49</c:v>
                </c:pt>
                <c:pt idx="3619">
                  <c:v>59136.26</c:v>
                </c:pt>
                <c:pt idx="3620">
                  <c:v>59152.04</c:v>
                </c:pt>
                <c:pt idx="3621">
                  <c:v>59167.81</c:v>
                </c:pt>
                <c:pt idx="3622">
                  <c:v>59183.58</c:v>
                </c:pt>
                <c:pt idx="3623">
                  <c:v>59199.360000000001</c:v>
                </c:pt>
                <c:pt idx="3624">
                  <c:v>59215.13</c:v>
                </c:pt>
                <c:pt idx="3625">
                  <c:v>59230.9</c:v>
                </c:pt>
                <c:pt idx="3626">
                  <c:v>59246.68</c:v>
                </c:pt>
                <c:pt idx="3627">
                  <c:v>59262.45</c:v>
                </c:pt>
                <c:pt idx="3628">
                  <c:v>59278.22</c:v>
                </c:pt>
                <c:pt idx="3629">
                  <c:v>59293.99</c:v>
                </c:pt>
                <c:pt idx="3630">
                  <c:v>59309.77</c:v>
                </c:pt>
                <c:pt idx="3631">
                  <c:v>59325.54</c:v>
                </c:pt>
                <c:pt idx="3632">
                  <c:v>59341.31</c:v>
                </c:pt>
                <c:pt idx="3633">
                  <c:v>59357.09</c:v>
                </c:pt>
                <c:pt idx="3634">
                  <c:v>59372.86</c:v>
                </c:pt>
                <c:pt idx="3635">
                  <c:v>59388.63</c:v>
                </c:pt>
                <c:pt idx="3636">
                  <c:v>59404.41</c:v>
                </c:pt>
                <c:pt idx="3637">
                  <c:v>59420.18</c:v>
                </c:pt>
                <c:pt idx="3638">
                  <c:v>59435.95</c:v>
                </c:pt>
                <c:pt idx="3639">
                  <c:v>59451.73</c:v>
                </c:pt>
                <c:pt idx="3640">
                  <c:v>59467.5</c:v>
                </c:pt>
                <c:pt idx="3641">
                  <c:v>59483.27</c:v>
                </c:pt>
                <c:pt idx="3642">
                  <c:v>59499.05</c:v>
                </c:pt>
                <c:pt idx="3643">
                  <c:v>59514.82</c:v>
                </c:pt>
                <c:pt idx="3644">
                  <c:v>59530.59</c:v>
                </c:pt>
                <c:pt idx="3645">
                  <c:v>59546.37</c:v>
                </c:pt>
                <c:pt idx="3646">
                  <c:v>59562.14</c:v>
                </c:pt>
                <c:pt idx="3647">
                  <c:v>59577.91</c:v>
                </c:pt>
                <c:pt idx="3648">
                  <c:v>59593.69</c:v>
                </c:pt>
                <c:pt idx="3649">
                  <c:v>59609.46</c:v>
                </c:pt>
                <c:pt idx="3650">
                  <c:v>59625.23</c:v>
                </c:pt>
                <c:pt idx="3651">
                  <c:v>59641.01</c:v>
                </c:pt>
                <c:pt idx="3652">
                  <c:v>59656.78</c:v>
                </c:pt>
                <c:pt idx="3653">
                  <c:v>59672.55</c:v>
                </c:pt>
                <c:pt idx="3654">
                  <c:v>59688.33</c:v>
                </c:pt>
                <c:pt idx="3655">
                  <c:v>59704.1</c:v>
                </c:pt>
                <c:pt idx="3656">
                  <c:v>59719.87</c:v>
                </c:pt>
                <c:pt idx="3657">
                  <c:v>59735.64</c:v>
                </c:pt>
                <c:pt idx="3658">
                  <c:v>59751.42</c:v>
                </c:pt>
                <c:pt idx="3659">
                  <c:v>59767.19</c:v>
                </c:pt>
                <c:pt idx="3660">
                  <c:v>59782.96</c:v>
                </c:pt>
                <c:pt idx="3661">
                  <c:v>59798.74</c:v>
                </c:pt>
                <c:pt idx="3662">
                  <c:v>59814.51</c:v>
                </c:pt>
                <c:pt idx="3663">
                  <c:v>59830.28</c:v>
                </c:pt>
                <c:pt idx="3664">
                  <c:v>59846.06</c:v>
                </c:pt>
                <c:pt idx="3665">
                  <c:v>59861.83</c:v>
                </c:pt>
                <c:pt idx="3666">
                  <c:v>59877.599999999999</c:v>
                </c:pt>
                <c:pt idx="3667">
                  <c:v>59893.38</c:v>
                </c:pt>
                <c:pt idx="3668">
                  <c:v>59909.15</c:v>
                </c:pt>
                <c:pt idx="3669">
                  <c:v>59924.92</c:v>
                </c:pt>
                <c:pt idx="3670">
                  <c:v>59940.7</c:v>
                </c:pt>
                <c:pt idx="3671">
                  <c:v>59956.47</c:v>
                </c:pt>
                <c:pt idx="3672">
                  <c:v>59972.24</c:v>
                </c:pt>
                <c:pt idx="3673">
                  <c:v>59988.02</c:v>
                </c:pt>
                <c:pt idx="3674">
                  <c:v>60003.79</c:v>
                </c:pt>
                <c:pt idx="3675">
                  <c:v>60019.56</c:v>
                </c:pt>
                <c:pt idx="3676">
                  <c:v>60035.34</c:v>
                </c:pt>
                <c:pt idx="3677">
                  <c:v>60051.11</c:v>
                </c:pt>
                <c:pt idx="3678">
                  <c:v>60066.879999999997</c:v>
                </c:pt>
                <c:pt idx="3679">
                  <c:v>60082.66</c:v>
                </c:pt>
                <c:pt idx="3680">
                  <c:v>60098.43</c:v>
                </c:pt>
                <c:pt idx="3681">
                  <c:v>60114.2</c:v>
                </c:pt>
                <c:pt idx="3682">
                  <c:v>60129.98</c:v>
                </c:pt>
                <c:pt idx="3683">
                  <c:v>60145.75</c:v>
                </c:pt>
                <c:pt idx="3684">
                  <c:v>60161.52</c:v>
                </c:pt>
                <c:pt idx="3685">
                  <c:v>60177.29</c:v>
                </c:pt>
                <c:pt idx="3686">
                  <c:v>60193.07</c:v>
                </c:pt>
                <c:pt idx="3687">
                  <c:v>60208.84</c:v>
                </c:pt>
                <c:pt idx="3688">
                  <c:v>60224.61</c:v>
                </c:pt>
                <c:pt idx="3689">
                  <c:v>60240.39</c:v>
                </c:pt>
                <c:pt idx="3690">
                  <c:v>60256.160000000003</c:v>
                </c:pt>
                <c:pt idx="3691">
                  <c:v>60271.93</c:v>
                </c:pt>
                <c:pt idx="3692">
                  <c:v>60287.71</c:v>
                </c:pt>
                <c:pt idx="3693">
                  <c:v>60303.48</c:v>
                </c:pt>
                <c:pt idx="3694">
                  <c:v>60319.25</c:v>
                </c:pt>
                <c:pt idx="3695">
                  <c:v>60335.03</c:v>
                </c:pt>
                <c:pt idx="3696">
                  <c:v>60350.8</c:v>
                </c:pt>
                <c:pt idx="3697">
                  <c:v>60366.57</c:v>
                </c:pt>
                <c:pt idx="3698">
                  <c:v>60382.35</c:v>
                </c:pt>
                <c:pt idx="3699">
                  <c:v>60398.12</c:v>
                </c:pt>
                <c:pt idx="3700">
                  <c:v>60413.89</c:v>
                </c:pt>
                <c:pt idx="3701">
                  <c:v>60429.67</c:v>
                </c:pt>
                <c:pt idx="3702">
                  <c:v>60445.440000000002</c:v>
                </c:pt>
                <c:pt idx="3703">
                  <c:v>60461.21</c:v>
                </c:pt>
                <c:pt idx="3704">
                  <c:v>60476.99</c:v>
                </c:pt>
                <c:pt idx="3705">
                  <c:v>60492.76</c:v>
                </c:pt>
                <c:pt idx="3706">
                  <c:v>60508.53</c:v>
                </c:pt>
                <c:pt idx="3707">
                  <c:v>60524.31</c:v>
                </c:pt>
                <c:pt idx="3708">
                  <c:v>60540.08</c:v>
                </c:pt>
                <c:pt idx="3709">
                  <c:v>60555.85</c:v>
                </c:pt>
                <c:pt idx="3710">
                  <c:v>60571.63</c:v>
                </c:pt>
                <c:pt idx="3711">
                  <c:v>60587.4</c:v>
                </c:pt>
                <c:pt idx="3712">
                  <c:v>60603.17</c:v>
                </c:pt>
                <c:pt idx="3713">
                  <c:v>60618.94</c:v>
                </c:pt>
                <c:pt idx="3714">
                  <c:v>60634.720000000001</c:v>
                </c:pt>
                <c:pt idx="3715">
                  <c:v>60650.49</c:v>
                </c:pt>
                <c:pt idx="3716">
                  <c:v>60666.26</c:v>
                </c:pt>
                <c:pt idx="3717">
                  <c:v>60682.04</c:v>
                </c:pt>
                <c:pt idx="3718">
                  <c:v>60697.81</c:v>
                </c:pt>
                <c:pt idx="3719">
                  <c:v>60713.58</c:v>
                </c:pt>
                <c:pt idx="3720">
                  <c:v>60729.36</c:v>
                </c:pt>
                <c:pt idx="3721">
                  <c:v>60745.13</c:v>
                </c:pt>
                <c:pt idx="3722">
                  <c:v>60760.9</c:v>
                </c:pt>
                <c:pt idx="3723">
                  <c:v>60776.68</c:v>
                </c:pt>
                <c:pt idx="3724">
                  <c:v>60792.45</c:v>
                </c:pt>
                <c:pt idx="3725">
                  <c:v>60808.22</c:v>
                </c:pt>
                <c:pt idx="3726">
                  <c:v>60824</c:v>
                </c:pt>
                <c:pt idx="3727">
                  <c:v>60839.77</c:v>
                </c:pt>
                <c:pt idx="3728">
                  <c:v>60855.54</c:v>
                </c:pt>
                <c:pt idx="3729">
                  <c:v>60871.32</c:v>
                </c:pt>
                <c:pt idx="3730">
                  <c:v>60887.09</c:v>
                </c:pt>
                <c:pt idx="3731">
                  <c:v>60902.86</c:v>
                </c:pt>
                <c:pt idx="3732">
                  <c:v>60918.64</c:v>
                </c:pt>
                <c:pt idx="3733">
                  <c:v>60934.41</c:v>
                </c:pt>
                <c:pt idx="3734">
                  <c:v>60950.18</c:v>
                </c:pt>
                <c:pt idx="3735">
                  <c:v>60965.96</c:v>
                </c:pt>
                <c:pt idx="3736">
                  <c:v>60981.73</c:v>
                </c:pt>
                <c:pt idx="3737">
                  <c:v>60997.5</c:v>
                </c:pt>
                <c:pt idx="3738">
                  <c:v>61013.279999999999</c:v>
                </c:pt>
                <c:pt idx="3739">
                  <c:v>61029.05</c:v>
                </c:pt>
                <c:pt idx="3740">
                  <c:v>61044.82</c:v>
                </c:pt>
                <c:pt idx="3741">
                  <c:v>61060.59</c:v>
                </c:pt>
                <c:pt idx="3742">
                  <c:v>61076.37</c:v>
                </c:pt>
                <c:pt idx="3743">
                  <c:v>61092.14</c:v>
                </c:pt>
                <c:pt idx="3744">
                  <c:v>61107.91</c:v>
                </c:pt>
                <c:pt idx="3745">
                  <c:v>61123.69</c:v>
                </c:pt>
                <c:pt idx="3746">
                  <c:v>61139.46</c:v>
                </c:pt>
                <c:pt idx="3747">
                  <c:v>61155.23</c:v>
                </c:pt>
                <c:pt idx="3748">
                  <c:v>61171.01</c:v>
                </c:pt>
                <c:pt idx="3749">
                  <c:v>61186.78</c:v>
                </c:pt>
                <c:pt idx="3750">
                  <c:v>61202.55</c:v>
                </c:pt>
                <c:pt idx="3751">
                  <c:v>61218.33</c:v>
                </c:pt>
                <c:pt idx="3752">
                  <c:v>61234.1</c:v>
                </c:pt>
                <c:pt idx="3753">
                  <c:v>61249.87</c:v>
                </c:pt>
                <c:pt idx="3754">
                  <c:v>61265.65</c:v>
                </c:pt>
                <c:pt idx="3755">
                  <c:v>61281.42</c:v>
                </c:pt>
                <c:pt idx="3756">
                  <c:v>61297.19</c:v>
                </c:pt>
                <c:pt idx="3757">
                  <c:v>61312.97</c:v>
                </c:pt>
                <c:pt idx="3758">
                  <c:v>61328.74</c:v>
                </c:pt>
                <c:pt idx="3759">
                  <c:v>61344.51</c:v>
                </c:pt>
                <c:pt idx="3760">
                  <c:v>61360.29</c:v>
                </c:pt>
                <c:pt idx="3761">
                  <c:v>61376.06</c:v>
                </c:pt>
                <c:pt idx="3762">
                  <c:v>61391.83</c:v>
                </c:pt>
                <c:pt idx="3763">
                  <c:v>61407.61</c:v>
                </c:pt>
                <c:pt idx="3764">
                  <c:v>61423.38</c:v>
                </c:pt>
                <c:pt idx="3765">
                  <c:v>61439.15</c:v>
                </c:pt>
                <c:pt idx="3766">
                  <c:v>61454.93</c:v>
                </c:pt>
                <c:pt idx="3767">
                  <c:v>61470.7</c:v>
                </c:pt>
                <c:pt idx="3768">
                  <c:v>61486.47</c:v>
                </c:pt>
                <c:pt idx="3769">
                  <c:v>61502.239999999998</c:v>
                </c:pt>
                <c:pt idx="3770">
                  <c:v>61518.02</c:v>
                </c:pt>
                <c:pt idx="3771">
                  <c:v>61533.79</c:v>
                </c:pt>
                <c:pt idx="3772">
                  <c:v>61549.56</c:v>
                </c:pt>
                <c:pt idx="3773">
                  <c:v>61565.34</c:v>
                </c:pt>
                <c:pt idx="3774">
                  <c:v>61581.11</c:v>
                </c:pt>
                <c:pt idx="3775">
                  <c:v>61596.88</c:v>
                </c:pt>
                <c:pt idx="3776">
                  <c:v>61612.66</c:v>
                </c:pt>
                <c:pt idx="3777">
                  <c:v>61628.43</c:v>
                </c:pt>
                <c:pt idx="3778">
                  <c:v>61644.2</c:v>
                </c:pt>
                <c:pt idx="3779">
                  <c:v>61659.98</c:v>
                </c:pt>
                <c:pt idx="3780">
                  <c:v>61675.75</c:v>
                </c:pt>
                <c:pt idx="3781">
                  <c:v>61691.519999999997</c:v>
                </c:pt>
                <c:pt idx="3782">
                  <c:v>61707.3</c:v>
                </c:pt>
                <c:pt idx="3783">
                  <c:v>61723.07</c:v>
                </c:pt>
                <c:pt idx="3784">
                  <c:v>61738.84</c:v>
                </c:pt>
                <c:pt idx="3785">
                  <c:v>61754.62</c:v>
                </c:pt>
                <c:pt idx="3786">
                  <c:v>61770.39</c:v>
                </c:pt>
                <c:pt idx="3787">
                  <c:v>61786.16</c:v>
                </c:pt>
                <c:pt idx="3788">
                  <c:v>61801.94</c:v>
                </c:pt>
                <c:pt idx="3789">
                  <c:v>61817.71</c:v>
                </c:pt>
                <c:pt idx="3790">
                  <c:v>61833.48</c:v>
                </c:pt>
                <c:pt idx="3791">
                  <c:v>61849.26</c:v>
                </c:pt>
                <c:pt idx="3792">
                  <c:v>61865.03</c:v>
                </c:pt>
                <c:pt idx="3793">
                  <c:v>61880.800000000003</c:v>
                </c:pt>
                <c:pt idx="3794">
                  <c:v>61896.58</c:v>
                </c:pt>
                <c:pt idx="3795">
                  <c:v>61912.35</c:v>
                </c:pt>
                <c:pt idx="3796">
                  <c:v>61928.12</c:v>
                </c:pt>
                <c:pt idx="3797">
                  <c:v>61943.89</c:v>
                </c:pt>
                <c:pt idx="3798">
                  <c:v>61959.67</c:v>
                </c:pt>
                <c:pt idx="3799">
                  <c:v>61975.44</c:v>
                </c:pt>
                <c:pt idx="3800">
                  <c:v>61991.21</c:v>
                </c:pt>
                <c:pt idx="3801">
                  <c:v>62006.99</c:v>
                </c:pt>
                <c:pt idx="3802">
                  <c:v>62022.76</c:v>
                </c:pt>
                <c:pt idx="3803">
                  <c:v>62038.53</c:v>
                </c:pt>
                <c:pt idx="3804">
                  <c:v>62054.31</c:v>
                </c:pt>
                <c:pt idx="3805">
                  <c:v>62070.080000000002</c:v>
                </c:pt>
                <c:pt idx="3806">
                  <c:v>62085.85</c:v>
                </c:pt>
                <c:pt idx="3807">
                  <c:v>62101.63</c:v>
                </c:pt>
                <c:pt idx="3808">
                  <c:v>62117.4</c:v>
                </c:pt>
                <c:pt idx="3809">
                  <c:v>62133.17</c:v>
                </c:pt>
                <c:pt idx="3810">
                  <c:v>62148.95</c:v>
                </c:pt>
                <c:pt idx="3811">
                  <c:v>62164.72</c:v>
                </c:pt>
                <c:pt idx="3812">
                  <c:v>62180.49</c:v>
                </c:pt>
                <c:pt idx="3813">
                  <c:v>62196.27</c:v>
                </c:pt>
                <c:pt idx="3814">
                  <c:v>62212.04</c:v>
                </c:pt>
                <c:pt idx="3815">
                  <c:v>62227.81</c:v>
                </c:pt>
                <c:pt idx="3816">
                  <c:v>62243.59</c:v>
                </c:pt>
                <c:pt idx="3817">
                  <c:v>62259.360000000001</c:v>
                </c:pt>
                <c:pt idx="3818">
                  <c:v>62275.13</c:v>
                </c:pt>
                <c:pt idx="3819">
                  <c:v>62290.91</c:v>
                </c:pt>
                <c:pt idx="3820">
                  <c:v>62306.68</c:v>
                </c:pt>
                <c:pt idx="3821">
                  <c:v>62322.45</c:v>
                </c:pt>
                <c:pt idx="3822">
                  <c:v>62338.23</c:v>
                </c:pt>
                <c:pt idx="3823">
                  <c:v>62354</c:v>
                </c:pt>
                <c:pt idx="3824">
                  <c:v>62369.77</c:v>
                </c:pt>
                <c:pt idx="3825">
                  <c:v>62385.54</c:v>
                </c:pt>
                <c:pt idx="3826">
                  <c:v>62401.32</c:v>
                </c:pt>
                <c:pt idx="3827">
                  <c:v>62417.09</c:v>
                </c:pt>
                <c:pt idx="3828">
                  <c:v>62432.86</c:v>
                </c:pt>
                <c:pt idx="3829">
                  <c:v>62448.639999999999</c:v>
                </c:pt>
                <c:pt idx="3830">
                  <c:v>62464.41</c:v>
                </c:pt>
                <c:pt idx="3831">
                  <c:v>62480.18</c:v>
                </c:pt>
                <c:pt idx="3832">
                  <c:v>62495.96</c:v>
                </c:pt>
                <c:pt idx="3833">
                  <c:v>62511.73</c:v>
                </c:pt>
                <c:pt idx="3834">
                  <c:v>62527.5</c:v>
                </c:pt>
                <c:pt idx="3835">
                  <c:v>62543.28</c:v>
                </c:pt>
                <c:pt idx="3836">
                  <c:v>62559.05</c:v>
                </c:pt>
                <c:pt idx="3837">
                  <c:v>62574.82</c:v>
                </c:pt>
                <c:pt idx="3838">
                  <c:v>62590.6</c:v>
                </c:pt>
                <c:pt idx="3839">
                  <c:v>62606.37</c:v>
                </c:pt>
                <c:pt idx="3840">
                  <c:v>62622.14</c:v>
                </c:pt>
                <c:pt idx="3841">
                  <c:v>62637.919999999998</c:v>
                </c:pt>
                <c:pt idx="3842">
                  <c:v>62653.69</c:v>
                </c:pt>
                <c:pt idx="3843">
                  <c:v>62669.46</c:v>
                </c:pt>
                <c:pt idx="3844">
                  <c:v>62685.24</c:v>
                </c:pt>
                <c:pt idx="3845">
                  <c:v>62701.01</c:v>
                </c:pt>
                <c:pt idx="3846">
                  <c:v>62716.78</c:v>
                </c:pt>
                <c:pt idx="3847">
                  <c:v>62732.56</c:v>
                </c:pt>
                <c:pt idx="3848">
                  <c:v>62748.33</c:v>
                </c:pt>
                <c:pt idx="3849">
                  <c:v>62764.1</c:v>
                </c:pt>
                <c:pt idx="3850">
                  <c:v>62779.88</c:v>
                </c:pt>
                <c:pt idx="3851">
                  <c:v>62795.65</c:v>
                </c:pt>
                <c:pt idx="3852">
                  <c:v>62811.42</c:v>
                </c:pt>
                <c:pt idx="3853">
                  <c:v>62827.19</c:v>
                </c:pt>
                <c:pt idx="3854">
                  <c:v>62842.97</c:v>
                </c:pt>
                <c:pt idx="3855">
                  <c:v>62858.74</c:v>
                </c:pt>
                <c:pt idx="3856">
                  <c:v>62874.51</c:v>
                </c:pt>
                <c:pt idx="3857">
                  <c:v>62890.29</c:v>
                </c:pt>
                <c:pt idx="3858">
                  <c:v>62906.06</c:v>
                </c:pt>
                <c:pt idx="3859">
                  <c:v>62921.83</c:v>
                </c:pt>
                <c:pt idx="3860">
                  <c:v>62937.61</c:v>
                </c:pt>
                <c:pt idx="3861">
                  <c:v>62953.38</c:v>
                </c:pt>
                <c:pt idx="3862">
                  <c:v>62969.15</c:v>
                </c:pt>
                <c:pt idx="3863">
                  <c:v>62984.93</c:v>
                </c:pt>
                <c:pt idx="3864">
                  <c:v>63000.7</c:v>
                </c:pt>
                <c:pt idx="3865">
                  <c:v>63016.47</c:v>
                </c:pt>
                <c:pt idx="3866">
                  <c:v>63032.25</c:v>
                </c:pt>
                <c:pt idx="3867">
                  <c:v>63048.02</c:v>
                </c:pt>
                <c:pt idx="3868">
                  <c:v>63063.79</c:v>
                </c:pt>
                <c:pt idx="3869">
                  <c:v>63079.57</c:v>
                </c:pt>
                <c:pt idx="3870">
                  <c:v>63095.34</c:v>
                </c:pt>
                <c:pt idx="3871">
                  <c:v>63111.11</c:v>
                </c:pt>
                <c:pt idx="3872">
                  <c:v>63126.89</c:v>
                </c:pt>
                <c:pt idx="3873">
                  <c:v>63142.66</c:v>
                </c:pt>
                <c:pt idx="3874">
                  <c:v>63158.43</c:v>
                </c:pt>
                <c:pt idx="3875">
                  <c:v>63174.21</c:v>
                </c:pt>
                <c:pt idx="3876">
                  <c:v>63189.98</c:v>
                </c:pt>
                <c:pt idx="3877">
                  <c:v>63205.75</c:v>
                </c:pt>
                <c:pt idx="3878">
                  <c:v>63221.53</c:v>
                </c:pt>
                <c:pt idx="3879">
                  <c:v>63237.3</c:v>
                </c:pt>
                <c:pt idx="3880">
                  <c:v>63253.07</c:v>
                </c:pt>
                <c:pt idx="3881">
                  <c:v>63268.84</c:v>
                </c:pt>
                <c:pt idx="3882">
                  <c:v>63284.62</c:v>
                </c:pt>
                <c:pt idx="3883">
                  <c:v>63300.39</c:v>
                </c:pt>
                <c:pt idx="3884">
                  <c:v>63316.160000000003</c:v>
                </c:pt>
                <c:pt idx="3885">
                  <c:v>63331.94</c:v>
                </c:pt>
                <c:pt idx="3886">
                  <c:v>63347.71</c:v>
                </c:pt>
                <c:pt idx="3887">
                  <c:v>63363.48</c:v>
                </c:pt>
                <c:pt idx="3888">
                  <c:v>63379.26</c:v>
                </c:pt>
                <c:pt idx="3889">
                  <c:v>63395.03</c:v>
                </c:pt>
                <c:pt idx="3890">
                  <c:v>63410.8</c:v>
                </c:pt>
                <c:pt idx="3891">
                  <c:v>63426.58</c:v>
                </c:pt>
                <c:pt idx="3892">
                  <c:v>63442.35</c:v>
                </c:pt>
                <c:pt idx="3893">
                  <c:v>63458.12</c:v>
                </c:pt>
                <c:pt idx="3894">
                  <c:v>63473.9</c:v>
                </c:pt>
                <c:pt idx="3895">
                  <c:v>63489.67</c:v>
                </c:pt>
                <c:pt idx="3896">
                  <c:v>63505.440000000002</c:v>
                </c:pt>
                <c:pt idx="3897">
                  <c:v>63521.22</c:v>
                </c:pt>
                <c:pt idx="3898">
                  <c:v>63536.99</c:v>
                </c:pt>
                <c:pt idx="3899">
                  <c:v>63552.76</c:v>
                </c:pt>
                <c:pt idx="3900">
                  <c:v>63568.54</c:v>
                </c:pt>
                <c:pt idx="3901">
                  <c:v>63584.31</c:v>
                </c:pt>
                <c:pt idx="3902">
                  <c:v>63600.08</c:v>
                </c:pt>
                <c:pt idx="3903">
                  <c:v>63615.86</c:v>
                </c:pt>
                <c:pt idx="3904">
                  <c:v>63631.63</c:v>
                </c:pt>
                <c:pt idx="3905">
                  <c:v>63647.4</c:v>
                </c:pt>
                <c:pt idx="3906">
                  <c:v>63663.18</c:v>
                </c:pt>
                <c:pt idx="3907">
                  <c:v>63678.95</c:v>
                </c:pt>
                <c:pt idx="3908">
                  <c:v>63694.720000000001</c:v>
                </c:pt>
                <c:pt idx="3909">
                  <c:v>63710.49</c:v>
                </c:pt>
                <c:pt idx="3910">
                  <c:v>63726.27</c:v>
                </c:pt>
                <c:pt idx="3911">
                  <c:v>63742.04</c:v>
                </c:pt>
                <c:pt idx="3912">
                  <c:v>63757.81</c:v>
                </c:pt>
                <c:pt idx="3913">
                  <c:v>63518.54</c:v>
                </c:pt>
                <c:pt idx="3914">
                  <c:v>63534.25</c:v>
                </c:pt>
                <c:pt idx="3915">
                  <c:v>63549.96</c:v>
                </c:pt>
                <c:pt idx="3916">
                  <c:v>63565.67</c:v>
                </c:pt>
                <c:pt idx="3917">
                  <c:v>63581.38</c:v>
                </c:pt>
                <c:pt idx="3918">
                  <c:v>63597.08</c:v>
                </c:pt>
                <c:pt idx="3919">
                  <c:v>63612.79</c:v>
                </c:pt>
                <c:pt idx="3920">
                  <c:v>63628.5</c:v>
                </c:pt>
                <c:pt idx="3921">
                  <c:v>63644.21</c:v>
                </c:pt>
                <c:pt idx="3922">
                  <c:v>63659.92</c:v>
                </c:pt>
                <c:pt idx="3923">
                  <c:v>63675.62</c:v>
                </c:pt>
                <c:pt idx="3924">
                  <c:v>63691.33</c:v>
                </c:pt>
                <c:pt idx="3925">
                  <c:v>63707.040000000001</c:v>
                </c:pt>
                <c:pt idx="3926">
                  <c:v>63722.75</c:v>
                </c:pt>
                <c:pt idx="3927">
                  <c:v>63738.46</c:v>
                </c:pt>
                <c:pt idx="3928">
                  <c:v>63754.16</c:v>
                </c:pt>
                <c:pt idx="3929">
                  <c:v>63769.87</c:v>
                </c:pt>
                <c:pt idx="3930">
                  <c:v>63785.58</c:v>
                </c:pt>
                <c:pt idx="3931">
                  <c:v>63801.29</c:v>
                </c:pt>
                <c:pt idx="3932">
                  <c:v>63817</c:v>
                </c:pt>
                <c:pt idx="3933">
                  <c:v>63832.7</c:v>
                </c:pt>
                <c:pt idx="3934">
                  <c:v>63848.41</c:v>
                </c:pt>
                <c:pt idx="3935">
                  <c:v>63864.12</c:v>
                </c:pt>
                <c:pt idx="3936">
                  <c:v>63879.83</c:v>
                </c:pt>
                <c:pt idx="3937">
                  <c:v>63895.54</c:v>
                </c:pt>
                <c:pt idx="3938">
                  <c:v>63911.24</c:v>
                </c:pt>
                <c:pt idx="3939">
                  <c:v>63926.95</c:v>
                </c:pt>
                <c:pt idx="3940">
                  <c:v>63942.66</c:v>
                </c:pt>
                <c:pt idx="3941">
                  <c:v>63958.37</c:v>
                </c:pt>
                <c:pt idx="3942">
                  <c:v>63974.080000000002</c:v>
                </c:pt>
                <c:pt idx="3943">
                  <c:v>63989.78</c:v>
                </c:pt>
                <c:pt idx="3944">
                  <c:v>64005.49</c:v>
                </c:pt>
                <c:pt idx="3945">
                  <c:v>64021.2</c:v>
                </c:pt>
                <c:pt idx="3946">
                  <c:v>64036.91</c:v>
                </c:pt>
                <c:pt idx="3947">
                  <c:v>64052.62</c:v>
                </c:pt>
                <c:pt idx="3948">
                  <c:v>64068.33</c:v>
                </c:pt>
                <c:pt idx="3949">
                  <c:v>64084.03</c:v>
                </c:pt>
                <c:pt idx="3950">
                  <c:v>64099.74</c:v>
                </c:pt>
                <c:pt idx="3951">
                  <c:v>64115.45</c:v>
                </c:pt>
                <c:pt idx="3952">
                  <c:v>64131.16</c:v>
                </c:pt>
                <c:pt idx="3953">
                  <c:v>64146.87</c:v>
                </c:pt>
                <c:pt idx="3954">
                  <c:v>64162.57</c:v>
                </c:pt>
                <c:pt idx="3955">
                  <c:v>64178.28</c:v>
                </c:pt>
                <c:pt idx="3956">
                  <c:v>64193.99</c:v>
                </c:pt>
                <c:pt idx="3957">
                  <c:v>64209.7</c:v>
                </c:pt>
                <c:pt idx="3958">
                  <c:v>64225.41</c:v>
                </c:pt>
                <c:pt idx="3959">
                  <c:v>64241.11</c:v>
                </c:pt>
                <c:pt idx="3960">
                  <c:v>64256.82</c:v>
                </c:pt>
                <c:pt idx="3961">
                  <c:v>64272.53</c:v>
                </c:pt>
                <c:pt idx="3962">
                  <c:v>64288.24</c:v>
                </c:pt>
                <c:pt idx="3963">
                  <c:v>64303.95</c:v>
                </c:pt>
                <c:pt idx="3964">
                  <c:v>64319.65</c:v>
                </c:pt>
                <c:pt idx="3965">
                  <c:v>64335.360000000001</c:v>
                </c:pt>
                <c:pt idx="3966">
                  <c:v>64351.07</c:v>
                </c:pt>
                <c:pt idx="3967">
                  <c:v>64366.78</c:v>
                </c:pt>
                <c:pt idx="3968">
                  <c:v>64382.49</c:v>
                </c:pt>
                <c:pt idx="3969">
                  <c:v>64398.19</c:v>
                </c:pt>
                <c:pt idx="3970">
                  <c:v>64413.9</c:v>
                </c:pt>
                <c:pt idx="3971">
                  <c:v>64429.61</c:v>
                </c:pt>
                <c:pt idx="3972">
                  <c:v>64445.32</c:v>
                </c:pt>
                <c:pt idx="3973">
                  <c:v>64461.03</c:v>
                </c:pt>
                <c:pt idx="3974">
                  <c:v>64476.73</c:v>
                </c:pt>
                <c:pt idx="3975">
                  <c:v>64492.44</c:v>
                </c:pt>
                <c:pt idx="3976">
                  <c:v>64508.15</c:v>
                </c:pt>
                <c:pt idx="3977">
                  <c:v>64523.86</c:v>
                </c:pt>
                <c:pt idx="3978">
                  <c:v>64539.57</c:v>
                </c:pt>
                <c:pt idx="3979">
                  <c:v>64555.27</c:v>
                </c:pt>
                <c:pt idx="3980">
                  <c:v>64570.98</c:v>
                </c:pt>
                <c:pt idx="3981">
                  <c:v>64586.69</c:v>
                </c:pt>
                <c:pt idx="3982">
                  <c:v>64602.400000000001</c:v>
                </c:pt>
                <c:pt idx="3983">
                  <c:v>64618.11</c:v>
                </c:pt>
                <c:pt idx="3984">
                  <c:v>64633.81</c:v>
                </c:pt>
                <c:pt idx="3985">
                  <c:v>64649.52</c:v>
                </c:pt>
                <c:pt idx="3986">
                  <c:v>64665.23</c:v>
                </c:pt>
                <c:pt idx="3987">
                  <c:v>64680.94</c:v>
                </c:pt>
                <c:pt idx="3988">
                  <c:v>64696.65</c:v>
                </c:pt>
                <c:pt idx="3989">
                  <c:v>64712.35</c:v>
                </c:pt>
                <c:pt idx="3990">
                  <c:v>64728.06</c:v>
                </c:pt>
                <c:pt idx="3991">
                  <c:v>64743.77</c:v>
                </c:pt>
                <c:pt idx="3992">
                  <c:v>64759.48</c:v>
                </c:pt>
                <c:pt idx="3993">
                  <c:v>64775.19</c:v>
                </c:pt>
                <c:pt idx="3994">
                  <c:v>64790.89</c:v>
                </c:pt>
                <c:pt idx="3995">
                  <c:v>64806.6</c:v>
                </c:pt>
                <c:pt idx="3996">
                  <c:v>64822.31</c:v>
                </c:pt>
                <c:pt idx="3997">
                  <c:v>64838.02</c:v>
                </c:pt>
                <c:pt idx="3998">
                  <c:v>64853.73</c:v>
                </c:pt>
                <c:pt idx="3999">
                  <c:v>64869.43</c:v>
                </c:pt>
                <c:pt idx="4000">
                  <c:v>64885.14</c:v>
                </c:pt>
                <c:pt idx="4001">
                  <c:v>64900.85</c:v>
                </c:pt>
                <c:pt idx="4002">
                  <c:v>64916.56</c:v>
                </c:pt>
                <c:pt idx="4003">
                  <c:v>64932.27</c:v>
                </c:pt>
                <c:pt idx="4004">
                  <c:v>64947.98</c:v>
                </c:pt>
                <c:pt idx="4005">
                  <c:v>64963.68</c:v>
                </c:pt>
                <c:pt idx="4006">
                  <c:v>64979.39</c:v>
                </c:pt>
                <c:pt idx="4007">
                  <c:v>64995.1</c:v>
                </c:pt>
                <c:pt idx="4008">
                  <c:v>65010.81</c:v>
                </c:pt>
                <c:pt idx="4009">
                  <c:v>65026.52</c:v>
                </c:pt>
                <c:pt idx="4010">
                  <c:v>65042.22</c:v>
                </c:pt>
                <c:pt idx="4011">
                  <c:v>65057.93</c:v>
                </c:pt>
                <c:pt idx="4012">
                  <c:v>65073.64</c:v>
                </c:pt>
                <c:pt idx="4013">
                  <c:v>65089.35</c:v>
                </c:pt>
                <c:pt idx="4014">
                  <c:v>65105.06</c:v>
                </c:pt>
                <c:pt idx="4015">
                  <c:v>65120.76</c:v>
                </c:pt>
                <c:pt idx="4016">
                  <c:v>65136.47</c:v>
                </c:pt>
                <c:pt idx="4017">
                  <c:v>65152.18</c:v>
                </c:pt>
                <c:pt idx="4018">
                  <c:v>65167.89</c:v>
                </c:pt>
                <c:pt idx="4019">
                  <c:v>65183.6</c:v>
                </c:pt>
                <c:pt idx="4020">
                  <c:v>65199.3</c:v>
                </c:pt>
                <c:pt idx="4021">
                  <c:v>65215.01</c:v>
                </c:pt>
                <c:pt idx="4022">
                  <c:v>65230.720000000001</c:v>
                </c:pt>
                <c:pt idx="4023">
                  <c:v>65246.43</c:v>
                </c:pt>
                <c:pt idx="4024">
                  <c:v>65262.14</c:v>
                </c:pt>
                <c:pt idx="4025">
                  <c:v>65277.84</c:v>
                </c:pt>
                <c:pt idx="4026">
                  <c:v>65293.55</c:v>
                </c:pt>
                <c:pt idx="4027">
                  <c:v>65309.26</c:v>
                </c:pt>
                <c:pt idx="4028">
                  <c:v>65324.97</c:v>
                </c:pt>
                <c:pt idx="4029">
                  <c:v>65340.68</c:v>
                </c:pt>
                <c:pt idx="4030">
                  <c:v>65356.38</c:v>
                </c:pt>
                <c:pt idx="4031">
                  <c:v>65372.09</c:v>
                </c:pt>
                <c:pt idx="4032">
                  <c:v>65387.8</c:v>
                </c:pt>
                <c:pt idx="4033">
                  <c:v>65403.51</c:v>
                </c:pt>
                <c:pt idx="4034">
                  <c:v>65419.22</c:v>
                </c:pt>
                <c:pt idx="4035">
                  <c:v>65434.92</c:v>
                </c:pt>
                <c:pt idx="4036">
                  <c:v>65450.63</c:v>
                </c:pt>
                <c:pt idx="4037">
                  <c:v>65466.34</c:v>
                </c:pt>
                <c:pt idx="4038">
                  <c:v>65482.05</c:v>
                </c:pt>
                <c:pt idx="4039">
                  <c:v>65497.760000000002</c:v>
                </c:pt>
                <c:pt idx="4040">
                  <c:v>65513.46</c:v>
                </c:pt>
                <c:pt idx="4041">
                  <c:v>65529.17</c:v>
                </c:pt>
                <c:pt idx="4042">
                  <c:v>65544.88</c:v>
                </c:pt>
                <c:pt idx="4043">
                  <c:v>65560.59</c:v>
                </c:pt>
                <c:pt idx="4044">
                  <c:v>65576.3</c:v>
                </c:pt>
                <c:pt idx="4045">
                  <c:v>65592</c:v>
                </c:pt>
                <c:pt idx="4046">
                  <c:v>65607.710000000006</c:v>
                </c:pt>
                <c:pt idx="4047">
                  <c:v>65623.42</c:v>
                </c:pt>
                <c:pt idx="4048">
                  <c:v>65639.13</c:v>
                </c:pt>
                <c:pt idx="4049">
                  <c:v>65654.84</c:v>
                </c:pt>
                <c:pt idx="4050">
                  <c:v>65670.539999999994</c:v>
                </c:pt>
                <c:pt idx="4051">
                  <c:v>65686.25</c:v>
                </c:pt>
                <c:pt idx="4052">
                  <c:v>65701.960000000006</c:v>
                </c:pt>
                <c:pt idx="4053">
                  <c:v>65717.67</c:v>
                </c:pt>
                <c:pt idx="4054">
                  <c:v>65733.38</c:v>
                </c:pt>
                <c:pt idx="4055">
                  <c:v>65749.08</c:v>
                </c:pt>
                <c:pt idx="4056">
                  <c:v>65764.789999999994</c:v>
                </c:pt>
                <c:pt idx="4057">
                  <c:v>65780.5</c:v>
                </c:pt>
                <c:pt idx="4058">
                  <c:v>65796.210000000006</c:v>
                </c:pt>
                <c:pt idx="4059">
                  <c:v>65811.92</c:v>
                </c:pt>
                <c:pt idx="4060">
                  <c:v>65827.63</c:v>
                </c:pt>
                <c:pt idx="4061">
                  <c:v>65843.33</c:v>
                </c:pt>
                <c:pt idx="4062">
                  <c:v>65859.039999999994</c:v>
                </c:pt>
                <c:pt idx="4063">
                  <c:v>65874.75</c:v>
                </c:pt>
                <c:pt idx="4064">
                  <c:v>65890.460000000006</c:v>
                </c:pt>
                <c:pt idx="4065">
                  <c:v>65906.17</c:v>
                </c:pt>
                <c:pt idx="4066">
                  <c:v>65921.87</c:v>
                </c:pt>
                <c:pt idx="4067">
                  <c:v>65937.58</c:v>
                </c:pt>
                <c:pt idx="4068">
                  <c:v>65953.289999999994</c:v>
                </c:pt>
                <c:pt idx="4069">
                  <c:v>65969</c:v>
                </c:pt>
                <c:pt idx="4070">
                  <c:v>65984.710000000006</c:v>
                </c:pt>
                <c:pt idx="4071">
                  <c:v>66000.41</c:v>
                </c:pt>
                <c:pt idx="4072">
                  <c:v>66016.12</c:v>
                </c:pt>
                <c:pt idx="4073">
                  <c:v>66031.83</c:v>
                </c:pt>
                <c:pt idx="4074">
                  <c:v>66047.539999999994</c:v>
                </c:pt>
                <c:pt idx="4075">
                  <c:v>66063.25</c:v>
                </c:pt>
                <c:pt idx="4076">
                  <c:v>66078.95</c:v>
                </c:pt>
                <c:pt idx="4077">
                  <c:v>66094.66</c:v>
                </c:pt>
                <c:pt idx="4078">
                  <c:v>66110.37</c:v>
                </c:pt>
                <c:pt idx="4079">
                  <c:v>66126.080000000002</c:v>
                </c:pt>
                <c:pt idx="4080">
                  <c:v>66141.789999999994</c:v>
                </c:pt>
                <c:pt idx="4081">
                  <c:v>66157.490000000005</c:v>
                </c:pt>
                <c:pt idx="4082">
                  <c:v>66173.2</c:v>
                </c:pt>
                <c:pt idx="4083">
                  <c:v>66188.91</c:v>
                </c:pt>
                <c:pt idx="4084">
                  <c:v>66204.62</c:v>
                </c:pt>
                <c:pt idx="4085">
                  <c:v>66220.33</c:v>
                </c:pt>
                <c:pt idx="4086">
                  <c:v>66236.03</c:v>
                </c:pt>
                <c:pt idx="4087">
                  <c:v>66251.740000000005</c:v>
                </c:pt>
                <c:pt idx="4088">
                  <c:v>66267.45</c:v>
                </c:pt>
                <c:pt idx="4089">
                  <c:v>66283.16</c:v>
                </c:pt>
                <c:pt idx="4090">
                  <c:v>66298.87</c:v>
                </c:pt>
                <c:pt idx="4091">
                  <c:v>66314.570000000007</c:v>
                </c:pt>
                <c:pt idx="4092">
                  <c:v>66330.28</c:v>
                </c:pt>
                <c:pt idx="4093">
                  <c:v>66345.990000000005</c:v>
                </c:pt>
                <c:pt idx="4094">
                  <c:v>66361.7</c:v>
                </c:pt>
                <c:pt idx="4095">
                  <c:v>66377.41</c:v>
                </c:pt>
                <c:pt idx="4096">
                  <c:v>66393.11</c:v>
                </c:pt>
                <c:pt idx="4097">
                  <c:v>66408.820000000007</c:v>
                </c:pt>
                <c:pt idx="4098">
                  <c:v>66424.53</c:v>
                </c:pt>
                <c:pt idx="4099">
                  <c:v>66440.240000000005</c:v>
                </c:pt>
                <c:pt idx="4100">
                  <c:v>66455.95</c:v>
                </c:pt>
                <c:pt idx="4101">
                  <c:v>66471.649999999994</c:v>
                </c:pt>
                <c:pt idx="4102">
                  <c:v>66487.360000000001</c:v>
                </c:pt>
                <c:pt idx="4103">
                  <c:v>66503.070000000007</c:v>
                </c:pt>
                <c:pt idx="4104">
                  <c:v>66518.78</c:v>
                </c:pt>
                <c:pt idx="4105">
                  <c:v>66534.490000000005</c:v>
                </c:pt>
                <c:pt idx="4106">
                  <c:v>66550.19</c:v>
                </c:pt>
                <c:pt idx="4107">
                  <c:v>66565.899999999994</c:v>
                </c:pt>
                <c:pt idx="4108">
                  <c:v>66581.61</c:v>
                </c:pt>
                <c:pt idx="4109">
                  <c:v>66597.320000000007</c:v>
                </c:pt>
                <c:pt idx="4110">
                  <c:v>66613.03</c:v>
                </c:pt>
                <c:pt idx="4111">
                  <c:v>66628.73</c:v>
                </c:pt>
                <c:pt idx="4112">
                  <c:v>66644.44</c:v>
                </c:pt>
                <c:pt idx="4113">
                  <c:v>66660.149999999994</c:v>
                </c:pt>
                <c:pt idx="4114">
                  <c:v>66675.86</c:v>
                </c:pt>
                <c:pt idx="4115">
                  <c:v>66691.570000000007</c:v>
                </c:pt>
                <c:pt idx="4116">
                  <c:v>66707.28</c:v>
                </c:pt>
                <c:pt idx="4117">
                  <c:v>66722.98</c:v>
                </c:pt>
                <c:pt idx="4118">
                  <c:v>66738.69</c:v>
                </c:pt>
                <c:pt idx="4119">
                  <c:v>66754.399999999994</c:v>
                </c:pt>
                <c:pt idx="4120">
                  <c:v>66770.11</c:v>
                </c:pt>
                <c:pt idx="4121">
                  <c:v>66785.820000000007</c:v>
                </c:pt>
                <c:pt idx="4122">
                  <c:v>66801.52</c:v>
                </c:pt>
                <c:pt idx="4123">
                  <c:v>66817.23</c:v>
                </c:pt>
                <c:pt idx="4124">
                  <c:v>66832.94</c:v>
                </c:pt>
                <c:pt idx="4125">
                  <c:v>66848.649999999994</c:v>
                </c:pt>
                <c:pt idx="4126">
                  <c:v>66864.36</c:v>
                </c:pt>
                <c:pt idx="4127">
                  <c:v>66880.06</c:v>
                </c:pt>
                <c:pt idx="4128">
                  <c:v>66895.77</c:v>
                </c:pt>
                <c:pt idx="4129">
                  <c:v>66911.48</c:v>
                </c:pt>
                <c:pt idx="4130">
                  <c:v>66927.19</c:v>
                </c:pt>
                <c:pt idx="4131">
                  <c:v>66942.899999999994</c:v>
                </c:pt>
                <c:pt idx="4132">
                  <c:v>66958.600000000006</c:v>
                </c:pt>
                <c:pt idx="4133">
                  <c:v>66974.31</c:v>
                </c:pt>
                <c:pt idx="4134">
                  <c:v>66990.02</c:v>
                </c:pt>
                <c:pt idx="4135">
                  <c:v>67005.73</c:v>
                </c:pt>
                <c:pt idx="4136">
                  <c:v>67021.440000000002</c:v>
                </c:pt>
                <c:pt idx="4137">
                  <c:v>67037.14</c:v>
                </c:pt>
                <c:pt idx="4138">
                  <c:v>67052.850000000006</c:v>
                </c:pt>
                <c:pt idx="4139">
                  <c:v>67068.56</c:v>
                </c:pt>
                <c:pt idx="4140">
                  <c:v>67084.27</c:v>
                </c:pt>
                <c:pt idx="4141">
                  <c:v>67099.98</c:v>
                </c:pt>
                <c:pt idx="4142">
                  <c:v>67115.679999999993</c:v>
                </c:pt>
                <c:pt idx="4143">
                  <c:v>67131.39</c:v>
                </c:pt>
                <c:pt idx="4144">
                  <c:v>67147.100000000006</c:v>
                </c:pt>
                <c:pt idx="4145">
                  <c:v>67162.81</c:v>
                </c:pt>
                <c:pt idx="4146">
                  <c:v>67178.52</c:v>
                </c:pt>
                <c:pt idx="4147">
                  <c:v>67194.22</c:v>
                </c:pt>
                <c:pt idx="4148">
                  <c:v>67209.929999999993</c:v>
                </c:pt>
                <c:pt idx="4149">
                  <c:v>67225.64</c:v>
                </c:pt>
                <c:pt idx="4150">
                  <c:v>67241.350000000006</c:v>
                </c:pt>
                <c:pt idx="4151">
                  <c:v>67257.06</c:v>
                </c:pt>
                <c:pt idx="4152">
                  <c:v>67272.759999999995</c:v>
                </c:pt>
                <c:pt idx="4153">
                  <c:v>67288.47</c:v>
                </c:pt>
                <c:pt idx="4154">
                  <c:v>67304.179999999993</c:v>
                </c:pt>
                <c:pt idx="4155">
                  <c:v>67319.89</c:v>
                </c:pt>
                <c:pt idx="4156">
                  <c:v>67335.600000000006</c:v>
                </c:pt>
                <c:pt idx="4157">
                  <c:v>67351.3</c:v>
                </c:pt>
                <c:pt idx="4158">
                  <c:v>67367.009999999995</c:v>
                </c:pt>
                <c:pt idx="4159">
                  <c:v>67382.720000000001</c:v>
                </c:pt>
                <c:pt idx="4160">
                  <c:v>67398.429999999993</c:v>
                </c:pt>
                <c:pt idx="4161">
                  <c:v>67414.14</c:v>
                </c:pt>
                <c:pt idx="4162">
                  <c:v>67429.84</c:v>
                </c:pt>
                <c:pt idx="4163">
                  <c:v>67445.55</c:v>
                </c:pt>
                <c:pt idx="4164">
                  <c:v>67461.259999999995</c:v>
                </c:pt>
                <c:pt idx="4165">
                  <c:v>67476.97</c:v>
                </c:pt>
                <c:pt idx="4166">
                  <c:v>67492.679999999993</c:v>
                </c:pt>
                <c:pt idx="4167">
                  <c:v>67508.38</c:v>
                </c:pt>
                <c:pt idx="4168">
                  <c:v>67524.09</c:v>
                </c:pt>
                <c:pt idx="4169">
                  <c:v>67539.8</c:v>
                </c:pt>
                <c:pt idx="4170">
                  <c:v>67555.509999999995</c:v>
                </c:pt>
                <c:pt idx="4171">
                  <c:v>67571.22</c:v>
                </c:pt>
                <c:pt idx="4172">
                  <c:v>67586.929999999993</c:v>
                </c:pt>
                <c:pt idx="4173">
                  <c:v>67602.63</c:v>
                </c:pt>
                <c:pt idx="4174">
                  <c:v>67618.34</c:v>
                </c:pt>
                <c:pt idx="4175">
                  <c:v>67634.05</c:v>
                </c:pt>
                <c:pt idx="4176">
                  <c:v>67649.759999999995</c:v>
                </c:pt>
                <c:pt idx="4177">
                  <c:v>67665.47</c:v>
                </c:pt>
                <c:pt idx="4178">
                  <c:v>67681.17</c:v>
                </c:pt>
                <c:pt idx="4179">
                  <c:v>67696.88</c:v>
                </c:pt>
                <c:pt idx="4180">
                  <c:v>67712.59</c:v>
                </c:pt>
                <c:pt idx="4181">
                  <c:v>67728.3</c:v>
                </c:pt>
                <c:pt idx="4182">
                  <c:v>67744.009999999995</c:v>
                </c:pt>
                <c:pt idx="4183">
                  <c:v>67759.710000000006</c:v>
                </c:pt>
                <c:pt idx="4184">
                  <c:v>67775.42</c:v>
                </c:pt>
                <c:pt idx="4185">
                  <c:v>67791.13</c:v>
                </c:pt>
                <c:pt idx="4186">
                  <c:v>67806.84</c:v>
                </c:pt>
                <c:pt idx="4187">
                  <c:v>67822.55</c:v>
                </c:pt>
                <c:pt idx="4188">
                  <c:v>67838.25</c:v>
                </c:pt>
                <c:pt idx="4189">
                  <c:v>67853.960000000006</c:v>
                </c:pt>
                <c:pt idx="4190">
                  <c:v>67869.67</c:v>
                </c:pt>
                <c:pt idx="4191">
                  <c:v>67885.38</c:v>
                </c:pt>
                <c:pt idx="4192">
                  <c:v>67901.09</c:v>
                </c:pt>
                <c:pt idx="4193">
                  <c:v>67916.789999999994</c:v>
                </c:pt>
                <c:pt idx="4194">
                  <c:v>67932.5</c:v>
                </c:pt>
                <c:pt idx="4195">
                  <c:v>67948.210000000006</c:v>
                </c:pt>
                <c:pt idx="4196">
                  <c:v>67963.92</c:v>
                </c:pt>
                <c:pt idx="4197">
                  <c:v>67979.63</c:v>
                </c:pt>
                <c:pt idx="4198">
                  <c:v>67995.33</c:v>
                </c:pt>
                <c:pt idx="4199">
                  <c:v>68011.039999999994</c:v>
                </c:pt>
                <c:pt idx="4200">
                  <c:v>68026.75</c:v>
                </c:pt>
                <c:pt idx="4201">
                  <c:v>68042.460000000006</c:v>
                </c:pt>
                <c:pt idx="4202">
                  <c:v>68058.17</c:v>
                </c:pt>
                <c:pt idx="4203">
                  <c:v>68073.87</c:v>
                </c:pt>
                <c:pt idx="4204">
                  <c:v>68089.58</c:v>
                </c:pt>
                <c:pt idx="4205">
                  <c:v>68105.289999999994</c:v>
                </c:pt>
                <c:pt idx="4206">
                  <c:v>68121</c:v>
                </c:pt>
                <c:pt idx="4207">
                  <c:v>68136.710000000006</c:v>
                </c:pt>
                <c:pt idx="4208">
                  <c:v>68152.41</c:v>
                </c:pt>
                <c:pt idx="4209">
                  <c:v>68168.12</c:v>
                </c:pt>
                <c:pt idx="4210">
                  <c:v>68183.83</c:v>
                </c:pt>
                <c:pt idx="4211">
                  <c:v>68199.539999999994</c:v>
                </c:pt>
                <c:pt idx="4212">
                  <c:v>68215.25</c:v>
                </c:pt>
                <c:pt idx="4213">
                  <c:v>68230.95</c:v>
                </c:pt>
                <c:pt idx="4214">
                  <c:v>68246.66</c:v>
                </c:pt>
                <c:pt idx="4215">
                  <c:v>68262.37</c:v>
                </c:pt>
                <c:pt idx="4216">
                  <c:v>68278.080000000002</c:v>
                </c:pt>
                <c:pt idx="4217">
                  <c:v>68293.789999999994</c:v>
                </c:pt>
                <c:pt idx="4218">
                  <c:v>68309.490000000005</c:v>
                </c:pt>
                <c:pt idx="4219">
                  <c:v>68325.2</c:v>
                </c:pt>
                <c:pt idx="4220">
                  <c:v>68340.91</c:v>
                </c:pt>
                <c:pt idx="4221">
                  <c:v>68356.62</c:v>
                </c:pt>
                <c:pt idx="4222">
                  <c:v>68372.33</c:v>
                </c:pt>
                <c:pt idx="4223">
                  <c:v>68388.03</c:v>
                </c:pt>
                <c:pt idx="4224">
                  <c:v>68403.740000000005</c:v>
                </c:pt>
                <c:pt idx="4225">
                  <c:v>68419.45</c:v>
                </c:pt>
                <c:pt idx="4226">
                  <c:v>68435.16</c:v>
                </c:pt>
                <c:pt idx="4227">
                  <c:v>68450.87</c:v>
                </c:pt>
                <c:pt idx="4228">
                  <c:v>68466.58</c:v>
                </c:pt>
                <c:pt idx="4229">
                  <c:v>68482.28</c:v>
                </c:pt>
                <c:pt idx="4230">
                  <c:v>68497.990000000005</c:v>
                </c:pt>
                <c:pt idx="4231">
                  <c:v>68513.7</c:v>
                </c:pt>
                <c:pt idx="4232">
                  <c:v>68529.41</c:v>
                </c:pt>
                <c:pt idx="4233">
                  <c:v>68545.119999999995</c:v>
                </c:pt>
                <c:pt idx="4234">
                  <c:v>68560.820000000007</c:v>
                </c:pt>
                <c:pt idx="4235">
                  <c:v>68576.53</c:v>
                </c:pt>
                <c:pt idx="4236">
                  <c:v>68592.240000000005</c:v>
                </c:pt>
                <c:pt idx="4237">
                  <c:v>68607.95</c:v>
                </c:pt>
                <c:pt idx="4238">
                  <c:v>68623.66</c:v>
                </c:pt>
                <c:pt idx="4239">
                  <c:v>68639.360000000001</c:v>
                </c:pt>
                <c:pt idx="4240">
                  <c:v>68655.070000000007</c:v>
                </c:pt>
                <c:pt idx="4241">
                  <c:v>68670.78</c:v>
                </c:pt>
                <c:pt idx="4242">
                  <c:v>68686.490000000005</c:v>
                </c:pt>
                <c:pt idx="4243">
                  <c:v>68702.2</c:v>
                </c:pt>
                <c:pt idx="4244">
                  <c:v>68717.899999999994</c:v>
                </c:pt>
                <c:pt idx="4245">
                  <c:v>68733.61</c:v>
                </c:pt>
                <c:pt idx="4246">
                  <c:v>68749.320000000007</c:v>
                </c:pt>
                <c:pt idx="4247">
                  <c:v>68765.03</c:v>
                </c:pt>
                <c:pt idx="4248">
                  <c:v>68780.740000000005</c:v>
                </c:pt>
                <c:pt idx="4249">
                  <c:v>68796.44</c:v>
                </c:pt>
                <c:pt idx="4250">
                  <c:v>68812.149999999994</c:v>
                </c:pt>
                <c:pt idx="4251">
                  <c:v>68827.86</c:v>
                </c:pt>
                <c:pt idx="4252">
                  <c:v>68843.570000000007</c:v>
                </c:pt>
                <c:pt idx="4253">
                  <c:v>68859.28</c:v>
                </c:pt>
                <c:pt idx="4254">
                  <c:v>68874.98</c:v>
                </c:pt>
                <c:pt idx="4255">
                  <c:v>68890.69</c:v>
                </c:pt>
                <c:pt idx="4256">
                  <c:v>68906.399999999994</c:v>
                </c:pt>
                <c:pt idx="4257">
                  <c:v>68922.11</c:v>
                </c:pt>
                <c:pt idx="4258">
                  <c:v>68937.820000000007</c:v>
                </c:pt>
                <c:pt idx="4259">
                  <c:v>68953.52</c:v>
                </c:pt>
                <c:pt idx="4260">
                  <c:v>68969.23</c:v>
                </c:pt>
                <c:pt idx="4261">
                  <c:v>68984.94</c:v>
                </c:pt>
                <c:pt idx="4262">
                  <c:v>69000.649999999994</c:v>
                </c:pt>
                <c:pt idx="4263">
                  <c:v>69016.36</c:v>
                </c:pt>
                <c:pt idx="4264">
                  <c:v>69032.06</c:v>
                </c:pt>
                <c:pt idx="4265">
                  <c:v>69047.77</c:v>
                </c:pt>
                <c:pt idx="4266">
                  <c:v>69063.48</c:v>
                </c:pt>
                <c:pt idx="4267">
                  <c:v>69079.19</c:v>
                </c:pt>
                <c:pt idx="4268">
                  <c:v>69094.899999999994</c:v>
                </c:pt>
                <c:pt idx="4269">
                  <c:v>69110.600000000006</c:v>
                </c:pt>
                <c:pt idx="4270">
                  <c:v>69126.31</c:v>
                </c:pt>
                <c:pt idx="4271">
                  <c:v>69142.02</c:v>
                </c:pt>
                <c:pt idx="4272">
                  <c:v>69157.73</c:v>
                </c:pt>
                <c:pt idx="4273">
                  <c:v>69173.440000000002</c:v>
                </c:pt>
                <c:pt idx="4274">
                  <c:v>69189.14</c:v>
                </c:pt>
                <c:pt idx="4275">
                  <c:v>69204.850000000006</c:v>
                </c:pt>
                <c:pt idx="4276">
                  <c:v>69220.56</c:v>
                </c:pt>
                <c:pt idx="4277">
                  <c:v>69236.27</c:v>
                </c:pt>
                <c:pt idx="4278">
                  <c:v>69251.98</c:v>
                </c:pt>
                <c:pt idx="4279">
                  <c:v>69267.679999999993</c:v>
                </c:pt>
                <c:pt idx="4280">
                  <c:v>69283.39</c:v>
                </c:pt>
                <c:pt idx="4281">
                  <c:v>69299.100000000006</c:v>
                </c:pt>
                <c:pt idx="4282">
                  <c:v>69314.81</c:v>
                </c:pt>
                <c:pt idx="4283">
                  <c:v>69330.52</c:v>
                </c:pt>
                <c:pt idx="4284">
                  <c:v>69346.23</c:v>
                </c:pt>
                <c:pt idx="4285">
                  <c:v>69361.929999999993</c:v>
                </c:pt>
                <c:pt idx="4286">
                  <c:v>69377.64</c:v>
                </c:pt>
                <c:pt idx="4287">
                  <c:v>69393.350000000006</c:v>
                </c:pt>
                <c:pt idx="4288">
                  <c:v>69409.06</c:v>
                </c:pt>
                <c:pt idx="4289">
                  <c:v>69424.77</c:v>
                </c:pt>
                <c:pt idx="4290">
                  <c:v>69440.47</c:v>
                </c:pt>
                <c:pt idx="4291">
                  <c:v>69456.179999999993</c:v>
                </c:pt>
                <c:pt idx="4292">
                  <c:v>69471.89</c:v>
                </c:pt>
                <c:pt idx="4293">
                  <c:v>69487.600000000006</c:v>
                </c:pt>
                <c:pt idx="4294">
                  <c:v>69503.31</c:v>
                </c:pt>
                <c:pt idx="4295">
                  <c:v>69519.009999999995</c:v>
                </c:pt>
                <c:pt idx="4296">
                  <c:v>69534.720000000001</c:v>
                </c:pt>
                <c:pt idx="4297">
                  <c:v>69550.429999999993</c:v>
                </c:pt>
                <c:pt idx="4298">
                  <c:v>69566.14</c:v>
                </c:pt>
                <c:pt idx="4299">
                  <c:v>69581.850000000006</c:v>
                </c:pt>
                <c:pt idx="4300">
                  <c:v>69597.55</c:v>
                </c:pt>
                <c:pt idx="4301">
                  <c:v>69613.259999999995</c:v>
                </c:pt>
                <c:pt idx="4302">
                  <c:v>69628.97</c:v>
                </c:pt>
                <c:pt idx="4303">
                  <c:v>69644.679999999993</c:v>
                </c:pt>
                <c:pt idx="4304">
                  <c:v>69660.39</c:v>
                </c:pt>
                <c:pt idx="4305">
                  <c:v>69676.09</c:v>
                </c:pt>
                <c:pt idx="4306">
                  <c:v>69691.8</c:v>
                </c:pt>
                <c:pt idx="4307">
                  <c:v>69707.509999999995</c:v>
                </c:pt>
                <c:pt idx="4308">
                  <c:v>69723.22</c:v>
                </c:pt>
                <c:pt idx="4309">
                  <c:v>69738.929999999993</c:v>
                </c:pt>
                <c:pt idx="4310">
                  <c:v>69754.63</c:v>
                </c:pt>
                <c:pt idx="4311">
                  <c:v>69770.34</c:v>
                </c:pt>
                <c:pt idx="4312">
                  <c:v>69786.05</c:v>
                </c:pt>
                <c:pt idx="4313">
                  <c:v>69801.759999999995</c:v>
                </c:pt>
                <c:pt idx="4314">
                  <c:v>69817.47</c:v>
                </c:pt>
                <c:pt idx="4315">
                  <c:v>69833.17</c:v>
                </c:pt>
                <c:pt idx="4316">
                  <c:v>69848.88</c:v>
                </c:pt>
                <c:pt idx="4317">
                  <c:v>69864.59</c:v>
                </c:pt>
                <c:pt idx="4318">
                  <c:v>69880.3</c:v>
                </c:pt>
                <c:pt idx="4319">
                  <c:v>69896.009999999995</c:v>
                </c:pt>
                <c:pt idx="4320">
                  <c:v>69911.710000000006</c:v>
                </c:pt>
                <c:pt idx="4321">
                  <c:v>69927.42</c:v>
                </c:pt>
                <c:pt idx="4322">
                  <c:v>69943.13</c:v>
                </c:pt>
                <c:pt idx="4323">
                  <c:v>69958.84</c:v>
                </c:pt>
                <c:pt idx="4324">
                  <c:v>69974.55</c:v>
                </c:pt>
                <c:pt idx="4325">
                  <c:v>69990.25</c:v>
                </c:pt>
                <c:pt idx="4326">
                  <c:v>70005.960000000006</c:v>
                </c:pt>
                <c:pt idx="4327">
                  <c:v>70021.67</c:v>
                </c:pt>
                <c:pt idx="4328">
                  <c:v>70037.38</c:v>
                </c:pt>
                <c:pt idx="4329">
                  <c:v>70053.09</c:v>
                </c:pt>
                <c:pt idx="4330">
                  <c:v>70068.789999999994</c:v>
                </c:pt>
                <c:pt idx="4331">
                  <c:v>70084.5</c:v>
                </c:pt>
                <c:pt idx="4332">
                  <c:v>70100.210000000006</c:v>
                </c:pt>
                <c:pt idx="4333">
                  <c:v>70115.92</c:v>
                </c:pt>
                <c:pt idx="4334">
                  <c:v>70131.63</c:v>
                </c:pt>
                <c:pt idx="4335">
                  <c:v>70147.33</c:v>
                </c:pt>
                <c:pt idx="4336">
                  <c:v>70163.039999999994</c:v>
                </c:pt>
                <c:pt idx="4337">
                  <c:v>70178.75</c:v>
                </c:pt>
                <c:pt idx="4338">
                  <c:v>70194.460000000006</c:v>
                </c:pt>
                <c:pt idx="4339">
                  <c:v>70210.17</c:v>
                </c:pt>
                <c:pt idx="4340">
                  <c:v>70225.88</c:v>
                </c:pt>
                <c:pt idx="4341">
                  <c:v>70241.58</c:v>
                </c:pt>
                <c:pt idx="4342">
                  <c:v>70257.289999999994</c:v>
                </c:pt>
                <c:pt idx="4343">
                  <c:v>70273</c:v>
                </c:pt>
                <c:pt idx="4344">
                  <c:v>70288.710000000006</c:v>
                </c:pt>
                <c:pt idx="4345">
                  <c:v>70304.42</c:v>
                </c:pt>
                <c:pt idx="4346">
                  <c:v>70320.12</c:v>
                </c:pt>
                <c:pt idx="4347">
                  <c:v>70335.83</c:v>
                </c:pt>
                <c:pt idx="4348">
                  <c:v>70351.539999999994</c:v>
                </c:pt>
                <c:pt idx="4349">
                  <c:v>70367.25</c:v>
                </c:pt>
                <c:pt idx="4350">
                  <c:v>70382.960000000006</c:v>
                </c:pt>
                <c:pt idx="4351">
                  <c:v>70398.66</c:v>
                </c:pt>
                <c:pt idx="4352">
                  <c:v>70414.37</c:v>
                </c:pt>
                <c:pt idx="4353">
                  <c:v>70430.080000000002</c:v>
                </c:pt>
                <c:pt idx="4354">
                  <c:v>70445.789999999994</c:v>
                </c:pt>
                <c:pt idx="4355">
                  <c:v>70461.5</c:v>
                </c:pt>
                <c:pt idx="4356">
                  <c:v>70477.2</c:v>
                </c:pt>
                <c:pt idx="4357">
                  <c:v>70492.91</c:v>
                </c:pt>
                <c:pt idx="4358">
                  <c:v>70508.62</c:v>
                </c:pt>
                <c:pt idx="4359">
                  <c:v>70524.33</c:v>
                </c:pt>
                <c:pt idx="4360">
                  <c:v>70540.039999999994</c:v>
                </c:pt>
                <c:pt idx="4361">
                  <c:v>70555.740000000005</c:v>
                </c:pt>
                <c:pt idx="4362">
                  <c:v>70571.45</c:v>
                </c:pt>
                <c:pt idx="4363">
                  <c:v>70587.16</c:v>
                </c:pt>
                <c:pt idx="4364">
                  <c:v>70602.87</c:v>
                </c:pt>
                <c:pt idx="4365">
                  <c:v>70618.58</c:v>
                </c:pt>
                <c:pt idx="4366">
                  <c:v>70634.28</c:v>
                </c:pt>
                <c:pt idx="4367">
                  <c:v>70649.990000000005</c:v>
                </c:pt>
                <c:pt idx="4368">
                  <c:v>70665.7</c:v>
                </c:pt>
                <c:pt idx="4369">
                  <c:v>70681.41</c:v>
                </c:pt>
                <c:pt idx="4370">
                  <c:v>70697.119999999995</c:v>
                </c:pt>
                <c:pt idx="4371">
                  <c:v>70712.820000000007</c:v>
                </c:pt>
                <c:pt idx="4372">
                  <c:v>70728.53</c:v>
                </c:pt>
                <c:pt idx="4373">
                  <c:v>70744.240000000005</c:v>
                </c:pt>
                <c:pt idx="4374">
                  <c:v>70759.95</c:v>
                </c:pt>
                <c:pt idx="4375">
                  <c:v>70775.66</c:v>
                </c:pt>
                <c:pt idx="4376">
                  <c:v>70791.360000000001</c:v>
                </c:pt>
                <c:pt idx="4377">
                  <c:v>70807.070000000007</c:v>
                </c:pt>
                <c:pt idx="4378">
                  <c:v>70822.78</c:v>
                </c:pt>
                <c:pt idx="4379">
                  <c:v>70838.490000000005</c:v>
                </c:pt>
                <c:pt idx="4380">
                  <c:v>70854.2</c:v>
                </c:pt>
                <c:pt idx="4381">
                  <c:v>70869.899999999994</c:v>
                </c:pt>
                <c:pt idx="4382">
                  <c:v>70885.61</c:v>
                </c:pt>
                <c:pt idx="4383">
                  <c:v>70901.320000000007</c:v>
                </c:pt>
                <c:pt idx="4384">
                  <c:v>70917.03</c:v>
                </c:pt>
                <c:pt idx="4385">
                  <c:v>70932.740000000005</c:v>
                </c:pt>
                <c:pt idx="4386">
                  <c:v>70948.44</c:v>
                </c:pt>
                <c:pt idx="4387">
                  <c:v>70964.149999999994</c:v>
                </c:pt>
                <c:pt idx="4388">
                  <c:v>70979.86</c:v>
                </c:pt>
                <c:pt idx="4389">
                  <c:v>70995.570000000007</c:v>
                </c:pt>
                <c:pt idx="4390">
                  <c:v>71011.28</c:v>
                </c:pt>
                <c:pt idx="4391">
                  <c:v>71026.98</c:v>
                </c:pt>
                <c:pt idx="4392">
                  <c:v>71042.69</c:v>
                </c:pt>
                <c:pt idx="4393">
                  <c:v>71058.399999999994</c:v>
                </c:pt>
                <c:pt idx="4394">
                  <c:v>71074.11</c:v>
                </c:pt>
                <c:pt idx="4395">
                  <c:v>71089.820000000007</c:v>
                </c:pt>
                <c:pt idx="4396">
                  <c:v>71105.53</c:v>
                </c:pt>
                <c:pt idx="4397">
                  <c:v>71121.23</c:v>
                </c:pt>
                <c:pt idx="4398">
                  <c:v>71136.94</c:v>
                </c:pt>
                <c:pt idx="4399">
                  <c:v>71152.649999999994</c:v>
                </c:pt>
                <c:pt idx="4400">
                  <c:v>71168.36</c:v>
                </c:pt>
                <c:pt idx="4401">
                  <c:v>71184.070000000007</c:v>
                </c:pt>
                <c:pt idx="4402">
                  <c:v>71199.77</c:v>
                </c:pt>
                <c:pt idx="4403">
                  <c:v>71215.48</c:v>
                </c:pt>
                <c:pt idx="4404">
                  <c:v>71231.19</c:v>
                </c:pt>
                <c:pt idx="4405">
                  <c:v>71246.899999999994</c:v>
                </c:pt>
                <c:pt idx="4406">
                  <c:v>71262.61</c:v>
                </c:pt>
                <c:pt idx="4407">
                  <c:v>71278.31</c:v>
                </c:pt>
                <c:pt idx="4408">
                  <c:v>71294.02</c:v>
                </c:pt>
                <c:pt idx="4409">
                  <c:v>71309.73</c:v>
                </c:pt>
                <c:pt idx="4410">
                  <c:v>71325.440000000002</c:v>
                </c:pt>
                <c:pt idx="4411">
                  <c:v>71341.149999999994</c:v>
                </c:pt>
                <c:pt idx="4412">
                  <c:v>71356.850000000006</c:v>
                </c:pt>
                <c:pt idx="4413">
                  <c:v>71372.56</c:v>
                </c:pt>
                <c:pt idx="4414">
                  <c:v>71388.27</c:v>
                </c:pt>
                <c:pt idx="4415">
                  <c:v>71403.98</c:v>
                </c:pt>
                <c:pt idx="4416">
                  <c:v>71419.69</c:v>
                </c:pt>
                <c:pt idx="4417">
                  <c:v>71435.39</c:v>
                </c:pt>
                <c:pt idx="4418">
                  <c:v>71451.100000000006</c:v>
                </c:pt>
                <c:pt idx="4419">
                  <c:v>71466.81</c:v>
                </c:pt>
                <c:pt idx="4420">
                  <c:v>71482.52</c:v>
                </c:pt>
                <c:pt idx="4421">
                  <c:v>71498.23</c:v>
                </c:pt>
                <c:pt idx="4422">
                  <c:v>71513.929999999993</c:v>
                </c:pt>
                <c:pt idx="4423">
                  <c:v>71529.64</c:v>
                </c:pt>
                <c:pt idx="4424">
                  <c:v>71545.350000000006</c:v>
                </c:pt>
                <c:pt idx="4425">
                  <c:v>71561.06</c:v>
                </c:pt>
                <c:pt idx="4426">
                  <c:v>71576.77</c:v>
                </c:pt>
                <c:pt idx="4427">
                  <c:v>71592.47</c:v>
                </c:pt>
                <c:pt idx="4428">
                  <c:v>71608.179999999993</c:v>
                </c:pt>
                <c:pt idx="4429">
                  <c:v>71623.89</c:v>
                </c:pt>
                <c:pt idx="4430">
                  <c:v>71639.600000000006</c:v>
                </c:pt>
                <c:pt idx="4431">
                  <c:v>71655.31</c:v>
                </c:pt>
                <c:pt idx="4432">
                  <c:v>71671.009999999995</c:v>
                </c:pt>
                <c:pt idx="4433">
                  <c:v>71686.720000000001</c:v>
                </c:pt>
                <c:pt idx="4434">
                  <c:v>71702.429999999993</c:v>
                </c:pt>
                <c:pt idx="4435">
                  <c:v>71718.14</c:v>
                </c:pt>
                <c:pt idx="4436">
                  <c:v>71733.850000000006</c:v>
                </c:pt>
                <c:pt idx="4437">
                  <c:v>71749.55</c:v>
                </c:pt>
                <c:pt idx="4438">
                  <c:v>71765.259999999995</c:v>
                </c:pt>
                <c:pt idx="4439">
                  <c:v>71780.97</c:v>
                </c:pt>
                <c:pt idx="4440">
                  <c:v>71796.679999999993</c:v>
                </c:pt>
                <c:pt idx="4441">
                  <c:v>71812.39</c:v>
                </c:pt>
                <c:pt idx="4442">
                  <c:v>71828.09</c:v>
                </c:pt>
                <c:pt idx="4443">
                  <c:v>71843.8</c:v>
                </c:pt>
                <c:pt idx="4444">
                  <c:v>71859.509999999995</c:v>
                </c:pt>
                <c:pt idx="4445">
                  <c:v>71875.22</c:v>
                </c:pt>
                <c:pt idx="4446">
                  <c:v>71890.929999999993</c:v>
                </c:pt>
                <c:pt idx="4447">
                  <c:v>71906.63</c:v>
                </c:pt>
                <c:pt idx="4448">
                  <c:v>71922.34</c:v>
                </c:pt>
                <c:pt idx="4449">
                  <c:v>71938.05</c:v>
                </c:pt>
                <c:pt idx="4450">
                  <c:v>71953.759999999995</c:v>
                </c:pt>
                <c:pt idx="4451">
                  <c:v>71969.47</c:v>
                </c:pt>
                <c:pt idx="4452">
                  <c:v>71985.179999999993</c:v>
                </c:pt>
                <c:pt idx="4453">
                  <c:v>72000.88</c:v>
                </c:pt>
                <c:pt idx="4454">
                  <c:v>72016.59</c:v>
                </c:pt>
                <c:pt idx="4455">
                  <c:v>72032.3</c:v>
                </c:pt>
                <c:pt idx="4456">
                  <c:v>72048.009999999995</c:v>
                </c:pt>
                <c:pt idx="4457">
                  <c:v>72063.72</c:v>
                </c:pt>
                <c:pt idx="4458">
                  <c:v>72079.42</c:v>
                </c:pt>
                <c:pt idx="4459">
                  <c:v>72095.13</c:v>
                </c:pt>
                <c:pt idx="4460">
                  <c:v>72110.84</c:v>
                </c:pt>
                <c:pt idx="4461">
                  <c:v>72126.55</c:v>
                </c:pt>
                <c:pt idx="4462">
                  <c:v>72142.259999999995</c:v>
                </c:pt>
                <c:pt idx="4463">
                  <c:v>72157.960000000006</c:v>
                </c:pt>
                <c:pt idx="4464">
                  <c:v>72173.67</c:v>
                </c:pt>
                <c:pt idx="4465">
                  <c:v>72189.38</c:v>
                </c:pt>
                <c:pt idx="4466">
                  <c:v>72205.09</c:v>
                </c:pt>
                <c:pt idx="4467">
                  <c:v>72220.800000000003</c:v>
                </c:pt>
                <c:pt idx="4468">
                  <c:v>72236.5</c:v>
                </c:pt>
                <c:pt idx="4469">
                  <c:v>72252.210000000006</c:v>
                </c:pt>
                <c:pt idx="4470">
                  <c:v>72267.92</c:v>
                </c:pt>
                <c:pt idx="4471">
                  <c:v>72283.63</c:v>
                </c:pt>
                <c:pt idx="4472">
                  <c:v>72299.34</c:v>
                </c:pt>
                <c:pt idx="4473">
                  <c:v>72315.039999999994</c:v>
                </c:pt>
                <c:pt idx="4474">
                  <c:v>72330.75</c:v>
                </c:pt>
                <c:pt idx="4475">
                  <c:v>72346.460000000006</c:v>
                </c:pt>
                <c:pt idx="4476">
                  <c:v>72362.17</c:v>
                </c:pt>
                <c:pt idx="4477">
                  <c:v>72377.88</c:v>
                </c:pt>
                <c:pt idx="4478">
                  <c:v>72393.58</c:v>
                </c:pt>
                <c:pt idx="4479">
                  <c:v>72409.289999999994</c:v>
                </c:pt>
                <c:pt idx="4480">
                  <c:v>72425</c:v>
                </c:pt>
                <c:pt idx="4481">
                  <c:v>72440.710000000006</c:v>
                </c:pt>
                <c:pt idx="4482">
                  <c:v>72456.42</c:v>
                </c:pt>
                <c:pt idx="4483">
                  <c:v>72472.12</c:v>
                </c:pt>
                <c:pt idx="4484">
                  <c:v>72487.83</c:v>
                </c:pt>
                <c:pt idx="4485">
                  <c:v>72503.539999999994</c:v>
                </c:pt>
                <c:pt idx="4486">
                  <c:v>72519.25</c:v>
                </c:pt>
                <c:pt idx="4487">
                  <c:v>72534.960000000006</c:v>
                </c:pt>
                <c:pt idx="4488">
                  <c:v>72550.66</c:v>
                </c:pt>
                <c:pt idx="4489">
                  <c:v>72566.37</c:v>
                </c:pt>
                <c:pt idx="4490">
                  <c:v>72582.080000000002</c:v>
                </c:pt>
                <c:pt idx="4491">
                  <c:v>72597.789999999994</c:v>
                </c:pt>
                <c:pt idx="4492">
                  <c:v>72613.5</c:v>
                </c:pt>
                <c:pt idx="4493">
                  <c:v>72629.2</c:v>
                </c:pt>
                <c:pt idx="4494">
                  <c:v>72644.91</c:v>
                </c:pt>
                <c:pt idx="4495">
                  <c:v>72660.62</c:v>
                </c:pt>
                <c:pt idx="4496">
                  <c:v>72676.33</c:v>
                </c:pt>
                <c:pt idx="4497">
                  <c:v>72692.039999999994</c:v>
                </c:pt>
                <c:pt idx="4498">
                  <c:v>72707.740000000005</c:v>
                </c:pt>
                <c:pt idx="4499">
                  <c:v>72723.45</c:v>
                </c:pt>
                <c:pt idx="4500">
                  <c:v>72739.16</c:v>
                </c:pt>
                <c:pt idx="4501">
                  <c:v>72754.87</c:v>
                </c:pt>
                <c:pt idx="4502">
                  <c:v>72770.58</c:v>
                </c:pt>
                <c:pt idx="4503">
                  <c:v>72786.28</c:v>
                </c:pt>
                <c:pt idx="4504">
                  <c:v>72801.990000000005</c:v>
                </c:pt>
                <c:pt idx="4505">
                  <c:v>72817.7</c:v>
                </c:pt>
                <c:pt idx="4506">
                  <c:v>72833.41</c:v>
                </c:pt>
                <c:pt idx="4507">
                  <c:v>72849.119999999995</c:v>
                </c:pt>
                <c:pt idx="4508">
                  <c:v>72864.83</c:v>
                </c:pt>
                <c:pt idx="4509">
                  <c:v>72880.53</c:v>
                </c:pt>
                <c:pt idx="4510">
                  <c:v>72896.240000000005</c:v>
                </c:pt>
                <c:pt idx="4511">
                  <c:v>72911.95</c:v>
                </c:pt>
                <c:pt idx="4512">
                  <c:v>72927.66</c:v>
                </c:pt>
                <c:pt idx="4513">
                  <c:v>72943.37</c:v>
                </c:pt>
                <c:pt idx="4514">
                  <c:v>72959.070000000007</c:v>
                </c:pt>
                <c:pt idx="4515">
                  <c:v>72974.78</c:v>
                </c:pt>
                <c:pt idx="4516">
                  <c:v>72990.490000000005</c:v>
                </c:pt>
                <c:pt idx="4517">
                  <c:v>73006.2</c:v>
                </c:pt>
                <c:pt idx="4518">
                  <c:v>73021.91</c:v>
                </c:pt>
                <c:pt idx="4519">
                  <c:v>73037.61</c:v>
                </c:pt>
                <c:pt idx="4520">
                  <c:v>73053.320000000007</c:v>
                </c:pt>
                <c:pt idx="4521">
                  <c:v>73069.03</c:v>
                </c:pt>
                <c:pt idx="4522">
                  <c:v>73084.740000000005</c:v>
                </c:pt>
                <c:pt idx="4523">
                  <c:v>73100.45</c:v>
                </c:pt>
                <c:pt idx="4524">
                  <c:v>73116.149999999994</c:v>
                </c:pt>
                <c:pt idx="4525">
                  <c:v>73131.86</c:v>
                </c:pt>
                <c:pt idx="4526">
                  <c:v>73147.570000000007</c:v>
                </c:pt>
                <c:pt idx="4527">
                  <c:v>73163.28</c:v>
                </c:pt>
                <c:pt idx="4528">
                  <c:v>73178.990000000005</c:v>
                </c:pt>
                <c:pt idx="4529">
                  <c:v>73194.69</c:v>
                </c:pt>
                <c:pt idx="4530">
                  <c:v>73210.399999999994</c:v>
                </c:pt>
                <c:pt idx="4531">
                  <c:v>73226.11</c:v>
                </c:pt>
                <c:pt idx="4532">
                  <c:v>73241.820000000007</c:v>
                </c:pt>
                <c:pt idx="4533">
                  <c:v>73257.53</c:v>
                </c:pt>
                <c:pt idx="4534">
                  <c:v>73273.23</c:v>
                </c:pt>
                <c:pt idx="4535">
                  <c:v>73288.94</c:v>
                </c:pt>
                <c:pt idx="4536">
                  <c:v>73304.649999999994</c:v>
                </c:pt>
                <c:pt idx="4537">
                  <c:v>73320.36</c:v>
                </c:pt>
                <c:pt idx="4538">
                  <c:v>73336.070000000007</c:v>
                </c:pt>
                <c:pt idx="4539">
                  <c:v>73351.77</c:v>
                </c:pt>
                <c:pt idx="4540">
                  <c:v>73367.48</c:v>
                </c:pt>
                <c:pt idx="4541">
                  <c:v>73383.19</c:v>
                </c:pt>
                <c:pt idx="4542">
                  <c:v>73398.899999999994</c:v>
                </c:pt>
                <c:pt idx="4543">
                  <c:v>73414.61</c:v>
                </c:pt>
                <c:pt idx="4544">
                  <c:v>73430.31</c:v>
                </c:pt>
                <c:pt idx="4545">
                  <c:v>73446.02</c:v>
                </c:pt>
                <c:pt idx="4546">
                  <c:v>73461.73</c:v>
                </c:pt>
                <c:pt idx="4547">
                  <c:v>73477.440000000002</c:v>
                </c:pt>
                <c:pt idx="4548">
                  <c:v>73493.149999999994</c:v>
                </c:pt>
                <c:pt idx="4549">
                  <c:v>73508.850000000006</c:v>
                </c:pt>
                <c:pt idx="4550">
                  <c:v>73524.56</c:v>
                </c:pt>
                <c:pt idx="4551">
                  <c:v>73540.27</c:v>
                </c:pt>
                <c:pt idx="4552">
                  <c:v>73555.98</c:v>
                </c:pt>
                <c:pt idx="4553">
                  <c:v>73571.69</c:v>
                </c:pt>
                <c:pt idx="4554">
                  <c:v>73587.39</c:v>
                </c:pt>
                <c:pt idx="4555">
                  <c:v>73603.100000000006</c:v>
                </c:pt>
                <c:pt idx="4556">
                  <c:v>73618.81</c:v>
                </c:pt>
                <c:pt idx="4557">
                  <c:v>73634.52</c:v>
                </c:pt>
                <c:pt idx="4558">
                  <c:v>73650.23</c:v>
                </c:pt>
                <c:pt idx="4559">
                  <c:v>73665.929999999993</c:v>
                </c:pt>
                <c:pt idx="4560">
                  <c:v>73681.64</c:v>
                </c:pt>
                <c:pt idx="4561">
                  <c:v>73697.350000000006</c:v>
                </c:pt>
                <c:pt idx="4562">
                  <c:v>73713.06</c:v>
                </c:pt>
                <c:pt idx="4563">
                  <c:v>73728.77</c:v>
                </c:pt>
                <c:pt idx="4564">
                  <c:v>73744.479999999996</c:v>
                </c:pt>
                <c:pt idx="4565">
                  <c:v>73760.179999999993</c:v>
                </c:pt>
                <c:pt idx="4566">
                  <c:v>73775.89</c:v>
                </c:pt>
                <c:pt idx="4567">
                  <c:v>73791.600000000006</c:v>
                </c:pt>
                <c:pt idx="4568">
                  <c:v>73807.31</c:v>
                </c:pt>
                <c:pt idx="4569">
                  <c:v>73823.02</c:v>
                </c:pt>
                <c:pt idx="4570">
                  <c:v>73838.720000000001</c:v>
                </c:pt>
                <c:pt idx="4571">
                  <c:v>73854.429999999993</c:v>
                </c:pt>
                <c:pt idx="4572">
                  <c:v>73870.14</c:v>
                </c:pt>
                <c:pt idx="4573">
                  <c:v>73885.850000000006</c:v>
                </c:pt>
                <c:pt idx="4574">
                  <c:v>73901.56</c:v>
                </c:pt>
                <c:pt idx="4575">
                  <c:v>73917.259999999995</c:v>
                </c:pt>
                <c:pt idx="4576">
                  <c:v>73932.97</c:v>
                </c:pt>
                <c:pt idx="4577">
                  <c:v>73948.679999999993</c:v>
                </c:pt>
                <c:pt idx="4578">
                  <c:v>73964.39</c:v>
                </c:pt>
                <c:pt idx="4579">
                  <c:v>73980.100000000006</c:v>
                </c:pt>
                <c:pt idx="4580">
                  <c:v>73995.8</c:v>
                </c:pt>
                <c:pt idx="4581">
                  <c:v>74011.509999999995</c:v>
                </c:pt>
                <c:pt idx="4582">
                  <c:v>74027.22</c:v>
                </c:pt>
                <c:pt idx="4583">
                  <c:v>74042.929999999993</c:v>
                </c:pt>
                <c:pt idx="4584">
                  <c:v>74058.64</c:v>
                </c:pt>
                <c:pt idx="4585">
                  <c:v>74074.34</c:v>
                </c:pt>
                <c:pt idx="4586">
                  <c:v>74090.05</c:v>
                </c:pt>
                <c:pt idx="4587">
                  <c:v>74105.759999999995</c:v>
                </c:pt>
                <c:pt idx="4588">
                  <c:v>74121.47</c:v>
                </c:pt>
                <c:pt idx="4589">
                  <c:v>74137.179999999993</c:v>
                </c:pt>
                <c:pt idx="4590">
                  <c:v>74152.88</c:v>
                </c:pt>
                <c:pt idx="4591">
                  <c:v>74168.59</c:v>
                </c:pt>
                <c:pt idx="4592">
                  <c:v>74184.3</c:v>
                </c:pt>
                <c:pt idx="4593">
                  <c:v>74200.009999999995</c:v>
                </c:pt>
                <c:pt idx="4594">
                  <c:v>74215.72</c:v>
                </c:pt>
                <c:pt idx="4595">
                  <c:v>74231.42</c:v>
                </c:pt>
                <c:pt idx="4596">
                  <c:v>74247.13</c:v>
                </c:pt>
                <c:pt idx="4597">
                  <c:v>74262.84</c:v>
                </c:pt>
                <c:pt idx="4598">
                  <c:v>74278.55</c:v>
                </c:pt>
                <c:pt idx="4599">
                  <c:v>74294.259999999995</c:v>
                </c:pt>
                <c:pt idx="4600">
                  <c:v>74309.960000000006</c:v>
                </c:pt>
                <c:pt idx="4601">
                  <c:v>74325.67</c:v>
                </c:pt>
                <c:pt idx="4602">
                  <c:v>74341.38</c:v>
                </c:pt>
                <c:pt idx="4603">
                  <c:v>74357.09</c:v>
                </c:pt>
                <c:pt idx="4604">
                  <c:v>74372.800000000003</c:v>
                </c:pt>
                <c:pt idx="4605">
                  <c:v>74388.5</c:v>
                </c:pt>
                <c:pt idx="4606">
                  <c:v>74404.210000000006</c:v>
                </c:pt>
                <c:pt idx="4607">
                  <c:v>74419.92</c:v>
                </c:pt>
                <c:pt idx="4608">
                  <c:v>74435.63</c:v>
                </c:pt>
                <c:pt idx="4609">
                  <c:v>74451.34</c:v>
                </c:pt>
                <c:pt idx="4610">
                  <c:v>74467.039999999994</c:v>
                </c:pt>
                <c:pt idx="4611">
                  <c:v>74482.75</c:v>
                </c:pt>
                <c:pt idx="4612">
                  <c:v>74498.460000000006</c:v>
                </c:pt>
                <c:pt idx="4613">
                  <c:v>74514.17</c:v>
                </c:pt>
                <c:pt idx="4614">
                  <c:v>74529.88</c:v>
                </c:pt>
                <c:pt idx="4615">
                  <c:v>74545.58</c:v>
                </c:pt>
                <c:pt idx="4616">
                  <c:v>74561.289999999994</c:v>
                </c:pt>
                <c:pt idx="4617">
                  <c:v>74577</c:v>
                </c:pt>
                <c:pt idx="4618">
                  <c:v>74592.710000000006</c:v>
                </c:pt>
                <c:pt idx="4619">
                  <c:v>74608.42</c:v>
                </c:pt>
                <c:pt idx="4620">
                  <c:v>74624.13</c:v>
                </c:pt>
                <c:pt idx="4621">
                  <c:v>74639.83</c:v>
                </c:pt>
                <c:pt idx="4622">
                  <c:v>74655.539999999994</c:v>
                </c:pt>
                <c:pt idx="4623">
                  <c:v>74671.25</c:v>
                </c:pt>
                <c:pt idx="4624">
                  <c:v>74686.960000000006</c:v>
                </c:pt>
                <c:pt idx="4625">
                  <c:v>74702.67</c:v>
                </c:pt>
                <c:pt idx="4626">
                  <c:v>74718.37</c:v>
                </c:pt>
                <c:pt idx="4627">
                  <c:v>74734.080000000002</c:v>
                </c:pt>
                <c:pt idx="4628">
                  <c:v>74749.789999999994</c:v>
                </c:pt>
                <c:pt idx="4629">
                  <c:v>74765.5</c:v>
                </c:pt>
                <c:pt idx="4630">
                  <c:v>74781.210000000006</c:v>
                </c:pt>
                <c:pt idx="4631">
                  <c:v>74796.91</c:v>
                </c:pt>
                <c:pt idx="4632">
                  <c:v>74812.62</c:v>
                </c:pt>
                <c:pt idx="4633">
                  <c:v>74828.33</c:v>
                </c:pt>
                <c:pt idx="4634">
                  <c:v>74844.039999999994</c:v>
                </c:pt>
                <c:pt idx="4635">
                  <c:v>74859.75</c:v>
                </c:pt>
                <c:pt idx="4636">
                  <c:v>74875.45</c:v>
                </c:pt>
                <c:pt idx="4637">
                  <c:v>74891.16</c:v>
                </c:pt>
                <c:pt idx="4638">
                  <c:v>74906.87</c:v>
                </c:pt>
                <c:pt idx="4639">
                  <c:v>74922.58</c:v>
                </c:pt>
                <c:pt idx="4640">
                  <c:v>74938.289999999994</c:v>
                </c:pt>
                <c:pt idx="4641">
                  <c:v>74953.990000000005</c:v>
                </c:pt>
                <c:pt idx="4642">
                  <c:v>74969.7</c:v>
                </c:pt>
                <c:pt idx="4643">
                  <c:v>74985.41</c:v>
                </c:pt>
                <c:pt idx="4644">
                  <c:v>75001.119999999995</c:v>
                </c:pt>
                <c:pt idx="4645">
                  <c:v>75016.83</c:v>
                </c:pt>
                <c:pt idx="4646">
                  <c:v>75032.53</c:v>
                </c:pt>
                <c:pt idx="4647">
                  <c:v>75048.240000000005</c:v>
                </c:pt>
                <c:pt idx="4648">
                  <c:v>75063.95</c:v>
                </c:pt>
                <c:pt idx="4649">
                  <c:v>75079.66</c:v>
                </c:pt>
                <c:pt idx="4650">
                  <c:v>75095.37</c:v>
                </c:pt>
                <c:pt idx="4651">
                  <c:v>75111.070000000007</c:v>
                </c:pt>
                <c:pt idx="4652">
                  <c:v>75126.78</c:v>
                </c:pt>
                <c:pt idx="4653">
                  <c:v>75142.490000000005</c:v>
                </c:pt>
                <c:pt idx="4654">
                  <c:v>75158.2</c:v>
                </c:pt>
                <c:pt idx="4655">
                  <c:v>75173.91</c:v>
                </c:pt>
                <c:pt idx="4656">
                  <c:v>75189.61</c:v>
                </c:pt>
                <c:pt idx="4657">
                  <c:v>75205.320000000007</c:v>
                </c:pt>
                <c:pt idx="4658">
                  <c:v>75221.03</c:v>
                </c:pt>
                <c:pt idx="4659">
                  <c:v>75236.740000000005</c:v>
                </c:pt>
                <c:pt idx="4660">
                  <c:v>75252.45</c:v>
                </c:pt>
                <c:pt idx="4661">
                  <c:v>75268.149999999994</c:v>
                </c:pt>
                <c:pt idx="4662">
                  <c:v>75283.86</c:v>
                </c:pt>
                <c:pt idx="4663">
                  <c:v>75299.570000000007</c:v>
                </c:pt>
                <c:pt idx="4664">
                  <c:v>75315.28</c:v>
                </c:pt>
                <c:pt idx="4665">
                  <c:v>75330.990000000005</c:v>
                </c:pt>
                <c:pt idx="4666">
                  <c:v>75346.69</c:v>
                </c:pt>
                <c:pt idx="4667">
                  <c:v>75362.399999999994</c:v>
                </c:pt>
                <c:pt idx="4668">
                  <c:v>75378.11</c:v>
                </c:pt>
                <c:pt idx="4669">
                  <c:v>75393.820000000007</c:v>
                </c:pt>
                <c:pt idx="4670">
                  <c:v>75409.53</c:v>
                </c:pt>
                <c:pt idx="4671">
                  <c:v>75425.23</c:v>
                </c:pt>
                <c:pt idx="4672">
                  <c:v>75440.94</c:v>
                </c:pt>
                <c:pt idx="4673">
                  <c:v>75456.649999999994</c:v>
                </c:pt>
                <c:pt idx="4674">
                  <c:v>75472.36</c:v>
                </c:pt>
                <c:pt idx="4675">
                  <c:v>75488.070000000007</c:v>
                </c:pt>
                <c:pt idx="4676">
                  <c:v>75503.78</c:v>
                </c:pt>
                <c:pt idx="4677">
                  <c:v>75519.48</c:v>
                </c:pt>
                <c:pt idx="4678">
                  <c:v>75535.19</c:v>
                </c:pt>
                <c:pt idx="4679">
                  <c:v>75550.899999999994</c:v>
                </c:pt>
                <c:pt idx="4680">
                  <c:v>75566.61</c:v>
                </c:pt>
                <c:pt idx="4681">
                  <c:v>75582.320000000007</c:v>
                </c:pt>
                <c:pt idx="4682">
                  <c:v>75598.02</c:v>
                </c:pt>
                <c:pt idx="4683">
                  <c:v>75613.73</c:v>
                </c:pt>
                <c:pt idx="4684">
                  <c:v>75629.440000000002</c:v>
                </c:pt>
                <c:pt idx="4685">
                  <c:v>75645.149999999994</c:v>
                </c:pt>
                <c:pt idx="4686">
                  <c:v>75660.86</c:v>
                </c:pt>
                <c:pt idx="4687">
                  <c:v>75676.56</c:v>
                </c:pt>
                <c:pt idx="4688">
                  <c:v>75692.27</c:v>
                </c:pt>
                <c:pt idx="4689">
                  <c:v>75707.98</c:v>
                </c:pt>
                <c:pt idx="4690">
                  <c:v>75723.69</c:v>
                </c:pt>
                <c:pt idx="4691">
                  <c:v>75739.399999999994</c:v>
                </c:pt>
                <c:pt idx="4692">
                  <c:v>75755.100000000006</c:v>
                </c:pt>
                <c:pt idx="4693">
                  <c:v>75770.81</c:v>
                </c:pt>
                <c:pt idx="4694">
                  <c:v>75786.52</c:v>
                </c:pt>
                <c:pt idx="4695">
                  <c:v>75802.23</c:v>
                </c:pt>
                <c:pt idx="4696">
                  <c:v>75817.94</c:v>
                </c:pt>
                <c:pt idx="4697">
                  <c:v>75833.64</c:v>
                </c:pt>
                <c:pt idx="4698">
                  <c:v>75849.350000000006</c:v>
                </c:pt>
                <c:pt idx="4699">
                  <c:v>75865.06</c:v>
                </c:pt>
                <c:pt idx="4700">
                  <c:v>75880.77</c:v>
                </c:pt>
                <c:pt idx="4701">
                  <c:v>75896.479999999996</c:v>
                </c:pt>
                <c:pt idx="4702">
                  <c:v>75912.179999999993</c:v>
                </c:pt>
                <c:pt idx="4703">
                  <c:v>75927.89</c:v>
                </c:pt>
                <c:pt idx="4704">
                  <c:v>75943.600000000006</c:v>
                </c:pt>
                <c:pt idx="4705">
                  <c:v>75959.31</c:v>
                </c:pt>
                <c:pt idx="4706">
                  <c:v>75975.02</c:v>
                </c:pt>
                <c:pt idx="4707">
                  <c:v>75990.720000000001</c:v>
                </c:pt>
                <c:pt idx="4708">
                  <c:v>76006.429999999993</c:v>
                </c:pt>
                <c:pt idx="4709">
                  <c:v>76022.14</c:v>
                </c:pt>
                <c:pt idx="4710">
                  <c:v>76037.850000000006</c:v>
                </c:pt>
                <c:pt idx="4711">
                  <c:v>76053.56</c:v>
                </c:pt>
                <c:pt idx="4712">
                  <c:v>76069.259999999995</c:v>
                </c:pt>
                <c:pt idx="4713">
                  <c:v>76084.97</c:v>
                </c:pt>
                <c:pt idx="4714">
                  <c:v>76100.679999999993</c:v>
                </c:pt>
                <c:pt idx="4715">
                  <c:v>76116.39</c:v>
                </c:pt>
                <c:pt idx="4716">
                  <c:v>76132.100000000006</c:v>
                </c:pt>
                <c:pt idx="4717">
                  <c:v>76147.8</c:v>
                </c:pt>
                <c:pt idx="4718">
                  <c:v>76163.509999999995</c:v>
                </c:pt>
                <c:pt idx="4719">
                  <c:v>76179.22</c:v>
                </c:pt>
                <c:pt idx="4720">
                  <c:v>76194.929999999993</c:v>
                </c:pt>
                <c:pt idx="4721">
                  <c:v>76210.64</c:v>
                </c:pt>
                <c:pt idx="4722">
                  <c:v>76226.34</c:v>
                </c:pt>
                <c:pt idx="4723">
                  <c:v>76242.05</c:v>
                </c:pt>
                <c:pt idx="4724">
                  <c:v>76257.759999999995</c:v>
                </c:pt>
                <c:pt idx="4725">
                  <c:v>76273.47</c:v>
                </c:pt>
                <c:pt idx="4726">
                  <c:v>76289.179999999993</c:v>
                </c:pt>
                <c:pt idx="4727">
                  <c:v>76304.88</c:v>
                </c:pt>
                <c:pt idx="4728">
                  <c:v>76320.59</c:v>
                </c:pt>
                <c:pt idx="4729">
                  <c:v>76336.3</c:v>
                </c:pt>
                <c:pt idx="4730">
                  <c:v>76352.009999999995</c:v>
                </c:pt>
                <c:pt idx="4731">
                  <c:v>76367.72</c:v>
                </c:pt>
                <c:pt idx="4732">
                  <c:v>76383.429999999993</c:v>
                </c:pt>
                <c:pt idx="4733">
                  <c:v>76399.13</c:v>
                </c:pt>
                <c:pt idx="4734">
                  <c:v>76414.84</c:v>
                </c:pt>
                <c:pt idx="4735">
                  <c:v>76430.55</c:v>
                </c:pt>
                <c:pt idx="4736">
                  <c:v>76446.259999999995</c:v>
                </c:pt>
                <c:pt idx="4737">
                  <c:v>76461.97</c:v>
                </c:pt>
                <c:pt idx="4738">
                  <c:v>76477.67</c:v>
                </c:pt>
                <c:pt idx="4739">
                  <c:v>76493.38</c:v>
                </c:pt>
                <c:pt idx="4740">
                  <c:v>76509.09</c:v>
                </c:pt>
                <c:pt idx="4741">
                  <c:v>76524.800000000003</c:v>
                </c:pt>
                <c:pt idx="4742">
                  <c:v>76540.509999999995</c:v>
                </c:pt>
                <c:pt idx="4743">
                  <c:v>76556.210000000006</c:v>
                </c:pt>
                <c:pt idx="4744">
                  <c:v>76571.92</c:v>
                </c:pt>
                <c:pt idx="4745">
                  <c:v>76587.63</c:v>
                </c:pt>
                <c:pt idx="4746">
                  <c:v>76603.34</c:v>
                </c:pt>
                <c:pt idx="4747">
                  <c:v>76619.05</c:v>
                </c:pt>
                <c:pt idx="4748">
                  <c:v>76634.75</c:v>
                </c:pt>
                <c:pt idx="4749">
                  <c:v>76650.460000000006</c:v>
                </c:pt>
                <c:pt idx="4750">
                  <c:v>76666.17</c:v>
                </c:pt>
                <c:pt idx="4751">
                  <c:v>76681.88</c:v>
                </c:pt>
                <c:pt idx="4752">
                  <c:v>76697.59</c:v>
                </c:pt>
                <c:pt idx="4753">
                  <c:v>76713.289999999994</c:v>
                </c:pt>
                <c:pt idx="4754">
                  <c:v>76729</c:v>
                </c:pt>
                <c:pt idx="4755">
                  <c:v>76744.710000000006</c:v>
                </c:pt>
                <c:pt idx="4756">
                  <c:v>76760.42</c:v>
                </c:pt>
                <c:pt idx="4757">
                  <c:v>76776.13</c:v>
                </c:pt>
                <c:pt idx="4758">
                  <c:v>76791.83</c:v>
                </c:pt>
                <c:pt idx="4759">
                  <c:v>76807.539999999994</c:v>
                </c:pt>
                <c:pt idx="4760">
                  <c:v>76823.25</c:v>
                </c:pt>
                <c:pt idx="4761">
                  <c:v>76838.960000000006</c:v>
                </c:pt>
                <c:pt idx="4762">
                  <c:v>76854.67</c:v>
                </c:pt>
                <c:pt idx="4763">
                  <c:v>76870.37</c:v>
                </c:pt>
                <c:pt idx="4764">
                  <c:v>76886.080000000002</c:v>
                </c:pt>
                <c:pt idx="4765">
                  <c:v>76901.789999999994</c:v>
                </c:pt>
                <c:pt idx="4766">
                  <c:v>76917.5</c:v>
                </c:pt>
                <c:pt idx="4767">
                  <c:v>76933.210000000006</c:v>
                </c:pt>
                <c:pt idx="4768">
                  <c:v>76948.91</c:v>
                </c:pt>
                <c:pt idx="4769">
                  <c:v>76964.62</c:v>
                </c:pt>
                <c:pt idx="4770">
                  <c:v>76980.33</c:v>
                </c:pt>
                <c:pt idx="4771">
                  <c:v>76996.039999999994</c:v>
                </c:pt>
                <c:pt idx="4772">
                  <c:v>77011.75</c:v>
                </c:pt>
                <c:pt idx="4773">
                  <c:v>77027.45</c:v>
                </c:pt>
                <c:pt idx="4774">
                  <c:v>77043.16</c:v>
                </c:pt>
                <c:pt idx="4775">
                  <c:v>77058.87</c:v>
                </c:pt>
                <c:pt idx="4776">
                  <c:v>77074.58</c:v>
                </c:pt>
                <c:pt idx="4777">
                  <c:v>77090.289999999994</c:v>
                </c:pt>
                <c:pt idx="4778">
                  <c:v>77105.990000000005</c:v>
                </c:pt>
                <c:pt idx="4779">
                  <c:v>77121.7</c:v>
                </c:pt>
                <c:pt idx="4780">
                  <c:v>77137.41</c:v>
                </c:pt>
                <c:pt idx="4781">
                  <c:v>77153.119999999995</c:v>
                </c:pt>
                <c:pt idx="4782">
                  <c:v>77168.83</c:v>
                </c:pt>
                <c:pt idx="4783">
                  <c:v>77184.53</c:v>
                </c:pt>
                <c:pt idx="4784">
                  <c:v>77200.240000000005</c:v>
                </c:pt>
                <c:pt idx="4785">
                  <c:v>77215.95</c:v>
                </c:pt>
                <c:pt idx="4786">
                  <c:v>77231.66</c:v>
                </c:pt>
                <c:pt idx="4787">
                  <c:v>77247.37</c:v>
                </c:pt>
                <c:pt idx="4788">
                  <c:v>77263.08</c:v>
                </c:pt>
                <c:pt idx="4789">
                  <c:v>77278.78</c:v>
                </c:pt>
                <c:pt idx="4790">
                  <c:v>77294.490000000005</c:v>
                </c:pt>
                <c:pt idx="4791">
                  <c:v>77310.2</c:v>
                </c:pt>
                <c:pt idx="4792">
                  <c:v>77325.91</c:v>
                </c:pt>
                <c:pt idx="4793">
                  <c:v>77341.62</c:v>
                </c:pt>
                <c:pt idx="4794">
                  <c:v>77357.320000000007</c:v>
                </c:pt>
                <c:pt idx="4795">
                  <c:v>77373.03</c:v>
                </c:pt>
                <c:pt idx="4796">
                  <c:v>77388.740000000005</c:v>
                </c:pt>
                <c:pt idx="4797">
                  <c:v>77404.45</c:v>
                </c:pt>
                <c:pt idx="4798">
                  <c:v>77420.160000000003</c:v>
                </c:pt>
                <c:pt idx="4799">
                  <c:v>77435.86</c:v>
                </c:pt>
                <c:pt idx="4800">
                  <c:v>77451.570000000007</c:v>
                </c:pt>
                <c:pt idx="4801">
                  <c:v>77467.28</c:v>
                </c:pt>
                <c:pt idx="4802">
                  <c:v>77482.990000000005</c:v>
                </c:pt>
                <c:pt idx="4803">
                  <c:v>77498.7</c:v>
                </c:pt>
                <c:pt idx="4804">
                  <c:v>77514.399999999994</c:v>
                </c:pt>
                <c:pt idx="4805">
                  <c:v>77530.11</c:v>
                </c:pt>
                <c:pt idx="4806">
                  <c:v>77545.820000000007</c:v>
                </c:pt>
                <c:pt idx="4807">
                  <c:v>77561.53</c:v>
                </c:pt>
                <c:pt idx="4808">
                  <c:v>77577.240000000005</c:v>
                </c:pt>
                <c:pt idx="4809">
                  <c:v>77592.94</c:v>
                </c:pt>
                <c:pt idx="4810">
                  <c:v>77608.649999999994</c:v>
                </c:pt>
                <c:pt idx="4811">
                  <c:v>77624.36</c:v>
                </c:pt>
                <c:pt idx="4812">
                  <c:v>77640.070000000007</c:v>
                </c:pt>
                <c:pt idx="4813">
                  <c:v>77655.78</c:v>
                </c:pt>
                <c:pt idx="4814">
                  <c:v>77671.48</c:v>
                </c:pt>
                <c:pt idx="4815">
                  <c:v>77687.19</c:v>
                </c:pt>
                <c:pt idx="4816">
                  <c:v>77702.899999999994</c:v>
                </c:pt>
                <c:pt idx="4817">
                  <c:v>77718.61</c:v>
                </c:pt>
                <c:pt idx="4818">
                  <c:v>77734.320000000007</c:v>
                </c:pt>
                <c:pt idx="4819">
                  <c:v>77750.02</c:v>
                </c:pt>
                <c:pt idx="4820">
                  <c:v>77765.73</c:v>
                </c:pt>
                <c:pt idx="4821">
                  <c:v>77781.440000000002</c:v>
                </c:pt>
                <c:pt idx="4822">
                  <c:v>77797.149999999994</c:v>
                </c:pt>
                <c:pt idx="4823">
                  <c:v>77812.86</c:v>
                </c:pt>
                <c:pt idx="4824">
                  <c:v>77828.56</c:v>
                </c:pt>
                <c:pt idx="4825">
                  <c:v>77844.27</c:v>
                </c:pt>
                <c:pt idx="4826">
                  <c:v>77859.98</c:v>
                </c:pt>
                <c:pt idx="4827">
                  <c:v>77875.69</c:v>
                </c:pt>
                <c:pt idx="4828">
                  <c:v>77891.399999999994</c:v>
                </c:pt>
                <c:pt idx="4829">
                  <c:v>77907.100000000006</c:v>
                </c:pt>
                <c:pt idx="4830">
                  <c:v>77922.81</c:v>
                </c:pt>
                <c:pt idx="4831">
                  <c:v>77938.52</c:v>
                </c:pt>
                <c:pt idx="4832">
                  <c:v>77954.23</c:v>
                </c:pt>
                <c:pt idx="4833">
                  <c:v>77969.94</c:v>
                </c:pt>
                <c:pt idx="4834">
                  <c:v>77985.64</c:v>
                </c:pt>
                <c:pt idx="4835">
                  <c:v>78001.350000000006</c:v>
                </c:pt>
                <c:pt idx="4836">
                  <c:v>78017.06</c:v>
                </c:pt>
                <c:pt idx="4837">
                  <c:v>78032.77</c:v>
                </c:pt>
                <c:pt idx="4838">
                  <c:v>78048.479999999996</c:v>
                </c:pt>
                <c:pt idx="4839">
                  <c:v>78064.179999999993</c:v>
                </c:pt>
                <c:pt idx="4840">
                  <c:v>78079.89</c:v>
                </c:pt>
                <c:pt idx="4841">
                  <c:v>78095.600000000006</c:v>
                </c:pt>
                <c:pt idx="4842">
                  <c:v>78111.31</c:v>
                </c:pt>
                <c:pt idx="4843">
                  <c:v>78127.02</c:v>
                </c:pt>
                <c:pt idx="4844">
                  <c:v>78142.73</c:v>
                </c:pt>
                <c:pt idx="4845">
                  <c:v>78158.429999999993</c:v>
                </c:pt>
                <c:pt idx="4846">
                  <c:v>78174.14</c:v>
                </c:pt>
                <c:pt idx="4847">
                  <c:v>78189.850000000006</c:v>
                </c:pt>
                <c:pt idx="4848">
                  <c:v>78205.56</c:v>
                </c:pt>
                <c:pt idx="4849">
                  <c:v>78221.27</c:v>
                </c:pt>
                <c:pt idx="4850">
                  <c:v>78236.97</c:v>
                </c:pt>
                <c:pt idx="4851">
                  <c:v>78252.679999999993</c:v>
                </c:pt>
                <c:pt idx="4852">
                  <c:v>78268.39</c:v>
                </c:pt>
                <c:pt idx="4853">
                  <c:v>78284.100000000006</c:v>
                </c:pt>
                <c:pt idx="4854">
                  <c:v>78299.81</c:v>
                </c:pt>
                <c:pt idx="4855">
                  <c:v>78315.509999999995</c:v>
                </c:pt>
                <c:pt idx="4856">
                  <c:v>78331.22</c:v>
                </c:pt>
                <c:pt idx="4857">
                  <c:v>78346.929999999993</c:v>
                </c:pt>
                <c:pt idx="4858">
                  <c:v>78362.64</c:v>
                </c:pt>
                <c:pt idx="4859">
                  <c:v>78378.350000000006</c:v>
                </c:pt>
                <c:pt idx="4860">
                  <c:v>78394.05</c:v>
                </c:pt>
                <c:pt idx="4861">
                  <c:v>78409.759999999995</c:v>
                </c:pt>
                <c:pt idx="4862">
                  <c:v>78425.47</c:v>
                </c:pt>
                <c:pt idx="4863">
                  <c:v>78441.179999999993</c:v>
                </c:pt>
                <c:pt idx="4864">
                  <c:v>78456.89</c:v>
                </c:pt>
                <c:pt idx="4865">
                  <c:v>78472.59</c:v>
                </c:pt>
                <c:pt idx="4866">
                  <c:v>78488.3</c:v>
                </c:pt>
                <c:pt idx="4867">
                  <c:v>78504.009999999995</c:v>
                </c:pt>
                <c:pt idx="4868">
                  <c:v>78519.72</c:v>
                </c:pt>
                <c:pt idx="4869">
                  <c:v>78535.429999999993</c:v>
                </c:pt>
                <c:pt idx="4870">
                  <c:v>78551.13</c:v>
                </c:pt>
                <c:pt idx="4871">
                  <c:v>78566.84</c:v>
                </c:pt>
                <c:pt idx="4872">
                  <c:v>78582.55</c:v>
                </c:pt>
                <c:pt idx="4873">
                  <c:v>78598.259999999995</c:v>
                </c:pt>
                <c:pt idx="4874">
                  <c:v>78613.97</c:v>
                </c:pt>
                <c:pt idx="4875">
                  <c:v>78629.67</c:v>
                </c:pt>
                <c:pt idx="4876">
                  <c:v>78645.38</c:v>
                </c:pt>
                <c:pt idx="4877">
                  <c:v>78661.09</c:v>
                </c:pt>
                <c:pt idx="4878">
                  <c:v>78676.800000000003</c:v>
                </c:pt>
                <c:pt idx="4879">
                  <c:v>78692.509999999995</c:v>
                </c:pt>
                <c:pt idx="4880">
                  <c:v>78708.210000000006</c:v>
                </c:pt>
                <c:pt idx="4881">
                  <c:v>78723.92</c:v>
                </c:pt>
                <c:pt idx="4882">
                  <c:v>78739.63</c:v>
                </c:pt>
                <c:pt idx="4883">
                  <c:v>78755.34</c:v>
                </c:pt>
                <c:pt idx="4884">
                  <c:v>78771.05</c:v>
                </c:pt>
                <c:pt idx="4885">
                  <c:v>78786.75</c:v>
                </c:pt>
                <c:pt idx="4886">
                  <c:v>78802.460000000006</c:v>
                </c:pt>
                <c:pt idx="4887">
                  <c:v>78818.17</c:v>
                </c:pt>
                <c:pt idx="4888">
                  <c:v>78833.88</c:v>
                </c:pt>
                <c:pt idx="4889">
                  <c:v>78849.59</c:v>
                </c:pt>
                <c:pt idx="4890">
                  <c:v>78865.289999999994</c:v>
                </c:pt>
                <c:pt idx="4891">
                  <c:v>78881</c:v>
                </c:pt>
                <c:pt idx="4892">
                  <c:v>78896.710000000006</c:v>
                </c:pt>
                <c:pt idx="4893">
                  <c:v>78912.42</c:v>
                </c:pt>
                <c:pt idx="4894">
                  <c:v>78928.13</c:v>
                </c:pt>
                <c:pt idx="4895">
                  <c:v>78943.83</c:v>
                </c:pt>
                <c:pt idx="4896">
                  <c:v>78959.539999999994</c:v>
                </c:pt>
                <c:pt idx="4897">
                  <c:v>78975.25</c:v>
                </c:pt>
                <c:pt idx="4898">
                  <c:v>78990.960000000006</c:v>
                </c:pt>
                <c:pt idx="4899">
                  <c:v>79006.67</c:v>
                </c:pt>
                <c:pt idx="4900">
                  <c:v>79022.38</c:v>
                </c:pt>
                <c:pt idx="4901">
                  <c:v>79038.080000000002</c:v>
                </c:pt>
                <c:pt idx="4902">
                  <c:v>79053.789999999994</c:v>
                </c:pt>
                <c:pt idx="4903">
                  <c:v>79069.5</c:v>
                </c:pt>
                <c:pt idx="4904">
                  <c:v>79085.210000000006</c:v>
                </c:pt>
                <c:pt idx="4905">
                  <c:v>79100.92</c:v>
                </c:pt>
                <c:pt idx="4906">
                  <c:v>79116.62</c:v>
                </c:pt>
                <c:pt idx="4907">
                  <c:v>79132.33</c:v>
                </c:pt>
                <c:pt idx="4908">
                  <c:v>79148.039999999994</c:v>
                </c:pt>
                <c:pt idx="4909">
                  <c:v>79163.75</c:v>
                </c:pt>
                <c:pt idx="4910">
                  <c:v>79179.460000000006</c:v>
                </c:pt>
                <c:pt idx="4911">
                  <c:v>79195.16</c:v>
                </c:pt>
                <c:pt idx="4912">
                  <c:v>79210.87</c:v>
                </c:pt>
                <c:pt idx="4913">
                  <c:v>79226.58</c:v>
                </c:pt>
                <c:pt idx="4914">
                  <c:v>79242.289999999994</c:v>
                </c:pt>
                <c:pt idx="4915">
                  <c:v>79258</c:v>
                </c:pt>
                <c:pt idx="4916">
                  <c:v>79273.7</c:v>
                </c:pt>
                <c:pt idx="4917">
                  <c:v>79289.41</c:v>
                </c:pt>
                <c:pt idx="4918">
                  <c:v>79305.119999999995</c:v>
                </c:pt>
                <c:pt idx="4919">
                  <c:v>79320.83</c:v>
                </c:pt>
                <c:pt idx="4920">
                  <c:v>79336.539999999994</c:v>
                </c:pt>
                <c:pt idx="4921">
                  <c:v>79352.240000000005</c:v>
                </c:pt>
                <c:pt idx="4922">
                  <c:v>79367.95</c:v>
                </c:pt>
                <c:pt idx="4923">
                  <c:v>79383.66</c:v>
                </c:pt>
                <c:pt idx="4924">
                  <c:v>79399.37</c:v>
                </c:pt>
                <c:pt idx="4925">
                  <c:v>79415.08</c:v>
                </c:pt>
                <c:pt idx="4926">
                  <c:v>79430.78</c:v>
                </c:pt>
                <c:pt idx="4927">
                  <c:v>79446.490000000005</c:v>
                </c:pt>
                <c:pt idx="4928">
                  <c:v>79462.2</c:v>
                </c:pt>
                <c:pt idx="4929">
                  <c:v>79477.91</c:v>
                </c:pt>
                <c:pt idx="4930">
                  <c:v>79493.62</c:v>
                </c:pt>
                <c:pt idx="4931">
                  <c:v>79509.320000000007</c:v>
                </c:pt>
                <c:pt idx="4932">
                  <c:v>79525.03</c:v>
                </c:pt>
                <c:pt idx="4933">
                  <c:v>79540.740000000005</c:v>
                </c:pt>
                <c:pt idx="4934">
                  <c:v>79556.45</c:v>
                </c:pt>
                <c:pt idx="4935">
                  <c:v>79572.160000000003</c:v>
                </c:pt>
                <c:pt idx="4936">
                  <c:v>79587.86</c:v>
                </c:pt>
                <c:pt idx="4937">
                  <c:v>79603.570000000007</c:v>
                </c:pt>
                <c:pt idx="4938">
                  <c:v>79619.28</c:v>
                </c:pt>
                <c:pt idx="4939">
                  <c:v>79634.990000000005</c:v>
                </c:pt>
                <c:pt idx="4940">
                  <c:v>79650.7</c:v>
                </c:pt>
                <c:pt idx="4941">
                  <c:v>79666.399999999994</c:v>
                </c:pt>
                <c:pt idx="4942">
                  <c:v>79682.11</c:v>
                </c:pt>
                <c:pt idx="4943">
                  <c:v>79697.820000000007</c:v>
                </c:pt>
                <c:pt idx="4944">
                  <c:v>79713.53</c:v>
                </c:pt>
                <c:pt idx="4945">
                  <c:v>79729.240000000005</c:v>
                </c:pt>
                <c:pt idx="4946">
                  <c:v>79744.94</c:v>
                </c:pt>
                <c:pt idx="4947">
                  <c:v>79760.649999999994</c:v>
                </c:pt>
                <c:pt idx="4948">
                  <c:v>79776.36</c:v>
                </c:pt>
                <c:pt idx="4949">
                  <c:v>79792.070000000007</c:v>
                </c:pt>
                <c:pt idx="4950">
                  <c:v>79807.78</c:v>
                </c:pt>
                <c:pt idx="4951">
                  <c:v>79823.48</c:v>
                </c:pt>
                <c:pt idx="4952">
                  <c:v>79839.19</c:v>
                </c:pt>
                <c:pt idx="4953">
                  <c:v>79854.899999999994</c:v>
                </c:pt>
                <c:pt idx="4954">
                  <c:v>79870.61</c:v>
                </c:pt>
                <c:pt idx="4955">
                  <c:v>79886.320000000007</c:v>
                </c:pt>
                <c:pt idx="4956">
                  <c:v>79902.03</c:v>
                </c:pt>
                <c:pt idx="4957">
                  <c:v>79917.73</c:v>
                </c:pt>
                <c:pt idx="4958">
                  <c:v>79933.440000000002</c:v>
                </c:pt>
                <c:pt idx="4959">
                  <c:v>79949.149999999994</c:v>
                </c:pt>
                <c:pt idx="4960">
                  <c:v>79964.86</c:v>
                </c:pt>
                <c:pt idx="4961">
                  <c:v>79980.570000000007</c:v>
                </c:pt>
                <c:pt idx="4962">
                  <c:v>79996.27</c:v>
                </c:pt>
                <c:pt idx="4963">
                  <c:v>80011.98</c:v>
                </c:pt>
                <c:pt idx="4964">
                  <c:v>80027.69</c:v>
                </c:pt>
                <c:pt idx="4965">
                  <c:v>80043.399999999994</c:v>
                </c:pt>
                <c:pt idx="4966">
                  <c:v>80059.11</c:v>
                </c:pt>
                <c:pt idx="4967">
                  <c:v>80074.81</c:v>
                </c:pt>
                <c:pt idx="4968">
                  <c:v>80090.52</c:v>
                </c:pt>
                <c:pt idx="4969">
                  <c:v>80106.23</c:v>
                </c:pt>
                <c:pt idx="4970">
                  <c:v>80121.94</c:v>
                </c:pt>
                <c:pt idx="4971">
                  <c:v>80137.649999999994</c:v>
                </c:pt>
                <c:pt idx="4972">
                  <c:v>80153.350000000006</c:v>
                </c:pt>
                <c:pt idx="4973">
                  <c:v>80169.06</c:v>
                </c:pt>
                <c:pt idx="4974">
                  <c:v>80184.77</c:v>
                </c:pt>
                <c:pt idx="4975">
                  <c:v>80200.479999999996</c:v>
                </c:pt>
                <c:pt idx="4976">
                  <c:v>80216.19</c:v>
                </c:pt>
                <c:pt idx="4977">
                  <c:v>80231.89</c:v>
                </c:pt>
                <c:pt idx="4978">
                  <c:v>80247.600000000006</c:v>
                </c:pt>
                <c:pt idx="4979">
                  <c:v>80263.31</c:v>
                </c:pt>
                <c:pt idx="4980">
                  <c:v>80279.02</c:v>
                </c:pt>
                <c:pt idx="4981">
                  <c:v>80294.73</c:v>
                </c:pt>
                <c:pt idx="4982">
                  <c:v>80310.429999999993</c:v>
                </c:pt>
                <c:pt idx="4983">
                  <c:v>80326.14</c:v>
                </c:pt>
                <c:pt idx="4984">
                  <c:v>80341.850000000006</c:v>
                </c:pt>
                <c:pt idx="4985">
                  <c:v>80357.56</c:v>
                </c:pt>
                <c:pt idx="4986">
                  <c:v>80373.27</c:v>
                </c:pt>
                <c:pt idx="4987">
                  <c:v>80388.97</c:v>
                </c:pt>
                <c:pt idx="4988">
                  <c:v>80404.679999999993</c:v>
                </c:pt>
                <c:pt idx="4989">
                  <c:v>80420.39</c:v>
                </c:pt>
                <c:pt idx="4990">
                  <c:v>80436.100000000006</c:v>
                </c:pt>
                <c:pt idx="4991">
                  <c:v>80451.81</c:v>
                </c:pt>
                <c:pt idx="4992">
                  <c:v>80467.509999999995</c:v>
                </c:pt>
                <c:pt idx="4993">
                  <c:v>80483.22</c:v>
                </c:pt>
                <c:pt idx="4994">
                  <c:v>80498.929999999993</c:v>
                </c:pt>
                <c:pt idx="4995">
                  <c:v>80514.64</c:v>
                </c:pt>
                <c:pt idx="4996">
                  <c:v>80530.350000000006</c:v>
                </c:pt>
                <c:pt idx="4997">
                  <c:v>80546.05</c:v>
                </c:pt>
                <c:pt idx="4998">
                  <c:v>80561.759999999995</c:v>
                </c:pt>
                <c:pt idx="4999">
                  <c:v>80577.47</c:v>
                </c:pt>
                <c:pt idx="5000">
                  <c:v>80593.179999999993</c:v>
                </c:pt>
                <c:pt idx="5001">
                  <c:v>80608.89</c:v>
                </c:pt>
                <c:pt idx="5002">
                  <c:v>80624.59</c:v>
                </c:pt>
                <c:pt idx="5003">
                  <c:v>80640.3</c:v>
                </c:pt>
                <c:pt idx="5004">
                  <c:v>80656.009999999995</c:v>
                </c:pt>
                <c:pt idx="5005">
                  <c:v>80671.72</c:v>
                </c:pt>
                <c:pt idx="5006">
                  <c:v>80687.429999999993</c:v>
                </c:pt>
                <c:pt idx="5007">
                  <c:v>80703.13</c:v>
                </c:pt>
                <c:pt idx="5008">
                  <c:v>80718.84</c:v>
                </c:pt>
                <c:pt idx="5009">
                  <c:v>80734.55</c:v>
                </c:pt>
                <c:pt idx="5010">
                  <c:v>80750.259999999995</c:v>
                </c:pt>
                <c:pt idx="5011">
                  <c:v>80765.97</c:v>
                </c:pt>
                <c:pt idx="5012">
                  <c:v>80781.679999999993</c:v>
                </c:pt>
                <c:pt idx="5013">
                  <c:v>80797.38</c:v>
                </c:pt>
                <c:pt idx="5014">
                  <c:v>80813.09</c:v>
                </c:pt>
                <c:pt idx="5015">
                  <c:v>80828.800000000003</c:v>
                </c:pt>
                <c:pt idx="5016">
                  <c:v>80844.509999999995</c:v>
                </c:pt>
                <c:pt idx="5017">
                  <c:v>80860.22</c:v>
                </c:pt>
                <c:pt idx="5018">
                  <c:v>80875.92</c:v>
                </c:pt>
                <c:pt idx="5019">
                  <c:v>80891.63</c:v>
                </c:pt>
                <c:pt idx="5020">
                  <c:v>80907.34</c:v>
                </c:pt>
                <c:pt idx="5021">
                  <c:v>80923.05</c:v>
                </c:pt>
                <c:pt idx="5022">
                  <c:v>80938.759999999995</c:v>
                </c:pt>
                <c:pt idx="5023">
                  <c:v>80954.460000000006</c:v>
                </c:pt>
                <c:pt idx="5024">
                  <c:v>80970.17</c:v>
                </c:pt>
                <c:pt idx="5025">
                  <c:v>80985.88</c:v>
                </c:pt>
                <c:pt idx="5026">
                  <c:v>81001.59</c:v>
                </c:pt>
                <c:pt idx="5027">
                  <c:v>81017.3</c:v>
                </c:pt>
                <c:pt idx="5028">
                  <c:v>81033</c:v>
                </c:pt>
                <c:pt idx="5029">
                  <c:v>81048.710000000006</c:v>
                </c:pt>
                <c:pt idx="5030">
                  <c:v>81064.42</c:v>
                </c:pt>
                <c:pt idx="5031">
                  <c:v>81080.13</c:v>
                </c:pt>
                <c:pt idx="5032">
                  <c:v>81095.839999999997</c:v>
                </c:pt>
                <c:pt idx="5033">
                  <c:v>81111.539999999994</c:v>
                </c:pt>
                <c:pt idx="5034">
                  <c:v>81127.25</c:v>
                </c:pt>
                <c:pt idx="5035">
                  <c:v>81142.960000000006</c:v>
                </c:pt>
                <c:pt idx="5036">
                  <c:v>81158.67</c:v>
                </c:pt>
                <c:pt idx="5037">
                  <c:v>81174.38</c:v>
                </c:pt>
                <c:pt idx="5038">
                  <c:v>81190.080000000002</c:v>
                </c:pt>
                <c:pt idx="5039">
                  <c:v>81205.789999999994</c:v>
                </c:pt>
                <c:pt idx="5040">
                  <c:v>81221.5</c:v>
                </c:pt>
                <c:pt idx="5041">
                  <c:v>81237.210000000006</c:v>
                </c:pt>
                <c:pt idx="5042">
                  <c:v>81252.92</c:v>
                </c:pt>
                <c:pt idx="5043">
                  <c:v>81268.62</c:v>
                </c:pt>
                <c:pt idx="5044">
                  <c:v>81284.33</c:v>
                </c:pt>
                <c:pt idx="5045">
                  <c:v>81300.039999999994</c:v>
                </c:pt>
                <c:pt idx="5046">
                  <c:v>81315.75</c:v>
                </c:pt>
                <c:pt idx="5047">
                  <c:v>81331.460000000006</c:v>
                </c:pt>
                <c:pt idx="5048">
                  <c:v>81347.16</c:v>
                </c:pt>
                <c:pt idx="5049">
                  <c:v>81362.87</c:v>
                </c:pt>
                <c:pt idx="5050">
                  <c:v>81378.58</c:v>
                </c:pt>
                <c:pt idx="5051">
                  <c:v>81394.289999999994</c:v>
                </c:pt>
                <c:pt idx="5052">
                  <c:v>81410</c:v>
                </c:pt>
                <c:pt idx="5053">
                  <c:v>81425.7</c:v>
                </c:pt>
                <c:pt idx="5054">
                  <c:v>81441.41</c:v>
                </c:pt>
                <c:pt idx="5055">
                  <c:v>81457.119999999995</c:v>
                </c:pt>
                <c:pt idx="5056">
                  <c:v>81472.83</c:v>
                </c:pt>
                <c:pt idx="5057">
                  <c:v>81488.539999999994</c:v>
                </c:pt>
                <c:pt idx="5058">
                  <c:v>81504.240000000005</c:v>
                </c:pt>
                <c:pt idx="5059">
                  <c:v>81519.95</c:v>
                </c:pt>
                <c:pt idx="5060">
                  <c:v>81535.66</c:v>
                </c:pt>
                <c:pt idx="5061">
                  <c:v>81551.37</c:v>
                </c:pt>
                <c:pt idx="5062">
                  <c:v>81567.08</c:v>
                </c:pt>
                <c:pt idx="5063">
                  <c:v>81582.78</c:v>
                </c:pt>
                <c:pt idx="5064">
                  <c:v>81598.490000000005</c:v>
                </c:pt>
                <c:pt idx="5065">
                  <c:v>81614.2</c:v>
                </c:pt>
                <c:pt idx="5066">
                  <c:v>81629.91</c:v>
                </c:pt>
                <c:pt idx="5067">
                  <c:v>81645.62</c:v>
                </c:pt>
                <c:pt idx="5068">
                  <c:v>81661.33</c:v>
                </c:pt>
                <c:pt idx="5069">
                  <c:v>81677.03</c:v>
                </c:pt>
                <c:pt idx="5070">
                  <c:v>81692.740000000005</c:v>
                </c:pt>
                <c:pt idx="5071">
                  <c:v>81708.45</c:v>
                </c:pt>
                <c:pt idx="5072">
                  <c:v>81724.160000000003</c:v>
                </c:pt>
                <c:pt idx="5073">
                  <c:v>81739.87</c:v>
                </c:pt>
                <c:pt idx="5074">
                  <c:v>81755.570000000007</c:v>
                </c:pt>
                <c:pt idx="5075">
                  <c:v>81771.28</c:v>
                </c:pt>
                <c:pt idx="5076">
                  <c:v>81786.990000000005</c:v>
                </c:pt>
                <c:pt idx="5077">
                  <c:v>81802.7</c:v>
                </c:pt>
                <c:pt idx="5078">
                  <c:v>81818.41</c:v>
                </c:pt>
                <c:pt idx="5079">
                  <c:v>81834.11</c:v>
                </c:pt>
                <c:pt idx="5080">
                  <c:v>81849.820000000007</c:v>
                </c:pt>
                <c:pt idx="5081">
                  <c:v>81865.53</c:v>
                </c:pt>
                <c:pt idx="5082">
                  <c:v>81881.240000000005</c:v>
                </c:pt>
                <c:pt idx="5083">
                  <c:v>81896.95</c:v>
                </c:pt>
                <c:pt idx="5084">
                  <c:v>81912.649999999994</c:v>
                </c:pt>
                <c:pt idx="5085">
                  <c:v>81928.36</c:v>
                </c:pt>
                <c:pt idx="5086">
                  <c:v>81944.070000000007</c:v>
                </c:pt>
                <c:pt idx="5087">
                  <c:v>81959.78</c:v>
                </c:pt>
                <c:pt idx="5088">
                  <c:v>81975.490000000005</c:v>
                </c:pt>
                <c:pt idx="5089">
                  <c:v>81991.19</c:v>
                </c:pt>
                <c:pt idx="5090">
                  <c:v>82006.899999999994</c:v>
                </c:pt>
                <c:pt idx="5091">
                  <c:v>82022.61</c:v>
                </c:pt>
                <c:pt idx="5092">
                  <c:v>82038.320000000007</c:v>
                </c:pt>
                <c:pt idx="5093">
                  <c:v>82054.03</c:v>
                </c:pt>
                <c:pt idx="5094">
                  <c:v>82069.73</c:v>
                </c:pt>
                <c:pt idx="5095">
                  <c:v>82085.440000000002</c:v>
                </c:pt>
                <c:pt idx="5096">
                  <c:v>82101.149999999994</c:v>
                </c:pt>
                <c:pt idx="5097">
                  <c:v>82116.86</c:v>
                </c:pt>
                <c:pt idx="5098">
                  <c:v>82132.570000000007</c:v>
                </c:pt>
                <c:pt idx="5099">
                  <c:v>82148.27</c:v>
                </c:pt>
                <c:pt idx="5100">
                  <c:v>82163.98</c:v>
                </c:pt>
                <c:pt idx="5101">
                  <c:v>82179.69</c:v>
                </c:pt>
                <c:pt idx="5102">
                  <c:v>82195.399999999994</c:v>
                </c:pt>
                <c:pt idx="5103">
                  <c:v>82211.11</c:v>
                </c:pt>
                <c:pt idx="5104">
                  <c:v>82226.81</c:v>
                </c:pt>
                <c:pt idx="5105">
                  <c:v>82242.52</c:v>
                </c:pt>
                <c:pt idx="5106">
                  <c:v>82258.23</c:v>
                </c:pt>
                <c:pt idx="5107">
                  <c:v>82273.94</c:v>
                </c:pt>
                <c:pt idx="5108">
                  <c:v>82289.649999999994</c:v>
                </c:pt>
                <c:pt idx="5109">
                  <c:v>82305.350000000006</c:v>
                </c:pt>
                <c:pt idx="5110">
                  <c:v>82321.06</c:v>
                </c:pt>
                <c:pt idx="5111">
                  <c:v>82336.77</c:v>
                </c:pt>
                <c:pt idx="5112">
                  <c:v>82352.479999999996</c:v>
                </c:pt>
                <c:pt idx="5113">
                  <c:v>82368.19</c:v>
                </c:pt>
                <c:pt idx="5114">
                  <c:v>82383.89</c:v>
                </c:pt>
                <c:pt idx="5115">
                  <c:v>82399.600000000006</c:v>
                </c:pt>
                <c:pt idx="5116">
                  <c:v>82415.31</c:v>
                </c:pt>
                <c:pt idx="5117">
                  <c:v>82431.02</c:v>
                </c:pt>
                <c:pt idx="5118">
                  <c:v>82446.73</c:v>
                </c:pt>
                <c:pt idx="5119">
                  <c:v>82462.429999999993</c:v>
                </c:pt>
                <c:pt idx="5120">
                  <c:v>82478.14</c:v>
                </c:pt>
                <c:pt idx="5121">
                  <c:v>82493.850000000006</c:v>
                </c:pt>
                <c:pt idx="5122">
                  <c:v>82509.56</c:v>
                </c:pt>
                <c:pt idx="5123">
                  <c:v>82525.27</c:v>
                </c:pt>
                <c:pt idx="5124">
                  <c:v>82540.98</c:v>
                </c:pt>
                <c:pt idx="5125">
                  <c:v>82556.679999999993</c:v>
                </c:pt>
                <c:pt idx="5126">
                  <c:v>82572.39</c:v>
                </c:pt>
                <c:pt idx="5127">
                  <c:v>82588.100000000006</c:v>
                </c:pt>
                <c:pt idx="5128">
                  <c:v>82603.81</c:v>
                </c:pt>
                <c:pt idx="5129">
                  <c:v>82619.520000000004</c:v>
                </c:pt>
                <c:pt idx="5130">
                  <c:v>82635.22</c:v>
                </c:pt>
                <c:pt idx="5131">
                  <c:v>82650.929999999993</c:v>
                </c:pt>
                <c:pt idx="5132">
                  <c:v>82666.64</c:v>
                </c:pt>
                <c:pt idx="5133">
                  <c:v>82682.350000000006</c:v>
                </c:pt>
                <c:pt idx="5134">
                  <c:v>82698.06</c:v>
                </c:pt>
                <c:pt idx="5135">
                  <c:v>82713.759999999995</c:v>
                </c:pt>
                <c:pt idx="5136">
                  <c:v>82729.47</c:v>
                </c:pt>
                <c:pt idx="5137">
                  <c:v>82745.179999999993</c:v>
                </c:pt>
                <c:pt idx="5138">
                  <c:v>82760.89</c:v>
                </c:pt>
                <c:pt idx="5139">
                  <c:v>82776.600000000006</c:v>
                </c:pt>
                <c:pt idx="5140">
                  <c:v>82792.3</c:v>
                </c:pt>
                <c:pt idx="5141">
                  <c:v>82808.009999999995</c:v>
                </c:pt>
                <c:pt idx="5142">
                  <c:v>82823.72</c:v>
                </c:pt>
                <c:pt idx="5143">
                  <c:v>82839.429999999993</c:v>
                </c:pt>
                <c:pt idx="5144">
                  <c:v>82855.14</c:v>
                </c:pt>
                <c:pt idx="5145">
                  <c:v>82870.84</c:v>
                </c:pt>
                <c:pt idx="5146">
                  <c:v>82886.55</c:v>
                </c:pt>
                <c:pt idx="5147">
                  <c:v>82902.259999999995</c:v>
                </c:pt>
                <c:pt idx="5148">
                  <c:v>82917.97</c:v>
                </c:pt>
                <c:pt idx="5149">
                  <c:v>82933.679999999993</c:v>
                </c:pt>
                <c:pt idx="5150">
                  <c:v>82949.38</c:v>
                </c:pt>
                <c:pt idx="5151">
                  <c:v>82965.09</c:v>
                </c:pt>
                <c:pt idx="5152">
                  <c:v>82980.800000000003</c:v>
                </c:pt>
                <c:pt idx="5153">
                  <c:v>82996.509999999995</c:v>
                </c:pt>
                <c:pt idx="5154">
                  <c:v>83012.22</c:v>
                </c:pt>
                <c:pt idx="5155">
                  <c:v>83027.92</c:v>
                </c:pt>
                <c:pt idx="5156">
                  <c:v>83043.63</c:v>
                </c:pt>
                <c:pt idx="5157">
                  <c:v>83059.34</c:v>
                </c:pt>
                <c:pt idx="5158">
                  <c:v>83075.05</c:v>
                </c:pt>
                <c:pt idx="5159">
                  <c:v>83090.759999999995</c:v>
                </c:pt>
                <c:pt idx="5160">
                  <c:v>83106.460000000006</c:v>
                </c:pt>
                <c:pt idx="5161">
                  <c:v>83122.17</c:v>
                </c:pt>
                <c:pt idx="5162">
                  <c:v>83137.88</c:v>
                </c:pt>
                <c:pt idx="5163">
                  <c:v>83153.59</c:v>
                </c:pt>
                <c:pt idx="5164">
                  <c:v>83169.3</c:v>
                </c:pt>
                <c:pt idx="5165">
                  <c:v>83185</c:v>
                </c:pt>
                <c:pt idx="5166">
                  <c:v>83200.710000000006</c:v>
                </c:pt>
                <c:pt idx="5167">
                  <c:v>83216.42</c:v>
                </c:pt>
                <c:pt idx="5168">
                  <c:v>83232.13</c:v>
                </c:pt>
                <c:pt idx="5169">
                  <c:v>83247.839999999997</c:v>
                </c:pt>
                <c:pt idx="5170">
                  <c:v>83263.539999999994</c:v>
                </c:pt>
                <c:pt idx="5171">
                  <c:v>83279.25</c:v>
                </c:pt>
                <c:pt idx="5172">
                  <c:v>83294.960000000006</c:v>
                </c:pt>
                <c:pt idx="5173">
                  <c:v>83310.67</c:v>
                </c:pt>
                <c:pt idx="5174">
                  <c:v>83326.38</c:v>
                </c:pt>
                <c:pt idx="5175">
                  <c:v>83342.080000000002</c:v>
                </c:pt>
                <c:pt idx="5176">
                  <c:v>83357.789999999994</c:v>
                </c:pt>
                <c:pt idx="5177">
                  <c:v>83373.5</c:v>
                </c:pt>
                <c:pt idx="5178">
                  <c:v>83389.210000000006</c:v>
                </c:pt>
                <c:pt idx="5179">
                  <c:v>83404.92</c:v>
                </c:pt>
                <c:pt idx="5180">
                  <c:v>83420.63</c:v>
                </c:pt>
                <c:pt idx="5181">
                  <c:v>83436.33</c:v>
                </c:pt>
                <c:pt idx="5182">
                  <c:v>83452.039999999994</c:v>
                </c:pt>
                <c:pt idx="5183">
                  <c:v>83467.75</c:v>
                </c:pt>
                <c:pt idx="5184">
                  <c:v>83483.460000000006</c:v>
                </c:pt>
                <c:pt idx="5185">
                  <c:v>83499.17</c:v>
                </c:pt>
                <c:pt idx="5186">
                  <c:v>83514.87</c:v>
                </c:pt>
                <c:pt idx="5187">
                  <c:v>83530.58</c:v>
                </c:pt>
                <c:pt idx="5188">
                  <c:v>83546.289999999994</c:v>
                </c:pt>
                <c:pt idx="5189">
                  <c:v>83562</c:v>
                </c:pt>
                <c:pt idx="5190">
                  <c:v>83577.710000000006</c:v>
                </c:pt>
                <c:pt idx="5191">
                  <c:v>83593.41</c:v>
                </c:pt>
                <c:pt idx="5192">
                  <c:v>83609.119999999995</c:v>
                </c:pt>
                <c:pt idx="5193">
                  <c:v>83624.83</c:v>
                </c:pt>
                <c:pt idx="5194">
                  <c:v>83640.539999999994</c:v>
                </c:pt>
                <c:pt idx="5195">
                  <c:v>83656.25</c:v>
                </c:pt>
                <c:pt idx="5196">
                  <c:v>83671.95</c:v>
                </c:pt>
                <c:pt idx="5197">
                  <c:v>83687.66</c:v>
                </c:pt>
                <c:pt idx="5198">
                  <c:v>83703.37</c:v>
                </c:pt>
                <c:pt idx="5199">
                  <c:v>83719.08</c:v>
                </c:pt>
                <c:pt idx="5200">
                  <c:v>83734.789999999994</c:v>
                </c:pt>
                <c:pt idx="5201">
                  <c:v>83750.490000000005</c:v>
                </c:pt>
                <c:pt idx="5202">
                  <c:v>83766.2</c:v>
                </c:pt>
                <c:pt idx="5203">
                  <c:v>83781.91</c:v>
                </c:pt>
                <c:pt idx="5204">
                  <c:v>83797.62</c:v>
                </c:pt>
                <c:pt idx="5205">
                  <c:v>83813.33</c:v>
                </c:pt>
                <c:pt idx="5206">
                  <c:v>83829.03</c:v>
                </c:pt>
                <c:pt idx="5207">
                  <c:v>83844.740000000005</c:v>
                </c:pt>
                <c:pt idx="5208">
                  <c:v>83860.45</c:v>
                </c:pt>
                <c:pt idx="5209">
                  <c:v>83876.160000000003</c:v>
                </c:pt>
                <c:pt idx="5210">
                  <c:v>83891.87</c:v>
                </c:pt>
                <c:pt idx="5211">
                  <c:v>83907.57</c:v>
                </c:pt>
                <c:pt idx="5212">
                  <c:v>83923.28</c:v>
                </c:pt>
                <c:pt idx="5213">
                  <c:v>83938.99</c:v>
                </c:pt>
                <c:pt idx="5214">
                  <c:v>83954.7</c:v>
                </c:pt>
                <c:pt idx="5215">
                  <c:v>83970.41</c:v>
                </c:pt>
                <c:pt idx="5216">
                  <c:v>83986.11</c:v>
                </c:pt>
                <c:pt idx="5217">
                  <c:v>83661.789999999994</c:v>
                </c:pt>
                <c:pt idx="5218">
                  <c:v>83677.429999999993</c:v>
                </c:pt>
                <c:pt idx="5219">
                  <c:v>83693.070000000007</c:v>
                </c:pt>
                <c:pt idx="5220">
                  <c:v>83708.710000000006</c:v>
                </c:pt>
                <c:pt idx="5221">
                  <c:v>83724.36</c:v>
                </c:pt>
                <c:pt idx="5222">
                  <c:v>83740</c:v>
                </c:pt>
                <c:pt idx="5223">
                  <c:v>83755.64</c:v>
                </c:pt>
                <c:pt idx="5224">
                  <c:v>83771.289999999994</c:v>
                </c:pt>
                <c:pt idx="5225">
                  <c:v>83786.929999999993</c:v>
                </c:pt>
                <c:pt idx="5226">
                  <c:v>83802.570000000007</c:v>
                </c:pt>
                <c:pt idx="5227">
                  <c:v>83818.210000000006</c:v>
                </c:pt>
                <c:pt idx="5228">
                  <c:v>83833.86</c:v>
                </c:pt>
                <c:pt idx="5229">
                  <c:v>83849.5</c:v>
                </c:pt>
                <c:pt idx="5230">
                  <c:v>83865.14</c:v>
                </c:pt>
                <c:pt idx="5231">
                  <c:v>83880.789999999994</c:v>
                </c:pt>
                <c:pt idx="5232">
                  <c:v>83896.43</c:v>
                </c:pt>
                <c:pt idx="5233">
                  <c:v>83912.07</c:v>
                </c:pt>
                <c:pt idx="5234">
                  <c:v>83927.71</c:v>
                </c:pt>
                <c:pt idx="5235">
                  <c:v>83943.360000000001</c:v>
                </c:pt>
                <c:pt idx="5236">
                  <c:v>83959</c:v>
                </c:pt>
                <c:pt idx="5237">
                  <c:v>83974.64</c:v>
                </c:pt>
                <c:pt idx="5238">
                  <c:v>83990.29</c:v>
                </c:pt>
                <c:pt idx="5239">
                  <c:v>84005.93</c:v>
                </c:pt>
                <c:pt idx="5240">
                  <c:v>84021.57</c:v>
                </c:pt>
                <c:pt idx="5241">
                  <c:v>84037.21</c:v>
                </c:pt>
                <c:pt idx="5242">
                  <c:v>84052.86</c:v>
                </c:pt>
                <c:pt idx="5243">
                  <c:v>84068.5</c:v>
                </c:pt>
                <c:pt idx="5244">
                  <c:v>84084.14</c:v>
                </c:pt>
                <c:pt idx="5245">
                  <c:v>84099.79</c:v>
                </c:pt>
                <c:pt idx="5246">
                  <c:v>84115.43</c:v>
                </c:pt>
                <c:pt idx="5247">
                  <c:v>84131.07</c:v>
                </c:pt>
                <c:pt idx="5248">
                  <c:v>84146.71</c:v>
                </c:pt>
                <c:pt idx="5249">
                  <c:v>84162.36</c:v>
                </c:pt>
                <c:pt idx="5250">
                  <c:v>84178</c:v>
                </c:pt>
                <c:pt idx="5251">
                  <c:v>84193.64</c:v>
                </c:pt>
                <c:pt idx="5252">
                  <c:v>84209.29</c:v>
                </c:pt>
                <c:pt idx="5253">
                  <c:v>84224.93</c:v>
                </c:pt>
                <c:pt idx="5254">
                  <c:v>84240.57</c:v>
                </c:pt>
                <c:pt idx="5255">
                  <c:v>84256.21</c:v>
                </c:pt>
                <c:pt idx="5256">
                  <c:v>84271.86</c:v>
                </c:pt>
                <c:pt idx="5257">
                  <c:v>84287.5</c:v>
                </c:pt>
                <c:pt idx="5258">
                  <c:v>84303.14</c:v>
                </c:pt>
                <c:pt idx="5259">
                  <c:v>84318.79</c:v>
                </c:pt>
                <c:pt idx="5260">
                  <c:v>84334.43</c:v>
                </c:pt>
                <c:pt idx="5261">
                  <c:v>84350.07</c:v>
                </c:pt>
                <c:pt idx="5262">
                  <c:v>84365.71</c:v>
                </c:pt>
                <c:pt idx="5263">
                  <c:v>84381.36</c:v>
                </c:pt>
                <c:pt idx="5264">
                  <c:v>84397</c:v>
                </c:pt>
                <c:pt idx="5265">
                  <c:v>84412.64</c:v>
                </c:pt>
                <c:pt idx="5266">
                  <c:v>84428.29</c:v>
                </c:pt>
                <c:pt idx="5267">
                  <c:v>84443.93</c:v>
                </c:pt>
                <c:pt idx="5268">
                  <c:v>84459.57</c:v>
                </c:pt>
                <c:pt idx="5269">
                  <c:v>84475.21</c:v>
                </c:pt>
                <c:pt idx="5270">
                  <c:v>84490.86</c:v>
                </c:pt>
                <c:pt idx="5271">
                  <c:v>84506.5</c:v>
                </c:pt>
                <c:pt idx="5272">
                  <c:v>84522.14</c:v>
                </c:pt>
                <c:pt idx="5273">
                  <c:v>84537.79</c:v>
                </c:pt>
                <c:pt idx="5274">
                  <c:v>84553.43</c:v>
                </c:pt>
                <c:pt idx="5275">
                  <c:v>84569.07</c:v>
                </c:pt>
                <c:pt idx="5276">
                  <c:v>84584.71</c:v>
                </c:pt>
                <c:pt idx="5277">
                  <c:v>84600.36</c:v>
                </c:pt>
                <c:pt idx="5278">
                  <c:v>84616</c:v>
                </c:pt>
                <c:pt idx="5279">
                  <c:v>84631.64</c:v>
                </c:pt>
                <c:pt idx="5280">
                  <c:v>84647.29</c:v>
                </c:pt>
                <c:pt idx="5281">
                  <c:v>84662.93</c:v>
                </c:pt>
                <c:pt idx="5282">
                  <c:v>84678.57</c:v>
                </c:pt>
                <c:pt idx="5283">
                  <c:v>84694.21</c:v>
                </c:pt>
                <c:pt idx="5284">
                  <c:v>84709.86</c:v>
                </c:pt>
                <c:pt idx="5285">
                  <c:v>84725.5</c:v>
                </c:pt>
                <c:pt idx="5286">
                  <c:v>84741.14</c:v>
                </c:pt>
                <c:pt idx="5287">
                  <c:v>84756.79</c:v>
                </c:pt>
                <c:pt idx="5288">
                  <c:v>84772.43</c:v>
                </c:pt>
                <c:pt idx="5289">
                  <c:v>84788.07</c:v>
                </c:pt>
                <c:pt idx="5290">
                  <c:v>84803.71</c:v>
                </c:pt>
                <c:pt idx="5291">
                  <c:v>84819.36</c:v>
                </c:pt>
                <c:pt idx="5292">
                  <c:v>84835</c:v>
                </c:pt>
                <c:pt idx="5293">
                  <c:v>84850.64</c:v>
                </c:pt>
                <c:pt idx="5294">
                  <c:v>84866.29</c:v>
                </c:pt>
                <c:pt idx="5295">
                  <c:v>84881.93</c:v>
                </c:pt>
                <c:pt idx="5296">
                  <c:v>84897.57</c:v>
                </c:pt>
                <c:pt idx="5297">
                  <c:v>84913.21</c:v>
                </c:pt>
                <c:pt idx="5298">
                  <c:v>84928.86</c:v>
                </c:pt>
                <c:pt idx="5299">
                  <c:v>84944.5</c:v>
                </c:pt>
                <c:pt idx="5300">
                  <c:v>84960.14</c:v>
                </c:pt>
                <c:pt idx="5301">
                  <c:v>84975.79</c:v>
                </c:pt>
                <c:pt idx="5302">
                  <c:v>84991.43</c:v>
                </c:pt>
                <c:pt idx="5303">
                  <c:v>85007.07</c:v>
                </c:pt>
                <c:pt idx="5304">
                  <c:v>85022.71</c:v>
                </c:pt>
                <c:pt idx="5305">
                  <c:v>85038.36</c:v>
                </c:pt>
                <c:pt idx="5306">
                  <c:v>85054</c:v>
                </c:pt>
                <c:pt idx="5307">
                  <c:v>85069.64</c:v>
                </c:pt>
                <c:pt idx="5308">
                  <c:v>85085.29</c:v>
                </c:pt>
                <c:pt idx="5309">
                  <c:v>85100.93</c:v>
                </c:pt>
                <c:pt idx="5310">
                  <c:v>85116.57</c:v>
                </c:pt>
                <c:pt idx="5311">
                  <c:v>85132.21</c:v>
                </c:pt>
                <c:pt idx="5312">
                  <c:v>85147.86</c:v>
                </c:pt>
                <c:pt idx="5313">
                  <c:v>85163.5</c:v>
                </c:pt>
                <c:pt idx="5314">
                  <c:v>85179.14</c:v>
                </c:pt>
                <c:pt idx="5315">
                  <c:v>85194.79</c:v>
                </c:pt>
                <c:pt idx="5316">
                  <c:v>85210.43</c:v>
                </c:pt>
                <c:pt idx="5317">
                  <c:v>85226.07</c:v>
                </c:pt>
                <c:pt idx="5318">
                  <c:v>85241.71</c:v>
                </c:pt>
                <c:pt idx="5319">
                  <c:v>85257.36</c:v>
                </c:pt>
                <c:pt idx="5320">
                  <c:v>85273</c:v>
                </c:pt>
                <c:pt idx="5321">
                  <c:v>85288.639999999999</c:v>
                </c:pt>
                <c:pt idx="5322">
                  <c:v>85304.29</c:v>
                </c:pt>
                <c:pt idx="5323">
                  <c:v>85319.93</c:v>
                </c:pt>
                <c:pt idx="5324">
                  <c:v>85335.57</c:v>
                </c:pt>
                <c:pt idx="5325">
                  <c:v>85351.21</c:v>
                </c:pt>
                <c:pt idx="5326">
                  <c:v>85366.86</c:v>
                </c:pt>
                <c:pt idx="5327">
                  <c:v>85382.5</c:v>
                </c:pt>
                <c:pt idx="5328">
                  <c:v>85398.14</c:v>
                </c:pt>
                <c:pt idx="5329">
                  <c:v>85413.79</c:v>
                </c:pt>
                <c:pt idx="5330">
                  <c:v>85429.43</c:v>
                </c:pt>
                <c:pt idx="5331">
                  <c:v>85445.07</c:v>
                </c:pt>
                <c:pt idx="5332">
                  <c:v>85460.71</c:v>
                </c:pt>
                <c:pt idx="5333">
                  <c:v>85476.36</c:v>
                </c:pt>
                <c:pt idx="5334">
                  <c:v>85492</c:v>
                </c:pt>
                <c:pt idx="5335">
                  <c:v>85507.64</c:v>
                </c:pt>
                <c:pt idx="5336">
                  <c:v>85523.29</c:v>
                </c:pt>
                <c:pt idx="5337">
                  <c:v>85538.93</c:v>
                </c:pt>
                <c:pt idx="5338">
                  <c:v>85554.57</c:v>
                </c:pt>
                <c:pt idx="5339">
                  <c:v>85570.21</c:v>
                </c:pt>
                <c:pt idx="5340">
                  <c:v>85585.86</c:v>
                </c:pt>
                <c:pt idx="5341">
                  <c:v>85601.5</c:v>
                </c:pt>
                <c:pt idx="5342">
                  <c:v>85617.14</c:v>
                </c:pt>
                <c:pt idx="5343">
                  <c:v>85632.79</c:v>
                </c:pt>
                <c:pt idx="5344">
                  <c:v>85648.43</c:v>
                </c:pt>
                <c:pt idx="5345">
                  <c:v>85664.07</c:v>
                </c:pt>
                <c:pt idx="5346">
                  <c:v>85679.71</c:v>
                </c:pt>
                <c:pt idx="5347">
                  <c:v>85695.360000000001</c:v>
                </c:pt>
                <c:pt idx="5348">
                  <c:v>85711</c:v>
                </c:pt>
                <c:pt idx="5349">
                  <c:v>85726.64</c:v>
                </c:pt>
                <c:pt idx="5350">
                  <c:v>85742.29</c:v>
                </c:pt>
                <c:pt idx="5351">
                  <c:v>85757.93</c:v>
                </c:pt>
                <c:pt idx="5352">
                  <c:v>85773.57</c:v>
                </c:pt>
                <c:pt idx="5353">
                  <c:v>85789.21</c:v>
                </c:pt>
                <c:pt idx="5354">
                  <c:v>85804.86</c:v>
                </c:pt>
                <c:pt idx="5355">
                  <c:v>85820.5</c:v>
                </c:pt>
                <c:pt idx="5356">
                  <c:v>85836.14</c:v>
                </c:pt>
                <c:pt idx="5357">
                  <c:v>85851.79</c:v>
                </c:pt>
                <c:pt idx="5358">
                  <c:v>85867.43</c:v>
                </c:pt>
                <c:pt idx="5359">
                  <c:v>85883.07</c:v>
                </c:pt>
                <c:pt idx="5360">
                  <c:v>85898.71</c:v>
                </c:pt>
                <c:pt idx="5361">
                  <c:v>85914.36</c:v>
                </c:pt>
                <c:pt idx="5362">
                  <c:v>85930</c:v>
                </c:pt>
                <c:pt idx="5363">
                  <c:v>85945.64</c:v>
                </c:pt>
                <c:pt idx="5364">
                  <c:v>85961.29</c:v>
                </c:pt>
                <c:pt idx="5365">
                  <c:v>85976.93</c:v>
                </c:pt>
                <c:pt idx="5366">
                  <c:v>85992.57</c:v>
                </c:pt>
                <c:pt idx="5367">
                  <c:v>86008.21</c:v>
                </c:pt>
                <c:pt idx="5368">
                  <c:v>86023.86</c:v>
                </c:pt>
                <c:pt idx="5369">
                  <c:v>86039.5</c:v>
                </c:pt>
                <c:pt idx="5370">
                  <c:v>86055.14</c:v>
                </c:pt>
                <c:pt idx="5371">
                  <c:v>86070.79</c:v>
                </c:pt>
                <c:pt idx="5372">
                  <c:v>86086.43</c:v>
                </c:pt>
                <c:pt idx="5373">
                  <c:v>86102.07</c:v>
                </c:pt>
                <c:pt idx="5374">
                  <c:v>86117.71</c:v>
                </c:pt>
                <c:pt idx="5375">
                  <c:v>86133.36</c:v>
                </c:pt>
                <c:pt idx="5376">
                  <c:v>86149</c:v>
                </c:pt>
                <c:pt idx="5377">
                  <c:v>86164.64</c:v>
                </c:pt>
                <c:pt idx="5378">
                  <c:v>86180.29</c:v>
                </c:pt>
                <c:pt idx="5379">
                  <c:v>86195.93</c:v>
                </c:pt>
                <c:pt idx="5380">
                  <c:v>86211.57</c:v>
                </c:pt>
                <c:pt idx="5381">
                  <c:v>86227.21</c:v>
                </c:pt>
                <c:pt idx="5382">
                  <c:v>86242.86</c:v>
                </c:pt>
                <c:pt idx="5383">
                  <c:v>86258.5</c:v>
                </c:pt>
                <c:pt idx="5384">
                  <c:v>86274.14</c:v>
                </c:pt>
                <c:pt idx="5385">
                  <c:v>86289.79</c:v>
                </c:pt>
                <c:pt idx="5386">
                  <c:v>86305.43</c:v>
                </c:pt>
                <c:pt idx="5387">
                  <c:v>86321.07</c:v>
                </c:pt>
                <c:pt idx="5388">
                  <c:v>86336.71</c:v>
                </c:pt>
                <c:pt idx="5389">
                  <c:v>86352.36</c:v>
                </c:pt>
                <c:pt idx="5390">
                  <c:v>86368</c:v>
                </c:pt>
                <c:pt idx="5391">
                  <c:v>86383.64</c:v>
                </c:pt>
                <c:pt idx="5392">
                  <c:v>86399.29</c:v>
                </c:pt>
                <c:pt idx="5393">
                  <c:v>86414.93</c:v>
                </c:pt>
                <c:pt idx="5394">
                  <c:v>86430.57</c:v>
                </c:pt>
                <c:pt idx="5395">
                  <c:v>86446.21</c:v>
                </c:pt>
                <c:pt idx="5396">
                  <c:v>86461.86</c:v>
                </c:pt>
                <c:pt idx="5397">
                  <c:v>86477.5</c:v>
                </c:pt>
                <c:pt idx="5398">
                  <c:v>86493.14</c:v>
                </c:pt>
                <c:pt idx="5399">
                  <c:v>86508.79</c:v>
                </c:pt>
                <c:pt idx="5400">
                  <c:v>86524.43</c:v>
                </c:pt>
                <c:pt idx="5401">
                  <c:v>86540.07</c:v>
                </c:pt>
                <c:pt idx="5402">
                  <c:v>86555.71</c:v>
                </c:pt>
                <c:pt idx="5403">
                  <c:v>86571.36</c:v>
                </c:pt>
                <c:pt idx="5404">
                  <c:v>86587</c:v>
                </c:pt>
                <c:pt idx="5405">
                  <c:v>86602.64</c:v>
                </c:pt>
                <c:pt idx="5406">
                  <c:v>86618.29</c:v>
                </c:pt>
                <c:pt idx="5407">
                  <c:v>86633.93</c:v>
                </c:pt>
                <c:pt idx="5408">
                  <c:v>86649.57</c:v>
                </c:pt>
                <c:pt idx="5409">
                  <c:v>86665.21</c:v>
                </c:pt>
                <c:pt idx="5410">
                  <c:v>86680.86</c:v>
                </c:pt>
                <c:pt idx="5411">
                  <c:v>86696.5</c:v>
                </c:pt>
                <c:pt idx="5412">
                  <c:v>86712.14</c:v>
                </c:pt>
                <c:pt idx="5413">
                  <c:v>86727.79</c:v>
                </c:pt>
                <c:pt idx="5414">
                  <c:v>86743.43</c:v>
                </c:pt>
                <c:pt idx="5415">
                  <c:v>86759.07</c:v>
                </c:pt>
                <c:pt idx="5416">
                  <c:v>86774.71</c:v>
                </c:pt>
                <c:pt idx="5417">
                  <c:v>86790.36</c:v>
                </c:pt>
                <c:pt idx="5418">
                  <c:v>86806</c:v>
                </c:pt>
                <c:pt idx="5419">
                  <c:v>86821.64</c:v>
                </c:pt>
                <c:pt idx="5420">
                  <c:v>86837.29</c:v>
                </c:pt>
                <c:pt idx="5421">
                  <c:v>86852.93</c:v>
                </c:pt>
                <c:pt idx="5422">
                  <c:v>86868.57</c:v>
                </c:pt>
                <c:pt idx="5423">
                  <c:v>86884.21</c:v>
                </c:pt>
                <c:pt idx="5424">
                  <c:v>86899.86</c:v>
                </c:pt>
                <c:pt idx="5425">
                  <c:v>86915.5</c:v>
                </c:pt>
                <c:pt idx="5426">
                  <c:v>86931.14</c:v>
                </c:pt>
                <c:pt idx="5427">
                  <c:v>86946.79</c:v>
                </c:pt>
                <c:pt idx="5428">
                  <c:v>86962.43</c:v>
                </c:pt>
                <c:pt idx="5429">
                  <c:v>86978.07</c:v>
                </c:pt>
                <c:pt idx="5430">
                  <c:v>86993.71</c:v>
                </c:pt>
                <c:pt idx="5431">
                  <c:v>87009.36</c:v>
                </c:pt>
                <c:pt idx="5432">
                  <c:v>87025</c:v>
                </c:pt>
                <c:pt idx="5433">
                  <c:v>87040.639999999999</c:v>
                </c:pt>
                <c:pt idx="5434">
                  <c:v>87056.29</c:v>
                </c:pt>
                <c:pt idx="5435">
                  <c:v>87071.93</c:v>
                </c:pt>
                <c:pt idx="5436">
                  <c:v>87087.57</c:v>
                </c:pt>
                <c:pt idx="5437">
                  <c:v>87103.21</c:v>
                </c:pt>
                <c:pt idx="5438">
                  <c:v>87118.86</c:v>
                </c:pt>
                <c:pt idx="5439">
                  <c:v>87134.5</c:v>
                </c:pt>
                <c:pt idx="5440">
                  <c:v>87150.14</c:v>
                </c:pt>
                <c:pt idx="5441">
                  <c:v>87165.79</c:v>
                </c:pt>
                <c:pt idx="5442">
                  <c:v>87181.43</c:v>
                </c:pt>
                <c:pt idx="5443">
                  <c:v>87197.07</c:v>
                </c:pt>
                <c:pt idx="5444">
                  <c:v>87212.71</c:v>
                </c:pt>
                <c:pt idx="5445">
                  <c:v>87228.36</c:v>
                </c:pt>
                <c:pt idx="5446">
                  <c:v>87244</c:v>
                </c:pt>
                <c:pt idx="5447">
                  <c:v>87259.64</c:v>
                </c:pt>
                <c:pt idx="5448">
                  <c:v>87275.29</c:v>
                </c:pt>
                <c:pt idx="5449">
                  <c:v>87290.93</c:v>
                </c:pt>
                <c:pt idx="5450">
                  <c:v>87306.57</c:v>
                </c:pt>
                <c:pt idx="5451">
                  <c:v>87322.21</c:v>
                </c:pt>
                <c:pt idx="5452">
                  <c:v>87337.86</c:v>
                </c:pt>
                <c:pt idx="5453">
                  <c:v>87353.5</c:v>
                </c:pt>
                <c:pt idx="5454">
                  <c:v>87369.14</c:v>
                </c:pt>
                <c:pt idx="5455">
                  <c:v>87384.79</c:v>
                </c:pt>
                <c:pt idx="5456">
                  <c:v>87400.43</c:v>
                </c:pt>
                <c:pt idx="5457">
                  <c:v>87416.07</c:v>
                </c:pt>
                <c:pt idx="5458">
                  <c:v>87431.71</c:v>
                </c:pt>
                <c:pt idx="5459">
                  <c:v>87447.360000000001</c:v>
                </c:pt>
                <c:pt idx="5460">
                  <c:v>87463</c:v>
                </c:pt>
                <c:pt idx="5461">
                  <c:v>87478.64</c:v>
                </c:pt>
                <c:pt idx="5462">
                  <c:v>87494.29</c:v>
                </c:pt>
                <c:pt idx="5463">
                  <c:v>87509.93</c:v>
                </c:pt>
                <c:pt idx="5464">
                  <c:v>87525.57</c:v>
                </c:pt>
                <c:pt idx="5465">
                  <c:v>87541.21</c:v>
                </c:pt>
                <c:pt idx="5466">
                  <c:v>87556.86</c:v>
                </c:pt>
                <c:pt idx="5467">
                  <c:v>87572.5</c:v>
                </c:pt>
                <c:pt idx="5468">
                  <c:v>87588.14</c:v>
                </c:pt>
                <c:pt idx="5469">
                  <c:v>87603.79</c:v>
                </c:pt>
                <c:pt idx="5470">
                  <c:v>87619.43</c:v>
                </c:pt>
                <c:pt idx="5471">
                  <c:v>87635.07</c:v>
                </c:pt>
                <c:pt idx="5472">
                  <c:v>87650.71</c:v>
                </c:pt>
                <c:pt idx="5473">
                  <c:v>87666.36</c:v>
                </c:pt>
                <c:pt idx="5474">
                  <c:v>87682</c:v>
                </c:pt>
                <c:pt idx="5475">
                  <c:v>87697.64</c:v>
                </c:pt>
                <c:pt idx="5476">
                  <c:v>87713.29</c:v>
                </c:pt>
                <c:pt idx="5477">
                  <c:v>87728.93</c:v>
                </c:pt>
                <c:pt idx="5478">
                  <c:v>87744.57</c:v>
                </c:pt>
                <c:pt idx="5479">
                  <c:v>87760.21</c:v>
                </c:pt>
                <c:pt idx="5480">
                  <c:v>87775.86</c:v>
                </c:pt>
                <c:pt idx="5481">
                  <c:v>87791.5</c:v>
                </c:pt>
                <c:pt idx="5482">
                  <c:v>87807.14</c:v>
                </c:pt>
                <c:pt idx="5483">
                  <c:v>87822.79</c:v>
                </c:pt>
                <c:pt idx="5484">
                  <c:v>87838.43</c:v>
                </c:pt>
                <c:pt idx="5485">
                  <c:v>87854.07</c:v>
                </c:pt>
                <c:pt idx="5486">
                  <c:v>87869.71</c:v>
                </c:pt>
                <c:pt idx="5487">
                  <c:v>87885.36</c:v>
                </c:pt>
                <c:pt idx="5488">
                  <c:v>87901</c:v>
                </c:pt>
                <c:pt idx="5489">
                  <c:v>87916.64</c:v>
                </c:pt>
                <c:pt idx="5490">
                  <c:v>87932.29</c:v>
                </c:pt>
                <c:pt idx="5491">
                  <c:v>87947.93</c:v>
                </c:pt>
                <c:pt idx="5492">
                  <c:v>87963.57</c:v>
                </c:pt>
                <c:pt idx="5493">
                  <c:v>87979.21</c:v>
                </c:pt>
                <c:pt idx="5494">
                  <c:v>87994.86</c:v>
                </c:pt>
                <c:pt idx="5495">
                  <c:v>88010.5</c:v>
                </c:pt>
                <c:pt idx="5496">
                  <c:v>88026.14</c:v>
                </c:pt>
                <c:pt idx="5497">
                  <c:v>88041.79</c:v>
                </c:pt>
                <c:pt idx="5498">
                  <c:v>88057.43</c:v>
                </c:pt>
                <c:pt idx="5499">
                  <c:v>88073.07</c:v>
                </c:pt>
                <c:pt idx="5500">
                  <c:v>88088.71</c:v>
                </c:pt>
                <c:pt idx="5501">
                  <c:v>88104.36</c:v>
                </c:pt>
                <c:pt idx="5502">
                  <c:v>88120</c:v>
                </c:pt>
                <c:pt idx="5503">
                  <c:v>88135.64</c:v>
                </c:pt>
                <c:pt idx="5504">
                  <c:v>88151.29</c:v>
                </c:pt>
                <c:pt idx="5505">
                  <c:v>88166.93</c:v>
                </c:pt>
                <c:pt idx="5506">
                  <c:v>88182.57</c:v>
                </c:pt>
                <c:pt idx="5507">
                  <c:v>88198.21</c:v>
                </c:pt>
                <c:pt idx="5508">
                  <c:v>88213.86</c:v>
                </c:pt>
                <c:pt idx="5509">
                  <c:v>88229.5</c:v>
                </c:pt>
                <c:pt idx="5510">
                  <c:v>88245.14</c:v>
                </c:pt>
                <c:pt idx="5511">
                  <c:v>88260.79</c:v>
                </c:pt>
                <c:pt idx="5512">
                  <c:v>88276.43</c:v>
                </c:pt>
                <c:pt idx="5513">
                  <c:v>88292.07</c:v>
                </c:pt>
                <c:pt idx="5514">
                  <c:v>88307.71</c:v>
                </c:pt>
                <c:pt idx="5515">
                  <c:v>88323.36</c:v>
                </c:pt>
                <c:pt idx="5516">
                  <c:v>88339</c:v>
                </c:pt>
                <c:pt idx="5517">
                  <c:v>88354.64</c:v>
                </c:pt>
                <c:pt idx="5518">
                  <c:v>88370.29</c:v>
                </c:pt>
                <c:pt idx="5519">
                  <c:v>88385.93</c:v>
                </c:pt>
                <c:pt idx="5520">
                  <c:v>88401.57</c:v>
                </c:pt>
                <c:pt idx="5521">
                  <c:v>88417.21</c:v>
                </c:pt>
                <c:pt idx="5522">
                  <c:v>88432.86</c:v>
                </c:pt>
                <c:pt idx="5523">
                  <c:v>88448.5</c:v>
                </c:pt>
                <c:pt idx="5524">
                  <c:v>88464.14</c:v>
                </c:pt>
                <c:pt idx="5525">
                  <c:v>88479.79</c:v>
                </c:pt>
                <c:pt idx="5526">
                  <c:v>88495.43</c:v>
                </c:pt>
                <c:pt idx="5527">
                  <c:v>88511.07</c:v>
                </c:pt>
                <c:pt idx="5528">
                  <c:v>88526.71</c:v>
                </c:pt>
                <c:pt idx="5529">
                  <c:v>88542.36</c:v>
                </c:pt>
                <c:pt idx="5530">
                  <c:v>88558</c:v>
                </c:pt>
                <c:pt idx="5531">
                  <c:v>88573.64</c:v>
                </c:pt>
                <c:pt idx="5532">
                  <c:v>88589.29</c:v>
                </c:pt>
                <c:pt idx="5533">
                  <c:v>88604.93</c:v>
                </c:pt>
                <c:pt idx="5534">
                  <c:v>88620.57</c:v>
                </c:pt>
                <c:pt idx="5535">
                  <c:v>88636.21</c:v>
                </c:pt>
                <c:pt idx="5536">
                  <c:v>88651.86</c:v>
                </c:pt>
                <c:pt idx="5537">
                  <c:v>88667.5</c:v>
                </c:pt>
                <c:pt idx="5538">
                  <c:v>88683.14</c:v>
                </c:pt>
                <c:pt idx="5539">
                  <c:v>88698.79</c:v>
                </c:pt>
                <c:pt idx="5540">
                  <c:v>88714.43</c:v>
                </c:pt>
                <c:pt idx="5541">
                  <c:v>88730.07</c:v>
                </c:pt>
                <c:pt idx="5542">
                  <c:v>88745.71</c:v>
                </c:pt>
                <c:pt idx="5543">
                  <c:v>88761.36</c:v>
                </c:pt>
                <c:pt idx="5544">
                  <c:v>88777</c:v>
                </c:pt>
                <c:pt idx="5545">
                  <c:v>88792.639999999999</c:v>
                </c:pt>
                <c:pt idx="5546">
                  <c:v>88808.29</c:v>
                </c:pt>
                <c:pt idx="5547">
                  <c:v>88823.93</c:v>
                </c:pt>
                <c:pt idx="5548">
                  <c:v>88839.57</c:v>
                </c:pt>
                <c:pt idx="5549">
                  <c:v>88855.21</c:v>
                </c:pt>
                <c:pt idx="5550">
                  <c:v>88870.86</c:v>
                </c:pt>
                <c:pt idx="5551">
                  <c:v>88886.5</c:v>
                </c:pt>
                <c:pt idx="5552">
                  <c:v>88902.14</c:v>
                </c:pt>
                <c:pt idx="5553">
                  <c:v>88917.79</c:v>
                </c:pt>
                <c:pt idx="5554">
                  <c:v>88933.43</c:v>
                </c:pt>
                <c:pt idx="5555">
                  <c:v>88949.07</c:v>
                </c:pt>
                <c:pt idx="5556">
                  <c:v>88964.71</c:v>
                </c:pt>
                <c:pt idx="5557">
                  <c:v>88980.36</c:v>
                </c:pt>
                <c:pt idx="5558">
                  <c:v>88996</c:v>
                </c:pt>
                <c:pt idx="5559">
                  <c:v>89011.64</c:v>
                </c:pt>
                <c:pt idx="5560">
                  <c:v>89027.29</c:v>
                </c:pt>
                <c:pt idx="5561">
                  <c:v>89042.93</c:v>
                </c:pt>
                <c:pt idx="5562">
                  <c:v>89058.57</c:v>
                </c:pt>
                <c:pt idx="5563">
                  <c:v>89074.21</c:v>
                </c:pt>
                <c:pt idx="5564">
                  <c:v>89089.86</c:v>
                </c:pt>
                <c:pt idx="5565">
                  <c:v>89105.5</c:v>
                </c:pt>
                <c:pt idx="5566">
                  <c:v>89121.14</c:v>
                </c:pt>
                <c:pt idx="5567">
                  <c:v>89136.79</c:v>
                </c:pt>
                <c:pt idx="5568">
                  <c:v>89152.43</c:v>
                </c:pt>
                <c:pt idx="5569">
                  <c:v>89168.07</c:v>
                </c:pt>
                <c:pt idx="5570">
                  <c:v>89183.71</c:v>
                </c:pt>
                <c:pt idx="5571">
                  <c:v>89199.360000000001</c:v>
                </c:pt>
                <c:pt idx="5572">
                  <c:v>89215</c:v>
                </c:pt>
                <c:pt idx="5573">
                  <c:v>89230.64</c:v>
                </c:pt>
                <c:pt idx="5574">
                  <c:v>89246.29</c:v>
                </c:pt>
                <c:pt idx="5575">
                  <c:v>89261.93</c:v>
                </c:pt>
                <c:pt idx="5576">
                  <c:v>89277.57</c:v>
                </c:pt>
                <c:pt idx="5577">
                  <c:v>89293.21</c:v>
                </c:pt>
                <c:pt idx="5578">
                  <c:v>89308.86</c:v>
                </c:pt>
                <c:pt idx="5579">
                  <c:v>89324.5</c:v>
                </c:pt>
                <c:pt idx="5580">
                  <c:v>89340.14</c:v>
                </c:pt>
                <c:pt idx="5581">
                  <c:v>89355.79</c:v>
                </c:pt>
                <c:pt idx="5582">
                  <c:v>89371.43</c:v>
                </c:pt>
                <c:pt idx="5583">
                  <c:v>89387.07</c:v>
                </c:pt>
                <c:pt idx="5584">
                  <c:v>89402.71</c:v>
                </c:pt>
                <c:pt idx="5585">
                  <c:v>89418.36</c:v>
                </c:pt>
                <c:pt idx="5586">
                  <c:v>89434</c:v>
                </c:pt>
                <c:pt idx="5587">
                  <c:v>89449.64</c:v>
                </c:pt>
                <c:pt idx="5588">
                  <c:v>89465.29</c:v>
                </c:pt>
                <c:pt idx="5589">
                  <c:v>89480.93</c:v>
                </c:pt>
                <c:pt idx="5590">
                  <c:v>89496.57</c:v>
                </c:pt>
                <c:pt idx="5591">
                  <c:v>89512.21</c:v>
                </c:pt>
                <c:pt idx="5592">
                  <c:v>89527.86</c:v>
                </c:pt>
                <c:pt idx="5593">
                  <c:v>89543.5</c:v>
                </c:pt>
                <c:pt idx="5594">
                  <c:v>89559.14</c:v>
                </c:pt>
                <c:pt idx="5595">
                  <c:v>89574.79</c:v>
                </c:pt>
                <c:pt idx="5596">
                  <c:v>89590.43</c:v>
                </c:pt>
                <c:pt idx="5597">
                  <c:v>89606.07</c:v>
                </c:pt>
                <c:pt idx="5598">
                  <c:v>89621.71</c:v>
                </c:pt>
                <c:pt idx="5599">
                  <c:v>89637.36</c:v>
                </c:pt>
                <c:pt idx="5600">
                  <c:v>89653</c:v>
                </c:pt>
                <c:pt idx="5601">
                  <c:v>89668.64</c:v>
                </c:pt>
                <c:pt idx="5602">
                  <c:v>89684.29</c:v>
                </c:pt>
                <c:pt idx="5603">
                  <c:v>89699.93</c:v>
                </c:pt>
                <c:pt idx="5604">
                  <c:v>89715.57</c:v>
                </c:pt>
                <c:pt idx="5605">
                  <c:v>89731.21</c:v>
                </c:pt>
                <c:pt idx="5606">
                  <c:v>89746.86</c:v>
                </c:pt>
                <c:pt idx="5607">
                  <c:v>89762.5</c:v>
                </c:pt>
                <c:pt idx="5608">
                  <c:v>89778.14</c:v>
                </c:pt>
                <c:pt idx="5609">
                  <c:v>89793.79</c:v>
                </c:pt>
                <c:pt idx="5610">
                  <c:v>89809.43</c:v>
                </c:pt>
                <c:pt idx="5611">
                  <c:v>89825.07</c:v>
                </c:pt>
                <c:pt idx="5612">
                  <c:v>89840.71</c:v>
                </c:pt>
                <c:pt idx="5613">
                  <c:v>89856.36</c:v>
                </c:pt>
                <c:pt idx="5614">
                  <c:v>89872</c:v>
                </c:pt>
                <c:pt idx="5615">
                  <c:v>89887.64</c:v>
                </c:pt>
                <c:pt idx="5616">
                  <c:v>89903.29</c:v>
                </c:pt>
                <c:pt idx="5617">
                  <c:v>89918.93</c:v>
                </c:pt>
                <c:pt idx="5618">
                  <c:v>89934.57</c:v>
                </c:pt>
                <c:pt idx="5619">
                  <c:v>89950.21</c:v>
                </c:pt>
                <c:pt idx="5620">
                  <c:v>89965.86</c:v>
                </c:pt>
                <c:pt idx="5621">
                  <c:v>89981.5</c:v>
                </c:pt>
                <c:pt idx="5622">
                  <c:v>89997.14</c:v>
                </c:pt>
                <c:pt idx="5623">
                  <c:v>90012.79</c:v>
                </c:pt>
                <c:pt idx="5624">
                  <c:v>90028.43</c:v>
                </c:pt>
                <c:pt idx="5625">
                  <c:v>90044.07</c:v>
                </c:pt>
                <c:pt idx="5626">
                  <c:v>90059.71</c:v>
                </c:pt>
                <c:pt idx="5627">
                  <c:v>90075.36</c:v>
                </c:pt>
                <c:pt idx="5628">
                  <c:v>90091</c:v>
                </c:pt>
                <c:pt idx="5629">
                  <c:v>90106.64</c:v>
                </c:pt>
                <c:pt idx="5630">
                  <c:v>90122.29</c:v>
                </c:pt>
                <c:pt idx="5631">
                  <c:v>90137.93</c:v>
                </c:pt>
                <c:pt idx="5632">
                  <c:v>90153.57</c:v>
                </c:pt>
                <c:pt idx="5633">
                  <c:v>90169.21</c:v>
                </c:pt>
                <c:pt idx="5634">
                  <c:v>90184.86</c:v>
                </c:pt>
                <c:pt idx="5635">
                  <c:v>90200.5</c:v>
                </c:pt>
                <c:pt idx="5636">
                  <c:v>90216.14</c:v>
                </c:pt>
                <c:pt idx="5637">
                  <c:v>90231.79</c:v>
                </c:pt>
                <c:pt idx="5638">
                  <c:v>90247.43</c:v>
                </c:pt>
                <c:pt idx="5639">
                  <c:v>90263.07</c:v>
                </c:pt>
                <c:pt idx="5640">
                  <c:v>90278.71</c:v>
                </c:pt>
                <c:pt idx="5641">
                  <c:v>90294.36</c:v>
                </c:pt>
                <c:pt idx="5642">
                  <c:v>90310</c:v>
                </c:pt>
                <c:pt idx="5643">
                  <c:v>90325.64</c:v>
                </c:pt>
                <c:pt idx="5644">
                  <c:v>90341.29</c:v>
                </c:pt>
                <c:pt idx="5645">
                  <c:v>90356.93</c:v>
                </c:pt>
                <c:pt idx="5646">
                  <c:v>90372.57</c:v>
                </c:pt>
                <c:pt idx="5647">
                  <c:v>90388.21</c:v>
                </c:pt>
                <c:pt idx="5648">
                  <c:v>90403.86</c:v>
                </c:pt>
                <c:pt idx="5649">
                  <c:v>90419.5</c:v>
                </c:pt>
                <c:pt idx="5650">
                  <c:v>90435.14</c:v>
                </c:pt>
                <c:pt idx="5651">
                  <c:v>90450.79</c:v>
                </c:pt>
                <c:pt idx="5652">
                  <c:v>90466.43</c:v>
                </c:pt>
                <c:pt idx="5653">
                  <c:v>90482.07</c:v>
                </c:pt>
                <c:pt idx="5654">
                  <c:v>90497.71</c:v>
                </c:pt>
                <c:pt idx="5655">
                  <c:v>90513.36</c:v>
                </c:pt>
                <c:pt idx="5656">
                  <c:v>90529</c:v>
                </c:pt>
                <c:pt idx="5657">
                  <c:v>90544.639999999999</c:v>
                </c:pt>
                <c:pt idx="5658">
                  <c:v>90560.29</c:v>
                </c:pt>
                <c:pt idx="5659">
                  <c:v>90575.93</c:v>
                </c:pt>
                <c:pt idx="5660">
                  <c:v>90591.57</c:v>
                </c:pt>
                <c:pt idx="5661">
                  <c:v>90607.21</c:v>
                </c:pt>
                <c:pt idx="5662">
                  <c:v>90622.86</c:v>
                </c:pt>
                <c:pt idx="5663">
                  <c:v>90638.5</c:v>
                </c:pt>
                <c:pt idx="5664">
                  <c:v>90654.14</c:v>
                </c:pt>
                <c:pt idx="5665">
                  <c:v>90669.79</c:v>
                </c:pt>
                <c:pt idx="5666">
                  <c:v>90685.43</c:v>
                </c:pt>
                <c:pt idx="5667">
                  <c:v>90701.07</c:v>
                </c:pt>
                <c:pt idx="5668">
                  <c:v>90716.71</c:v>
                </c:pt>
                <c:pt idx="5669">
                  <c:v>90732.36</c:v>
                </c:pt>
                <c:pt idx="5670">
                  <c:v>90748</c:v>
                </c:pt>
                <c:pt idx="5671">
                  <c:v>90763.64</c:v>
                </c:pt>
                <c:pt idx="5672">
                  <c:v>90779.29</c:v>
                </c:pt>
                <c:pt idx="5673">
                  <c:v>90794.93</c:v>
                </c:pt>
                <c:pt idx="5674">
                  <c:v>90810.57</c:v>
                </c:pt>
                <c:pt idx="5675">
                  <c:v>90826.21</c:v>
                </c:pt>
                <c:pt idx="5676">
                  <c:v>90841.86</c:v>
                </c:pt>
                <c:pt idx="5677">
                  <c:v>90857.5</c:v>
                </c:pt>
                <c:pt idx="5678">
                  <c:v>90873.14</c:v>
                </c:pt>
                <c:pt idx="5679">
                  <c:v>90888.79</c:v>
                </c:pt>
                <c:pt idx="5680">
                  <c:v>90904.43</c:v>
                </c:pt>
                <c:pt idx="5681">
                  <c:v>90920.07</c:v>
                </c:pt>
                <c:pt idx="5682">
                  <c:v>90935.71</c:v>
                </c:pt>
                <c:pt idx="5683">
                  <c:v>90951.360000000001</c:v>
                </c:pt>
                <c:pt idx="5684">
                  <c:v>90967</c:v>
                </c:pt>
                <c:pt idx="5685">
                  <c:v>90982.64</c:v>
                </c:pt>
                <c:pt idx="5686">
                  <c:v>90998.29</c:v>
                </c:pt>
                <c:pt idx="5687">
                  <c:v>91013.93</c:v>
                </c:pt>
                <c:pt idx="5688">
                  <c:v>91029.57</c:v>
                </c:pt>
                <c:pt idx="5689">
                  <c:v>91045.21</c:v>
                </c:pt>
                <c:pt idx="5690">
                  <c:v>91060.86</c:v>
                </c:pt>
                <c:pt idx="5691">
                  <c:v>91076.5</c:v>
                </c:pt>
                <c:pt idx="5692">
                  <c:v>91092.14</c:v>
                </c:pt>
                <c:pt idx="5693">
                  <c:v>91107.79</c:v>
                </c:pt>
                <c:pt idx="5694">
                  <c:v>91123.43</c:v>
                </c:pt>
                <c:pt idx="5695">
                  <c:v>91139.07</c:v>
                </c:pt>
                <c:pt idx="5696">
                  <c:v>91154.71</c:v>
                </c:pt>
                <c:pt idx="5697">
                  <c:v>91170.36</c:v>
                </c:pt>
                <c:pt idx="5698">
                  <c:v>91186</c:v>
                </c:pt>
                <c:pt idx="5699">
                  <c:v>91201.64</c:v>
                </c:pt>
                <c:pt idx="5700">
                  <c:v>91217.29</c:v>
                </c:pt>
                <c:pt idx="5701">
                  <c:v>91232.93</c:v>
                </c:pt>
                <c:pt idx="5702">
                  <c:v>91248.57</c:v>
                </c:pt>
                <c:pt idx="5703">
                  <c:v>91264.21</c:v>
                </c:pt>
                <c:pt idx="5704">
                  <c:v>91279.86</c:v>
                </c:pt>
                <c:pt idx="5705">
                  <c:v>91295.5</c:v>
                </c:pt>
                <c:pt idx="5706">
                  <c:v>91311.14</c:v>
                </c:pt>
                <c:pt idx="5707">
                  <c:v>91326.79</c:v>
                </c:pt>
                <c:pt idx="5708">
                  <c:v>91342.43</c:v>
                </c:pt>
                <c:pt idx="5709">
                  <c:v>91358.07</c:v>
                </c:pt>
                <c:pt idx="5710">
                  <c:v>91373.71</c:v>
                </c:pt>
                <c:pt idx="5711">
                  <c:v>91389.36</c:v>
                </c:pt>
                <c:pt idx="5712">
                  <c:v>91405</c:v>
                </c:pt>
                <c:pt idx="5713">
                  <c:v>91420.64</c:v>
                </c:pt>
                <c:pt idx="5714">
                  <c:v>91436.29</c:v>
                </c:pt>
                <c:pt idx="5715">
                  <c:v>91451.93</c:v>
                </c:pt>
                <c:pt idx="5716">
                  <c:v>91467.57</c:v>
                </c:pt>
                <c:pt idx="5717">
                  <c:v>91483.21</c:v>
                </c:pt>
                <c:pt idx="5718">
                  <c:v>91498.86</c:v>
                </c:pt>
                <c:pt idx="5719">
                  <c:v>91514.5</c:v>
                </c:pt>
                <c:pt idx="5720">
                  <c:v>91530.14</c:v>
                </c:pt>
                <c:pt idx="5721">
                  <c:v>91545.79</c:v>
                </c:pt>
                <c:pt idx="5722">
                  <c:v>91561.43</c:v>
                </c:pt>
                <c:pt idx="5723">
                  <c:v>91577.07</c:v>
                </c:pt>
                <c:pt idx="5724">
                  <c:v>91592.71</c:v>
                </c:pt>
                <c:pt idx="5725">
                  <c:v>91608.36</c:v>
                </c:pt>
                <c:pt idx="5726">
                  <c:v>91624</c:v>
                </c:pt>
                <c:pt idx="5727">
                  <c:v>91639.64</c:v>
                </c:pt>
                <c:pt idx="5728">
                  <c:v>91655.29</c:v>
                </c:pt>
                <c:pt idx="5729">
                  <c:v>91670.93</c:v>
                </c:pt>
                <c:pt idx="5730">
                  <c:v>91686.57</c:v>
                </c:pt>
                <c:pt idx="5731">
                  <c:v>91702.21</c:v>
                </c:pt>
                <c:pt idx="5732">
                  <c:v>91717.86</c:v>
                </c:pt>
                <c:pt idx="5733">
                  <c:v>91733.5</c:v>
                </c:pt>
                <c:pt idx="5734">
                  <c:v>91749.14</c:v>
                </c:pt>
                <c:pt idx="5735">
                  <c:v>91764.79</c:v>
                </c:pt>
                <c:pt idx="5736">
                  <c:v>91780.43</c:v>
                </c:pt>
                <c:pt idx="5737">
                  <c:v>91796.07</c:v>
                </c:pt>
                <c:pt idx="5738">
                  <c:v>91811.71</c:v>
                </c:pt>
                <c:pt idx="5739">
                  <c:v>91827.36</c:v>
                </c:pt>
                <c:pt idx="5740">
                  <c:v>91843</c:v>
                </c:pt>
                <c:pt idx="5741">
                  <c:v>91858.64</c:v>
                </c:pt>
                <c:pt idx="5742">
                  <c:v>91874.29</c:v>
                </c:pt>
                <c:pt idx="5743">
                  <c:v>91889.93</c:v>
                </c:pt>
                <c:pt idx="5744">
                  <c:v>91905.57</c:v>
                </c:pt>
                <c:pt idx="5745">
                  <c:v>91921.21</c:v>
                </c:pt>
                <c:pt idx="5746">
                  <c:v>91936.86</c:v>
                </c:pt>
                <c:pt idx="5747">
                  <c:v>91952.5</c:v>
                </c:pt>
                <c:pt idx="5748">
                  <c:v>91968.14</c:v>
                </c:pt>
                <c:pt idx="5749">
                  <c:v>91983.79</c:v>
                </c:pt>
                <c:pt idx="5750">
                  <c:v>91999.43</c:v>
                </c:pt>
                <c:pt idx="5751">
                  <c:v>92015.07</c:v>
                </c:pt>
                <c:pt idx="5752">
                  <c:v>92030.71</c:v>
                </c:pt>
                <c:pt idx="5753">
                  <c:v>92046.36</c:v>
                </c:pt>
                <c:pt idx="5754">
                  <c:v>92062</c:v>
                </c:pt>
                <c:pt idx="5755">
                  <c:v>92077.64</c:v>
                </c:pt>
                <c:pt idx="5756">
                  <c:v>92093.29</c:v>
                </c:pt>
                <c:pt idx="5757">
                  <c:v>92108.93</c:v>
                </c:pt>
                <c:pt idx="5758">
                  <c:v>92124.57</c:v>
                </c:pt>
                <c:pt idx="5759">
                  <c:v>92140.21</c:v>
                </c:pt>
                <c:pt idx="5760">
                  <c:v>92155.86</c:v>
                </c:pt>
                <c:pt idx="5761">
                  <c:v>92171.5</c:v>
                </c:pt>
                <c:pt idx="5762">
                  <c:v>92187.14</c:v>
                </c:pt>
                <c:pt idx="5763">
                  <c:v>92202.79</c:v>
                </c:pt>
                <c:pt idx="5764">
                  <c:v>92218.43</c:v>
                </c:pt>
                <c:pt idx="5765">
                  <c:v>92234.07</c:v>
                </c:pt>
                <c:pt idx="5766">
                  <c:v>92249.71</c:v>
                </c:pt>
                <c:pt idx="5767">
                  <c:v>92265.36</c:v>
                </c:pt>
                <c:pt idx="5768">
                  <c:v>92281</c:v>
                </c:pt>
                <c:pt idx="5769">
                  <c:v>92296.639999999999</c:v>
                </c:pt>
                <c:pt idx="5770">
                  <c:v>92312.29</c:v>
                </c:pt>
                <c:pt idx="5771">
                  <c:v>92327.93</c:v>
                </c:pt>
                <c:pt idx="5772">
                  <c:v>92343.57</c:v>
                </c:pt>
                <c:pt idx="5773">
                  <c:v>92359.21</c:v>
                </c:pt>
                <c:pt idx="5774">
                  <c:v>92374.86</c:v>
                </c:pt>
                <c:pt idx="5775">
                  <c:v>92390.5</c:v>
                </c:pt>
                <c:pt idx="5776">
                  <c:v>92406.14</c:v>
                </c:pt>
                <c:pt idx="5777">
                  <c:v>92421.79</c:v>
                </c:pt>
                <c:pt idx="5778">
                  <c:v>92437.43</c:v>
                </c:pt>
                <c:pt idx="5779">
                  <c:v>92453.07</c:v>
                </c:pt>
                <c:pt idx="5780">
                  <c:v>92468.71</c:v>
                </c:pt>
                <c:pt idx="5781">
                  <c:v>92484.36</c:v>
                </c:pt>
                <c:pt idx="5782">
                  <c:v>92500</c:v>
                </c:pt>
                <c:pt idx="5783">
                  <c:v>92515.64</c:v>
                </c:pt>
                <c:pt idx="5784">
                  <c:v>92531.29</c:v>
                </c:pt>
                <c:pt idx="5785">
                  <c:v>92546.93</c:v>
                </c:pt>
                <c:pt idx="5786">
                  <c:v>92562.57</c:v>
                </c:pt>
                <c:pt idx="5787">
                  <c:v>92578.21</c:v>
                </c:pt>
                <c:pt idx="5788">
                  <c:v>92593.86</c:v>
                </c:pt>
                <c:pt idx="5789">
                  <c:v>92609.5</c:v>
                </c:pt>
                <c:pt idx="5790">
                  <c:v>92625.14</c:v>
                </c:pt>
                <c:pt idx="5791">
                  <c:v>92640.79</c:v>
                </c:pt>
                <c:pt idx="5792">
                  <c:v>92656.43</c:v>
                </c:pt>
                <c:pt idx="5793">
                  <c:v>92672.07</c:v>
                </c:pt>
                <c:pt idx="5794">
                  <c:v>92687.71</c:v>
                </c:pt>
                <c:pt idx="5795">
                  <c:v>92703.360000000001</c:v>
                </c:pt>
                <c:pt idx="5796">
                  <c:v>92719</c:v>
                </c:pt>
                <c:pt idx="5797">
                  <c:v>92734.64</c:v>
                </c:pt>
                <c:pt idx="5798">
                  <c:v>92750.29</c:v>
                </c:pt>
                <c:pt idx="5799">
                  <c:v>92765.93</c:v>
                </c:pt>
                <c:pt idx="5800">
                  <c:v>92781.57</c:v>
                </c:pt>
                <c:pt idx="5801">
                  <c:v>92797.21</c:v>
                </c:pt>
                <c:pt idx="5802">
                  <c:v>92812.86</c:v>
                </c:pt>
                <c:pt idx="5803">
                  <c:v>92828.5</c:v>
                </c:pt>
                <c:pt idx="5804">
                  <c:v>92844.14</c:v>
                </c:pt>
                <c:pt idx="5805">
                  <c:v>92859.79</c:v>
                </c:pt>
                <c:pt idx="5806">
                  <c:v>92875.43</c:v>
                </c:pt>
                <c:pt idx="5807">
                  <c:v>92891.07</c:v>
                </c:pt>
                <c:pt idx="5808">
                  <c:v>92906.71</c:v>
                </c:pt>
                <c:pt idx="5809">
                  <c:v>92922.36</c:v>
                </c:pt>
                <c:pt idx="5810">
                  <c:v>92938</c:v>
                </c:pt>
                <c:pt idx="5811">
                  <c:v>92953.64</c:v>
                </c:pt>
                <c:pt idx="5812">
                  <c:v>92969.29</c:v>
                </c:pt>
                <c:pt idx="5813">
                  <c:v>92984.93</c:v>
                </c:pt>
                <c:pt idx="5814">
                  <c:v>93000.57</c:v>
                </c:pt>
                <c:pt idx="5815">
                  <c:v>93016.21</c:v>
                </c:pt>
                <c:pt idx="5816">
                  <c:v>93031.86</c:v>
                </c:pt>
                <c:pt idx="5817">
                  <c:v>93047.5</c:v>
                </c:pt>
                <c:pt idx="5818">
                  <c:v>93063.14</c:v>
                </c:pt>
                <c:pt idx="5819">
                  <c:v>93078.79</c:v>
                </c:pt>
                <c:pt idx="5820">
                  <c:v>93094.43</c:v>
                </c:pt>
                <c:pt idx="5821">
                  <c:v>93110.07</c:v>
                </c:pt>
                <c:pt idx="5822">
                  <c:v>93125.71</c:v>
                </c:pt>
                <c:pt idx="5823">
                  <c:v>93141.36</c:v>
                </c:pt>
                <c:pt idx="5824">
                  <c:v>93157</c:v>
                </c:pt>
                <c:pt idx="5825">
                  <c:v>93172.64</c:v>
                </c:pt>
                <c:pt idx="5826">
                  <c:v>93188.29</c:v>
                </c:pt>
                <c:pt idx="5827">
                  <c:v>93203.93</c:v>
                </c:pt>
                <c:pt idx="5828">
                  <c:v>93219.57</c:v>
                </c:pt>
                <c:pt idx="5829">
                  <c:v>93235.21</c:v>
                </c:pt>
                <c:pt idx="5830">
                  <c:v>93250.86</c:v>
                </c:pt>
                <c:pt idx="5831">
                  <c:v>93266.5</c:v>
                </c:pt>
                <c:pt idx="5832">
                  <c:v>93282.14</c:v>
                </c:pt>
                <c:pt idx="5833">
                  <c:v>93297.79</c:v>
                </c:pt>
                <c:pt idx="5834">
                  <c:v>93313.43</c:v>
                </c:pt>
                <c:pt idx="5835">
                  <c:v>93329.07</c:v>
                </c:pt>
                <c:pt idx="5836">
                  <c:v>93344.71</c:v>
                </c:pt>
                <c:pt idx="5837">
                  <c:v>93360.36</c:v>
                </c:pt>
                <c:pt idx="5838">
                  <c:v>93376</c:v>
                </c:pt>
                <c:pt idx="5839">
                  <c:v>93391.64</c:v>
                </c:pt>
                <c:pt idx="5840">
                  <c:v>93407.29</c:v>
                </c:pt>
                <c:pt idx="5841">
                  <c:v>93422.93</c:v>
                </c:pt>
                <c:pt idx="5842">
                  <c:v>93438.57</c:v>
                </c:pt>
                <c:pt idx="5843">
                  <c:v>93454.21</c:v>
                </c:pt>
                <c:pt idx="5844">
                  <c:v>93469.86</c:v>
                </c:pt>
                <c:pt idx="5845">
                  <c:v>93485.5</c:v>
                </c:pt>
                <c:pt idx="5846">
                  <c:v>93501.14</c:v>
                </c:pt>
                <c:pt idx="5847">
                  <c:v>93516.79</c:v>
                </c:pt>
                <c:pt idx="5848">
                  <c:v>93532.43</c:v>
                </c:pt>
                <c:pt idx="5849">
                  <c:v>93548.07</c:v>
                </c:pt>
                <c:pt idx="5850">
                  <c:v>93563.71</c:v>
                </c:pt>
                <c:pt idx="5851">
                  <c:v>93579.36</c:v>
                </c:pt>
                <c:pt idx="5852">
                  <c:v>93595</c:v>
                </c:pt>
                <c:pt idx="5853">
                  <c:v>93610.64</c:v>
                </c:pt>
                <c:pt idx="5854">
                  <c:v>93626.29</c:v>
                </c:pt>
                <c:pt idx="5855">
                  <c:v>93641.93</c:v>
                </c:pt>
                <c:pt idx="5856">
                  <c:v>93657.57</c:v>
                </c:pt>
                <c:pt idx="5857">
                  <c:v>93673.21</c:v>
                </c:pt>
                <c:pt idx="5858">
                  <c:v>93688.86</c:v>
                </c:pt>
                <c:pt idx="5859">
                  <c:v>93704.5</c:v>
                </c:pt>
                <c:pt idx="5860">
                  <c:v>93720.14</c:v>
                </c:pt>
                <c:pt idx="5861">
                  <c:v>93735.79</c:v>
                </c:pt>
                <c:pt idx="5862">
                  <c:v>93751.43</c:v>
                </c:pt>
                <c:pt idx="5863">
                  <c:v>93767.07</c:v>
                </c:pt>
                <c:pt idx="5864">
                  <c:v>93782.71</c:v>
                </c:pt>
                <c:pt idx="5865">
                  <c:v>93798.36</c:v>
                </c:pt>
                <c:pt idx="5866">
                  <c:v>93814</c:v>
                </c:pt>
                <c:pt idx="5867">
                  <c:v>93829.64</c:v>
                </c:pt>
                <c:pt idx="5868">
                  <c:v>93845.29</c:v>
                </c:pt>
                <c:pt idx="5869">
                  <c:v>93860.93</c:v>
                </c:pt>
                <c:pt idx="5870">
                  <c:v>93876.57</c:v>
                </c:pt>
                <c:pt idx="5871">
                  <c:v>93892.21</c:v>
                </c:pt>
                <c:pt idx="5872">
                  <c:v>93907.86</c:v>
                </c:pt>
                <c:pt idx="5873">
                  <c:v>93923.5</c:v>
                </c:pt>
                <c:pt idx="5874">
                  <c:v>93939.14</c:v>
                </c:pt>
                <c:pt idx="5875">
                  <c:v>93954.79</c:v>
                </c:pt>
                <c:pt idx="5876">
                  <c:v>93970.43</c:v>
                </c:pt>
                <c:pt idx="5877">
                  <c:v>93986.07</c:v>
                </c:pt>
                <c:pt idx="5878">
                  <c:v>94001.71</c:v>
                </c:pt>
                <c:pt idx="5879">
                  <c:v>94017.36</c:v>
                </c:pt>
                <c:pt idx="5880">
                  <c:v>94033</c:v>
                </c:pt>
                <c:pt idx="5881">
                  <c:v>94048.639999999999</c:v>
                </c:pt>
                <c:pt idx="5882">
                  <c:v>94064.29</c:v>
                </c:pt>
                <c:pt idx="5883">
                  <c:v>94079.93</c:v>
                </c:pt>
                <c:pt idx="5884">
                  <c:v>94095.57</c:v>
                </c:pt>
                <c:pt idx="5885">
                  <c:v>94111.21</c:v>
                </c:pt>
                <c:pt idx="5886">
                  <c:v>94126.86</c:v>
                </c:pt>
                <c:pt idx="5887">
                  <c:v>94142.5</c:v>
                </c:pt>
                <c:pt idx="5888">
                  <c:v>94158.14</c:v>
                </c:pt>
                <c:pt idx="5889">
                  <c:v>94173.79</c:v>
                </c:pt>
                <c:pt idx="5890">
                  <c:v>94189.43</c:v>
                </c:pt>
                <c:pt idx="5891">
                  <c:v>94205.07</c:v>
                </c:pt>
                <c:pt idx="5892">
                  <c:v>94220.71</c:v>
                </c:pt>
                <c:pt idx="5893">
                  <c:v>94236.36</c:v>
                </c:pt>
                <c:pt idx="5894">
                  <c:v>94252</c:v>
                </c:pt>
                <c:pt idx="5895">
                  <c:v>94267.64</c:v>
                </c:pt>
                <c:pt idx="5896">
                  <c:v>94283.29</c:v>
                </c:pt>
                <c:pt idx="5897">
                  <c:v>94298.93</c:v>
                </c:pt>
                <c:pt idx="5898">
                  <c:v>94314.57</c:v>
                </c:pt>
                <c:pt idx="5899">
                  <c:v>94330.21</c:v>
                </c:pt>
                <c:pt idx="5900">
                  <c:v>94345.86</c:v>
                </c:pt>
                <c:pt idx="5901">
                  <c:v>94361.5</c:v>
                </c:pt>
                <c:pt idx="5902">
                  <c:v>94377.14</c:v>
                </c:pt>
                <c:pt idx="5903">
                  <c:v>94392.79</c:v>
                </c:pt>
                <c:pt idx="5904">
                  <c:v>94408.43</c:v>
                </c:pt>
                <c:pt idx="5905">
                  <c:v>94424.07</c:v>
                </c:pt>
                <c:pt idx="5906">
                  <c:v>94439.71</c:v>
                </c:pt>
                <c:pt idx="5907">
                  <c:v>94455.360000000001</c:v>
                </c:pt>
                <c:pt idx="5908">
                  <c:v>94471</c:v>
                </c:pt>
                <c:pt idx="5909">
                  <c:v>94486.64</c:v>
                </c:pt>
                <c:pt idx="5910">
                  <c:v>94502.29</c:v>
                </c:pt>
                <c:pt idx="5911">
                  <c:v>94517.93</c:v>
                </c:pt>
                <c:pt idx="5912">
                  <c:v>94533.57</c:v>
                </c:pt>
                <c:pt idx="5913">
                  <c:v>94549.21</c:v>
                </c:pt>
                <c:pt idx="5914">
                  <c:v>94564.86</c:v>
                </c:pt>
                <c:pt idx="5915">
                  <c:v>94580.5</c:v>
                </c:pt>
                <c:pt idx="5916">
                  <c:v>94596.14</c:v>
                </c:pt>
                <c:pt idx="5917">
                  <c:v>94611.79</c:v>
                </c:pt>
                <c:pt idx="5918">
                  <c:v>94627.43</c:v>
                </c:pt>
                <c:pt idx="5919">
                  <c:v>94643.07</c:v>
                </c:pt>
                <c:pt idx="5920">
                  <c:v>94658.71</c:v>
                </c:pt>
                <c:pt idx="5921">
                  <c:v>94674.36</c:v>
                </c:pt>
                <c:pt idx="5922">
                  <c:v>94690</c:v>
                </c:pt>
                <c:pt idx="5923">
                  <c:v>94705.64</c:v>
                </c:pt>
                <c:pt idx="5924">
                  <c:v>94721.29</c:v>
                </c:pt>
                <c:pt idx="5925">
                  <c:v>94736.93</c:v>
                </c:pt>
                <c:pt idx="5926">
                  <c:v>94752.57</c:v>
                </c:pt>
                <c:pt idx="5927">
                  <c:v>94768.21</c:v>
                </c:pt>
                <c:pt idx="5928">
                  <c:v>94783.86</c:v>
                </c:pt>
                <c:pt idx="5929">
                  <c:v>94799.5</c:v>
                </c:pt>
                <c:pt idx="5930">
                  <c:v>94815.14</c:v>
                </c:pt>
                <c:pt idx="5931">
                  <c:v>94830.79</c:v>
                </c:pt>
                <c:pt idx="5932">
                  <c:v>94846.43</c:v>
                </c:pt>
                <c:pt idx="5933">
                  <c:v>94862.07</c:v>
                </c:pt>
                <c:pt idx="5934">
                  <c:v>94877.71</c:v>
                </c:pt>
                <c:pt idx="5935">
                  <c:v>94893.36</c:v>
                </c:pt>
                <c:pt idx="5936">
                  <c:v>94909</c:v>
                </c:pt>
                <c:pt idx="5937">
                  <c:v>94924.64</c:v>
                </c:pt>
                <c:pt idx="5938">
                  <c:v>94940.29</c:v>
                </c:pt>
                <c:pt idx="5939">
                  <c:v>94955.93</c:v>
                </c:pt>
                <c:pt idx="5940">
                  <c:v>94971.57</c:v>
                </c:pt>
                <c:pt idx="5941">
                  <c:v>94987.21</c:v>
                </c:pt>
                <c:pt idx="5942">
                  <c:v>95002.86</c:v>
                </c:pt>
                <c:pt idx="5943">
                  <c:v>95018.5</c:v>
                </c:pt>
                <c:pt idx="5944">
                  <c:v>95034.14</c:v>
                </c:pt>
                <c:pt idx="5945">
                  <c:v>95049.79</c:v>
                </c:pt>
                <c:pt idx="5946">
                  <c:v>95065.43</c:v>
                </c:pt>
                <c:pt idx="5947">
                  <c:v>95081.07</c:v>
                </c:pt>
                <c:pt idx="5948">
                  <c:v>95096.71</c:v>
                </c:pt>
                <c:pt idx="5949">
                  <c:v>95112.36</c:v>
                </c:pt>
                <c:pt idx="5950">
                  <c:v>95128</c:v>
                </c:pt>
                <c:pt idx="5951">
                  <c:v>95143.64</c:v>
                </c:pt>
                <c:pt idx="5952">
                  <c:v>95159.29</c:v>
                </c:pt>
                <c:pt idx="5953">
                  <c:v>95174.93</c:v>
                </c:pt>
                <c:pt idx="5954">
                  <c:v>95190.57</c:v>
                </c:pt>
                <c:pt idx="5955">
                  <c:v>95206.21</c:v>
                </c:pt>
                <c:pt idx="5956">
                  <c:v>95221.86</c:v>
                </c:pt>
                <c:pt idx="5957">
                  <c:v>95237.5</c:v>
                </c:pt>
                <c:pt idx="5958">
                  <c:v>95253.14</c:v>
                </c:pt>
                <c:pt idx="5959">
                  <c:v>95268.79</c:v>
                </c:pt>
                <c:pt idx="5960">
                  <c:v>95284.43</c:v>
                </c:pt>
                <c:pt idx="5961">
                  <c:v>95300.07</c:v>
                </c:pt>
                <c:pt idx="5962">
                  <c:v>95315.71</c:v>
                </c:pt>
                <c:pt idx="5963">
                  <c:v>95331.36</c:v>
                </c:pt>
                <c:pt idx="5964">
                  <c:v>95347</c:v>
                </c:pt>
                <c:pt idx="5965">
                  <c:v>95362.64</c:v>
                </c:pt>
                <c:pt idx="5966">
                  <c:v>95378.29</c:v>
                </c:pt>
                <c:pt idx="5967">
                  <c:v>95393.93</c:v>
                </c:pt>
                <c:pt idx="5968">
                  <c:v>95409.57</c:v>
                </c:pt>
                <c:pt idx="5969">
                  <c:v>95425.21</c:v>
                </c:pt>
                <c:pt idx="5970">
                  <c:v>95440.86</c:v>
                </c:pt>
                <c:pt idx="5971">
                  <c:v>95456.5</c:v>
                </c:pt>
                <c:pt idx="5972">
                  <c:v>95472.14</c:v>
                </c:pt>
                <c:pt idx="5973">
                  <c:v>95487.79</c:v>
                </c:pt>
                <c:pt idx="5974">
                  <c:v>95503.43</c:v>
                </c:pt>
                <c:pt idx="5975">
                  <c:v>95519.07</c:v>
                </c:pt>
                <c:pt idx="5976">
                  <c:v>95534.71</c:v>
                </c:pt>
                <c:pt idx="5977">
                  <c:v>95550.36</c:v>
                </c:pt>
                <c:pt idx="5978">
                  <c:v>95566</c:v>
                </c:pt>
                <c:pt idx="5979">
                  <c:v>95581.64</c:v>
                </c:pt>
                <c:pt idx="5980">
                  <c:v>95597.29</c:v>
                </c:pt>
                <c:pt idx="5981">
                  <c:v>95612.93</c:v>
                </c:pt>
                <c:pt idx="5982">
                  <c:v>95628.57</c:v>
                </c:pt>
                <c:pt idx="5983">
                  <c:v>95644.21</c:v>
                </c:pt>
                <c:pt idx="5984">
                  <c:v>95659.86</c:v>
                </c:pt>
                <c:pt idx="5985">
                  <c:v>95675.5</c:v>
                </c:pt>
                <c:pt idx="5986">
                  <c:v>95691.14</c:v>
                </c:pt>
                <c:pt idx="5987">
                  <c:v>95706.79</c:v>
                </c:pt>
                <c:pt idx="5988">
                  <c:v>95722.43</c:v>
                </c:pt>
                <c:pt idx="5989">
                  <c:v>95738.07</c:v>
                </c:pt>
                <c:pt idx="5990">
                  <c:v>95753.71</c:v>
                </c:pt>
                <c:pt idx="5991">
                  <c:v>95769.36</c:v>
                </c:pt>
                <c:pt idx="5992">
                  <c:v>95785</c:v>
                </c:pt>
                <c:pt idx="5993">
                  <c:v>95800.639999999999</c:v>
                </c:pt>
                <c:pt idx="5994">
                  <c:v>95816.29</c:v>
                </c:pt>
                <c:pt idx="5995">
                  <c:v>95831.93</c:v>
                </c:pt>
                <c:pt idx="5996">
                  <c:v>95847.57</c:v>
                </c:pt>
                <c:pt idx="5997">
                  <c:v>95863.21</c:v>
                </c:pt>
                <c:pt idx="5998">
                  <c:v>95878.86</c:v>
                </c:pt>
                <c:pt idx="5999">
                  <c:v>95894.5</c:v>
                </c:pt>
                <c:pt idx="6000">
                  <c:v>95910.14</c:v>
                </c:pt>
              </c:numCache>
            </c:numRef>
          </c:yVal>
          <c:smooth val="1"/>
        </c:ser>
        <c:dLbls>
          <c:showLegendKey val="0"/>
          <c:showVal val="0"/>
          <c:showCatName val="0"/>
          <c:showSerName val="0"/>
          <c:showPercent val="0"/>
          <c:showBubbleSize val="0"/>
        </c:dLbls>
        <c:axId val="154584576"/>
        <c:axId val="154586496"/>
      </c:scatterChart>
      <c:valAx>
        <c:axId val="154584576"/>
        <c:scaling>
          <c:orientation val="minMax"/>
          <c:max val="78000"/>
          <c:min val="0"/>
        </c:scaling>
        <c:delete val="0"/>
        <c:axPos val="b"/>
        <c:majorGridlines>
          <c:spPr>
            <a:ln>
              <a:noFill/>
            </a:ln>
          </c:spPr>
        </c:majorGridlines>
        <c:title>
          <c:tx>
            <c:rich>
              <a:bodyPr rot="0" vert="horz"/>
              <a:lstStyle/>
              <a:p>
                <a:pPr>
                  <a:defRPr/>
                </a:pPr>
                <a:r>
                  <a:rPr lang="en-AU"/>
                  <a:t>Market income (annual)</a:t>
                </a:r>
              </a:p>
            </c:rich>
          </c:tx>
          <c:layout>
            <c:manualLayout>
              <c:xMode val="edge"/>
              <c:yMode val="edge"/>
              <c:x val="0.38902927480058841"/>
              <c:y val="0.82163436686043212"/>
            </c:manualLayout>
          </c:layout>
          <c:overlay val="0"/>
        </c:title>
        <c:numFmt formatCode="#\ ##0;\-#\ ##0" sourceLinked="0"/>
        <c:majorTickMark val="none"/>
        <c:minorTickMark val="none"/>
        <c:tickLblPos val="low"/>
        <c:spPr>
          <a:ln>
            <a:solidFill>
              <a:schemeClr val="bg2"/>
            </a:solidFill>
          </a:ln>
        </c:spPr>
        <c:txPr>
          <a:bodyPr/>
          <a:lstStyle/>
          <a:p>
            <a:pPr>
              <a:defRPr sz="1000"/>
            </a:pPr>
            <a:endParaRPr lang="en-US"/>
          </a:p>
        </c:txPr>
        <c:crossAx val="154586496"/>
        <c:crosses val="autoZero"/>
        <c:crossBetween val="midCat"/>
        <c:majorUnit val="10000"/>
      </c:valAx>
      <c:valAx>
        <c:axId val="154586496"/>
        <c:scaling>
          <c:orientation val="minMax"/>
          <c:max val="60000"/>
        </c:scaling>
        <c:delete val="0"/>
        <c:axPos val="l"/>
        <c:majorGridlines>
          <c:spPr>
            <a:ln>
              <a:solidFill>
                <a:srgbClr val="BFBFBF"/>
              </a:solidFill>
            </a:ln>
          </c:spPr>
        </c:majorGridlines>
        <c:title>
          <c:tx>
            <c:rich>
              <a:bodyPr rot="-5400000" vert="horz"/>
              <a:lstStyle/>
              <a:p>
                <a:pPr>
                  <a:defRPr/>
                </a:pPr>
                <a:r>
                  <a:rPr lang="en-US"/>
                  <a:t>Disposable income post rent (annual)</a:t>
                </a:r>
              </a:p>
            </c:rich>
          </c:tx>
          <c:layout>
            <c:manualLayout>
              <c:xMode val="edge"/>
              <c:yMode val="edge"/>
              <c:x val="5.9535920841753188E-4"/>
              <c:y val="1.2791857180495386E-2"/>
            </c:manualLayout>
          </c:layout>
          <c:overlay val="0"/>
        </c:title>
        <c:numFmt formatCode="#\ ##0;\-#\ ##0" sourceLinked="0"/>
        <c:majorTickMark val="out"/>
        <c:minorTickMark val="none"/>
        <c:tickLblPos val="nextTo"/>
        <c:spPr>
          <a:ln>
            <a:solidFill>
              <a:schemeClr val="bg2"/>
            </a:solidFill>
          </a:ln>
        </c:spPr>
        <c:txPr>
          <a:bodyPr/>
          <a:lstStyle/>
          <a:p>
            <a:pPr>
              <a:defRPr sz="1000"/>
            </a:pPr>
            <a:endParaRPr lang="en-US"/>
          </a:p>
        </c:txPr>
        <c:crossAx val="154584576"/>
        <c:crossesAt val="0"/>
        <c:crossBetween val="midCat"/>
      </c:valAx>
    </c:plotArea>
    <c:legend>
      <c:legendPos val="b"/>
      <c:layout>
        <c:manualLayout>
          <c:xMode val="edge"/>
          <c:yMode val="edge"/>
          <c:x val="0.17318618344827791"/>
          <c:y val="0.89868833104883494"/>
          <c:w val="0.6489052253801203"/>
          <c:h val="6.7549073029792309E-2"/>
        </c:manualLayout>
      </c:layout>
      <c:overlay val="0"/>
    </c:legend>
    <c:plotVisOnly val="1"/>
    <c:dispBlanksAs val="gap"/>
    <c:showDLblsOverMax val="0"/>
  </c:chart>
  <c:spPr>
    <a:noFill/>
    <a:ln>
      <a:noFill/>
    </a:ln>
  </c:spPr>
  <c:txPr>
    <a:bodyPr/>
    <a:lstStyle/>
    <a:p>
      <a:pPr>
        <a:defRPr sz="900">
          <a:latin typeface="Arial" panose="020B0604020202020204" pitchFamily="34" charset="0"/>
          <a:cs typeface="Arial" panose="020B0604020202020204" pitchFamily="34" charset="0"/>
        </a:defRPr>
      </a:pPr>
      <a:endParaRPr lang="en-US"/>
    </a:p>
  </c:txPr>
  <c:externalData r:id="rId1">
    <c:autoUpdate val="0"/>
  </c:externalData>
  <c:userShapes r:id="rId2"/>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1274013893139682"/>
          <c:y val="5.0891127325297353E-2"/>
          <c:w val="0.84365879305005131"/>
          <c:h val="0.69743004437148948"/>
        </c:manualLayout>
      </c:layout>
      <c:scatterChart>
        <c:scatterStyle val="smoothMarker"/>
        <c:varyColors val="0"/>
        <c:ser>
          <c:idx val="7"/>
          <c:order val="0"/>
          <c:tx>
            <c:v>NWS, no HA</c:v>
          </c:tx>
          <c:spPr>
            <a:ln w="19050">
              <a:solidFill>
                <a:sysClr val="windowText" lastClr="000000"/>
              </a:solidFill>
              <a:prstDash val="dash"/>
            </a:ln>
          </c:spPr>
          <c:marker>
            <c:symbol val="none"/>
          </c:marker>
          <c:xVal>
            <c:numRef>
              <c:f>'Decomp of net income (Data)'!$A$2:$A$6002</c:f>
              <c:numCache>
                <c:formatCode>General</c:formatCode>
                <c:ptCount val="6001"/>
                <c:pt idx="0">
                  <c:v>0</c:v>
                </c:pt>
                <c:pt idx="1">
                  <c:v>26.07</c:v>
                </c:pt>
                <c:pt idx="2">
                  <c:v>52.14</c:v>
                </c:pt>
                <c:pt idx="3">
                  <c:v>78.209999999999994</c:v>
                </c:pt>
                <c:pt idx="4">
                  <c:v>104.29</c:v>
                </c:pt>
                <c:pt idx="5">
                  <c:v>130.36000000000001</c:v>
                </c:pt>
                <c:pt idx="6">
                  <c:v>156.43</c:v>
                </c:pt>
                <c:pt idx="7">
                  <c:v>182.5</c:v>
                </c:pt>
                <c:pt idx="8">
                  <c:v>208.57</c:v>
                </c:pt>
                <c:pt idx="9">
                  <c:v>234.64</c:v>
                </c:pt>
                <c:pt idx="10">
                  <c:v>260.70999999999998</c:v>
                </c:pt>
                <c:pt idx="11">
                  <c:v>286.79000000000002</c:v>
                </c:pt>
                <c:pt idx="12">
                  <c:v>312.86</c:v>
                </c:pt>
                <c:pt idx="13">
                  <c:v>338.93</c:v>
                </c:pt>
                <c:pt idx="14">
                  <c:v>365</c:v>
                </c:pt>
                <c:pt idx="15">
                  <c:v>391.07</c:v>
                </c:pt>
                <c:pt idx="16">
                  <c:v>417.14</c:v>
                </c:pt>
                <c:pt idx="17">
                  <c:v>443.21</c:v>
                </c:pt>
                <c:pt idx="18">
                  <c:v>469.29</c:v>
                </c:pt>
                <c:pt idx="19">
                  <c:v>495.36</c:v>
                </c:pt>
                <c:pt idx="20">
                  <c:v>521.42999999999995</c:v>
                </c:pt>
                <c:pt idx="21">
                  <c:v>547.5</c:v>
                </c:pt>
                <c:pt idx="22">
                  <c:v>573.57000000000005</c:v>
                </c:pt>
                <c:pt idx="23">
                  <c:v>599.64</c:v>
                </c:pt>
                <c:pt idx="24">
                  <c:v>625.71</c:v>
                </c:pt>
                <c:pt idx="25">
                  <c:v>651.79</c:v>
                </c:pt>
                <c:pt idx="26">
                  <c:v>677.86</c:v>
                </c:pt>
                <c:pt idx="27">
                  <c:v>703.93</c:v>
                </c:pt>
                <c:pt idx="28">
                  <c:v>730</c:v>
                </c:pt>
                <c:pt idx="29">
                  <c:v>756.07</c:v>
                </c:pt>
                <c:pt idx="30">
                  <c:v>782.14</c:v>
                </c:pt>
                <c:pt idx="31">
                  <c:v>808.21</c:v>
                </c:pt>
                <c:pt idx="32">
                  <c:v>834.29</c:v>
                </c:pt>
                <c:pt idx="33">
                  <c:v>860.36</c:v>
                </c:pt>
                <c:pt idx="34">
                  <c:v>886.43</c:v>
                </c:pt>
                <c:pt idx="35">
                  <c:v>912.5</c:v>
                </c:pt>
                <c:pt idx="36">
                  <c:v>938.57</c:v>
                </c:pt>
                <c:pt idx="37">
                  <c:v>964.64</c:v>
                </c:pt>
                <c:pt idx="38">
                  <c:v>990.71</c:v>
                </c:pt>
                <c:pt idx="39">
                  <c:v>1016.79</c:v>
                </c:pt>
                <c:pt idx="40">
                  <c:v>1042.8599999999999</c:v>
                </c:pt>
                <c:pt idx="41">
                  <c:v>1068.93</c:v>
                </c:pt>
                <c:pt idx="42">
                  <c:v>1095</c:v>
                </c:pt>
                <c:pt idx="43">
                  <c:v>1121.07</c:v>
                </c:pt>
                <c:pt idx="44">
                  <c:v>1147.1400000000001</c:v>
                </c:pt>
                <c:pt idx="45">
                  <c:v>1173.21</c:v>
                </c:pt>
                <c:pt idx="46">
                  <c:v>1199.29</c:v>
                </c:pt>
                <c:pt idx="47">
                  <c:v>1225.3599999999999</c:v>
                </c:pt>
                <c:pt idx="48">
                  <c:v>1251.43</c:v>
                </c:pt>
                <c:pt idx="49">
                  <c:v>1277.5</c:v>
                </c:pt>
                <c:pt idx="50">
                  <c:v>1303.57</c:v>
                </c:pt>
                <c:pt idx="51">
                  <c:v>1329.64</c:v>
                </c:pt>
                <c:pt idx="52">
                  <c:v>1355.71</c:v>
                </c:pt>
                <c:pt idx="53">
                  <c:v>1381.79</c:v>
                </c:pt>
                <c:pt idx="54">
                  <c:v>1407.86</c:v>
                </c:pt>
                <c:pt idx="55">
                  <c:v>1433.93</c:v>
                </c:pt>
                <c:pt idx="56">
                  <c:v>1460</c:v>
                </c:pt>
                <c:pt idx="57">
                  <c:v>1486.07</c:v>
                </c:pt>
                <c:pt idx="58">
                  <c:v>1512.14</c:v>
                </c:pt>
                <c:pt idx="59">
                  <c:v>1538.21</c:v>
                </c:pt>
                <c:pt idx="60">
                  <c:v>1564.29</c:v>
                </c:pt>
                <c:pt idx="61">
                  <c:v>1590.36</c:v>
                </c:pt>
                <c:pt idx="62">
                  <c:v>1616.43</c:v>
                </c:pt>
                <c:pt idx="63">
                  <c:v>1642.5</c:v>
                </c:pt>
                <c:pt idx="64">
                  <c:v>1668.57</c:v>
                </c:pt>
                <c:pt idx="65">
                  <c:v>1694.64</c:v>
                </c:pt>
                <c:pt idx="66">
                  <c:v>1720.71</c:v>
                </c:pt>
                <c:pt idx="67">
                  <c:v>1746.79</c:v>
                </c:pt>
                <c:pt idx="68">
                  <c:v>1772.86</c:v>
                </c:pt>
                <c:pt idx="69">
                  <c:v>1798.93</c:v>
                </c:pt>
                <c:pt idx="70">
                  <c:v>1825</c:v>
                </c:pt>
                <c:pt idx="71">
                  <c:v>1851.07</c:v>
                </c:pt>
                <c:pt idx="72">
                  <c:v>1877.14</c:v>
                </c:pt>
                <c:pt idx="73">
                  <c:v>1903.21</c:v>
                </c:pt>
                <c:pt idx="74">
                  <c:v>1929.29</c:v>
                </c:pt>
                <c:pt idx="75">
                  <c:v>1955.36</c:v>
                </c:pt>
                <c:pt idx="76">
                  <c:v>1981.43</c:v>
                </c:pt>
                <c:pt idx="77">
                  <c:v>2007.5</c:v>
                </c:pt>
                <c:pt idx="78">
                  <c:v>2033.57</c:v>
                </c:pt>
                <c:pt idx="79">
                  <c:v>2059.64</c:v>
                </c:pt>
                <c:pt idx="80">
                  <c:v>2085.71</c:v>
                </c:pt>
                <c:pt idx="81">
                  <c:v>2111.79</c:v>
                </c:pt>
                <c:pt idx="82">
                  <c:v>2137.86</c:v>
                </c:pt>
                <c:pt idx="83">
                  <c:v>2163.9299999999998</c:v>
                </c:pt>
                <c:pt idx="84">
                  <c:v>2190</c:v>
                </c:pt>
                <c:pt idx="85">
                  <c:v>2216.0700000000002</c:v>
                </c:pt>
                <c:pt idx="86">
                  <c:v>2242.14</c:v>
                </c:pt>
                <c:pt idx="87">
                  <c:v>2268.21</c:v>
                </c:pt>
                <c:pt idx="88">
                  <c:v>2294.29</c:v>
                </c:pt>
                <c:pt idx="89">
                  <c:v>2320.36</c:v>
                </c:pt>
                <c:pt idx="90">
                  <c:v>2346.4299999999998</c:v>
                </c:pt>
                <c:pt idx="91">
                  <c:v>2372.5</c:v>
                </c:pt>
                <c:pt idx="92">
                  <c:v>2398.5700000000002</c:v>
                </c:pt>
                <c:pt idx="93">
                  <c:v>2424.64</c:v>
                </c:pt>
                <c:pt idx="94">
                  <c:v>2450.71</c:v>
                </c:pt>
                <c:pt idx="95">
                  <c:v>2476.79</c:v>
                </c:pt>
                <c:pt idx="96">
                  <c:v>2502.86</c:v>
                </c:pt>
                <c:pt idx="97">
                  <c:v>2528.9299999999998</c:v>
                </c:pt>
                <c:pt idx="98">
                  <c:v>2555</c:v>
                </c:pt>
                <c:pt idx="99">
                  <c:v>2581.0700000000002</c:v>
                </c:pt>
                <c:pt idx="100">
                  <c:v>2607.14</c:v>
                </c:pt>
                <c:pt idx="101">
                  <c:v>2633.21</c:v>
                </c:pt>
                <c:pt idx="102">
                  <c:v>2659.29</c:v>
                </c:pt>
                <c:pt idx="103">
                  <c:v>2685.36</c:v>
                </c:pt>
                <c:pt idx="104">
                  <c:v>2711.43</c:v>
                </c:pt>
                <c:pt idx="105">
                  <c:v>2737.5</c:v>
                </c:pt>
                <c:pt idx="106">
                  <c:v>2763.57</c:v>
                </c:pt>
                <c:pt idx="107">
                  <c:v>2789.64</c:v>
                </c:pt>
                <c:pt idx="108">
                  <c:v>2815.71</c:v>
                </c:pt>
                <c:pt idx="109">
                  <c:v>2841.79</c:v>
                </c:pt>
                <c:pt idx="110">
                  <c:v>2867.86</c:v>
                </c:pt>
                <c:pt idx="111">
                  <c:v>2893.93</c:v>
                </c:pt>
                <c:pt idx="112">
                  <c:v>2920</c:v>
                </c:pt>
                <c:pt idx="113">
                  <c:v>2946.07</c:v>
                </c:pt>
                <c:pt idx="114">
                  <c:v>2972.14</c:v>
                </c:pt>
                <c:pt idx="115">
                  <c:v>2998.21</c:v>
                </c:pt>
                <c:pt idx="116">
                  <c:v>3024.29</c:v>
                </c:pt>
                <c:pt idx="117">
                  <c:v>3050.36</c:v>
                </c:pt>
                <c:pt idx="118">
                  <c:v>3076.43</c:v>
                </c:pt>
                <c:pt idx="119">
                  <c:v>3102.5</c:v>
                </c:pt>
                <c:pt idx="120">
                  <c:v>3128.57</c:v>
                </c:pt>
                <c:pt idx="121">
                  <c:v>3154.64</c:v>
                </c:pt>
                <c:pt idx="122">
                  <c:v>3180.71</c:v>
                </c:pt>
                <c:pt idx="123">
                  <c:v>3206.79</c:v>
                </c:pt>
                <c:pt idx="124">
                  <c:v>3232.86</c:v>
                </c:pt>
                <c:pt idx="125">
                  <c:v>3258.93</c:v>
                </c:pt>
                <c:pt idx="126">
                  <c:v>3285</c:v>
                </c:pt>
                <c:pt idx="127">
                  <c:v>3311.07</c:v>
                </c:pt>
                <c:pt idx="128">
                  <c:v>3337.14</c:v>
                </c:pt>
                <c:pt idx="129">
                  <c:v>3363.21</c:v>
                </c:pt>
                <c:pt idx="130">
                  <c:v>3389.29</c:v>
                </c:pt>
                <c:pt idx="131">
                  <c:v>3415.36</c:v>
                </c:pt>
                <c:pt idx="132">
                  <c:v>3441.43</c:v>
                </c:pt>
                <c:pt idx="133">
                  <c:v>3467.5</c:v>
                </c:pt>
                <c:pt idx="134">
                  <c:v>3493.57</c:v>
                </c:pt>
                <c:pt idx="135">
                  <c:v>3519.64</c:v>
                </c:pt>
                <c:pt idx="136">
                  <c:v>3545.71</c:v>
                </c:pt>
                <c:pt idx="137">
                  <c:v>3571.79</c:v>
                </c:pt>
                <c:pt idx="138">
                  <c:v>3597.86</c:v>
                </c:pt>
                <c:pt idx="139">
                  <c:v>3623.93</c:v>
                </c:pt>
                <c:pt idx="140">
                  <c:v>3650</c:v>
                </c:pt>
                <c:pt idx="141">
                  <c:v>3676.07</c:v>
                </c:pt>
                <c:pt idx="142">
                  <c:v>3702.14</c:v>
                </c:pt>
                <c:pt idx="143">
                  <c:v>3728.21</c:v>
                </c:pt>
                <c:pt idx="144">
                  <c:v>3754.29</c:v>
                </c:pt>
                <c:pt idx="145">
                  <c:v>3780.36</c:v>
                </c:pt>
                <c:pt idx="146">
                  <c:v>3806.43</c:v>
                </c:pt>
                <c:pt idx="147">
                  <c:v>3832.5</c:v>
                </c:pt>
                <c:pt idx="148">
                  <c:v>3858.57</c:v>
                </c:pt>
                <c:pt idx="149">
                  <c:v>3884.64</c:v>
                </c:pt>
                <c:pt idx="150">
                  <c:v>3910.71</c:v>
                </c:pt>
                <c:pt idx="151">
                  <c:v>3936.79</c:v>
                </c:pt>
                <c:pt idx="152">
                  <c:v>3962.86</c:v>
                </c:pt>
                <c:pt idx="153">
                  <c:v>3988.93</c:v>
                </c:pt>
                <c:pt idx="154">
                  <c:v>4015</c:v>
                </c:pt>
                <c:pt idx="155">
                  <c:v>4041.07</c:v>
                </c:pt>
                <c:pt idx="156">
                  <c:v>4067.14</c:v>
                </c:pt>
                <c:pt idx="157">
                  <c:v>4093.21</c:v>
                </c:pt>
                <c:pt idx="158">
                  <c:v>4119.29</c:v>
                </c:pt>
                <c:pt idx="159">
                  <c:v>4145.3599999999997</c:v>
                </c:pt>
                <c:pt idx="160">
                  <c:v>4171.43</c:v>
                </c:pt>
                <c:pt idx="161">
                  <c:v>4197.5</c:v>
                </c:pt>
                <c:pt idx="162">
                  <c:v>4223.57</c:v>
                </c:pt>
                <c:pt idx="163">
                  <c:v>4249.6400000000003</c:v>
                </c:pt>
                <c:pt idx="164">
                  <c:v>4275.71</c:v>
                </c:pt>
                <c:pt idx="165">
                  <c:v>4301.79</c:v>
                </c:pt>
                <c:pt idx="166">
                  <c:v>4327.8599999999997</c:v>
                </c:pt>
                <c:pt idx="167">
                  <c:v>4353.93</c:v>
                </c:pt>
                <c:pt idx="168">
                  <c:v>4380</c:v>
                </c:pt>
                <c:pt idx="169">
                  <c:v>4406.07</c:v>
                </c:pt>
                <c:pt idx="170">
                  <c:v>4432.1400000000003</c:v>
                </c:pt>
                <c:pt idx="171">
                  <c:v>4458.21</c:v>
                </c:pt>
                <c:pt idx="172">
                  <c:v>4484.29</c:v>
                </c:pt>
                <c:pt idx="173">
                  <c:v>4510.3599999999997</c:v>
                </c:pt>
                <c:pt idx="174">
                  <c:v>4536.43</c:v>
                </c:pt>
                <c:pt idx="175">
                  <c:v>4562.5</c:v>
                </c:pt>
                <c:pt idx="176">
                  <c:v>4588.57</c:v>
                </c:pt>
                <c:pt idx="177">
                  <c:v>4614.6400000000003</c:v>
                </c:pt>
                <c:pt idx="178">
                  <c:v>4640.71</c:v>
                </c:pt>
                <c:pt idx="179">
                  <c:v>4666.79</c:v>
                </c:pt>
                <c:pt idx="180">
                  <c:v>4692.8599999999997</c:v>
                </c:pt>
                <c:pt idx="181">
                  <c:v>4718.93</c:v>
                </c:pt>
                <c:pt idx="182">
                  <c:v>4745</c:v>
                </c:pt>
                <c:pt idx="183">
                  <c:v>4771.07</c:v>
                </c:pt>
                <c:pt idx="184">
                  <c:v>4797.1400000000003</c:v>
                </c:pt>
                <c:pt idx="185">
                  <c:v>4823.21</c:v>
                </c:pt>
                <c:pt idx="186">
                  <c:v>4849.29</c:v>
                </c:pt>
                <c:pt idx="187">
                  <c:v>4875.3599999999997</c:v>
                </c:pt>
                <c:pt idx="188">
                  <c:v>4901.43</c:v>
                </c:pt>
                <c:pt idx="189">
                  <c:v>4927.5</c:v>
                </c:pt>
                <c:pt idx="190">
                  <c:v>4953.57</c:v>
                </c:pt>
                <c:pt idx="191">
                  <c:v>4979.6400000000003</c:v>
                </c:pt>
                <c:pt idx="192">
                  <c:v>5005.71</c:v>
                </c:pt>
                <c:pt idx="193">
                  <c:v>5031.79</c:v>
                </c:pt>
                <c:pt idx="194">
                  <c:v>5057.8599999999997</c:v>
                </c:pt>
                <c:pt idx="195">
                  <c:v>5083.93</c:v>
                </c:pt>
                <c:pt idx="196">
                  <c:v>5110</c:v>
                </c:pt>
                <c:pt idx="197">
                  <c:v>5136.07</c:v>
                </c:pt>
                <c:pt idx="198">
                  <c:v>5162.1400000000003</c:v>
                </c:pt>
                <c:pt idx="199">
                  <c:v>5188.21</c:v>
                </c:pt>
                <c:pt idx="200">
                  <c:v>5214.29</c:v>
                </c:pt>
                <c:pt idx="201">
                  <c:v>5240.3599999999997</c:v>
                </c:pt>
                <c:pt idx="202">
                  <c:v>5266.43</c:v>
                </c:pt>
                <c:pt idx="203">
                  <c:v>5292.5</c:v>
                </c:pt>
                <c:pt idx="204">
                  <c:v>5318.57</c:v>
                </c:pt>
                <c:pt idx="205">
                  <c:v>5344.64</c:v>
                </c:pt>
                <c:pt idx="206">
                  <c:v>5370.71</c:v>
                </c:pt>
                <c:pt idx="207">
                  <c:v>5396.79</c:v>
                </c:pt>
                <c:pt idx="208">
                  <c:v>5422.86</c:v>
                </c:pt>
                <c:pt idx="209">
                  <c:v>5448.93</c:v>
                </c:pt>
                <c:pt idx="210">
                  <c:v>5475</c:v>
                </c:pt>
                <c:pt idx="211">
                  <c:v>5501.07</c:v>
                </c:pt>
                <c:pt idx="212">
                  <c:v>5527.14</c:v>
                </c:pt>
                <c:pt idx="213">
                  <c:v>5553.21</c:v>
                </c:pt>
                <c:pt idx="214">
                  <c:v>5579.29</c:v>
                </c:pt>
                <c:pt idx="215">
                  <c:v>5605.36</c:v>
                </c:pt>
                <c:pt idx="216">
                  <c:v>5631.43</c:v>
                </c:pt>
                <c:pt idx="217">
                  <c:v>5657.5</c:v>
                </c:pt>
                <c:pt idx="218">
                  <c:v>5683.57</c:v>
                </c:pt>
                <c:pt idx="219">
                  <c:v>5709.64</c:v>
                </c:pt>
                <c:pt idx="220">
                  <c:v>5735.71</c:v>
                </c:pt>
                <c:pt idx="221">
                  <c:v>5761.79</c:v>
                </c:pt>
                <c:pt idx="222">
                  <c:v>5787.86</c:v>
                </c:pt>
                <c:pt idx="223">
                  <c:v>5813.93</c:v>
                </c:pt>
                <c:pt idx="224">
                  <c:v>5840</c:v>
                </c:pt>
                <c:pt idx="225">
                  <c:v>5866.07</c:v>
                </c:pt>
                <c:pt idx="226">
                  <c:v>5892.14</c:v>
                </c:pt>
                <c:pt idx="227">
                  <c:v>5918.21</c:v>
                </c:pt>
                <c:pt idx="228">
                  <c:v>5944.29</c:v>
                </c:pt>
                <c:pt idx="229">
                  <c:v>5970.36</c:v>
                </c:pt>
                <c:pt idx="230">
                  <c:v>5996.43</c:v>
                </c:pt>
                <c:pt idx="231">
                  <c:v>6022.5</c:v>
                </c:pt>
                <c:pt idx="232">
                  <c:v>6048.57</c:v>
                </c:pt>
                <c:pt idx="233">
                  <c:v>6074.64</c:v>
                </c:pt>
                <c:pt idx="234">
                  <c:v>6100.71</c:v>
                </c:pt>
                <c:pt idx="235">
                  <c:v>6126.79</c:v>
                </c:pt>
                <c:pt idx="236">
                  <c:v>6152.86</c:v>
                </c:pt>
                <c:pt idx="237">
                  <c:v>6178.93</c:v>
                </c:pt>
                <c:pt idx="238">
                  <c:v>6205</c:v>
                </c:pt>
                <c:pt idx="239">
                  <c:v>6231.07</c:v>
                </c:pt>
                <c:pt idx="240">
                  <c:v>6257.14</c:v>
                </c:pt>
                <c:pt idx="241">
                  <c:v>6283.21</c:v>
                </c:pt>
                <c:pt idx="242">
                  <c:v>6309.29</c:v>
                </c:pt>
                <c:pt idx="243">
                  <c:v>6335.36</c:v>
                </c:pt>
                <c:pt idx="244">
                  <c:v>6361.43</c:v>
                </c:pt>
                <c:pt idx="245">
                  <c:v>6387.5</c:v>
                </c:pt>
                <c:pt idx="246">
                  <c:v>6413.57</c:v>
                </c:pt>
                <c:pt idx="247">
                  <c:v>6439.64</c:v>
                </c:pt>
                <c:pt idx="248">
                  <c:v>6465.71</c:v>
                </c:pt>
                <c:pt idx="249">
                  <c:v>6491.79</c:v>
                </c:pt>
                <c:pt idx="250">
                  <c:v>6517.86</c:v>
                </c:pt>
                <c:pt idx="251">
                  <c:v>6543.93</c:v>
                </c:pt>
                <c:pt idx="252">
                  <c:v>6570</c:v>
                </c:pt>
                <c:pt idx="253">
                  <c:v>6596.07</c:v>
                </c:pt>
                <c:pt idx="254">
                  <c:v>6622.14</c:v>
                </c:pt>
                <c:pt idx="255">
                  <c:v>6648.21</c:v>
                </c:pt>
                <c:pt idx="256">
                  <c:v>6674.29</c:v>
                </c:pt>
                <c:pt idx="257">
                  <c:v>6700.36</c:v>
                </c:pt>
                <c:pt idx="258">
                  <c:v>6726.43</c:v>
                </c:pt>
                <c:pt idx="259">
                  <c:v>6752.5</c:v>
                </c:pt>
                <c:pt idx="260">
                  <c:v>6778.57</c:v>
                </c:pt>
                <c:pt idx="261">
                  <c:v>6804.64</c:v>
                </c:pt>
                <c:pt idx="262">
                  <c:v>6830.71</c:v>
                </c:pt>
                <c:pt idx="263">
                  <c:v>6856.79</c:v>
                </c:pt>
                <c:pt idx="264">
                  <c:v>6882.86</c:v>
                </c:pt>
                <c:pt idx="265">
                  <c:v>6908.93</c:v>
                </c:pt>
                <c:pt idx="266">
                  <c:v>6935</c:v>
                </c:pt>
                <c:pt idx="267">
                  <c:v>6961.07</c:v>
                </c:pt>
                <c:pt idx="268">
                  <c:v>6987.14</c:v>
                </c:pt>
                <c:pt idx="269">
                  <c:v>7013.21</c:v>
                </c:pt>
                <c:pt idx="270">
                  <c:v>7039.29</c:v>
                </c:pt>
                <c:pt idx="271">
                  <c:v>7065.36</c:v>
                </c:pt>
                <c:pt idx="272">
                  <c:v>7091.43</c:v>
                </c:pt>
                <c:pt idx="273">
                  <c:v>7117.5</c:v>
                </c:pt>
                <c:pt idx="274">
                  <c:v>7143.57</c:v>
                </c:pt>
                <c:pt idx="275">
                  <c:v>7169.64</c:v>
                </c:pt>
                <c:pt idx="276">
                  <c:v>7195.71</c:v>
                </c:pt>
                <c:pt idx="277">
                  <c:v>7221.79</c:v>
                </c:pt>
                <c:pt idx="278">
                  <c:v>7247.86</c:v>
                </c:pt>
                <c:pt idx="279">
                  <c:v>7273.93</c:v>
                </c:pt>
                <c:pt idx="280">
                  <c:v>7300</c:v>
                </c:pt>
                <c:pt idx="281">
                  <c:v>7326.07</c:v>
                </c:pt>
                <c:pt idx="282">
                  <c:v>7352.14</c:v>
                </c:pt>
                <c:pt idx="283">
                  <c:v>7378.21</c:v>
                </c:pt>
                <c:pt idx="284">
                  <c:v>7404.29</c:v>
                </c:pt>
                <c:pt idx="285">
                  <c:v>7430.36</c:v>
                </c:pt>
                <c:pt idx="286">
                  <c:v>7456.43</c:v>
                </c:pt>
                <c:pt idx="287">
                  <c:v>7482.5</c:v>
                </c:pt>
                <c:pt idx="288">
                  <c:v>7508.57</c:v>
                </c:pt>
                <c:pt idx="289">
                  <c:v>7534.64</c:v>
                </c:pt>
                <c:pt idx="290">
                  <c:v>7560.71</c:v>
                </c:pt>
                <c:pt idx="291">
                  <c:v>7586.79</c:v>
                </c:pt>
                <c:pt idx="292">
                  <c:v>7612.86</c:v>
                </c:pt>
                <c:pt idx="293">
                  <c:v>7638.93</c:v>
                </c:pt>
                <c:pt idx="294">
                  <c:v>7665</c:v>
                </c:pt>
                <c:pt idx="295">
                  <c:v>7691.07</c:v>
                </c:pt>
                <c:pt idx="296">
                  <c:v>7717.14</c:v>
                </c:pt>
                <c:pt idx="297">
                  <c:v>7743.21</c:v>
                </c:pt>
                <c:pt idx="298">
                  <c:v>7769.29</c:v>
                </c:pt>
                <c:pt idx="299">
                  <c:v>7795.36</c:v>
                </c:pt>
                <c:pt idx="300">
                  <c:v>7821.43</c:v>
                </c:pt>
                <c:pt idx="301">
                  <c:v>7847.5</c:v>
                </c:pt>
                <c:pt idx="302">
                  <c:v>7873.57</c:v>
                </c:pt>
                <c:pt idx="303">
                  <c:v>7899.64</c:v>
                </c:pt>
                <c:pt idx="304">
                  <c:v>7925.71</c:v>
                </c:pt>
                <c:pt idx="305">
                  <c:v>7951.79</c:v>
                </c:pt>
                <c:pt idx="306">
                  <c:v>7977.86</c:v>
                </c:pt>
                <c:pt idx="307">
                  <c:v>8003.93</c:v>
                </c:pt>
                <c:pt idx="308">
                  <c:v>8030</c:v>
                </c:pt>
                <c:pt idx="309">
                  <c:v>8056.07</c:v>
                </c:pt>
                <c:pt idx="310">
                  <c:v>8082.14</c:v>
                </c:pt>
                <c:pt idx="311">
                  <c:v>8108.21</c:v>
                </c:pt>
                <c:pt idx="312">
                  <c:v>8134.29</c:v>
                </c:pt>
                <c:pt idx="313">
                  <c:v>8160.36</c:v>
                </c:pt>
                <c:pt idx="314">
                  <c:v>8186.43</c:v>
                </c:pt>
                <c:pt idx="315">
                  <c:v>8212.5</c:v>
                </c:pt>
                <c:pt idx="316">
                  <c:v>8238.57</c:v>
                </c:pt>
                <c:pt idx="317">
                  <c:v>8264.64</c:v>
                </c:pt>
                <c:pt idx="318">
                  <c:v>8290.7099999999991</c:v>
                </c:pt>
                <c:pt idx="319">
                  <c:v>8316.7900000000009</c:v>
                </c:pt>
                <c:pt idx="320">
                  <c:v>8342.86</c:v>
                </c:pt>
                <c:pt idx="321">
                  <c:v>8368.93</c:v>
                </c:pt>
                <c:pt idx="322">
                  <c:v>8395</c:v>
                </c:pt>
                <c:pt idx="323">
                  <c:v>8421.07</c:v>
                </c:pt>
                <c:pt idx="324">
                  <c:v>8447.14</c:v>
                </c:pt>
                <c:pt idx="325">
                  <c:v>8473.2099999999991</c:v>
                </c:pt>
                <c:pt idx="326">
                  <c:v>8499.2900000000009</c:v>
                </c:pt>
                <c:pt idx="327">
                  <c:v>8525.36</c:v>
                </c:pt>
                <c:pt idx="328">
                  <c:v>8551.43</c:v>
                </c:pt>
                <c:pt idx="329">
                  <c:v>8577.5</c:v>
                </c:pt>
                <c:pt idx="330">
                  <c:v>8603.57</c:v>
                </c:pt>
                <c:pt idx="331">
                  <c:v>8629.64</c:v>
                </c:pt>
                <c:pt idx="332">
                  <c:v>8655.7099999999991</c:v>
                </c:pt>
                <c:pt idx="333">
                  <c:v>8681.7900000000009</c:v>
                </c:pt>
                <c:pt idx="334">
                  <c:v>8707.86</c:v>
                </c:pt>
                <c:pt idx="335">
                  <c:v>8733.93</c:v>
                </c:pt>
                <c:pt idx="336">
                  <c:v>8760</c:v>
                </c:pt>
                <c:pt idx="337">
                  <c:v>8786.07</c:v>
                </c:pt>
                <c:pt idx="338">
                  <c:v>8812.14</c:v>
                </c:pt>
                <c:pt idx="339">
                  <c:v>8838.2099999999991</c:v>
                </c:pt>
                <c:pt idx="340">
                  <c:v>8864.2900000000009</c:v>
                </c:pt>
                <c:pt idx="341">
                  <c:v>8890.36</c:v>
                </c:pt>
                <c:pt idx="342">
                  <c:v>8916.43</c:v>
                </c:pt>
                <c:pt idx="343">
                  <c:v>8942.5</c:v>
                </c:pt>
                <c:pt idx="344">
                  <c:v>8968.57</c:v>
                </c:pt>
                <c:pt idx="345">
                  <c:v>8994.64</c:v>
                </c:pt>
                <c:pt idx="346">
                  <c:v>9020.7099999999991</c:v>
                </c:pt>
                <c:pt idx="347">
                  <c:v>9046.7900000000009</c:v>
                </c:pt>
                <c:pt idx="348">
                  <c:v>9072.86</c:v>
                </c:pt>
                <c:pt idx="349">
                  <c:v>9098.93</c:v>
                </c:pt>
                <c:pt idx="350">
                  <c:v>9125</c:v>
                </c:pt>
                <c:pt idx="351">
                  <c:v>9151.07</c:v>
                </c:pt>
                <c:pt idx="352">
                  <c:v>9177.14</c:v>
                </c:pt>
                <c:pt idx="353">
                  <c:v>9203.2099999999991</c:v>
                </c:pt>
                <c:pt idx="354">
                  <c:v>9229.2900000000009</c:v>
                </c:pt>
                <c:pt idx="355">
                  <c:v>9255.36</c:v>
                </c:pt>
                <c:pt idx="356">
                  <c:v>9281.43</c:v>
                </c:pt>
                <c:pt idx="357">
                  <c:v>9307.5</c:v>
                </c:pt>
                <c:pt idx="358">
                  <c:v>9333.57</c:v>
                </c:pt>
                <c:pt idx="359">
                  <c:v>9359.64</c:v>
                </c:pt>
                <c:pt idx="360">
                  <c:v>9385.7099999999991</c:v>
                </c:pt>
                <c:pt idx="361">
                  <c:v>9411.7900000000009</c:v>
                </c:pt>
                <c:pt idx="362">
                  <c:v>9437.86</c:v>
                </c:pt>
                <c:pt idx="363">
                  <c:v>9463.93</c:v>
                </c:pt>
                <c:pt idx="364">
                  <c:v>9490</c:v>
                </c:pt>
                <c:pt idx="365">
                  <c:v>9516.07</c:v>
                </c:pt>
                <c:pt idx="366">
                  <c:v>9542.14</c:v>
                </c:pt>
                <c:pt idx="367">
                  <c:v>9568.2099999999991</c:v>
                </c:pt>
                <c:pt idx="368">
                  <c:v>9594.2900000000009</c:v>
                </c:pt>
                <c:pt idx="369">
                  <c:v>9620.36</c:v>
                </c:pt>
                <c:pt idx="370">
                  <c:v>9646.43</c:v>
                </c:pt>
                <c:pt idx="371">
                  <c:v>9672.5</c:v>
                </c:pt>
                <c:pt idx="372">
                  <c:v>9698.57</c:v>
                </c:pt>
                <c:pt idx="373">
                  <c:v>9724.64</c:v>
                </c:pt>
                <c:pt idx="374">
                  <c:v>9750.7099999999991</c:v>
                </c:pt>
                <c:pt idx="375">
                  <c:v>9776.7900000000009</c:v>
                </c:pt>
                <c:pt idx="376">
                  <c:v>9802.86</c:v>
                </c:pt>
                <c:pt idx="377">
                  <c:v>9828.93</c:v>
                </c:pt>
                <c:pt idx="378">
                  <c:v>9855</c:v>
                </c:pt>
                <c:pt idx="379">
                  <c:v>9881.07</c:v>
                </c:pt>
                <c:pt idx="380">
                  <c:v>9907.14</c:v>
                </c:pt>
                <c:pt idx="381">
                  <c:v>9933.2099999999991</c:v>
                </c:pt>
                <c:pt idx="382">
                  <c:v>9959.2900000000009</c:v>
                </c:pt>
                <c:pt idx="383">
                  <c:v>9985.36</c:v>
                </c:pt>
                <c:pt idx="384">
                  <c:v>10011.43</c:v>
                </c:pt>
                <c:pt idx="385">
                  <c:v>10037.5</c:v>
                </c:pt>
                <c:pt idx="386">
                  <c:v>10063.57</c:v>
                </c:pt>
                <c:pt idx="387">
                  <c:v>10089.64</c:v>
                </c:pt>
                <c:pt idx="388">
                  <c:v>10115.709999999999</c:v>
                </c:pt>
                <c:pt idx="389">
                  <c:v>10141.790000000001</c:v>
                </c:pt>
                <c:pt idx="390">
                  <c:v>10167.86</c:v>
                </c:pt>
                <c:pt idx="391">
                  <c:v>10193.93</c:v>
                </c:pt>
                <c:pt idx="392">
                  <c:v>10220</c:v>
                </c:pt>
                <c:pt idx="393">
                  <c:v>10246.07</c:v>
                </c:pt>
                <c:pt idx="394">
                  <c:v>10272.14</c:v>
                </c:pt>
                <c:pt idx="395">
                  <c:v>10298.209999999999</c:v>
                </c:pt>
                <c:pt idx="396">
                  <c:v>10324.290000000001</c:v>
                </c:pt>
                <c:pt idx="397">
                  <c:v>10350.36</c:v>
                </c:pt>
                <c:pt idx="398">
                  <c:v>10376.43</c:v>
                </c:pt>
                <c:pt idx="399">
                  <c:v>10402.5</c:v>
                </c:pt>
                <c:pt idx="400">
                  <c:v>10428.57</c:v>
                </c:pt>
                <c:pt idx="401">
                  <c:v>10454.64</c:v>
                </c:pt>
                <c:pt idx="402">
                  <c:v>10480.709999999999</c:v>
                </c:pt>
                <c:pt idx="403">
                  <c:v>10506.79</c:v>
                </c:pt>
                <c:pt idx="404">
                  <c:v>10532.86</c:v>
                </c:pt>
                <c:pt idx="405">
                  <c:v>10558.93</c:v>
                </c:pt>
                <c:pt idx="406">
                  <c:v>10585</c:v>
                </c:pt>
                <c:pt idx="407">
                  <c:v>10611.07</c:v>
                </c:pt>
                <c:pt idx="408">
                  <c:v>10637.14</c:v>
                </c:pt>
                <c:pt idx="409">
                  <c:v>10663.21</c:v>
                </c:pt>
                <c:pt idx="410">
                  <c:v>10689.29</c:v>
                </c:pt>
                <c:pt idx="411">
                  <c:v>10715.36</c:v>
                </c:pt>
                <c:pt idx="412">
                  <c:v>10741.43</c:v>
                </c:pt>
                <c:pt idx="413">
                  <c:v>10767.5</c:v>
                </c:pt>
                <c:pt idx="414">
                  <c:v>10793.57</c:v>
                </c:pt>
                <c:pt idx="415">
                  <c:v>10819.64</c:v>
                </c:pt>
                <c:pt idx="416">
                  <c:v>10845.71</c:v>
                </c:pt>
                <c:pt idx="417">
                  <c:v>10871.79</c:v>
                </c:pt>
                <c:pt idx="418">
                  <c:v>10897.86</c:v>
                </c:pt>
                <c:pt idx="419">
                  <c:v>10923.93</c:v>
                </c:pt>
                <c:pt idx="420">
                  <c:v>10950</c:v>
                </c:pt>
                <c:pt idx="421">
                  <c:v>10976.07</c:v>
                </c:pt>
                <c:pt idx="422">
                  <c:v>11002.14</c:v>
                </c:pt>
                <c:pt idx="423">
                  <c:v>11028.21</c:v>
                </c:pt>
                <c:pt idx="424">
                  <c:v>11054.29</c:v>
                </c:pt>
                <c:pt idx="425">
                  <c:v>11080.36</c:v>
                </c:pt>
                <c:pt idx="426">
                  <c:v>11106.43</c:v>
                </c:pt>
                <c:pt idx="427">
                  <c:v>11132.5</c:v>
                </c:pt>
                <c:pt idx="428">
                  <c:v>11158.57</c:v>
                </c:pt>
                <c:pt idx="429">
                  <c:v>11184.64</c:v>
                </c:pt>
                <c:pt idx="430">
                  <c:v>11210.71</c:v>
                </c:pt>
                <c:pt idx="431">
                  <c:v>11236.79</c:v>
                </c:pt>
                <c:pt idx="432">
                  <c:v>11262.86</c:v>
                </c:pt>
                <c:pt idx="433">
                  <c:v>11288.93</c:v>
                </c:pt>
                <c:pt idx="434">
                  <c:v>11315</c:v>
                </c:pt>
                <c:pt idx="435">
                  <c:v>11341.07</c:v>
                </c:pt>
                <c:pt idx="436">
                  <c:v>11367.14</c:v>
                </c:pt>
                <c:pt idx="437">
                  <c:v>11393.21</c:v>
                </c:pt>
                <c:pt idx="438">
                  <c:v>11419.29</c:v>
                </c:pt>
                <c:pt idx="439">
                  <c:v>11445.36</c:v>
                </c:pt>
                <c:pt idx="440">
                  <c:v>11471.43</c:v>
                </c:pt>
                <c:pt idx="441">
                  <c:v>11497.5</c:v>
                </c:pt>
                <c:pt idx="442">
                  <c:v>11523.57</c:v>
                </c:pt>
                <c:pt idx="443">
                  <c:v>11549.64</c:v>
                </c:pt>
                <c:pt idx="444">
                  <c:v>11575.71</c:v>
                </c:pt>
                <c:pt idx="445">
                  <c:v>11601.79</c:v>
                </c:pt>
                <c:pt idx="446">
                  <c:v>11627.86</c:v>
                </c:pt>
                <c:pt idx="447">
                  <c:v>11653.93</c:v>
                </c:pt>
                <c:pt idx="448">
                  <c:v>11680</c:v>
                </c:pt>
                <c:pt idx="449">
                  <c:v>11706.07</c:v>
                </c:pt>
                <c:pt idx="450">
                  <c:v>11732.14</c:v>
                </c:pt>
                <c:pt idx="451">
                  <c:v>11758.21</c:v>
                </c:pt>
                <c:pt idx="452">
                  <c:v>11784.29</c:v>
                </c:pt>
                <c:pt idx="453">
                  <c:v>11810.36</c:v>
                </c:pt>
                <c:pt idx="454">
                  <c:v>11836.43</c:v>
                </c:pt>
                <c:pt idx="455">
                  <c:v>11862.5</c:v>
                </c:pt>
                <c:pt idx="456">
                  <c:v>11888.57</c:v>
                </c:pt>
                <c:pt idx="457">
                  <c:v>11914.64</c:v>
                </c:pt>
                <c:pt idx="458">
                  <c:v>11940.71</c:v>
                </c:pt>
                <c:pt idx="459">
                  <c:v>11966.79</c:v>
                </c:pt>
                <c:pt idx="460">
                  <c:v>11992.86</c:v>
                </c:pt>
                <c:pt idx="461">
                  <c:v>12018.93</c:v>
                </c:pt>
                <c:pt idx="462">
                  <c:v>12045</c:v>
                </c:pt>
                <c:pt idx="463">
                  <c:v>12071.07</c:v>
                </c:pt>
                <c:pt idx="464">
                  <c:v>12097.14</c:v>
                </c:pt>
                <c:pt idx="465">
                  <c:v>12123.21</c:v>
                </c:pt>
                <c:pt idx="466">
                  <c:v>12149.29</c:v>
                </c:pt>
                <c:pt idx="467">
                  <c:v>12175.36</c:v>
                </c:pt>
                <c:pt idx="468">
                  <c:v>12201.43</c:v>
                </c:pt>
                <c:pt idx="469">
                  <c:v>12227.5</c:v>
                </c:pt>
                <c:pt idx="470">
                  <c:v>12253.57</c:v>
                </c:pt>
                <c:pt idx="471">
                  <c:v>12279.64</c:v>
                </c:pt>
                <c:pt idx="472">
                  <c:v>12305.71</c:v>
                </c:pt>
                <c:pt idx="473">
                  <c:v>12331.79</c:v>
                </c:pt>
                <c:pt idx="474">
                  <c:v>12357.86</c:v>
                </c:pt>
                <c:pt idx="475">
                  <c:v>12383.93</c:v>
                </c:pt>
                <c:pt idx="476">
                  <c:v>12410</c:v>
                </c:pt>
                <c:pt idx="477">
                  <c:v>12436.07</c:v>
                </c:pt>
                <c:pt idx="478">
                  <c:v>12462.14</c:v>
                </c:pt>
                <c:pt idx="479">
                  <c:v>12488.21</c:v>
                </c:pt>
                <c:pt idx="480">
                  <c:v>12514.29</c:v>
                </c:pt>
                <c:pt idx="481">
                  <c:v>12540.36</c:v>
                </c:pt>
                <c:pt idx="482">
                  <c:v>12566.43</c:v>
                </c:pt>
                <c:pt idx="483">
                  <c:v>12592.5</c:v>
                </c:pt>
                <c:pt idx="484">
                  <c:v>12618.57</c:v>
                </c:pt>
                <c:pt idx="485">
                  <c:v>12644.64</c:v>
                </c:pt>
                <c:pt idx="486">
                  <c:v>12670.71</c:v>
                </c:pt>
                <c:pt idx="487">
                  <c:v>12696.79</c:v>
                </c:pt>
                <c:pt idx="488">
                  <c:v>12722.86</c:v>
                </c:pt>
                <c:pt idx="489">
                  <c:v>12748.93</c:v>
                </c:pt>
                <c:pt idx="490">
                  <c:v>12775</c:v>
                </c:pt>
                <c:pt idx="491">
                  <c:v>12801.07</c:v>
                </c:pt>
                <c:pt idx="492">
                  <c:v>12827.14</c:v>
                </c:pt>
                <c:pt idx="493">
                  <c:v>12853.21</c:v>
                </c:pt>
                <c:pt idx="494">
                  <c:v>12879.29</c:v>
                </c:pt>
                <c:pt idx="495">
                  <c:v>12905.36</c:v>
                </c:pt>
                <c:pt idx="496">
                  <c:v>12931.43</c:v>
                </c:pt>
                <c:pt idx="497">
                  <c:v>12957.5</c:v>
                </c:pt>
                <c:pt idx="498">
                  <c:v>12983.57</c:v>
                </c:pt>
                <c:pt idx="499">
                  <c:v>13009.64</c:v>
                </c:pt>
                <c:pt idx="500">
                  <c:v>13035.71</c:v>
                </c:pt>
                <c:pt idx="501">
                  <c:v>13061.79</c:v>
                </c:pt>
                <c:pt idx="502">
                  <c:v>13087.86</c:v>
                </c:pt>
                <c:pt idx="503">
                  <c:v>13113.93</c:v>
                </c:pt>
                <c:pt idx="504">
                  <c:v>13140</c:v>
                </c:pt>
                <c:pt idx="505">
                  <c:v>13166.07</c:v>
                </c:pt>
                <c:pt idx="506">
                  <c:v>13192.14</c:v>
                </c:pt>
                <c:pt idx="507">
                  <c:v>13218.21</c:v>
                </c:pt>
                <c:pt idx="508">
                  <c:v>13244.29</c:v>
                </c:pt>
                <c:pt idx="509">
                  <c:v>13270.36</c:v>
                </c:pt>
                <c:pt idx="510">
                  <c:v>13296.43</c:v>
                </c:pt>
                <c:pt idx="511">
                  <c:v>13322.5</c:v>
                </c:pt>
                <c:pt idx="512">
                  <c:v>13348.57</c:v>
                </c:pt>
                <c:pt idx="513">
                  <c:v>13374.64</c:v>
                </c:pt>
                <c:pt idx="514">
                  <c:v>13400.71</c:v>
                </c:pt>
                <c:pt idx="515">
                  <c:v>13426.79</c:v>
                </c:pt>
                <c:pt idx="516">
                  <c:v>13452.86</c:v>
                </c:pt>
                <c:pt idx="517">
                  <c:v>13478.93</c:v>
                </c:pt>
                <c:pt idx="518">
                  <c:v>13505</c:v>
                </c:pt>
                <c:pt idx="519">
                  <c:v>13531.07</c:v>
                </c:pt>
                <c:pt idx="520">
                  <c:v>13557.14</c:v>
                </c:pt>
                <c:pt idx="521">
                  <c:v>13583.21</c:v>
                </c:pt>
                <c:pt idx="522">
                  <c:v>13609.29</c:v>
                </c:pt>
                <c:pt idx="523">
                  <c:v>13635.36</c:v>
                </c:pt>
                <c:pt idx="524">
                  <c:v>13661.43</c:v>
                </c:pt>
                <c:pt idx="525">
                  <c:v>13687.5</c:v>
                </c:pt>
                <c:pt idx="526">
                  <c:v>13713.57</c:v>
                </c:pt>
                <c:pt idx="527">
                  <c:v>13739.64</c:v>
                </c:pt>
                <c:pt idx="528">
                  <c:v>13765.71</c:v>
                </c:pt>
                <c:pt idx="529">
                  <c:v>13791.79</c:v>
                </c:pt>
                <c:pt idx="530">
                  <c:v>13817.86</c:v>
                </c:pt>
                <c:pt idx="531">
                  <c:v>13843.93</c:v>
                </c:pt>
                <c:pt idx="532">
                  <c:v>13870</c:v>
                </c:pt>
                <c:pt idx="533">
                  <c:v>13896.07</c:v>
                </c:pt>
                <c:pt idx="534">
                  <c:v>13922.14</c:v>
                </c:pt>
                <c:pt idx="535">
                  <c:v>13948.21</c:v>
                </c:pt>
                <c:pt idx="536">
                  <c:v>13974.29</c:v>
                </c:pt>
                <c:pt idx="537">
                  <c:v>14000.36</c:v>
                </c:pt>
                <c:pt idx="538">
                  <c:v>14026.43</c:v>
                </c:pt>
                <c:pt idx="539">
                  <c:v>14052.5</c:v>
                </c:pt>
                <c:pt idx="540">
                  <c:v>14078.57</c:v>
                </c:pt>
                <c:pt idx="541">
                  <c:v>14104.64</c:v>
                </c:pt>
                <c:pt idx="542">
                  <c:v>14130.71</c:v>
                </c:pt>
                <c:pt idx="543">
                  <c:v>14156.79</c:v>
                </c:pt>
                <c:pt idx="544">
                  <c:v>14182.86</c:v>
                </c:pt>
                <c:pt idx="545">
                  <c:v>14208.93</c:v>
                </c:pt>
                <c:pt idx="546">
                  <c:v>14235</c:v>
                </c:pt>
                <c:pt idx="547">
                  <c:v>14261.07</c:v>
                </c:pt>
                <c:pt idx="548">
                  <c:v>14287.14</c:v>
                </c:pt>
                <c:pt idx="549">
                  <c:v>14313.21</c:v>
                </c:pt>
                <c:pt idx="550">
                  <c:v>14339.29</c:v>
                </c:pt>
                <c:pt idx="551">
                  <c:v>14365.36</c:v>
                </c:pt>
                <c:pt idx="552">
                  <c:v>14391.43</c:v>
                </c:pt>
                <c:pt idx="553">
                  <c:v>14417.5</c:v>
                </c:pt>
                <c:pt idx="554">
                  <c:v>14443.57</c:v>
                </c:pt>
                <c:pt idx="555">
                  <c:v>14469.64</c:v>
                </c:pt>
                <c:pt idx="556">
                  <c:v>14495.71</c:v>
                </c:pt>
                <c:pt idx="557">
                  <c:v>14521.79</c:v>
                </c:pt>
                <c:pt idx="558">
                  <c:v>14547.86</c:v>
                </c:pt>
                <c:pt idx="559">
                  <c:v>14573.93</c:v>
                </c:pt>
                <c:pt idx="560">
                  <c:v>14600</c:v>
                </c:pt>
                <c:pt idx="561">
                  <c:v>14626.07</c:v>
                </c:pt>
                <c:pt idx="562">
                  <c:v>14652.14</c:v>
                </c:pt>
                <c:pt idx="563">
                  <c:v>14678.21</c:v>
                </c:pt>
                <c:pt idx="564">
                  <c:v>14704.29</c:v>
                </c:pt>
                <c:pt idx="565">
                  <c:v>14730.36</c:v>
                </c:pt>
                <c:pt idx="566">
                  <c:v>14756.43</c:v>
                </c:pt>
                <c:pt idx="567">
                  <c:v>14782.5</c:v>
                </c:pt>
                <c:pt idx="568">
                  <c:v>14808.57</c:v>
                </c:pt>
                <c:pt idx="569">
                  <c:v>14834.64</c:v>
                </c:pt>
                <c:pt idx="570">
                  <c:v>14860.71</c:v>
                </c:pt>
                <c:pt idx="571">
                  <c:v>14886.79</c:v>
                </c:pt>
                <c:pt idx="572">
                  <c:v>14912.86</c:v>
                </c:pt>
                <c:pt idx="573">
                  <c:v>14938.93</c:v>
                </c:pt>
                <c:pt idx="574">
                  <c:v>14965</c:v>
                </c:pt>
                <c:pt idx="575">
                  <c:v>14991.07</c:v>
                </c:pt>
                <c:pt idx="576">
                  <c:v>15017.14</c:v>
                </c:pt>
                <c:pt idx="577">
                  <c:v>15043.21</c:v>
                </c:pt>
                <c:pt idx="578">
                  <c:v>15069.29</c:v>
                </c:pt>
                <c:pt idx="579">
                  <c:v>15095.36</c:v>
                </c:pt>
                <c:pt idx="580">
                  <c:v>15121.43</c:v>
                </c:pt>
                <c:pt idx="581">
                  <c:v>15147.5</c:v>
                </c:pt>
                <c:pt idx="582">
                  <c:v>15173.57</c:v>
                </c:pt>
                <c:pt idx="583">
                  <c:v>15199.64</c:v>
                </c:pt>
                <c:pt idx="584">
                  <c:v>15225.71</c:v>
                </c:pt>
                <c:pt idx="585">
                  <c:v>15251.79</c:v>
                </c:pt>
                <c:pt idx="586">
                  <c:v>15277.86</c:v>
                </c:pt>
                <c:pt idx="587">
                  <c:v>15303.93</c:v>
                </c:pt>
                <c:pt idx="588">
                  <c:v>15330</c:v>
                </c:pt>
                <c:pt idx="589">
                  <c:v>15356.07</c:v>
                </c:pt>
                <c:pt idx="590">
                  <c:v>15382.14</c:v>
                </c:pt>
                <c:pt idx="591">
                  <c:v>15408.21</c:v>
                </c:pt>
                <c:pt idx="592">
                  <c:v>15434.29</c:v>
                </c:pt>
                <c:pt idx="593">
                  <c:v>15460.36</c:v>
                </c:pt>
                <c:pt idx="594">
                  <c:v>15486.43</c:v>
                </c:pt>
                <c:pt idx="595">
                  <c:v>15512.5</c:v>
                </c:pt>
                <c:pt idx="596">
                  <c:v>15538.57</c:v>
                </c:pt>
                <c:pt idx="597">
                  <c:v>15564.64</c:v>
                </c:pt>
                <c:pt idx="598">
                  <c:v>15590.71</c:v>
                </c:pt>
                <c:pt idx="599">
                  <c:v>15616.79</c:v>
                </c:pt>
                <c:pt idx="600">
                  <c:v>15642.86</c:v>
                </c:pt>
                <c:pt idx="601">
                  <c:v>15668.93</c:v>
                </c:pt>
                <c:pt idx="602">
                  <c:v>15695</c:v>
                </c:pt>
                <c:pt idx="603">
                  <c:v>15721.07</c:v>
                </c:pt>
                <c:pt idx="604">
                  <c:v>15747.14</c:v>
                </c:pt>
                <c:pt idx="605">
                  <c:v>15773.21</c:v>
                </c:pt>
                <c:pt idx="606">
                  <c:v>15799.29</c:v>
                </c:pt>
                <c:pt idx="607">
                  <c:v>15825.36</c:v>
                </c:pt>
                <c:pt idx="608">
                  <c:v>15851.43</c:v>
                </c:pt>
                <c:pt idx="609">
                  <c:v>15877.5</c:v>
                </c:pt>
                <c:pt idx="610">
                  <c:v>15903.57</c:v>
                </c:pt>
                <c:pt idx="611">
                  <c:v>15929.64</c:v>
                </c:pt>
                <c:pt idx="612">
                  <c:v>15955.71</c:v>
                </c:pt>
                <c:pt idx="613">
                  <c:v>15981.79</c:v>
                </c:pt>
                <c:pt idx="614">
                  <c:v>16007.86</c:v>
                </c:pt>
                <c:pt idx="615">
                  <c:v>16033.93</c:v>
                </c:pt>
                <c:pt idx="616">
                  <c:v>16060</c:v>
                </c:pt>
                <c:pt idx="617">
                  <c:v>16086.07</c:v>
                </c:pt>
                <c:pt idx="618">
                  <c:v>16112.14</c:v>
                </c:pt>
                <c:pt idx="619">
                  <c:v>16138.21</c:v>
                </c:pt>
                <c:pt idx="620">
                  <c:v>16164.29</c:v>
                </c:pt>
                <c:pt idx="621">
                  <c:v>16190.36</c:v>
                </c:pt>
                <c:pt idx="622">
                  <c:v>16216.43</c:v>
                </c:pt>
                <c:pt idx="623">
                  <c:v>16242.5</c:v>
                </c:pt>
                <c:pt idx="624">
                  <c:v>16268.57</c:v>
                </c:pt>
                <c:pt idx="625">
                  <c:v>16294.64</c:v>
                </c:pt>
                <c:pt idx="626">
                  <c:v>16320.71</c:v>
                </c:pt>
                <c:pt idx="627">
                  <c:v>16346.79</c:v>
                </c:pt>
                <c:pt idx="628">
                  <c:v>16372.86</c:v>
                </c:pt>
                <c:pt idx="629">
                  <c:v>16398.93</c:v>
                </c:pt>
                <c:pt idx="630">
                  <c:v>16425</c:v>
                </c:pt>
                <c:pt idx="631">
                  <c:v>16451.07</c:v>
                </c:pt>
                <c:pt idx="632">
                  <c:v>16477.14</c:v>
                </c:pt>
                <c:pt idx="633">
                  <c:v>16503.21</c:v>
                </c:pt>
                <c:pt idx="634">
                  <c:v>16529.29</c:v>
                </c:pt>
                <c:pt idx="635">
                  <c:v>16555.36</c:v>
                </c:pt>
                <c:pt idx="636">
                  <c:v>16581.43</c:v>
                </c:pt>
                <c:pt idx="637">
                  <c:v>16607.5</c:v>
                </c:pt>
                <c:pt idx="638">
                  <c:v>16633.57</c:v>
                </c:pt>
                <c:pt idx="639">
                  <c:v>16659.64</c:v>
                </c:pt>
                <c:pt idx="640">
                  <c:v>16685.71</c:v>
                </c:pt>
                <c:pt idx="641">
                  <c:v>16711.79</c:v>
                </c:pt>
                <c:pt idx="642">
                  <c:v>16737.86</c:v>
                </c:pt>
                <c:pt idx="643">
                  <c:v>16763.93</c:v>
                </c:pt>
                <c:pt idx="644">
                  <c:v>16790</c:v>
                </c:pt>
                <c:pt idx="645">
                  <c:v>16816.07</c:v>
                </c:pt>
                <c:pt idx="646">
                  <c:v>16842.14</c:v>
                </c:pt>
                <c:pt idx="647">
                  <c:v>16868.21</c:v>
                </c:pt>
                <c:pt idx="648">
                  <c:v>16894.29</c:v>
                </c:pt>
                <c:pt idx="649">
                  <c:v>16920.36</c:v>
                </c:pt>
                <c:pt idx="650">
                  <c:v>16946.43</c:v>
                </c:pt>
                <c:pt idx="651">
                  <c:v>16972.5</c:v>
                </c:pt>
                <c:pt idx="652">
                  <c:v>16998.57</c:v>
                </c:pt>
                <c:pt idx="653">
                  <c:v>17024.64</c:v>
                </c:pt>
                <c:pt idx="654">
                  <c:v>17050.71</c:v>
                </c:pt>
                <c:pt idx="655">
                  <c:v>17076.79</c:v>
                </c:pt>
                <c:pt idx="656">
                  <c:v>17102.86</c:v>
                </c:pt>
                <c:pt idx="657">
                  <c:v>17128.93</c:v>
                </c:pt>
                <c:pt idx="658">
                  <c:v>17155</c:v>
                </c:pt>
                <c:pt idx="659">
                  <c:v>17181.07</c:v>
                </c:pt>
                <c:pt idx="660">
                  <c:v>17207.14</c:v>
                </c:pt>
                <c:pt idx="661">
                  <c:v>17233.21</c:v>
                </c:pt>
                <c:pt idx="662">
                  <c:v>17259.29</c:v>
                </c:pt>
                <c:pt idx="663">
                  <c:v>17285.36</c:v>
                </c:pt>
                <c:pt idx="664">
                  <c:v>17311.43</c:v>
                </c:pt>
                <c:pt idx="665">
                  <c:v>17337.5</c:v>
                </c:pt>
                <c:pt idx="666">
                  <c:v>17363.57</c:v>
                </c:pt>
                <c:pt idx="667">
                  <c:v>17389.64</c:v>
                </c:pt>
                <c:pt idx="668">
                  <c:v>17415.71</c:v>
                </c:pt>
                <c:pt idx="669">
                  <c:v>17441.79</c:v>
                </c:pt>
                <c:pt idx="670">
                  <c:v>17467.86</c:v>
                </c:pt>
                <c:pt idx="671">
                  <c:v>17493.93</c:v>
                </c:pt>
                <c:pt idx="672">
                  <c:v>17520</c:v>
                </c:pt>
                <c:pt idx="673">
                  <c:v>17546.07</c:v>
                </c:pt>
                <c:pt idx="674">
                  <c:v>17572.14</c:v>
                </c:pt>
                <c:pt idx="675">
                  <c:v>17598.21</c:v>
                </c:pt>
                <c:pt idx="676">
                  <c:v>17624.29</c:v>
                </c:pt>
                <c:pt idx="677">
                  <c:v>17650.36</c:v>
                </c:pt>
                <c:pt idx="678">
                  <c:v>17676.43</c:v>
                </c:pt>
                <c:pt idx="679">
                  <c:v>17702.5</c:v>
                </c:pt>
                <c:pt idx="680">
                  <c:v>17728.57</c:v>
                </c:pt>
                <c:pt idx="681">
                  <c:v>17754.64</c:v>
                </c:pt>
                <c:pt idx="682">
                  <c:v>17780.71</c:v>
                </c:pt>
                <c:pt idx="683">
                  <c:v>17806.79</c:v>
                </c:pt>
                <c:pt idx="684">
                  <c:v>17832.86</c:v>
                </c:pt>
                <c:pt idx="685">
                  <c:v>17858.93</c:v>
                </c:pt>
                <c:pt idx="686">
                  <c:v>17885</c:v>
                </c:pt>
                <c:pt idx="687">
                  <c:v>17911.07</c:v>
                </c:pt>
                <c:pt idx="688">
                  <c:v>17937.14</c:v>
                </c:pt>
                <c:pt idx="689">
                  <c:v>17963.21</c:v>
                </c:pt>
                <c:pt idx="690">
                  <c:v>17989.29</c:v>
                </c:pt>
                <c:pt idx="691">
                  <c:v>18015.36</c:v>
                </c:pt>
                <c:pt idx="692">
                  <c:v>18041.43</c:v>
                </c:pt>
                <c:pt idx="693">
                  <c:v>18067.5</c:v>
                </c:pt>
                <c:pt idx="694">
                  <c:v>18093.57</c:v>
                </c:pt>
                <c:pt idx="695">
                  <c:v>18119.64</c:v>
                </c:pt>
                <c:pt idx="696">
                  <c:v>18145.71</c:v>
                </c:pt>
                <c:pt idx="697">
                  <c:v>18171.79</c:v>
                </c:pt>
                <c:pt idx="698">
                  <c:v>18197.86</c:v>
                </c:pt>
                <c:pt idx="699">
                  <c:v>18223.93</c:v>
                </c:pt>
                <c:pt idx="700">
                  <c:v>18250</c:v>
                </c:pt>
                <c:pt idx="701">
                  <c:v>18276.07</c:v>
                </c:pt>
                <c:pt idx="702">
                  <c:v>18302.14</c:v>
                </c:pt>
                <c:pt idx="703">
                  <c:v>18328.21</c:v>
                </c:pt>
                <c:pt idx="704">
                  <c:v>18354.29</c:v>
                </c:pt>
                <c:pt idx="705">
                  <c:v>18380.36</c:v>
                </c:pt>
                <c:pt idx="706">
                  <c:v>18406.43</c:v>
                </c:pt>
                <c:pt idx="707">
                  <c:v>18432.5</c:v>
                </c:pt>
                <c:pt idx="708">
                  <c:v>18458.57</c:v>
                </c:pt>
                <c:pt idx="709">
                  <c:v>18484.64</c:v>
                </c:pt>
                <c:pt idx="710">
                  <c:v>18510.71</c:v>
                </c:pt>
                <c:pt idx="711">
                  <c:v>18536.79</c:v>
                </c:pt>
                <c:pt idx="712">
                  <c:v>18562.86</c:v>
                </c:pt>
                <c:pt idx="713">
                  <c:v>18588.93</c:v>
                </c:pt>
                <c:pt idx="714">
                  <c:v>18615</c:v>
                </c:pt>
                <c:pt idx="715">
                  <c:v>18641.07</c:v>
                </c:pt>
                <c:pt idx="716">
                  <c:v>18667.14</c:v>
                </c:pt>
                <c:pt idx="717">
                  <c:v>18693.21</c:v>
                </c:pt>
                <c:pt idx="718">
                  <c:v>18719.29</c:v>
                </c:pt>
                <c:pt idx="719">
                  <c:v>18745.36</c:v>
                </c:pt>
                <c:pt idx="720">
                  <c:v>18771.43</c:v>
                </c:pt>
                <c:pt idx="721">
                  <c:v>18797.5</c:v>
                </c:pt>
                <c:pt idx="722">
                  <c:v>18823.57</c:v>
                </c:pt>
                <c:pt idx="723">
                  <c:v>18849.64</c:v>
                </c:pt>
                <c:pt idx="724">
                  <c:v>18875.71</c:v>
                </c:pt>
                <c:pt idx="725">
                  <c:v>18901.79</c:v>
                </c:pt>
                <c:pt idx="726">
                  <c:v>18927.86</c:v>
                </c:pt>
                <c:pt idx="727">
                  <c:v>18953.93</c:v>
                </c:pt>
                <c:pt idx="728">
                  <c:v>18980</c:v>
                </c:pt>
                <c:pt idx="729">
                  <c:v>19006.07</c:v>
                </c:pt>
                <c:pt idx="730">
                  <c:v>19032.14</c:v>
                </c:pt>
                <c:pt idx="731">
                  <c:v>19058.21</c:v>
                </c:pt>
                <c:pt idx="732">
                  <c:v>19084.29</c:v>
                </c:pt>
                <c:pt idx="733">
                  <c:v>19110.36</c:v>
                </c:pt>
                <c:pt idx="734">
                  <c:v>19136.43</c:v>
                </c:pt>
                <c:pt idx="735">
                  <c:v>19162.5</c:v>
                </c:pt>
                <c:pt idx="736">
                  <c:v>19188.57</c:v>
                </c:pt>
                <c:pt idx="737">
                  <c:v>19214.64</c:v>
                </c:pt>
                <c:pt idx="738">
                  <c:v>19240.71</c:v>
                </c:pt>
                <c:pt idx="739">
                  <c:v>19266.79</c:v>
                </c:pt>
                <c:pt idx="740">
                  <c:v>19292.86</c:v>
                </c:pt>
                <c:pt idx="741">
                  <c:v>19318.93</c:v>
                </c:pt>
                <c:pt idx="742">
                  <c:v>19345</c:v>
                </c:pt>
                <c:pt idx="743">
                  <c:v>19371.07</c:v>
                </c:pt>
                <c:pt idx="744">
                  <c:v>19397.14</c:v>
                </c:pt>
                <c:pt idx="745">
                  <c:v>19423.21</c:v>
                </c:pt>
                <c:pt idx="746">
                  <c:v>19449.29</c:v>
                </c:pt>
                <c:pt idx="747">
                  <c:v>19475.36</c:v>
                </c:pt>
                <c:pt idx="748">
                  <c:v>19501.43</c:v>
                </c:pt>
                <c:pt idx="749">
                  <c:v>19527.5</c:v>
                </c:pt>
                <c:pt idx="750">
                  <c:v>19553.57</c:v>
                </c:pt>
                <c:pt idx="751">
                  <c:v>19579.64</c:v>
                </c:pt>
                <c:pt idx="752">
                  <c:v>19605.71</c:v>
                </c:pt>
                <c:pt idx="753">
                  <c:v>19631.79</c:v>
                </c:pt>
                <c:pt idx="754">
                  <c:v>19657.86</c:v>
                </c:pt>
                <c:pt idx="755">
                  <c:v>19683.93</c:v>
                </c:pt>
                <c:pt idx="756">
                  <c:v>19710</c:v>
                </c:pt>
                <c:pt idx="757">
                  <c:v>19736.07</c:v>
                </c:pt>
                <c:pt idx="758">
                  <c:v>19762.14</c:v>
                </c:pt>
                <c:pt idx="759">
                  <c:v>19788.21</c:v>
                </c:pt>
                <c:pt idx="760">
                  <c:v>19814.29</c:v>
                </c:pt>
                <c:pt idx="761">
                  <c:v>19840.36</c:v>
                </c:pt>
                <c:pt idx="762">
                  <c:v>19866.43</c:v>
                </c:pt>
                <c:pt idx="763">
                  <c:v>19892.5</c:v>
                </c:pt>
                <c:pt idx="764">
                  <c:v>19918.57</c:v>
                </c:pt>
                <c:pt idx="765">
                  <c:v>19944.64</c:v>
                </c:pt>
                <c:pt idx="766">
                  <c:v>19970.71</c:v>
                </c:pt>
                <c:pt idx="767">
                  <c:v>19996.79</c:v>
                </c:pt>
                <c:pt idx="768">
                  <c:v>20022.86</c:v>
                </c:pt>
                <c:pt idx="769">
                  <c:v>20048.93</c:v>
                </c:pt>
                <c:pt idx="770">
                  <c:v>20075</c:v>
                </c:pt>
                <c:pt idx="771">
                  <c:v>20101.07</c:v>
                </c:pt>
                <c:pt idx="772">
                  <c:v>20127.14</c:v>
                </c:pt>
                <c:pt idx="773">
                  <c:v>20153.21</c:v>
                </c:pt>
                <c:pt idx="774">
                  <c:v>20179.29</c:v>
                </c:pt>
                <c:pt idx="775">
                  <c:v>20205.36</c:v>
                </c:pt>
                <c:pt idx="776">
                  <c:v>20231.43</c:v>
                </c:pt>
                <c:pt idx="777">
                  <c:v>20257.5</c:v>
                </c:pt>
                <c:pt idx="778">
                  <c:v>20283.57</c:v>
                </c:pt>
                <c:pt idx="779">
                  <c:v>20309.64</c:v>
                </c:pt>
                <c:pt idx="780">
                  <c:v>20335.71</c:v>
                </c:pt>
                <c:pt idx="781">
                  <c:v>20361.79</c:v>
                </c:pt>
                <c:pt idx="782">
                  <c:v>20387.86</c:v>
                </c:pt>
                <c:pt idx="783">
                  <c:v>20413.93</c:v>
                </c:pt>
                <c:pt idx="784">
                  <c:v>20440</c:v>
                </c:pt>
                <c:pt idx="785">
                  <c:v>20466.07</c:v>
                </c:pt>
                <c:pt idx="786">
                  <c:v>20492.14</c:v>
                </c:pt>
                <c:pt idx="787">
                  <c:v>20518.21</c:v>
                </c:pt>
                <c:pt idx="788">
                  <c:v>20544.29</c:v>
                </c:pt>
                <c:pt idx="789">
                  <c:v>20570.36</c:v>
                </c:pt>
                <c:pt idx="790">
                  <c:v>20596.43</c:v>
                </c:pt>
                <c:pt idx="791">
                  <c:v>20622.5</c:v>
                </c:pt>
                <c:pt idx="792">
                  <c:v>20648.57</c:v>
                </c:pt>
                <c:pt idx="793">
                  <c:v>20674.64</c:v>
                </c:pt>
                <c:pt idx="794">
                  <c:v>20700.71</c:v>
                </c:pt>
                <c:pt idx="795">
                  <c:v>20726.79</c:v>
                </c:pt>
                <c:pt idx="796">
                  <c:v>20752.86</c:v>
                </c:pt>
                <c:pt idx="797">
                  <c:v>20778.93</c:v>
                </c:pt>
                <c:pt idx="798">
                  <c:v>20805</c:v>
                </c:pt>
                <c:pt idx="799">
                  <c:v>20831.07</c:v>
                </c:pt>
                <c:pt idx="800">
                  <c:v>20857.14</c:v>
                </c:pt>
                <c:pt idx="801">
                  <c:v>20883.21</c:v>
                </c:pt>
                <c:pt idx="802">
                  <c:v>20909.29</c:v>
                </c:pt>
                <c:pt idx="803">
                  <c:v>20935.36</c:v>
                </c:pt>
                <c:pt idx="804">
                  <c:v>20961.43</c:v>
                </c:pt>
                <c:pt idx="805">
                  <c:v>20987.5</c:v>
                </c:pt>
                <c:pt idx="806">
                  <c:v>21013.57</c:v>
                </c:pt>
                <c:pt idx="807">
                  <c:v>21039.64</c:v>
                </c:pt>
                <c:pt idx="808">
                  <c:v>21065.71</c:v>
                </c:pt>
                <c:pt idx="809">
                  <c:v>21091.79</c:v>
                </c:pt>
                <c:pt idx="810">
                  <c:v>21117.86</c:v>
                </c:pt>
                <c:pt idx="811">
                  <c:v>21143.93</c:v>
                </c:pt>
                <c:pt idx="812">
                  <c:v>21170</c:v>
                </c:pt>
                <c:pt idx="813">
                  <c:v>21196.07</c:v>
                </c:pt>
                <c:pt idx="814">
                  <c:v>21222.14</c:v>
                </c:pt>
                <c:pt idx="815">
                  <c:v>21248.21</c:v>
                </c:pt>
                <c:pt idx="816">
                  <c:v>21274.29</c:v>
                </c:pt>
                <c:pt idx="817">
                  <c:v>21300.36</c:v>
                </c:pt>
                <c:pt idx="818">
                  <c:v>21326.43</c:v>
                </c:pt>
                <c:pt idx="819">
                  <c:v>21352.5</c:v>
                </c:pt>
                <c:pt idx="820">
                  <c:v>21378.57</c:v>
                </c:pt>
                <c:pt idx="821">
                  <c:v>21404.639999999999</c:v>
                </c:pt>
                <c:pt idx="822">
                  <c:v>21430.71</c:v>
                </c:pt>
                <c:pt idx="823">
                  <c:v>21456.79</c:v>
                </c:pt>
                <c:pt idx="824">
                  <c:v>21482.86</c:v>
                </c:pt>
                <c:pt idx="825">
                  <c:v>21508.93</c:v>
                </c:pt>
                <c:pt idx="826">
                  <c:v>21535</c:v>
                </c:pt>
                <c:pt idx="827">
                  <c:v>21561.07</c:v>
                </c:pt>
                <c:pt idx="828">
                  <c:v>21587.14</c:v>
                </c:pt>
                <c:pt idx="829">
                  <c:v>21613.21</c:v>
                </c:pt>
                <c:pt idx="830">
                  <c:v>21639.29</c:v>
                </c:pt>
                <c:pt idx="831">
                  <c:v>21665.360000000001</c:v>
                </c:pt>
                <c:pt idx="832">
                  <c:v>21691.43</c:v>
                </c:pt>
                <c:pt idx="833">
                  <c:v>21717.5</c:v>
                </c:pt>
                <c:pt idx="834">
                  <c:v>21743.57</c:v>
                </c:pt>
                <c:pt idx="835">
                  <c:v>21769.64</c:v>
                </c:pt>
                <c:pt idx="836">
                  <c:v>21795.71</c:v>
                </c:pt>
                <c:pt idx="837">
                  <c:v>21821.79</c:v>
                </c:pt>
                <c:pt idx="838">
                  <c:v>21847.86</c:v>
                </c:pt>
                <c:pt idx="839">
                  <c:v>21873.93</c:v>
                </c:pt>
                <c:pt idx="840">
                  <c:v>21900</c:v>
                </c:pt>
                <c:pt idx="841">
                  <c:v>21926.07</c:v>
                </c:pt>
                <c:pt idx="842">
                  <c:v>21952.14</c:v>
                </c:pt>
                <c:pt idx="843">
                  <c:v>21978.21</c:v>
                </c:pt>
                <c:pt idx="844">
                  <c:v>22004.29</c:v>
                </c:pt>
                <c:pt idx="845">
                  <c:v>22030.36</c:v>
                </c:pt>
                <c:pt idx="846">
                  <c:v>22056.43</c:v>
                </c:pt>
                <c:pt idx="847">
                  <c:v>22082.5</c:v>
                </c:pt>
                <c:pt idx="848">
                  <c:v>22108.57</c:v>
                </c:pt>
                <c:pt idx="849">
                  <c:v>22134.639999999999</c:v>
                </c:pt>
                <c:pt idx="850">
                  <c:v>22160.71</c:v>
                </c:pt>
                <c:pt idx="851">
                  <c:v>22186.79</c:v>
                </c:pt>
                <c:pt idx="852">
                  <c:v>22212.86</c:v>
                </c:pt>
                <c:pt idx="853">
                  <c:v>22238.93</c:v>
                </c:pt>
                <c:pt idx="854">
                  <c:v>22265</c:v>
                </c:pt>
                <c:pt idx="855">
                  <c:v>22291.07</c:v>
                </c:pt>
                <c:pt idx="856">
                  <c:v>22317.14</c:v>
                </c:pt>
                <c:pt idx="857">
                  <c:v>22343.21</c:v>
                </c:pt>
                <c:pt idx="858">
                  <c:v>22369.29</c:v>
                </c:pt>
                <c:pt idx="859">
                  <c:v>22395.360000000001</c:v>
                </c:pt>
                <c:pt idx="860">
                  <c:v>22421.43</c:v>
                </c:pt>
                <c:pt idx="861">
                  <c:v>22447.5</c:v>
                </c:pt>
                <c:pt idx="862">
                  <c:v>22473.57</c:v>
                </c:pt>
                <c:pt idx="863">
                  <c:v>22499.64</c:v>
                </c:pt>
                <c:pt idx="864">
                  <c:v>22525.71</c:v>
                </c:pt>
                <c:pt idx="865">
                  <c:v>22551.79</c:v>
                </c:pt>
                <c:pt idx="866">
                  <c:v>22577.86</c:v>
                </c:pt>
                <c:pt idx="867">
                  <c:v>22603.93</c:v>
                </c:pt>
                <c:pt idx="868">
                  <c:v>22630</c:v>
                </c:pt>
                <c:pt idx="869">
                  <c:v>22656.07</c:v>
                </c:pt>
                <c:pt idx="870">
                  <c:v>22682.14</c:v>
                </c:pt>
                <c:pt idx="871">
                  <c:v>22708.21</c:v>
                </c:pt>
                <c:pt idx="872">
                  <c:v>22734.29</c:v>
                </c:pt>
                <c:pt idx="873">
                  <c:v>22760.36</c:v>
                </c:pt>
                <c:pt idx="874">
                  <c:v>22786.43</c:v>
                </c:pt>
                <c:pt idx="875">
                  <c:v>22812.5</c:v>
                </c:pt>
                <c:pt idx="876">
                  <c:v>22838.57</c:v>
                </c:pt>
                <c:pt idx="877">
                  <c:v>22864.639999999999</c:v>
                </c:pt>
                <c:pt idx="878">
                  <c:v>22890.71</c:v>
                </c:pt>
                <c:pt idx="879">
                  <c:v>22916.79</c:v>
                </c:pt>
                <c:pt idx="880">
                  <c:v>22942.86</c:v>
                </c:pt>
                <c:pt idx="881">
                  <c:v>22968.93</c:v>
                </c:pt>
                <c:pt idx="882">
                  <c:v>22995</c:v>
                </c:pt>
                <c:pt idx="883">
                  <c:v>23021.07</c:v>
                </c:pt>
                <c:pt idx="884">
                  <c:v>23047.14</c:v>
                </c:pt>
                <c:pt idx="885">
                  <c:v>23073.21</c:v>
                </c:pt>
                <c:pt idx="886">
                  <c:v>23099.29</c:v>
                </c:pt>
                <c:pt idx="887">
                  <c:v>23125.360000000001</c:v>
                </c:pt>
                <c:pt idx="888">
                  <c:v>23151.43</c:v>
                </c:pt>
                <c:pt idx="889">
                  <c:v>23177.5</c:v>
                </c:pt>
                <c:pt idx="890">
                  <c:v>23203.57</c:v>
                </c:pt>
                <c:pt idx="891">
                  <c:v>23229.64</c:v>
                </c:pt>
                <c:pt idx="892">
                  <c:v>23255.71</c:v>
                </c:pt>
                <c:pt idx="893">
                  <c:v>23281.79</c:v>
                </c:pt>
                <c:pt idx="894">
                  <c:v>23307.86</c:v>
                </c:pt>
                <c:pt idx="895">
                  <c:v>23333.93</c:v>
                </c:pt>
                <c:pt idx="896">
                  <c:v>23360</c:v>
                </c:pt>
                <c:pt idx="897">
                  <c:v>23386.07</c:v>
                </c:pt>
                <c:pt idx="898">
                  <c:v>23412.14</c:v>
                </c:pt>
                <c:pt idx="899">
                  <c:v>23438.21</c:v>
                </c:pt>
                <c:pt idx="900">
                  <c:v>23464.29</c:v>
                </c:pt>
                <c:pt idx="901">
                  <c:v>23490.36</c:v>
                </c:pt>
                <c:pt idx="902">
                  <c:v>23516.43</c:v>
                </c:pt>
                <c:pt idx="903">
                  <c:v>23542.5</c:v>
                </c:pt>
                <c:pt idx="904">
                  <c:v>23568.57</c:v>
                </c:pt>
                <c:pt idx="905">
                  <c:v>23594.639999999999</c:v>
                </c:pt>
                <c:pt idx="906">
                  <c:v>23620.71</c:v>
                </c:pt>
                <c:pt idx="907">
                  <c:v>23646.79</c:v>
                </c:pt>
                <c:pt idx="908">
                  <c:v>23672.86</c:v>
                </c:pt>
                <c:pt idx="909">
                  <c:v>23698.93</c:v>
                </c:pt>
                <c:pt idx="910">
                  <c:v>23725</c:v>
                </c:pt>
                <c:pt idx="911">
                  <c:v>23751.07</c:v>
                </c:pt>
                <c:pt idx="912">
                  <c:v>23777.14</c:v>
                </c:pt>
                <c:pt idx="913">
                  <c:v>23803.21</c:v>
                </c:pt>
                <c:pt idx="914">
                  <c:v>23829.29</c:v>
                </c:pt>
                <c:pt idx="915">
                  <c:v>23855.360000000001</c:v>
                </c:pt>
                <c:pt idx="916">
                  <c:v>23881.43</c:v>
                </c:pt>
                <c:pt idx="917">
                  <c:v>23907.5</c:v>
                </c:pt>
                <c:pt idx="918">
                  <c:v>23933.57</c:v>
                </c:pt>
                <c:pt idx="919">
                  <c:v>23959.64</c:v>
                </c:pt>
                <c:pt idx="920">
                  <c:v>23985.71</c:v>
                </c:pt>
                <c:pt idx="921">
                  <c:v>24011.79</c:v>
                </c:pt>
                <c:pt idx="922">
                  <c:v>24037.86</c:v>
                </c:pt>
                <c:pt idx="923">
                  <c:v>24063.93</c:v>
                </c:pt>
                <c:pt idx="924">
                  <c:v>24090</c:v>
                </c:pt>
                <c:pt idx="925">
                  <c:v>24116.07</c:v>
                </c:pt>
                <c:pt idx="926">
                  <c:v>24142.14</c:v>
                </c:pt>
                <c:pt idx="927">
                  <c:v>24168.21</c:v>
                </c:pt>
                <c:pt idx="928">
                  <c:v>24194.29</c:v>
                </c:pt>
                <c:pt idx="929">
                  <c:v>24220.36</c:v>
                </c:pt>
                <c:pt idx="930">
                  <c:v>24246.43</c:v>
                </c:pt>
                <c:pt idx="931">
                  <c:v>24272.5</c:v>
                </c:pt>
                <c:pt idx="932">
                  <c:v>24298.57</c:v>
                </c:pt>
                <c:pt idx="933">
                  <c:v>24324.639999999999</c:v>
                </c:pt>
                <c:pt idx="934">
                  <c:v>24350.71</c:v>
                </c:pt>
                <c:pt idx="935">
                  <c:v>24376.79</c:v>
                </c:pt>
                <c:pt idx="936">
                  <c:v>24402.86</c:v>
                </c:pt>
                <c:pt idx="937">
                  <c:v>24428.93</c:v>
                </c:pt>
                <c:pt idx="938">
                  <c:v>24455</c:v>
                </c:pt>
                <c:pt idx="939">
                  <c:v>24481.07</c:v>
                </c:pt>
                <c:pt idx="940">
                  <c:v>24507.14</c:v>
                </c:pt>
                <c:pt idx="941">
                  <c:v>24533.21</c:v>
                </c:pt>
                <c:pt idx="942">
                  <c:v>24559.29</c:v>
                </c:pt>
                <c:pt idx="943">
                  <c:v>24585.360000000001</c:v>
                </c:pt>
                <c:pt idx="944">
                  <c:v>24611.43</c:v>
                </c:pt>
                <c:pt idx="945">
                  <c:v>24637.5</c:v>
                </c:pt>
                <c:pt idx="946">
                  <c:v>24663.57</c:v>
                </c:pt>
                <c:pt idx="947">
                  <c:v>24689.64</c:v>
                </c:pt>
                <c:pt idx="948">
                  <c:v>24715.71</c:v>
                </c:pt>
                <c:pt idx="949">
                  <c:v>24741.79</c:v>
                </c:pt>
                <c:pt idx="950">
                  <c:v>24767.86</c:v>
                </c:pt>
                <c:pt idx="951">
                  <c:v>24793.93</c:v>
                </c:pt>
                <c:pt idx="952">
                  <c:v>24820</c:v>
                </c:pt>
                <c:pt idx="953">
                  <c:v>24846.07</c:v>
                </c:pt>
                <c:pt idx="954">
                  <c:v>24872.14</c:v>
                </c:pt>
                <c:pt idx="955">
                  <c:v>24898.21</c:v>
                </c:pt>
                <c:pt idx="956">
                  <c:v>24924.29</c:v>
                </c:pt>
                <c:pt idx="957">
                  <c:v>24950.36</c:v>
                </c:pt>
                <c:pt idx="958">
                  <c:v>24976.43</c:v>
                </c:pt>
                <c:pt idx="959">
                  <c:v>25002.5</c:v>
                </c:pt>
                <c:pt idx="960">
                  <c:v>25028.57</c:v>
                </c:pt>
                <c:pt idx="961">
                  <c:v>25054.639999999999</c:v>
                </c:pt>
                <c:pt idx="962">
                  <c:v>25080.71</c:v>
                </c:pt>
                <c:pt idx="963">
                  <c:v>25106.79</c:v>
                </c:pt>
                <c:pt idx="964">
                  <c:v>25132.86</c:v>
                </c:pt>
                <c:pt idx="965">
                  <c:v>25158.93</c:v>
                </c:pt>
                <c:pt idx="966">
                  <c:v>25185</c:v>
                </c:pt>
                <c:pt idx="967">
                  <c:v>25211.07</c:v>
                </c:pt>
                <c:pt idx="968">
                  <c:v>25237.14</c:v>
                </c:pt>
                <c:pt idx="969">
                  <c:v>25263.21</c:v>
                </c:pt>
                <c:pt idx="970">
                  <c:v>25289.29</c:v>
                </c:pt>
                <c:pt idx="971">
                  <c:v>25315.360000000001</c:v>
                </c:pt>
                <c:pt idx="972">
                  <c:v>25341.43</c:v>
                </c:pt>
                <c:pt idx="973">
                  <c:v>25367.5</c:v>
                </c:pt>
                <c:pt idx="974">
                  <c:v>25393.57</c:v>
                </c:pt>
                <c:pt idx="975">
                  <c:v>25419.64</c:v>
                </c:pt>
                <c:pt idx="976">
                  <c:v>25445.71</c:v>
                </c:pt>
                <c:pt idx="977">
                  <c:v>25471.79</c:v>
                </c:pt>
                <c:pt idx="978">
                  <c:v>25497.86</c:v>
                </c:pt>
                <c:pt idx="979">
                  <c:v>25523.93</c:v>
                </c:pt>
                <c:pt idx="980">
                  <c:v>25550</c:v>
                </c:pt>
                <c:pt idx="981">
                  <c:v>25576.07</c:v>
                </c:pt>
                <c:pt idx="982">
                  <c:v>25602.14</c:v>
                </c:pt>
                <c:pt idx="983">
                  <c:v>25628.21</c:v>
                </c:pt>
                <c:pt idx="984">
                  <c:v>25654.29</c:v>
                </c:pt>
                <c:pt idx="985">
                  <c:v>25680.36</c:v>
                </c:pt>
                <c:pt idx="986">
                  <c:v>25706.43</c:v>
                </c:pt>
                <c:pt idx="987">
                  <c:v>25732.5</c:v>
                </c:pt>
                <c:pt idx="988">
                  <c:v>25758.57</c:v>
                </c:pt>
                <c:pt idx="989">
                  <c:v>25784.639999999999</c:v>
                </c:pt>
                <c:pt idx="990">
                  <c:v>25810.71</c:v>
                </c:pt>
                <c:pt idx="991">
                  <c:v>25836.79</c:v>
                </c:pt>
                <c:pt idx="992">
                  <c:v>25862.86</c:v>
                </c:pt>
                <c:pt idx="993">
                  <c:v>25888.93</c:v>
                </c:pt>
                <c:pt idx="994">
                  <c:v>25915</c:v>
                </c:pt>
                <c:pt idx="995">
                  <c:v>25941.07</c:v>
                </c:pt>
                <c:pt idx="996">
                  <c:v>25967.14</c:v>
                </c:pt>
                <c:pt idx="997">
                  <c:v>25993.21</c:v>
                </c:pt>
                <c:pt idx="998">
                  <c:v>26019.29</c:v>
                </c:pt>
                <c:pt idx="999">
                  <c:v>26045.360000000001</c:v>
                </c:pt>
                <c:pt idx="1000">
                  <c:v>26071.43</c:v>
                </c:pt>
                <c:pt idx="1001">
                  <c:v>26097.5</c:v>
                </c:pt>
                <c:pt idx="1002">
                  <c:v>26123.57</c:v>
                </c:pt>
                <c:pt idx="1003">
                  <c:v>26149.64</c:v>
                </c:pt>
                <c:pt idx="1004">
                  <c:v>26175.71</c:v>
                </c:pt>
                <c:pt idx="1005">
                  <c:v>26201.79</c:v>
                </c:pt>
                <c:pt idx="1006">
                  <c:v>26227.86</c:v>
                </c:pt>
                <c:pt idx="1007">
                  <c:v>26253.93</c:v>
                </c:pt>
                <c:pt idx="1008">
                  <c:v>26280</c:v>
                </c:pt>
                <c:pt idx="1009">
                  <c:v>26306.07</c:v>
                </c:pt>
                <c:pt idx="1010">
                  <c:v>26332.14</c:v>
                </c:pt>
                <c:pt idx="1011">
                  <c:v>26358.21</c:v>
                </c:pt>
                <c:pt idx="1012">
                  <c:v>26384.29</c:v>
                </c:pt>
                <c:pt idx="1013">
                  <c:v>26410.36</c:v>
                </c:pt>
                <c:pt idx="1014">
                  <c:v>26436.43</c:v>
                </c:pt>
                <c:pt idx="1015">
                  <c:v>26462.5</c:v>
                </c:pt>
                <c:pt idx="1016">
                  <c:v>26488.57</c:v>
                </c:pt>
                <c:pt idx="1017">
                  <c:v>26514.639999999999</c:v>
                </c:pt>
                <c:pt idx="1018">
                  <c:v>26540.71</c:v>
                </c:pt>
                <c:pt idx="1019">
                  <c:v>26566.79</c:v>
                </c:pt>
                <c:pt idx="1020">
                  <c:v>26592.86</c:v>
                </c:pt>
                <c:pt idx="1021">
                  <c:v>26618.93</c:v>
                </c:pt>
                <c:pt idx="1022">
                  <c:v>26645</c:v>
                </c:pt>
                <c:pt idx="1023">
                  <c:v>26671.07</c:v>
                </c:pt>
                <c:pt idx="1024">
                  <c:v>26697.14</c:v>
                </c:pt>
                <c:pt idx="1025">
                  <c:v>26723.21</c:v>
                </c:pt>
                <c:pt idx="1026">
                  <c:v>26749.29</c:v>
                </c:pt>
                <c:pt idx="1027">
                  <c:v>26775.360000000001</c:v>
                </c:pt>
                <c:pt idx="1028">
                  <c:v>26801.43</c:v>
                </c:pt>
                <c:pt idx="1029">
                  <c:v>26827.5</c:v>
                </c:pt>
                <c:pt idx="1030">
                  <c:v>26853.57</c:v>
                </c:pt>
                <c:pt idx="1031">
                  <c:v>26879.64</c:v>
                </c:pt>
                <c:pt idx="1032">
                  <c:v>26905.71</c:v>
                </c:pt>
                <c:pt idx="1033">
                  <c:v>26931.79</c:v>
                </c:pt>
                <c:pt idx="1034">
                  <c:v>26957.86</c:v>
                </c:pt>
                <c:pt idx="1035">
                  <c:v>26983.93</c:v>
                </c:pt>
                <c:pt idx="1036">
                  <c:v>27010</c:v>
                </c:pt>
                <c:pt idx="1037">
                  <c:v>27036.07</c:v>
                </c:pt>
                <c:pt idx="1038">
                  <c:v>27062.14</c:v>
                </c:pt>
                <c:pt idx="1039">
                  <c:v>27088.21</c:v>
                </c:pt>
                <c:pt idx="1040">
                  <c:v>27114.29</c:v>
                </c:pt>
                <c:pt idx="1041">
                  <c:v>27140.36</c:v>
                </c:pt>
                <c:pt idx="1042">
                  <c:v>27166.43</c:v>
                </c:pt>
                <c:pt idx="1043">
                  <c:v>27192.5</c:v>
                </c:pt>
                <c:pt idx="1044">
                  <c:v>27218.57</c:v>
                </c:pt>
                <c:pt idx="1045">
                  <c:v>27244.639999999999</c:v>
                </c:pt>
                <c:pt idx="1046">
                  <c:v>27270.71</c:v>
                </c:pt>
                <c:pt idx="1047">
                  <c:v>27296.79</c:v>
                </c:pt>
                <c:pt idx="1048">
                  <c:v>27322.86</c:v>
                </c:pt>
                <c:pt idx="1049">
                  <c:v>27348.93</c:v>
                </c:pt>
                <c:pt idx="1050">
                  <c:v>27375</c:v>
                </c:pt>
                <c:pt idx="1051">
                  <c:v>27401.07</c:v>
                </c:pt>
                <c:pt idx="1052">
                  <c:v>27427.14</c:v>
                </c:pt>
                <c:pt idx="1053">
                  <c:v>27453.21</c:v>
                </c:pt>
                <c:pt idx="1054">
                  <c:v>27479.29</c:v>
                </c:pt>
                <c:pt idx="1055">
                  <c:v>27505.360000000001</c:v>
                </c:pt>
                <c:pt idx="1056">
                  <c:v>27531.43</c:v>
                </c:pt>
                <c:pt idx="1057">
                  <c:v>27557.5</c:v>
                </c:pt>
                <c:pt idx="1058">
                  <c:v>27583.57</c:v>
                </c:pt>
                <c:pt idx="1059">
                  <c:v>27609.64</c:v>
                </c:pt>
                <c:pt idx="1060">
                  <c:v>27635.71</c:v>
                </c:pt>
                <c:pt idx="1061">
                  <c:v>27661.79</c:v>
                </c:pt>
                <c:pt idx="1062">
                  <c:v>27687.86</c:v>
                </c:pt>
                <c:pt idx="1063">
                  <c:v>27713.93</c:v>
                </c:pt>
                <c:pt idx="1064">
                  <c:v>27740</c:v>
                </c:pt>
                <c:pt idx="1065">
                  <c:v>27766.07</c:v>
                </c:pt>
                <c:pt idx="1066">
                  <c:v>27792.14</c:v>
                </c:pt>
                <c:pt idx="1067">
                  <c:v>27818.21</c:v>
                </c:pt>
                <c:pt idx="1068">
                  <c:v>27844.29</c:v>
                </c:pt>
                <c:pt idx="1069">
                  <c:v>27870.36</c:v>
                </c:pt>
                <c:pt idx="1070">
                  <c:v>27896.43</c:v>
                </c:pt>
                <c:pt idx="1071">
                  <c:v>27922.5</c:v>
                </c:pt>
                <c:pt idx="1072">
                  <c:v>27948.57</c:v>
                </c:pt>
                <c:pt idx="1073">
                  <c:v>27974.639999999999</c:v>
                </c:pt>
                <c:pt idx="1074">
                  <c:v>28000.71</c:v>
                </c:pt>
                <c:pt idx="1075">
                  <c:v>28026.79</c:v>
                </c:pt>
                <c:pt idx="1076">
                  <c:v>28052.86</c:v>
                </c:pt>
                <c:pt idx="1077">
                  <c:v>28078.93</c:v>
                </c:pt>
                <c:pt idx="1078">
                  <c:v>28105</c:v>
                </c:pt>
                <c:pt idx="1079">
                  <c:v>28131.07</c:v>
                </c:pt>
                <c:pt idx="1080">
                  <c:v>28157.14</c:v>
                </c:pt>
                <c:pt idx="1081">
                  <c:v>28183.21</c:v>
                </c:pt>
                <c:pt idx="1082">
                  <c:v>28209.29</c:v>
                </c:pt>
                <c:pt idx="1083">
                  <c:v>28235.360000000001</c:v>
                </c:pt>
                <c:pt idx="1084">
                  <c:v>28261.43</c:v>
                </c:pt>
                <c:pt idx="1085">
                  <c:v>28287.5</c:v>
                </c:pt>
                <c:pt idx="1086">
                  <c:v>28313.57</c:v>
                </c:pt>
                <c:pt idx="1087">
                  <c:v>28339.64</c:v>
                </c:pt>
                <c:pt idx="1088">
                  <c:v>28365.71</c:v>
                </c:pt>
                <c:pt idx="1089">
                  <c:v>28391.79</c:v>
                </c:pt>
                <c:pt idx="1090">
                  <c:v>28417.86</c:v>
                </c:pt>
                <c:pt idx="1091">
                  <c:v>28443.93</c:v>
                </c:pt>
                <c:pt idx="1092">
                  <c:v>28470</c:v>
                </c:pt>
                <c:pt idx="1093">
                  <c:v>28496.07</c:v>
                </c:pt>
                <c:pt idx="1094">
                  <c:v>28522.14</c:v>
                </c:pt>
                <c:pt idx="1095">
                  <c:v>28548.21</c:v>
                </c:pt>
                <c:pt idx="1096">
                  <c:v>28574.29</c:v>
                </c:pt>
                <c:pt idx="1097">
                  <c:v>28600.36</c:v>
                </c:pt>
                <c:pt idx="1098">
                  <c:v>28626.43</c:v>
                </c:pt>
                <c:pt idx="1099">
                  <c:v>28652.5</c:v>
                </c:pt>
                <c:pt idx="1100">
                  <c:v>28678.57</c:v>
                </c:pt>
                <c:pt idx="1101">
                  <c:v>28704.639999999999</c:v>
                </c:pt>
                <c:pt idx="1102">
                  <c:v>28730.71</c:v>
                </c:pt>
                <c:pt idx="1103">
                  <c:v>28756.79</c:v>
                </c:pt>
                <c:pt idx="1104">
                  <c:v>28782.86</c:v>
                </c:pt>
                <c:pt idx="1105">
                  <c:v>28808.93</c:v>
                </c:pt>
                <c:pt idx="1106">
                  <c:v>28835</c:v>
                </c:pt>
                <c:pt idx="1107">
                  <c:v>28861.07</c:v>
                </c:pt>
                <c:pt idx="1108">
                  <c:v>28887.14</c:v>
                </c:pt>
                <c:pt idx="1109">
                  <c:v>28913.21</c:v>
                </c:pt>
                <c:pt idx="1110">
                  <c:v>28939.29</c:v>
                </c:pt>
                <c:pt idx="1111">
                  <c:v>28965.360000000001</c:v>
                </c:pt>
                <c:pt idx="1112">
                  <c:v>28991.43</c:v>
                </c:pt>
                <c:pt idx="1113">
                  <c:v>29017.5</c:v>
                </c:pt>
                <c:pt idx="1114">
                  <c:v>29043.57</c:v>
                </c:pt>
                <c:pt idx="1115">
                  <c:v>29069.64</c:v>
                </c:pt>
                <c:pt idx="1116">
                  <c:v>29095.71</c:v>
                </c:pt>
                <c:pt idx="1117">
                  <c:v>29121.79</c:v>
                </c:pt>
                <c:pt idx="1118">
                  <c:v>29147.86</c:v>
                </c:pt>
                <c:pt idx="1119">
                  <c:v>29173.93</c:v>
                </c:pt>
                <c:pt idx="1120">
                  <c:v>29200</c:v>
                </c:pt>
                <c:pt idx="1121">
                  <c:v>29226.07</c:v>
                </c:pt>
                <c:pt idx="1122">
                  <c:v>29252.14</c:v>
                </c:pt>
                <c:pt idx="1123">
                  <c:v>29278.21</c:v>
                </c:pt>
                <c:pt idx="1124">
                  <c:v>29304.29</c:v>
                </c:pt>
                <c:pt idx="1125">
                  <c:v>29330.36</c:v>
                </c:pt>
                <c:pt idx="1126">
                  <c:v>29356.43</c:v>
                </c:pt>
                <c:pt idx="1127">
                  <c:v>29382.5</c:v>
                </c:pt>
                <c:pt idx="1128">
                  <c:v>29408.57</c:v>
                </c:pt>
                <c:pt idx="1129">
                  <c:v>29434.639999999999</c:v>
                </c:pt>
                <c:pt idx="1130">
                  <c:v>29460.71</c:v>
                </c:pt>
                <c:pt idx="1131">
                  <c:v>29486.79</c:v>
                </c:pt>
                <c:pt idx="1132">
                  <c:v>29512.86</c:v>
                </c:pt>
                <c:pt idx="1133">
                  <c:v>29538.93</c:v>
                </c:pt>
                <c:pt idx="1134">
                  <c:v>29565</c:v>
                </c:pt>
                <c:pt idx="1135">
                  <c:v>29591.07</c:v>
                </c:pt>
                <c:pt idx="1136">
                  <c:v>29617.14</c:v>
                </c:pt>
                <c:pt idx="1137">
                  <c:v>29643.21</c:v>
                </c:pt>
                <c:pt idx="1138">
                  <c:v>29669.29</c:v>
                </c:pt>
                <c:pt idx="1139">
                  <c:v>29695.360000000001</c:v>
                </c:pt>
                <c:pt idx="1140">
                  <c:v>29721.43</c:v>
                </c:pt>
                <c:pt idx="1141">
                  <c:v>29747.5</c:v>
                </c:pt>
                <c:pt idx="1142">
                  <c:v>29773.57</c:v>
                </c:pt>
                <c:pt idx="1143">
                  <c:v>29799.64</c:v>
                </c:pt>
                <c:pt idx="1144">
                  <c:v>29825.71</c:v>
                </c:pt>
                <c:pt idx="1145">
                  <c:v>29851.79</c:v>
                </c:pt>
                <c:pt idx="1146">
                  <c:v>29877.86</c:v>
                </c:pt>
                <c:pt idx="1147">
                  <c:v>29903.93</c:v>
                </c:pt>
                <c:pt idx="1148">
                  <c:v>29930</c:v>
                </c:pt>
                <c:pt idx="1149">
                  <c:v>29956.07</c:v>
                </c:pt>
                <c:pt idx="1150">
                  <c:v>29982.14</c:v>
                </c:pt>
                <c:pt idx="1151">
                  <c:v>30008.21</c:v>
                </c:pt>
                <c:pt idx="1152">
                  <c:v>30034.29</c:v>
                </c:pt>
                <c:pt idx="1153">
                  <c:v>30060.36</c:v>
                </c:pt>
                <c:pt idx="1154">
                  <c:v>30086.43</c:v>
                </c:pt>
                <c:pt idx="1155">
                  <c:v>30112.5</c:v>
                </c:pt>
                <c:pt idx="1156">
                  <c:v>30138.57</c:v>
                </c:pt>
                <c:pt idx="1157">
                  <c:v>30164.639999999999</c:v>
                </c:pt>
                <c:pt idx="1158">
                  <c:v>30190.71</c:v>
                </c:pt>
                <c:pt idx="1159">
                  <c:v>30216.79</c:v>
                </c:pt>
                <c:pt idx="1160">
                  <c:v>30242.86</c:v>
                </c:pt>
                <c:pt idx="1161">
                  <c:v>30268.93</c:v>
                </c:pt>
                <c:pt idx="1162">
                  <c:v>30295</c:v>
                </c:pt>
                <c:pt idx="1163">
                  <c:v>30321.07</c:v>
                </c:pt>
                <c:pt idx="1164">
                  <c:v>30347.14</c:v>
                </c:pt>
                <c:pt idx="1165">
                  <c:v>30373.21</c:v>
                </c:pt>
                <c:pt idx="1166">
                  <c:v>30399.29</c:v>
                </c:pt>
                <c:pt idx="1167">
                  <c:v>30425.360000000001</c:v>
                </c:pt>
                <c:pt idx="1168">
                  <c:v>30451.43</c:v>
                </c:pt>
                <c:pt idx="1169">
                  <c:v>30477.5</c:v>
                </c:pt>
                <c:pt idx="1170">
                  <c:v>30503.57</c:v>
                </c:pt>
                <c:pt idx="1171">
                  <c:v>30529.64</c:v>
                </c:pt>
                <c:pt idx="1172">
                  <c:v>30555.71</c:v>
                </c:pt>
                <c:pt idx="1173">
                  <c:v>30581.79</c:v>
                </c:pt>
                <c:pt idx="1174">
                  <c:v>30607.86</c:v>
                </c:pt>
                <c:pt idx="1175">
                  <c:v>30633.93</c:v>
                </c:pt>
                <c:pt idx="1176">
                  <c:v>30660</c:v>
                </c:pt>
                <c:pt idx="1177">
                  <c:v>30686.07</c:v>
                </c:pt>
                <c:pt idx="1178">
                  <c:v>30712.14</c:v>
                </c:pt>
                <c:pt idx="1179">
                  <c:v>30738.21</c:v>
                </c:pt>
                <c:pt idx="1180">
                  <c:v>30764.29</c:v>
                </c:pt>
                <c:pt idx="1181">
                  <c:v>30790.36</c:v>
                </c:pt>
                <c:pt idx="1182">
                  <c:v>30816.43</c:v>
                </c:pt>
                <c:pt idx="1183">
                  <c:v>30842.5</c:v>
                </c:pt>
                <c:pt idx="1184">
                  <c:v>30868.57</c:v>
                </c:pt>
                <c:pt idx="1185">
                  <c:v>30894.639999999999</c:v>
                </c:pt>
                <c:pt idx="1186">
                  <c:v>30920.71</c:v>
                </c:pt>
                <c:pt idx="1187">
                  <c:v>30946.79</c:v>
                </c:pt>
                <c:pt idx="1188">
                  <c:v>30972.86</c:v>
                </c:pt>
                <c:pt idx="1189">
                  <c:v>30998.93</c:v>
                </c:pt>
                <c:pt idx="1190">
                  <c:v>31025</c:v>
                </c:pt>
                <c:pt idx="1191">
                  <c:v>31051.07</c:v>
                </c:pt>
                <c:pt idx="1192">
                  <c:v>31077.14</c:v>
                </c:pt>
                <c:pt idx="1193">
                  <c:v>31103.21</c:v>
                </c:pt>
                <c:pt idx="1194">
                  <c:v>31129.29</c:v>
                </c:pt>
                <c:pt idx="1195">
                  <c:v>31155.360000000001</c:v>
                </c:pt>
                <c:pt idx="1196">
                  <c:v>31181.43</c:v>
                </c:pt>
                <c:pt idx="1197">
                  <c:v>31207.5</c:v>
                </c:pt>
                <c:pt idx="1198">
                  <c:v>31233.57</c:v>
                </c:pt>
                <c:pt idx="1199">
                  <c:v>31259.64</c:v>
                </c:pt>
                <c:pt idx="1200">
                  <c:v>31285.71</c:v>
                </c:pt>
                <c:pt idx="1201">
                  <c:v>31311.79</c:v>
                </c:pt>
                <c:pt idx="1202">
                  <c:v>31337.86</c:v>
                </c:pt>
                <c:pt idx="1203">
                  <c:v>31363.93</c:v>
                </c:pt>
                <c:pt idx="1204">
                  <c:v>31390</c:v>
                </c:pt>
                <c:pt idx="1205">
                  <c:v>31416.07</c:v>
                </c:pt>
                <c:pt idx="1206">
                  <c:v>31442.14</c:v>
                </c:pt>
                <c:pt idx="1207">
                  <c:v>31468.21</c:v>
                </c:pt>
                <c:pt idx="1208">
                  <c:v>31494.29</c:v>
                </c:pt>
                <c:pt idx="1209">
                  <c:v>31520.36</c:v>
                </c:pt>
                <c:pt idx="1210">
                  <c:v>31546.43</c:v>
                </c:pt>
                <c:pt idx="1211">
                  <c:v>31572.5</c:v>
                </c:pt>
                <c:pt idx="1212">
                  <c:v>31598.57</c:v>
                </c:pt>
                <c:pt idx="1213">
                  <c:v>31624.639999999999</c:v>
                </c:pt>
                <c:pt idx="1214">
                  <c:v>31650.71</c:v>
                </c:pt>
                <c:pt idx="1215">
                  <c:v>31676.79</c:v>
                </c:pt>
                <c:pt idx="1216">
                  <c:v>31702.86</c:v>
                </c:pt>
                <c:pt idx="1217">
                  <c:v>31728.93</c:v>
                </c:pt>
                <c:pt idx="1218">
                  <c:v>31755</c:v>
                </c:pt>
                <c:pt idx="1219">
                  <c:v>31781.07</c:v>
                </c:pt>
                <c:pt idx="1220">
                  <c:v>31807.14</c:v>
                </c:pt>
                <c:pt idx="1221">
                  <c:v>31833.21</c:v>
                </c:pt>
                <c:pt idx="1222">
                  <c:v>31859.29</c:v>
                </c:pt>
                <c:pt idx="1223">
                  <c:v>31885.360000000001</c:v>
                </c:pt>
                <c:pt idx="1224">
                  <c:v>31911.43</c:v>
                </c:pt>
                <c:pt idx="1225">
                  <c:v>31937.5</c:v>
                </c:pt>
                <c:pt idx="1226">
                  <c:v>31963.57</c:v>
                </c:pt>
                <c:pt idx="1227">
                  <c:v>31989.64</c:v>
                </c:pt>
                <c:pt idx="1228">
                  <c:v>32015.71</c:v>
                </c:pt>
                <c:pt idx="1229">
                  <c:v>32041.79</c:v>
                </c:pt>
                <c:pt idx="1230">
                  <c:v>32067.86</c:v>
                </c:pt>
                <c:pt idx="1231">
                  <c:v>32093.93</c:v>
                </c:pt>
                <c:pt idx="1232">
                  <c:v>32120</c:v>
                </c:pt>
                <c:pt idx="1233">
                  <c:v>32146.07</c:v>
                </c:pt>
                <c:pt idx="1234">
                  <c:v>32172.14</c:v>
                </c:pt>
                <c:pt idx="1235">
                  <c:v>32198.21</c:v>
                </c:pt>
                <c:pt idx="1236">
                  <c:v>32224.29</c:v>
                </c:pt>
                <c:pt idx="1237">
                  <c:v>32250.36</c:v>
                </c:pt>
                <c:pt idx="1238">
                  <c:v>32276.43</c:v>
                </c:pt>
                <c:pt idx="1239">
                  <c:v>32302.5</c:v>
                </c:pt>
                <c:pt idx="1240">
                  <c:v>32328.57</c:v>
                </c:pt>
                <c:pt idx="1241">
                  <c:v>32354.639999999999</c:v>
                </c:pt>
                <c:pt idx="1242">
                  <c:v>32380.71</c:v>
                </c:pt>
                <c:pt idx="1243">
                  <c:v>32406.79</c:v>
                </c:pt>
                <c:pt idx="1244">
                  <c:v>32432.86</c:v>
                </c:pt>
                <c:pt idx="1245">
                  <c:v>32458.93</c:v>
                </c:pt>
                <c:pt idx="1246">
                  <c:v>32485</c:v>
                </c:pt>
                <c:pt idx="1247">
                  <c:v>32511.07</c:v>
                </c:pt>
                <c:pt idx="1248">
                  <c:v>32537.14</c:v>
                </c:pt>
                <c:pt idx="1249">
                  <c:v>32563.21</c:v>
                </c:pt>
                <c:pt idx="1250">
                  <c:v>32589.29</c:v>
                </c:pt>
                <c:pt idx="1251">
                  <c:v>32615.360000000001</c:v>
                </c:pt>
                <c:pt idx="1252">
                  <c:v>32641.43</c:v>
                </c:pt>
                <c:pt idx="1253">
                  <c:v>32667.5</c:v>
                </c:pt>
                <c:pt idx="1254">
                  <c:v>32693.57</c:v>
                </c:pt>
                <c:pt idx="1255">
                  <c:v>32719.64</c:v>
                </c:pt>
                <c:pt idx="1256">
                  <c:v>32745.71</c:v>
                </c:pt>
                <c:pt idx="1257">
                  <c:v>32771.79</c:v>
                </c:pt>
                <c:pt idx="1258">
                  <c:v>32797.86</c:v>
                </c:pt>
                <c:pt idx="1259">
                  <c:v>32823.93</c:v>
                </c:pt>
                <c:pt idx="1260">
                  <c:v>32850</c:v>
                </c:pt>
                <c:pt idx="1261">
                  <c:v>32876.07</c:v>
                </c:pt>
                <c:pt idx="1262">
                  <c:v>32902.14</c:v>
                </c:pt>
                <c:pt idx="1263">
                  <c:v>32928.21</c:v>
                </c:pt>
                <c:pt idx="1264">
                  <c:v>32954.29</c:v>
                </c:pt>
                <c:pt idx="1265">
                  <c:v>32980.36</c:v>
                </c:pt>
                <c:pt idx="1266">
                  <c:v>33006.43</c:v>
                </c:pt>
                <c:pt idx="1267">
                  <c:v>33032.5</c:v>
                </c:pt>
                <c:pt idx="1268">
                  <c:v>33058.57</c:v>
                </c:pt>
                <c:pt idx="1269">
                  <c:v>33084.639999999999</c:v>
                </c:pt>
                <c:pt idx="1270">
                  <c:v>33110.71</c:v>
                </c:pt>
                <c:pt idx="1271">
                  <c:v>33136.79</c:v>
                </c:pt>
                <c:pt idx="1272">
                  <c:v>33162.86</c:v>
                </c:pt>
                <c:pt idx="1273">
                  <c:v>33188.93</c:v>
                </c:pt>
                <c:pt idx="1274">
                  <c:v>33215</c:v>
                </c:pt>
                <c:pt idx="1275">
                  <c:v>33241.07</c:v>
                </c:pt>
                <c:pt idx="1276">
                  <c:v>33267.14</c:v>
                </c:pt>
                <c:pt idx="1277">
                  <c:v>33293.21</c:v>
                </c:pt>
                <c:pt idx="1278">
                  <c:v>33319.29</c:v>
                </c:pt>
                <c:pt idx="1279">
                  <c:v>33345.360000000001</c:v>
                </c:pt>
                <c:pt idx="1280">
                  <c:v>33371.43</c:v>
                </c:pt>
                <c:pt idx="1281">
                  <c:v>33397.5</c:v>
                </c:pt>
                <c:pt idx="1282">
                  <c:v>33423.57</c:v>
                </c:pt>
                <c:pt idx="1283">
                  <c:v>33449.64</c:v>
                </c:pt>
                <c:pt idx="1284">
                  <c:v>33475.71</c:v>
                </c:pt>
                <c:pt idx="1285">
                  <c:v>33501.79</c:v>
                </c:pt>
                <c:pt idx="1286">
                  <c:v>33527.86</c:v>
                </c:pt>
                <c:pt idx="1287">
                  <c:v>33553.93</c:v>
                </c:pt>
                <c:pt idx="1288">
                  <c:v>33580</c:v>
                </c:pt>
                <c:pt idx="1289">
                  <c:v>33606.07</c:v>
                </c:pt>
                <c:pt idx="1290">
                  <c:v>33632.14</c:v>
                </c:pt>
                <c:pt idx="1291">
                  <c:v>33658.21</c:v>
                </c:pt>
                <c:pt idx="1292">
                  <c:v>33684.29</c:v>
                </c:pt>
                <c:pt idx="1293">
                  <c:v>33710.36</c:v>
                </c:pt>
                <c:pt idx="1294">
                  <c:v>33736.43</c:v>
                </c:pt>
                <c:pt idx="1295">
                  <c:v>33762.5</c:v>
                </c:pt>
                <c:pt idx="1296">
                  <c:v>33788.57</c:v>
                </c:pt>
                <c:pt idx="1297">
                  <c:v>33814.639999999999</c:v>
                </c:pt>
                <c:pt idx="1298">
                  <c:v>33840.71</c:v>
                </c:pt>
                <c:pt idx="1299">
                  <c:v>33866.79</c:v>
                </c:pt>
                <c:pt idx="1300">
                  <c:v>33892.86</c:v>
                </c:pt>
                <c:pt idx="1301">
                  <c:v>33918.93</c:v>
                </c:pt>
                <c:pt idx="1302">
                  <c:v>33945</c:v>
                </c:pt>
                <c:pt idx="1303">
                  <c:v>33971.07</c:v>
                </c:pt>
                <c:pt idx="1304">
                  <c:v>33997.14</c:v>
                </c:pt>
                <c:pt idx="1305">
                  <c:v>34023.21</c:v>
                </c:pt>
                <c:pt idx="1306">
                  <c:v>34049.29</c:v>
                </c:pt>
                <c:pt idx="1307">
                  <c:v>34075.360000000001</c:v>
                </c:pt>
                <c:pt idx="1308">
                  <c:v>34101.43</c:v>
                </c:pt>
                <c:pt idx="1309">
                  <c:v>34127.5</c:v>
                </c:pt>
                <c:pt idx="1310">
                  <c:v>34153.57</c:v>
                </c:pt>
                <c:pt idx="1311">
                  <c:v>34179.64</c:v>
                </c:pt>
                <c:pt idx="1312">
                  <c:v>34205.71</c:v>
                </c:pt>
                <c:pt idx="1313">
                  <c:v>34231.79</c:v>
                </c:pt>
                <c:pt idx="1314">
                  <c:v>34257.86</c:v>
                </c:pt>
                <c:pt idx="1315">
                  <c:v>34283.93</c:v>
                </c:pt>
                <c:pt idx="1316">
                  <c:v>34310</c:v>
                </c:pt>
                <c:pt idx="1317">
                  <c:v>34336.07</c:v>
                </c:pt>
                <c:pt idx="1318">
                  <c:v>34362.14</c:v>
                </c:pt>
                <c:pt idx="1319">
                  <c:v>34388.21</c:v>
                </c:pt>
                <c:pt idx="1320">
                  <c:v>34414.29</c:v>
                </c:pt>
                <c:pt idx="1321">
                  <c:v>34440.36</c:v>
                </c:pt>
                <c:pt idx="1322">
                  <c:v>34466.43</c:v>
                </c:pt>
                <c:pt idx="1323">
                  <c:v>34492.5</c:v>
                </c:pt>
                <c:pt idx="1324">
                  <c:v>34518.57</c:v>
                </c:pt>
                <c:pt idx="1325">
                  <c:v>34544.639999999999</c:v>
                </c:pt>
                <c:pt idx="1326">
                  <c:v>34570.71</c:v>
                </c:pt>
                <c:pt idx="1327">
                  <c:v>34596.79</c:v>
                </c:pt>
                <c:pt idx="1328">
                  <c:v>34622.86</c:v>
                </c:pt>
                <c:pt idx="1329">
                  <c:v>34648.93</c:v>
                </c:pt>
                <c:pt idx="1330">
                  <c:v>34675</c:v>
                </c:pt>
                <c:pt idx="1331">
                  <c:v>34701.07</c:v>
                </c:pt>
                <c:pt idx="1332">
                  <c:v>34727.14</c:v>
                </c:pt>
                <c:pt idx="1333">
                  <c:v>34753.21</c:v>
                </c:pt>
                <c:pt idx="1334">
                  <c:v>34779.29</c:v>
                </c:pt>
                <c:pt idx="1335">
                  <c:v>34805.360000000001</c:v>
                </c:pt>
                <c:pt idx="1336">
                  <c:v>34831.43</c:v>
                </c:pt>
                <c:pt idx="1337">
                  <c:v>34857.5</c:v>
                </c:pt>
                <c:pt idx="1338">
                  <c:v>34883.57</c:v>
                </c:pt>
                <c:pt idx="1339">
                  <c:v>34909.64</c:v>
                </c:pt>
                <c:pt idx="1340">
                  <c:v>34935.71</c:v>
                </c:pt>
                <c:pt idx="1341">
                  <c:v>34961.79</c:v>
                </c:pt>
                <c:pt idx="1342">
                  <c:v>34987.86</c:v>
                </c:pt>
                <c:pt idx="1343">
                  <c:v>35013.93</c:v>
                </c:pt>
                <c:pt idx="1344">
                  <c:v>35040</c:v>
                </c:pt>
                <c:pt idx="1345">
                  <c:v>35066.07</c:v>
                </c:pt>
                <c:pt idx="1346">
                  <c:v>35092.14</c:v>
                </c:pt>
                <c:pt idx="1347">
                  <c:v>35118.21</c:v>
                </c:pt>
                <c:pt idx="1348">
                  <c:v>35144.29</c:v>
                </c:pt>
                <c:pt idx="1349">
                  <c:v>35170.36</c:v>
                </c:pt>
                <c:pt idx="1350">
                  <c:v>35196.43</c:v>
                </c:pt>
                <c:pt idx="1351">
                  <c:v>35222.5</c:v>
                </c:pt>
                <c:pt idx="1352">
                  <c:v>35248.57</c:v>
                </c:pt>
                <c:pt idx="1353">
                  <c:v>35274.639999999999</c:v>
                </c:pt>
                <c:pt idx="1354">
                  <c:v>35300.71</c:v>
                </c:pt>
                <c:pt idx="1355">
                  <c:v>35326.79</c:v>
                </c:pt>
                <c:pt idx="1356">
                  <c:v>35352.86</c:v>
                </c:pt>
                <c:pt idx="1357">
                  <c:v>35378.93</c:v>
                </c:pt>
                <c:pt idx="1358">
                  <c:v>35405</c:v>
                </c:pt>
                <c:pt idx="1359">
                  <c:v>35431.07</c:v>
                </c:pt>
                <c:pt idx="1360">
                  <c:v>35457.14</c:v>
                </c:pt>
                <c:pt idx="1361">
                  <c:v>35483.21</c:v>
                </c:pt>
                <c:pt idx="1362">
                  <c:v>35509.29</c:v>
                </c:pt>
                <c:pt idx="1363">
                  <c:v>35535.360000000001</c:v>
                </c:pt>
                <c:pt idx="1364">
                  <c:v>35561.43</c:v>
                </c:pt>
                <c:pt idx="1365">
                  <c:v>35587.5</c:v>
                </c:pt>
                <c:pt idx="1366">
                  <c:v>35613.57</c:v>
                </c:pt>
                <c:pt idx="1367">
                  <c:v>35639.64</c:v>
                </c:pt>
                <c:pt idx="1368">
                  <c:v>35665.71</c:v>
                </c:pt>
                <c:pt idx="1369">
                  <c:v>35691.79</c:v>
                </c:pt>
                <c:pt idx="1370">
                  <c:v>35717.86</c:v>
                </c:pt>
                <c:pt idx="1371">
                  <c:v>35743.93</c:v>
                </c:pt>
                <c:pt idx="1372">
                  <c:v>35770</c:v>
                </c:pt>
                <c:pt idx="1373">
                  <c:v>35796.07</c:v>
                </c:pt>
                <c:pt idx="1374">
                  <c:v>35822.14</c:v>
                </c:pt>
                <c:pt idx="1375">
                  <c:v>35848.21</c:v>
                </c:pt>
                <c:pt idx="1376">
                  <c:v>35874.29</c:v>
                </c:pt>
                <c:pt idx="1377">
                  <c:v>35900.36</c:v>
                </c:pt>
                <c:pt idx="1378">
                  <c:v>35926.43</c:v>
                </c:pt>
                <c:pt idx="1379">
                  <c:v>35952.5</c:v>
                </c:pt>
                <c:pt idx="1380">
                  <c:v>35978.57</c:v>
                </c:pt>
                <c:pt idx="1381">
                  <c:v>36004.639999999999</c:v>
                </c:pt>
                <c:pt idx="1382">
                  <c:v>36030.71</c:v>
                </c:pt>
                <c:pt idx="1383">
                  <c:v>36056.79</c:v>
                </c:pt>
                <c:pt idx="1384">
                  <c:v>36082.86</c:v>
                </c:pt>
                <c:pt idx="1385">
                  <c:v>36108.93</c:v>
                </c:pt>
                <c:pt idx="1386">
                  <c:v>36135</c:v>
                </c:pt>
                <c:pt idx="1387">
                  <c:v>36161.07</c:v>
                </c:pt>
                <c:pt idx="1388">
                  <c:v>36187.14</c:v>
                </c:pt>
                <c:pt idx="1389">
                  <c:v>36213.21</c:v>
                </c:pt>
                <c:pt idx="1390">
                  <c:v>36239.29</c:v>
                </c:pt>
                <c:pt idx="1391">
                  <c:v>36265.360000000001</c:v>
                </c:pt>
                <c:pt idx="1392">
                  <c:v>36291.43</c:v>
                </c:pt>
                <c:pt idx="1393">
                  <c:v>36317.5</c:v>
                </c:pt>
                <c:pt idx="1394">
                  <c:v>36343.57</c:v>
                </c:pt>
                <c:pt idx="1395">
                  <c:v>36369.64</c:v>
                </c:pt>
                <c:pt idx="1396">
                  <c:v>36395.71</c:v>
                </c:pt>
                <c:pt idx="1397">
                  <c:v>36421.79</c:v>
                </c:pt>
                <c:pt idx="1398">
                  <c:v>36447.86</c:v>
                </c:pt>
                <c:pt idx="1399">
                  <c:v>36473.93</c:v>
                </c:pt>
                <c:pt idx="1400">
                  <c:v>36500</c:v>
                </c:pt>
                <c:pt idx="1401">
                  <c:v>36526.07</c:v>
                </c:pt>
                <c:pt idx="1402">
                  <c:v>36552.14</c:v>
                </c:pt>
                <c:pt idx="1403">
                  <c:v>36578.21</c:v>
                </c:pt>
                <c:pt idx="1404">
                  <c:v>36604.29</c:v>
                </c:pt>
                <c:pt idx="1405">
                  <c:v>36630.36</c:v>
                </c:pt>
                <c:pt idx="1406">
                  <c:v>36656.43</c:v>
                </c:pt>
                <c:pt idx="1407">
                  <c:v>36682.5</c:v>
                </c:pt>
                <c:pt idx="1408">
                  <c:v>36708.57</c:v>
                </c:pt>
                <c:pt idx="1409">
                  <c:v>36734.639999999999</c:v>
                </c:pt>
                <c:pt idx="1410">
                  <c:v>36760.71</c:v>
                </c:pt>
                <c:pt idx="1411">
                  <c:v>36786.79</c:v>
                </c:pt>
                <c:pt idx="1412">
                  <c:v>36812.86</c:v>
                </c:pt>
                <c:pt idx="1413">
                  <c:v>36838.93</c:v>
                </c:pt>
                <c:pt idx="1414">
                  <c:v>36865</c:v>
                </c:pt>
                <c:pt idx="1415">
                  <c:v>36891.07</c:v>
                </c:pt>
                <c:pt idx="1416">
                  <c:v>36917.14</c:v>
                </c:pt>
                <c:pt idx="1417">
                  <c:v>36943.21</c:v>
                </c:pt>
                <c:pt idx="1418">
                  <c:v>36969.29</c:v>
                </c:pt>
                <c:pt idx="1419">
                  <c:v>36995.360000000001</c:v>
                </c:pt>
                <c:pt idx="1420">
                  <c:v>37021.43</c:v>
                </c:pt>
                <c:pt idx="1421">
                  <c:v>37047.5</c:v>
                </c:pt>
                <c:pt idx="1422">
                  <c:v>37073.57</c:v>
                </c:pt>
                <c:pt idx="1423">
                  <c:v>37099.64</c:v>
                </c:pt>
                <c:pt idx="1424">
                  <c:v>37125.71</c:v>
                </c:pt>
                <c:pt idx="1425">
                  <c:v>37151.79</c:v>
                </c:pt>
                <c:pt idx="1426">
                  <c:v>37177.86</c:v>
                </c:pt>
                <c:pt idx="1427">
                  <c:v>37203.93</c:v>
                </c:pt>
                <c:pt idx="1428">
                  <c:v>37230</c:v>
                </c:pt>
                <c:pt idx="1429">
                  <c:v>37256.07</c:v>
                </c:pt>
                <c:pt idx="1430">
                  <c:v>37282.14</c:v>
                </c:pt>
                <c:pt idx="1431">
                  <c:v>37308.21</c:v>
                </c:pt>
                <c:pt idx="1432">
                  <c:v>37334.29</c:v>
                </c:pt>
                <c:pt idx="1433">
                  <c:v>37360.36</c:v>
                </c:pt>
                <c:pt idx="1434">
                  <c:v>37386.43</c:v>
                </c:pt>
                <c:pt idx="1435">
                  <c:v>37412.5</c:v>
                </c:pt>
                <c:pt idx="1436">
                  <c:v>37438.57</c:v>
                </c:pt>
                <c:pt idx="1437">
                  <c:v>37464.639999999999</c:v>
                </c:pt>
                <c:pt idx="1438">
                  <c:v>37490.71</c:v>
                </c:pt>
                <c:pt idx="1439">
                  <c:v>37516.79</c:v>
                </c:pt>
                <c:pt idx="1440">
                  <c:v>37542.86</c:v>
                </c:pt>
                <c:pt idx="1441">
                  <c:v>37568.93</c:v>
                </c:pt>
                <c:pt idx="1442">
                  <c:v>37595</c:v>
                </c:pt>
                <c:pt idx="1443">
                  <c:v>37621.07</c:v>
                </c:pt>
                <c:pt idx="1444">
                  <c:v>37647.14</c:v>
                </c:pt>
                <c:pt idx="1445">
                  <c:v>37673.21</c:v>
                </c:pt>
                <c:pt idx="1446">
                  <c:v>37699.29</c:v>
                </c:pt>
                <c:pt idx="1447">
                  <c:v>37725.360000000001</c:v>
                </c:pt>
                <c:pt idx="1448">
                  <c:v>37751.43</c:v>
                </c:pt>
                <c:pt idx="1449">
                  <c:v>37777.5</c:v>
                </c:pt>
                <c:pt idx="1450">
                  <c:v>37803.57</c:v>
                </c:pt>
                <c:pt idx="1451">
                  <c:v>37829.64</c:v>
                </c:pt>
                <c:pt idx="1452">
                  <c:v>37855.71</c:v>
                </c:pt>
                <c:pt idx="1453">
                  <c:v>37881.79</c:v>
                </c:pt>
                <c:pt idx="1454">
                  <c:v>37907.86</c:v>
                </c:pt>
                <c:pt idx="1455">
                  <c:v>37933.93</c:v>
                </c:pt>
                <c:pt idx="1456">
                  <c:v>37960</c:v>
                </c:pt>
                <c:pt idx="1457">
                  <c:v>37986.07</c:v>
                </c:pt>
                <c:pt idx="1458">
                  <c:v>38012.14</c:v>
                </c:pt>
                <c:pt idx="1459">
                  <c:v>38038.21</c:v>
                </c:pt>
                <c:pt idx="1460">
                  <c:v>38064.29</c:v>
                </c:pt>
                <c:pt idx="1461">
                  <c:v>38090.36</c:v>
                </c:pt>
                <c:pt idx="1462">
                  <c:v>38116.43</c:v>
                </c:pt>
                <c:pt idx="1463">
                  <c:v>38142.5</c:v>
                </c:pt>
                <c:pt idx="1464">
                  <c:v>38168.57</c:v>
                </c:pt>
                <c:pt idx="1465">
                  <c:v>38194.639999999999</c:v>
                </c:pt>
                <c:pt idx="1466">
                  <c:v>38220.71</c:v>
                </c:pt>
                <c:pt idx="1467">
                  <c:v>38246.79</c:v>
                </c:pt>
                <c:pt idx="1468">
                  <c:v>38272.86</c:v>
                </c:pt>
                <c:pt idx="1469">
                  <c:v>38298.93</c:v>
                </c:pt>
                <c:pt idx="1470">
                  <c:v>38325</c:v>
                </c:pt>
                <c:pt idx="1471">
                  <c:v>38351.07</c:v>
                </c:pt>
                <c:pt idx="1472">
                  <c:v>38377.14</c:v>
                </c:pt>
                <c:pt idx="1473">
                  <c:v>38403.21</c:v>
                </c:pt>
                <c:pt idx="1474">
                  <c:v>38429.29</c:v>
                </c:pt>
                <c:pt idx="1475">
                  <c:v>38455.360000000001</c:v>
                </c:pt>
                <c:pt idx="1476">
                  <c:v>38481.43</c:v>
                </c:pt>
                <c:pt idx="1477">
                  <c:v>38507.5</c:v>
                </c:pt>
                <c:pt idx="1478">
                  <c:v>38533.57</c:v>
                </c:pt>
                <c:pt idx="1479">
                  <c:v>38559.64</c:v>
                </c:pt>
                <c:pt idx="1480">
                  <c:v>38585.71</c:v>
                </c:pt>
                <c:pt idx="1481">
                  <c:v>38611.79</c:v>
                </c:pt>
                <c:pt idx="1482">
                  <c:v>38637.86</c:v>
                </c:pt>
                <c:pt idx="1483">
                  <c:v>38663.93</c:v>
                </c:pt>
                <c:pt idx="1484">
                  <c:v>38690</c:v>
                </c:pt>
                <c:pt idx="1485">
                  <c:v>38716.07</c:v>
                </c:pt>
                <c:pt idx="1486">
                  <c:v>38742.14</c:v>
                </c:pt>
                <c:pt idx="1487">
                  <c:v>38768.21</c:v>
                </c:pt>
                <c:pt idx="1488">
                  <c:v>38794.29</c:v>
                </c:pt>
                <c:pt idx="1489">
                  <c:v>38820.36</c:v>
                </c:pt>
                <c:pt idx="1490">
                  <c:v>38846.43</c:v>
                </c:pt>
                <c:pt idx="1491">
                  <c:v>38872.5</c:v>
                </c:pt>
                <c:pt idx="1492">
                  <c:v>38898.57</c:v>
                </c:pt>
                <c:pt idx="1493">
                  <c:v>38924.639999999999</c:v>
                </c:pt>
                <c:pt idx="1494">
                  <c:v>38950.71</c:v>
                </c:pt>
                <c:pt idx="1495">
                  <c:v>38976.79</c:v>
                </c:pt>
                <c:pt idx="1496">
                  <c:v>39002.86</c:v>
                </c:pt>
                <c:pt idx="1497">
                  <c:v>39028.93</c:v>
                </c:pt>
                <c:pt idx="1498">
                  <c:v>39055</c:v>
                </c:pt>
                <c:pt idx="1499">
                  <c:v>39081.07</c:v>
                </c:pt>
                <c:pt idx="1500">
                  <c:v>39107.14</c:v>
                </c:pt>
                <c:pt idx="1501">
                  <c:v>39133.21</c:v>
                </c:pt>
                <c:pt idx="1502">
                  <c:v>39159.29</c:v>
                </c:pt>
                <c:pt idx="1503">
                  <c:v>39185.360000000001</c:v>
                </c:pt>
                <c:pt idx="1504">
                  <c:v>39211.43</c:v>
                </c:pt>
                <c:pt idx="1505">
                  <c:v>39237.5</c:v>
                </c:pt>
                <c:pt idx="1506">
                  <c:v>39263.57</c:v>
                </c:pt>
                <c:pt idx="1507">
                  <c:v>39289.64</c:v>
                </c:pt>
                <c:pt idx="1508">
                  <c:v>39315.71</c:v>
                </c:pt>
                <c:pt idx="1509">
                  <c:v>39341.79</c:v>
                </c:pt>
                <c:pt idx="1510">
                  <c:v>39367.86</c:v>
                </c:pt>
                <c:pt idx="1511">
                  <c:v>39393.93</c:v>
                </c:pt>
                <c:pt idx="1512">
                  <c:v>39420</c:v>
                </c:pt>
                <c:pt idx="1513">
                  <c:v>39446.07</c:v>
                </c:pt>
                <c:pt idx="1514">
                  <c:v>39472.14</c:v>
                </c:pt>
                <c:pt idx="1515">
                  <c:v>39498.21</c:v>
                </c:pt>
                <c:pt idx="1516">
                  <c:v>39524.29</c:v>
                </c:pt>
                <c:pt idx="1517">
                  <c:v>39550.36</c:v>
                </c:pt>
                <c:pt idx="1518">
                  <c:v>39576.43</c:v>
                </c:pt>
                <c:pt idx="1519">
                  <c:v>39602.5</c:v>
                </c:pt>
                <c:pt idx="1520">
                  <c:v>39628.57</c:v>
                </c:pt>
                <c:pt idx="1521">
                  <c:v>39654.639999999999</c:v>
                </c:pt>
                <c:pt idx="1522">
                  <c:v>39680.71</c:v>
                </c:pt>
                <c:pt idx="1523">
                  <c:v>39706.79</c:v>
                </c:pt>
                <c:pt idx="1524">
                  <c:v>39732.86</c:v>
                </c:pt>
                <c:pt idx="1525">
                  <c:v>39758.93</c:v>
                </c:pt>
                <c:pt idx="1526">
                  <c:v>39785</c:v>
                </c:pt>
                <c:pt idx="1527">
                  <c:v>39811.07</c:v>
                </c:pt>
                <c:pt idx="1528">
                  <c:v>39837.14</c:v>
                </c:pt>
                <c:pt idx="1529">
                  <c:v>39863.21</c:v>
                </c:pt>
                <c:pt idx="1530">
                  <c:v>39889.29</c:v>
                </c:pt>
                <c:pt idx="1531">
                  <c:v>39915.360000000001</c:v>
                </c:pt>
                <c:pt idx="1532">
                  <c:v>39941.43</c:v>
                </c:pt>
                <c:pt idx="1533">
                  <c:v>39967.5</c:v>
                </c:pt>
                <c:pt idx="1534">
                  <c:v>39993.57</c:v>
                </c:pt>
                <c:pt idx="1535">
                  <c:v>40019.64</c:v>
                </c:pt>
                <c:pt idx="1536">
                  <c:v>40045.71</c:v>
                </c:pt>
                <c:pt idx="1537">
                  <c:v>40071.79</c:v>
                </c:pt>
                <c:pt idx="1538">
                  <c:v>40097.86</c:v>
                </c:pt>
                <c:pt idx="1539">
                  <c:v>40123.93</c:v>
                </c:pt>
                <c:pt idx="1540">
                  <c:v>40150</c:v>
                </c:pt>
                <c:pt idx="1541">
                  <c:v>40176.07</c:v>
                </c:pt>
                <c:pt idx="1542">
                  <c:v>40202.14</c:v>
                </c:pt>
                <c:pt idx="1543">
                  <c:v>40228.21</c:v>
                </c:pt>
                <c:pt idx="1544">
                  <c:v>40254.29</c:v>
                </c:pt>
                <c:pt idx="1545">
                  <c:v>40280.36</c:v>
                </c:pt>
                <c:pt idx="1546">
                  <c:v>40306.43</c:v>
                </c:pt>
                <c:pt idx="1547">
                  <c:v>40332.5</c:v>
                </c:pt>
                <c:pt idx="1548">
                  <c:v>40358.57</c:v>
                </c:pt>
                <c:pt idx="1549">
                  <c:v>40384.639999999999</c:v>
                </c:pt>
                <c:pt idx="1550">
                  <c:v>40410.71</c:v>
                </c:pt>
                <c:pt idx="1551">
                  <c:v>40436.79</c:v>
                </c:pt>
                <c:pt idx="1552">
                  <c:v>40462.86</c:v>
                </c:pt>
                <c:pt idx="1553">
                  <c:v>40488.93</c:v>
                </c:pt>
                <c:pt idx="1554">
                  <c:v>40515</c:v>
                </c:pt>
                <c:pt idx="1555">
                  <c:v>40541.07</c:v>
                </c:pt>
                <c:pt idx="1556">
                  <c:v>40567.14</c:v>
                </c:pt>
                <c:pt idx="1557">
                  <c:v>40593.21</c:v>
                </c:pt>
                <c:pt idx="1558">
                  <c:v>40619.29</c:v>
                </c:pt>
                <c:pt idx="1559">
                  <c:v>40645.360000000001</c:v>
                </c:pt>
                <c:pt idx="1560">
                  <c:v>40671.43</c:v>
                </c:pt>
                <c:pt idx="1561">
                  <c:v>40697.5</c:v>
                </c:pt>
                <c:pt idx="1562">
                  <c:v>40723.57</c:v>
                </c:pt>
                <c:pt idx="1563">
                  <c:v>40749.64</c:v>
                </c:pt>
                <c:pt idx="1564">
                  <c:v>40775.71</c:v>
                </c:pt>
                <c:pt idx="1565">
                  <c:v>40801.79</c:v>
                </c:pt>
                <c:pt idx="1566">
                  <c:v>40827.86</c:v>
                </c:pt>
                <c:pt idx="1567">
                  <c:v>40853.93</c:v>
                </c:pt>
                <c:pt idx="1568">
                  <c:v>40880</c:v>
                </c:pt>
                <c:pt idx="1569">
                  <c:v>40906.07</c:v>
                </c:pt>
                <c:pt idx="1570">
                  <c:v>40932.14</c:v>
                </c:pt>
                <c:pt idx="1571">
                  <c:v>40958.21</c:v>
                </c:pt>
                <c:pt idx="1572">
                  <c:v>40984.29</c:v>
                </c:pt>
                <c:pt idx="1573">
                  <c:v>41010.36</c:v>
                </c:pt>
                <c:pt idx="1574">
                  <c:v>41036.43</c:v>
                </c:pt>
                <c:pt idx="1575">
                  <c:v>41062.5</c:v>
                </c:pt>
                <c:pt idx="1576">
                  <c:v>41088.57</c:v>
                </c:pt>
                <c:pt idx="1577">
                  <c:v>41114.639999999999</c:v>
                </c:pt>
                <c:pt idx="1578">
                  <c:v>41140.71</c:v>
                </c:pt>
                <c:pt idx="1579">
                  <c:v>41166.79</c:v>
                </c:pt>
                <c:pt idx="1580">
                  <c:v>41192.86</c:v>
                </c:pt>
                <c:pt idx="1581">
                  <c:v>41218.93</c:v>
                </c:pt>
                <c:pt idx="1582">
                  <c:v>41245</c:v>
                </c:pt>
                <c:pt idx="1583">
                  <c:v>41271.07</c:v>
                </c:pt>
                <c:pt idx="1584">
                  <c:v>41297.14</c:v>
                </c:pt>
                <c:pt idx="1585">
                  <c:v>41323.21</c:v>
                </c:pt>
                <c:pt idx="1586">
                  <c:v>41349.29</c:v>
                </c:pt>
                <c:pt idx="1587">
                  <c:v>41375.360000000001</c:v>
                </c:pt>
                <c:pt idx="1588">
                  <c:v>41401.43</c:v>
                </c:pt>
                <c:pt idx="1589">
                  <c:v>41427.5</c:v>
                </c:pt>
                <c:pt idx="1590">
                  <c:v>41453.57</c:v>
                </c:pt>
                <c:pt idx="1591">
                  <c:v>41479.64</c:v>
                </c:pt>
                <c:pt idx="1592">
                  <c:v>41505.71</c:v>
                </c:pt>
                <c:pt idx="1593">
                  <c:v>41531.79</c:v>
                </c:pt>
                <c:pt idx="1594">
                  <c:v>41557.86</c:v>
                </c:pt>
                <c:pt idx="1595">
                  <c:v>41583.93</c:v>
                </c:pt>
                <c:pt idx="1596">
                  <c:v>41610</c:v>
                </c:pt>
                <c:pt idx="1597">
                  <c:v>41636.07</c:v>
                </c:pt>
                <c:pt idx="1598">
                  <c:v>41662.14</c:v>
                </c:pt>
                <c:pt idx="1599">
                  <c:v>41688.21</c:v>
                </c:pt>
                <c:pt idx="1600">
                  <c:v>41714.29</c:v>
                </c:pt>
                <c:pt idx="1601">
                  <c:v>41740.36</c:v>
                </c:pt>
                <c:pt idx="1602">
                  <c:v>41766.43</c:v>
                </c:pt>
                <c:pt idx="1603">
                  <c:v>41792.5</c:v>
                </c:pt>
                <c:pt idx="1604">
                  <c:v>41818.57</c:v>
                </c:pt>
                <c:pt idx="1605">
                  <c:v>41844.639999999999</c:v>
                </c:pt>
                <c:pt idx="1606">
                  <c:v>41870.71</c:v>
                </c:pt>
                <c:pt idx="1607">
                  <c:v>41896.79</c:v>
                </c:pt>
                <c:pt idx="1608">
                  <c:v>41922.86</c:v>
                </c:pt>
                <c:pt idx="1609">
                  <c:v>41948.93</c:v>
                </c:pt>
                <c:pt idx="1610">
                  <c:v>41975</c:v>
                </c:pt>
                <c:pt idx="1611">
                  <c:v>42001.07</c:v>
                </c:pt>
                <c:pt idx="1612">
                  <c:v>42027.14</c:v>
                </c:pt>
                <c:pt idx="1613">
                  <c:v>42053.21</c:v>
                </c:pt>
                <c:pt idx="1614">
                  <c:v>42079.29</c:v>
                </c:pt>
                <c:pt idx="1615">
                  <c:v>42105.36</c:v>
                </c:pt>
                <c:pt idx="1616">
                  <c:v>42131.43</c:v>
                </c:pt>
                <c:pt idx="1617">
                  <c:v>42157.5</c:v>
                </c:pt>
                <c:pt idx="1618">
                  <c:v>42183.57</c:v>
                </c:pt>
                <c:pt idx="1619">
                  <c:v>42209.64</c:v>
                </c:pt>
                <c:pt idx="1620">
                  <c:v>42235.71</c:v>
                </c:pt>
                <c:pt idx="1621">
                  <c:v>42261.79</c:v>
                </c:pt>
                <c:pt idx="1622">
                  <c:v>42287.86</c:v>
                </c:pt>
                <c:pt idx="1623">
                  <c:v>42313.93</c:v>
                </c:pt>
                <c:pt idx="1624">
                  <c:v>42340</c:v>
                </c:pt>
                <c:pt idx="1625">
                  <c:v>42366.07</c:v>
                </c:pt>
                <c:pt idx="1626">
                  <c:v>42392.14</c:v>
                </c:pt>
                <c:pt idx="1627">
                  <c:v>42418.21</c:v>
                </c:pt>
                <c:pt idx="1628">
                  <c:v>42444.29</c:v>
                </c:pt>
                <c:pt idx="1629">
                  <c:v>42470.36</c:v>
                </c:pt>
                <c:pt idx="1630">
                  <c:v>42496.43</c:v>
                </c:pt>
                <c:pt idx="1631">
                  <c:v>42522.5</c:v>
                </c:pt>
                <c:pt idx="1632">
                  <c:v>42548.57</c:v>
                </c:pt>
                <c:pt idx="1633">
                  <c:v>42574.64</c:v>
                </c:pt>
                <c:pt idx="1634">
                  <c:v>42600.71</c:v>
                </c:pt>
                <c:pt idx="1635">
                  <c:v>42626.79</c:v>
                </c:pt>
                <c:pt idx="1636">
                  <c:v>42652.86</c:v>
                </c:pt>
                <c:pt idx="1637">
                  <c:v>42678.93</c:v>
                </c:pt>
                <c:pt idx="1638">
                  <c:v>42705</c:v>
                </c:pt>
                <c:pt idx="1639">
                  <c:v>42731.07</c:v>
                </c:pt>
                <c:pt idx="1640">
                  <c:v>42757.14</c:v>
                </c:pt>
                <c:pt idx="1641">
                  <c:v>42783.21</c:v>
                </c:pt>
                <c:pt idx="1642">
                  <c:v>42809.29</c:v>
                </c:pt>
                <c:pt idx="1643">
                  <c:v>42835.360000000001</c:v>
                </c:pt>
                <c:pt idx="1644">
                  <c:v>42861.43</c:v>
                </c:pt>
                <c:pt idx="1645">
                  <c:v>42887.5</c:v>
                </c:pt>
                <c:pt idx="1646">
                  <c:v>42913.57</c:v>
                </c:pt>
                <c:pt idx="1647">
                  <c:v>42939.64</c:v>
                </c:pt>
                <c:pt idx="1648">
                  <c:v>42965.71</c:v>
                </c:pt>
                <c:pt idx="1649">
                  <c:v>42991.79</c:v>
                </c:pt>
                <c:pt idx="1650">
                  <c:v>43017.86</c:v>
                </c:pt>
                <c:pt idx="1651">
                  <c:v>43043.93</c:v>
                </c:pt>
                <c:pt idx="1652">
                  <c:v>43070</c:v>
                </c:pt>
                <c:pt idx="1653">
                  <c:v>43096.07</c:v>
                </c:pt>
                <c:pt idx="1654">
                  <c:v>43122.14</c:v>
                </c:pt>
                <c:pt idx="1655">
                  <c:v>43148.21</c:v>
                </c:pt>
                <c:pt idx="1656">
                  <c:v>43174.29</c:v>
                </c:pt>
                <c:pt idx="1657">
                  <c:v>43200.36</c:v>
                </c:pt>
                <c:pt idx="1658">
                  <c:v>43226.43</c:v>
                </c:pt>
                <c:pt idx="1659">
                  <c:v>43252.5</c:v>
                </c:pt>
                <c:pt idx="1660">
                  <c:v>43278.57</c:v>
                </c:pt>
                <c:pt idx="1661">
                  <c:v>43304.639999999999</c:v>
                </c:pt>
                <c:pt idx="1662">
                  <c:v>43330.71</c:v>
                </c:pt>
                <c:pt idx="1663">
                  <c:v>43356.79</c:v>
                </c:pt>
                <c:pt idx="1664">
                  <c:v>43382.86</c:v>
                </c:pt>
                <c:pt idx="1665">
                  <c:v>43408.93</c:v>
                </c:pt>
                <c:pt idx="1666">
                  <c:v>43435</c:v>
                </c:pt>
                <c:pt idx="1667">
                  <c:v>43461.07</c:v>
                </c:pt>
                <c:pt idx="1668">
                  <c:v>43487.14</c:v>
                </c:pt>
                <c:pt idx="1669">
                  <c:v>43513.21</c:v>
                </c:pt>
                <c:pt idx="1670">
                  <c:v>43539.29</c:v>
                </c:pt>
                <c:pt idx="1671">
                  <c:v>43565.36</c:v>
                </c:pt>
                <c:pt idx="1672">
                  <c:v>43591.43</c:v>
                </c:pt>
                <c:pt idx="1673">
                  <c:v>43617.5</c:v>
                </c:pt>
                <c:pt idx="1674">
                  <c:v>43643.57</c:v>
                </c:pt>
                <c:pt idx="1675">
                  <c:v>43669.64</c:v>
                </c:pt>
                <c:pt idx="1676">
                  <c:v>43695.71</c:v>
                </c:pt>
                <c:pt idx="1677">
                  <c:v>43721.79</c:v>
                </c:pt>
                <c:pt idx="1678">
                  <c:v>43747.86</c:v>
                </c:pt>
                <c:pt idx="1679">
                  <c:v>43773.93</c:v>
                </c:pt>
                <c:pt idx="1680">
                  <c:v>43800</c:v>
                </c:pt>
                <c:pt idx="1681">
                  <c:v>43826.07</c:v>
                </c:pt>
                <c:pt idx="1682">
                  <c:v>43852.14</c:v>
                </c:pt>
                <c:pt idx="1683">
                  <c:v>43878.21</c:v>
                </c:pt>
                <c:pt idx="1684">
                  <c:v>43904.29</c:v>
                </c:pt>
                <c:pt idx="1685">
                  <c:v>43930.36</c:v>
                </c:pt>
                <c:pt idx="1686">
                  <c:v>43956.43</c:v>
                </c:pt>
                <c:pt idx="1687">
                  <c:v>43982.5</c:v>
                </c:pt>
                <c:pt idx="1688">
                  <c:v>44008.57</c:v>
                </c:pt>
                <c:pt idx="1689">
                  <c:v>44034.64</c:v>
                </c:pt>
                <c:pt idx="1690">
                  <c:v>44060.71</c:v>
                </c:pt>
                <c:pt idx="1691">
                  <c:v>44086.79</c:v>
                </c:pt>
                <c:pt idx="1692">
                  <c:v>44112.86</c:v>
                </c:pt>
                <c:pt idx="1693">
                  <c:v>44138.93</c:v>
                </c:pt>
                <c:pt idx="1694">
                  <c:v>44165</c:v>
                </c:pt>
                <c:pt idx="1695">
                  <c:v>44191.07</c:v>
                </c:pt>
                <c:pt idx="1696">
                  <c:v>44217.14</c:v>
                </c:pt>
                <c:pt idx="1697">
                  <c:v>44243.21</c:v>
                </c:pt>
                <c:pt idx="1698">
                  <c:v>44269.29</c:v>
                </c:pt>
                <c:pt idx="1699">
                  <c:v>44295.360000000001</c:v>
                </c:pt>
                <c:pt idx="1700">
                  <c:v>44321.43</c:v>
                </c:pt>
                <c:pt idx="1701">
                  <c:v>44347.5</c:v>
                </c:pt>
                <c:pt idx="1702">
                  <c:v>44373.57</c:v>
                </c:pt>
                <c:pt idx="1703">
                  <c:v>44399.64</c:v>
                </c:pt>
                <c:pt idx="1704">
                  <c:v>44425.71</c:v>
                </c:pt>
                <c:pt idx="1705">
                  <c:v>44451.79</c:v>
                </c:pt>
                <c:pt idx="1706">
                  <c:v>44477.86</c:v>
                </c:pt>
                <c:pt idx="1707">
                  <c:v>44503.93</c:v>
                </c:pt>
                <c:pt idx="1708">
                  <c:v>44530</c:v>
                </c:pt>
                <c:pt idx="1709">
                  <c:v>44556.07</c:v>
                </c:pt>
                <c:pt idx="1710">
                  <c:v>44582.14</c:v>
                </c:pt>
                <c:pt idx="1711">
                  <c:v>44608.21</c:v>
                </c:pt>
                <c:pt idx="1712">
                  <c:v>44634.29</c:v>
                </c:pt>
                <c:pt idx="1713">
                  <c:v>44660.36</c:v>
                </c:pt>
                <c:pt idx="1714">
                  <c:v>44686.43</c:v>
                </c:pt>
                <c:pt idx="1715">
                  <c:v>44712.5</c:v>
                </c:pt>
                <c:pt idx="1716">
                  <c:v>44738.57</c:v>
                </c:pt>
                <c:pt idx="1717">
                  <c:v>44764.639999999999</c:v>
                </c:pt>
                <c:pt idx="1718">
                  <c:v>44790.71</c:v>
                </c:pt>
                <c:pt idx="1719">
                  <c:v>44816.79</c:v>
                </c:pt>
                <c:pt idx="1720">
                  <c:v>44842.86</c:v>
                </c:pt>
                <c:pt idx="1721">
                  <c:v>44868.93</c:v>
                </c:pt>
                <c:pt idx="1722">
                  <c:v>44895</c:v>
                </c:pt>
                <c:pt idx="1723">
                  <c:v>44921.07</c:v>
                </c:pt>
                <c:pt idx="1724">
                  <c:v>44947.14</c:v>
                </c:pt>
                <c:pt idx="1725">
                  <c:v>44973.21</c:v>
                </c:pt>
                <c:pt idx="1726">
                  <c:v>44999.29</c:v>
                </c:pt>
                <c:pt idx="1727">
                  <c:v>45025.36</c:v>
                </c:pt>
                <c:pt idx="1728">
                  <c:v>45051.43</c:v>
                </c:pt>
                <c:pt idx="1729">
                  <c:v>45077.5</c:v>
                </c:pt>
                <c:pt idx="1730">
                  <c:v>45103.57</c:v>
                </c:pt>
                <c:pt idx="1731">
                  <c:v>45129.64</c:v>
                </c:pt>
                <c:pt idx="1732">
                  <c:v>45155.71</c:v>
                </c:pt>
                <c:pt idx="1733">
                  <c:v>45181.79</c:v>
                </c:pt>
                <c:pt idx="1734">
                  <c:v>45207.86</c:v>
                </c:pt>
                <c:pt idx="1735">
                  <c:v>45233.93</c:v>
                </c:pt>
                <c:pt idx="1736">
                  <c:v>45260</c:v>
                </c:pt>
                <c:pt idx="1737">
                  <c:v>45286.07</c:v>
                </c:pt>
                <c:pt idx="1738">
                  <c:v>45312.14</c:v>
                </c:pt>
                <c:pt idx="1739">
                  <c:v>45338.21</c:v>
                </c:pt>
                <c:pt idx="1740">
                  <c:v>45364.29</c:v>
                </c:pt>
                <c:pt idx="1741">
                  <c:v>45390.36</c:v>
                </c:pt>
                <c:pt idx="1742">
                  <c:v>45416.43</c:v>
                </c:pt>
                <c:pt idx="1743">
                  <c:v>45442.5</c:v>
                </c:pt>
                <c:pt idx="1744">
                  <c:v>45468.57</c:v>
                </c:pt>
                <c:pt idx="1745">
                  <c:v>45494.64</c:v>
                </c:pt>
                <c:pt idx="1746">
                  <c:v>45520.71</c:v>
                </c:pt>
                <c:pt idx="1747">
                  <c:v>45546.79</c:v>
                </c:pt>
                <c:pt idx="1748">
                  <c:v>45572.86</c:v>
                </c:pt>
                <c:pt idx="1749">
                  <c:v>45598.93</c:v>
                </c:pt>
                <c:pt idx="1750">
                  <c:v>45625</c:v>
                </c:pt>
                <c:pt idx="1751">
                  <c:v>45651.07</c:v>
                </c:pt>
                <c:pt idx="1752">
                  <c:v>45677.14</c:v>
                </c:pt>
                <c:pt idx="1753">
                  <c:v>45703.21</c:v>
                </c:pt>
                <c:pt idx="1754">
                  <c:v>45729.29</c:v>
                </c:pt>
                <c:pt idx="1755">
                  <c:v>45755.360000000001</c:v>
                </c:pt>
                <c:pt idx="1756">
                  <c:v>45781.43</c:v>
                </c:pt>
                <c:pt idx="1757">
                  <c:v>45807.5</c:v>
                </c:pt>
                <c:pt idx="1758">
                  <c:v>45833.57</c:v>
                </c:pt>
                <c:pt idx="1759">
                  <c:v>45859.64</c:v>
                </c:pt>
                <c:pt idx="1760">
                  <c:v>45885.71</c:v>
                </c:pt>
                <c:pt idx="1761">
                  <c:v>45911.79</c:v>
                </c:pt>
                <c:pt idx="1762">
                  <c:v>45937.86</c:v>
                </c:pt>
                <c:pt idx="1763">
                  <c:v>45963.93</c:v>
                </c:pt>
                <c:pt idx="1764">
                  <c:v>45990</c:v>
                </c:pt>
                <c:pt idx="1765">
                  <c:v>46016.07</c:v>
                </c:pt>
                <c:pt idx="1766">
                  <c:v>46042.14</c:v>
                </c:pt>
                <c:pt idx="1767">
                  <c:v>46068.21</c:v>
                </c:pt>
                <c:pt idx="1768">
                  <c:v>46094.29</c:v>
                </c:pt>
                <c:pt idx="1769">
                  <c:v>46120.36</c:v>
                </c:pt>
                <c:pt idx="1770">
                  <c:v>46146.43</c:v>
                </c:pt>
                <c:pt idx="1771">
                  <c:v>46172.5</c:v>
                </c:pt>
                <c:pt idx="1772">
                  <c:v>46198.57</c:v>
                </c:pt>
                <c:pt idx="1773">
                  <c:v>46224.639999999999</c:v>
                </c:pt>
                <c:pt idx="1774">
                  <c:v>46250.71</c:v>
                </c:pt>
                <c:pt idx="1775">
                  <c:v>46276.79</c:v>
                </c:pt>
                <c:pt idx="1776">
                  <c:v>46302.86</c:v>
                </c:pt>
                <c:pt idx="1777">
                  <c:v>46328.93</c:v>
                </c:pt>
                <c:pt idx="1778">
                  <c:v>46355</c:v>
                </c:pt>
                <c:pt idx="1779">
                  <c:v>46381.07</c:v>
                </c:pt>
                <c:pt idx="1780">
                  <c:v>46407.14</c:v>
                </c:pt>
                <c:pt idx="1781">
                  <c:v>46433.21</c:v>
                </c:pt>
                <c:pt idx="1782">
                  <c:v>46459.29</c:v>
                </c:pt>
                <c:pt idx="1783">
                  <c:v>46485.36</c:v>
                </c:pt>
                <c:pt idx="1784">
                  <c:v>46511.43</c:v>
                </c:pt>
                <c:pt idx="1785">
                  <c:v>46537.5</c:v>
                </c:pt>
                <c:pt idx="1786">
                  <c:v>46563.57</c:v>
                </c:pt>
                <c:pt idx="1787">
                  <c:v>46589.64</c:v>
                </c:pt>
                <c:pt idx="1788">
                  <c:v>46615.71</c:v>
                </c:pt>
                <c:pt idx="1789">
                  <c:v>46641.79</c:v>
                </c:pt>
                <c:pt idx="1790">
                  <c:v>46667.86</c:v>
                </c:pt>
                <c:pt idx="1791">
                  <c:v>46693.93</c:v>
                </c:pt>
                <c:pt idx="1792">
                  <c:v>46720</c:v>
                </c:pt>
                <c:pt idx="1793">
                  <c:v>46746.07</c:v>
                </c:pt>
                <c:pt idx="1794">
                  <c:v>46772.14</c:v>
                </c:pt>
                <c:pt idx="1795">
                  <c:v>46798.21</c:v>
                </c:pt>
                <c:pt idx="1796">
                  <c:v>46824.29</c:v>
                </c:pt>
                <c:pt idx="1797">
                  <c:v>46850.36</c:v>
                </c:pt>
                <c:pt idx="1798">
                  <c:v>46876.43</c:v>
                </c:pt>
                <c:pt idx="1799">
                  <c:v>46902.5</c:v>
                </c:pt>
                <c:pt idx="1800">
                  <c:v>46928.57</c:v>
                </c:pt>
                <c:pt idx="1801">
                  <c:v>46954.64</c:v>
                </c:pt>
                <c:pt idx="1802">
                  <c:v>46980.71</c:v>
                </c:pt>
                <c:pt idx="1803">
                  <c:v>47006.79</c:v>
                </c:pt>
                <c:pt idx="1804">
                  <c:v>47032.86</c:v>
                </c:pt>
                <c:pt idx="1805">
                  <c:v>47058.93</c:v>
                </c:pt>
                <c:pt idx="1806">
                  <c:v>47085</c:v>
                </c:pt>
                <c:pt idx="1807">
                  <c:v>47111.07</c:v>
                </c:pt>
                <c:pt idx="1808">
                  <c:v>47137.14</c:v>
                </c:pt>
                <c:pt idx="1809">
                  <c:v>47163.21</c:v>
                </c:pt>
                <c:pt idx="1810">
                  <c:v>47189.29</c:v>
                </c:pt>
                <c:pt idx="1811">
                  <c:v>47215.360000000001</c:v>
                </c:pt>
                <c:pt idx="1812">
                  <c:v>47241.43</c:v>
                </c:pt>
                <c:pt idx="1813">
                  <c:v>47267.5</c:v>
                </c:pt>
                <c:pt idx="1814">
                  <c:v>47293.57</c:v>
                </c:pt>
                <c:pt idx="1815">
                  <c:v>47319.64</c:v>
                </c:pt>
                <c:pt idx="1816">
                  <c:v>47345.71</c:v>
                </c:pt>
                <c:pt idx="1817">
                  <c:v>47371.79</c:v>
                </c:pt>
                <c:pt idx="1818">
                  <c:v>47397.86</c:v>
                </c:pt>
                <c:pt idx="1819">
                  <c:v>47423.93</c:v>
                </c:pt>
                <c:pt idx="1820">
                  <c:v>47450</c:v>
                </c:pt>
                <c:pt idx="1821">
                  <c:v>47476.07</c:v>
                </c:pt>
                <c:pt idx="1822">
                  <c:v>47502.14</c:v>
                </c:pt>
                <c:pt idx="1823">
                  <c:v>47528.21</c:v>
                </c:pt>
                <c:pt idx="1824">
                  <c:v>47554.29</c:v>
                </c:pt>
                <c:pt idx="1825">
                  <c:v>47580.36</c:v>
                </c:pt>
                <c:pt idx="1826">
                  <c:v>47606.43</c:v>
                </c:pt>
                <c:pt idx="1827">
                  <c:v>47632.5</c:v>
                </c:pt>
                <c:pt idx="1828">
                  <c:v>47658.57</c:v>
                </c:pt>
                <c:pt idx="1829">
                  <c:v>47684.639999999999</c:v>
                </c:pt>
                <c:pt idx="1830">
                  <c:v>47710.71</c:v>
                </c:pt>
                <c:pt idx="1831">
                  <c:v>47736.79</c:v>
                </c:pt>
                <c:pt idx="1832">
                  <c:v>47762.86</c:v>
                </c:pt>
                <c:pt idx="1833">
                  <c:v>47788.93</c:v>
                </c:pt>
                <c:pt idx="1834">
                  <c:v>47815</c:v>
                </c:pt>
                <c:pt idx="1835">
                  <c:v>47841.07</c:v>
                </c:pt>
                <c:pt idx="1836">
                  <c:v>47867.14</c:v>
                </c:pt>
                <c:pt idx="1837">
                  <c:v>47893.21</c:v>
                </c:pt>
                <c:pt idx="1838">
                  <c:v>47919.29</c:v>
                </c:pt>
                <c:pt idx="1839">
                  <c:v>47945.36</c:v>
                </c:pt>
                <c:pt idx="1840">
                  <c:v>47971.43</c:v>
                </c:pt>
                <c:pt idx="1841">
                  <c:v>47997.5</c:v>
                </c:pt>
                <c:pt idx="1842">
                  <c:v>48023.57</c:v>
                </c:pt>
                <c:pt idx="1843">
                  <c:v>48049.64</c:v>
                </c:pt>
                <c:pt idx="1844">
                  <c:v>48075.71</c:v>
                </c:pt>
                <c:pt idx="1845">
                  <c:v>48101.79</c:v>
                </c:pt>
                <c:pt idx="1846">
                  <c:v>48127.86</c:v>
                </c:pt>
                <c:pt idx="1847">
                  <c:v>48153.93</c:v>
                </c:pt>
                <c:pt idx="1848">
                  <c:v>48180</c:v>
                </c:pt>
                <c:pt idx="1849">
                  <c:v>48206.07</c:v>
                </c:pt>
                <c:pt idx="1850">
                  <c:v>48232.14</c:v>
                </c:pt>
                <c:pt idx="1851">
                  <c:v>48258.21</c:v>
                </c:pt>
                <c:pt idx="1852">
                  <c:v>48284.29</c:v>
                </c:pt>
                <c:pt idx="1853">
                  <c:v>48310.36</c:v>
                </c:pt>
                <c:pt idx="1854">
                  <c:v>48336.43</c:v>
                </c:pt>
                <c:pt idx="1855">
                  <c:v>48362.5</c:v>
                </c:pt>
                <c:pt idx="1856">
                  <c:v>48388.57</c:v>
                </c:pt>
                <c:pt idx="1857">
                  <c:v>48414.64</c:v>
                </c:pt>
                <c:pt idx="1858">
                  <c:v>48440.71</c:v>
                </c:pt>
                <c:pt idx="1859">
                  <c:v>48466.79</c:v>
                </c:pt>
                <c:pt idx="1860">
                  <c:v>48492.86</c:v>
                </c:pt>
                <c:pt idx="1861">
                  <c:v>48518.93</c:v>
                </c:pt>
                <c:pt idx="1862">
                  <c:v>48545</c:v>
                </c:pt>
                <c:pt idx="1863">
                  <c:v>48571.07</c:v>
                </c:pt>
                <c:pt idx="1864">
                  <c:v>48597.14</c:v>
                </c:pt>
                <c:pt idx="1865">
                  <c:v>48623.21</c:v>
                </c:pt>
                <c:pt idx="1866">
                  <c:v>48649.29</c:v>
                </c:pt>
                <c:pt idx="1867">
                  <c:v>48675.360000000001</c:v>
                </c:pt>
                <c:pt idx="1868">
                  <c:v>48701.43</c:v>
                </c:pt>
                <c:pt idx="1869">
                  <c:v>48727.5</c:v>
                </c:pt>
                <c:pt idx="1870">
                  <c:v>48753.57</c:v>
                </c:pt>
                <c:pt idx="1871">
                  <c:v>48779.64</c:v>
                </c:pt>
                <c:pt idx="1872">
                  <c:v>48805.71</c:v>
                </c:pt>
                <c:pt idx="1873">
                  <c:v>48831.79</c:v>
                </c:pt>
                <c:pt idx="1874">
                  <c:v>48857.86</c:v>
                </c:pt>
                <c:pt idx="1875">
                  <c:v>48883.93</c:v>
                </c:pt>
                <c:pt idx="1876">
                  <c:v>48910</c:v>
                </c:pt>
                <c:pt idx="1877">
                  <c:v>48936.07</c:v>
                </c:pt>
                <c:pt idx="1878">
                  <c:v>48962.14</c:v>
                </c:pt>
                <c:pt idx="1879">
                  <c:v>48988.21</c:v>
                </c:pt>
                <c:pt idx="1880">
                  <c:v>49014.29</c:v>
                </c:pt>
                <c:pt idx="1881">
                  <c:v>49040.36</c:v>
                </c:pt>
                <c:pt idx="1882">
                  <c:v>49066.43</c:v>
                </c:pt>
                <c:pt idx="1883">
                  <c:v>49092.5</c:v>
                </c:pt>
                <c:pt idx="1884">
                  <c:v>49118.57</c:v>
                </c:pt>
                <c:pt idx="1885">
                  <c:v>49144.639999999999</c:v>
                </c:pt>
                <c:pt idx="1886">
                  <c:v>49170.71</c:v>
                </c:pt>
                <c:pt idx="1887">
                  <c:v>49196.79</c:v>
                </c:pt>
                <c:pt idx="1888">
                  <c:v>49222.86</c:v>
                </c:pt>
                <c:pt idx="1889">
                  <c:v>49248.93</c:v>
                </c:pt>
                <c:pt idx="1890">
                  <c:v>49275</c:v>
                </c:pt>
                <c:pt idx="1891">
                  <c:v>49301.07</c:v>
                </c:pt>
                <c:pt idx="1892">
                  <c:v>49327.14</c:v>
                </c:pt>
                <c:pt idx="1893">
                  <c:v>49353.21</c:v>
                </c:pt>
                <c:pt idx="1894">
                  <c:v>49379.29</c:v>
                </c:pt>
                <c:pt idx="1895">
                  <c:v>49405.36</c:v>
                </c:pt>
                <c:pt idx="1896">
                  <c:v>49431.43</c:v>
                </c:pt>
                <c:pt idx="1897">
                  <c:v>49457.5</c:v>
                </c:pt>
                <c:pt idx="1898">
                  <c:v>49483.57</c:v>
                </c:pt>
                <c:pt idx="1899">
                  <c:v>49509.64</c:v>
                </c:pt>
                <c:pt idx="1900">
                  <c:v>49535.71</c:v>
                </c:pt>
                <c:pt idx="1901">
                  <c:v>49561.79</c:v>
                </c:pt>
                <c:pt idx="1902">
                  <c:v>49587.86</c:v>
                </c:pt>
                <c:pt idx="1903">
                  <c:v>49613.93</c:v>
                </c:pt>
                <c:pt idx="1904">
                  <c:v>49640</c:v>
                </c:pt>
                <c:pt idx="1905">
                  <c:v>49666.07</c:v>
                </c:pt>
                <c:pt idx="1906">
                  <c:v>49692.14</c:v>
                </c:pt>
                <c:pt idx="1907">
                  <c:v>49718.21</c:v>
                </c:pt>
                <c:pt idx="1908">
                  <c:v>49744.29</c:v>
                </c:pt>
                <c:pt idx="1909">
                  <c:v>49770.36</c:v>
                </c:pt>
                <c:pt idx="1910">
                  <c:v>49796.43</c:v>
                </c:pt>
                <c:pt idx="1911">
                  <c:v>49822.5</c:v>
                </c:pt>
                <c:pt idx="1912">
                  <c:v>49848.57</c:v>
                </c:pt>
                <c:pt idx="1913">
                  <c:v>49874.64</c:v>
                </c:pt>
                <c:pt idx="1914">
                  <c:v>49900.71</c:v>
                </c:pt>
                <c:pt idx="1915">
                  <c:v>49926.79</c:v>
                </c:pt>
                <c:pt idx="1916">
                  <c:v>49952.86</c:v>
                </c:pt>
                <c:pt idx="1917">
                  <c:v>49978.93</c:v>
                </c:pt>
                <c:pt idx="1918">
                  <c:v>50005</c:v>
                </c:pt>
                <c:pt idx="1919">
                  <c:v>50031.07</c:v>
                </c:pt>
                <c:pt idx="1920">
                  <c:v>50057.14</c:v>
                </c:pt>
                <c:pt idx="1921">
                  <c:v>50083.21</c:v>
                </c:pt>
                <c:pt idx="1922">
                  <c:v>50109.29</c:v>
                </c:pt>
                <c:pt idx="1923">
                  <c:v>50135.360000000001</c:v>
                </c:pt>
                <c:pt idx="1924">
                  <c:v>50161.43</c:v>
                </c:pt>
                <c:pt idx="1925">
                  <c:v>50187.5</c:v>
                </c:pt>
                <c:pt idx="1926">
                  <c:v>50213.57</c:v>
                </c:pt>
                <c:pt idx="1927">
                  <c:v>50239.64</c:v>
                </c:pt>
                <c:pt idx="1928">
                  <c:v>50265.71</c:v>
                </c:pt>
                <c:pt idx="1929">
                  <c:v>50291.79</c:v>
                </c:pt>
                <c:pt idx="1930">
                  <c:v>50317.86</c:v>
                </c:pt>
                <c:pt idx="1931">
                  <c:v>50343.93</c:v>
                </c:pt>
                <c:pt idx="1932">
                  <c:v>50370</c:v>
                </c:pt>
                <c:pt idx="1933">
                  <c:v>50396.07</c:v>
                </c:pt>
                <c:pt idx="1934">
                  <c:v>50422.14</c:v>
                </c:pt>
                <c:pt idx="1935">
                  <c:v>50448.21</c:v>
                </c:pt>
                <c:pt idx="1936">
                  <c:v>50474.29</c:v>
                </c:pt>
                <c:pt idx="1937">
                  <c:v>50500.36</c:v>
                </c:pt>
                <c:pt idx="1938">
                  <c:v>50526.43</c:v>
                </c:pt>
                <c:pt idx="1939">
                  <c:v>50552.5</c:v>
                </c:pt>
                <c:pt idx="1940">
                  <c:v>50578.57</c:v>
                </c:pt>
                <c:pt idx="1941">
                  <c:v>50604.639999999999</c:v>
                </c:pt>
                <c:pt idx="1942">
                  <c:v>50630.71</c:v>
                </c:pt>
                <c:pt idx="1943">
                  <c:v>50656.79</c:v>
                </c:pt>
                <c:pt idx="1944">
                  <c:v>50682.86</c:v>
                </c:pt>
                <c:pt idx="1945">
                  <c:v>50708.93</c:v>
                </c:pt>
                <c:pt idx="1946">
                  <c:v>50735</c:v>
                </c:pt>
                <c:pt idx="1947">
                  <c:v>50761.07</c:v>
                </c:pt>
                <c:pt idx="1948">
                  <c:v>50787.14</c:v>
                </c:pt>
                <c:pt idx="1949">
                  <c:v>50813.21</c:v>
                </c:pt>
                <c:pt idx="1950">
                  <c:v>50839.29</c:v>
                </c:pt>
                <c:pt idx="1951">
                  <c:v>50865.36</c:v>
                </c:pt>
                <c:pt idx="1952">
                  <c:v>50891.43</c:v>
                </c:pt>
                <c:pt idx="1953">
                  <c:v>50917.5</c:v>
                </c:pt>
                <c:pt idx="1954">
                  <c:v>50943.57</c:v>
                </c:pt>
                <c:pt idx="1955">
                  <c:v>50969.64</c:v>
                </c:pt>
                <c:pt idx="1956">
                  <c:v>50995.71</c:v>
                </c:pt>
                <c:pt idx="1957">
                  <c:v>51021.79</c:v>
                </c:pt>
                <c:pt idx="1958">
                  <c:v>51047.86</c:v>
                </c:pt>
                <c:pt idx="1959">
                  <c:v>51073.93</c:v>
                </c:pt>
                <c:pt idx="1960">
                  <c:v>51100</c:v>
                </c:pt>
                <c:pt idx="1961">
                  <c:v>51126.07</c:v>
                </c:pt>
                <c:pt idx="1962">
                  <c:v>51152.14</c:v>
                </c:pt>
                <c:pt idx="1963">
                  <c:v>51178.21</c:v>
                </c:pt>
                <c:pt idx="1964">
                  <c:v>51204.29</c:v>
                </c:pt>
                <c:pt idx="1965">
                  <c:v>51230.36</c:v>
                </c:pt>
                <c:pt idx="1966">
                  <c:v>51256.43</c:v>
                </c:pt>
                <c:pt idx="1967">
                  <c:v>51282.5</c:v>
                </c:pt>
                <c:pt idx="1968">
                  <c:v>51308.57</c:v>
                </c:pt>
                <c:pt idx="1969">
                  <c:v>51334.64</c:v>
                </c:pt>
                <c:pt idx="1970">
                  <c:v>51360.71</c:v>
                </c:pt>
                <c:pt idx="1971">
                  <c:v>51386.79</c:v>
                </c:pt>
                <c:pt idx="1972">
                  <c:v>51412.86</c:v>
                </c:pt>
                <c:pt idx="1973">
                  <c:v>51438.93</c:v>
                </c:pt>
                <c:pt idx="1974">
                  <c:v>51465</c:v>
                </c:pt>
                <c:pt idx="1975">
                  <c:v>51491.07</c:v>
                </c:pt>
                <c:pt idx="1976">
                  <c:v>51517.14</c:v>
                </c:pt>
                <c:pt idx="1977">
                  <c:v>51543.21</c:v>
                </c:pt>
                <c:pt idx="1978">
                  <c:v>51569.29</c:v>
                </c:pt>
                <c:pt idx="1979">
                  <c:v>51595.360000000001</c:v>
                </c:pt>
                <c:pt idx="1980">
                  <c:v>51621.43</c:v>
                </c:pt>
                <c:pt idx="1981">
                  <c:v>51647.5</c:v>
                </c:pt>
                <c:pt idx="1982">
                  <c:v>51673.57</c:v>
                </c:pt>
                <c:pt idx="1983">
                  <c:v>51699.64</c:v>
                </c:pt>
                <c:pt idx="1984">
                  <c:v>51725.71</c:v>
                </c:pt>
                <c:pt idx="1985">
                  <c:v>51751.79</c:v>
                </c:pt>
                <c:pt idx="1986">
                  <c:v>51777.86</c:v>
                </c:pt>
                <c:pt idx="1987">
                  <c:v>51803.93</c:v>
                </c:pt>
                <c:pt idx="1988">
                  <c:v>51830</c:v>
                </c:pt>
                <c:pt idx="1989">
                  <c:v>51856.07</c:v>
                </c:pt>
                <c:pt idx="1990">
                  <c:v>51882.14</c:v>
                </c:pt>
                <c:pt idx="1991">
                  <c:v>51908.21</c:v>
                </c:pt>
                <c:pt idx="1992">
                  <c:v>51934.29</c:v>
                </c:pt>
                <c:pt idx="1993">
                  <c:v>51960.36</c:v>
                </c:pt>
                <c:pt idx="1994">
                  <c:v>51986.43</c:v>
                </c:pt>
                <c:pt idx="1995">
                  <c:v>52012.5</c:v>
                </c:pt>
                <c:pt idx="1996">
                  <c:v>52038.57</c:v>
                </c:pt>
                <c:pt idx="1997">
                  <c:v>52064.639999999999</c:v>
                </c:pt>
                <c:pt idx="1998">
                  <c:v>52090.71</c:v>
                </c:pt>
                <c:pt idx="1999">
                  <c:v>52116.79</c:v>
                </c:pt>
                <c:pt idx="2000">
                  <c:v>52142.86</c:v>
                </c:pt>
                <c:pt idx="2001">
                  <c:v>52168.93</c:v>
                </c:pt>
                <c:pt idx="2002">
                  <c:v>52195</c:v>
                </c:pt>
                <c:pt idx="2003">
                  <c:v>52221.07</c:v>
                </c:pt>
                <c:pt idx="2004">
                  <c:v>52247.14</c:v>
                </c:pt>
                <c:pt idx="2005">
                  <c:v>52273.21</c:v>
                </c:pt>
                <c:pt idx="2006">
                  <c:v>52299.29</c:v>
                </c:pt>
                <c:pt idx="2007">
                  <c:v>52325.36</c:v>
                </c:pt>
                <c:pt idx="2008">
                  <c:v>52351.43</c:v>
                </c:pt>
                <c:pt idx="2009">
                  <c:v>52377.5</c:v>
                </c:pt>
                <c:pt idx="2010">
                  <c:v>52403.57</c:v>
                </c:pt>
                <c:pt idx="2011">
                  <c:v>52429.64</c:v>
                </c:pt>
                <c:pt idx="2012">
                  <c:v>52455.71</c:v>
                </c:pt>
                <c:pt idx="2013">
                  <c:v>52481.79</c:v>
                </c:pt>
                <c:pt idx="2014">
                  <c:v>52507.86</c:v>
                </c:pt>
                <c:pt idx="2015">
                  <c:v>52533.93</c:v>
                </c:pt>
                <c:pt idx="2016">
                  <c:v>52560</c:v>
                </c:pt>
                <c:pt idx="2017">
                  <c:v>52586.07</c:v>
                </c:pt>
                <c:pt idx="2018">
                  <c:v>52612.14</c:v>
                </c:pt>
                <c:pt idx="2019">
                  <c:v>52638.21</c:v>
                </c:pt>
                <c:pt idx="2020">
                  <c:v>52664.29</c:v>
                </c:pt>
                <c:pt idx="2021">
                  <c:v>52690.36</c:v>
                </c:pt>
                <c:pt idx="2022">
                  <c:v>52716.43</c:v>
                </c:pt>
                <c:pt idx="2023">
                  <c:v>52742.5</c:v>
                </c:pt>
                <c:pt idx="2024">
                  <c:v>52768.57</c:v>
                </c:pt>
                <c:pt idx="2025">
                  <c:v>52794.64</c:v>
                </c:pt>
                <c:pt idx="2026">
                  <c:v>52820.71</c:v>
                </c:pt>
                <c:pt idx="2027">
                  <c:v>52846.79</c:v>
                </c:pt>
                <c:pt idx="2028">
                  <c:v>52872.86</c:v>
                </c:pt>
                <c:pt idx="2029">
                  <c:v>52898.93</c:v>
                </c:pt>
                <c:pt idx="2030">
                  <c:v>52925</c:v>
                </c:pt>
                <c:pt idx="2031">
                  <c:v>52951.07</c:v>
                </c:pt>
                <c:pt idx="2032">
                  <c:v>52977.14</c:v>
                </c:pt>
                <c:pt idx="2033">
                  <c:v>53003.21</c:v>
                </c:pt>
                <c:pt idx="2034">
                  <c:v>53029.29</c:v>
                </c:pt>
                <c:pt idx="2035">
                  <c:v>53055.360000000001</c:v>
                </c:pt>
                <c:pt idx="2036">
                  <c:v>53081.43</c:v>
                </c:pt>
                <c:pt idx="2037">
                  <c:v>53107.5</c:v>
                </c:pt>
                <c:pt idx="2038">
                  <c:v>53133.57</c:v>
                </c:pt>
                <c:pt idx="2039">
                  <c:v>53159.64</c:v>
                </c:pt>
                <c:pt idx="2040">
                  <c:v>53185.71</c:v>
                </c:pt>
                <c:pt idx="2041">
                  <c:v>53211.79</c:v>
                </c:pt>
                <c:pt idx="2042">
                  <c:v>53237.86</c:v>
                </c:pt>
                <c:pt idx="2043">
                  <c:v>53263.93</c:v>
                </c:pt>
                <c:pt idx="2044">
                  <c:v>53290</c:v>
                </c:pt>
                <c:pt idx="2045">
                  <c:v>53316.07</c:v>
                </c:pt>
                <c:pt idx="2046">
                  <c:v>53342.14</c:v>
                </c:pt>
                <c:pt idx="2047">
                  <c:v>53368.21</c:v>
                </c:pt>
                <c:pt idx="2048">
                  <c:v>53394.29</c:v>
                </c:pt>
                <c:pt idx="2049">
                  <c:v>53420.36</c:v>
                </c:pt>
                <c:pt idx="2050">
                  <c:v>53446.43</c:v>
                </c:pt>
                <c:pt idx="2051">
                  <c:v>53472.5</c:v>
                </c:pt>
                <c:pt idx="2052">
                  <c:v>53498.57</c:v>
                </c:pt>
                <c:pt idx="2053">
                  <c:v>53524.639999999999</c:v>
                </c:pt>
                <c:pt idx="2054">
                  <c:v>53550.71</c:v>
                </c:pt>
                <c:pt idx="2055">
                  <c:v>53576.79</c:v>
                </c:pt>
                <c:pt idx="2056">
                  <c:v>53602.86</c:v>
                </c:pt>
                <c:pt idx="2057">
                  <c:v>53628.93</c:v>
                </c:pt>
                <c:pt idx="2058">
                  <c:v>53655</c:v>
                </c:pt>
                <c:pt idx="2059">
                  <c:v>53681.07</c:v>
                </c:pt>
                <c:pt idx="2060">
                  <c:v>53707.14</c:v>
                </c:pt>
                <c:pt idx="2061">
                  <c:v>53733.21</c:v>
                </c:pt>
                <c:pt idx="2062">
                  <c:v>53759.29</c:v>
                </c:pt>
                <c:pt idx="2063">
                  <c:v>53785.36</c:v>
                </c:pt>
                <c:pt idx="2064">
                  <c:v>53811.43</c:v>
                </c:pt>
                <c:pt idx="2065">
                  <c:v>53837.5</c:v>
                </c:pt>
                <c:pt idx="2066">
                  <c:v>53863.57</c:v>
                </c:pt>
                <c:pt idx="2067">
                  <c:v>53889.64</c:v>
                </c:pt>
                <c:pt idx="2068">
                  <c:v>53915.71</c:v>
                </c:pt>
                <c:pt idx="2069">
                  <c:v>53941.79</c:v>
                </c:pt>
                <c:pt idx="2070">
                  <c:v>53967.86</c:v>
                </c:pt>
                <c:pt idx="2071">
                  <c:v>53993.93</c:v>
                </c:pt>
                <c:pt idx="2072">
                  <c:v>54020</c:v>
                </c:pt>
                <c:pt idx="2073">
                  <c:v>54046.07</c:v>
                </c:pt>
                <c:pt idx="2074">
                  <c:v>54072.14</c:v>
                </c:pt>
                <c:pt idx="2075">
                  <c:v>54098.21</c:v>
                </c:pt>
                <c:pt idx="2076">
                  <c:v>54124.29</c:v>
                </c:pt>
                <c:pt idx="2077">
                  <c:v>54150.36</c:v>
                </c:pt>
                <c:pt idx="2078">
                  <c:v>54176.43</c:v>
                </c:pt>
                <c:pt idx="2079">
                  <c:v>54202.5</c:v>
                </c:pt>
                <c:pt idx="2080">
                  <c:v>54228.57</c:v>
                </c:pt>
                <c:pt idx="2081">
                  <c:v>54254.64</c:v>
                </c:pt>
                <c:pt idx="2082">
                  <c:v>54280.71</c:v>
                </c:pt>
                <c:pt idx="2083">
                  <c:v>54306.79</c:v>
                </c:pt>
                <c:pt idx="2084">
                  <c:v>54332.86</c:v>
                </c:pt>
                <c:pt idx="2085">
                  <c:v>54358.93</c:v>
                </c:pt>
                <c:pt idx="2086">
                  <c:v>54385</c:v>
                </c:pt>
                <c:pt idx="2087">
                  <c:v>54411.07</c:v>
                </c:pt>
                <c:pt idx="2088">
                  <c:v>54437.14</c:v>
                </c:pt>
                <c:pt idx="2089">
                  <c:v>54463.21</c:v>
                </c:pt>
                <c:pt idx="2090">
                  <c:v>54489.29</c:v>
                </c:pt>
                <c:pt idx="2091">
                  <c:v>54515.360000000001</c:v>
                </c:pt>
                <c:pt idx="2092">
                  <c:v>54541.43</c:v>
                </c:pt>
                <c:pt idx="2093">
                  <c:v>54567.5</c:v>
                </c:pt>
                <c:pt idx="2094">
                  <c:v>54593.57</c:v>
                </c:pt>
                <c:pt idx="2095">
                  <c:v>54619.64</c:v>
                </c:pt>
                <c:pt idx="2096">
                  <c:v>54645.71</c:v>
                </c:pt>
                <c:pt idx="2097">
                  <c:v>54671.79</c:v>
                </c:pt>
                <c:pt idx="2098">
                  <c:v>54697.86</c:v>
                </c:pt>
                <c:pt idx="2099">
                  <c:v>54723.93</c:v>
                </c:pt>
                <c:pt idx="2100">
                  <c:v>54750</c:v>
                </c:pt>
                <c:pt idx="2101">
                  <c:v>54776.07</c:v>
                </c:pt>
                <c:pt idx="2102">
                  <c:v>54802.14</c:v>
                </c:pt>
                <c:pt idx="2103">
                  <c:v>54828.21</c:v>
                </c:pt>
                <c:pt idx="2104">
                  <c:v>54854.29</c:v>
                </c:pt>
                <c:pt idx="2105">
                  <c:v>54880.36</c:v>
                </c:pt>
                <c:pt idx="2106">
                  <c:v>54906.43</c:v>
                </c:pt>
                <c:pt idx="2107">
                  <c:v>54932.5</c:v>
                </c:pt>
                <c:pt idx="2108">
                  <c:v>54958.57</c:v>
                </c:pt>
                <c:pt idx="2109">
                  <c:v>54984.639999999999</c:v>
                </c:pt>
                <c:pt idx="2110">
                  <c:v>55010.71</c:v>
                </c:pt>
                <c:pt idx="2111">
                  <c:v>55036.79</c:v>
                </c:pt>
                <c:pt idx="2112">
                  <c:v>55062.86</c:v>
                </c:pt>
                <c:pt idx="2113">
                  <c:v>55088.93</c:v>
                </c:pt>
                <c:pt idx="2114">
                  <c:v>55115</c:v>
                </c:pt>
                <c:pt idx="2115">
                  <c:v>55141.07</c:v>
                </c:pt>
                <c:pt idx="2116">
                  <c:v>55167.14</c:v>
                </c:pt>
                <c:pt idx="2117">
                  <c:v>55193.21</c:v>
                </c:pt>
                <c:pt idx="2118">
                  <c:v>55219.29</c:v>
                </c:pt>
                <c:pt idx="2119">
                  <c:v>55245.36</c:v>
                </c:pt>
                <c:pt idx="2120">
                  <c:v>55271.43</c:v>
                </c:pt>
                <c:pt idx="2121">
                  <c:v>55297.5</c:v>
                </c:pt>
                <c:pt idx="2122">
                  <c:v>55323.57</c:v>
                </c:pt>
                <c:pt idx="2123">
                  <c:v>55349.64</c:v>
                </c:pt>
                <c:pt idx="2124">
                  <c:v>55375.71</c:v>
                </c:pt>
                <c:pt idx="2125">
                  <c:v>55401.79</c:v>
                </c:pt>
                <c:pt idx="2126">
                  <c:v>55427.86</c:v>
                </c:pt>
                <c:pt idx="2127">
                  <c:v>55453.93</c:v>
                </c:pt>
                <c:pt idx="2128">
                  <c:v>55480</c:v>
                </c:pt>
                <c:pt idx="2129">
                  <c:v>55506.07</c:v>
                </c:pt>
                <c:pt idx="2130">
                  <c:v>55532.14</c:v>
                </c:pt>
                <c:pt idx="2131">
                  <c:v>55558.21</c:v>
                </c:pt>
                <c:pt idx="2132">
                  <c:v>55584.29</c:v>
                </c:pt>
                <c:pt idx="2133">
                  <c:v>55610.36</c:v>
                </c:pt>
                <c:pt idx="2134">
                  <c:v>55636.43</c:v>
                </c:pt>
                <c:pt idx="2135">
                  <c:v>55662.5</c:v>
                </c:pt>
                <c:pt idx="2136">
                  <c:v>55688.57</c:v>
                </c:pt>
                <c:pt idx="2137">
                  <c:v>55714.64</c:v>
                </c:pt>
                <c:pt idx="2138">
                  <c:v>55740.71</c:v>
                </c:pt>
                <c:pt idx="2139">
                  <c:v>55766.79</c:v>
                </c:pt>
                <c:pt idx="2140">
                  <c:v>55792.86</c:v>
                </c:pt>
                <c:pt idx="2141">
                  <c:v>55818.93</c:v>
                </c:pt>
                <c:pt idx="2142">
                  <c:v>55845</c:v>
                </c:pt>
                <c:pt idx="2143">
                  <c:v>55871.07</c:v>
                </c:pt>
                <c:pt idx="2144">
                  <c:v>55897.14</c:v>
                </c:pt>
                <c:pt idx="2145">
                  <c:v>55923.21</c:v>
                </c:pt>
                <c:pt idx="2146">
                  <c:v>55949.29</c:v>
                </c:pt>
                <c:pt idx="2147">
                  <c:v>55975.360000000001</c:v>
                </c:pt>
                <c:pt idx="2148">
                  <c:v>56001.43</c:v>
                </c:pt>
                <c:pt idx="2149">
                  <c:v>56027.5</c:v>
                </c:pt>
                <c:pt idx="2150">
                  <c:v>56053.57</c:v>
                </c:pt>
                <c:pt idx="2151">
                  <c:v>56079.64</c:v>
                </c:pt>
                <c:pt idx="2152">
                  <c:v>56105.71</c:v>
                </c:pt>
                <c:pt idx="2153">
                  <c:v>56131.79</c:v>
                </c:pt>
                <c:pt idx="2154">
                  <c:v>56157.86</c:v>
                </c:pt>
                <c:pt idx="2155">
                  <c:v>56183.93</c:v>
                </c:pt>
                <c:pt idx="2156">
                  <c:v>56210</c:v>
                </c:pt>
                <c:pt idx="2157">
                  <c:v>56236.07</c:v>
                </c:pt>
                <c:pt idx="2158">
                  <c:v>56262.14</c:v>
                </c:pt>
                <c:pt idx="2159">
                  <c:v>56288.21</c:v>
                </c:pt>
                <c:pt idx="2160">
                  <c:v>56314.29</c:v>
                </c:pt>
                <c:pt idx="2161">
                  <c:v>56340.36</c:v>
                </c:pt>
                <c:pt idx="2162">
                  <c:v>56366.43</c:v>
                </c:pt>
                <c:pt idx="2163">
                  <c:v>56392.5</c:v>
                </c:pt>
                <c:pt idx="2164">
                  <c:v>56418.57</c:v>
                </c:pt>
                <c:pt idx="2165">
                  <c:v>56444.639999999999</c:v>
                </c:pt>
                <c:pt idx="2166">
                  <c:v>56470.71</c:v>
                </c:pt>
                <c:pt idx="2167">
                  <c:v>56496.79</c:v>
                </c:pt>
                <c:pt idx="2168">
                  <c:v>56522.86</c:v>
                </c:pt>
                <c:pt idx="2169">
                  <c:v>56548.93</c:v>
                </c:pt>
                <c:pt idx="2170">
                  <c:v>56575</c:v>
                </c:pt>
                <c:pt idx="2171">
                  <c:v>56601.07</c:v>
                </c:pt>
                <c:pt idx="2172">
                  <c:v>56627.14</c:v>
                </c:pt>
                <c:pt idx="2173">
                  <c:v>56653.21</c:v>
                </c:pt>
                <c:pt idx="2174">
                  <c:v>56679.29</c:v>
                </c:pt>
                <c:pt idx="2175">
                  <c:v>56705.36</c:v>
                </c:pt>
                <c:pt idx="2176">
                  <c:v>56731.43</c:v>
                </c:pt>
                <c:pt idx="2177">
                  <c:v>56757.5</c:v>
                </c:pt>
                <c:pt idx="2178">
                  <c:v>56783.57</c:v>
                </c:pt>
                <c:pt idx="2179">
                  <c:v>56809.64</c:v>
                </c:pt>
                <c:pt idx="2180">
                  <c:v>56835.71</c:v>
                </c:pt>
                <c:pt idx="2181">
                  <c:v>56861.79</c:v>
                </c:pt>
                <c:pt idx="2182">
                  <c:v>56887.86</c:v>
                </c:pt>
                <c:pt idx="2183">
                  <c:v>56913.93</c:v>
                </c:pt>
                <c:pt idx="2184">
                  <c:v>56940</c:v>
                </c:pt>
                <c:pt idx="2185">
                  <c:v>56966.07</c:v>
                </c:pt>
                <c:pt idx="2186">
                  <c:v>56992.14</c:v>
                </c:pt>
                <c:pt idx="2187">
                  <c:v>57018.21</c:v>
                </c:pt>
                <c:pt idx="2188">
                  <c:v>57044.29</c:v>
                </c:pt>
                <c:pt idx="2189">
                  <c:v>57070.36</c:v>
                </c:pt>
                <c:pt idx="2190">
                  <c:v>57096.43</c:v>
                </c:pt>
                <c:pt idx="2191">
                  <c:v>57122.5</c:v>
                </c:pt>
                <c:pt idx="2192">
                  <c:v>57148.57</c:v>
                </c:pt>
                <c:pt idx="2193">
                  <c:v>57174.64</c:v>
                </c:pt>
                <c:pt idx="2194">
                  <c:v>57200.71</c:v>
                </c:pt>
                <c:pt idx="2195">
                  <c:v>57226.79</c:v>
                </c:pt>
                <c:pt idx="2196">
                  <c:v>57252.86</c:v>
                </c:pt>
                <c:pt idx="2197">
                  <c:v>57278.93</c:v>
                </c:pt>
                <c:pt idx="2198">
                  <c:v>57305</c:v>
                </c:pt>
                <c:pt idx="2199">
                  <c:v>57331.07</c:v>
                </c:pt>
                <c:pt idx="2200">
                  <c:v>57357.14</c:v>
                </c:pt>
                <c:pt idx="2201">
                  <c:v>57383.21</c:v>
                </c:pt>
                <c:pt idx="2202">
                  <c:v>57409.29</c:v>
                </c:pt>
                <c:pt idx="2203">
                  <c:v>57435.360000000001</c:v>
                </c:pt>
                <c:pt idx="2204">
                  <c:v>57461.43</c:v>
                </c:pt>
                <c:pt idx="2205">
                  <c:v>57487.5</c:v>
                </c:pt>
                <c:pt idx="2206">
                  <c:v>57513.57</c:v>
                </c:pt>
                <c:pt idx="2207">
                  <c:v>57539.64</c:v>
                </c:pt>
                <c:pt idx="2208">
                  <c:v>57565.71</c:v>
                </c:pt>
                <c:pt idx="2209">
                  <c:v>57591.79</c:v>
                </c:pt>
                <c:pt idx="2210">
                  <c:v>57617.86</c:v>
                </c:pt>
                <c:pt idx="2211">
                  <c:v>57643.93</c:v>
                </c:pt>
                <c:pt idx="2212">
                  <c:v>57670</c:v>
                </c:pt>
                <c:pt idx="2213">
                  <c:v>57696.07</c:v>
                </c:pt>
                <c:pt idx="2214">
                  <c:v>57722.14</c:v>
                </c:pt>
                <c:pt idx="2215">
                  <c:v>57748.21</c:v>
                </c:pt>
                <c:pt idx="2216">
                  <c:v>57774.29</c:v>
                </c:pt>
                <c:pt idx="2217">
                  <c:v>57800.36</c:v>
                </c:pt>
                <c:pt idx="2218">
                  <c:v>57826.43</c:v>
                </c:pt>
                <c:pt idx="2219">
                  <c:v>57852.5</c:v>
                </c:pt>
                <c:pt idx="2220">
                  <c:v>57878.57</c:v>
                </c:pt>
                <c:pt idx="2221">
                  <c:v>57904.639999999999</c:v>
                </c:pt>
                <c:pt idx="2222">
                  <c:v>57930.71</c:v>
                </c:pt>
                <c:pt idx="2223">
                  <c:v>57956.79</c:v>
                </c:pt>
                <c:pt idx="2224">
                  <c:v>57982.86</c:v>
                </c:pt>
                <c:pt idx="2225">
                  <c:v>58008.93</c:v>
                </c:pt>
                <c:pt idx="2226">
                  <c:v>58035</c:v>
                </c:pt>
                <c:pt idx="2227">
                  <c:v>58061.07</c:v>
                </c:pt>
                <c:pt idx="2228">
                  <c:v>58087.14</c:v>
                </c:pt>
                <c:pt idx="2229">
                  <c:v>58113.21</c:v>
                </c:pt>
                <c:pt idx="2230">
                  <c:v>58139.29</c:v>
                </c:pt>
                <c:pt idx="2231">
                  <c:v>58165.36</c:v>
                </c:pt>
                <c:pt idx="2232">
                  <c:v>58191.43</c:v>
                </c:pt>
                <c:pt idx="2233">
                  <c:v>58217.5</c:v>
                </c:pt>
                <c:pt idx="2234">
                  <c:v>58243.57</c:v>
                </c:pt>
                <c:pt idx="2235">
                  <c:v>58269.64</c:v>
                </c:pt>
                <c:pt idx="2236">
                  <c:v>58295.71</c:v>
                </c:pt>
                <c:pt idx="2237">
                  <c:v>58321.79</c:v>
                </c:pt>
                <c:pt idx="2238">
                  <c:v>58347.86</c:v>
                </c:pt>
                <c:pt idx="2239">
                  <c:v>58373.93</c:v>
                </c:pt>
                <c:pt idx="2240">
                  <c:v>58400</c:v>
                </c:pt>
                <c:pt idx="2241">
                  <c:v>58426.07</c:v>
                </c:pt>
                <c:pt idx="2242">
                  <c:v>58452.14</c:v>
                </c:pt>
                <c:pt idx="2243">
                  <c:v>58478.21</c:v>
                </c:pt>
                <c:pt idx="2244">
                  <c:v>58504.29</c:v>
                </c:pt>
                <c:pt idx="2245">
                  <c:v>58530.36</c:v>
                </c:pt>
                <c:pt idx="2246">
                  <c:v>58556.43</c:v>
                </c:pt>
                <c:pt idx="2247">
                  <c:v>58582.5</c:v>
                </c:pt>
                <c:pt idx="2248">
                  <c:v>58608.57</c:v>
                </c:pt>
                <c:pt idx="2249">
                  <c:v>58634.64</c:v>
                </c:pt>
                <c:pt idx="2250">
                  <c:v>58660.71</c:v>
                </c:pt>
                <c:pt idx="2251">
                  <c:v>58686.79</c:v>
                </c:pt>
                <c:pt idx="2252">
                  <c:v>58712.86</c:v>
                </c:pt>
                <c:pt idx="2253">
                  <c:v>58738.93</c:v>
                </c:pt>
                <c:pt idx="2254">
                  <c:v>58765</c:v>
                </c:pt>
                <c:pt idx="2255">
                  <c:v>58791.07</c:v>
                </c:pt>
                <c:pt idx="2256">
                  <c:v>58817.14</c:v>
                </c:pt>
                <c:pt idx="2257">
                  <c:v>58843.21</c:v>
                </c:pt>
                <c:pt idx="2258">
                  <c:v>58869.29</c:v>
                </c:pt>
                <c:pt idx="2259">
                  <c:v>58895.360000000001</c:v>
                </c:pt>
                <c:pt idx="2260">
                  <c:v>58921.43</c:v>
                </c:pt>
                <c:pt idx="2261">
                  <c:v>58947.5</c:v>
                </c:pt>
                <c:pt idx="2262">
                  <c:v>58973.57</c:v>
                </c:pt>
                <c:pt idx="2263">
                  <c:v>58999.64</c:v>
                </c:pt>
                <c:pt idx="2264">
                  <c:v>59025.71</c:v>
                </c:pt>
                <c:pt idx="2265">
                  <c:v>59051.79</c:v>
                </c:pt>
                <c:pt idx="2266">
                  <c:v>59077.86</c:v>
                </c:pt>
                <c:pt idx="2267">
                  <c:v>59103.93</c:v>
                </c:pt>
                <c:pt idx="2268">
                  <c:v>59130</c:v>
                </c:pt>
                <c:pt idx="2269">
                  <c:v>59156.07</c:v>
                </c:pt>
                <c:pt idx="2270">
                  <c:v>59182.14</c:v>
                </c:pt>
                <c:pt idx="2271">
                  <c:v>59208.21</c:v>
                </c:pt>
                <c:pt idx="2272">
                  <c:v>59234.29</c:v>
                </c:pt>
                <c:pt idx="2273">
                  <c:v>59260.36</c:v>
                </c:pt>
                <c:pt idx="2274">
                  <c:v>59286.43</c:v>
                </c:pt>
                <c:pt idx="2275">
                  <c:v>59312.5</c:v>
                </c:pt>
                <c:pt idx="2276">
                  <c:v>59338.57</c:v>
                </c:pt>
                <c:pt idx="2277">
                  <c:v>59364.639999999999</c:v>
                </c:pt>
                <c:pt idx="2278">
                  <c:v>59390.71</c:v>
                </c:pt>
                <c:pt idx="2279">
                  <c:v>59416.79</c:v>
                </c:pt>
                <c:pt idx="2280">
                  <c:v>59442.86</c:v>
                </c:pt>
                <c:pt idx="2281">
                  <c:v>59468.93</c:v>
                </c:pt>
                <c:pt idx="2282">
                  <c:v>59495</c:v>
                </c:pt>
                <c:pt idx="2283">
                  <c:v>59521.07</c:v>
                </c:pt>
                <c:pt idx="2284">
                  <c:v>59547.14</c:v>
                </c:pt>
                <c:pt idx="2285">
                  <c:v>59573.21</c:v>
                </c:pt>
                <c:pt idx="2286">
                  <c:v>59599.29</c:v>
                </c:pt>
                <c:pt idx="2287">
                  <c:v>59625.36</c:v>
                </c:pt>
                <c:pt idx="2288">
                  <c:v>59651.43</c:v>
                </c:pt>
                <c:pt idx="2289">
                  <c:v>59677.5</c:v>
                </c:pt>
                <c:pt idx="2290">
                  <c:v>59703.57</c:v>
                </c:pt>
                <c:pt idx="2291">
                  <c:v>59729.64</c:v>
                </c:pt>
                <c:pt idx="2292">
                  <c:v>59755.71</c:v>
                </c:pt>
                <c:pt idx="2293">
                  <c:v>59781.79</c:v>
                </c:pt>
                <c:pt idx="2294">
                  <c:v>59807.86</c:v>
                </c:pt>
                <c:pt idx="2295">
                  <c:v>59833.93</c:v>
                </c:pt>
                <c:pt idx="2296">
                  <c:v>59860</c:v>
                </c:pt>
                <c:pt idx="2297">
                  <c:v>59886.07</c:v>
                </c:pt>
                <c:pt idx="2298">
                  <c:v>59912.14</c:v>
                </c:pt>
                <c:pt idx="2299">
                  <c:v>59938.21</c:v>
                </c:pt>
                <c:pt idx="2300">
                  <c:v>59964.29</c:v>
                </c:pt>
                <c:pt idx="2301">
                  <c:v>59990.36</c:v>
                </c:pt>
                <c:pt idx="2302">
                  <c:v>60016.43</c:v>
                </c:pt>
                <c:pt idx="2303">
                  <c:v>60042.5</c:v>
                </c:pt>
                <c:pt idx="2304">
                  <c:v>60068.57</c:v>
                </c:pt>
                <c:pt idx="2305">
                  <c:v>60094.64</c:v>
                </c:pt>
                <c:pt idx="2306">
                  <c:v>60120.71</c:v>
                </c:pt>
                <c:pt idx="2307">
                  <c:v>60146.79</c:v>
                </c:pt>
                <c:pt idx="2308">
                  <c:v>60172.86</c:v>
                </c:pt>
                <c:pt idx="2309">
                  <c:v>60198.93</c:v>
                </c:pt>
                <c:pt idx="2310">
                  <c:v>60225</c:v>
                </c:pt>
                <c:pt idx="2311">
                  <c:v>60251.07</c:v>
                </c:pt>
                <c:pt idx="2312">
                  <c:v>60277.14</c:v>
                </c:pt>
                <c:pt idx="2313">
                  <c:v>60303.21</c:v>
                </c:pt>
                <c:pt idx="2314">
                  <c:v>60329.29</c:v>
                </c:pt>
                <c:pt idx="2315">
                  <c:v>60355.360000000001</c:v>
                </c:pt>
                <c:pt idx="2316">
                  <c:v>60381.43</c:v>
                </c:pt>
                <c:pt idx="2317">
                  <c:v>60407.5</c:v>
                </c:pt>
                <c:pt idx="2318">
                  <c:v>60433.57</c:v>
                </c:pt>
                <c:pt idx="2319">
                  <c:v>60459.64</c:v>
                </c:pt>
                <c:pt idx="2320">
                  <c:v>60485.71</c:v>
                </c:pt>
                <c:pt idx="2321">
                  <c:v>60511.79</c:v>
                </c:pt>
                <c:pt idx="2322">
                  <c:v>60537.86</c:v>
                </c:pt>
                <c:pt idx="2323">
                  <c:v>60563.93</c:v>
                </c:pt>
                <c:pt idx="2324">
                  <c:v>60590</c:v>
                </c:pt>
                <c:pt idx="2325">
                  <c:v>60616.07</c:v>
                </c:pt>
                <c:pt idx="2326">
                  <c:v>60642.14</c:v>
                </c:pt>
                <c:pt idx="2327">
                  <c:v>60668.21</c:v>
                </c:pt>
                <c:pt idx="2328">
                  <c:v>60694.29</c:v>
                </c:pt>
                <c:pt idx="2329">
                  <c:v>60720.36</c:v>
                </c:pt>
                <c:pt idx="2330">
                  <c:v>60746.43</c:v>
                </c:pt>
                <c:pt idx="2331">
                  <c:v>60772.5</c:v>
                </c:pt>
                <c:pt idx="2332">
                  <c:v>60798.57</c:v>
                </c:pt>
                <c:pt idx="2333">
                  <c:v>60824.639999999999</c:v>
                </c:pt>
                <c:pt idx="2334">
                  <c:v>60850.71</c:v>
                </c:pt>
                <c:pt idx="2335">
                  <c:v>60876.79</c:v>
                </c:pt>
                <c:pt idx="2336">
                  <c:v>60902.86</c:v>
                </c:pt>
                <c:pt idx="2337">
                  <c:v>60928.93</c:v>
                </c:pt>
                <c:pt idx="2338">
                  <c:v>60955</c:v>
                </c:pt>
                <c:pt idx="2339">
                  <c:v>60981.07</c:v>
                </c:pt>
                <c:pt idx="2340">
                  <c:v>61007.14</c:v>
                </c:pt>
                <c:pt idx="2341">
                  <c:v>61033.21</c:v>
                </c:pt>
                <c:pt idx="2342">
                  <c:v>61059.29</c:v>
                </c:pt>
                <c:pt idx="2343">
                  <c:v>61085.36</c:v>
                </c:pt>
                <c:pt idx="2344">
                  <c:v>61111.43</c:v>
                </c:pt>
                <c:pt idx="2345">
                  <c:v>61137.5</c:v>
                </c:pt>
                <c:pt idx="2346">
                  <c:v>61163.57</c:v>
                </c:pt>
                <c:pt idx="2347">
                  <c:v>61189.64</c:v>
                </c:pt>
                <c:pt idx="2348">
                  <c:v>61215.71</c:v>
                </c:pt>
                <c:pt idx="2349">
                  <c:v>61241.79</c:v>
                </c:pt>
                <c:pt idx="2350">
                  <c:v>61267.86</c:v>
                </c:pt>
                <c:pt idx="2351">
                  <c:v>61293.93</c:v>
                </c:pt>
                <c:pt idx="2352">
                  <c:v>61320</c:v>
                </c:pt>
                <c:pt idx="2353">
                  <c:v>61346.07</c:v>
                </c:pt>
                <c:pt idx="2354">
                  <c:v>61372.14</c:v>
                </c:pt>
                <c:pt idx="2355">
                  <c:v>61398.21</c:v>
                </c:pt>
                <c:pt idx="2356">
                  <c:v>61424.29</c:v>
                </c:pt>
                <c:pt idx="2357">
                  <c:v>61450.36</c:v>
                </c:pt>
                <c:pt idx="2358">
                  <c:v>61476.43</c:v>
                </c:pt>
                <c:pt idx="2359">
                  <c:v>61502.5</c:v>
                </c:pt>
                <c:pt idx="2360">
                  <c:v>61528.57</c:v>
                </c:pt>
                <c:pt idx="2361">
                  <c:v>61554.64</c:v>
                </c:pt>
                <c:pt idx="2362">
                  <c:v>61580.71</c:v>
                </c:pt>
                <c:pt idx="2363">
                  <c:v>61606.79</c:v>
                </c:pt>
                <c:pt idx="2364">
                  <c:v>61632.86</c:v>
                </c:pt>
                <c:pt idx="2365">
                  <c:v>61658.93</c:v>
                </c:pt>
                <c:pt idx="2366">
                  <c:v>61685</c:v>
                </c:pt>
                <c:pt idx="2367">
                  <c:v>61711.07</c:v>
                </c:pt>
                <c:pt idx="2368">
                  <c:v>61737.14</c:v>
                </c:pt>
                <c:pt idx="2369">
                  <c:v>61763.21</c:v>
                </c:pt>
                <c:pt idx="2370">
                  <c:v>61789.29</c:v>
                </c:pt>
                <c:pt idx="2371">
                  <c:v>61815.360000000001</c:v>
                </c:pt>
                <c:pt idx="2372">
                  <c:v>61841.43</c:v>
                </c:pt>
                <c:pt idx="2373">
                  <c:v>61867.5</c:v>
                </c:pt>
                <c:pt idx="2374">
                  <c:v>61893.57</c:v>
                </c:pt>
                <c:pt idx="2375">
                  <c:v>61919.64</c:v>
                </c:pt>
                <c:pt idx="2376">
                  <c:v>61945.71</c:v>
                </c:pt>
                <c:pt idx="2377">
                  <c:v>61971.79</c:v>
                </c:pt>
                <c:pt idx="2378">
                  <c:v>61997.86</c:v>
                </c:pt>
                <c:pt idx="2379">
                  <c:v>62023.93</c:v>
                </c:pt>
                <c:pt idx="2380">
                  <c:v>62050</c:v>
                </c:pt>
                <c:pt idx="2381">
                  <c:v>62076.07</c:v>
                </c:pt>
                <c:pt idx="2382">
                  <c:v>62102.14</c:v>
                </c:pt>
                <c:pt idx="2383">
                  <c:v>62128.21</c:v>
                </c:pt>
                <c:pt idx="2384">
                  <c:v>62154.29</c:v>
                </c:pt>
                <c:pt idx="2385">
                  <c:v>62180.36</c:v>
                </c:pt>
                <c:pt idx="2386">
                  <c:v>62206.43</c:v>
                </c:pt>
                <c:pt idx="2387">
                  <c:v>62232.5</c:v>
                </c:pt>
                <c:pt idx="2388">
                  <c:v>62258.57</c:v>
                </c:pt>
                <c:pt idx="2389">
                  <c:v>62284.639999999999</c:v>
                </c:pt>
                <c:pt idx="2390">
                  <c:v>62310.71</c:v>
                </c:pt>
                <c:pt idx="2391">
                  <c:v>62336.79</c:v>
                </c:pt>
                <c:pt idx="2392">
                  <c:v>62362.86</c:v>
                </c:pt>
                <c:pt idx="2393">
                  <c:v>62388.93</c:v>
                </c:pt>
                <c:pt idx="2394">
                  <c:v>62415</c:v>
                </c:pt>
                <c:pt idx="2395">
                  <c:v>62441.07</c:v>
                </c:pt>
                <c:pt idx="2396">
                  <c:v>62467.14</c:v>
                </c:pt>
                <c:pt idx="2397">
                  <c:v>62493.21</c:v>
                </c:pt>
                <c:pt idx="2398">
                  <c:v>62519.29</c:v>
                </c:pt>
                <c:pt idx="2399">
                  <c:v>62545.36</c:v>
                </c:pt>
                <c:pt idx="2400">
                  <c:v>62571.43</c:v>
                </c:pt>
                <c:pt idx="2401">
                  <c:v>62597.5</c:v>
                </c:pt>
                <c:pt idx="2402">
                  <c:v>62623.57</c:v>
                </c:pt>
                <c:pt idx="2403">
                  <c:v>62649.64</c:v>
                </c:pt>
                <c:pt idx="2404">
                  <c:v>62675.71</c:v>
                </c:pt>
                <c:pt idx="2405">
                  <c:v>62701.79</c:v>
                </c:pt>
                <c:pt idx="2406">
                  <c:v>62727.86</c:v>
                </c:pt>
                <c:pt idx="2407">
                  <c:v>62753.93</c:v>
                </c:pt>
                <c:pt idx="2408">
                  <c:v>62780</c:v>
                </c:pt>
                <c:pt idx="2409">
                  <c:v>62806.07</c:v>
                </c:pt>
                <c:pt idx="2410">
                  <c:v>62832.14</c:v>
                </c:pt>
                <c:pt idx="2411">
                  <c:v>62858.21</c:v>
                </c:pt>
                <c:pt idx="2412">
                  <c:v>62884.29</c:v>
                </c:pt>
                <c:pt idx="2413">
                  <c:v>62910.36</c:v>
                </c:pt>
                <c:pt idx="2414">
                  <c:v>62936.43</c:v>
                </c:pt>
                <c:pt idx="2415">
                  <c:v>62962.5</c:v>
                </c:pt>
                <c:pt idx="2416">
                  <c:v>62988.57</c:v>
                </c:pt>
                <c:pt idx="2417">
                  <c:v>63014.64</c:v>
                </c:pt>
                <c:pt idx="2418">
                  <c:v>63040.71</c:v>
                </c:pt>
                <c:pt idx="2419">
                  <c:v>63066.79</c:v>
                </c:pt>
                <c:pt idx="2420">
                  <c:v>63092.86</c:v>
                </c:pt>
                <c:pt idx="2421">
                  <c:v>63118.93</c:v>
                </c:pt>
                <c:pt idx="2422">
                  <c:v>63145</c:v>
                </c:pt>
                <c:pt idx="2423">
                  <c:v>63171.07</c:v>
                </c:pt>
                <c:pt idx="2424">
                  <c:v>63197.14</c:v>
                </c:pt>
                <c:pt idx="2425">
                  <c:v>63223.21</c:v>
                </c:pt>
                <c:pt idx="2426">
                  <c:v>63249.29</c:v>
                </c:pt>
                <c:pt idx="2427">
                  <c:v>63275.360000000001</c:v>
                </c:pt>
                <c:pt idx="2428">
                  <c:v>63301.43</c:v>
                </c:pt>
                <c:pt idx="2429">
                  <c:v>63327.5</c:v>
                </c:pt>
                <c:pt idx="2430">
                  <c:v>63353.57</c:v>
                </c:pt>
                <c:pt idx="2431">
                  <c:v>63379.64</c:v>
                </c:pt>
                <c:pt idx="2432">
                  <c:v>63405.71</c:v>
                </c:pt>
                <c:pt idx="2433">
                  <c:v>63431.79</c:v>
                </c:pt>
                <c:pt idx="2434">
                  <c:v>63457.86</c:v>
                </c:pt>
                <c:pt idx="2435">
                  <c:v>63483.93</c:v>
                </c:pt>
                <c:pt idx="2436">
                  <c:v>63510</c:v>
                </c:pt>
                <c:pt idx="2437">
                  <c:v>63536.07</c:v>
                </c:pt>
                <c:pt idx="2438">
                  <c:v>63562.14</c:v>
                </c:pt>
                <c:pt idx="2439">
                  <c:v>63588.21</c:v>
                </c:pt>
                <c:pt idx="2440">
                  <c:v>63614.29</c:v>
                </c:pt>
                <c:pt idx="2441">
                  <c:v>63640.36</c:v>
                </c:pt>
                <c:pt idx="2442">
                  <c:v>63666.43</c:v>
                </c:pt>
                <c:pt idx="2443">
                  <c:v>63692.5</c:v>
                </c:pt>
                <c:pt idx="2444">
                  <c:v>63718.57</c:v>
                </c:pt>
                <c:pt idx="2445">
                  <c:v>63744.639999999999</c:v>
                </c:pt>
                <c:pt idx="2446">
                  <c:v>63770.71</c:v>
                </c:pt>
                <c:pt idx="2447">
                  <c:v>63796.79</c:v>
                </c:pt>
                <c:pt idx="2448">
                  <c:v>63822.86</c:v>
                </c:pt>
                <c:pt idx="2449">
                  <c:v>63848.93</c:v>
                </c:pt>
                <c:pt idx="2450">
                  <c:v>63875</c:v>
                </c:pt>
                <c:pt idx="2451">
                  <c:v>63901.07</c:v>
                </c:pt>
                <c:pt idx="2452">
                  <c:v>63927.14</c:v>
                </c:pt>
                <c:pt idx="2453">
                  <c:v>63953.21</c:v>
                </c:pt>
                <c:pt idx="2454">
                  <c:v>63979.29</c:v>
                </c:pt>
                <c:pt idx="2455">
                  <c:v>64005.36</c:v>
                </c:pt>
                <c:pt idx="2456">
                  <c:v>64031.43</c:v>
                </c:pt>
                <c:pt idx="2457">
                  <c:v>64057.5</c:v>
                </c:pt>
                <c:pt idx="2458">
                  <c:v>64083.57</c:v>
                </c:pt>
                <c:pt idx="2459">
                  <c:v>64109.64</c:v>
                </c:pt>
                <c:pt idx="2460">
                  <c:v>64135.71</c:v>
                </c:pt>
                <c:pt idx="2461">
                  <c:v>64161.79</c:v>
                </c:pt>
                <c:pt idx="2462">
                  <c:v>64187.86</c:v>
                </c:pt>
                <c:pt idx="2463">
                  <c:v>64213.93</c:v>
                </c:pt>
                <c:pt idx="2464">
                  <c:v>64240</c:v>
                </c:pt>
                <c:pt idx="2465">
                  <c:v>64266.07</c:v>
                </c:pt>
                <c:pt idx="2466">
                  <c:v>64292.14</c:v>
                </c:pt>
                <c:pt idx="2467">
                  <c:v>64318.21</c:v>
                </c:pt>
                <c:pt idx="2468">
                  <c:v>64344.29</c:v>
                </c:pt>
                <c:pt idx="2469">
                  <c:v>64370.36</c:v>
                </c:pt>
                <c:pt idx="2470">
                  <c:v>64396.43</c:v>
                </c:pt>
                <c:pt idx="2471">
                  <c:v>64422.5</c:v>
                </c:pt>
                <c:pt idx="2472">
                  <c:v>64448.57</c:v>
                </c:pt>
                <c:pt idx="2473">
                  <c:v>64474.64</c:v>
                </c:pt>
                <c:pt idx="2474">
                  <c:v>64500.71</c:v>
                </c:pt>
                <c:pt idx="2475">
                  <c:v>64526.79</c:v>
                </c:pt>
                <c:pt idx="2476">
                  <c:v>64552.86</c:v>
                </c:pt>
                <c:pt idx="2477">
                  <c:v>64578.93</c:v>
                </c:pt>
                <c:pt idx="2478">
                  <c:v>64605</c:v>
                </c:pt>
                <c:pt idx="2479">
                  <c:v>64631.07</c:v>
                </c:pt>
                <c:pt idx="2480">
                  <c:v>64657.14</c:v>
                </c:pt>
                <c:pt idx="2481">
                  <c:v>64683.21</c:v>
                </c:pt>
                <c:pt idx="2482">
                  <c:v>64709.29</c:v>
                </c:pt>
                <c:pt idx="2483">
                  <c:v>64735.360000000001</c:v>
                </c:pt>
                <c:pt idx="2484">
                  <c:v>64761.43</c:v>
                </c:pt>
                <c:pt idx="2485">
                  <c:v>64787.5</c:v>
                </c:pt>
                <c:pt idx="2486">
                  <c:v>64813.57</c:v>
                </c:pt>
                <c:pt idx="2487">
                  <c:v>64839.64</c:v>
                </c:pt>
                <c:pt idx="2488">
                  <c:v>64865.71</c:v>
                </c:pt>
                <c:pt idx="2489">
                  <c:v>64891.79</c:v>
                </c:pt>
                <c:pt idx="2490">
                  <c:v>64917.86</c:v>
                </c:pt>
                <c:pt idx="2491">
                  <c:v>64943.93</c:v>
                </c:pt>
                <c:pt idx="2492">
                  <c:v>64970</c:v>
                </c:pt>
                <c:pt idx="2493">
                  <c:v>64996.07</c:v>
                </c:pt>
                <c:pt idx="2494">
                  <c:v>65022.14</c:v>
                </c:pt>
                <c:pt idx="2495">
                  <c:v>65048.21</c:v>
                </c:pt>
                <c:pt idx="2496">
                  <c:v>65074.29</c:v>
                </c:pt>
                <c:pt idx="2497">
                  <c:v>65100.36</c:v>
                </c:pt>
                <c:pt idx="2498">
                  <c:v>65126.43</c:v>
                </c:pt>
                <c:pt idx="2499">
                  <c:v>65152.5</c:v>
                </c:pt>
                <c:pt idx="2500">
                  <c:v>65178.57</c:v>
                </c:pt>
                <c:pt idx="2501">
                  <c:v>65204.639999999999</c:v>
                </c:pt>
                <c:pt idx="2502">
                  <c:v>65230.71</c:v>
                </c:pt>
                <c:pt idx="2503">
                  <c:v>65256.79</c:v>
                </c:pt>
                <c:pt idx="2504">
                  <c:v>65282.86</c:v>
                </c:pt>
                <c:pt idx="2505">
                  <c:v>65308.93</c:v>
                </c:pt>
                <c:pt idx="2506">
                  <c:v>65335</c:v>
                </c:pt>
                <c:pt idx="2507">
                  <c:v>65361.07</c:v>
                </c:pt>
                <c:pt idx="2508">
                  <c:v>65387.14</c:v>
                </c:pt>
                <c:pt idx="2509">
                  <c:v>65413.21</c:v>
                </c:pt>
                <c:pt idx="2510">
                  <c:v>65439.29</c:v>
                </c:pt>
                <c:pt idx="2511">
                  <c:v>65465.36</c:v>
                </c:pt>
                <c:pt idx="2512">
                  <c:v>65491.43</c:v>
                </c:pt>
                <c:pt idx="2513">
                  <c:v>65517.5</c:v>
                </c:pt>
                <c:pt idx="2514">
                  <c:v>65543.570000000007</c:v>
                </c:pt>
                <c:pt idx="2515">
                  <c:v>65569.64</c:v>
                </c:pt>
                <c:pt idx="2516">
                  <c:v>65595.710000000006</c:v>
                </c:pt>
                <c:pt idx="2517">
                  <c:v>65621.789999999994</c:v>
                </c:pt>
                <c:pt idx="2518">
                  <c:v>65647.86</c:v>
                </c:pt>
                <c:pt idx="2519">
                  <c:v>65673.929999999993</c:v>
                </c:pt>
                <c:pt idx="2520">
                  <c:v>65700</c:v>
                </c:pt>
                <c:pt idx="2521">
                  <c:v>65726.070000000007</c:v>
                </c:pt>
                <c:pt idx="2522">
                  <c:v>65752.14</c:v>
                </c:pt>
                <c:pt idx="2523">
                  <c:v>65778.210000000006</c:v>
                </c:pt>
                <c:pt idx="2524">
                  <c:v>65804.289999999994</c:v>
                </c:pt>
                <c:pt idx="2525">
                  <c:v>65830.36</c:v>
                </c:pt>
                <c:pt idx="2526">
                  <c:v>65856.429999999993</c:v>
                </c:pt>
                <c:pt idx="2527">
                  <c:v>65882.5</c:v>
                </c:pt>
                <c:pt idx="2528">
                  <c:v>65908.570000000007</c:v>
                </c:pt>
                <c:pt idx="2529">
                  <c:v>65934.64</c:v>
                </c:pt>
                <c:pt idx="2530">
                  <c:v>65960.710000000006</c:v>
                </c:pt>
                <c:pt idx="2531">
                  <c:v>65986.789999999994</c:v>
                </c:pt>
                <c:pt idx="2532">
                  <c:v>66012.86</c:v>
                </c:pt>
                <c:pt idx="2533">
                  <c:v>66038.929999999993</c:v>
                </c:pt>
                <c:pt idx="2534">
                  <c:v>66065</c:v>
                </c:pt>
                <c:pt idx="2535">
                  <c:v>66091.070000000007</c:v>
                </c:pt>
                <c:pt idx="2536">
                  <c:v>66117.14</c:v>
                </c:pt>
                <c:pt idx="2537">
                  <c:v>66143.210000000006</c:v>
                </c:pt>
                <c:pt idx="2538">
                  <c:v>66169.289999999994</c:v>
                </c:pt>
                <c:pt idx="2539">
                  <c:v>66195.360000000001</c:v>
                </c:pt>
                <c:pt idx="2540">
                  <c:v>66221.429999999993</c:v>
                </c:pt>
                <c:pt idx="2541">
                  <c:v>66247.5</c:v>
                </c:pt>
                <c:pt idx="2542">
                  <c:v>66273.570000000007</c:v>
                </c:pt>
                <c:pt idx="2543">
                  <c:v>66299.64</c:v>
                </c:pt>
                <c:pt idx="2544">
                  <c:v>66325.710000000006</c:v>
                </c:pt>
                <c:pt idx="2545">
                  <c:v>66351.789999999994</c:v>
                </c:pt>
                <c:pt idx="2546">
                  <c:v>66377.86</c:v>
                </c:pt>
                <c:pt idx="2547">
                  <c:v>66403.929999999993</c:v>
                </c:pt>
                <c:pt idx="2548">
                  <c:v>66430</c:v>
                </c:pt>
                <c:pt idx="2549">
                  <c:v>66456.070000000007</c:v>
                </c:pt>
                <c:pt idx="2550">
                  <c:v>66482.14</c:v>
                </c:pt>
                <c:pt idx="2551">
                  <c:v>66508.210000000006</c:v>
                </c:pt>
                <c:pt idx="2552">
                  <c:v>66534.289999999994</c:v>
                </c:pt>
                <c:pt idx="2553">
                  <c:v>66560.36</c:v>
                </c:pt>
                <c:pt idx="2554">
                  <c:v>66586.429999999993</c:v>
                </c:pt>
                <c:pt idx="2555">
                  <c:v>66612.5</c:v>
                </c:pt>
                <c:pt idx="2556">
                  <c:v>66638.570000000007</c:v>
                </c:pt>
                <c:pt idx="2557">
                  <c:v>66664.639999999999</c:v>
                </c:pt>
                <c:pt idx="2558">
                  <c:v>66690.710000000006</c:v>
                </c:pt>
                <c:pt idx="2559">
                  <c:v>66716.789999999994</c:v>
                </c:pt>
                <c:pt idx="2560">
                  <c:v>66742.86</c:v>
                </c:pt>
                <c:pt idx="2561">
                  <c:v>66768.929999999993</c:v>
                </c:pt>
                <c:pt idx="2562">
                  <c:v>66795</c:v>
                </c:pt>
                <c:pt idx="2563">
                  <c:v>66821.070000000007</c:v>
                </c:pt>
                <c:pt idx="2564">
                  <c:v>66847.14</c:v>
                </c:pt>
                <c:pt idx="2565">
                  <c:v>66873.210000000006</c:v>
                </c:pt>
                <c:pt idx="2566">
                  <c:v>66899.289999999994</c:v>
                </c:pt>
                <c:pt idx="2567">
                  <c:v>66925.36</c:v>
                </c:pt>
                <c:pt idx="2568">
                  <c:v>66951.429999999993</c:v>
                </c:pt>
                <c:pt idx="2569">
                  <c:v>66977.5</c:v>
                </c:pt>
                <c:pt idx="2570">
                  <c:v>67003.570000000007</c:v>
                </c:pt>
                <c:pt idx="2571">
                  <c:v>67029.64</c:v>
                </c:pt>
                <c:pt idx="2572">
                  <c:v>67055.710000000006</c:v>
                </c:pt>
                <c:pt idx="2573">
                  <c:v>67081.789999999994</c:v>
                </c:pt>
                <c:pt idx="2574">
                  <c:v>67107.86</c:v>
                </c:pt>
                <c:pt idx="2575">
                  <c:v>67133.929999999993</c:v>
                </c:pt>
                <c:pt idx="2576">
                  <c:v>67160</c:v>
                </c:pt>
                <c:pt idx="2577">
                  <c:v>67186.070000000007</c:v>
                </c:pt>
                <c:pt idx="2578">
                  <c:v>67212.14</c:v>
                </c:pt>
                <c:pt idx="2579">
                  <c:v>67238.210000000006</c:v>
                </c:pt>
                <c:pt idx="2580">
                  <c:v>67264.289999999994</c:v>
                </c:pt>
                <c:pt idx="2581">
                  <c:v>67290.36</c:v>
                </c:pt>
                <c:pt idx="2582">
                  <c:v>67316.429999999993</c:v>
                </c:pt>
                <c:pt idx="2583">
                  <c:v>67342.5</c:v>
                </c:pt>
                <c:pt idx="2584">
                  <c:v>67368.570000000007</c:v>
                </c:pt>
                <c:pt idx="2585">
                  <c:v>67394.64</c:v>
                </c:pt>
                <c:pt idx="2586">
                  <c:v>67420.710000000006</c:v>
                </c:pt>
                <c:pt idx="2587">
                  <c:v>67446.789999999994</c:v>
                </c:pt>
                <c:pt idx="2588">
                  <c:v>67472.86</c:v>
                </c:pt>
                <c:pt idx="2589">
                  <c:v>67498.929999999993</c:v>
                </c:pt>
                <c:pt idx="2590">
                  <c:v>67525</c:v>
                </c:pt>
                <c:pt idx="2591">
                  <c:v>67551.070000000007</c:v>
                </c:pt>
                <c:pt idx="2592">
                  <c:v>67577.14</c:v>
                </c:pt>
                <c:pt idx="2593">
                  <c:v>67603.210000000006</c:v>
                </c:pt>
                <c:pt idx="2594">
                  <c:v>67629.289999999994</c:v>
                </c:pt>
                <c:pt idx="2595">
                  <c:v>67655.360000000001</c:v>
                </c:pt>
                <c:pt idx="2596">
                  <c:v>67681.429999999993</c:v>
                </c:pt>
                <c:pt idx="2597">
                  <c:v>67707.5</c:v>
                </c:pt>
                <c:pt idx="2598">
                  <c:v>67733.570000000007</c:v>
                </c:pt>
                <c:pt idx="2599">
                  <c:v>67759.64</c:v>
                </c:pt>
                <c:pt idx="2600">
                  <c:v>67785.710000000006</c:v>
                </c:pt>
                <c:pt idx="2601">
                  <c:v>67811.789999999994</c:v>
                </c:pt>
                <c:pt idx="2602">
                  <c:v>67837.86</c:v>
                </c:pt>
                <c:pt idx="2603">
                  <c:v>67863.929999999993</c:v>
                </c:pt>
                <c:pt idx="2604">
                  <c:v>67890</c:v>
                </c:pt>
                <c:pt idx="2605">
                  <c:v>67916.070000000007</c:v>
                </c:pt>
                <c:pt idx="2606">
                  <c:v>67942.14</c:v>
                </c:pt>
                <c:pt idx="2607">
                  <c:v>67968.210000000006</c:v>
                </c:pt>
                <c:pt idx="2608">
                  <c:v>67994.289999999994</c:v>
                </c:pt>
                <c:pt idx="2609">
                  <c:v>68020.36</c:v>
                </c:pt>
                <c:pt idx="2610">
                  <c:v>68046.429999999993</c:v>
                </c:pt>
                <c:pt idx="2611">
                  <c:v>68072.5</c:v>
                </c:pt>
                <c:pt idx="2612">
                  <c:v>68098.570000000007</c:v>
                </c:pt>
                <c:pt idx="2613">
                  <c:v>68124.639999999999</c:v>
                </c:pt>
                <c:pt idx="2614">
                  <c:v>68150.710000000006</c:v>
                </c:pt>
                <c:pt idx="2615">
                  <c:v>68176.789999999994</c:v>
                </c:pt>
                <c:pt idx="2616">
                  <c:v>68202.86</c:v>
                </c:pt>
                <c:pt idx="2617">
                  <c:v>68228.929999999993</c:v>
                </c:pt>
                <c:pt idx="2618">
                  <c:v>68255</c:v>
                </c:pt>
                <c:pt idx="2619">
                  <c:v>68281.070000000007</c:v>
                </c:pt>
                <c:pt idx="2620">
                  <c:v>68307.14</c:v>
                </c:pt>
                <c:pt idx="2621">
                  <c:v>68333.210000000006</c:v>
                </c:pt>
                <c:pt idx="2622">
                  <c:v>68359.289999999994</c:v>
                </c:pt>
                <c:pt idx="2623">
                  <c:v>68385.36</c:v>
                </c:pt>
                <c:pt idx="2624">
                  <c:v>68411.429999999993</c:v>
                </c:pt>
                <c:pt idx="2625">
                  <c:v>68437.5</c:v>
                </c:pt>
                <c:pt idx="2626">
                  <c:v>68463.570000000007</c:v>
                </c:pt>
                <c:pt idx="2627">
                  <c:v>68489.64</c:v>
                </c:pt>
                <c:pt idx="2628">
                  <c:v>68515.710000000006</c:v>
                </c:pt>
                <c:pt idx="2629">
                  <c:v>68541.789999999994</c:v>
                </c:pt>
                <c:pt idx="2630">
                  <c:v>68567.86</c:v>
                </c:pt>
                <c:pt idx="2631">
                  <c:v>68593.929999999993</c:v>
                </c:pt>
                <c:pt idx="2632">
                  <c:v>68620</c:v>
                </c:pt>
                <c:pt idx="2633">
                  <c:v>68646.070000000007</c:v>
                </c:pt>
                <c:pt idx="2634">
                  <c:v>68672.14</c:v>
                </c:pt>
                <c:pt idx="2635">
                  <c:v>68698.210000000006</c:v>
                </c:pt>
                <c:pt idx="2636">
                  <c:v>68724.289999999994</c:v>
                </c:pt>
                <c:pt idx="2637">
                  <c:v>68750.36</c:v>
                </c:pt>
                <c:pt idx="2638">
                  <c:v>68776.429999999993</c:v>
                </c:pt>
                <c:pt idx="2639">
                  <c:v>68802.5</c:v>
                </c:pt>
                <c:pt idx="2640">
                  <c:v>68828.570000000007</c:v>
                </c:pt>
                <c:pt idx="2641">
                  <c:v>68854.64</c:v>
                </c:pt>
                <c:pt idx="2642">
                  <c:v>68880.710000000006</c:v>
                </c:pt>
                <c:pt idx="2643">
                  <c:v>68906.789999999994</c:v>
                </c:pt>
                <c:pt idx="2644">
                  <c:v>68932.86</c:v>
                </c:pt>
                <c:pt idx="2645">
                  <c:v>68958.929999999993</c:v>
                </c:pt>
                <c:pt idx="2646">
                  <c:v>68985</c:v>
                </c:pt>
                <c:pt idx="2647">
                  <c:v>69011.070000000007</c:v>
                </c:pt>
                <c:pt idx="2648">
                  <c:v>69037.14</c:v>
                </c:pt>
                <c:pt idx="2649">
                  <c:v>69063.210000000006</c:v>
                </c:pt>
                <c:pt idx="2650">
                  <c:v>69089.289999999994</c:v>
                </c:pt>
                <c:pt idx="2651">
                  <c:v>69115.360000000001</c:v>
                </c:pt>
                <c:pt idx="2652">
                  <c:v>69141.429999999993</c:v>
                </c:pt>
                <c:pt idx="2653">
                  <c:v>69167.5</c:v>
                </c:pt>
                <c:pt idx="2654">
                  <c:v>69193.570000000007</c:v>
                </c:pt>
                <c:pt idx="2655">
                  <c:v>69219.64</c:v>
                </c:pt>
                <c:pt idx="2656">
                  <c:v>69245.710000000006</c:v>
                </c:pt>
                <c:pt idx="2657">
                  <c:v>69271.789999999994</c:v>
                </c:pt>
                <c:pt idx="2658">
                  <c:v>69297.86</c:v>
                </c:pt>
                <c:pt idx="2659">
                  <c:v>69323.929999999993</c:v>
                </c:pt>
                <c:pt idx="2660">
                  <c:v>69350</c:v>
                </c:pt>
                <c:pt idx="2661">
                  <c:v>69376.070000000007</c:v>
                </c:pt>
                <c:pt idx="2662">
                  <c:v>69402.14</c:v>
                </c:pt>
                <c:pt idx="2663">
                  <c:v>69428.210000000006</c:v>
                </c:pt>
                <c:pt idx="2664">
                  <c:v>69454.289999999994</c:v>
                </c:pt>
                <c:pt idx="2665">
                  <c:v>69480.36</c:v>
                </c:pt>
                <c:pt idx="2666">
                  <c:v>69506.429999999993</c:v>
                </c:pt>
                <c:pt idx="2667">
                  <c:v>69532.5</c:v>
                </c:pt>
                <c:pt idx="2668">
                  <c:v>69558.570000000007</c:v>
                </c:pt>
                <c:pt idx="2669">
                  <c:v>69584.639999999999</c:v>
                </c:pt>
                <c:pt idx="2670">
                  <c:v>69610.710000000006</c:v>
                </c:pt>
                <c:pt idx="2671">
                  <c:v>69636.789999999994</c:v>
                </c:pt>
                <c:pt idx="2672">
                  <c:v>69662.86</c:v>
                </c:pt>
                <c:pt idx="2673">
                  <c:v>69688.929999999993</c:v>
                </c:pt>
                <c:pt idx="2674">
                  <c:v>69715</c:v>
                </c:pt>
                <c:pt idx="2675">
                  <c:v>69741.070000000007</c:v>
                </c:pt>
                <c:pt idx="2676">
                  <c:v>69767.14</c:v>
                </c:pt>
                <c:pt idx="2677">
                  <c:v>69793.210000000006</c:v>
                </c:pt>
                <c:pt idx="2678">
                  <c:v>69819.289999999994</c:v>
                </c:pt>
                <c:pt idx="2679">
                  <c:v>69845.36</c:v>
                </c:pt>
                <c:pt idx="2680">
                  <c:v>69871.429999999993</c:v>
                </c:pt>
                <c:pt idx="2681">
                  <c:v>69897.5</c:v>
                </c:pt>
                <c:pt idx="2682">
                  <c:v>69923.570000000007</c:v>
                </c:pt>
                <c:pt idx="2683">
                  <c:v>69949.64</c:v>
                </c:pt>
                <c:pt idx="2684">
                  <c:v>69975.710000000006</c:v>
                </c:pt>
                <c:pt idx="2685">
                  <c:v>70001.789999999994</c:v>
                </c:pt>
                <c:pt idx="2686">
                  <c:v>70027.86</c:v>
                </c:pt>
                <c:pt idx="2687">
                  <c:v>70053.929999999993</c:v>
                </c:pt>
                <c:pt idx="2688">
                  <c:v>70080</c:v>
                </c:pt>
                <c:pt idx="2689">
                  <c:v>70106.070000000007</c:v>
                </c:pt>
                <c:pt idx="2690">
                  <c:v>70132.14</c:v>
                </c:pt>
                <c:pt idx="2691">
                  <c:v>70158.210000000006</c:v>
                </c:pt>
                <c:pt idx="2692">
                  <c:v>70184.289999999994</c:v>
                </c:pt>
                <c:pt idx="2693">
                  <c:v>70210.36</c:v>
                </c:pt>
                <c:pt idx="2694">
                  <c:v>70236.429999999993</c:v>
                </c:pt>
                <c:pt idx="2695">
                  <c:v>70262.5</c:v>
                </c:pt>
                <c:pt idx="2696">
                  <c:v>70288.570000000007</c:v>
                </c:pt>
                <c:pt idx="2697">
                  <c:v>70314.64</c:v>
                </c:pt>
                <c:pt idx="2698">
                  <c:v>70340.710000000006</c:v>
                </c:pt>
                <c:pt idx="2699">
                  <c:v>70366.789999999994</c:v>
                </c:pt>
                <c:pt idx="2700">
                  <c:v>70392.86</c:v>
                </c:pt>
                <c:pt idx="2701">
                  <c:v>70418.929999999993</c:v>
                </c:pt>
                <c:pt idx="2702">
                  <c:v>70445</c:v>
                </c:pt>
                <c:pt idx="2703">
                  <c:v>70471.070000000007</c:v>
                </c:pt>
                <c:pt idx="2704">
                  <c:v>70497.14</c:v>
                </c:pt>
                <c:pt idx="2705">
                  <c:v>70523.210000000006</c:v>
                </c:pt>
                <c:pt idx="2706">
                  <c:v>70549.289999999994</c:v>
                </c:pt>
                <c:pt idx="2707">
                  <c:v>70575.360000000001</c:v>
                </c:pt>
                <c:pt idx="2708">
                  <c:v>70601.429999999993</c:v>
                </c:pt>
                <c:pt idx="2709">
                  <c:v>70627.5</c:v>
                </c:pt>
                <c:pt idx="2710">
                  <c:v>70653.570000000007</c:v>
                </c:pt>
                <c:pt idx="2711">
                  <c:v>70679.64</c:v>
                </c:pt>
                <c:pt idx="2712">
                  <c:v>70705.710000000006</c:v>
                </c:pt>
                <c:pt idx="2713">
                  <c:v>70731.789999999994</c:v>
                </c:pt>
                <c:pt idx="2714">
                  <c:v>70757.86</c:v>
                </c:pt>
                <c:pt idx="2715">
                  <c:v>70783.929999999993</c:v>
                </c:pt>
                <c:pt idx="2716">
                  <c:v>70810</c:v>
                </c:pt>
                <c:pt idx="2717">
                  <c:v>70836.070000000007</c:v>
                </c:pt>
                <c:pt idx="2718">
                  <c:v>70862.14</c:v>
                </c:pt>
                <c:pt idx="2719">
                  <c:v>70888.210000000006</c:v>
                </c:pt>
                <c:pt idx="2720">
                  <c:v>70914.289999999994</c:v>
                </c:pt>
                <c:pt idx="2721">
                  <c:v>70940.36</c:v>
                </c:pt>
                <c:pt idx="2722">
                  <c:v>70966.429999999993</c:v>
                </c:pt>
                <c:pt idx="2723">
                  <c:v>70992.5</c:v>
                </c:pt>
                <c:pt idx="2724">
                  <c:v>71018.570000000007</c:v>
                </c:pt>
                <c:pt idx="2725">
                  <c:v>71044.639999999999</c:v>
                </c:pt>
                <c:pt idx="2726">
                  <c:v>71070.710000000006</c:v>
                </c:pt>
                <c:pt idx="2727">
                  <c:v>71096.789999999994</c:v>
                </c:pt>
                <c:pt idx="2728">
                  <c:v>71122.86</c:v>
                </c:pt>
                <c:pt idx="2729">
                  <c:v>71148.929999999993</c:v>
                </c:pt>
                <c:pt idx="2730">
                  <c:v>71175</c:v>
                </c:pt>
                <c:pt idx="2731">
                  <c:v>71201.070000000007</c:v>
                </c:pt>
                <c:pt idx="2732">
                  <c:v>71227.14</c:v>
                </c:pt>
                <c:pt idx="2733">
                  <c:v>71253.210000000006</c:v>
                </c:pt>
                <c:pt idx="2734">
                  <c:v>71279.289999999994</c:v>
                </c:pt>
                <c:pt idx="2735">
                  <c:v>71305.36</c:v>
                </c:pt>
                <c:pt idx="2736">
                  <c:v>71331.429999999993</c:v>
                </c:pt>
                <c:pt idx="2737">
                  <c:v>71357.5</c:v>
                </c:pt>
                <c:pt idx="2738">
                  <c:v>71383.570000000007</c:v>
                </c:pt>
                <c:pt idx="2739">
                  <c:v>71409.64</c:v>
                </c:pt>
                <c:pt idx="2740">
                  <c:v>71435.710000000006</c:v>
                </c:pt>
                <c:pt idx="2741">
                  <c:v>71461.789999999994</c:v>
                </c:pt>
                <c:pt idx="2742">
                  <c:v>71487.86</c:v>
                </c:pt>
                <c:pt idx="2743">
                  <c:v>71513.929999999993</c:v>
                </c:pt>
                <c:pt idx="2744">
                  <c:v>71540</c:v>
                </c:pt>
                <c:pt idx="2745">
                  <c:v>71566.070000000007</c:v>
                </c:pt>
                <c:pt idx="2746">
                  <c:v>71592.14</c:v>
                </c:pt>
                <c:pt idx="2747">
                  <c:v>71618.210000000006</c:v>
                </c:pt>
                <c:pt idx="2748">
                  <c:v>71644.289999999994</c:v>
                </c:pt>
                <c:pt idx="2749">
                  <c:v>71670.36</c:v>
                </c:pt>
                <c:pt idx="2750">
                  <c:v>71696.429999999993</c:v>
                </c:pt>
                <c:pt idx="2751">
                  <c:v>71722.5</c:v>
                </c:pt>
                <c:pt idx="2752">
                  <c:v>71748.570000000007</c:v>
                </c:pt>
                <c:pt idx="2753">
                  <c:v>71774.64</c:v>
                </c:pt>
                <c:pt idx="2754">
                  <c:v>71800.710000000006</c:v>
                </c:pt>
                <c:pt idx="2755">
                  <c:v>71826.789999999994</c:v>
                </c:pt>
                <c:pt idx="2756">
                  <c:v>71852.86</c:v>
                </c:pt>
                <c:pt idx="2757">
                  <c:v>71878.929999999993</c:v>
                </c:pt>
                <c:pt idx="2758">
                  <c:v>71905</c:v>
                </c:pt>
                <c:pt idx="2759">
                  <c:v>71931.070000000007</c:v>
                </c:pt>
                <c:pt idx="2760">
                  <c:v>71957.14</c:v>
                </c:pt>
                <c:pt idx="2761">
                  <c:v>71983.210000000006</c:v>
                </c:pt>
                <c:pt idx="2762">
                  <c:v>72009.289999999994</c:v>
                </c:pt>
                <c:pt idx="2763">
                  <c:v>72035.360000000001</c:v>
                </c:pt>
                <c:pt idx="2764">
                  <c:v>72061.429999999993</c:v>
                </c:pt>
                <c:pt idx="2765">
                  <c:v>72087.5</c:v>
                </c:pt>
                <c:pt idx="2766">
                  <c:v>72113.570000000007</c:v>
                </c:pt>
                <c:pt idx="2767">
                  <c:v>72139.64</c:v>
                </c:pt>
                <c:pt idx="2768">
                  <c:v>72165.710000000006</c:v>
                </c:pt>
                <c:pt idx="2769">
                  <c:v>72191.789999999994</c:v>
                </c:pt>
                <c:pt idx="2770">
                  <c:v>72217.86</c:v>
                </c:pt>
                <c:pt idx="2771">
                  <c:v>72243.929999999993</c:v>
                </c:pt>
                <c:pt idx="2772">
                  <c:v>72270</c:v>
                </c:pt>
                <c:pt idx="2773">
                  <c:v>72296.070000000007</c:v>
                </c:pt>
                <c:pt idx="2774">
                  <c:v>72322.14</c:v>
                </c:pt>
                <c:pt idx="2775">
                  <c:v>72348.210000000006</c:v>
                </c:pt>
                <c:pt idx="2776">
                  <c:v>72374.289999999994</c:v>
                </c:pt>
                <c:pt idx="2777">
                  <c:v>72400.36</c:v>
                </c:pt>
                <c:pt idx="2778">
                  <c:v>72426.429999999993</c:v>
                </c:pt>
                <c:pt idx="2779">
                  <c:v>72452.5</c:v>
                </c:pt>
                <c:pt idx="2780">
                  <c:v>72478.570000000007</c:v>
                </c:pt>
                <c:pt idx="2781">
                  <c:v>72504.639999999999</c:v>
                </c:pt>
                <c:pt idx="2782">
                  <c:v>72530.710000000006</c:v>
                </c:pt>
                <c:pt idx="2783">
                  <c:v>72556.789999999994</c:v>
                </c:pt>
                <c:pt idx="2784">
                  <c:v>72582.86</c:v>
                </c:pt>
                <c:pt idx="2785">
                  <c:v>72608.929999999993</c:v>
                </c:pt>
                <c:pt idx="2786">
                  <c:v>72635</c:v>
                </c:pt>
                <c:pt idx="2787">
                  <c:v>72661.070000000007</c:v>
                </c:pt>
                <c:pt idx="2788">
                  <c:v>72687.14</c:v>
                </c:pt>
                <c:pt idx="2789">
                  <c:v>72713.210000000006</c:v>
                </c:pt>
                <c:pt idx="2790">
                  <c:v>72739.289999999994</c:v>
                </c:pt>
                <c:pt idx="2791">
                  <c:v>72765.36</c:v>
                </c:pt>
                <c:pt idx="2792">
                  <c:v>72791.429999999993</c:v>
                </c:pt>
                <c:pt idx="2793">
                  <c:v>72817.5</c:v>
                </c:pt>
                <c:pt idx="2794">
                  <c:v>72843.570000000007</c:v>
                </c:pt>
                <c:pt idx="2795">
                  <c:v>72869.64</c:v>
                </c:pt>
                <c:pt idx="2796">
                  <c:v>72895.710000000006</c:v>
                </c:pt>
                <c:pt idx="2797">
                  <c:v>72921.789999999994</c:v>
                </c:pt>
                <c:pt idx="2798">
                  <c:v>72947.86</c:v>
                </c:pt>
                <c:pt idx="2799">
                  <c:v>72973.929999999993</c:v>
                </c:pt>
                <c:pt idx="2800">
                  <c:v>73000</c:v>
                </c:pt>
                <c:pt idx="2801">
                  <c:v>73026.070000000007</c:v>
                </c:pt>
                <c:pt idx="2802">
                  <c:v>73052.14</c:v>
                </c:pt>
                <c:pt idx="2803">
                  <c:v>73078.210000000006</c:v>
                </c:pt>
                <c:pt idx="2804">
                  <c:v>73104.289999999994</c:v>
                </c:pt>
                <c:pt idx="2805">
                  <c:v>73130.36</c:v>
                </c:pt>
                <c:pt idx="2806">
                  <c:v>73156.429999999993</c:v>
                </c:pt>
                <c:pt idx="2807">
                  <c:v>73182.5</c:v>
                </c:pt>
                <c:pt idx="2808">
                  <c:v>73208.570000000007</c:v>
                </c:pt>
                <c:pt idx="2809">
                  <c:v>73234.64</c:v>
                </c:pt>
                <c:pt idx="2810">
                  <c:v>73260.710000000006</c:v>
                </c:pt>
                <c:pt idx="2811">
                  <c:v>73286.789999999994</c:v>
                </c:pt>
                <c:pt idx="2812">
                  <c:v>73312.86</c:v>
                </c:pt>
                <c:pt idx="2813">
                  <c:v>73338.929999999993</c:v>
                </c:pt>
                <c:pt idx="2814">
                  <c:v>73365</c:v>
                </c:pt>
                <c:pt idx="2815">
                  <c:v>73391.070000000007</c:v>
                </c:pt>
                <c:pt idx="2816">
                  <c:v>73417.14</c:v>
                </c:pt>
                <c:pt idx="2817">
                  <c:v>73443.210000000006</c:v>
                </c:pt>
                <c:pt idx="2818">
                  <c:v>73469.289999999994</c:v>
                </c:pt>
                <c:pt idx="2819">
                  <c:v>73495.360000000001</c:v>
                </c:pt>
                <c:pt idx="2820">
                  <c:v>73521.429999999993</c:v>
                </c:pt>
                <c:pt idx="2821">
                  <c:v>73547.5</c:v>
                </c:pt>
                <c:pt idx="2822">
                  <c:v>73573.570000000007</c:v>
                </c:pt>
                <c:pt idx="2823">
                  <c:v>73599.64</c:v>
                </c:pt>
                <c:pt idx="2824">
                  <c:v>73625.710000000006</c:v>
                </c:pt>
                <c:pt idx="2825">
                  <c:v>73651.789999999994</c:v>
                </c:pt>
                <c:pt idx="2826">
                  <c:v>73677.86</c:v>
                </c:pt>
                <c:pt idx="2827">
                  <c:v>73703.929999999993</c:v>
                </c:pt>
                <c:pt idx="2828">
                  <c:v>73730</c:v>
                </c:pt>
                <c:pt idx="2829">
                  <c:v>73756.070000000007</c:v>
                </c:pt>
                <c:pt idx="2830">
                  <c:v>73782.14</c:v>
                </c:pt>
                <c:pt idx="2831">
                  <c:v>73808.210000000006</c:v>
                </c:pt>
                <c:pt idx="2832">
                  <c:v>73834.289999999994</c:v>
                </c:pt>
                <c:pt idx="2833">
                  <c:v>73860.36</c:v>
                </c:pt>
                <c:pt idx="2834">
                  <c:v>73886.429999999993</c:v>
                </c:pt>
                <c:pt idx="2835">
                  <c:v>73912.5</c:v>
                </c:pt>
                <c:pt idx="2836">
                  <c:v>73938.570000000007</c:v>
                </c:pt>
                <c:pt idx="2837">
                  <c:v>73964.639999999999</c:v>
                </c:pt>
                <c:pt idx="2838">
                  <c:v>73990.710000000006</c:v>
                </c:pt>
                <c:pt idx="2839">
                  <c:v>74016.789999999994</c:v>
                </c:pt>
                <c:pt idx="2840">
                  <c:v>74042.86</c:v>
                </c:pt>
                <c:pt idx="2841">
                  <c:v>74068.929999999993</c:v>
                </c:pt>
                <c:pt idx="2842">
                  <c:v>74095</c:v>
                </c:pt>
                <c:pt idx="2843">
                  <c:v>74121.070000000007</c:v>
                </c:pt>
                <c:pt idx="2844">
                  <c:v>74147.14</c:v>
                </c:pt>
                <c:pt idx="2845">
                  <c:v>74173.210000000006</c:v>
                </c:pt>
                <c:pt idx="2846">
                  <c:v>74199.289999999994</c:v>
                </c:pt>
                <c:pt idx="2847">
                  <c:v>74225.36</c:v>
                </c:pt>
                <c:pt idx="2848">
                  <c:v>74251.429999999993</c:v>
                </c:pt>
                <c:pt idx="2849">
                  <c:v>74277.5</c:v>
                </c:pt>
                <c:pt idx="2850">
                  <c:v>74303.570000000007</c:v>
                </c:pt>
                <c:pt idx="2851">
                  <c:v>74329.64</c:v>
                </c:pt>
                <c:pt idx="2852">
                  <c:v>74355.710000000006</c:v>
                </c:pt>
                <c:pt idx="2853">
                  <c:v>74381.789999999994</c:v>
                </c:pt>
                <c:pt idx="2854">
                  <c:v>74407.86</c:v>
                </c:pt>
                <c:pt idx="2855">
                  <c:v>74433.929999999993</c:v>
                </c:pt>
                <c:pt idx="2856">
                  <c:v>74460</c:v>
                </c:pt>
                <c:pt idx="2857">
                  <c:v>74486.070000000007</c:v>
                </c:pt>
                <c:pt idx="2858">
                  <c:v>74512.14</c:v>
                </c:pt>
                <c:pt idx="2859">
                  <c:v>74538.210000000006</c:v>
                </c:pt>
                <c:pt idx="2860">
                  <c:v>74564.289999999994</c:v>
                </c:pt>
                <c:pt idx="2861">
                  <c:v>74590.36</c:v>
                </c:pt>
                <c:pt idx="2862">
                  <c:v>74616.429999999993</c:v>
                </c:pt>
                <c:pt idx="2863">
                  <c:v>74642.5</c:v>
                </c:pt>
                <c:pt idx="2864">
                  <c:v>74668.570000000007</c:v>
                </c:pt>
                <c:pt idx="2865">
                  <c:v>74694.64</c:v>
                </c:pt>
                <c:pt idx="2866">
                  <c:v>74720.710000000006</c:v>
                </c:pt>
                <c:pt idx="2867">
                  <c:v>74746.789999999994</c:v>
                </c:pt>
                <c:pt idx="2868">
                  <c:v>74772.86</c:v>
                </c:pt>
                <c:pt idx="2869">
                  <c:v>74798.929999999993</c:v>
                </c:pt>
                <c:pt idx="2870">
                  <c:v>74825</c:v>
                </c:pt>
                <c:pt idx="2871">
                  <c:v>74851.070000000007</c:v>
                </c:pt>
                <c:pt idx="2872">
                  <c:v>74877.14</c:v>
                </c:pt>
                <c:pt idx="2873">
                  <c:v>74903.210000000006</c:v>
                </c:pt>
                <c:pt idx="2874">
                  <c:v>74929.289999999994</c:v>
                </c:pt>
                <c:pt idx="2875">
                  <c:v>74955.360000000001</c:v>
                </c:pt>
                <c:pt idx="2876">
                  <c:v>74981.429999999993</c:v>
                </c:pt>
                <c:pt idx="2877">
                  <c:v>75007.5</c:v>
                </c:pt>
                <c:pt idx="2878">
                  <c:v>75033.570000000007</c:v>
                </c:pt>
                <c:pt idx="2879">
                  <c:v>75059.64</c:v>
                </c:pt>
                <c:pt idx="2880">
                  <c:v>75085.710000000006</c:v>
                </c:pt>
                <c:pt idx="2881">
                  <c:v>75111.789999999994</c:v>
                </c:pt>
                <c:pt idx="2882">
                  <c:v>75137.86</c:v>
                </c:pt>
                <c:pt idx="2883">
                  <c:v>75163.929999999993</c:v>
                </c:pt>
                <c:pt idx="2884">
                  <c:v>75190</c:v>
                </c:pt>
                <c:pt idx="2885">
                  <c:v>75216.070000000007</c:v>
                </c:pt>
                <c:pt idx="2886">
                  <c:v>75242.14</c:v>
                </c:pt>
                <c:pt idx="2887">
                  <c:v>75268.210000000006</c:v>
                </c:pt>
                <c:pt idx="2888">
                  <c:v>75294.289999999994</c:v>
                </c:pt>
                <c:pt idx="2889">
                  <c:v>75320.36</c:v>
                </c:pt>
                <c:pt idx="2890">
                  <c:v>75346.429999999993</c:v>
                </c:pt>
                <c:pt idx="2891">
                  <c:v>75372.5</c:v>
                </c:pt>
                <c:pt idx="2892">
                  <c:v>75398.570000000007</c:v>
                </c:pt>
                <c:pt idx="2893">
                  <c:v>75424.639999999999</c:v>
                </c:pt>
                <c:pt idx="2894">
                  <c:v>75450.710000000006</c:v>
                </c:pt>
                <c:pt idx="2895">
                  <c:v>75476.789999999994</c:v>
                </c:pt>
                <c:pt idx="2896">
                  <c:v>75502.86</c:v>
                </c:pt>
                <c:pt idx="2897">
                  <c:v>75528.929999999993</c:v>
                </c:pt>
                <c:pt idx="2898">
                  <c:v>75555</c:v>
                </c:pt>
                <c:pt idx="2899">
                  <c:v>75581.070000000007</c:v>
                </c:pt>
                <c:pt idx="2900">
                  <c:v>75607.14</c:v>
                </c:pt>
                <c:pt idx="2901">
                  <c:v>75633.210000000006</c:v>
                </c:pt>
                <c:pt idx="2902">
                  <c:v>75659.289999999994</c:v>
                </c:pt>
                <c:pt idx="2903">
                  <c:v>75685.36</c:v>
                </c:pt>
                <c:pt idx="2904">
                  <c:v>75711.429999999993</c:v>
                </c:pt>
                <c:pt idx="2905">
                  <c:v>75737.5</c:v>
                </c:pt>
                <c:pt idx="2906">
                  <c:v>75763.570000000007</c:v>
                </c:pt>
                <c:pt idx="2907">
                  <c:v>75789.64</c:v>
                </c:pt>
                <c:pt idx="2908">
                  <c:v>75815.710000000006</c:v>
                </c:pt>
                <c:pt idx="2909">
                  <c:v>75841.789999999994</c:v>
                </c:pt>
                <c:pt idx="2910">
                  <c:v>75867.86</c:v>
                </c:pt>
                <c:pt idx="2911">
                  <c:v>75893.929999999993</c:v>
                </c:pt>
                <c:pt idx="2912">
                  <c:v>75920</c:v>
                </c:pt>
                <c:pt idx="2913">
                  <c:v>75946.070000000007</c:v>
                </c:pt>
                <c:pt idx="2914">
                  <c:v>75972.14</c:v>
                </c:pt>
                <c:pt idx="2915">
                  <c:v>75998.210000000006</c:v>
                </c:pt>
                <c:pt idx="2916">
                  <c:v>76024.289999999994</c:v>
                </c:pt>
                <c:pt idx="2917">
                  <c:v>76050.36</c:v>
                </c:pt>
                <c:pt idx="2918">
                  <c:v>76076.429999999993</c:v>
                </c:pt>
                <c:pt idx="2919">
                  <c:v>76102.5</c:v>
                </c:pt>
                <c:pt idx="2920">
                  <c:v>76128.570000000007</c:v>
                </c:pt>
                <c:pt idx="2921">
                  <c:v>76154.64</c:v>
                </c:pt>
                <c:pt idx="2922">
                  <c:v>76180.710000000006</c:v>
                </c:pt>
                <c:pt idx="2923">
                  <c:v>76206.789999999994</c:v>
                </c:pt>
                <c:pt idx="2924">
                  <c:v>76232.86</c:v>
                </c:pt>
                <c:pt idx="2925">
                  <c:v>76258.929999999993</c:v>
                </c:pt>
                <c:pt idx="2926">
                  <c:v>76285</c:v>
                </c:pt>
                <c:pt idx="2927">
                  <c:v>76311.070000000007</c:v>
                </c:pt>
                <c:pt idx="2928">
                  <c:v>76337.14</c:v>
                </c:pt>
                <c:pt idx="2929">
                  <c:v>76363.210000000006</c:v>
                </c:pt>
                <c:pt idx="2930">
                  <c:v>76389.289999999994</c:v>
                </c:pt>
                <c:pt idx="2931">
                  <c:v>76415.360000000001</c:v>
                </c:pt>
                <c:pt idx="2932">
                  <c:v>76441.429999999993</c:v>
                </c:pt>
                <c:pt idx="2933">
                  <c:v>76467.5</c:v>
                </c:pt>
                <c:pt idx="2934">
                  <c:v>76493.570000000007</c:v>
                </c:pt>
                <c:pt idx="2935">
                  <c:v>76519.64</c:v>
                </c:pt>
                <c:pt idx="2936">
                  <c:v>76545.710000000006</c:v>
                </c:pt>
                <c:pt idx="2937">
                  <c:v>76571.789999999994</c:v>
                </c:pt>
                <c:pt idx="2938">
                  <c:v>76597.86</c:v>
                </c:pt>
                <c:pt idx="2939">
                  <c:v>76623.929999999993</c:v>
                </c:pt>
                <c:pt idx="2940">
                  <c:v>76650</c:v>
                </c:pt>
                <c:pt idx="2941">
                  <c:v>76676.070000000007</c:v>
                </c:pt>
                <c:pt idx="2942">
                  <c:v>76702.14</c:v>
                </c:pt>
                <c:pt idx="2943">
                  <c:v>76728.210000000006</c:v>
                </c:pt>
                <c:pt idx="2944">
                  <c:v>76754.289999999994</c:v>
                </c:pt>
                <c:pt idx="2945">
                  <c:v>76780.36</c:v>
                </c:pt>
                <c:pt idx="2946">
                  <c:v>76806.429999999993</c:v>
                </c:pt>
                <c:pt idx="2947">
                  <c:v>76832.5</c:v>
                </c:pt>
                <c:pt idx="2948">
                  <c:v>76858.570000000007</c:v>
                </c:pt>
                <c:pt idx="2949">
                  <c:v>76884.639999999999</c:v>
                </c:pt>
                <c:pt idx="2950">
                  <c:v>76910.710000000006</c:v>
                </c:pt>
                <c:pt idx="2951">
                  <c:v>76936.789999999994</c:v>
                </c:pt>
                <c:pt idx="2952">
                  <c:v>76962.86</c:v>
                </c:pt>
                <c:pt idx="2953">
                  <c:v>76988.929999999993</c:v>
                </c:pt>
                <c:pt idx="2954">
                  <c:v>77015</c:v>
                </c:pt>
                <c:pt idx="2955">
                  <c:v>77041.070000000007</c:v>
                </c:pt>
                <c:pt idx="2956">
                  <c:v>77067.14</c:v>
                </c:pt>
                <c:pt idx="2957">
                  <c:v>77093.210000000006</c:v>
                </c:pt>
                <c:pt idx="2958">
                  <c:v>77119.289999999994</c:v>
                </c:pt>
                <c:pt idx="2959">
                  <c:v>77145.36</c:v>
                </c:pt>
                <c:pt idx="2960">
                  <c:v>77171.429999999993</c:v>
                </c:pt>
                <c:pt idx="2961">
                  <c:v>77197.5</c:v>
                </c:pt>
                <c:pt idx="2962">
                  <c:v>77223.570000000007</c:v>
                </c:pt>
                <c:pt idx="2963">
                  <c:v>77249.64</c:v>
                </c:pt>
                <c:pt idx="2964">
                  <c:v>77275.710000000006</c:v>
                </c:pt>
                <c:pt idx="2965">
                  <c:v>77301.789999999994</c:v>
                </c:pt>
                <c:pt idx="2966">
                  <c:v>77327.86</c:v>
                </c:pt>
                <c:pt idx="2967">
                  <c:v>77353.929999999993</c:v>
                </c:pt>
                <c:pt idx="2968">
                  <c:v>77380</c:v>
                </c:pt>
                <c:pt idx="2969">
                  <c:v>77406.070000000007</c:v>
                </c:pt>
                <c:pt idx="2970">
                  <c:v>77432.14</c:v>
                </c:pt>
                <c:pt idx="2971">
                  <c:v>77458.210000000006</c:v>
                </c:pt>
                <c:pt idx="2972">
                  <c:v>77484.289999999994</c:v>
                </c:pt>
                <c:pt idx="2973">
                  <c:v>77510.36</c:v>
                </c:pt>
                <c:pt idx="2974">
                  <c:v>77536.429999999993</c:v>
                </c:pt>
                <c:pt idx="2975">
                  <c:v>77562.5</c:v>
                </c:pt>
                <c:pt idx="2976">
                  <c:v>77588.570000000007</c:v>
                </c:pt>
                <c:pt idx="2977">
                  <c:v>77614.64</c:v>
                </c:pt>
                <c:pt idx="2978">
                  <c:v>77640.710000000006</c:v>
                </c:pt>
                <c:pt idx="2979">
                  <c:v>77666.789999999994</c:v>
                </c:pt>
                <c:pt idx="2980">
                  <c:v>77692.86</c:v>
                </c:pt>
                <c:pt idx="2981">
                  <c:v>77718.929999999993</c:v>
                </c:pt>
                <c:pt idx="2982">
                  <c:v>77745</c:v>
                </c:pt>
                <c:pt idx="2983">
                  <c:v>77771.070000000007</c:v>
                </c:pt>
                <c:pt idx="2984">
                  <c:v>77797.14</c:v>
                </c:pt>
                <c:pt idx="2985">
                  <c:v>77823.210000000006</c:v>
                </c:pt>
                <c:pt idx="2986">
                  <c:v>77849.289999999994</c:v>
                </c:pt>
                <c:pt idx="2987">
                  <c:v>77875.360000000001</c:v>
                </c:pt>
                <c:pt idx="2988">
                  <c:v>77901.429999999993</c:v>
                </c:pt>
                <c:pt idx="2989">
                  <c:v>77927.5</c:v>
                </c:pt>
                <c:pt idx="2990">
                  <c:v>77953.570000000007</c:v>
                </c:pt>
                <c:pt idx="2991">
                  <c:v>77979.64</c:v>
                </c:pt>
                <c:pt idx="2992">
                  <c:v>78005.710000000006</c:v>
                </c:pt>
                <c:pt idx="2993">
                  <c:v>78031.789999999994</c:v>
                </c:pt>
                <c:pt idx="2994">
                  <c:v>78057.86</c:v>
                </c:pt>
                <c:pt idx="2995">
                  <c:v>78083.929999999993</c:v>
                </c:pt>
                <c:pt idx="2996">
                  <c:v>78110</c:v>
                </c:pt>
                <c:pt idx="2997">
                  <c:v>78136.070000000007</c:v>
                </c:pt>
                <c:pt idx="2998">
                  <c:v>78162.14</c:v>
                </c:pt>
                <c:pt idx="2999">
                  <c:v>78188.210000000006</c:v>
                </c:pt>
                <c:pt idx="3000">
                  <c:v>78214.289999999994</c:v>
                </c:pt>
                <c:pt idx="3001">
                  <c:v>78240.36</c:v>
                </c:pt>
                <c:pt idx="3002">
                  <c:v>78266.429999999993</c:v>
                </c:pt>
                <c:pt idx="3003">
                  <c:v>78292.5</c:v>
                </c:pt>
                <c:pt idx="3004">
                  <c:v>78318.570000000007</c:v>
                </c:pt>
                <c:pt idx="3005">
                  <c:v>78344.639999999999</c:v>
                </c:pt>
                <c:pt idx="3006">
                  <c:v>78370.710000000006</c:v>
                </c:pt>
                <c:pt idx="3007">
                  <c:v>78396.789999999994</c:v>
                </c:pt>
                <c:pt idx="3008">
                  <c:v>78422.86</c:v>
                </c:pt>
                <c:pt idx="3009">
                  <c:v>78448.929999999993</c:v>
                </c:pt>
                <c:pt idx="3010">
                  <c:v>78475</c:v>
                </c:pt>
                <c:pt idx="3011">
                  <c:v>78501.070000000007</c:v>
                </c:pt>
                <c:pt idx="3012">
                  <c:v>78527.14</c:v>
                </c:pt>
                <c:pt idx="3013">
                  <c:v>78553.210000000006</c:v>
                </c:pt>
                <c:pt idx="3014">
                  <c:v>78579.289999999994</c:v>
                </c:pt>
                <c:pt idx="3015">
                  <c:v>78605.36</c:v>
                </c:pt>
                <c:pt idx="3016">
                  <c:v>78631.429999999993</c:v>
                </c:pt>
                <c:pt idx="3017">
                  <c:v>78657.5</c:v>
                </c:pt>
                <c:pt idx="3018">
                  <c:v>78683.570000000007</c:v>
                </c:pt>
                <c:pt idx="3019">
                  <c:v>78709.64</c:v>
                </c:pt>
                <c:pt idx="3020">
                  <c:v>78735.710000000006</c:v>
                </c:pt>
                <c:pt idx="3021">
                  <c:v>78761.789999999994</c:v>
                </c:pt>
                <c:pt idx="3022">
                  <c:v>78787.86</c:v>
                </c:pt>
                <c:pt idx="3023">
                  <c:v>78813.929999999993</c:v>
                </c:pt>
                <c:pt idx="3024">
                  <c:v>78840</c:v>
                </c:pt>
                <c:pt idx="3025">
                  <c:v>78866.070000000007</c:v>
                </c:pt>
                <c:pt idx="3026">
                  <c:v>78892.14</c:v>
                </c:pt>
                <c:pt idx="3027">
                  <c:v>78918.210000000006</c:v>
                </c:pt>
                <c:pt idx="3028">
                  <c:v>78944.289999999994</c:v>
                </c:pt>
                <c:pt idx="3029">
                  <c:v>78970.36</c:v>
                </c:pt>
                <c:pt idx="3030">
                  <c:v>78996.429999999993</c:v>
                </c:pt>
                <c:pt idx="3031">
                  <c:v>79022.5</c:v>
                </c:pt>
                <c:pt idx="3032">
                  <c:v>79048.570000000007</c:v>
                </c:pt>
                <c:pt idx="3033">
                  <c:v>79074.64</c:v>
                </c:pt>
                <c:pt idx="3034">
                  <c:v>79100.710000000006</c:v>
                </c:pt>
                <c:pt idx="3035">
                  <c:v>79126.789999999994</c:v>
                </c:pt>
                <c:pt idx="3036">
                  <c:v>79152.86</c:v>
                </c:pt>
                <c:pt idx="3037">
                  <c:v>79178.929999999993</c:v>
                </c:pt>
                <c:pt idx="3038">
                  <c:v>79205</c:v>
                </c:pt>
                <c:pt idx="3039">
                  <c:v>79231.070000000007</c:v>
                </c:pt>
                <c:pt idx="3040">
                  <c:v>79257.14</c:v>
                </c:pt>
                <c:pt idx="3041">
                  <c:v>79283.210000000006</c:v>
                </c:pt>
                <c:pt idx="3042">
                  <c:v>79309.289999999994</c:v>
                </c:pt>
                <c:pt idx="3043">
                  <c:v>79335.360000000001</c:v>
                </c:pt>
                <c:pt idx="3044">
                  <c:v>79361.429999999993</c:v>
                </c:pt>
                <c:pt idx="3045">
                  <c:v>79387.5</c:v>
                </c:pt>
                <c:pt idx="3046">
                  <c:v>79413.570000000007</c:v>
                </c:pt>
                <c:pt idx="3047">
                  <c:v>79439.64</c:v>
                </c:pt>
                <c:pt idx="3048">
                  <c:v>79465.710000000006</c:v>
                </c:pt>
                <c:pt idx="3049">
                  <c:v>79491.789999999994</c:v>
                </c:pt>
                <c:pt idx="3050">
                  <c:v>79517.86</c:v>
                </c:pt>
                <c:pt idx="3051">
                  <c:v>79543.929999999993</c:v>
                </c:pt>
                <c:pt idx="3052">
                  <c:v>79570</c:v>
                </c:pt>
                <c:pt idx="3053">
                  <c:v>79596.070000000007</c:v>
                </c:pt>
                <c:pt idx="3054">
                  <c:v>79622.14</c:v>
                </c:pt>
                <c:pt idx="3055">
                  <c:v>79648.210000000006</c:v>
                </c:pt>
                <c:pt idx="3056">
                  <c:v>79674.289999999994</c:v>
                </c:pt>
                <c:pt idx="3057">
                  <c:v>79700.36</c:v>
                </c:pt>
                <c:pt idx="3058">
                  <c:v>79726.429999999993</c:v>
                </c:pt>
                <c:pt idx="3059">
                  <c:v>79752.5</c:v>
                </c:pt>
                <c:pt idx="3060">
                  <c:v>79778.570000000007</c:v>
                </c:pt>
                <c:pt idx="3061">
                  <c:v>79804.639999999999</c:v>
                </c:pt>
                <c:pt idx="3062">
                  <c:v>79830.710000000006</c:v>
                </c:pt>
                <c:pt idx="3063">
                  <c:v>79856.789999999994</c:v>
                </c:pt>
                <c:pt idx="3064">
                  <c:v>79882.86</c:v>
                </c:pt>
                <c:pt idx="3065">
                  <c:v>79908.929999999993</c:v>
                </c:pt>
                <c:pt idx="3066">
                  <c:v>79935</c:v>
                </c:pt>
                <c:pt idx="3067">
                  <c:v>79961.070000000007</c:v>
                </c:pt>
                <c:pt idx="3068">
                  <c:v>79987.14</c:v>
                </c:pt>
                <c:pt idx="3069">
                  <c:v>80013.210000000006</c:v>
                </c:pt>
                <c:pt idx="3070">
                  <c:v>80039.289999999994</c:v>
                </c:pt>
                <c:pt idx="3071">
                  <c:v>80065.36</c:v>
                </c:pt>
                <c:pt idx="3072">
                  <c:v>80091.429999999993</c:v>
                </c:pt>
                <c:pt idx="3073">
                  <c:v>80117.5</c:v>
                </c:pt>
                <c:pt idx="3074">
                  <c:v>80143.570000000007</c:v>
                </c:pt>
                <c:pt idx="3075">
                  <c:v>80169.64</c:v>
                </c:pt>
                <c:pt idx="3076">
                  <c:v>80195.710000000006</c:v>
                </c:pt>
                <c:pt idx="3077">
                  <c:v>80221.789999999994</c:v>
                </c:pt>
                <c:pt idx="3078">
                  <c:v>80247.86</c:v>
                </c:pt>
                <c:pt idx="3079">
                  <c:v>80273.929999999993</c:v>
                </c:pt>
                <c:pt idx="3080">
                  <c:v>80300</c:v>
                </c:pt>
                <c:pt idx="3081">
                  <c:v>80326.070000000007</c:v>
                </c:pt>
                <c:pt idx="3082">
                  <c:v>80352.14</c:v>
                </c:pt>
                <c:pt idx="3083">
                  <c:v>80378.210000000006</c:v>
                </c:pt>
                <c:pt idx="3084">
                  <c:v>80404.289999999994</c:v>
                </c:pt>
                <c:pt idx="3085">
                  <c:v>80430.36</c:v>
                </c:pt>
                <c:pt idx="3086">
                  <c:v>80456.429999999993</c:v>
                </c:pt>
                <c:pt idx="3087">
                  <c:v>80482.5</c:v>
                </c:pt>
                <c:pt idx="3088">
                  <c:v>80508.570000000007</c:v>
                </c:pt>
                <c:pt idx="3089">
                  <c:v>80534.64</c:v>
                </c:pt>
                <c:pt idx="3090">
                  <c:v>80560.710000000006</c:v>
                </c:pt>
                <c:pt idx="3091">
                  <c:v>80586.789999999994</c:v>
                </c:pt>
                <c:pt idx="3092">
                  <c:v>80612.86</c:v>
                </c:pt>
                <c:pt idx="3093">
                  <c:v>80638.929999999993</c:v>
                </c:pt>
                <c:pt idx="3094">
                  <c:v>80665</c:v>
                </c:pt>
                <c:pt idx="3095">
                  <c:v>80691.070000000007</c:v>
                </c:pt>
                <c:pt idx="3096">
                  <c:v>80717.14</c:v>
                </c:pt>
                <c:pt idx="3097">
                  <c:v>80743.210000000006</c:v>
                </c:pt>
                <c:pt idx="3098">
                  <c:v>80769.289999999994</c:v>
                </c:pt>
                <c:pt idx="3099">
                  <c:v>80795.360000000001</c:v>
                </c:pt>
                <c:pt idx="3100">
                  <c:v>80821.429999999993</c:v>
                </c:pt>
                <c:pt idx="3101">
                  <c:v>80847.5</c:v>
                </c:pt>
                <c:pt idx="3102">
                  <c:v>80873.570000000007</c:v>
                </c:pt>
                <c:pt idx="3103">
                  <c:v>80899.64</c:v>
                </c:pt>
                <c:pt idx="3104">
                  <c:v>80925.710000000006</c:v>
                </c:pt>
                <c:pt idx="3105">
                  <c:v>80951.789999999994</c:v>
                </c:pt>
                <c:pt idx="3106">
                  <c:v>80977.86</c:v>
                </c:pt>
                <c:pt idx="3107">
                  <c:v>81003.929999999993</c:v>
                </c:pt>
                <c:pt idx="3108">
                  <c:v>81030</c:v>
                </c:pt>
                <c:pt idx="3109">
                  <c:v>81056.070000000007</c:v>
                </c:pt>
                <c:pt idx="3110">
                  <c:v>81082.14</c:v>
                </c:pt>
                <c:pt idx="3111">
                  <c:v>81108.210000000006</c:v>
                </c:pt>
                <c:pt idx="3112">
                  <c:v>81134.289999999994</c:v>
                </c:pt>
                <c:pt idx="3113">
                  <c:v>81160.36</c:v>
                </c:pt>
                <c:pt idx="3114">
                  <c:v>81186.429999999993</c:v>
                </c:pt>
                <c:pt idx="3115">
                  <c:v>81212.5</c:v>
                </c:pt>
                <c:pt idx="3116">
                  <c:v>81238.570000000007</c:v>
                </c:pt>
                <c:pt idx="3117">
                  <c:v>81264.639999999999</c:v>
                </c:pt>
                <c:pt idx="3118">
                  <c:v>81290.710000000006</c:v>
                </c:pt>
                <c:pt idx="3119">
                  <c:v>81316.789999999994</c:v>
                </c:pt>
                <c:pt idx="3120">
                  <c:v>81342.86</c:v>
                </c:pt>
                <c:pt idx="3121">
                  <c:v>81368.929999999993</c:v>
                </c:pt>
                <c:pt idx="3122">
                  <c:v>81395</c:v>
                </c:pt>
                <c:pt idx="3123">
                  <c:v>81421.070000000007</c:v>
                </c:pt>
                <c:pt idx="3124">
                  <c:v>81447.14</c:v>
                </c:pt>
                <c:pt idx="3125">
                  <c:v>81473.210000000006</c:v>
                </c:pt>
                <c:pt idx="3126">
                  <c:v>81499.289999999994</c:v>
                </c:pt>
                <c:pt idx="3127">
                  <c:v>81525.36</c:v>
                </c:pt>
                <c:pt idx="3128">
                  <c:v>81551.429999999993</c:v>
                </c:pt>
                <c:pt idx="3129">
                  <c:v>81577.5</c:v>
                </c:pt>
                <c:pt idx="3130">
                  <c:v>81603.570000000007</c:v>
                </c:pt>
                <c:pt idx="3131">
                  <c:v>81629.64</c:v>
                </c:pt>
                <c:pt idx="3132">
                  <c:v>81655.710000000006</c:v>
                </c:pt>
                <c:pt idx="3133">
                  <c:v>81681.789999999994</c:v>
                </c:pt>
                <c:pt idx="3134">
                  <c:v>81707.86</c:v>
                </c:pt>
                <c:pt idx="3135">
                  <c:v>81733.929999999993</c:v>
                </c:pt>
                <c:pt idx="3136">
                  <c:v>81760</c:v>
                </c:pt>
                <c:pt idx="3137">
                  <c:v>81786.070000000007</c:v>
                </c:pt>
                <c:pt idx="3138">
                  <c:v>81812.14</c:v>
                </c:pt>
                <c:pt idx="3139">
                  <c:v>81838.210000000006</c:v>
                </c:pt>
                <c:pt idx="3140">
                  <c:v>81864.289999999994</c:v>
                </c:pt>
                <c:pt idx="3141">
                  <c:v>81890.36</c:v>
                </c:pt>
                <c:pt idx="3142">
                  <c:v>81916.429999999993</c:v>
                </c:pt>
                <c:pt idx="3143">
                  <c:v>81942.5</c:v>
                </c:pt>
                <c:pt idx="3144">
                  <c:v>81968.570000000007</c:v>
                </c:pt>
                <c:pt idx="3145">
                  <c:v>81994.64</c:v>
                </c:pt>
                <c:pt idx="3146">
                  <c:v>82020.710000000006</c:v>
                </c:pt>
                <c:pt idx="3147">
                  <c:v>82046.789999999994</c:v>
                </c:pt>
                <c:pt idx="3148">
                  <c:v>82072.86</c:v>
                </c:pt>
                <c:pt idx="3149">
                  <c:v>82098.929999999993</c:v>
                </c:pt>
                <c:pt idx="3150">
                  <c:v>82125</c:v>
                </c:pt>
                <c:pt idx="3151">
                  <c:v>82151.070000000007</c:v>
                </c:pt>
                <c:pt idx="3152">
                  <c:v>82177.14</c:v>
                </c:pt>
                <c:pt idx="3153">
                  <c:v>82203.210000000006</c:v>
                </c:pt>
                <c:pt idx="3154">
                  <c:v>82229.289999999994</c:v>
                </c:pt>
                <c:pt idx="3155">
                  <c:v>82255.360000000001</c:v>
                </c:pt>
                <c:pt idx="3156">
                  <c:v>82281.429999999993</c:v>
                </c:pt>
                <c:pt idx="3157">
                  <c:v>82307.5</c:v>
                </c:pt>
                <c:pt idx="3158">
                  <c:v>82333.570000000007</c:v>
                </c:pt>
                <c:pt idx="3159">
                  <c:v>82359.64</c:v>
                </c:pt>
                <c:pt idx="3160">
                  <c:v>82385.710000000006</c:v>
                </c:pt>
                <c:pt idx="3161">
                  <c:v>82411.789999999994</c:v>
                </c:pt>
                <c:pt idx="3162">
                  <c:v>82437.86</c:v>
                </c:pt>
                <c:pt idx="3163">
                  <c:v>82463.929999999993</c:v>
                </c:pt>
                <c:pt idx="3164">
                  <c:v>82490</c:v>
                </c:pt>
                <c:pt idx="3165">
                  <c:v>82516.070000000007</c:v>
                </c:pt>
                <c:pt idx="3166">
                  <c:v>82542.14</c:v>
                </c:pt>
                <c:pt idx="3167">
                  <c:v>82568.210000000006</c:v>
                </c:pt>
                <c:pt idx="3168">
                  <c:v>82594.289999999994</c:v>
                </c:pt>
                <c:pt idx="3169">
                  <c:v>82620.36</c:v>
                </c:pt>
                <c:pt idx="3170">
                  <c:v>82646.429999999993</c:v>
                </c:pt>
                <c:pt idx="3171">
                  <c:v>82672.5</c:v>
                </c:pt>
                <c:pt idx="3172">
                  <c:v>82698.570000000007</c:v>
                </c:pt>
                <c:pt idx="3173">
                  <c:v>82724.639999999999</c:v>
                </c:pt>
                <c:pt idx="3174">
                  <c:v>82750.710000000006</c:v>
                </c:pt>
                <c:pt idx="3175">
                  <c:v>82776.789999999994</c:v>
                </c:pt>
                <c:pt idx="3176">
                  <c:v>82802.86</c:v>
                </c:pt>
                <c:pt idx="3177">
                  <c:v>82828.929999999993</c:v>
                </c:pt>
                <c:pt idx="3178">
                  <c:v>82855</c:v>
                </c:pt>
                <c:pt idx="3179">
                  <c:v>82881.070000000007</c:v>
                </c:pt>
                <c:pt idx="3180">
                  <c:v>82907.14</c:v>
                </c:pt>
                <c:pt idx="3181">
                  <c:v>82933.210000000006</c:v>
                </c:pt>
                <c:pt idx="3182">
                  <c:v>82959.289999999994</c:v>
                </c:pt>
                <c:pt idx="3183">
                  <c:v>82985.36</c:v>
                </c:pt>
                <c:pt idx="3184">
                  <c:v>83011.429999999993</c:v>
                </c:pt>
                <c:pt idx="3185">
                  <c:v>83037.5</c:v>
                </c:pt>
                <c:pt idx="3186">
                  <c:v>83063.570000000007</c:v>
                </c:pt>
                <c:pt idx="3187">
                  <c:v>83089.64</c:v>
                </c:pt>
                <c:pt idx="3188">
                  <c:v>83115.710000000006</c:v>
                </c:pt>
                <c:pt idx="3189">
                  <c:v>83141.789999999994</c:v>
                </c:pt>
                <c:pt idx="3190">
                  <c:v>83167.86</c:v>
                </c:pt>
                <c:pt idx="3191">
                  <c:v>83193.929999999993</c:v>
                </c:pt>
                <c:pt idx="3192">
                  <c:v>83220</c:v>
                </c:pt>
                <c:pt idx="3193">
                  <c:v>83246.070000000007</c:v>
                </c:pt>
                <c:pt idx="3194">
                  <c:v>83272.14</c:v>
                </c:pt>
                <c:pt idx="3195">
                  <c:v>83298.210000000006</c:v>
                </c:pt>
                <c:pt idx="3196">
                  <c:v>83324.289999999994</c:v>
                </c:pt>
                <c:pt idx="3197">
                  <c:v>83350.36</c:v>
                </c:pt>
                <c:pt idx="3198">
                  <c:v>83376.429999999993</c:v>
                </c:pt>
                <c:pt idx="3199">
                  <c:v>83402.5</c:v>
                </c:pt>
                <c:pt idx="3200">
                  <c:v>83428.570000000007</c:v>
                </c:pt>
                <c:pt idx="3201">
                  <c:v>83454.64</c:v>
                </c:pt>
                <c:pt idx="3202">
                  <c:v>83480.710000000006</c:v>
                </c:pt>
                <c:pt idx="3203">
                  <c:v>83506.789999999994</c:v>
                </c:pt>
                <c:pt idx="3204">
                  <c:v>83532.86</c:v>
                </c:pt>
                <c:pt idx="3205">
                  <c:v>83558.929999999993</c:v>
                </c:pt>
                <c:pt idx="3206">
                  <c:v>83585</c:v>
                </c:pt>
                <c:pt idx="3207">
                  <c:v>83611.070000000007</c:v>
                </c:pt>
                <c:pt idx="3208">
                  <c:v>83637.14</c:v>
                </c:pt>
                <c:pt idx="3209">
                  <c:v>83663.210000000006</c:v>
                </c:pt>
                <c:pt idx="3210">
                  <c:v>83689.289999999994</c:v>
                </c:pt>
                <c:pt idx="3211">
                  <c:v>83715.360000000001</c:v>
                </c:pt>
                <c:pt idx="3212">
                  <c:v>83741.429999999993</c:v>
                </c:pt>
                <c:pt idx="3213">
                  <c:v>83767.5</c:v>
                </c:pt>
                <c:pt idx="3214">
                  <c:v>83793.570000000007</c:v>
                </c:pt>
                <c:pt idx="3215">
                  <c:v>83819.64</c:v>
                </c:pt>
                <c:pt idx="3216">
                  <c:v>83845.710000000006</c:v>
                </c:pt>
                <c:pt idx="3217">
                  <c:v>83871.789999999994</c:v>
                </c:pt>
                <c:pt idx="3218">
                  <c:v>83897.86</c:v>
                </c:pt>
                <c:pt idx="3219">
                  <c:v>83923.93</c:v>
                </c:pt>
                <c:pt idx="3220">
                  <c:v>83950</c:v>
                </c:pt>
                <c:pt idx="3221">
                  <c:v>83976.07</c:v>
                </c:pt>
                <c:pt idx="3222">
                  <c:v>84002.14</c:v>
                </c:pt>
                <c:pt idx="3223">
                  <c:v>84028.21</c:v>
                </c:pt>
                <c:pt idx="3224">
                  <c:v>84054.29</c:v>
                </c:pt>
                <c:pt idx="3225">
                  <c:v>84080.36</c:v>
                </c:pt>
                <c:pt idx="3226">
                  <c:v>84106.43</c:v>
                </c:pt>
                <c:pt idx="3227">
                  <c:v>84132.5</c:v>
                </c:pt>
                <c:pt idx="3228">
                  <c:v>84158.57</c:v>
                </c:pt>
                <c:pt idx="3229">
                  <c:v>84184.639999999999</c:v>
                </c:pt>
                <c:pt idx="3230">
                  <c:v>84210.71</c:v>
                </c:pt>
                <c:pt idx="3231">
                  <c:v>84236.79</c:v>
                </c:pt>
                <c:pt idx="3232">
                  <c:v>84262.86</c:v>
                </c:pt>
                <c:pt idx="3233">
                  <c:v>84288.93</c:v>
                </c:pt>
                <c:pt idx="3234">
                  <c:v>84315</c:v>
                </c:pt>
                <c:pt idx="3235">
                  <c:v>84341.07</c:v>
                </c:pt>
                <c:pt idx="3236">
                  <c:v>84367.14</c:v>
                </c:pt>
                <c:pt idx="3237">
                  <c:v>84393.21</c:v>
                </c:pt>
                <c:pt idx="3238">
                  <c:v>84419.29</c:v>
                </c:pt>
                <c:pt idx="3239">
                  <c:v>84445.36</c:v>
                </c:pt>
                <c:pt idx="3240">
                  <c:v>84471.43</c:v>
                </c:pt>
                <c:pt idx="3241">
                  <c:v>84497.5</c:v>
                </c:pt>
                <c:pt idx="3242">
                  <c:v>84523.57</c:v>
                </c:pt>
                <c:pt idx="3243">
                  <c:v>84549.64</c:v>
                </c:pt>
                <c:pt idx="3244">
                  <c:v>84575.71</c:v>
                </c:pt>
                <c:pt idx="3245">
                  <c:v>84601.79</c:v>
                </c:pt>
                <c:pt idx="3246">
                  <c:v>84627.86</c:v>
                </c:pt>
                <c:pt idx="3247">
                  <c:v>84653.93</c:v>
                </c:pt>
                <c:pt idx="3248">
                  <c:v>84680</c:v>
                </c:pt>
                <c:pt idx="3249">
                  <c:v>84706.07</c:v>
                </c:pt>
                <c:pt idx="3250">
                  <c:v>84732.14</c:v>
                </c:pt>
                <c:pt idx="3251">
                  <c:v>84758.21</c:v>
                </c:pt>
                <c:pt idx="3252">
                  <c:v>84784.29</c:v>
                </c:pt>
                <c:pt idx="3253">
                  <c:v>84810.36</c:v>
                </c:pt>
                <c:pt idx="3254">
                  <c:v>84836.43</c:v>
                </c:pt>
                <c:pt idx="3255">
                  <c:v>84862.5</c:v>
                </c:pt>
                <c:pt idx="3256">
                  <c:v>84888.57</c:v>
                </c:pt>
                <c:pt idx="3257">
                  <c:v>84914.64</c:v>
                </c:pt>
                <c:pt idx="3258">
                  <c:v>84940.71</c:v>
                </c:pt>
                <c:pt idx="3259">
                  <c:v>84966.79</c:v>
                </c:pt>
                <c:pt idx="3260">
                  <c:v>84992.86</c:v>
                </c:pt>
                <c:pt idx="3261">
                  <c:v>85018.93</c:v>
                </c:pt>
                <c:pt idx="3262">
                  <c:v>85045</c:v>
                </c:pt>
                <c:pt idx="3263">
                  <c:v>85071.07</c:v>
                </c:pt>
                <c:pt idx="3264">
                  <c:v>85097.14</c:v>
                </c:pt>
                <c:pt idx="3265">
                  <c:v>85123.21</c:v>
                </c:pt>
                <c:pt idx="3266">
                  <c:v>85149.29</c:v>
                </c:pt>
                <c:pt idx="3267">
                  <c:v>85175.360000000001</c:v>
                </c:pt>
                <c:pt idx="3268">
                  <c:v>85201.43</c:v>
                </c:pt>
                <c:pt idx="3269">
                  <c:v>85227.5</c:v>
                </c:pt>
                <c:pt idx="3270">
                  <c:v>85253.57</c:v>
                </c:pt>
                <c:pt idx="3271">
                  <c:v>85279.64</c:v>
                </c:pt>
                <c:pt idx="3272">
                  <c:v>85305.71</c:v>
                </c:pt>
                <c:pt idx="3273">
                  <c:v>85331.79</c:v>
                </c:pt>
                <c:pt idx="3274">
                  <c:v>85357.86</c:v>
                </c:pt>
                <c:pt idx="3275">
                  <c:v>85383.93</c:v>
                </c:pt>
                <c:pt idx="3276">
                  <c:v>85410</c:v>
                </c:pt>
                <c:pt idx="3277">
                  <c:v>85436.07</c:v>
                </c:pt>
                <c:pt idx="3278">
                  <c:v>85462.14</c:v>
                </c:pt>
                <c:pt idx="3279">
                  <c:v>85488.21</c:v>
                </c:pt>
                <c:pt idx="3280">
                  <c:v>85514.29</c:v>
                </c:pt>
                <c:pt idx="3281">
                  <c:v>85540.36</c:v>
                </c:pt>
                <c:pt idx="3282">
                  <c:v>85566.43</c:v>
                </c:pt>
                <c:pt idx="3283">
                  <c:v>85592.5</c:v>
                </c:pt>
                <c:pt idx="3284">
                  <c:v>85618.57</c:v>
                </c:pt>
                <c:pt idx="3285">
                  <c:v>85644.64</c:v>
                </c:pt>
                <c:pt idx="3286">
                  <c:v>85670.71</c:v>
                </c:pt>
                <c:pt idx="3287">
                  <c:v>85696.79</c:v>
                </c:pt>
                <c:pt idx="3288">
                  <c:v>85722.86</c:v>
                </c:pt>
                <c:pt idx="3289">
                  <c:v>85748.93</c:v>
                </c:pt>
                <c:pt idx="3290">
                  <c:v>85775</c:v>
                </c:pt>
                <c:pt idx="3291">
                  <c:v>85801.07</c:v>
                </c:pt>
                <c:pt idx="3292">
                  <c:v>85827.14</c:v>
                </c:pt>
                <c:pt idx="3293">
                  <c:v>85853.21</c:v>
                </c:pt>
                <c:pt idx="3294">
                  <c:v>85879.29</c:v>
                </c:pt>
                <c:pt idx="3295">
                  <c:v>85905.36</c:v>
                </c:pt>
                <c:pt idx="3296">
                  <c:v>85931.43</c:v>
                </c:pt>
                <c:pt idx="3297">
                  <c:v>85957.5</c:v>
                </c:pt>
                <c:pt idx="3298">
                  <c:v>85983.57</c:v>
                </c:pt>
                <c:pt idx="3299">
                  <c:v>86009.64</c:v>
                </c:pt>
                <c:pt idx="3300">
                  <c:v>86035.71</c:v>
                </c:pt>
                <c:pt idx="3301">
                  <c:v>86061.79</c:v>
                </c:pt>
                <c:pt idx="3302">
                  <c:v>86087.86</c:v>
                </c:pt>
                <c:pt idx="3303">
                  <c:v>86113.93</c:v>
                </c:pt>
                <c:pt idx="3304">
                  <c:v>86140</c:v>
                </c:pt>
                <c:pt idx="3305">
                  <c:v>86166.07</c:v>
                </c:pt>
                <c:pt idx="3306">
                  <c:v>86192.14</c:v>
                </c:pt>
                <c:pt idx="3307">
                  <c:v>86218.21</c:v>
                </c:pt>
                <c:pt idx="3308">
                  <c:v>86244.29</c:v>
                </c:pt>
                <c:pt idx="3309">
                  <c:v>86270.36</c:v>
                </c:pt>
                <c:pt idx="3310">
                  <c:v>86296.43</c:v>
                </c:pt>
                <c:pt idx="3311">
                  <c:v>86322.5</c:v>
                </c:pt>
                <c:pt idx="3312">
                  <c:v>86348.57</c:v>
                </c:pt>
                <c:pt idx="3313">
                  <c:v>86374.64</c:v>
                </c:pt>
                <c:pt idx="3314">
                  <c:v>86400.71</c:v>
                </c:pt>
                <c:pt idx="3315">
                  <c:v>86426.79</c:v>
                </c:pt>
                <c:pt idx="3316">
                  <c:v>86452.86</c:v>
                </c:pt>
                <c:pt idx="3317">
                  <c:v>86478.93</c:v>
                </c:pt>
                <c:pt idx="3318">
                  <c:v>86505</c:v>
                </c:pt>
                <c:pt idx="3319">
                  <c:v>86531.07</c:v>
                </c:pt>
                <c:pt idx="3320">
                  <c:v>86557.14</c:v>
                </c:pt>
                <c:pt idx="3321">
                  <c:v>86583.21</c:v>
                </c:pt>
                <c:pt idx="3322">
                  <c:v>86609.29</c:v>
                </c:pt>
                <c:pt idx="3323">
                  <c:v>86635.36</c:v>
                </c:pt>
                <c:pt idx="3324">
                  <c:v>86661.43</c:v>
                </c:pt>
                <c:pt idx="3325">
                  <c:v>86687.5</c:v>
                </c:pt>
                <c:pt idx="3326">
                  <c:v>86713.57</c:v>
                </c:pt>
                <c:pt idx="3327">
                  <c:v>86739.64</c:v>
                </c:pt>
                <c:pt idx="3328">
                  <c:v>86765.71</c:v>
                </c:pt>
                <c:pt idx="3329">
                  <c:v>86791.79</c:v>
                </c:pt>
                <c:pt idx="3330">
                  <c:v>86817.86</c:v>
                </c:pt>
                <c:pt idx="3331">
                  <c:v>86843.93</c:v>
                </c:pt>
                <c:pt idx="3332">
                  <c:v>86870</c:v>
                </c:pt>
                <c:pt idx="3333">
                  <c:v>86896.07</c:v>
                </c:pt>
                <c:pt idx="3334">
                  <c:v>86922.14</c:v>
                </c:pt>
                <c:pt idx="3335">
                  <c:v>86948.21</c:v>
                </c:pt>
                <c:pt idx="3336">
                  <c:v>86974.29</c:v>
                </c:pt>
                <c:pt idx="3337">
                  <c:v>87000.36</c:v>
                </c:pt>
                <c:pt idx="3338">
                  <c:v>87026.43</c:v>
                </c:pt>
                <c:pt idx="3339">
                  <c:v>87052.5</c:v>
                </c:pt>
                <c:pt idx="3340">
                  <c:v>87078.57</c:v>
                </c:pt>
                <c:pt idx="3341">
                  <c:v>87104.639999999999</c:v>
                </c:pt>
                <c:pt idx="3342">
                  <c:v>87130.71</c:v>
                </c:pt>
                <c:pt idx="3343">
                  <c:v>87156.79</c:v>
                </c:pt>
                <c:pt idx="3344">
                  <c:v>87182.86</c:v>
                </c:pt>
                <c:pt idx="3345">
                  <c:v>87208.93</c:v>
                </c:pt>
                <c:pt idx="3346">
                  <c:v>87235</c:v>
                </c:pt>
                <c:pt idx="3347">
                  <c:v>87261.07</c:v>
                </c:pt>
                <c:pt idx="3348">
                  <c:v>87287.14</c:v>
                </c:pt>
                <c:pt idx="3349">
                  <c:v>87313.21</c:v>
                </c:pt>
                <c:pt idx="3350">
                  <c:v>87339.29</c:v>
                </c:pt>
                <c:pt idx="3351">
                  <c:v>87365.36</c:v>
                </c:pt>
                <c:pt idx="3352">
                  <c:v>87391.43</c:v>
                </c:pt>
                <c:pt idx="3353">
                  <c:v>87417.5</c:v>
                </c:pt>
                <c:pt idx="3354">
                  <c:v>87443.57</c:v>
                </c:pt>
                <c:pt idx="3355">
                  <c:v>87469.64</c:v>
                </c:pt>
                <c:pt idx="3356">
                  <c:v>87495.71</c:v>
                </c:pt>
                <c:pt idx="3357">
                  <c:v>87521.79</c:v>
                </c:pt>
                <c:pt idx="3358">
                  <c:v>87547.86</c:v>
                </c:pt>
                <c:pt idx="3359">
                  <c:v>87573.93</c:v>
                </c:pt>
                <c:pt idx="3360">
                  <c:v>87600</c:v>
                </c:pt>
                <c:pt idx="3361">
                  <c:v>87626.07</c:v>
                </c:pt>
                <c:pt idx="3362">
                  <c:v>87652.14</c:v>
                </c:pt>
                <c:pt idx="3363">
                  <c:v>87678.21</c:v>
                </c:pt>
                <c:pt idx="3364">
                  <c:v>87704.29</c:v>
                </c:pt>
                <c:pt idx="3365">
                  <c:v>87730.36</c:v>
                </c:pt>
                <c:pt idx="3366">
                  <c:v>87756.43</c:v>
                </c:pt>
                <c:pt idx="3367">
                  <c:v>87782.5</c:v>
                </c:pt>
                <c:pt idx="3368">
                  <c:v>87808.57</c:v>
                </c:pt>
                <c:pt idx="3369">
                  <c:v>87834.64</c:v>
                </c:pt>
                <c:pt idx="3370">
                  <c:v>87860.71</c:v>
                </c:pt>
                <c:pt idx="3371">
                  <c:v>87886.79</c:v>
                </c:pt>
                <c:pt idx="3372">
                  <c:v>87912.86</c:v>
                </c:pt>
                <c:pt idx="3373">
                  <c:v>87938.93</c:v>
                </c:pt>
                <c:pt idx="3374">
                  <c:v>87965</c:v>
                </c:pt>
                <c:pt idx="3375">
                  <c:v>87991.07</c:v>
                </c:pt>
                <c:pt idx="3376">
                  <c:v>88017.14</c:v>
                </c:pt>
                <c:pt idx="3377">
                  <c:v>88043.21</c:v>
                </c:pt>
                <c:pt idx="3378">
                  <c:v>88069.29</c:v>
                </c:pt>
                <c:pt idx="3379">
                  <c:v>88095.360000000001</c:v>
                </c:pt>
                <c:pt idx="3380">
                  <c:v>88121.43</c:v>
                </c:pt>
                <c:pt idx="3381">
                  <c:v>88147.5</c:v>
                </c:pt>
                <c:pt idx="3382">
                  <c:v>88173.57</c:v>
                </c:pt>
                <c:pt idx="3383">
                  <c:v>88199.64</c:v>
                </c:pt>
                <c:pt idx="3384">
                  <c:v>88225.71</c:v>
                </c:pt>
                <c:pt idx="3385">
                  <c:v>88251.79</c:v>
                </c:pt>
                <c:pt idx="3386">
                  <c:v>88277.86</c:v>
                </c:pt>
                <c:pt idx="3387">
                  <c:v>88303.93</c:v>
                </c:pt>
                <c:pt idx="3388">
                  <c:v>88330</c:v>
                </c:pt>
                <c:pt idx="3389">
                  <c:v>88356.07</c:v>
                </c:pt>
                <c:pt idx="3390">
                  <c:v>88382.14</c:v>
                </c:pt>
                <c:pt idx="3391">
                  <c:v>88408.21</c:v>
                </c:pt>
                <c:pt idx="3392">
                  <c:v>88434.29</c:v>
                </c:pt>
                <c:pt idx="3393">
                  <c:v>88460.36</c:v>
                </c:pt>
                <c:pt idx="3394">
                  <c:v>88486.43</c:v>
                </c:pt>
                <c:pt idx="3395">
                  <c:v>88512.5</c:v>
                </c:pt>
                <c:pt idx="3396">
                  <c:v>88538.57</c:v>
                </c:pt>
                <c:pt idx="3397">
                  <c:v>88564.64</c:v>
                </c:pt>
                <c:pt idx="3398">
                  <c:v>88590.71</c:v>
                </c:pt>
                <c:pt idx="3399">
                  <c:v>88616.79</c:v>
                </c:pt>
                <c:pt idx="3400">
                  <c:v>88642.86</c:v>
                </c:pt>
                <c:pt idx="3401">
                  <c:v>88668.93</c:v>
                </c:pt>
                <c:pt idx="3402">
                  <c:v>88695</c:v>
                </c:pt>
                <c:pt idx="3403">
                  <c:v>88721.07</c:v>
                </c:pt>
                <c:pt idx="3404">
                  <c:v>88747.14</c:v>
                </c:pt>
                <c:pt idx="3405">
                  <c:v>88773.21</c:v>
                </c:pt>
                <c:pt idx="3406">
                  <c:v>88799.29</c:v>
                </c:pt>
                <c:pt idx="3407">
                  <c:v>88825.36</c:v>
                </c:pt>
                <c:pt idx="3408">
                  <c:v>88851.43</c:v>
                </c:pt>
                <c:pt idx="3409">
                  <c:v>88877.5</c:v>
                </c:pt>
                <c:pt idx="3410">
                  <c:v>88903.57</c:v>
                </c:pt>
                <c:pt idx="3411">
                  <c:v>88929.64</c:v>
                </c:pt>
                <c:pt idx="3412">
                  <c:v>88955.71</c:v>
                </c:pt>
                <c:pt idx="3413">
                  <c:v>88981.79</c:v>
                </c:pt>
                <c:pt idx="3414">
                  <c:v>89007.86</c:v>
                </c:pt>
                <c:pt idx="3415">
                  <c:v>89033.93</c:v>
                </c:pt>
                <c:pt idx="3416">
                  <c:v>89060</c:v>
                </c:pt>
                <c:pt idx="3417">
                  <c:v>89086.07</c:v>
                </c:pt>
                <c:pt idx="3418">
                  <c:v>89112.14</c:v>
                </c:pt>
                <c:pt idx="3419">
                  <c:v>89138.21</c:v>
                </c:pt>
                <c:pt idx="3420">
                  <c:v>89164.29</c:v>
                </c:pt>
                <c:pt idx="3421">
                  <c:v>89190.36</c:v>
                </c:pt>
                <c:pt idx="3422">
                  <c:v>89216.43</c:v>
                </c:pt>
                <c:pt idx="3423">
                  <c:v>89242.5</c:v>
                </c:pt>
                <c:pt idx="3424">
                  <c:v>89268.57</c:v>
                </c:pt>
                <c:pt idx="3425">
                  <c:v>89294.64</c:v>
                </c:pt>
                <c:pt idx="3426">
                  <c:v>89320.71</c:v>
                </c:pt>
                <c:pt idx="3427">
                  <c:v>89346.79</c:v>
                </c:pt>
                <c:pt idx="3428">
                  <c:v>89372.86</c:v>
                </c:pt>
                <c:pt idx="3429">
                  <c:v>89398.93</c:v>
                </c:pt>
                <c:pt idx="3430">
                  <c:v>89425</c:v>
                </c:pt>
                <c:pt idx="3431">
                  <c:v>89451.07</c:v>
                </c:pt>
                <c:pt idx="3432">
                  <c:v>89477.14</c:v>
                </c:pt>
                <c:pt idx="3433">
                  <c:v>89503.21</c:v>
                </c:pt>
                <c:pt idx="3434">
                  <c:v>89529.29</c:v>
                </c:pt>
                <c:pt idx="3435">
                  <c:v>89555.36</c:v>
                </c:pt>
                <c:pt idx="3436">
                  <c:v>89581.43</c:v>
                </c:pt>
                <c:pt idx="3437">
                  <c:v>89607.5</c:v>
                </c:pt>
                <c:pt idx="3438">
                  <c:v>89633.57</c:v>
                </c:pt>
                <c:pt idx="3439">
                  <c:v>89659.64</c:v>
                </c:pt>
                <c:pt idx="3440">
                  <c:v>89685.71</c:v>
                </c:pt>
                <c:pt idx="3441">
                  <c:v>89711.79</c:v>
                </c:pt>
                <c:pt idx="3442">
                  <c:v>89737.86</c:v>
                </c:pt>
                <c:pt idx="3443">
                  <c:v>89763.93</c:v>
                </c:pt>
                <c:pt idx="3444">
                  <c:v>89790</c:v>
                </c:pt>
                <c:pt idx="3445">
                  <c:v>89816.07</c:v>
                </c:pt>
                <c:pt idx="3446">
                  <c:v>89842.14</c:v>
                </c:pt>
                <c:pt idx="3447">
                  <c:v>89868.21</c:v>
                </c:pt>
                <c:pt idx="3448">
                  <c:v>89894.29</c:v>
                </c:pt>
                <c:pt idx="3449">
                  <c:v>89920.36</c:v>
                </c:pt>
                <c:pt idx="3450">
                  <c:v>89946.43</c:v>
                </c:pt>
                <c:pt idx="3451">
                  <c:v>89972.5</c:v>
                </c:pt>
                <c:pt idx="3452">
                  <c:v>89998.57</c:v>
                </c:pt>
                <c:pt idx="3453">
                  <c:v>90024.639999999999</c:v>
                </c:pt>
                <c:pt idx="3454">
                  <c:v>90050.71</c:v>
                </c:pt>
                <c:pt idx="3455">
                  <c:v>90076.79</c:v>
                </c:pt>
                <c:pt idx="3456">
                  <c:v>90102.86</c:v>
                </c:pt>
                <c:pt idx="3457">
                  <c:v>90128.93</c:v>
                </c:pt>
                <c:pt idx="3458">
                  <c:v>90155</c:v>
                </c:pt>
                <c:pt idx="3459">
                  <c:v>90181.07</c:v>
                </c:pt>
                <c:pt idx="3460">
                  <c:v>90207.14</c:v>
                </c:pt>
                <c:pt idx="3461">
                  <c:v>90233.21</c:v>
                </c:pt>
                <c:pt idx="3462">
                  <c:v>90259.29</c:v>
                </c:pt>
                <c:pt idx="3463">
                  <c:v>90285.36</c:v>
                </c:pt>
                <c:pt idx="3464">
                  <c:v>90311.43</c:v>
                </c:pt>
                <c:pt idx="3465">
                  <c:v>90337.5</c:v>
                </c:pt>
                <c:pt idx="3466">
                  <c:v>90363.57</c:v>
                </c:pt>
                <c:pt idx="3467">
                  <c:v>90389.64</c:v>
                </c:pt>
                <c:pt idx="3468">
                  <c:v>90415.71</c:v>
                </c:pt>
                <c:pt idx="3469">
                  <c:v>90441.79</c:v>
                </c:pt>
                <c:pt idx="3470">
                  <c:v>90467.86</c:v>
                </c:pt>
                <c:pt idx="3471">
                  <c:v>90493.93</c:v>
                </c:pt>
                <c:pt idx="3472">
                  <c:v>90520</c:v>
                </c:pt>
                <c:pt idx="3473">
                  <c:v>90546.07</c:v>
                </c:pt>
                <c:pt idx="3474">
                  <c:v>90572.14</c:v>
                </c:pt>
                <c:pt idx="3475">
                  <c:v>90598.21</c:v>
                </c:pt>
                <c:pt idx="3476">
                  <c:v>90624.29</c:v>
                </c:pt>
                <c:pt idx="3477">
                  <c:v>90650.36</c:v>
                </c:pt>
                <c:pt idx="3478">
                  <c:v>90676.43</c:v>
                </c:pt>
                <c:pt idx="3479">
                  <c:v>90702.5</c:v>
                </c:pt>
                <c:pt idx="3480">
                  <c:v>90728.57</c:v>
                </c:pt>
                <c:pt idx="3481">
                  <c:v>90754.64</c:v>
                </c:pt>
                <c:pt idx="3482">
                  <c:v>90780.71</c:v>
                </c:pt>
                <c:pt idx="3483">
                  <c:v>90806.79</c:v>
                </c:pt>
                <c:pt idx="3484">
                  <c:v>90832.86</c:v>
                </c:pt>
                <c:pt idx="3485">
                  <c:v>90858.93</c:v>
                </c:pt>
                <c:pt idx="3486">
                  <c:v>90885</c:v>
                </c:pt>
                <c:pt idx="3487">
                  <c:v>90911.07</c:v>
                </c:pt>
                <c:pt idx="3488">
                  <c:v>90937.14</c:v>
                </c:pt>
                <c:pt idx="3489">
                  <c:v>90963.21</c:v>
                </c:pt>
                <c:pt idx="3490">
                  <c:v>90989.29</c:v>
                </c:pt>
                <c:pt idx="3491">
                  <c:v>91015.360000000001</c:v>
                </c:pt>
                <c:pt idx="3492">
                  <c:v>91041.43</c:v>
                </c:pt>
                <c:pt idx="3493">
                  <c:v>91067.5</c:v>
                </c:pt>
                <c:pt idx="3494">
                  <c:v>91093.57</c:v>
                </c:pt>
                <c:pt idx="3495">
                  <c:v>91119.64</c:v>
                </c:pt>
                <c:pt idx="3496">
                  <c:v>91145.71</c:v>
                </c:pt>
                <c:pt idx="3497">
                  <c:v>91171.79</c:v>
                </c:pt>
                <c:pt idx="3498">
                  <c:v>91197.86</c:v>
                </c:pt>
                <c:pt idx="3499">
                  <c:v>91223.93</c:v>
                </c:pt>
                <c:pt idx="3500">
                  <c:v>91250</c:v>
                </c:pt>
                <c:pt idx="3501">
                  <c:v>91276.07</c:v>
                </c:pt>
                <c:pt idx="3502">
                  <c:v>91302.14</c:v>
                </c:pt>
                <c:pt idx="3503">
                  <c:v>91328.21</c:v>
                </c:pt>
                <c:pt idx="3504">
                  <c:v>91354.29</c:v>
                </c:pt>
                <c:pt idx="3505">
                  <c:v>91380.36</c:v>
                </c:pt>
                <c:pt idx="3506">
                  <c:v>91406.43</c:v>
                </c:pt>
                <c:pt idx="3507">
                  <c:v>91432.5</c:v>
                </c:pt>
                <c:pt idx="3508">
                  <c:v>91458.57</c:v>
                </c:pt>
                <c:pt idx="3509">
                  <c:v>91484.64</c:v>
                </c:pt>
                <c:pt idx="3510">
                  <c:v>91510.71</c:v>
                </c:pt>
                <c:pt idx="3511">
                  <c:v>91536.79</c:v>
                </c:pt>
                <c:pt idx="3512">
                  <c:v>91562.86</c:v>
                </c:pt>
                <c:pt idx="3513">
                  <c:v>91588.93</c:v>
                </c:pt>
                <c:pt idx="3514">
                  <c:v>91615</c:v>
                </c:pt>
                <c:pt idx="3515">
                  <c:v>91641.07</c:v>
                </c:pt>
                <c:pt idx="3516">
                  <c:v>91667.14</c:v>
                </c:pt>
                <c:pt idx="3517">
                  <c:v>91693.21</c:v>
                </c:pt>
                <c:pt idx="3518">
                  <c:v>91719.29</c:v>
                </c:pt>
                <c:pt idx="3519">
                  <c:v>91745.36</c:v>
                </c:pt>
                <c:pt idx="3520">
                  <c:v>91771.43</c:v>
                </c:pt>
                <c:pt idx="3521">
                  <c:v>91797.5</c:v>
                </c:pt>
                <c:pt idx="3522">
                  <c:v>91823.57</c:v>
                </c:pt>
                <c:pt idx="3523">
                  <c:v>91849.64</c:v>
                </c:pt>
                <c:pt idx="3524">
                  <c:v>91875.71</c:v>
                </c:pt>
                <c:pt idx="3525">
                  <c:v>91901.79</c:v>
                </c:pt>
                <c:pt idx="3526">
                  <c:v>91927.86</c:v>
                </c:pt>
                <c:pt idx="3527">
                  <c:v>91953.93</c:v>
                </c:pt>
                <c:pt idx="3528">
                  <c:v>91980</c:v>
                </c:pt>
                <c:pt idx="3529">
                  <c:v>92006.07</c:v>
                </c:pt>
                <c:pt idx="3530">
                  <c:v>92032.14</c:v>
                </c:pt>
                <c:pt idx="3531">
                  <c:v>92058.21</c:v>
                </c:pt>
                <c:pt idx="3532">
                  <c:v>92084.29</c:v>
                </c:pt>
                <c:pt idx="3533">
                  <c:v>92110.36</c:v>
                </c:pt>
                <c:pt idx="3534">
                  <c:v>92136.43</c:v>
                </c:pt>
                <c:pt idx="3535">
                  <c:v>92162.5</c:v>
                </c:pt>
                <c:pt idx="3536">
                  <c:v>92188.57</c:v>
                </c:pt>
                <c:pt idx="3537">
                  <c:v>92214.64</c:v>
                </c:pt>
                <c:pt idx="3538">
                  <c:v>92240.71</c:v>
                </c:pt>
                <c:pt idx="3539">
                  <c:v>92266.79</c:v>
                </c:pt>
                <c:pt idx="3540">
                  <c:v>92292.86</c:v>
                </c:pt>
                <c:pt idx="3541">
                  <c:v>92318.93</c:v>
                </c:pt>
                <c:pt idx="3542">
                  <c:v>92345</c:v>
                </c:pt>
                <c:pt idx="3543">
                  <c:v>92371.07</c:v>
                </c:pt>
                <c:pt idx="3544">
                  <c:v>92397.14</c:v>
                </c:pt>
                <c:pt idx="3545">
                  <c:v>92423.21</c:v>
                </c:pt>
                <c:pt idx="3546">
                  <c:v>92449.29</c:v>
                </c:pt>
                <c:pt idx="3547">
                  <c:v>92475.36</c:v>
                </c:pt>
                <c:pt idx="3548">
                  <c:v>92501.43</c:v>
                </c:pt>
                <c:pt idx="3549">
                  <c:v>92527.5</c:v>
                </c:pt>
                <c:pt idx="3550">
                  <c:v>92553.57</c:v>
                </c:pt>
                <c:pt idx="3551">
                  <c:v>92579.64</c:v>
                </c:pt>
                <c:pt idx="3552">
                  <c:v>92605.71</c:v>
                </c:pt>
                <c:pt idx="3553">
                  <c:v>92631.79</c:v>
                </c:pt>
                <c:pt idx="3554">
                  <c:v>92657.86</c:v>
                </c:pt>
                <c:pt idx="3555">
                  <c:v>92683.93</c:v>
                </c:pt>
                <c:pt idx="3556">
                  <c:v>92710</c:v>
                </c:pt>
                <c:pt idx="3557">
                  <c:v>92736.07</c:v>
                </c:pt>
                <c:pt idx="3558">
                  <c:v>92762.14</c:v>
                </c:pt>
                <c:pt idx="3559">
                  <c:v>92788.21</c:v>
                </c:pt>
                <c:pt idx="3560">
                  <c:v>92814.29</c:v>
                </c:pt>
                <c:pt idx="3561">
                  <c:v>92840.36</c:v>
                </c:pt>
                <c:pt idx="3562">
                  <c:v>92866.43</c:v>
                </c:pt>
                <c:pt idx="3563">
                  <c:v>92892.5</c:v>
                </c:pt>
                <c:pt idx="3564">
                  <c:v>92918.57</c:v>
                </c:pt>
                <c:pt idx="3565">
                  <c:v>92944.639999999999</c:v>
                </c:pt>
                <c:pt idx="3566">
                  <c:v>92970.71</c:v>
                </c:pt>
                <c:pt idx="3567">
                  <c:v>92996.79</c:v>
                </c:pt>
                <c:pt idx="3568">
                  <c:v>93022.86</c:v>
                </c:pt>
                <c:pt idx="3569">
                  <c:v>93048.93</c:v>
                </c:pt>
                <c:pt idx="3570">
                  <c:v>93075</c:v>
                </c:pt>
                <c:pt idx="3571">
                  <c:v>93101.07</c:v>
                </c:pt>
                <c:pt idx="3572">
                  <c:v>93127.14</c:v>
                </c:pt>
                <c:pt idx="3573">
                  <c:v>93153.21</c:v>
                </c:pt>
                <c:pt idx="3574">
                  <c:v>93179.29</c:v>
                </c:pt>
                <c:pt idx="3575">
                  <c:v>93205.36</c:v>
                </c:pt>
                <c:pt idx="3576">
                  <c:v>93231.43</c:v>
                </c:pt>
                <c:pt idx="3577">
                  <c:v>93257.5</c:v>
                </c:pt>
                <c:pt idx="3578">
                  <c:v>93283.57</c:v>
                </c:pt>
                <c:pt idx="3579">
                  <c:v>93309.64</c:v>
                </c:pt>
                <c:pt idx="3580">
                  <c:v>93335.71</c:v>
                </c:pt>
                <c:pt idx="3581">
                  <c:v>93361.79</c:v>
                </c:pt>
                <c:pt idx="3582">
                  <c:v>93387.86</c:v>
                </c:pt>
                <c:pt idx="3583">
                  <c:v>93413.93</c:v>
                </c:pt>
                <c:pt idx="3584">
                  <c:v>93440</c:v>
                </c:pt>
                <c:pt idx="3585">
                  <c:v>93466.07</c:v>
                </c:pt>
                <c:pt idx="3586">
                  <c:v>93492.14</c:v>
                </c:pt>
                <c:pt idx="3587">
                  <c:v>93518.21</c:v>
                </c:pt>
                <c:pt idx="3588">
                  <c:v>93544.29</c:v>
                </c:pt>
                <c:pt idx="3589">
                  <c:v>93570.36</c:v>
                </c:pt>
                <c:pt idx="3590">
                  <c:v>93596.43</c:v>
                </c:pt>
                <c:pt idx="3591">
                  <c:v>93622.5</c:v>
                </c:pt>
                <c:pt idx="3592">
                  <c:v>93648.57</c:v>
                </c:pt>
                <c:pt idx="3593">
                  <c:v>93674.64</c:v>
                </c:pt>
                <c:pt idx="3594">
                  <c:v>93700.71</c:v>
                </c:pt>
                <c:pt idx="3595">
                  <c:v>93726.79</c:v>
                </c:pt>
                <c:pt idx="3596">
                  <c:v>93752.86</c:v>
                </c:pt>
                <c:pt idx="3597">
                  <c:v>93778.93</c:v>
                </c:pt>
                <c:pt idx="3598">
                  <c:v>93805</c:v>
                </c:pt>
                <c:pt idx="3599">
                  <c:v>93831.07</c:v>
                </c:pt>
                <c:pt idx="3600">
                  <c:v>93857.14</c:v>
                </c:pt>
                <c:pt idx="3601">
                  <c:v>93883.21</c:v>
                </c:pt>
                <c:pt idx="3602">
                  <c:v>93909.29</c:v>
                </c:pt>
                <c:pt idx="3603">
                  <c:v>93935.360000000001</c:v>
                </c:pt>
                <c:pt idx="3604">
                  <c:v>93961.43</c:v>
                </c:pt>
                <c:pt idx="3605">
                  <c:v>93987.5</c:v>
                </c:pt>
                <c:pt idx="3606">
                  <c:v>94013.57</c:v>
                </c:pt>
                <c:pt idx="3607">
                  <c:v>94039.64</c:v>
                </c:pt>
                <c:pt idx="3608">
                  <c:v>94065.71</c:v>
                </c:pt>
                <c:pt idx="3609">
                  <c:v>94091.79</c:v>
                </c:pt>
                <c:pt idx="3610">
                  <c:v>94117.86</c:v>
                </c:pt>
                <c:pt idx="3611">
                  <c:v>94143.93</c:v>
                </c:pt>
                <c:pt idx="3612">
                  <c:v>94170</c:v>
                </c:pt>
                <c:pt idx="3613">
                  <c:v>94196.07</c:v>
                </c:pt>
                <c:pt idx="3614">
                  <c:v>94222.14</c:v>
                </c:pt>
                <c:pt idx="3615">
                  <c:v>94248.21</c:v>
                </c:pt>
                <c:pt idx="3616">
                  <c:v>94274.29</c:v>
                </c:pt>
                <c:pt idx="3617">
                  <c:v>94300.36</c:v>
                </c:pt>
                <c:pt idx="3618">
                  <c:v>94326.43</c:v>
                </c:pt>
                <c:pt idx="3619">
                  <c:v>94352.5</c:v>
                </c:pt>
                <c:pt idx="3620">
                  <c:v>94378.57</c:v>
                </c:pt>
                <c:pt idx="3621">
                  <c:v>94404.64</c:v>
                </c:pt>
                <c:pt idx="3622">
                  <c:v>94430.71</c:v>
                </c:pt>
                <c:pt idx="3623">
                  <c:v>94456.79</c:v>
                </c:pt>
                <c:pt idx="3624">
                  <c:v>94482.86</c:v>
                </c:pt>
                <c:pt idx="3625">
                  <c:v>94508.93</c:v>
                </c:pt>
                <c:pt idx="3626">
                  <c:v>94535</c:v>
                </c:pt>
                <c:pt idx="3627">
                  <c:v>94561.07</c:v>
                </c:pt>
                <c:pt idx="3628">
                  <c:v>94587.14</c:v>
                </c:pt>
                <c:pt idx="3629">
                  <c:v>94613.21</c:v>
                </c:pt>
                <c:pt idx="3630">
                  <c:v>94639.29</c:v>
                </c:pt>
                <c:pt idx="3631">
                  <c:v>94665.36</c:v>
                </c:pt>
                <c:pt idx="3632">
                  <c:v>94691.43</c:v>
                </c:pt>
                <c:pt idx="3633">
                  <c:v>94717.5</c:v>
                </c:pt>
                <c:pt idx="3634">
                  <c:v>94743.57</c:v>
                </c:pt>
                <c:pt idx="3635">
                  <c:v>94769.64</c:v>
                </c:pt>
                <c:pt idx="3636">
                  <c:v>94795.71</c:v>
                </c:pt>
                <c:pt idx="3637">
                  <c:v>94821.79</c:v>
                </c:pt>
                <c:pt idx="3638">
                  <c:v>94847.86</c:v>
                </c:pt>
                <c:pt idx="3639">
                  <c:v>94873.93</c:v>
                </c:pt>
                <c:pt idx="3640">
                  <c:v>94900</c:v>
                </c:pt>
                <c:pt idx="3641">
                  <c:v>94926.07</c:v>
                </c:pt>
                <c:pt idx="3642">
                  <c:v>94952.14</c:v>
                </c:pt>
                <c:pt idx="3643">
                  <c:v>94978.21</c:v>
                </c:pt>
                <c:pt idx="3644">
                  <c:v>95004.29</c:v>
                </c:pt>
                <c:pt idx="3645">
                  <c:v>95030.36</c:v>
                </c:pt>
                <c:pt idx="3646">
                  <c:v>95056.43</c:v>
                </c:pt>
                <c:pt idx="3647">
                  <c:v>95082.5</c:v>
                </c:pt>
                <c:pt idx="3648">
                  <c:v>95108.57</c:v>
                </c:pt>
                <c:pt idx="3649">
                  <c:v>95134.64</c:v>
                </c:pt>
                <c:pt idx="3650">
                  <c:v>95160.71</c:v>
                </c:pt>
                <c:pt idx="3651">
                  <c:v>95186.79</c:v>
                </c:pt>
                <c:pt idx="3652">
                  <c:v>95212.86</c:v>
                </c:pt>
                <c:pt idx="3653">
                  <c:v>95238.93</c:v>
                </c:pt>
                <c:pt idx="3654">
                  <c:v>95265</c:v>
                </c:pt>
                <c:pt idx="3655">
                  <c:v>95291.07</c:v>
                </c:pt>
                <c:pt idx="3656">
                  <c:v>95317.14</c:v>
                </c:pt>
                <c:pt idx="3657">
                  <c:v>95343.21</c:v>
                </c:pt>
                <c:pt idx="3658">
                  <c:v>95369.29</c:v>
                </c:pt>
                <c:pt idx="3659">
                  <c:v>95395.36</c:v>
                </c:pt>
                <c:pt idx="3660">
                  <c:v>95421.43</c:v>
                </c:pt>
                <c:pt idx="3661">
                  <c:v>95447.5</c:v>
                </c:pt>
                <c:pt idx="3662">
                  <c:v>95473.57</c:v>
                </c:pt>
                <c:pt idx="3663">
                  <c:v>95499.64</c:v>
                </c:pt>
                <c:pt idx="3664">
                  <c:v>95525.71</c:v>
                </c:pt>
                <c:pt idx="3665">
                  <c:v>95551.79</c:v>
                </c:pt>
                <c:pt idx="3666">
                  <c:v>95577.86</c:v>
                </c:pt>
                <c:pt idx="3667">
                  <c:v>95603.93</c:v>
                </c:pt>
                <c:pt idx="3668">
                  <c:v>95630</c:v>
                </c:pt>
                <c:pt idx="3669">
                  <c:v>95656.07</c:v>
                </c:pt>
                <c:pt idx="3670">
                  <c:v>95682.14</c:v>
                </c:pt>
                <c:pt idx="3671">
                  <c:v>95708.21</c:v>
                </c:pt>
                <c:pt idx="3672">
                  <c:v>95734.29</c:v>
                </c:pt>
                <c:pt idx="3673">
                  <c:v>95760.36</c:v>
                </c:pt>
                <c:pt idx="3674">
                  <c:v>95786.43</c:v>
                </c:pt>
                <c:pt idx="3675">
                  <c:v>95812.5</c:v>
                </c:pt>
                <c:pt idx="3676">
                  <c:v>95838.57</c:v>
                </c:pt>
                <c:pt idx="3677">
                  <c:v>95864.639999999999</c:v>
                </c:pt>
                <c:pt idx="3678">
                  <c:v>95890.71</c:v>
                </c:pt>
                <c:pt idx="3679">
                  <c:v>95916.79</c:v>
                </c:pt>
                <c:pt idx="3680">
                  <c:v>95942.86</c:v>
                </c:pt>
                <c:pt idx="3681">
                  <c:v>95968.93</c:v>
                </c:pt>
                <c:pt idx="3682">
                  <c:v>95995</c:v>
                </c:pt>
                <c:pt idx="3683">
                  <c:v>96021.07</c:v>
                </c:pt>
                <c:pt idx="3684">
                  <c:v>96047.14</c:v>
                </c:pt>
                <c:pt idx="3685">
                  <c:v>96073.21</c:v>
                </c:pt>
                <c:pt idx="3686">
                  <c:v>96099.29</c:v>
                </c:pt>
                <c:pt idx="3687">
                  <c:v>96125.36</c:v>
                </c:pt>
                <c:pt idx="3688">
                  <c:v>96151.43</c:v>
                </c:pt>
                <c:pt idx="3689">
                  <c:v>96177.5</c:v>
                </c:pt>
                <c:pt idx="3690">
                  <c:v>96203.57</c:v>
                </c:pt>
                <c:pt idx="3691">
                  <c:v>96229.64</c:v>
                </c:pt>
                <c:pt idx="3692">
                  <c:v>96255.71</c:v>
                </c:pt>
                <c:pt idx="3693">
                  <c:v>96281.79</c:v>
                </c:pt>
                <c:pt idx="3694">
                  <c:v>96307.86</c:v>
                </c:pt>
                <c:pt idx="3695">
                  <c:v>96333.93</c:v>
                </c:pt>
                <c:pt idx="3696">
                  <c:v>96360</c:v>
                </c:pt>
                <c:pt idx="3697">
                  <c:v>96386.07</c:v>
                </c:pt>
                <c:pt idx="3698">
                  <c:v>96412.14</c:v>
                </c:pt>
                <c:pt idx="3699">
                  <c:v>96438.21</c:v>
                </c:pt>
                <c:pt idx="3700">
                  <c:v>96464.29</c:v>
                </c:pt>
                <c:pt idx="3701">
                  <c:v>96490.36</c:v>
                </c:pt>
                <c:pt idx="3702">
                  <c:v>96516.43</c:v>
                </c:pt>
                <c:pt idx="3703">
                  <c:v>96542.5</c:v>
                </c:pt>
                <c:pt idx="3704">
                  <c:v>96568.57</c:v>
                </c:pt>
                <c:pt idx="3705">
                  <c:v>96594.64</c:v>
                </c:pt>
                <c:pt idx="3706">
                  <c:v>96620.71</c:v>
                </c:pt>
                <c:pt idx="3707">
                  <c:v>96646.79</c:v>
                </c:pt>
                <c:pt idx="3708">
                  <c:v>96672.86</c:v>
                </c:pt>
                <c:pt idx="3709">
                  <c:v>96698.93</c:v>
                </c:pt>
                <c:pt idx="3710">
                  <c:v>96725</c:v>
                </c:pt>
                <c:pt idx="3711">
                  <c:v>96751.07</c:v>
                </c:pt>
                <c:pt idx="3712">
                  <c:v>96777.14</c:v>
                </c:pt>
                <c:pt idx="3713">
                  <c:v>96803.21</c:v>
                </c:pt>
                <c:pt idx="3714">
                  <c:v>96829.29</c:v>
                </c:pt>
                <c:pt idx="3715">
                  <c:v>96855.360000000001</c:v>
                </c:pt>
                <c:pt idx="3716">
                  <c:v>96881.43</c:v>
                </c:pt>
                <c:pt idx="3717">
                  <c:v>96907.5</c:v>
                </c:pt>
                <c:pt idx="3718">
                  <c:v>96933.57</c:v>
                </c:pt>
                <c:pt idx="3719">
                  <c:v>96959.64</c:v>
                </c:pt>
                <c:pt idx="3720">
                  <c:v>96985.71</c:v>
                </c:pt>
                <c:pt idx="3721">
                  <c:v>97011.79</c:v>
                </c:pt>
                <c:pt idx="3722">
                  <c:v>97037.86</c:v>
                </c:pt>
                <c:pt idx="3723">
                  <c:v>97063.93</c:v>
                </c:pt>
                <c:pt idx="3724">
                  <c:v>97090</c:v>
                </c:pt>
                <c:pt idx="3725">
                  <c:v>97116.07</c:v>
                </c:pt>
                <c:pt idx="3726">
                  <c:v>97142.14</c:v>
                </c:pt>
                <c:pt idx="3727">
                  <c:v>97168.21</c:v>
                </c:pt>
                <c:pt idx="3728">
                  <c:v>97194.29</c:v>
                </c:pt>
                <c:pt idx="3729">
                  <c:v>97220.36</c:v>
                </c:pt>
                <c:pt idx="3730">
                  <c:v>97246.43</c:v>
                </c:pt>
                <c:pt idx="3731">
                  <c:v>97272.5</c:v>
                </c:pt>
                <c:pt idx="3732">
                  <c:v>97298.57</c:v>
                </c:pt>
                <c:pt idx="3733">
                  <c:v>97324.64</c:v>
                </c:pt>
                <c:pt idx="3734">
                  <c:v>97350.71</c:v>
                </c:pt>
                <c:pt idx="3735">
                  <c:v>97376.79</c:v>
                </c:pt>
                <c:pt idx="3736">
                  <c:v>97402.86</c:v>
                </c:pt>
                <c:pt idx="3737">
                  <c:v>97428.93</c:v>
                </c:pt>
                <c:pt idx="3738">
                  <c:v>97455</c:v>
                </c:pt>
                <c:pt idx="3739">
                  <c:v>97481.07</c:v>
                </c:pt>
                <c:pt idx="3740">
                  <c:v>97507.14</c:v>
                </c:pt>
                <c:pt idx="3741">
                  <c:v>97533.21</c:v>
                </c:pt>
                <c:pt idx="3742">
                  <c:v>97559.29</c:v>
                </c:pt>
                <c:pt idx="3743">
                  <c:v>97585.36</c:v>
                </c:pt>
                <c:pt idx="3744">
                  <c:v>97611.43</c:v>
                </c:pt>
                <c:pt idx="3745">
                  <c:v>97637.5</c:v>
                </c:pt>
                <c:pt idx="3746">
                  <c:v>97663.57</c:v>
                </c:pt>
                <c:pt idx="3747">
                  <c:v>97689.64</c:v>
                </c:pt>
                <c:pt idx="3748">
                  <c:v>97715.71</c:v>
                </c:pt>
                <c:pt idx="3749">
                  <c:v>97741.79</c:v>
                </c:pt>
                <c:pt idx="3750">
                  <c:v>97767.86</c:v>
                </c:pt>
                <c:pt idx="3751">
                  <c:v>97793.93</c:v>
                </c:pt>
                <c:pt idx="3752">
                  <c:v>97820</c:v>
                </c:pt>
                <c:pt idx="3753">
                  <c:v>97846.07</c:v>
                </c:pt>
                <c:pt idx="3754">
                  <c:v>97872.14</c:v>
                </c:pt>
                <c:pt idx="3755">
                  <c:v>97898.21</c:v>
                </c:pt>
                <c:pt idx="3756">
                  <c:v>97924.29</c:v>
                </c:pt>
                <c:pt idx="3757">
                  <c:v>97950.36</c:v>
                </c:pt>
                <c:pt idx="3758">
                  <c:v>97976.43</c:v>
                </c:pt>
                <c:pt idx="3759">
                  <c:v>98002.5</c:v>
                </c:pt>
                <c:pt idx="3760">
                  <c:v>98028.57</c:v>
                </c:pt>
                <c:pt idx="3761">
                  <c:v>98054.64</c:v>
                </c:pt>
                <c:pt idx="3762">
                  <c:v>98080.71</c:v>
                </c:pt>
                <c:pt idx="3763">
                  <c:v>98106.79</c:v>
                </c:pt>
                <c:pt idx="3764">
                  <c:v>98132.86</c:v>
                </c:pt>
                <c:pt idx="3765">
                  <c:v>98158.93</c:v>
                </c:pt>
                <c:pt idx="3766">
                  <c:v>98185</c:v>
                </c:pt>
                <c:pt idx="3767">
                  <c:v>98211.07</c:v>
                </c:pt>
                <c:pt idx="3768">
                  <c:v>98237.14</c:v>
                </c:pt>
                <c:pt idx="3769">
                  <c:v>98263.21</c:v>
                </c:pt>
                <c:pt idx="3770">
                  <c:v>98289.29</c:v>
                </c:pt>
                <c:pt idx="3771">
                  <c:v>98315.36</c:v>
                </c:pt>
                <c:pt idx="3772">
                  <c:v>98341.43</c:v>
                </c:pt>
                <c:pt idx="3773">
                  <c:v>98367.5</c:v>
                </c:pt>
                <c:pt idx="3774">
                  <c:v>98393.57</c:v>
                </c:pt>
                <c:pt idx="3775">
                  <c:v>98419.64</c:v>
                </c:pt>
                <c:pt idx="3776">
                  <c:v>98445.71</c:v>
                </c:pt>
                <c:pt idx="3777">
                  <c:v>98471.79</c:v>
                </c:pt>
                <c:pt idx="3778">
                  <c:v>98497.86</c:v>
                </c:pt>
                <c:pt idx="3779">
                  <c:v>98523.93</c:v>
                </c:pt>
                <c:pt idx="3780">
                  <c:v>98550</c:v>
                </c:pt>
                <c:pt idx="3781">
                  <c:v>98576.07</c:v>
                </c:pt>
                <c:pt idx="3782">
                  <c:v>98602.14</c:v>
                </c:pt>
                <c:pt idx="3783">
                  <c:v>98628.21</c:v>
                </c:pt>
                <c:pt idx="3784">
                  <c:v>98654.29</c:v>
                </c:pt>
                <c:pt idx="3785">
                  <c:v>98680.36</c:v>
                </c:pt>
                <c:pt idx="3786">
                  <c:v>98706.43</c:v>
                </c:pt>
                <c:pt idx="3787">
                  <c:v>98732.5</c:v>
                </c:pt>
                <c:pt idx="3788">
                  <c:v>98758.57</c:v>
                </c:pt>
                <c:pt idx="3789">
                  <c:v>98784.639999999999</c:v>
                </c:pt>
                <c:pt idx="3790">
                  <c:v>98810.71</c:v>
                </c:pt>
                <c:pt idx="3791">
                  <c:v>98836.79</c:v>
                </c:pt>
                <c:pt idx="3792">
                  <c:v>98862.86</c:v>
                </c:pt>
                <c:pt idx="3793">
                  <c:v>98888.93</c:v>
                </c:pt>
                <c:pt idx="3794">
                  <c:v>98915</c:v>
                </c:pt>
                <c:pt idx="3795">
                  <c:v>98941.07</c:v>
                </c:pt>
                <c:pt idx="3796">
                  <c:v>98967.14</c:v>
                </c:pt>
                <c:pt idx="3797">
                  <c:v>98993.21</c:v>
                </c:pt>
                <c:pt idx="3798">
                  <c:v>99019.29</c:v>
                </c:pt>
                <c:pt idx="3799">
                  <c:v>99045.36</c:v>
                </c:pt>
                <c:pt idx="3800">
                  <c:v>99071.43</c:v>
                </c:pt>
                <c:pt idx="3801">
                  <c:v>99097.5</c:v>
                </c:pt>
                <c:pt idx="3802">
                  <c:v>99123.57</c:v>
                </c:pt>
                <c:pt idx="3803">
                  <c:v>99149.64</c:v>
                </c:pt>
                <c:pt idx="3804">
                  <c:v>99175.71</c:v>
                </c:pt>
                <c:pt idx="3805">
                  <c:v>99201.79</c:v>
                </c:pt>
                <c:pt idx="3806">
                  <c:v>99227.86</c:v>
                </c:pt>
                <c:pt idx="3807">
                  <c:v>99253.93</c:v>
                </c:pt>
                <c:pt idx="3808">
                  <c:v>99280</c:v>
                </c:pt>
                <c:pt idx="3809">
                  <c:v>99306.07</c:v>
                </c:pt>
                <c:pt idx="3810">
                  <c:v>99332.14</c:v>
                </c:pt>
                <c:pt idx="3811">
                  <c:v>99358.21</c:v>
                </c:pt>
                <c:pt idx="3812">
                  <c:v>99384.29</c:v>
                </c:pt>
                <c:pt idx="3813">
                  <c:v>99410.36</c:v>
                </c:pt>
                <c:pt idx="3814">
                  <c:v>99436.43</c:v>
                </c:pt>
                <c:pt idx="3815">
                  <c:v>99462.5</c:v>
                </c:pt>
                <c:pt idx="3816">
                  <c:v>99488.57</c:v>
                </c:pt>
                <c:pt idx="3817">
                  <c:v>99514.64</c:v>
                </c:pt>
                <c:pt idx="3818">
                  <c:v>99540.71</c:v>
                </c:pt>
                <c:pt idx="3819">
                  <c:v>99566.79</c:v>
                </c:pt>
                <c:pt idx="3820">
                  <c:v>99592.86</c:v>
                </c:pt>
                <c:pt idx="3821">
                  <c:v>99618.93</c:v>
                </c:pt>
                <c:pt idx="3822">
                  <c:v>99645</c:v>
                </c:pt>
                <c:pt idx="3823">
                  <c:v>99671.07</c:v>
                </c:pt>
                <c:pt idx="3824">
                  <c:v>99697.14</c:v>
                </c:pt>
                <c:pt idx="3825">
                  <c:v>99723.21</c:v>
                </c:pt>
                <c:pt idx="3826">
                  <c:v>99749.29</c:v>
                </c:pt>
                <c:pt idx="3827">
                  <c:v>99775.360000000001</c:v>
                </c:pt>
                <c:pt idx="3828">
                  <c:v>99801.43</c:v>
                </c:pt>
                <c:pt idx="3829">
                  <c:v>99827.5</c:v>
                </c:pt>
                <c:pt idx="3830">
                  <c:v>99853.57</c:v>
                </c:pt>
                <c:pt idx="3831">
                  <c:v>99879.64</c:v>
                </c:pt>
                <c:pt idx="3832">
                  <c:v>99905.71</c:v>
                </c:pt>
                <c:pt idx="3833">
                  <c:v>99931.79</c:v>
                </c:pt>
                <c:pt idx="3834">
                  <c:v>99957.86</c:v>
                </c:pt>
                <c:pt idx="3835">
                  <c:v>99983.93</c:v>
                </c:pt>
                <c:pt idx="3836">
                  <c:v>100010</c:v>
                </c:pt>
                <c:pt idx="3837">
                  <c:v>100036.07</c:v>
                </c:pt>
                <c:pt idx="3838">
                  <c:v>100062.14</c:v>
                </c:pt>
                <c:pt idx="3839">
                  <c:v>100088.21</c:v>
                </c:pt>
                <c:pt idx="3840">
                  <c:v>100114.29</c:v>
                </c:pt>
                <c:pt idx="3841">
                  <c:v>100140.36</c:v>
                </c:pt>
                <c:pt idx="3842">
                  <c:v>100166.43</c:v>
                </c:pt>
                <c:pt idx="3843">
                  <c:v>100192.5</c:v>
                </c:pt>
                <c:pt idx="3844">
                  <c:v>100218.57</c:v>
                </c:pt>
                <c:pt idx="3845">
                  <c:v>100244.64</c:v>
                </c:pt>
                <c:pt idx="3846">
                  <c:v>100270.71</c:v>
                </c:pt>
                <c:pt idx="3847">
                  <c:v>100296.79</c:v>
                </c:pt>
                <c:pt idx="3848">
                  <c:v>100322.86</c:v>
                </c:pt>
                <c:pt idx="3849">
                  <c:v>100348.93</c:v>
                </c:pt>
                <c:pt idx="3850">
                  <c:v>100375</c:v>
                </c:pt>
                <c:pt idx="3851">
                  <c:v>100401.07</c:v>
                </c:pt>
                <c:pt idx="3852">
                  <c:v>100427.14</c:v>
                </c:pt>
                <c:pt idx="3853">
                  <c:v>100453.21</c:v>
                </c:pt>
                <c:pt idx="3854">
                  <c:v>100479.29</c:v>
                </c:pt>
                <c:pt idx="3855">
                  <c:v>100505.36</c:v>
                </c:pt>
                <c:pt idx="3856">
                  <c:v>100531.43</c:v>
                </c:pt>
                <c:pt idx="3857">
                  <c:v>100557.5</c:v>
                </c:pt>
                <c:pt idx="3858">
                  <c:v>100583.57</c:v>
                </c:pt>
                <c:pt idx="3859">
                  <c:v>100609.64</c:v>
                </c:pt>
                <c:pt idx="3860">
                  <c:v>100635.71</c:v>
                </c:pt>
                <c:pt idx="3861">
                  <c:v>100661.79</c:v>
                </c:pt>
                <c:pt idx="3862">
                  <c:v>100687.86</c:v>
                </c:pt>
                <c:pt idx="3863">
                  <c:v>100713.93</c:v>
                </c:pt>
                <c:pt idx="3864">
                  <c:v>100740</c:v>
                </c:pt>
                <c:pt idx="3865">
                  <c:v>100766.07</c:v>
                </c:pt>
                <c:pt idx="3866">
                  <c:v>100792.14</c:v>
                </c:pt>
                <c:pt idx="3867">
                  <c:v>100818.21</c:v>
                </c:pt>
                <c:pt idx="3868">
                  <c:v>100844.29</c:v>
                </c:pt>
                <c:pt idx="3869">
                  <c:v>100870.36</c:v>
                </c:pt>
                <c:pt idx="3870">
                  <c:v>100896.43</c:v>
                </c:pt>
                <c:pt idx="3871">
                  <c:v>100922.5</c:v>
                </c:pt>
                <c:pt idx="3872">
                  <c:v>100948.57</c:v>
                </c:pt>
                <c:pt idx="3873">
                  <c:v>100974.64</c:v>
                </c:pt>
                <c:pt idx="3874">
                  <c:v>101000.71</c:v>
                </c:pt>
                <c:pt idx="3875">
                  <c:v>101026.79</c:v>
                </c:pt>
                <c:pt idx="3876">
                  <c:v>101052.86</c:v>
                </c:pt>
                <c:pt idx="3877">
                  <c:v>101078.93</c:v>
                </c:pt>
                <c:pt idx="3878">
                  <c:v>101105</c:v>
                </c:pt>
                <c:pt idx="3879">
                  <c:v>101131.07</c:v>
                </c:pt>
                <c:pt idx="3880">
                  <c:v>101157.14</c:v>
                </c:pt>
                <c:pt idx="3881">
                  <c:v>101183.21</c:v>
                </c:pt>
                <c:pt idx="3882">
                  <c:v>101209.29</c:v>
                </c:pt>
                <c:pt idx="3883">
                  <c:v>101235.36</c:v>
                </c:pt>
                <c:pt idx="3884">
                  <c:v>101261.43</c:v>
                </c:pt>
                <c:pt idx="3885">
                  <c:v>101287.5</c:v>
                </c:pt>
                <c:pt idx="3886">
                  <c:v>101313.57</c:v>
                </c:pt>
                <c:pt idx="3887">
                  <c:v>101339.64</c:v>
                </c:pt>
                <c:pt idx="3888">
                  <c:v>101365.71</c:v>
                </c:pt>
                <c:pt idx="3889">
                  <c:v>101391.79</c:v>
                </c:pt>
                <c:pt idx="3890">
                  <c:v>101417.86</c:v>
                </c:pt>
                <c:pt idx="3891">
                  <c:v>101443.93</c:v>
                </c:pt>
                <c:pt idx="3892">
                  <c:v>101470</c:v>
                </c:pt>
                <c:pt idx="3893">
                  <c:v>101496.07</c:v>
                </c:pt>
                <c:pt idx="3894">
                  <c:v>101522.14</c:v>
                </c:pt>
                <c:pt idx="3895">
                  <c:v>101548.21</c:v>
                </c:pt>
                <c:pt idx="3896">
                  <c:v>101574.29</c:v>
                </c:pt>
                <c:pt idx="3897">
                  <c:v>101600.36</c:v>
                </c:pt>
                <c:pt idx="3898">
                  <c:v>101626.43</c:v>
                </c:pt>
                <c:pt idx="3899">
                  <c:v>101652.5</c:v>
                </c:pt>
                <c:pt idx="3900">
                  <c:v>101678.57</c:v>
                </c:pt>
                <c:pt idx="3901">
                  <c:v>101704.64</c:v>
                </c:pt>
                <c:pt idx="3902">
                  <c:v>101730.71</c:v>
                </c:pt>
                <c:pt idx="3903">
                  <c:v>101756.79</c:v>
                </c:pt>
                <c:pt idx="3904">
                  <c:v>101782.86</c:v>
                </c:pt>
                <c:pt idx="3905">
                  <c:v>101808.93</c:v>
                </c:pt>
                <c:pt idx="3906">
                  <c:v>101835</c:v>
                </c:pt>
                <c:pt idx="3907">
                  <c:v>101861.07</c:v>
                </c:pt>
                <c:pt idx="3908">
                  <c:v>101887.14</c:v>
                </c:pt>
                <c:pt idx="3909">
                  <c:v>101913.21</c:v>
                </c:pt>
                <c:pt idx="3910">
                  <c:v>101939.29</c:v>
                </c:pt>
                <c:pt idx="3911">
                  <c:v>101965.36</c:v>
                </c:pt>
                <c:pt idx="3912">
                  <c:v>101991.43</c:v>
                </c:pt>
                <c:pt idx="3913">
                  <c:v>102017.5</c:v>
                </c:pt>
                <c:pt idx="3914">
                  <c:v>102043.57</c:v>
                </c:pt>
                <c:pt idx="3915">
                  <c:v>102069.64</c:v>
                </c:pt>
                <c:pt idx="3916">
                  <c:v>102095.71</c:v>
                </c:pt>
                <c:pt idx="3917">
                  <c:v>102121.79</c:v>
                </c:pt>
                <c:pt idx="3918">
                  <c:v>102147.86</c:v>
                </c:pt>
                <c:pt idx="3919">
                  <c:v>102173.93</c:v>
                </c:pt>
                <c:pt idx="3920">
                  <c:v>102200</c:v>
                </c:pt>
                <c:pt idx="3921">
                  <c:v>102226.07</c:v>
                </c:pt>
                <c:pt idx="3922">
                  <c:v>102252.14</c:v>
                </c:pt>
                <c:pt idx="3923">
                  <c:v>102278.21</c:v>
                </c:pt>
                <c:pt idx="3924">
                  <c:v>102304.29</c:v>
                </c:pt>
                <c:pt idx="3925">
                  <c:v>102330.36</c:v>
                </c:pt>
                <c:pt idx="3926">
                  <c:v>102356.43</c:v>
                </c:pt>
                <c:pt idx="3927">
                  <c:v>102382.5</c:v>
                </c:pt>
                <c:pt idx="3928">
                  <c:v>102408.57</c:v>
                </c:pt>
                <c:pt idx="3929">
                  <c:v>102434.64</c:v>
                </c:pt>
                <c:pt idx="3930">
                  <c:v>102460.71</c:v>
                </c:pt>
                <c:pt idx="3931">
                  <c:v>102486.79</c:v>
                </c:pt>
                <c:pt idx="3932">
                  <c:v>102512.86</c:v>
                </c:pt>
                <c:pt idx="3933">
                  <c:v>102538.93</c:v>
                </c:pt>
                <c:pt idx="3934">
                  <c:v>102565</c:v>
                </c:pt>
                <c:pt idx="3935">
                  <c:v>102591.07</c:v>
                </c:pt>
                <c:pt idx="3936">
                  <c:v>102617.14</c:v>
                </c:pt>
                <c:pt idx="3937">
                  <c:v>102643.21</c:v>
                </c:pt>
                <c:pt idx="3938">
                  <c:v>102669.29</c:v>
                </c:pt>
                <c:pt idx="3939">
                  <c:v>102695.36</c:v>
                </c:pt>
                <c:pt idx="3940">
                  <c:v>102721.43</c:v>
                </c:pt>
                <c:pt idx="3941">
                  <c:v>102747.5</c:v>
                </c:pt>
                <c:pt idx="3942">
                  <c:v>102773.57</c:v>
                </c:pt>
                <c:pt idx="3943">
                  <c:v>102799.64</c:v>
                </c:pt>
                <c:pt idx="3944">
                  <c:v>102825.71</c:v>
                </c:pt>
                <c:pt idx="3945">
                  <c:v>102851.79</c:v>
                </c:pt>
                <c:pt idx="3946">
                  <c:v>102877.86</c:v>
                </c:pt>
                <c:pt idx="3947">
                  <c:v>102903.93</c:v>
                </c:pt>
                <c:pt idx="3948">
                  <c:v>102930</c:v>
                </c:pt>
                <c:pt idx="3949">
                  <c:v>102956.07</c:v>
                </c:pt>
                <c:pt idx="3950">
                  <c:v>102982.14</c:v>
                </c:pt>
                <c:pt idx="3951">
                  <c:v>103008.21</c:v>
                </c:pt>
                <c:pt idx="3952">
                  <c:v>103034.29</c:v>
                </c:pt>
                <c:pt idx="3953">
                  <c:v>103060.36</c:v>
                </c:pt>
                <c:pt idx="3954">
                  <c:v>103086.43</c:v>
                </c:pt>
                <c:pt idx="3955">
                  <c:v>103112.5</c:v>
                </c:pt>
                <c:pt idx="3956">
                  <c:v>103138.57</c:v>
                </c:pt>
                <c:pt idx="3957">
                  <c:v>103164.64</c:v>
                </c:pt>
                <c:pt idx="3958">
                  <c:v>103190.71</c:v>
                </c:pt>
                <c:pt idx="3959">
                  <c:v>103216.79</c:v>
                </c:pt>
                <c:pt idx="3960">
                  <c:v>103242.86</c:v>
                </c:pt>
                <c:pt idx="3961">
                  <c:v>103268.93</c:v>
                </c:pt>
                <c:pt idx="3962">
                  <c:v>103295</c:v>
                </c:pt>
                <c:pt idx="3963">
                  <c:v>103321.07</c:v>
                </c:pt>
                <c:pt idx="3964">
                  <c:v>103347.14</c:v>
                </c:pt>
                <c:pt idx="3965">
                  <c:v>103373.21</c:v>
                </c:pt>
                <c:pt idx="3966">
                  <c:v>103399.29</c:v>
                </c:pt>
                <c:pt idx="3967">
                  <c:v>103425.36</c:v>
                </c:pt>
                <c:pt idx="3968">
                  <c:v>103451.43</c:v>
                </c:pt>
                <c:pt idx="3969">
                  <c:v>103477.5</c:v>
                </c:pt>
                <c:pt idx="3970">
                  <c:v>103503.57</c:v>
                </c:pt>
                <c:pt idx="3971">
                  <c:v>103529.64</c:v>
                </c:pt>
                <c:pt idx="3972">
                  <c:v>103555.71</c:v>
                </c:pt>
                <c:pt idx="3973">
                  <c:v>103581.79</c:v>
                </c:pt>
                <c:pt idx="3974">
                  <c:v>103607.86</c:v>
                </c:pt>
                <c:pt idx="3975">
                  <c:v>103633.93</c:v>
                </c:pt>
                <c:pt idx="3976">
                  <c:v>103660</c:v>
                </c:pt>
                <c:pt idx="3977">
                  <c:v>103686.07</c:v>
                </c:pt>
                <c:pt idx="3978">
                  <c:v>103712.14</c:v>
                </c:pt>
                <c:pt idx="3979">
                  <c:v>103738.21</c:v>
                </c:pt>
                <c:pt idx="3980">
                  <c:v>103764.29</c:v>
                </c:pt>
                <c:pt idx="3981">
                  <c:v>103790.36</c:v>
                </c:pt>
                <c:pt idx="3982">
                  <c:v>103816.43</c:v>
                </c:pt>
                <c:pt idx="3983">
                  <c:v>103842.5</c:v>
                </c:pt>
                <c:pt idx="3984">
                  <c:v>103868.57</c:v>
                </c:pt>
                <c:pt idx="3985">
                  <c:v>103894.64</c:v>
                </c:pt>
                <c:pt idx="3986">
                  <c:v>103920.71</c:v>
                </c:pt>
                <c:pt idx="3987">
                  <c:v>103946.79</c:v>
                </c:pt>
                <c:pt idx="3988">
                  <c:v>103972.86</c:v>
                </c:pt>
                <c:pt idx="3989">
                  <c:v>103998.93</c:v>
                </c:pt>
                <c:pt idx="3990">
                  <c:v>104025</c:v>
                </c:pt>
                <c:pt idx="3991">
                  <c:v>104051.07</c:v>
                </c:pt>
                <c:pt idx="3992">
                  <c:v>104077.14</c:v>
                </c:pt>
                <c:pt idx="3993">
                  <c:v>104103.21</c:v>
                </c:pt>
                <c:pt idx="3994">
                  <c:v>104129.29</c:v>
                </c:pt>
                <c:pt idx="3995">
                  <c:v>104155.36</c:v>
                </c:pt>
                <c:pt idx="3996">
                  <c:v>104181.43</c:v>
                </c:pt>
                <c:pt idx="3997">
                  <c:v>104207.5</c:v>
                </c:pt>
                <c:pt idx="3998">
                  <c:v>104233.57</c:v>
                </c:pt>
                <c:pt idx="3999">
                  <c:v>104259.64</c:v>
                </c:pt>
                <c:pt idx="4000">
                  <c:v>104285.71</c:v>
                </c:pt>
                <c:pt idx="4001">
                  <c:v>104311.79</c:v>
                </c:pt>
                <c:pt idx="4002">
                  <c:v>104337.86</c:v>
                </c:pt>
                <c:pt idx="4003">
                  <c:v>104363.93</c:v>
                </c:pt>
                <c:pt idx="4004">
                  <c:v>104390</c:v>
                </c:pt>
                <c:pt idx="4005">
                  <c:v>104416.07</c:v>
                </c:pt>
                <c:pt idx="4006">
                  <c:v>104442.14</c:v>
                </c:pt>
                <c:pt idx="4007">
                  <c:v>104468.21</c:v>
                </c:pt>
                <c:pt idx="4008">
                  <c:v>104494.29</c:v>
                </c:pt>
                <c:pt idx="4009">
                  <c:v>104520.36</c:v>
                </c:pt>
                <c:pt idx="4010">
                  <c:v>104546.43</c:v>
                </c:pt>
                <c:pt idx="4011">
                  <c:v>104572.5</c:v>
                </c:pt>
                <c:pt idx="4012">
                  <c:v>104598.57</c:v>
                </c:pt>
                <c:pt idx="4013">
                  <c:v>104624.64</c:v>
                </c:pt>
                <c:pt idx="4014">
                  <c:v>104650.71</c:v>
                </c:pt>
                <c:pt idx="4015">
                  <c:v>104676.79</c:v>
                </c:pt>
                <c:pt idx="4016">
                  <c:v>104702.86</c:v>
                </c:pt>
                <c:pt idx="4017">
                  <c:v>104728.93</c:v>
                </c:pt>
                <c:pt idx="4018">
                  <c:v>104755</c:v>
                </c:pt>
                <c:pt idx="4019">
                  <c:v>104781.07</c:v>
                </c:pt>
                <c:pt idx="4020">
                  <c:v>104807.14</c:v>
                </c:pt>
                <c:pt idx="4021">
                  <c:v>104833.21</c:v>
                </c:pt>
                <c:pt idx="4022">
                  <c:v>104859.29</c:v>
                </c:pt>
                <c:pt idx="4023">
                  <c:v>104885.36</c:v>
                </c:pt>
                <c:pt idx="4024">
                  <c:v>104911.43</c:v>
                </c:pt>
                <c:pt idx="4025">
                  <c:v>104937.5</c:v>
                </c:pt>
                <c:pt idx="4026">
                  <c:v>104963.57</c:v>
                </c:pt>
                <c:pt idx="4027">
                  <c:v>104989.64</c:v>
                </c:pt>
                <c:pt idx="4028">
                  <c:v>105015.71</c:v>
                </c:pt>
                <c:pt idx="4029">
                  <c:v>105041.79</c:v>
                </c:pt>
                <c:pt idx="4030">
                  <c:v>105067.86</c:v>
                </c:pt>
                <c:pt idx="4031">
                  <c:v>105093.93</c:v>
                </c:pt>
                <c:pt idx="4032">
                  <c:v>105120</c:v>
                </c:pt>
                <c:pt idx="4033">
                  <c:v>105146.07</c:v>
                </c:pt>
                <c:pt idx="4034">
                  <c:v>105172.14</c:v>
                </c:pt>
                <c:pt idx="4035">
                  <c:v>105198.21</c:v>
                </c:pt>
                <c:pt idx="4036">
                  <c:v>105224.29</c:v>
                </c:pt>
                <c:pt idx="4037">
                  <c:v>105250.36</c:v>
                </c:pt>
                <c:pt idx="4038">
                  <c:v>105276.43</c:v>
                </c:pt>
                <c:pt idx="4039">
                  <c:v>105302.5</c:v>
                </c:pt>
                <c:pt idx="4040">
                  <c:v>105328.57</c:v>
                </c:pt>
                <c:pt idx="4041">
                  <c:v>105354.64</c:v>
                </c:pt>
                <c:pt idx="4042">
                  <c:v>105380.71</c:v>
                </c:pt>
                <c:pt idx="4043">
                  <c:v>105406.79</c:v>
                </c:pt>
                <c:pt idx="4044">
                  <c:v>105432.86</c:v>
                </c:pt>
                <c:pt idx="4045">
                  <c:v>105458.93</c:v>
                </c:pt>
                <c:pt idx="4046">
                  <c:v>105485</c:v>
                </c:pt>
                <c:pt idx="4047">
                  <c:v>105511.07</c:v>
                </c:pt>
                <c:pt idx="4048">
                  <c:v>105537.14</c:v>
                </c:pt>
                <c:pt idx="4049">
                  <c:v>105563.21</c:v>
                </c:pt>
                <c:pt idx="4050">
                  <c:v>105589.29</c:v>
                </c:pt>
                <c:pt idx="4051">
                  <c:v>105615.36</c:v>
                </c:pt>
                <c:pt idx="4052">
                  <c:v>105641.43</c:v>
                </c:pt>
                <c:pt idx="4053">
                  <c:v>105667.5</c:v>
                </c:pt>
                <c:pt idx="4054">
                  <c:v>105693.57</c:v>
                </c:pt>
                <c:pt idx="4055">
                  <c:v>105719.64</c:v>
                </c:pt>
                <c:pt idx="4056">
                  <c:v>105745.71</c:v>
                </c:pt>
                <c:pt idx="4057">
                  <c:v>105771.79</c:v>
                </c:pt>
                <c:pt idx="4058">
                  <c:v>105797.86</c:v>
                </c:pt>
                <c:pt idx="4059">
                  <c:v>105823.93</c:v>
                </c:pt>
                <c:pt idx="4060">
                  <c:v>105850</c:v>
                </c:pt>
                <c:pt idx="4061">
                  <c:v>105876.07</c:v>
                </c:pt>
                <c:pt idx="4062">
                  <c:v>105902.14</c:v>
                </c:pt>
                <c:pt idx="4063">
                  <c:v>105928.21</c:v>
                </c:pt>
                <c:pt idx="4064">
                  <c:v>105954.29</c:v>
                </c:pt>
                <c:pt idx="4065">
                  <c:v>105980.36</c:v>
                </c:pt>
                <c:pt idx="4066">
                  <c:v>106006.43</c:v>
                </c:pt>
                <c:pt idx="4067">
                  <c:v>106032.5</c:v>
                </c:pt>
                <c:pt idx="4068">
                  <c:v>106058.57</c:v>
                </c:pt>
                <c:pt idx="4069">
                  <c:v>106084.64</c:v>
                </c:pt>
                <c:pt idx="4070">
                  <c:v>106110.71</c:v>
                </c:pt>
                <c:pt idx="4071">
                  <c:v>106136.79</c:v>
                </c:pt>
                <c:pt idx="4072">
                  <c:v>106162.86</c:v>
                </c:pt>
                <c:pt idx="4073">
                  <c:v>106188.93</c:v>
                </c:pt>
                <c:pt idx="4074">
                  <c:v>106215</c:v>
                </c:pt>
                <c:pt idx="4075">
                  <c:v>106241.07</c:v>
                </c:pt>
                <c:pt idx="4076">
                  <c:v>106267.14</c:v>
                </c:pt>
                <c:pt idx="4077">
                  <c:v>106293.21</c:v>
                </c:pt>
                <c:pt idx="4078">
                  <c:v>106319.29</c:v>
                </c:pt>
                <c:pt idx="4079">
                  <c:v>106345.36</c:v>
                </c:pt>
                <c:pt idx="4080">
                  <c:v>106371.43</c:v>
                </c:pt>
                <c:pt idx="4081">
                  <c:v>106397.5</c:v>
                </c:pt>
                <c:pt idx="4082">
                  <c:v>106423.57</c:v>
                </c:pt>
                <c:pt idx="4083">
                  <c:v>106449.64</c:v>
                </c:pt>
                <c:pt idx="4084">
                  <c:v>106475.71</c:v>
                </c:pt>
                <c:pt idx="4085">
                  <c:v>106501.79</c:v>
                </c:pt>
                <c:pt idx="4086">
                  <c:v>106527.86</c:v>
                </c:pt>
                <c:pt idx="4087">
                  <c:v>106553.93</c:v>
                </c:pt>
                <c:pt idx="4088">
                  <c:v>106580</c:v>
                </c:pt>
                <c:pt idx="4089">
                  <c:v>106606.07</c:v>
                </c:pt>
                <c:pt idx="4090">
                  <c:v>106632.14</c:v>
                </c:pt>
                <c:pt idx="4091">
                  <c:v>106658.21</c:v>
                </c:pt>
                <c:pt idx="4092">
                  <c:v>106684.29</c:v>
                </c:pt>
                <c:pt idx="4093">
                  <c:v>106710.36</c:v>
                </c:pt>
                <c:pt idx="4094">
                  <c:v>106736.43</c:v>
                </c:pt>
                <c:pt idx="4095">
                  <c:v>106762.5</c:v>
                </c:pt>
                <c:pt idx="4096">
                  <c:v>106788.57</c:v>
                </c:pt>
                <c:pt idx="4097">
                  <c:v>106814.64</c:v>
                </c:pt>
                <c:pt idx="4098">
                  <c:v>106840.71</c:v>
                </c:pt>
                <c:pt idx="4099">
                  <c:v>106866.79</c:v>
                </c:pt>
                <c:pt idx="4100">
                  <c:v>106892.86</c:v>
                </c:pt>
                <c:pt idx="4101">
                  <c:v>106918.93</c:v>
                </c:pt>
                <c:pt idx="4102">
                  <c:v>106945</c:v>
                </c:pt>
                <c:pt idx="4103">
                  <c:v>106971.07</c:v>
                </c:pt>
                <c:pt idx="4104">
                  <c:v>106997.14</c:v>
                </c:pt>
                <c:pt idx="4105">
                  <c:v>107023.21</c:v>
                </c:pt>
                <c:pt idx="4106">
                  <c:v>107049.29</c:v>
                </c:pt>
                <c:pt idx="4107">
                  <c:v>107075.36</c:v>
                </c:pt>
                <c:pt idx="4108">
                  <c:v>107101.43</c:v>
                </c:pt>
                <c:pt idx="4109">
                  <c:v>107127.5</c:v>
                </c:pt>
                <c:pt idx="4110">
                  <c:v>107153.57</c:v>
                </c:pt>
                <c:pt idx="4111">
                  <c:v>107179.64</c:v>
                </c:pt>
                <c:pt idx="4112">
                  <c:v>107205.71</c:v>
                </c:pt>
                <c:pt idx="4113">
                  <c:v>107231.79</c:v>
                </c:pt>
                <c:pt idx="4114">
                  <c:v>107257.86</c:v>
                </c:pt>
                <c:pt idx="4115">
                  <c:v>107283.93</c:v>
                </c:pt>
                <c:pt idx="4116">
                  <c:v>107310</c:v>
                </c:pt>
                <c:pt idx="4117">
                  <c:v>107336.07</c:v>
                </c:pt>
                <c:pt idx="4118">
                  <c:v>107362.14</c:v>
                </c:pt>
                <c:pt idx="4119">
                  <c:v>107388.21</c:v>
                </c:pt>
                <c:pt idx="4120">
                  <c:v>107414.29</c:v>
                </c:pt>
                <c:pt idx="4121">
                  <c:v>107440.36</c:v>
                </c:pt>
                <c:pt idx="4122">
                  <c:v>107466.43</c:v>
                </c:pt>
                <c:pt idx="4123">
                  <c:v>107492.5</c:v>
                </c:pt>
                <c:pt idx="4124">
                  <c:v>107518.57</c:v>
                </c:pt>
                <c:pt idx="4125">
                  <c:v>107544.64</c:v>
                </c:pt>
                <c:pt idx="4126">
                  <c:v>107570.71</c:v>
                </c:pt>
                <c:pt idx="4127">
                  <c:v>107596.79</c:v>
                </c:pt>
                <c:pt idx="4128">
                  <c:v>107622.86</c:v>
                </c:pt>
                <c:pt idx="4129">
                  <c:v>107648.93</c:v>
                </c:pt>
                <c:pt idx="4130">
                  <c:v>107675</c:v>
                </c:pt>
                <c:pt idx="4131">
                  <c:v>107701.07</c:v>
                </c:pt>
                <c:pt idx="4132">
                  <c:v>107727.14</c:v>
                </c:pt>
                <c:pt idx="4133">
                  <c:v>107753.21</c:v>
                </c:pt>
                <c:pt idx="4134">
                  <c:v>107779.29</c:v>
                </c:pt>
                <c:pt idx="4135">
                  <c:v>107805.36</c:v>
                </c:pt>
                <c:pt idx="4136">
                  <c:v>107831.43</c:v>
                </c:pt>
                <c:pt idx="4137">
                  <c:v>107857.5</c:v>
                </c:pt>
                <c:pt idx="4138">
                  <c:v>107883.57</c:v>
                </c:pt>
                <c:pt idx="4139">
                  <c:v>107909.64</c:v>
                </c:pt>
                <c:pt idx="4140">
                  <c:v>107935.71</c:v>
                </c:pt>
                <c:pt idx="4141">
                  <c:v>107961.79</c:v>
                </c:pt>
                <c:pt idx="4142">
                  <c:v>107987.86</c:v>
                </c:pt>
                <c:pt idx="4143">
                  <c:v>108013.93</c:v>
                </c:pt>
                <c:pt idx="4144">
                  <c:v>108040</c:v>
                </c:pt>
                <c:pt idx="4145">
                  <c:v>108066.07</c:v>
                </c:pt>
                <c:pt idx="4146">
                  <c:v>108092.14</c:v>
                </c:pt>
                <c:pt idx="4147">
                  <c:v>108118.21</c:v>
                </c:pt>
                <c:pt idx="4148">
                  <c:v>108144.29</c:v>
                </c:pt>
                <c:pt idx="4149">
                  <c:v>108170.36</c:v>
                </c:pt>
                <c:pt idx="4150">
                  <c:v>108196.43</c:v>
                </c:pt>
                <c:pt idx="4151">
                  <c:v>108222.5</c:v>
                </c:pt>
                <c:pt idx="4152">
                  <c:v>108248.57</c:v>
                </c:pt>
                <c:pt idx="4153">
                  <c:v>108274.64</c:v>
                </c:pt>
                <c:pt idx="4154">
                  <c:v>108300.71</c:v>
                </c:pt>
                <c:pt idx="4155">
                  <c:v>108326.79</c:v>
                </c:pt>
                <c:pt idx="4156">
                  <c:v>108352.86</c:v>
                </c:pt>
                <c:pt idx="4157">
                  <c:v>108378.93</c:v>
                </c:pt>
                <c:pt idx="4158">
                  <c:v>108405</c:v>
                </c:pt>
                <c:pt idx="4159">
                  <c:v>108431.07</c:v>
                </c:pt>
                <c:pt idx="4160">
                  <c:v>108457.14</c:v>
                </c:pt>
                <c:pt idx="4161">
                  <c:v>108483.21</c:v>
                </c:pt>
                <c:pt idx="4162">
                  <c:v>108509.29</c:v>
                </c:pt>
                <c:pt idx="4163">
                  <c:v>108535.36</c:v>
                </c:pt>
                <c:pt idx="4164">
                  <c:v>108561.43</c:v>
                </c:pt>
                <c:pt idx="4165">
                  <c:v>108587.5</c:v>
                </c:pt>
                <c:pt idx="4166">
                  <c:v>108613.57</c:v>
                </c:pt>
                <c:pt idx="4167">
                  <c:v>108639.64</c:v>
                </c:pt>
                <c:pt idx="4168">
                  <c:v>108665.71</c:v>
                </c:pt>
                <c:pt idx="4169">
                  <c:v>108691.79</c:v>
                </c:pt>
                <c:pt idx="4170">
                  <c:v>108717.86</c:v>
                </c:pt>
                <c:pt idx="4171">
                  <c:v>108743.93</c:v>
                </c:pt>
                <c:pt idx="4172">
                  <c:v>108770</c:v>
                </c:pt>
                <c:pt idx="4173">
                  <c:v>108796.07</c:v>
                </c:pt>
                <c:pt idx="4174">
                  <c:v>108822.14</c:v>
                </c:pt>
                <c:pt idx="4175">
                  <c:v>108848.21</c:v>
                </c:pt>
                <c:pt idx="4176">
                  <c:v>108874.29</c:v>
                </c:pt>
                <c:pt idx="4177">
                  <c:v>108900.36</c:v>
                </c:pt>
                <c:pt idx="4178">
                  <c:v>108926.43</c:v>
                </c:pt>
                <c:pt idx="4179">
                  <c:v>108952.5</c:v>
                </c:pt>
                <c:pt idx="4180">
                  <c:v>108978.57</c:v>
                </c:pt>
                <c:pt idx="4181">
                  <c:v>109004.64</c:v>
                </c:pt>
                <c:pt idx="4182">
                  <c:v>109030.71</c:v>
                </c:pt>
                <c:pt idx="4183">
                  <c:v>109056.79</c:v>
                </c:pt>
                <c:pt idx="4184">
                  <c:v>109082.86</c:v>
                </c:pt>
                <c:pt idx="4185">
                  <c:v>109108.93</c:v>
                </c:pt>
                <c:pt idx="4186">
                  <c:v>109135</c:v>
                </c:pt>
                <c:pt idx="4187">
                  <c:v>109161.07</c:v>
                </c:pt>
                <c:pt idx="4188">
                  <c:v>109187.14</c:v>
                </c:pt>
                <c:pt idx="4189">
                  <c:v>109213.21</c:v>
                </c:pt>
                <c:pt idx="4190">
                  <c:v>109239.29</c:v>
                </c:pt>
                <c:pt idx="4191">
                  <c:v>109265.36</c:v>
                </c:pt>
                <c:pt idx="4192">
                  <c:v>109291.43</c:v>
                </c:pt>
                <c:pt idx="4193">
                  <c:v>109317.5</c:v>
                </c:pt>
                <c:pt idx="4194">
                  <c:v>109343.57</c:v>
                </c:pt>
                <c:pt idx="4195">
                  <c:v>109369.64</c:v>
                </c:pt>
                <c:pt idx="4196">
                  <c:v>109395.71</c:v>
                </c:pt>
                <c:pt idx="4197">
                  <c:v>109421.79</c:v>
                </c:pt>
                <c:pt idx="4198">
                  <c:v>109447.86</c:v>
                </c:pt>
                <c:pt idx="4199">
                  <c:v>109473.93</c:v>
                </c:pt>
                <c:pt idx="4200">
                  <c:v>109500</c:v>
                </c:pt>
                <c:pt idx="4201">
                  <c:v>109526.07</c:v>
                </c:pt>
                <c:pt idx="4202">
                  <c:v>109552.14</c:v>
                </c:pt>
                <c:pt idx="4203">
                  <c:v>109578.21</c:v>
                </c:pt>
                <c:pt idx="4204">
                  <c:v>109604.29</c:v>
                </c:pt>
                <c:pt idx="4205">
                  <c:v>109630.36</c:v>
                </c:pt>
                <c:pt idx="4206">
                  <c:v>109656.43</c:v>
                </c:pt>
                <c:pt idx="4207">
                  <c:v>109682.5</c:v>
                </c:pt>
                <c:pt idx="4208">
                  <c:v>109708.57</c:v>
                </c:pt>
                <c:pt idx="4209">
                  <c:v>109734.64</c:v>
                </c:pt>
                <c:pt idx="4210">
                  <c:v>109760.71</c:v>
                </c:pt>
                <c:pt idx="4211">
                  <c:v>109786.79</c:v>
                </c:pt>
                <c:pt idx="4212">
                  <c:v>109812.86</c:v>
                </c:pt>
                <c:pt idx="4213">
                  <c:v>109838.93</c:v>
                </c:pt>
                <c:pt idx="4214">
                  <c:v>109865</c:v>
                </c:pt>
                <c:pt idx="4215">
                  <c:v>109891.07</c:v>
                </c:pt>
                <c:pt idx="4216">
                  <c:v>109917.14</c:v>
                </c:pt>
                <c:pt idx="4217">
                  <c:v>109943.21</c:v>
                </c:pt>
                <c:pt idx="4218">
                  <c:v>109969.29</c:v>
                </c:pt>
                <c:pt idx="4219">
                  <c:v>109995.36</c:v>
                </c:pt>
                <c:pt idx="4220">
                  <c:v>110021.43</c:v>
                </c:pt>
                <c:pt idx="4221">
                  <c:v>110047.5</c:v>
                </c:pt>
                <c:pt idx="4222">
                  <c:v>110073.57</c:v>
                </c:pt>
                <c:pt idx="4223">
                  <c:v>110099.64</c:v>
                </c:pt>
                <c:pt idx="4224">
                  <c:v>110125.71</c:v>
                </c:pt>
                <c:pt idx="4225">
                  <c:v>110151.79</c:v>
                </c:pt>
                <c:pt idx="4226">
                  <c:v>110177.86</c:v>
                </c:pt>
                <c:pt idx="4227">
                  <c:v>110203.93</c:v>
                </c:pt>
                <c:pt idx="4228">
                  <c:v>110230</c:v>
                </c:pt>
                <c:pt idx="4229">
                  <c:v>110256.07</c:v>
                </c:pt>
                <c:pt idx="4230">
                  <c:v>110282.14</c:v>
                </c:pt>
                <c:pt idx="4231">
                  <c:v>110308.21</c:v>
                </c:pt>
                <c:pt idx="4232">
                  <c:v>110334.29</c:v>
                </c:pt>
                <c:pt idx="4233">
                  <c:v>110360.36</c:v>
                </c:pt>
                <c:pt idx="4234">
                  <c:v>110386.43</c:v>
                </c:pt>
                <c:pt idx="4235">
                  <c:v>110412.5</c:v>
                </c:pt>
                <c:pt idx="4236">
                  <c:v>110438.57</c:v>
                </c:pt>
                <c:pt idx="4237">
                  <c:v>110464.64</c:v>
                </c:pt>
                <c:pt idx="4238">
                  <c:v>110490.71</c:v>
                </c:pt>
                <c:pt idx="4239">
                  <c:v>110516.79</c:v>
                </c:pt>
                <c:pt idx="4240">
                  <c:v>110542.86</c:v>
                </c:pt>
                <c:pt idx="4241">
                  <c:v>110568.93</c:v>
                </c:pt>
                <c:pt idx="4242">
                  <c:v>110595</c:v>
                </c:pt>
                <c:pt idx="4243">
                  <c:v>110621.07</c:v>
                </c:pt>
                <c:pt idx="4244">
                  <c:v>110647.14</c:v>
                </c:pt>
                <c:pt idx="4245">
                  <c:v>110673.21</c:v>
                </c:pt>
                <c:pt idx="4246">
                  <c:v>110699.29</c:v>
                </c:pt>
                <c:pt idx="4247">
                  <c:v>110725.36</c:v>
                </c:pt>
                <c:pt idx="4248">
                  <c:v>110751.43</c:v>
                </c:pt>
                <c:pt idx="4249">
                  <c:v>110777.5</c:v>
                </c:pt>
                <c:pt idx="4250">
                  <c:v>110803.57</c:v>
                </c:pt>
                <c:pt idx="4251">
                  <c:v>110829.64</c:v>
                </c:pt>
                <c:pt idx="4252">
                  <c:v>110855.71</c:v>
                </c:pt>
                <c:pt idx="4253">
                  <c:v>110881.79</c:v>
                </c:pt>
                <c:pt idx="4254">
                  <c:v>110907.86</c:v>
                </c:pt>
                <c:pt idx="4255">
                  <c:v>110933.93</c:v>
                </c:pt>
                <c:pt idx="4256">
                  <c:v>110960</c:v>
                </c:pt>
                <c:pt idx="4257">
                  <c:v>110986.07</c:v>
                </c:pt>
                <c:pt idx="4258">
                  <c:v>111012.14</c:v>
                </c:pt>
                <c:pt idx="4259">
                  <c:v>111038.21</c:v>
                </c:pt>
                <c:pt idx="4260">
                  <c:v>111064.29</c:v>
                </c:pt>
                <c:pt idx="4261">
                  <c:v>111090.36</c:v>
                </c:pt>
                <c:pt idx="4262">
                  <c:v>111116.43</c:v>
                </c:pt>
                <c:pt idx="4263">
                  <c:v>111142.5</c:v>
                </c:pt>
                <c:pt idx="4264">
                  <c:v>111168.57</c:v>
                </c:pt>
                <c:pt idx="4265">
                  <c:v>111194.64</c:v>
                </c:pt>
                <c:pt idx="4266">
                  <c:v>111220.71</c:v>
                </c:pt>
                <c:pt idx="4267">
                  <c:v>111246.79</c:v>
                </c:pt>
                <c:pt idx="4268">
                  <c:v>111272.86</c:v>
                </c:pt>
                <c:pt idx="4269">
                  <c:v>111298.93</c:v>
                </c:pt>
                <c:pt idx="4270">
                  <c:v>111325</c:v>
                </c:pt>
                <c:pt idx="4271">
                  <c:v>111351.07</c:v>
                </c:pt>
                <c:pt idx="4272">
                  <c:v>111377.14</c:v>
                </c:pt>
                <c:pt idx="4273">
                  <c:v>111403.21</c:v>
                </c:pt>
                <c:pt idx="4274">
                  <c:v>111429.29</c:v>
                </c:pt>
                <c:pt idx="4275">
                  <c:v>111455.36</c:v>
                </c:pt>
                <c:pt idx="4276">
                  <c:v>111481.43</c:v>
                </c:pt>
                <c:pt idx="4277">
                  <c:v>111507.5</c:v>
                </c:pt>
                <c:pt idx="4278">
                  <c:v>111533.57</c:v>
                </c:pt>
                <c:pt idx="4279">
                  <c:v>111559.64</c:v>
                </c:pt>
                <c:pt idx="4280">
                  <c:v>111585.71</c:v>
                </c:pt>
                <c:pt idx="4281">
                  <c:v>111611.79</c:v>
                </c:pt>
                <c:pt idx="4282">
                  <c:v>111637.86</c:v>
                </c:pt>
                <c:pt idx="4283">
                  <c:v>111663.93</c:v>
                </c:pt>
                <c:pt idx="4284">
                  <c:v>111690</c:v>
                </c:pt>
                <c:pt idx="4285">
                  <c:v>111716.07</c:v>
                </c:pt>
                <c:pt idx="4286">
                  <c:v>111742.14</c:v>
                </c:pt>
                <c:pt idx="4287">
                  <c:v>111768.21</c:v>
                </c:pt>
                <c:pt idx="4288">
                  <c:v>111794.29</c:v>
                </c:pt>
                <c:pt idx="4289">
                  <c:v>111820.36</c:v>
                </c:pt>
                <c:pt idx="4290">
                  <c:v>111846.43</c:v>
                </c:pt>
                <c:pt idx="4291">
                  <c:v>111872.5</c:v>
                </c:pt>
                <c:pt idx="4292">
                  <c:v>111898.57</c:v>
                </c:pt>
                <c:pt idx="4293">
                  <c:v>111924.64</c:v>
                </c:pt>
                <c:pt idx="4294">
                  <c:v>111950.71</c:v>
                </c:pt>
                <c:pt idx="4295">
                  <c:v>111976.79</c:v>
                </c:pt>
                <c:pt idx="4296">
                  <c:v>112002.86</c:v>
                </c:pt>
                <c:pt idx="4297">
                  <c:v>112028.93</c:v>
                </c:pt>
                <c:pt idx="4298">
                  <c:v>112055</c:v>
                </c:pt>
                <c:pt idx="4299">
                  <c:v>112081.07</c:v>
                </c:pt>
                <c:pt idx="4300">
                  <c:v>112107.14</c:v>
                </c:pt>
                <c:pt idx="4301">
                  <c:v>112133.21</c:v>
                </c:pt>
                <c:pt idx="4302">
                  <c:v>112159.29</c:v>
                </c:pt>
                <c:pt idx="4303">
                  <c:v>112185.36</c:v>
                </c:pt>
                <c:pt idx="4304">
                  <c:v>112211.43</c:v>
                </c:pt>
                <c:pt idx="4305">
                  <c:v>112237.5</c:v>
                </c:pt>
                <c:pt idx="4306">
                  <c:v>112263.57</c:v>
                </c:pt>
                <c:pt idx="4307">
                  <c:v>112289.64</c:v>
                </c:pt>
                <c:pt idx="4308">
                  <c:v>112315.71</c:v>
                </c:pt>
                <c:pt idx="4309">
                  <c:v>112341.79</c:v>
                </c:pt>
                <c:pt idx="4310">
                  <c:v>112367.86</c:v>
                </c:pt>
                <c:pt idx="4311">
                  <c:v>112393.93</c:v>
                </c:pt>
                <c:pt idx="4312">
                  <c:v>112420</c:v>
                </c:pt>
                <c:pt idx="4313">
                  <c:v>112446.07</c:v>
                </c:pt>
                <c:pt idx="4314">
                  <c:v>112472.14</c:v>
                </c:pt>
                <c:pt idx="4315">
                  <c:v>112498.21</c:v>
                </c:pt>
                <c:pt idx="4316">
                  <c:v>112524.29</c:v>
                </c:pt>
                <c:pt idx="4317">
                  <c:v>112550.36</c:v>
                </c:pt>
                <c:pt idx="4318">
                  <c:v>112576.43</c:v>
                </c:pt>
                <c:pt idx="4319">
                  <c:v>112602.5</c:v>
                </c:pt>
                <c:pt idx="4320">
                  <c:v>112628.57</c:v>
                </c:pt>
                <c:pt idx="4321">
                  <c:v>112654.64</c:v>
                </c:pt>
                <c:pt idx="4322">
                  <c:v>112680.71</c:v>
                </c:pt>
                <c:pt idx="4323">
                  <c:v>112706.79</c:v>
                </c:pt>
                <c:pt idx="4324">
                  <c:v>112732.86</c:v>
                </c:pt>
                <c:pt idx="4325">
                  <c:v>112758.93</c:v>
                </c:pt>
                <c:pt idx="4326">
                  <c:v>112785</c:v>
                </c:pt>
                <c:pt idx="4327">
                  <c:v>112811.07</c:v>
                </c:pt>
                <c:pt idx="4328">
                  <c:v>112837.14</c:v>
                </c:pt>
                <c:pt idx="4329">
                  <c:v>112863.21</c:v>
                </c:pt>
                <c:pt idx="4330">
                  <c:v>112889.29</c:v>
                </c:pt>
                <c:pt idx="4331">
                  <c:v>112915.36</c:v>
                </c:pt>
                <c:pt idx="4332">
                  <c:v>112941.43</c:v>
                </c:pt>
                <c:pt idx="4333">
                  <c:v>112967.5</c:v>
                </c:pt>
                <c:pt idx="4334">
                  <c:v>112993.57</c:v>
                </c:pt>
                <c:pt idx="4335">
                  <c:v>113019.64</c:v>
                </c:pt>
                <c:pt idx="4336">
                  <c:v>113045.71</c:v>
                </c:pt>
                <c:pt idx="4337">
                  <c:v>113071.79</c:v>
                </c:pt>
                <c:pt idx="4338">
                  <c:v>113097.86</c:v>
                </c:pt>
                <c:pt idx="4339">
                  <c:v>113123.93</c:v>
                </c:pt>
                <c:pt idx="4340">
                  <c:v>113150</c:v>
                </c:pt>
                <c:pt idx="4341">
                  <c:v>113176.07</c:v>
                </c:pt>
                <c:pt idx="4342">
                  <c:v>113202.14</c:v>
                </c:pt>
                <c:pt idx="4343">
                  <c:v>113228.21</c:v>
                </c:pt>
                <c:pt idx="4344">
                  <c:v>113254.29</c:v>
                </c:pt>
                <c:pt idx="4345">
                  <c:v>113280.36</c:v>
                </c:pt>
                <c:pt idx="4346">
                  <c:v>113306.43</c:v>
                </c:pt>
                <c:pt idx="4347">
                  <c:v>113332.5</c:v>
                </c:pt>
                <c:pt idx="4348">
                  <c:v>113358.57</c:v>
                </c:pt>
                <c:pt idx="4349">
                  <c:v>113384.64</c:v>
                </c:pt>
                <c:pt idx="4350">
                  <c:v>113410.71</c:v>
                </c:pt>
                <c:pt idx="4351">
                  <c:v>113436.79</c:v>
                </c:pt>
                <c:pt idx="4352">
                  <c:v>113462.86</c:v>
                </c:pt>
                <c:pt idx="4353">
                  <c:v>113488.93</c:v>
                </c:pt>
                <c:pt idx="4354">
                  <c:v>113515</c:v>
                </c:pt>
                <c:pt idx="4355">
                  <c:v>113541.07</c:v>
                </c:pt>
                <c:pt idx="4356">
                  <c:v>113567.14</c:v>
                </c:pt>
                <c:pt idx="4357">
                  <c:v>113593.21</c:v>
                </c:pt>
                <c:pt idx="4358">
                  <c:v>113619.29</c:v>
                </c:pt>
                <c:pt idx="4359">
                  <c:v>113645.36</c:v>
                </c:pt>
                <c:pt idx="4360">
                  <c:v>113671.43</c:v>
                </c:pt>
                <c:pt idx="4361">
                  <c:v>113697.5</c:v>
                </c:pt>
                <c:pt idx="4362">
                  <c:v>113723.57</c:v>
                </c:pt>
                <c:pt idx="4363">
                  <c:v>113749.64</c:v>
                </c:pt>
                <c:pt idx="4364">
                  <c:v>113775.71</c:v>
                </c:pt>
                <c:pt idx="4365">
                  <c:v>113801.79</c:v>
                </c:pt>
                <c:pt idx="4366">
                  <c:v>113827.86</c:v>
                </c:pt>
                <c:pt idx="4367">
                  <c:v>113853.93</c:v>
                </c:pt>
                <c:pt idx="4368">
                  <c:v>113880</c:v>
                </c:pt>
                <c:pt idx="4369">
                  <c:v>113906.07</c:v>
                </c:pt>
                <c:pt idx="4370">
                  <c:v>113932.14</c:v>
                </c:pt>
                <c:pt idx="4371">
                  <c:v>113958.21</c:v>
                </c:pt>
                <c:pt idx="4372">
                  <c:v>113984.29</c:v>
                </c:pt>
                <c:pt idx="4373">
                  <c:v>114010.36</c:v>
                </c:pt>
                <c:pt idx="4374">
                  <c:v>114036.43</c:v>
                </c:pt>
                <c:pt idx="4375">
                  <c:v>114062.5</c:v>
                </c:pt>
                <c:pt idx="4376">
                  <c:v>114088.57</c:v>
                </c:pt>
                <c:pt idx="4377">
                  <c:v>114114.64</c:v>
                </c:pt>
                <c:pt idx="4378">
                  <c:v>114140.71</c:v>
                </c:pt>
                <c:pt idx="4379">
                  <c:v>114166.79</c:v>
                </c:pt>
                <c:pt idx="4380">
                  <c:v>114192.86</c:v>
                </c:pt>
                <c:pt idx="4381">
                  <c:v>114218.93</c:v>
                </c:pt>
                <c:pt idx="4382">
                  <c:v>114245</c:v>
                </c:pt>
                <c:pt idx="4383">
                  <c:v>114271.07</c:v>
                </c:pt>
                <c:pt idx="4384">
                  <c:v>114297.14</c:v>
                </c:pt>
                <c:pt idx="4385">
                  <c:v>114323.21</c:v>
                </c:pt>
                <c:pt idx="4386">
                  <c:v>114349.29</c:v>
                </c:pt>
                <c:pt idx="4387">
                  <c:v>114375.36</c:v>
                </c:pt>
                <c:pt idx="4388">
                  <c:v>114401.43</c:v>
                </c:pt>
                <c:pt idx="4389">
                  <c:v>114427.5</c:v>
                </c:pt>
                <c:pt idx="4390">
                  <c:v>114453.57</c:v>
                </c:pt>
                <c:pt idx="4391">
                  <c:v>114479.64</c:v>
                </c:pt>
                <c:pt idx="4392">
                  <c:v>114505.71</c:v>
                </c:pt>
                <c:pt idx="4393">
                  <c:v>114531.79</c:v>
                </c:pt>
                <c:pt idx="4394">
                  <c:v>114557.86</c:v>
                </c:pt>
                <c:pt idx="4395">
                  <c:v>114583.93</c:v>
                </c:pt>
                <c:pt idx="4396">
                  <c:v>114610</c:v>
                </c:pt>
                <c:pt idx="4397">
                  <c:v>114636.07</c:v>
                </c:pt>
                <c:pt idx="4398">
                  <c:v>114662.14</c:v>
                </c:pt>
                <c:pt idx="4399">
                  <c:v>114688.21</c:v>
                </c:pt>
                <c:pt idx="4400">
                  <c:v>114714.29</c:v>
                </c:pt>
                <c:pt idx="4401">
                  <c:v>114740.36</c:v>
                </c:pt>
                <c:pt idx="4402">
                  <c:v>114766.43</c:v>
                </c:pt>
                <c:pt idx="4403">
                  <c:v>114792.5</c:v>
                </c:pt>
                <c:pt idx="4404">
                  <c:v>114818.57</c:v>
                </c:pt>
                <c:pt idx="4405">
                  <c:v>114844.64</c:v>
                </c:pt>
                <c:pt idx="4406">
                  <c:v>114870.71</c:v>
                </c:pt>
                <c:pt idx="4407">
                  <c:v>114896.79</c:v>
                </c:pt>
                <c:pt idx="4408">
                  <c:v>114922.86</c:v>
                </c:pt>
                <c:pt idx="4409">
                  <c:v>114948.93</c:v>
                </c:pt>
                <c:pt idx="4410">
                  <c:v>114975</c:v>
                </c:pt>
                <c:pt idx="4411">
                  <c:v>115001.07</c:v>
                </c:pt>
                <c:pt idx="4412">
                  <c:v>115027.14</c:v>
                </c:pt>
                <c:pt idx="4413">
                  <c:v>115053.21</c:v>
                </c:pt>
                <c:pt idx="4414">
                  <c:v>115079.29</c:v>
                </c:pt>
                <c:pt idx="4415">
                  <c:v>115105.36</c:v>
                </c:pt>
                <c:pt idx="4416">
                  <c:v>115131.43</c:v>
                </c:pt>
                <c:pt idx="4417">
                  <c:v>115157.5</c:v>
                </c:pt>
                <c:pt idx="4418">
                  <c:v>115183.57</c:v>
                </c:pt>
                <c:pt idx="4419">
                  <c:v>115209.64</c:v>
                </c:pt>
                <c:pt idx="4420">
                  <c:v>115235.71</c:v>
                </c:pt>
                <c:pt idx="4421">
                  <c:v>115261.79</c:v>
                </c:pt>
                <c:pt idx="4422">
                  <c:v>115287.86</c:v>
                </c:pt>
                <c:pt idx="4423">
                  <c:v>115313.93</c:v>
                </c:pt>
                <c:pt idx="4424">
                  <c:v>115340</c:v>
                </c:pt>
                <c:pt idx="4425">
                  <c:v>115366.07</c:v>
                </c:pt>
                <c:pt idx="4426">
                  <c:v>115392.14</c:v>
                </c:pt>
                <c:pt idx="4427">
                  <c:v>115418.21</c:v>
                </c:pt>
                <c:pt idx="4428">
                  <c:v>115444.29</c:v>
                </c:pt>
                <c:pt idx="4429">
                  <c:v>115470.36</c:v>
                </c:pt>
                <c:pt idx="4430">
                  <c:v>115496.43</c:v>
                </c:pt>
                <c:pt idx="4431">
                  <c:v>115522.5</c:v>
                </c:pt>
                <c:pt idx="4432">
                  <c:v>115548.57</c:v>
                </c:pt>
                <c:pt idx="4433">
                  <c:v>115574.64</c:v>
                </c:pt>
                <c:pt idx="4434">
                  <c:v>115600.71</c:v>
                </c:pt>
                <c:pt idx="4435">
                  <c:v>115626.79</c:v>
                </c:pt>
                <c:pt idx="4436">
                  <c:v>115652.86</c:v>
                </c:pt>
                <c:pt idx="4437">
                  <c:v>115678.93</c:v>
                </c:pt>
                <c:pt idx="4438">
                  <c:v>115705</c:v>
                </c:pt>
                <c:pt idx="4439">
                  <c:v>115731.07</c:v>
                </c:pt>
                <c:pt idx="4440">
                  <c:v>115757.14</c:v>
                </c:pt>
                <c:pt idx="4441">
                  <c:v>115783.21</c:v>
                </c:pt>
                <c:pt idx="4442">
                  <c:v>115809.29</c:v>
                </c:pt>
                <c:pt idx="4443">
                  <c:v>115835.36</c:v>
                </c:pt>
                <c:pt idx="4444">
                  <c:v>115861.43</c:v>
                </c:pt>
                <c:pt idx="4445">
                  <c:v>115887.5</c:v>
                </c:pt>
                <c:pt idx="4446">
                  <c:v>115913.57</c:v>
                </c:pt>
                <c:pt idx="4447">
                  <c:v>115939.64</c:v>
                </c:pt>
                <c:pt idx="4448">
                  <c:v>115965.71</c:v>
                </c:pt>
                <c:pt idx="4449">
                  <c:v>115991.79</c:v>
                </c:pt>
                <c:pt idx="4450">
                  <c:v>116017.86</c:v>
                </c:pt>
                <c:pt idx="4451">
                  <c:v>116043.93</c:v>
                </c:pt>
                <c:pt idx="4452">
                  <c:v>116070</c:v>
                </c:pt>
                <c:pt idx="4453">
                  <c:v>116096.07</c:v>
                </c:pt>
                <c:pt idx="4454">
                  <c:v>116122.14</c:v>
                </c:pt>
                <c:pt idx="4455">
                  <c:v>116148.21</c:v>
                </c:pt>
                <c:pt idx="4456">
                  <c:v>116174.29</c:v>
                </c:pt>
                <c:pt idx="4457">
                  <c:v>116200.36</c:v>
                </c:pt>
                <c:pt idx="4458">
                  <c:v>116226.43</c:v>
                </c:pt>
                <c:pt idx="4459">
                  <c:v>116252.5</c:v>
                </c:pt>
                <c:pt idx="4460">
                  <c:v>116278.57</c:v>
                </c:pt>
                <c:pt idx="4461">
                  <c:v>116304.64</c:v>
                </c:pt>
                <c:pt idx="4462">
                  <c:v>116330.71</c:v>
                </c:pt>
                <c:pt idx="4463">
                  <c:v>116356.79</c:v>
                </c:pt>
                <c:pt idx="4464">
                  <c:v>116382.86</c:v>
                </c:pt>
                <c:pt idx="4465">
                  <c:v>116408.93</c:v>
                </c:pt>
                <c:pt idx="4466">
                  <c:v>116435</c:v>
                </c:pt>
                <c:pt idx="4467">
                  <c:v>116461.07</c:v>
                </c:pt>
                <c:pt idx="4468">
                  <c:v>116487.14</c:v>
                </c:pt>
                <c:pt idx="4469">
                  <c:v>116513.21</c:v>
                </c:pt>
                <c:pt idx="4470">
                  <c:v>116539.29</c:v>
                </c:pt>
                <c:pt idx="4471">
                  <c:v>116565.36</c:v>
                </c:pt>
                <c:pt idx="4472">
                  <c:v>116591.43</c:v>
                </c:pt>
                <c:pt idx="4473">
                  <c:v>116617.5</c:v>
                </c:pt>
                <c:pt idx="4474">
                  <c:v>116643.57</c:v>
                </c:pt>
                <c:pt idx="4475">
                  <c:v>116669.64</c:v>
                </c:pt>
                <c:pt idx="4476">
                  <c:v>116695.71</c:v>
                </c:pt>
                <c:pt idx="4477">
                  <c:v>116721.79</c:v>
                </c:pt>
                <c:pt idx="4478">
                  <c:v>116747.86</c:v>
                </c:pt>
                <c:pt idx="4479">
                  <c:v>116773.93</c:v>
                </c:pt>
                <c:pt idx="4480">
                  <c:v>116800</c:v>
                </c:pt>
                <c:pt idx="4481">
                  <c:v>116826.07</c:v>
                </c:pt>
                <c:pt idx="4482">
                  <c:v>116852.14</c:v>
                </c:pt>
                <c:pt idx="4483">
                  <c:v>116878.21</c:v>
                </c:pt>
                <c:pt idx="4484">
                  <c:v>116904.29</c:v>
                </c:pt>
                <c:pt idx="4485">
                  <c:v>116930.36</c:v>
                </c:pt>
                <c:pt idx="4486">
                  <c:v>116956.43</c:v>
                </c:pt>
                <c:pt idx="4487">
                  <c:v>116982.5</c:v>
                </c:pt>
                <c:pt idx="4488">
                  <c:v>117008.57</c:v>
                </c:pt>
                <c:pt idx="4489">
                  <c:v>117034.64</c:v>
                </c:pt>
                <c:pt idx="4490">
                  <c:v>117060.71</c:v>
                </c:pt>
                <c:pt idx="4491">
                  <c:v>117086.79</c:v>
                </c:pt>
                <c:pt idx="4492">
                  <c:v>117112.86</c:v>
                </c:pt>
                <c:pt idx="4493">
                  <c:v>117138.93</c:v>
                </c:pt>
                <c:pt idx="4494">
                  <c:v>117165</c:v>
                </c:pt>
                <c:pt idx="4495">
                  <c:v>117191.07</c:v>
                </c:pt>
                <c:pt idx="4496">
                  <c:v>117217.14</c:v>
                </c:pt>
                <c:pt idx="4497">
                  <c:v>117243.21</c:v>
                </c:pt>
                <c:pt idx="4498">
                  <c:v>117269.29</c:v>
                </c:pt>
                <c:pt idx="4499">
                  <c:v>117295.36</c:v>
                </c:pt>
                <c:pt idx="4500">
                  <c:v>117321.43</c:v>
                </c:pt>
                <c:pt idx="4501">
                  <c:v>117347.5</c:v>
                </c:pt>
                <c:pt idx="4502">
                  <c:v>117373.57</c:v>
                </c:pt>
                <c:pt idx="4503">
                  <c:v>117399.64</c:v>
                </c:pt>
                <c:pt idx="4504">
                  <c:v>117425.71</c:v>
                </c:pt>
                <c:pt idx="4505">
                  <c:v>117451.79</c:v>
                </c:pt>
                <c:pt idx="4506">
                  <c:v>117477.86</c:v>
                </c:pt>
                <c:pt idx="4507">
                  <c:v>117503.93</c:v>
                </c:pt>
                <c:pt idx="4508">
                  <c:v>117530</c:v>
                </c:pt>
                <c:pt idx="4509">
                  <c:v>117556.07</c:v>
                </c:pt>
                <c:pt idx="4510">
                  <c:v>117582.14</c:v>
                </c:pt>
                <c:pt idx="4511">
                  <c:v>117608.21</c:v>
                </c:pt>
                <c:pt idx="4512">
                  <c:v>117634.29</c:v>
                </c:pt>
                <c:pt idx="4513">
                  <c:v>117660.36</c:v>
                </c:pt>
                <c:pt idx="4514">
                  <c:v>117686.43</c:v>
                </c:pt>
                <c:pt idx="4515">
                  <c:v>117712.5</c:v>
                </c:pt>
                <c:pt idx="4516">
                  <c:v>117738.57</c:v>
                </c:pt>
                <c:pt idx="4517">
                  <c:v>117764.64</c:v>
                </c:pt>
                <c:pt idx="4518">
                  <c:v>117790.71</c:v>
                </c:pt>
                <c:pt idx="4519">
                  <c:v>117816.79</c:v>
                </c:pt>
                <c:pt idx="4520">
                  <c:v>117842.86</c:v>
                </c:pt>
                <c:pt idx="4521">
                  <c:v>117868.93</c:v>
                </c:pt>
                <c:pt idx="4522">
                  <c:v>117895</c:v>
                </c:pt>
                <c:pt idx="4523">
                  <c:v>117921.07</c:v>
                </c:pt>
                <c:pt idx="4524">
                  <c:v>117947.14</c:v>
                </c:pt>
                <c:pt idx="4525">
                  <c:v>117973.21</c:v>
                </c:pt>
                <c:pt idx="4526">
                  <c:v>117999.29</c:v>
                </c:pt>
                <c:pt idx="4527">
                  <c:v>118025.36</c:v>
                </c:pt>
                <c:pt idx="4528">
                  <c:v>118051.43</c:v>
                </c:pt>
                <c:pt idx="4529">
                  <c:v>118077.5</c:v>
                </c:pt>
                <c:pt idx="4530">
                  <c:v>118103.57</c:v>
                </c:pt>
                <c:pt idx="4531">
                  <c:v>118129.64</c:v>
                </c:pt>
                <c:pt idx="4532">
                  <c:v>118155.71</c:v>
                </c:pt>
                <c:pt idx="4533">
                  <c:v>118181.79</c:v>
                </c:pt>
                <c:pt idx="4534">
                  <c:v>118207.86</c:v>
                </c:pt>
                <c:pt idx="4535">
                  <c:v>118233.93</c:v>
                </c:pt>
                <c:pt idx="4536">
                  <c:v>118260</c:v>
                </c:pt>
                <c:pt idx="4537">
                  <c:v>118286.07</c:v>
                </c:pt>
                <c:pt idx="4538">
                  <c:v>118312.14</c:v>
                </c:pt>
                <c:pt idx="4539">
                  <c:v>118338.21</c:v>
                </c:pt>
                <c:pt idx="4540">
                  <c:v>118364.29</c:v>
                </c:pt>
                <c:pt idx="4541">
                  <c:v>118390.36</c:v>
                </c:pt>
                <c:pt idx="4542">
                  <c:v>118416.43</c:v>
                </c:pt>
                <c:pt idx="4543">
                  <c:v>118442.5</c:v>
                </c:pt>
                <c:pt idx="4544">
                  <c:v>118468.57</c:v>
                </c:pt>
                <c:pt idx="4545">
                  <c:v>118494.64</c:v>
                </c:pt>
                <c:pt idx="4546">
                  <c:v>118520.71</c:v>
                </c:pt>
                <c:pt idx="4547">
                  <c:v>118546.79</c:v>
                </c:pt>
                <c:pt idx="4548">
                  <c:v>118572.86</c:v>
                </c:pt>
                <c:pt idx="4549">
                  <c:v>118598.93</c:v>
                </c:pt>
                <c:pt idx="4550">
                  <c:v>118625</c:v>
                </c:pt>
                <c:pt idx="4551">
                  <c:v>118651.07</c:v>
                </c:pt>
                <c:pt idx="4552">
                  <c:v>118677.14</c:v>
                </c:pt>
                <c:pt idx="4553">
                  <c:v>118703.21</c:v>
                </c:pt>
                <c:pt idx="4554">
                  <c:v>118729.29</c:v>
                </c:pt>
                <c:pt idx="4555">
                  <c:v>118755.36</c:v>
                </c:pt>
                <c:pt idx="4556">
                  <c:v>118781.43</c:v>
                </c:pt>
                <c:pt idx="4557">
                  <c:v>118807.5</c:v>
                </c:pt>
                <c:pt idx="4558">
                  <c:v>118833.57</c:v>
                </c:pt>
                <c:pt idx="4559">
                  <c:v>118859.64</c:v>
                </c:pt>
                <c:pt idx="4560">
                  <c:v>118885.71</c:v>
                </c:pt>
                <c:pt idx="4561">
                  <c:v>118911.79</c:v>
                </c:pt>
                <c:pt idx="4562">
                  <c:v>118937.86</c:v>
                </c:pt>
                <c:pt idx="4563">
                  <c:v>118963.93</c:v>
                </c:pt>
                <c:pt idx="4564">
                  <c:v>118990</c:v>
                </c:pt>
                <c:pt idx="4565">
                  <c:v>119016.07</c:v>
                </c:pt>
                <c:pt idx="4566">
                  <c:v>119042.14</c:v>
                </c:pt>
                <c:pt idx="4567">
                  <c:v>119068.21</c:v>
                </c:pt>
                <c:pt idx="4568">
                  <c:v>119094.29</c:v>
                </c:pt>
                <c:pt idx="4569">
                  <c:v>119120.36</c:v>
                </c:pt>
                <c:pt idx="4570">
                  <c:v>119146.43</c:v>
                </c:pt>
                <c:pt idx="4571">
                  <c:v>119172.5</c:v>
                </c:pt>
                <c:pt idx="4572">
                  <c:v>119198.57</c:v>
                </c:pt>
                <c:pt idx="4573">
                  <c:v>119224.64</c:v>
                </c:pt>
                <c:pt idx="4574">
                  <c:v>119250.71</c:v>
                </c:pt>
                <c:pt idx="4575">
                  <c:v>119276.79</c:v>
                </c:pt>
                <c:pt idx="4576">
                  <c:v>119302.86</c:v>
                </c:pt>
                <c:pt idx="4577">
                  <c:v>119328.93</c:v>
                </c:pt>
                <c:pt idx="4578">
                  <c:v>119355</c:v>
                </c:pt>
                <c:pt idx="4579">
                  <c:v>119381.07</c:v>
                </c:pt>
                <c:pt idx="4580">
                  <c:v>119407.14</c:v>
                </c:pt>
                <c:pt idx="4581">
                  <c:v>119433.21</c:v>
                </c:pt>
                <c:pt idx="4582">
                  <c:v>119459.29</c:v>
                </c:pt>
                <c:pt idx="4583">
                  <c:v>119485.36</c:v>
                </c:pt>
                <c:pt idx="4584">
                  <c:v>119511.43</c:v>
                </c:pt>
                <c:pt idx="4585">
                  <c:v>119537.5</c:v>
                </c:pt>
                <c:pt idx="4586">
                  <c:v>119563.57</c:v>
                </c:pt>
                <c:pt idx="4587">
                  <c:v>119589.64</c:v>
                </c:pt>
                <c:pt idx="4588">
                  <c:v>119615.71</c:v>
                </c:pt>
                <c:pt idx="4589">
                  <c:v>119641.79</c:v>
                </c:pt>
                <c:pt idx="4590">
                  <c:v>119667.86</c:v>
                </c:pt>
                <c:pt idx="4591">
                  <c:v>119693.93</c:v>
                </c:pt>
                <c:pt idx="4592">
                  <c:v>119720</c:v>
                </c:pt>
                <c:pt idx="4593">
                  <c:v>119746.07</c:v>
                </c:pt>
                <c:pt idx="4594">
                  <c:v>119772.14</c:v>
                </c:pt>
                <c:pt idx="4595">
                  <c:v>119798.21</c:v>
                </c:pt>
                <c:pt idx="4596">
                  <c:v>119824.29</c:v>
                </c:pt>
                <c:pt idx="4597">
                  <c:v>119850.36</c:v>
                </c:pt>
                <c:pt idx="4598">
                  <c:v>119876.43</c:v>
                </c:pt>
                <c:pt idx="4599">
                  <c:v>119902.5</c:v>
                </c:pt>
                <c:pt idx="4600">
                  <c:v>119928.57</c:v>
                </c:pt>
                <c:pt idx="4601">
                  <c:v>119954.64</c:v>
                </c:pt>
                <c:pt idx="4602">
                  <c:v>119980.71</c:v>
                </c:pt>
                <c:pt idx="4603">
                  <c:v>120006.79</c:v>
                </c:pt>
                <c:pt idx="4604">
                  <c:v>120032.86</c:v>
                </c:pt>
                <c:pt idx="4605">
                  <c:v>120058.93</c:v>
                </c:pt>
                <c:pt idx="4606">
                  <c:v>120085</c:v>
                </c:pt>
                <c:pt idx="4607">
                  <c:v>120111.07</c:v>
                </c:pt>
                <c:pt idx="4608">
                  <c:v>120137.14</c:v>
                </c:pt>
                <c:pt idx="4609">
                  <c:v>120163.21</c:v>
                </c:pt>
                <c:pt idx="4610">
                  <c:v>120189.29</c:v>
                </c:pt>
                <c:pt idx="4611">
                  <c:v>120215.36</c:v>
                </c:pt>
                <c:pt idx="4612">
                  <c:v>120241.43</c:v>
                </c:pt>
                <c:pt idx="4613">
                  <c:v>120267.5</c:v>
                </c:pt>
                <c:pt idx="4614">
                  <c:v>120293.57</c:v>
                </c:pt>
                <c:pt idx="4615">
                  <c:v>120319.64</c:v>
                </c:pt>
                <c:pt idx="4616">
                  <c:v>120345.71</c:v>
                </c:pt>
                <c:pt idx="4617">
                  <c:v>120371.79</c:v>
                </c:pt>
                <c:pt idx="4618">
                  <c:v>120397.86</c:v>
                </c:pt>
                <c:pt idx="4619">
                  <c:v>120423.93</c:v>
                </c:pt>
                <c:pt idx="4620">
                  <c:v>120450</c:v>
                </c:pt>
                <c:pt idx="4621">
                  <c:v>120476.07</c:v>
                </c:pt>
                <c:pt idx="4622">
                  <c:v>120502.14</c:v>
                </c:pt>
                <c:pt idx="4623">
                  <c:v>120528.21</c:v>
                </c:pt>
                <c:pt idx="4624">
                  <c:v>120554.29</c:v>
                </c:pt>
                <c:pt idx="4625">
                  <c:v>120580.36</c:v>
                </c:pt>
                <c:pt idx="4626">
                  <c:v>120606.43</c:v>
                </c:pt>
                <c:pt idx="4627">
                  <c:v>120632.5</c:v>
                </c:pt>
                <c:pt idx="4628">
                  <c:v>120658.57</c:v>
                </c:pt>
                <c:pt idx="4629">
                  <c:v>120684.64</c:v>
                </c:pt>
                <c:pt idx="4630">
                  <c:v>120710.71</c:v>
                </c:pt>
                <c:pt idx="4631">
                  <c:v>120736.79</c:v>
                </c:pt>
                <c:pt idx="4632">
                  <c:v>120762.86</c:v>
                </c:pt>
                <c:pt idx="4633">
                  <c:v>120788.93</c:v>
                </c:pt>
                <c:pt idx="4634">
                  <c:v>120815</c:v>
                </c:pt>
                <c:pt idx="4635">
                  <c:v>120841.07</c:v>
                </c:pt>
                <c:pt idx="4636">
                  <c:v>120867.14</c:v>
                </c:pt>
                <c:pt idx="4637">
                  <c:v>120893.21</c:v>
                </c:pt>
                <c:pt idx="4638">
                  <c:v>120919.29</c:v>
                </c:pt>
                <c:pt idx="4639">
                  <c:v>120945.36</c:v>
                </c:pt>
                <c:pt idx="4640">
                  <c:v>120971.43</c:v>
                </c:pt>
                <c:pt idx="4641">
                  <c:v>120997.5</c:v>
                </c:pt>
                <c:pt idx="4642">
                  <c:v>121023.57</c:v>
                </c:pt>
                <c:pt idx="4643">
                  <c:v>121049.64</c:v>
                </c:pt>
                <c:pt idx="4644">
                  <c:v>121075.71</c:v>
                </c:pt>
                <c:pt idx="4645">
                  <c:v>121101.79</c:v>
                </c:pt>
                <c:pt idx="4646">
                  <c:v>121127.86</c:v>
                </c:pt>
                <c:pt idx="4647">
                  <c:v>121153.93</c:v>
                </c:pt>
                <c:pt idx="4648">
                  <c:v>121180</c:v>
                </c:pt>
                <c:pt idx="4649">
                  <c:v>121206.07</c:v>
                </c:pt>
                <c:pt idx="4650">
                  <c:v>121232.14</c:v>
                </c:pt>
                <c:pt idx="4651">
                  <c:v>121258.21</c:v>
                </c:pt>
                <c:pt idx="4652">
                  <c:v>121284.29</c:v>
                </c:pt>
                <c:pt idx="4653">
                  <c:v>121310.36</c:v>
                </c:pt>
                <c:pt idx="4654">
                  <c:v>121336.43</c:v>
                </c:pt>
                <c:pt idx="4655">
                  <c:v>121362.5</c:v>
                </c:pt>
                <c:pt idx="4656">
                  <c:v>121388.57</c:v>
                </c:pt>
                <c:pt idx="4657">
                  <c:v>121414.64</c:v>
                </c:pt>
                <c:pt idx="4658">
                  <c:v>121440.71</c:v>
                </c:pt>
                <c:pt idx="4659">
                  <c:v>121466.79</c:v>
                </c:pt>
                <c:pt idx="4660">
                  <c:v>121492.86</c:v>
                </c:pt>
                <c:pt idx="4661">
                  <c:v>121518.93</c:v>
                </c:pt>
                <c:pt idx="4662">
                  <c:v>121545</c:v>
                </c:pt>
                <c:pt idx="4663">
                  <c:v>121571.07</c:v>
                </c:pt>
                <c:pt idx="4664">
                  <c:v>121597.14</c:v>
                </c:pt>
                <c:pt idx="4665">
                  <c:v>121623.21</c:v>
                </c:pt>
                <c:pt idx="4666">
                  <c:v>121649.29</c:v>
                </c:pt>
                <c:pt idx="4667">
                  <c:v>121675.36</c:v>
                </c:pt>
                <c:pt idx="4668">
                  <c:v>121701.43</c:v>
                </c:pt>
                <c:pt idx="4669">
                  <c:v>121727.5</c:v>
                </c:pt>
                <c:pt idx="4670">
                  <c:v>121753.57</c:v>
                </c:pt>
                <c:pt idx="4671">
                  <c:v>121779.64</c:v>
                </c:pt>
                <c:pt idx="4672">
                  <c:v>121805.71</c:v>
                </c:pt>
                <c:pt idx="4673">
                  <c:v>121831.79</c:v>
                </c:pt>
                <c:pt idx="4674">
                  <c:v>121857.86</c:v>
                </c:pt>
                <c:pt idx="4675">
                  <c:v>121883.93</c:v>
                </c:pt>
                <c:pt idx="4676">
                  <c:v>121910</c:v>
                </c:pt>
                <c:pt idx="4677">
                  <c:v>121936.07</c:v>
                </c:pt>
                <c:pt idx="4678">
                  <c:v>121962.14</c:v>
                </c:pt>
                <c:pt idx="4679">
                  <c:v>121988.21</c:v>
                </c:pt>
                <c:pt idx="4680">
                  <c:v>122014.29</c:v>
                </c:pt>
                <c:pt idx="4681">
                  <c:v>122040.36</c:v>
                </c:pt>
                <c:pt idx="4682">
                  <c:v>122066.43</c:v>
                </c:pt>
                <c:pt idx="4683">
                  <c:v>122092.5</c:v>
                </c:pt>
                <c:pt idx="4684">
                  <c:v>122118.57</c:v>
                </c:pt>
                <c:pt idx="4685">
                  <c:v>122144.64</c:v>
                </c:pt>
                <c:pt idx="4686">
                  <c:v>122170.71</c:v>
                </c:pt>
                <c:pt idx="4687">
                  <c:v>122196.79</c:v>
                </c:pt>
                <c:pt idx="4688">
                  <c:v>122222.86</c:v>
                </c:pt>
                <c:pt idx="4689">
                  <c:v>122248.93</c:v>
                </c:pt>
                <c:pt idx="4690">
                  <c:v>122275</c:v>
                </c:pt>
                <c:pt idx="4691">
                  <c:v>122301.07</c:v>
                </c:pt>
                <c:pt idx="4692">
                  <c:v>122327.14</c:v>
                </c:pt>
                <c:pt idx="4693">
                  <c:v>122353.21</c:v>
                </c:pt>
                <c:pt idx="4694">
                  <c:v>122379.29</c:v>
                </c:pt>
                <c:pt idx="4695">
                  <c:v>122405.36</c:v>
                </c:pt>
                <c:pt idx="4696">
                  <c:v>122431.43</c:v>
                </c:pt>
                <c:pt idx="4697">
                  <c:v>122457.5</c:v>
                </c:pt>
                <c:pt idx="4698">
                  <c:v>122483.57</c:v>
                </c:pt>
                <c:pt idx="4699">
                  <c:v>122509.64</c:v>
                </c:pt>
                <c:pt idx="4700">
                  <c:v>122535.71</c:v>
                </c:pt>
                <c:pt idx="4701">
                  <c:v>122561.79</c:v>
                </c:pt>
                <c:pt idx="4702">
                  <c:v>122587.86</c:v>
                </c:pt>
                <c:pt idx="4703">
                  <c:v>122613.93</c:v>
                </c:pt>
                <c:pt idx="4704">
                  <c:v>122640</c:v>
                </c:pt>
                <c:pt idx="4705">
                  <c:v>122666.07</c:v>
                </c:pt>
                <c:pt idx="4706">
                  <c:v>122692.14</c:v>
                </c:pt>
                <c:pt idx="4707">
                  <c:v>122718.21</c:v>
                </c:pt>
                <c:pt idx="4708">
                  <c:v>122744.29</c:v>
                </c:pt>
                <c:pt idx="4709">
                  <c:v>122770.36</c:v>
                </c:pt>
                <c:pt idx="4710">
                  <c:v>122796.43</c:v>
                </c:pt>
                <c:pt idx="4711">
                  <c:v>122822.5</c:v>
                </c:pt>
                <c:pt idx="4712">
                  <c:v>122848.57</c:v>
                </c:pt>
                <c:pt idx="4713">
                  <c:v>122874.64</c:v>
                </c:pt>
                <c:pt idx="4714">
                  <c:v>122900.71</c:v>
                </c:pt>
                <c:pt idx="4715">
                  <c:v>122926.79</c:v>
                </c:pt>
                <c:pt idx="4716">
                  <c:v>122952.86</c:v>
                </c:pt>
                <c:pt idx="4717">
                  <c:v>122978.93</c:v>
                </c:pt>
                <c:pt idx="4718">
                  <c:v>123005</c:v>
                </c:pt>
                <c:pt idx="4719">
                  <c:v>123031.07</c:v>
                </c:pt>
                <c:pt idx="4720">
                  <c:v>123057.14</c:v>
                </c:pt>
                <c:pt idx="4721">
                  <c:v>123083.21</c:v>
                </c:pt>
                <c:pt idx="4722">
                  <c:v>123109.29</c:v>
                </c:pt>
                <c:pt idx="4723">
                  <c:v>123135.36</c:v>
                </c:pt>
                <c:pt idx="4724">
                  <c:v>123161.43</c:v>
                </c:pt>
                <c:pt idx="4725">
                  <c:v>123187.5</c:v>
                </c:pt>
                <c:pt idx="4726">
                  <c:v>123213.57</c:v>
                </c:pt>
                <c:pt idx="4727">
                  <c:v>123239.64</c:v>
                </c:pt>
                <c:pt idx="4728">
                  <c:v>123265.71</c:v>
                </c:pt>
                <c:pt idx="4729">
                  <c:v>123291.79</c:v>
                </c:pt>
                <c:pt idx="4730">
                  <c:v>123317.86</c:v>
                </c:pt>
                <c:pt idx="4731">
                  <c:v>123343.93</c:v>
                </c:pt>
                <c:pt idx="4732">
                  <c:v>123370</c:v>
                </c:pt>
                <c:pt idx="4733">
                  <c:v>123396.07</c:v>
                </c:pt>
                <c:pt idx="4734">
                  <c:v>123422.14</c:v>
                </c:pt>
                <c:pt idx="4735">
                  <c:v>123448.21</c:v>
                </c:pt>
                <c:pt idx="4736">
                  <c:v>123474.29</c:v>
                </c:pt>
                <c:pt idx="4737">
                  <c:v>123500.36</c:v>
                </c:pt>
                <c:pt idx="4738">
                  <c:v>123526.43</c:v>
                </c:pt>
                <c:pt idx="4739">
                  <c:v>123552.5</c:v>
                </c:pt>
                <c:pt idx="4740">
                  <c:v>123578.57</c:v>
                </c:pt>
                <c:pt idx="4741">
                  <c:v>123604.64</c:v>
                </c:pt>
                <c:pt idx="4742">
                  <c:v>123630.71</c:v>
                </c:pt>
                <c:pt idx="4743">
                  <c:v>123656.79</c:v>
                </c:pt>
                <c:pt idx="4744">
                  <c:v>123682.86</c:v>
                </c:pt>
                <c:pt idx="4745">
                  <c:v>123708.93</c:v>
                </c:pt>
                <c:pt idx="4746">
                  <c:v>123735</c:v>
                </c:pt>
                <c:pt idx="4747">
                  <c:v>123761.07</c:v>
                </c:pt>
                <c:pt idx="4748">
                  <c:v>123787.14</c:v>
                </c:pt>
                <c:pt idx="4749">
                  <c:v>123813.21</c:v>
                </c:pt>
                <c:pt idx="4750">
                  <c:v>123839.29</c:v>
                </c:pt>
                <c:pt idx="4751">
                  <c:v>123865.36</c:v>
                </c:pt>
                <c:pt idx="4752">
                  <c:v>123891.43</c:v>
                </c:pt>
                <c:pt idx="4753">
                  <c:v>123917.5</c:v>
                </c:pt>
                <c:pt idx="4754">
                  <c:v>123943.57</c:v>
                </c:pt>
                <c:pt idx="4755">
                  <c:v>123969.64</c:v>
                </c:pt>
                <c:pt idx="4756">
                  <c:v>123995.71</c:v>
                </c:pt>
                <c:pt idx="4757">
                  <c:v>124021.79</c:v>
                </c:pt>
                <c:pt idx="4758">
                  <c:v>124047.86</c:v>
                </c:pt>
                <c:pt idx="4759">
                  <c:v>124073.93</c:v>
                </c:pt>
                <c:pt idx="4760">
                  <c:v>124100</c:v>
                </c:pt>
                <c:pt idx="4761">
                  <c:v>124126.07</c:v>
                </c:pt>
                <c:pt idx="4762">
                  <c:v>124152.14</c:v>
                </c:pt>
                <c:pt idx="4763">
                  <c:v>124178.21</c:v>
                </c:pt>
                <c:pt idx="4764">
                  <c:v>124204.29</c:v>
                </c:pt>
                <c:pt idx="4765">
                  <c:v>124230.36</c:v>
                </c:pt>
                <c:pt idx="4766">
                  <c:v>124256.43</c:v>
                </c:pt>
                <c:pt idx="4767">
                  <c:v>124282.5</c:v>
                </c:pt>
                <c:pt idx="4768">
                  <c:v>124308.57</c:v>
                </c:pt>
                <c:pt idx="4769">
                  <c:v>124334.64</c:v>
                </c:pt>
                <c:pt idx="4770">
                  <c:v>124360.71</c:v>
                </c:pt>
                <c:pt idx="4771">
                  <c:v>124386.79</c:v>
                </c:pt>
                <c:pt idx="4772">
                  <c:v>124412.86</c:v>
                </c:pt>
                <c:pt idx="4773">
                  <c:v>124438.93</c:v>
                </c:pt>
                <c:pt idx="4774">
                  <c:v>124465</c:v>
                </c:pt>
                <c:pt idx="4775">
                  <c:v>124491.07</c:v>
                </c:pt>
                <c:pt idx="4776">
                  <c:v>124517.14</c:v>
                </c:pt>
                <c:pt idx="4777">
                  <c:v>124543.21</c:v>
                </c:pt>
                <c:pt idx="4778">
                  <c:v>124569.29</c:v>
                </c:pt>
                <c:pt idx="4779">
                  <c:v>124595.36</c:v>
                </c:pt>
                <c:pt idx="4780">
                  <c:v>124621.43</c:v>
                </c:pt>
                <c:pt idx="4781">
                  <c:v>124647.5</c:v>
                </c:pt>
                <c:pt idx="4782">
                  <c:v>124673.57</c:v>
                </c:pt>
                <c:pt idx="4783">
                  <c:v>124699.64</c:v>
                </c:pt>
                <c:pt idx="4784">
                  <c:v>124725.71</c:v>
                </c:pt>
                <c:pt idx="4785">
                  <c:v>124751.79</c:v>
                </c:pt>
                <c:pt idx="4786">
                  <c:v>124777.86</c:v>
                </c:pt>
                <c:pt idx="4787">
                  <c:v>124803.93</c:v>
                </c:pt>
                <c:pt idx="4788">
                  <c:v>124830</c:v>
                </c:pt>
                <c:pt idx="4789">
                  <c:v>124856.07</c:v>
                </c:pt>
                <c:pt idx="4790">
                  <c:v>124882.14</c:v>
                </c:pt>
                <c:pt idx="4791">
                  <c:v>124908.21</c:v>
                </c:pt>
                <c:pt idx="4792">
                  <c:v>124934.29</c:v>
                </c:pt>
                <c:pt idx="4793">
                  <c:v>124960.36</c:v>
                </c:pt>
                <c:pt idx="4794">
                  <c:v>124986.43</c:v>
                </c:pt>
                <c:pt idx="4795">
                  <c:v>125012.5</c:v>
                </c:pt>
                <c:pt idx="4796">
                  <c:v>125038.57</c:v>
                </c:pt>
                <c:pt idx="4797">
                  <c:v>125064.64</c:v>
                </c:pt>
                <c:pt idx="4798">
                  <c:v>125090.71</c:v>
                </c:pt>
                <c:pt idx="4799">
                  <c:v>125116.79</c:v>
                </c:pt>
                <c:pt idx="4800">
                  <c:v>125142.86</c:v>
                </c:pt>
                <c:pt idx="4801">
                  <c:v>125168.93</c:v>
                </c:pt>
                <c:pt idx="4802">
                  <c:v>125195</c:v>
                </c:pt>
                <c:pt idx="4803">
                  <c:v>125221.07</c:v>
                </c:pt>
                <c:pt idx="4804">
                  <c:v>125247.14</c:v>
                </c:pt>
                <c:pt idx="4805">
                  <c:v>125273.21</c:v>
                </c:pt>
                <c:pt idx="4806">
                  <c:v>125299.29</c:v>
                </c:pt>
                <c:pt idx="4807">
                  <c:v>125325.36</c:v>
                </c:pt>
                <c:pt idx="4808">
                  <c:v>125351.43</c:v>
                </c:pt>
                <c:pt idx="4809">
                  <c:v>125377.5</c:v>
                </c:pt>
                <c:pt idx="4810">
                  <c:v>125403.57</c:v>
                </c:pt>
                <c:pt idx="4811">
                  <c:v>125429.64</c:v>
                </c:pt>
                <c:pt idx="4812">
                  <c:v>125455.71</c:v>
                </c:pt>
                <c:pt idx="4813">
                  <c:v>125481.79</c:v>
                </c:pt>
                <c:pt idx="4814">
                  <c:v>125507.86</c:v>
                </c:pt>
                <c:pt idx="4815">
                  <c:v>125533.93</c:v>
                </c:pt>
                <c:pt idx="4816">
                  <c:v>125560</c:v>
                </c:pt>
                <c:pt idx="4817">
                  <c:v>125586.07</c:v>
                </c:pt>
                <c:pt idx="4818">
                  <c:v>125612.14</c:v>
                </c:pt>
                <c:pt idx="4819">
                  <c:v>125638.21</c:v>
                </c:pt>
                <c:pt idx="4820">
                  <c:v>125664.29</c:v>
                </c:pt>
                <c:pt idx="4821">
                  <c:v>125690.36</c:v>
                </c:pt>
                <c:pt idx="4822">
                  <c:v>125716.43</c:v>
                </c:pt>
                <c:pt idx="4823">
                  <c:v>125742.5</c:v>
                </c:pt>
                <c:pt idx="4824">
                  <c:v>125768.57</c:v>
                </c:pt>
                <c:pt idx="4825">
                  <c:v>125794.64</c:v>
                </c:pt>
                <c:pt idx="4826">
                  <c:v>125820.71</c:v>
                </c:pt>
                <c:pt idx="4827">
                  <c:v>125846.79</c:v>
                </c:pt>
                <c:pt idx="4828">
                  <c:v>125872.86</c:v>
                </c:pt>
                <c:pt idx="4829">
                  <c:v>125898.93</c:v>
                </c:pt>
                <c:pt idx="4830">
                  <c:v>125925</c:v>
                </c:pt>
                <c:pt idx="4831">
                  <c:v>125951.07</c:v>
                </c:pt>
                <c:pt idx="4832">
                  <c:v>125977.14</c:v>
                </c:pt>
                <c:pt idx="4833">
                  <c:v>126003.21</c:v>
                </c:pt>
                <c:pt idx="4834">
                  <c:v>126029.29</c:v>
                </c:pt>
                <c:pt idx="4835">
                  <c:v>126055.36</c:v>
                </c:pt>
                <c:pt idx="4836">
                  <c:v>126081.43</c:v>
                </c:pt>
                <c:pt idx="4837">
                  <c:v>126107.5</c:v>
                </c:pt>
                <c:pt idx="4838">
                  <c:v>126133.57</c:v>
                </c:pt>
                <c:pt idx="4839">
                  <c:v>126159.64</c:v>
                </c:pt>
                <c:pt idx="4840">
                  <c:v>126185.71</c:v>
                </c:pt>
                <c:pt idx="4841">
                  <c:v>126211.79</c:v>
                </c:pt>
                <c:pt idx="4842">
                  <c:v>126237.86</c:v>
                </c:pt>
                <c:pt idx="4843">
                  <c:v>126263.93</c:v>
                </c:pt>
                <c:pt idx="4844">
                  <c:v>126290</c:v>
                </c:pt>
                <c:pt idx="4845">
                  <c:v>126316.07</c:v>
                </c:pt>
                <c:pt idx="4846">
                  <c:v>126342.14</c:v>
                </c:pt>
                <c:pt idx="4847">
                  <c:v>126368.21</c:v>
                </c:pt>
                <c:pt idx="4848">
                  <c:v>126394.29</c:v>
                </c:pt>
                <c:pt idx="4849">
                  <c:v>126420.36</c:v>
                </c:pt>
                <c:pt idx="4850">
                  <c:v>126446.43</c:v>
                </c:pt>
                <c:pt idx="4851">
                  <c:v>126472.5</c:v>
                </c:pt>
                <c:pt idx="4852">
                  <c:v>126498.57</c:v>
                </c:pt>
                <c:pt idx="4853">
                  <c:v>126524.64</c:v>
                </c:pt>
                <c:pt idx="4854">
                  <c:v>126550.71</c:v>
                </c:pt>
                <c:pt idx="4855">
                  <c:v>126576.79</c:v>
                </c:pt>
                <c:pt idx="4856">
                  <c:v>126602.86</c:v>
                </c:pt>
                <c:pt idx="4857">
                  <c:v>126628.93</c:v>
                </c:pt>
                <c:pt idx="4858">
                  <c:v>126655</c:v>
                </c:pt>
                <c:pt idx="4859">
                  <c:v>126681.07</c:v>
                </c:pt>
                <c:pt idx="4860">
                  <c:v>126707.14</c:v>
                </c:pt>
                <c:pt idx="4861">
                  <c:v>126733.21</c:v>
                </c:pt>
                <c:pt idx="4862">
                  <c:v>126759.29</c:v>
                </c:pt>
                <c:pt idx="4863">
                  <c:v>126785.36</c:v>
                </c:pt>
                <c:pt idx="4864">
                  <c:v>126811.43</c:v>
                </c:pt>
                <c:pt idx="4865">
                  <c:v>126837.5</c:v>
                </c:pt>
                <c:pt idx="4866">
                  <c:v>126863.57</c:v>
                </c:pt>
                <c:pt idx="4867">
                  <c:v>126889.64</c:v>
                </c:pt>
                <c:pt idx="4868">
                  <c:v>126915.71</c:v>
                </c:pt>
                <c:pt idx="4869">
                  <c:v>126941.79</c:v>
                </c:pt>
                <c:pt idx="4870">
                  <c:v>126967.86</c:v>
                </c:pt>
                <c:pt idx="4871">
                  <c:v>126993.93</c:v>
                </c:pt>
                <c:pt idx="4872">
                  <c:v>127020</c:v>
                </c:pt>
                <c:pt idx="4873">
                  <c:v>127046.07</c:v>
                </c:pt>
                <c:pt idx="4874">
                  <c:v>127072.14</c:v>
                </c:pt>
                <c:pt idx="4875">
                  <c:v>127098.21</c:v>
                </c:pt>
                <c:pt idx="4876">
                  <c:v>127124.29</c:v>
                </c:pt>
                <c:pt idx="4877">
                  <c:v>127150.36</c:v>
                </c:pt>
                <c:pt idx="4878">
                  <c:v>127176.43</c:v>
                </c:pt>
                <c:pt idx="4879">
                  <c:v>127202.5</c:v>
                </c:pt>
                <c:pt idx="4880">
                  <c:v>127228.57</c:v>
                </c:pt>
                <c:pt idx="4881">
                  <c:v>127254.64</c:v>
                </c:pt>
                <c:pt idx="4882">
                  <c:v>127280.71</c:v>
                </c:pt>
                <c:pt idx="4883">
                  <c:v>127306.79</c:v>
                </c:pt>
                <c:pt idx="4884">
                  <c:v>127332.86</c:v>
                </c:pt>
                <c:pt idx="4885">
                  <c:v>127358.93</c:v>
                </c:pt>
                <c:pt idx="4886">
                  <c:v>127385</c:v>
                </c:pt>
                <c:pt idx="4887">
                  <c:v>127411.07</c:v>
                </c:pt>
                <c:pt idx="4888">
                  <c:v>127437.14</c:v>
                </c:pt>
                <c:pt idx="4889">
                  <c:v>127463.21</c:v>
                </c:pt>
                <c:pt idx="4890">
                  <c:v>127489.29</c:v>
                </c:pt>
                <c:pt idx="4891">
                  <c:v>127515.36</c:v>
                </c:pt>
                <c:pt idx="4892">
                  <c:v>127541.43</c:v>
                </c:pt>
                <c:pt idx="4893">
                  <c:v>127567.5</c:v>
                </c:pt>
                <c:pt idx="4894">
                  <c:v>127593.57</c:v>
                </c:pt>
                <c:pt idx="4895">
                  <c:v>127619.64</c:v>
                </c:pt>
                <c:pt idx="4896">
                  <c:v>127645.71</c:v>
                </c:pt>
                <c:pt idx="4897">
                  <c:v>127671.79</c:v>
                </c:pt>
                <c:pt idx="4898">
                  <c:v>127697.86</c:v>
                </c:pt>
                <c:pt idx="4899">
                  <c:v>127723.93</c:v>
                </c:pt>
                <c:pt idx="4900">
                  <c:v>127750</c:v>
                </c:pt>
                <c:pt idx="4901">
                  <c:v>127776.07</c:v>
                </c:pt>
                <c:pt idx="4902">
                  <c:v>127802.14</c:v>
                </c:pt>
                <c:pt idx="4903">
                  <c:v>127828.21</c:v>
                </c:pt>
                <c:pt idx="4904">
                  <c:v>127854.29</c:v>
                </c:pt>
                <c:pt idx="4905">
                  <c:v>127880.36</c:v>
                </c:pt>
                <c:pt idx="4906">
                  <c:v>127906.43</c:v>
                </c:pt>
                <c:pt idx="4907">
                  <c:v>127932.5</c:v>
                </c:pt>
                <c:pt idx="4908">
                  <c:v>127958.57</c:v>
                </c:pt>
                <c:pt idx="4909">
                  <c:v>127984.64</c:v>
                </c:pt>
                <c:pt idx="4910">
                  <c:v>128010.71</c:v>
                </c:pt>
                <c:pt idx="4911">
                  <c:v>128036.79</c:v>
                </c:pt>
                <c:pt idx="4912">
                  <c:v>128062.86</c:v>
                </c:pt>
                <c:pt idx="4913">
                  <c:v>128088.93</c:v>
                </c:pt>
                <c:pt idx="4914">
                  <c:v>128115</c:v>
                </c:pt>
                <c:pt idx="4915">
                  <c:v>128141.07</c:v>
                </c:pt>
                <c:pt idx="4916">
                  <c:v>128167.14</c:v>
                </c:pt>
                <c:pt idx="4917">
                  <c:v>128193.21</c:v>
                </c:pt>
                <c:pt idx="4918">
                  <c:v>128219.29</c:v>
                </c:pt>
                <c:pt idx="4919">
                  <c:v>128245.36</c:v>
                </c:pt>
                <c:pt idx="4920">
                  <c:v>128271.43</c:v>
                </c:pt>
                <c:pt idx="4921">
                  <c:v>128297.5</c:v>
                </c:pt>
                <c:pt idx="4922">
                  <c:v>128323.57</c:v>
                </c:pt>
                <c:pt idx="4923">
                  <c:v>128349.64</c:v>
                </c:pt>
                <c:pt idx="4924">
                  <c:v>128375.71</c:v>
                </c:pt>
                <c:pt idx="4925">
                  <c:v>128401.79</c:v>
                </c:pt>
                <c:pt idx="4926">
                  <c:v>128427.86</c:v>
                </c:pt>
                <c:pt idx="4927">
                  <c:v>128453.93</c:v>
                </c:pt>
                <c:pt idx="4928">
                  <c:v>128480</c:v>
                </c:pt>
                <c:pt idx="4929">
                  <c:v>128506.07</c:v>
                </c:pt>
                <c:pt idx="4930">
                  <c:v>128532.14</c:v>
                </c:pt>
                <c:pt idx="4931">
                  <c:v>128558.21</c:v>
                </c:pt>
                <c:pt idx="4932">
                  <c:v>128584.29</c:v>
                </c:pt>
                <c:pt idx="4933">
                  <c:v>128610.36</c:v>
                </c:pt>
                <c:pt idx="4934">
                  <c:v>128636.43</c:v>
                </c:pt>
                <c:pt idx="4935">
                  <c:v>128662.5</c:v>
                </c:pt>
                <c:pt idx="4936">
                  <c:v>128688.57</c:v>
                </c:pt>
                <c:pt idx="4937">
                  <c:v>128714.64</c:v>
                </c:pt>
                <c:pt idx="4938">
                  <c:v>128740.71</c:v>
                </c:pt>
                <c:pt idx="4939">
                  <c:v>128766.79</c:v>
                </c:pt>
                <c:pt idx="4940">
                  <c:v>128792.86</c:v>
                </c:pt>
                <c:pt idx="4941">
                  <c:v>128818.93</c:v>
                </c:pt>
                <c:pt idx="4942">
                  <c:v>128845</c:v>
                </c:pt>
                <c:pt idx="4943">
                  <c:v>128871.07</c:v>
                </c:pt>
                <c:pt idx="4944">
                  <c:v>128897.14</c:v>
                </c:pt>
                <c:pt idx="4945">
                  <c:v>128923.21</c:v>
                </c:pt>
                <c:pt idx="4946">
                  <c:v>128949.29</c:v>
                </c:pt>
                <c:pt idx="4947">
                  <c:v>128975.36</c:v>
                </c:pt>
                <c:pt idx="4948">
                  <c:v>129001.43</c:v>
                </c:pt>
                <c:pt idx="4949">
                  <c:v>129027.5</c:v>
                </c:pt>
                <c:pt idx="4950">
                  <c:v>129053.57</c:v>
                </c:pt>
                <c:pt idx="4951">
                  <c:v>129079.64</c:v>
                </c:pt>
                <c:pt idx="4952">
                  <c:v>129105.71</c:v>
                </c:pt>
                <c:pt idx="4953">
                  <c:v>129131.79</c:v>
                </c:pt>
                <c:pt idx="4954">
                  <c:v>129157.86</c:v>
                </c:pt>
                <c:pt idx="4955">
                  <c:v>129183.93</c:v>
                </c:pt>
                <c:pt idx="4956">
                  <c:v>129210</c:v>
                </c:pt>
                <c:pt idx="4957">
                  <c:v>129236.07</c:v>
                </c:pt>
                <c:pt idx="4958">
                  <c:v>129262.14</c:v>
                </c:pt>
                <c:pt idx="4959">
                  <c:v>129288.21</c:v>
                </c:pt>
                <c:pt idx="4960">
                  <c:v>129314.29</c:v>
                </c:pt>
                <c:pt idx="4961">
                  <c:v>129340.36</c:v>
                </c:pt>
                <c:pt idx="4962">
                  <c:v>129366.43</c:v>
                </c:pt>
                <c:pt idx="4963">
                  <c:v>129392.5</c:v>
                </c:pt>
                <c:pt idx="4964">
                  <c:v>129418.57</c:v>
                </c:pt>
                <c:pt idx="4965">
                  <c:v>129444.64</c:v>
                </c:pt>
                <c:pt idx="4966">
                  <c:v>129470.71</c:v>
                </c:pt>
                <c:pt idx="4967">
                  <c:v>129496.79</c:v>
                </c:pt>
                <c:pt idx="4968">
                  <c:v>129522.86</c:v>
                </c:pt>
                <c:pt idx="4969">
                  <c:v>129548.93</c:v>
                </c:pt>
                <c:pt idx="4970">
                  <c:v>129575</c:v>
                </c:pt>
                <c:pt idx="4971">
                  <c:v>129601.07</c:v>
                </c:pt>
                <c:pt idx="4972">
                  <c:v>129627.14</c:v>
                </c:pt>
                <c:pt idx="4973">
                  <c:v>129653.21</c:v>
                </c:pt>
                <c:pt idx="4974">
                  <c:v>129679.29</c:v>
                </c:pt>
                <c:pt idx="4975">
                  <c:v>129705.36</c:v>
                </c:pt>
                <c:pt idx="4976">
                  <c:v>129731.43</c:v>
                </c:pt>
                <c:pt idx="4977">
                  <c:v>129757.5</c:v>
                </c:pt>
                <c:pt idx="4978">
                  <c:v>129783.57</c:v>
                </c:pt>
                <c:pt idx="4979">
                  <c:v>129809.64</c:v>
                </c:pt>
                <c:pt idx="4980">
                  <c:v>129835.71</c:v>
                </c:pt>
                <c:pt idx="4981">
                  <c:v>129861.79</c:v>
                </c:pt>
                <c:pt idx="4982">
                  <c:v>129887.86</c:v>
                </c:pt>
                <c:pt idx="4983">
                  <c:v>129913.93</c:v>
                </c:pt>
                <c:pt idx="4984">
                  <c:v>129940</c:v>
                </c:pt>
                <c:pt idx="4985">
                  <c:v>129966.07</c:v>
                </c:pt>
                <c:pt idx="4986">
                  <c:v>129992.14</c:v>
                </c:pt>
                <c:pt idx="4987">
                  <c:v>130018.21</c:v>
                </c:pt>
                <c:pt idx="4988">
                  <c:v>130044.29</c:v>
                </c:pt>
                <c:pt idx="4989">
                  <c:v>130070.36</c:v>
                </c:pt>
                <c:pt idx="4990">
                  <c:v>130096.43</c:v>
                </c:pt>
                <c:pt idx="4991">
                  <c:v>130122.5</c:v>
                </c:pt>
                <c:pt idx="4992">
                  <c:v>130148.57</c:v>
                </c:pt>
                <c:pt idx="4993">
                  <c:v>130174.64</c:v>
                </c:pt>
                <c:pt idx="4994">
                  <c:v>130200.71</c:v>
                </c:pt>
                <c:pt idx="4995">
                  <c:v>130226.79</c:v>
                </c:pt>
                <c:pt idx="4996">
                  <c:v>130252.86</c:v>
                </c:pt>
                <c:pt idx="4997">
                  <c:v>130278.93</c:v>
                </c:pt>
                <c:pt idx="4998">
                  <c:v>130305</c:v>
                </c:pt>
                <c:pt idx="4999">
                  <c:v>130331.07</c:v>
                </c:pt>
                <c:pt idx="5000">
                  <c:v>130357.14</c:v>
                </c:pt>
                <c:pt idx="5001">
                  <c:v>130383.21</c:v>
                </c:pt>
                <c:pt idx="5002">
                  <c:v>130409.29</c:v>
                </c:pt>
                <c:pt idx="5003">
                  <c:v>130435.36</c:v>
                </c:pt>
                <c:pt idx="5004">
                  <c:v>130461.43</c:v>
                </c:pt>
                <c:pt idx="5005">
                  <c:v>130487.5</c:v>
                </c:pt>
                <c:pt idx="5006">
                  <c:v>130513.57</c:v>
                </c:pt>
                <c:pt idx="5007">
                  <c:v>130539.64</c:v>
                </c:pt>
                <c:pt idx="5008">
                  <c:v>130565.71</c:v>
                </c:pt>
                <c:pt idx="5009">
                  <c:v>130591.79</c:v>
                </c:pt>
                <c:pt idx="5010">
                  <c:v>130617.86</c:v>
                </c:pt>
                <c:pt idx="5011">
                  <c:v>130643.93</c:v>
                </c:pt>
                <c:pt idx="5012">
                  <c:v>130670</c:v>
                </c:pt>
                <c:pt idx="5013">
                  <c:v>130696.07</c:v>
                </c:pt>
                <c:pt idx="5014">
                  <c:v>130722.14</c:v>
                </c:pt>
                <c:pt idx="5015">
                  <c:v>130748.21</c:v>
                </c:pt>
                <c:pt idx="5016">
                  <c:v>130774.29</c:v>
                </c:pt>
                <c:pt idx="5017">
                  <c:v>130800.36</c:v>
                </c:pt>
                <c:pt idx="5018">
                  <c:v>130826.43</c:v>
                </c:pt>
                <c:pt idx="5019">
                  <c:v>130852.5</c:v>
                </c:pt>
                <c:pt idx="5020">
                  <c:v>130878.57</c:v>
                </c:pt>
                <c:pt idx="5021">
                  <c:v>130904.64</c:v>
                </c:pt>
                <c:pt idx="5022">
                  <c:v>130930.71</c:v>
                </c:pt>
                <c:pt idx="5023">
                  <c:v>130956.79</c:v>
                </c:pt>
                <c:pt idx="5024">
                  <c:v>130982.86</c:v>
                </c:pt>
                <c:pt idx="5025">
                  <c:v>131008.93</c:v>
                </c:pt>
                <c:pt idx="5026">
                  <c:v>131035</c:v>
                </c:pt>
                <c:pt idx="5027">
                  <c:v>131061.07</c:v>
                </c:pt>
                <c:pt idx="5028">
                  <c:v>131087.14000000001</c:v>
                </c:pt>
                <c:pt idx="5029">
                  <c:v>131113.21</c:v>
                </c:pt>
                <c:pt idx="5030">
                  <c:v>131139.29</c:v>
                </c:pt>
                <c:pt idx="5031">
                  <c:v>131165.35999999999</c:v>
                </c:pt>
                <c:pt idx="5032">
                  <c:v>131191.43</c:v>
                </c:pt>
                <c:pt idx="5033">
                  <c:v>131217.5</c:v>
                </c:pt>
                <c:pt idx="5034">
                  <c:v>131243.57</c:v>
                </c:pt>
                <c:pt idx="5035">
                  <c:v>131269.64000000001</c:v>
                </c:pt>
                <c:pt idx="5036">
                  <c:v>131295.71</c:v>
                </c:pt>
                <c:pt idx="5037">
                  <c:v>131321.79</c:v>
                </c:pt>
                <c:pt idx="5038">
                  <c:v>131347.85999999999</c:v>
                </c:pt>
                <c:pt idx="5039">
                  <c:v>131373.93</c:v>
                </c:pt>
                <c:pt idx="5040">
                  <c:v>131400</c:v>
                </c:pt>
                <c:pt idx="5041">
                  <c:v>131426.07</c:v>
                </c:pt>
                <c:pt idx="5042">
                  <c:v>131452.14000000001</c:v>
                </c:pt>
                <c:pt idx="5043">
                  <c:v>131478.21</c:v>
                </c:pt>
                <c:pt idx="5044">
                  <c:v>131504.29</c:v>
                </c:pt>
                <c:pt idx="5045">
                  <c:v>131530.35999999999</c:v>
                </c:pt>
                <c:pt idx="5046">
                  <c:v>131556.43</c:v>
                </c:pt>
                <c:pt idx="5047">
                  <c:v>131582.5</c:v>
                </c:pt>
                <c:pt idx="5048">
                  <c:v>131608.57</c:v>
                </c:pt>
                <c:pt idx="5049">
                  <c:v>131634.64000000001</c:v>
                </c:pt>
                <c:pt idx="5050">
                  <c:v>131660.71</c:v>
                </c:pt>
                <c:pt idx="5051">
                  <c:v>131686.79</c:v>
                </c:pt>
                <c:pt idx="5052">
                  <c:v>131712.85999999999</c:v>
                </c:pt>
                <c:pt idx="5053">
                  <c:v>131738.93</c:v>
                </c:pt>
                <c:pt idx="5054">
                  <c:v>131765</c:v>
                </c:pt>
                <c:pt idx="5055">
                  <c:v>131791.07</c:v>
                </c:pt>
                <c:pt idx="5056">
                  <c:v>131817.14000000001</c:v>
                </c:pt>
                <c:pt idx="5057">
                  <c:v>131843.21</c:v>
                </c:pt>
                <c:pt idx="5058">
                  <c:v>131869.29</c:v>
                </c:pt>
                <c:pt idx="5059">
                  <c:v>131895.35999999999</c:v>
                </c:pt>
                <c:pt idx="5060">
                  <c:v>131921.43</c:v>
                </c:pt>
                <c:pt idx="5061">
                  <c:v>131947.5</c:v>
                </c:pt>
                <c:pt idx="5062">
                  <c:v>131973.57</c:v>
                </c:pt>
                <c:pt idx="5063">
                  <c:v>131999.64000000001</c:v>
                </c:pt>
                <c:pt idx="5064">
                  <c:v>132025.71</c:v>
                </c:pt>
                <c:pt idx="5065">
                  <c:v>132051.79</c:v>
                </c:pt>
                <c:pt idx="5066">
                  <c:v>132077.85999999999</c:v>
                </c:pt>
                <c:pt idx="5067">
                  <c:v>132103.93</c:v>
                </c:pt>
                <c:pt idx="5068">
                  <c:v>132130</c:v>
                </c:pt>
                <c:pt idx="5069">
                  <c:v>132156.07</c:v>
                </c:pt>
                <c:pt idx="5070">
                  <c:v>132182.14000000001</c:v>
                </c:pt>
                <c:pt idx="5071">
                  <c:v>132208.21</c:v>
                </c:pt>
                <c:pt idx="5072">
                  <c:v>132234.29</c:v>
                </c:pt>
                <c:pt idx="5073">
                  <c:v>132260.35999999999</c:v>
                </c:pt>
                <c:pt idx="5074">
                  <c:v>132286.43</c:v>
                </c:pt>
                <c:pt idx="5075">
                  <c:v>132312.5</c:v>
                </c:pt>
                <c:pt idx="5076">
                  <c:v>132338.57</c:v>
                </c:pt>
                <c:pt idx="5077">
                  <c:v>132364.64000000001</c:v>
                </c:pt>
                <c:pt idx="5078">
                  <c:v>132390.71</c:v>
                </c:pt>
                <c:pt idx="5079">
                  <c:v>132416.79</c:v>
                </c:pt>
                <c:pt idx="5080">
                  <c:v>132442.85999999999</c:v>
                </c:pt>
                <c:pt idx="5081">
                  <c:v>132468.93</c:v>
                </c:pt>
                <c:pt idx="5082">
                  <c:v>132495</c:v>
                </c:pt>
                <c:pt idx="5083">
                  <c:v>132521.07</c:v>
                </c:pt>
                <c:pt idx="5084">
                  <c:v>132547.14000000001</c:v>
                </c:pt>
                <c:pt idx="5085">
                  <c:v>132573.21</c:v>
                </c:pt>
                <c:pt idx="5086">
                  <c:v>132599.29</c:v>
                </c:pt>
                <c:pt idx="5087">
                  <c:v>132625.35999999999</c:v>
                </c:pt>
                <c:pt idx="5088">
                  <c:v>132651.43</c:v>
                </c:pt>
                <c:pt idx="5089">
                  <c:v>132677.5</c:v>
                </c:pt>
                <c:pt idx="5090">
                  <c:v>132703.57</c:v>
                </c:pt>
                <c:pt idx="5091">
                  <c:v>132729.64000000001</c:v>
                </c:pt>
                <c:pt idx="5092">
                  <c:v>132755.71</c:v>
                </c:pt>
                <c:pt idx="5093">
                  <c:v>132781.79</c:v>
                </c:pt>
                <c:pt idx="5094">
                  <c:v>132807.85999999999</c:v>
                </c:pt>
                <c:pt idx="5095">
                  <c:v>132833.93</c:v>
                </c:pt>
                <c:pt idx="5096">
                  <c:v>132860</c:v>
                </c:pt>
                <c:pt idx="5097">
                  <c:v>132886.07</c:v>
                </c:pt>
                <c:pt idx="5098">
                  <c:v>132912.14000000001</c:v>
                </c:pt>
                <c:pt idx="5099">
                  <c:v>132938.21</c:v>
                </c:pt>
                <c:pt idx="5100">
                  <c:v>132964.29</c:v>
                </c:pt>
                <c:pt idx="5101">
                  <c:v>132990.35999999999</c:v>
                </c:pt>
                <c:pt idx="5102">
                  <c:v>133016.43</c:v>
                </c:pt>
                <c:pt idx="5103">
                  <c:v>133042.5</c:v>
                </c:pt>
                <c:pt idx="5104">
                  <c:v>133068.57</c:v>
                </c:pt>
                <c:pt idx="5105">
                  <c:v>133094.64000000001</c:v>
                </c:pt>
                <c:pt idx="5106">
                  <c:v>133120.71</c:v>
                </c:pt>
                <c:pt idx="5107">
                  <c:v>133146.79</c:v>
                </c:pt>
                <c:pt idx="5108">
                  <c:v>133172.85999999999</c:v>
                </c:pt>
                <c:pt idx="5109">
                  <c:v>133198.93</c:v>
                </c:pt>
                <c:pt idx="5110">
                  <c:v>133225</c:v>
                </c:pt>
                <c:pt idx="5111">
                  <c:v>133251.07</c:v>
                </c:pt>
                <c:pt idx="5112">
                  <c:v>133277.14000000001</c:v>
                </c:pt>
                <c:pt idx="5113">
                  <c:v>133303.21</c:v>
                </c:pt>
                <c:pt idx="5114">
                  <c:v>133329.29</c:v>
                </c:pt>
                <c:pt idx="5115">
                  <c:v>133355.35999999999</c:v>
                </c:pt>
                <c:pt idx="5116">
                  <c:v>133381.43</c:v>
                </c:pt>
                <c:pt idx="5117">
                  <c:v>133407.5</c:v>
                </c:pt>
                <c:pt idx="5118">
                  <c:v>133433.57</c:v>
                </c:pt>
                <c:pt idx="5119">
                  <c:v>133459.64000000001</c:v>
                </c:pt>
                <c:pt idx="5120">
                  <c:v>133485.71</c:v>
                </c:pt>
                <c:pt idx="5121">
                  <c:v>133511.79</c:v>
                </c:pt>
                <c:pt idx="5122">
                  <c:v>133537.85999999999</c:v>
                </c:pt>
                <c:pt idx="5123">
                  <c:v>133563.93</c:v>
                </c:pt>
                <c:pt idx="5124">
                  <c:v>133590</c:v>
                </c:pt>
                <c:pt idx="5125">
                  <c:v>133616.07</c:v>
                </c:pt>
                <c:pt idx="5126">
                  <c:v>133642.14000000001</c:v>
                </c:pt>
                <c:pt idx="5127">
                  <c:v>133668.21</c:v>
                </c:pt>
                <c:pt idx="5128">
                  <c:v>133694.29</c:v>
                </c:pt>
                <c:pt idx="5129">
                  <c:v>133720.35999999999</c:v>
                </c:pt>
                <c:pt idx="5130">
                  <c:v>133746.43</c:v>
                </c:pt>
                <c:pt idx="5131">
                  <c:v>133772.5</c:v>
                </c:pt>
                <c:pt idx="5132">
                  <c:v>133798.57</c:v>
                </c:pt>
                <c:pt idx="5133">
                  <c:v>133824.64000000001</c:v>
                </c:pt>
                <c:pt idx="5134">
                  <c:v>133850.71</c:v>
                </c:pt>
                <c:pt idx="5135">
                  <c:v>133876.79</c:v>
                </c:pt>
                <c:pt idx="5136">
                  <c:v>133902.85999999999</c:v>
                </c:pt>
                <c:pt idx="5137">
                  <c:v>133928.93</c:v>
                </c:pt>
                <c:pt idx="5138">
                  <c:v>133955</c:v>
                </c:pt>
                <c:pt idx="5139">
                  <c:v>133981.07</c:v>
                </c:pt>
                <c:pt idx="5140">
                  <c:v>134007.14000000001</c:v>
                </c:pt>
                <c:pt idx="5141">
                  <c:v>134033.21</c:v>
                </c:pt>
                <c:pt idx="5142">
                  <c:v>134059.29</c:v>
                </c:pt>
                <c:pt idx="5143">
                  <c:v>134085.35999999999</c:v>
                </c:pt>
                <c:pt idx="5144">
                  <c:v>134111.43</c:v>
                </c:pt>
                <c:pt idx="5145">
                  <c:v>134137.5</c:v>
                </c:pt>
                <c:pt idx="5146">
                  <c:v>134163.57</c:v>
                </c:pt>
                <c:pt idx="5147">
                  <c:v>134189.64000000001</c:v>
                </c:pt>
                <c:pt idx="5148">
                  <c:v>134215.71</c:v>
                </c:pt>
                <c:pt idx="5149">
                  <c:v>134241.79</c:v>
                </c:pt>
                <c:pt idx="5150">
                  <c:v>134267.85999999999</c:v>
                </c:pt>
                <c:pt idx="5151">
                  <c:v>134293.93</c:v>
                </c:pt>
                <c:pt idx="5152">
                  <c:v>134320</c:v>
                </c:pt>
                <c:pt idx="5153">
                  <c:v>134346.07</c:v>
                </c:pt>
                <c:pt idx="5154">
                  <c:v>134372.14000000001</c:v>
                </c:pt>
                <c:pt idx="5155">
                  <c:v>134398.21</c:v>
                </c:pt>
                <c:pt idx="5156">
                  <c:v>134424.29</c:v>
                </c:pt>
                <c:pt idx="5157">
                  <c:v>134450.35999999999</c:v>
                </c:pt>
                <c:pt idx="5158">
                  <c:v>134476.43</c:v>
                </c:pt>
                <c:pt idx="5159">
                  <c:v>134502.5</c:v>
                </c:pt>
                <c:pt idx="5160">
                  <c:v>134528.57</c:v>
                </c:pt>
                <c:pt idx="5161">
                  <c:v>134554.64000000001</c:v>
                </c:pt>
                <c:pt idx="5162">
                  <c:v>134580.71</c:v>
                </c:pt>
                <c:pt idx="5163">
                  <c:v>134606.79</c:v>
                </c:pt>
                <c:pt idx="5164">
                  <c:v>134632.85999999999</c:v>
                </c:pt>
                <c:pt idx="5165">
                  <c:v>134658.93</c:v>
                </c:pt>
                <c:pt idx="5166">
                  <c:v>134685</c:v>
                </c:pt>
                <c:pt idx="5167">
                  <c:v>134711.07</c:v>
                </c:pt>
                <c:pt idx="5168">
                  <c:v>134737.14000000001</c:v>
                </c:pt>
                <c:pt idx="5169">
                  <c:v>134763.21</c:v>
                </c:pt>
                <c:pt idx="5170">
                  <c:v>134789.29</c:v>
                </c:pt>
                <c:pt idx="5171">
                  <c:v>134815.35999999999</c:v>
                </c:pt>
                <c:pt idx="5172">
                  <c:v>134841.43</c:v>
                </c:pt>
                <c:pt idx="5173">
                  <c:v>134867.5</c:v>
                </c:pt>
                <c:pt idx="5174">
                  <c:v>134893.57</c:v>
                </c:pt>
                <c:pt idx="5175">
                  <c:v>134919.64000000001</c:v>
                </c:pt>
                <c:pt idx="5176">
                  <c:v>134945.71</c:v>
                </c:pt>
                <c:pt idx="5177">
                  <c:v>134971.79</c:v>
                </c:pt>
                <c:pt idx="5178">
                  <c:v>134997.85999999999</c:v>
                </c:pt>
                <c:pt idx="5179">
                  <c:v>135023.93</c:v>
                </c:pt>
                <c:pt idx="5180">
                  <c:v>135050</c:v>
                </c:pt>
                <c:pt idx="5181">
                  <c:v>135076.07</c:v>
                </c:pt>
                <c:pt idx="5182">
                  <c:v>135102.14000000001</c:v>
                </c:pt>
                <c:pt idx="5183">
                  <c:v>135128.21</c:v>
                </c:pt>
                <c:pt idx="5184">
                  <c:v>135154.29</c:v>
                </c:pt>
                <c:pt idx="5185">
                  <c:v>135180.35999999999</c:v>
                </c:pt>
                <c:pt idx="5186">
                  <c:v>135206.43</c:v>
                </c:pt>
                <c:pt idx="5187">
                  <c:v>135232.5</c:v>
                </c:pt>
                <c:pt idx="5188">
                  <c:v>135258.57</c:v>
                </c:pt>
                <c:pt idx="5189">
                  <c:v>135284.64000000001</c:v>
                </c:pt>
                <c:pt idx="5190">
                  <c:v>135310.71</c:v>
                </c:pt>
                <c:pt idx="5191">
                  <c:v>135336.79</c:v>
                </c:pt>
                <c:pt idx="5192">
                  <c:v>135362.85999999999</c:v>
                </c:pt>
                <c:pt idx="5193">
                  <c:v>135388.93</c:v>
                </c:pt>
                <c:pt idx="5194">
                  <c:v>135415</c:v>
                </c:pt>
                <c:pt idx="5195">
                  <c:v>135441.07</c:v>
                </c:pt>
                <c:pt idx="5196">
                  <c:v>135467.14000000001</c:v>
                </c:pt>
                <c:pt idx="5197">
                  <c:v>135493.21</c:v>
                </c:pt>
                <c:pt idx="5198">
                  <c:v>135519.29</c:v>
                </c:pt>
                <c:pt idx="5199">
                  <c:v>135545.35999999999</c:v>
                </c:pt>
                <c:pt idx="5200">
                  <c:v>135571.43</c:v>
                </c:pt>
                <c:pt idx="5201">
                  <c:v>135597.5</c:v>
                </c:pt>
                <c:pt idx="5202">
                  <c:v>135623.57</c:v>
                </c:pt>
                <c:pt idx="5203">
                  <c:v>135649.64000000001</c:v>
                </c:pt>
                <c:pt idx="5204">
                  <c:v>135675.71</c:v>
                </c:pt>
                <c:pt idx="5205">
                  <c:v>135701.79</c:v>
                </c:pt>
                <c:pt idx="5206">
                  <c:v>135727.85999999999</c:v>
                </c:pt>
                <c:pt idx="5207">
                  <c:v>135753.93</c:v>
                </c:pt>
                <c:pt idx="5208">
                  <c:v>135780</c:v>
                </c:pt>
                <c:pt idx="5209">
                  <c:v>135806.07</c:v>
                </c:pt>
                <c:pt idx="5210">
                  <c:v>135832.14000000001</c:v>
                </c:pt>
                <c:pt idx="5211">
                  <c:v>135858.21</c:v>
                </c:pt>
                <c:pt idx="5212">
                  <c:v>135884.29</c:v>
                </c:pt>
                <c:pt idx="5213">
                  <c:v>135910.35999999999</c:v>
                </c:pt>
                <c:pt idx="5214">
                  <c:v>135936.43</c:v>
                </c:pt>
                <c:pt idx="5215">
                  <c:v>135962.5</c:v>
                </c:pt>
                <c:pt idx="5216">
                  <c:v>135988.57</c:v>
                </c:pt>
                <c:pt idx="5217">
                  <c:v>136014.64000000001</c:v>
                </c:pt>
                <c:pt idx="5218">
                  <c:v>136040.71</c:v>
                </c:pt>
                <c:pt idx="5219">
                  <c:v>136066.79</c:v>
                </c:pt>
                <c:pt idx="5220">
                  <c:v>136092.85999999999</c:v>
                </c:pt>
                <c:pt idx="5221">
                  <c:v>136118.93</c:v>
                </c:pt>
                <c:pt idx="5222">
                  <c:v>136145</c:v>
                </c:pt>
                <c:pt idx="5223">
                  <c:v>136171.07</c:v>
                </c:pt>
                <c:pt idx="5224">
                  <c:v>136197.14000000001</c:v>
                </c:pt>
                <c:pt idx="5225">
                  <c:v>136223.21</c:v>
                </c:pt>
                <c:pt idx="5226">
                  <c:v>136249.29</c:v>
                </c:pt>
                <c:pt idx="5227">
                  <c:v>136275.35999999999</c:v>
                </c:pt>
                <c:pt idx="5228">
                  <c:v>136301.43</c:v>
                </c:pt>
                <c:pt idx="5229">
                  <c:v>136327.5</c:v>
                </c:pt>
                <c:pt idx="5230">
                  <c:v>136353.57</c:v>
                </c:pt>
                <c:pt idx="5231">
                  <c:v>136379.64000000001</c:v>
                </c:pt>
                <c:pt idx="5232">
                  <c:v>136405.71</c:v>
                </c:pt>
                <c:pt idx="5233">
                  <c:v>136431.79</c:v>
                </c:pt>
                <c:pt idx="5234">
                  <c:v>136457.85999999999</c:v>
                </c:pt>
                <c:pt idx="5235">
                  <c:v>136483.93</c:v>
                </c:pt>
                <c:pt idx="5236">
                  <c:v>136510</c:v>
                </c:pt>
                <c:pt idx="5237">
                  <c:v>136536.07</c:v>
                </c:pt>
                <c:pt idx="5238">
                  <c:v>136562.14000000001</c:v>
                </c:pt>
                <c:pt idx="5239">
                  <c:v>136588.21</c:v>
                </c:pt>
                <c:pt idx="5240">
                  <c:v>136614.29</c:v>
                </c:pt>
                <c:pt idx="5241">
                  <c:v>136640.35999999999</c:v>
                </c:pt>
                <c:pt idx="5242">
                  <c:v>136666.43</c:v>
                </c:pt>
                <c:pt idx="5243">
                  <c:v>136692.5</c:v>
                </c:pt>
                <c:pt idx="5244">
                  <c:v>136718.57</c:v>
                </c:pt>
                <c:pt idx="5245">
                  <c:v>136744.64000000001</c:v>
                </c:pt>
                <c:pt idx="5246">
                  <c:v>136770.71</c:v>
                </c:pt>
                <c:pt idx="5247">
                  <c:v>136796.79</c:v>
                </c:pt>
                <c:pt idx="5248">
                  <c:v>136822.85999999999</c:v>
                </c:pt>
                <c:pt idx="5249">
                  <c:v>136848.93</c:v>
                </c:pt>
                <c:pt idx="5250">
                  <c:v>136875</c:v>
                </c:pt>
                <c:pt idx="5251">
                  <c:v>136901.07</c:v>
                </c:pt>
                <c:pt idx="5252">
                  <c:v>136927.14000000001</c:v>
                </c:pt>
                <c:pt idx="5253">
                  <c:v>136953.21</c:v>
                </c:pt>
                <c:pt idx="5254">
                  <c:v>136979.29</c:v>
                </c:pt>
                <c:pt idx="5255">
                  <c:v>137005.35999999999</c:v>
                </c:pt>
                <c:pt idx="5256">
                  <c:v>137031.43</c:v>
                </c:pt>
                <c:pt idx="5257">
                  <c:v>137057.5</c:v>
                </c:pt>
                <c:pt idx="5258">
                  <c:v>137083.57</c:v>
                </c:pt>
                <c:pt idx="5259">
                  <c:v>137109.64000000001</c:v>
                </c:pt>
                <c:pt idx="5260">
                  <c:v>137135.71</c:v>
                </c:pt>
                <c:pt idx="5261">
                  <c:v>137161.79</c:v>
                </c:pt>
                <c:pt idx="5262">
                  <c:v>137187.85999999999</c:v>
                </c:pt>
                <c:pt idx="5263">
                  <c:v>137213.93</c:v>
                </c:pt>
                <c:pt idx="5264">
                  <c:v>137240</c:v>
                </c:pt>
                <c:pt idx="5265">
                  <c:v>137266.07</c:v>
                </c:pt>
                <c:pt idx="5266">
                  <c:v>137292.14000000001</c:v>
                </c:pt>
                <c:pt idx="5267">
                  <c:v>137318.21</c:v>
                </c:pt>
                <c:pt idx="5268">
                  <c:v>137344.29</c:v>
                </c:pt>
                <c:pt idx="5269">
                  <c:v>137370.35999999999</c:v>
                </c:pt>
                <c:pt idx="5270">
                  <c:v>137396.43</c:v>
                </c:pt>
                <c:pt idx="5271">
                  <c:v>137422.5</c:v>
                </c:pt>
                <c:pt idx="5272">
                  <c:v>137448.57</c:v>
                </c:pt>
                <c:pt idx="5273">
                  <c:v>137474.64000000001</c:v>
                </c:pt>
                <c:pt idx="5274">
                  <c:v>137500.71</c:v>
                </c:pt>
                <c:pt idx="5275">
                  <c:v>137526.79</c:v>
                </c:pt>
                <c:pt idx="5276">
                  <c:v>137552.85999999999</c:v>
                </c:pt>
                <c:pt idx="5277">
                  <c:v>137578.93</c:v>
                </c:pt>
                <c:pt idx="5278">
                  <c:v>137605</c:v>
                </c:pt>
                <c:pt idx="5279">
                  <c:v>137631.07</c:v>
                </c:pt>
                <c:pt idx="5280">
                  <c:v>137657.14000000001</c:v>
                </c:pt>
                <c:pt idx="5281">
                  <c:v>137683.21</c:v>
                </c:pt>
                <c:pt idx="5282">
                  <c:v>137709.29</c:v>
                </c:pt>
                <c:pt idx="5283">
                  <c:v>137735.35999999999</c:v>
                </c:pt>
                <c:pt idx="5284">
                  <c:v>137761.43</c:v>
                </c:pt>
                <c:pt idx="5285">
                  <c:v>137787.5</c:v>
                </c:pt>
                <c:pt idx="5286">
                  <c:v>137813.57</c:v>
                </c:pt>
                <c:pt idx="5287">
                  <c:v>137839.64000000001</c:v>
                </c:pt>
                <c:pt idx="5288">
                  <c:v>137865.71</c:v>
                </c:pt>
                <c:pt idx="5289">
                  <c:v>137891.79</c:v>
                </c:pt>
                <c:pt idx="5290">
                  <c:v>137917.85999999999</c:v>
                </c:pt>
                <c:pt idx="5291">
                  <c:v>137943.93</c:v>
                </c:pt>
                <c:pt idx="5292">
                  <c:v>137970</c:v>
                </c:pt>
                <c:pt idx="5293">
                  <c:v>137996.07</c:v>
                </c:pt>
                <c:pt idx="5294">
                  <c:v>138022.14000000001</c:v>
                </c:pt>
                <c:pt idx="5295">
                  <c:v>138048.21</c:v>
                </c:pt>
                <c:pt idx="5296">
                  <c:v>138074.29</c:v>
                </c:pt>
                <c:pt idx="5297">
                  <c:v>138100.35999999999</c:v>
                </c:pt>
                <c:pt idx="5298">
                  <c:v>138126.43</c:v>
                </c:pt>
                <c:pt idx="5299">
                  <c:v>138152.5</c:v>
                </c:pt>
                <c:pt idx="5300">
                  <c:v>138178.57</c:v>
                </c:pt>
                <c:pt idx="5301">
                  <c:v>138204.64000000001</c:v>
                </c:pt>
                <c:pt idx="5302">
                  <c:v>138230.71</c:v>
                </c:pt>
                <c:pt idx="5303">
                  <c:v>138256.79</c:v>
                </c:pt>
                <c:pt idx="5304">
                  <c:v>138282.85999999999</c:v>
                </c:pt>
                <c:pt idx="5305">
                  <c:v>138308.93</c:v>
                </c:pt>
                <c:pt idx="5306">
                  <c:v>138335</c:v>
                </c:pt>
                <c:pt idx="5307">
                  <c:v>138361.07</c:v>
                </c:pt>
                <c:pt idx="5308">
                  <c:v>138387.14000000001</c:v>
                </c:pt>
                <c:pt idx="5309">
                  <c:v>138413.21</c:v>
                </c:pt>
                <c:pt idx="5310">
                  <c:v>138439.29</c:v>
                </c:pt>
                <c:pt idx="5311">
                  <c:v>138465.35999999999</c:v>
                </c:pt>
                <c:pt idx="5312">
                  <c:v>138491.43</c:v>
                </c:pt>
                <c:pt idx="5313">
                  <c:v>138517.5</c:v>
                </c:pt>
                <c:pt idx="5314">
                  <c:v>138543.57</c:v>
                </c:pt>
                <c:pt idx="5315">
                  <c:v>138569.64000000001</c:v>
                </c:pt>
                <c:pt idx="5316">
                  <c:v>138595.71</c:v>
                </c:pt>
                <c:pt idx="5317">
                  <c:v>138621.79</c:v>
                </c:pt>
                <c:pt idx="5318">
                  <c:v>138647.85999999999</c:v>
                </c:pt>
                <c:pt idx="5319">
                  <c:v>138673.93</c:v>
                </c:pt>
                <c:pt idx="5320">
                  <c:v>138700</c:v>
                </c:pt>
                <c:pt idx="5321">
                  <c:v>138726.07</c:v>
                </c:pt>
                <c:pt idx="5322">
                  <c:v>138752.14000000001</c:v>
                </c:pt>
                <c:pt idx="5323">
                  <c:v>138778.21</c:v>
                </c:pt>
                <c:pt idx="5324">
                  <c:v>138804.29</c:v>
                </c:pt>
                <c:pt idx="5325">
                  <c:v>138830.35999999999</c:v>
                </c:pt>
                <c:pt idx="5326">
                  <c:v>138856.43</c:v>
                </c:pt>
                <c:pt idx="5327">
                  <c:v>138882.5</c:v>
                </c:pt>
                <c:pt idx="5328">
                  <c:v>138908.57</c:v>
                </c:pt>
                <c:pt idx="5329">
                  <c:v>138934.64000000001</c:v>
                </c:pt>
                <c:pt idx="5330">
                  <c:v>138960.71</c:v>
                </c:pt>
                <c:pt idx="5331">
                  <c:v>138986.79</c:v>
                </c:pt>
                <c:pt idx="5332">
                  <c:v>139012.85999999999</c:v>
                </c:pt>
                <c:pt idx="5333">
                  <c:v>139038.93</c:v>
                </c:pt>
                <c:pt idx="5334">
                  <c:v>139065</c:v>
                </c:pt>
                <c:pt idx="5335">
                  <c:v>139091.07</c:v>
                </c:pt>
                <c:pt idx="5336">
                  <c:v>139117.14000000001</c:v>
                </c:pt>
                <c:pt idx="5337">
                  <c:v>139143.21</c:v>
                </c:pt>
                <c:pt idx="5338">
                  <c:v>139169.29</c:v>
                </c:pt>
                <c:pt idx="5339">
                  <c:v>139195.35999999999</c:v>
                </c:pt>
                <c:pt idx="5340">
                  <c:v>139221.43</c:v>
                </c:pt>
                <c:pt idx="5341">
                  <c:v>139247.5</c:v>
                </c:pt>
                <c:pt idx="5342">
                  <c:v>139273.57</c:v>
                </c:pt>
                <c:pt idx="5343">
                  <c:v>139299.64000000001</c:v>
                </c:pt>
                <c:pt idx="5344">
                  <c:v>139325.71</c:v>
                </c:pt>
                <c:pt idx="5345">
                  <c:v>139351.79</c:v>
                </c:pt>
                <c:pt idx="5346">
                  <c:v>139377.85999999999</c:v>
                </c:pt>
                <c:pt idx="5347">
                  <c:v>139403.93</c:v>
                </c:pt>
                <c:pt idx="5348">
                  <c:v>139430</c:v>
                </c:pt>
                <c:pt idx="5349">
                  <c:v>139456.07</c:v>
                </c:pt>
                <c:pt idx="5350">
                  <c:v>139482.14000000001</c:v>
                </c:pt>
                <c:pt idx="5351">
                  <c:v>139508.21</c:v>
                </c:pt>
                <c:pt idx="5352">
                  <c:v>139534.29</c:v>
                </c:pt>
                <c:pt idx="5353">
                  <c:v>139560.35999999999</c:v>
                </c:pt>
                <c:pt idx="5354">
                  <c:v>139586.43</c:v>
                </c:pt>
                <c:pt idx="5355">
                  <c:v>139612.5</c:v>
                </c:pt>
                <c:pt idx="5356">
                  <c:v>139638.57</c:v>
                </c:pt>
                <c:pt idx="5357">
                  <c:v>139664.64000000001</c:v>
                </c:pt>
                <c:pt idx="5358">
                  <c:v>139690.71</c:v>
                </c:pt>
                <c:pt idx="5359">
                  <c:v>139716.79</c:v>
                </c:pt>
                <c:pt idx="5360">
                  <c:v>139742.85999999999</c:v>
                </c:pt>
                <c:pt idx="5361">
                  <c:v>139768.93</c:v>
                </c:pt>
                <c:pt idx="5362">
                  <c:v>139795</c:v>
                </c:pt>
                <c:pt idx="5363">
                  <c:v>139821.07</c:v>
                </c:pt>
                <c:pt idx="5364">
                  <c:v>139847.14000000001</c:v>
                </c:pt>
                <c:pt idx="5365">
                  <c:v>139873.21</c:v>
                </c:pt>
                <c:pt idx="5366">
                  <c:v>139899.29</c:v>
                </c:pt>
                <c:pt idx="5367">
                  <c:v>139925.35999999999</c:v>
                </c:pt>
                <c:pt idx="5368">
                  <c:v>139951.43</c:v>
                </c:pt>
                <c:pt idx="5369">
                  <c:v>139977.5</c:v>
                </c:pt>
                <c:pt idx="5370">
                  <c:v>140003.57</c:v>
                </c:pt>
                <c:pt idx="5371">
                  <c:v>140029.64000000001</c:v>
                </c:pt>
                <c:pt idx="5372">
                  <c:v>140055.71</c:v>
                </c:pt>
                <c:pt idx="5373">
                  <c:v>140081.79</c:v>
                </c:pt>
                <c:pt idx="5374">
                  <c:v>140107.85999999999</c:v>
                </c:pt>
                <c:pt idx="5375">
                  <c:v>140133.93</c:v>
                </c:pt>
                <c:pt idx="5376">
                  <c:v>140160</c:v>
                </c:pt>
                <c:pt idx="5377">
                  <c:v>140186.07</c:v>
                </c:pt>
                <c:pt idx="5378">
                  <c:v>140212.14000000001</c:v>
                </c:pt>
                <c:pt idx="5379">
                  <c:v>140238.21</c:v>
                </c:pt>
                <c:pt idx="5380">
                  <c:v>140264.29</c:v>
                </c:pt>
                <c:pt idx="5381">
                  <c:v>140290.35999999999</c:v>
                </c:pt>
                <c:pt idx="5382">
                  <c:v>140316.43</c:v>
                </c:pt>
                <c:pt idx="5383">
                  <c:v>140342.5</c:v>
                </c:pt>
                <c:pt idx="5384">
                  <c:v>140368.57</c:v>
                </c:pt>
                <c:pt idx="5385">
                  <c:v>140394.64000000001</c:v>
                </c:pt>
                <c:pt idx="5386">
                  <c:v>140420.71</c:v>
                </c:pt>
                <c:pt idx="5387">
                  <c:v>140446.79</c:v>
                </c:pt>
                <c:pt idx="5388">
                  <c:v>140472.85999999999</c:v>
                </c:pt>
                <c:pt idx="5389">
                  <c:v>140498.93</c:v>
                </c:pt>
                <c:pt idx="5390">
                  <c:v>140525</c:v>
                </c:pt>
                <c:pt idx="5391">
                  <c:v>140551.07</c:v>
                </c:pt>
                <c:pt idx="5392">
                  <c:v>140577.14000000001</c:v>
                </c:pt>
                <c:pt idx="5393">
                  <c:v>140603.21</c:v>
                </c:pt>
                <c:pt idx="5394">
                  <c:v>140629.29</c:v>
                </c:pt>
                <c:pt idx="5395">
                  <c:v>140655.35999999999</c:v>
                </c:pt>
                <c:pt idx="5396">
                  <c:v>140681.43</c:v>
                </c:pt>
                <c:pt idx="5397">
                  <c:v>140707.5</c:v>
                </c:pt>
                <c:pt idx="5398">
                  <c:v>140733.57</c:v>
                </c:pt>
                <c:pt idx="5399">
                  <c:v>140759.64000000001</c:v>
                </c:pt>
                <c:pt idx="5400">
                  <c:v>140785.71</c:v>
                </c:pt>
                <c:pt idx="5401">
                  <c:v>140811.79</c:v>
                </c:pt>
                <c:pt idx="5402">
                  <c:v>140837.85999999999</c:v>
                </c:pt>
                <c:pt idx="5403">
                  <c:v>140863.93</c:v>
                </c:pt>
                <c:pt idx="5404">
                  <c:v>140890</c:v>
                </c:pt>
                <c:pt idx="5405">
                  <c:v>140916.07</c:v>
                </c:pt>
                <c:pt idx="5406">
                  <c:v>140942.14000000001</c:v>
                </c:pt>
                <c:pt idx="5407">
                  <c:v>140968.21</c:v>
                </c:pt>
                <c:pt idx="5408">
                  <c:v>140994.29</c:v>
                </c:pt>
                <c:pt idx="5409">
                  <c:v>141020.35999999999</c:v>
                </c:pt>
                <c:pt idx="5410">
                  <c:v>141046.43</c:v>
                </c:pt>
                <c:pt idx="5411">
                  <c:v>141072.5</c:v>
                </c:pt>
                <c:pt idx="5412">
                  <c:v>141098.57</c:v>
                </c:pt>
                <c:pt idx="5413">
                  <c:v>141124.64000000001</c:v>
                </c:pt>
                <c:pt idx="5414">
                  <c:v>141150.71</c:v>
                </c:pt>
                <c:pt idx="5415">
                  <c:v>141176.79</c:v>
                </c:pt>
                <c:pt idx="5416">
                  <c:v>141202.85999999999</c:v>
                </c:pt>
                <c:pt idx="5417">
                  <c:v>141228.93</c:v>
                </c:pt>
                <c:pt idx="5418">
                  <c:v>141255</c:v>
                </c:pt>
                <c:pt idx="5419">
                  <c:v>141281.07</c:v>
                </c:pt>
                <c:pt idx="5420">
                  <c:v>141307.14000000001</c:v>
                </c:pt>
                <c:pt idx="5421">
                  <c:v>141333.21</c:v>
                </c:pt>
                <c:pt idx="5422">
                  <c:v>141359.29</c:v>
                </c:pt>
                <c:pt idx="5423">
                  <c:v>141385.35999999999</c:v>
                </c:pt>
                <c:pt idx="5424">
                  <c:v>141411.43</c:v>
                </c:pt>
                <c:pt idx="5425">
                  <c:v>141437.5</c:v>
                </c:pt>
                <c:pt idx="5426">
                  <c:v>141463.57</c:v>
                </c:pt>
                <c:pt idx="5427">
                  <c:v>141489.64000000001</c:v>
                </c:pt>
                <c:pt idx="5428">
                  <c:v>141515.71</c:v>
                </c:pt>
                <c:pt idx="5429">
                  <c:v>141541.79</c:v>
                </c:pt>
                <c:pt idx="5430">
                  <c:v>141567.85999999999</c:v>
                </c:pt>
                <c:pt idx="5431">
                  <c:v>141593.93</c:v>
                </c:pt>
                <c:pt idx="5432">
                  <c:v>141620</c:v>
                </c:pt>
                <c:pt idx="5433">
                  <c:v>141646.07</c:v>
                </c:pt>
                <c:pt idx="5434">
                  <c:v>141672.14000000001</c:v>
                </c:pt>
                <c:pt idx="5435">
                  <c:v>141698.21</c:v>
                </c:pt>
                <c:pt idx="5436">
                  <c:v>141724.29</c:v>
                </c:pt>
                <c:pt idx="5437">
                  <c:v>141750.35999999999</c:v>
                </c:pt>
                <c:pt idx="5438">
                  <c:v>141776.43</c:v>
                </c:pt>
                <c:pt idx="5439">
                  <c:v>141802.5</c:v>
                </c:pt>
                <c:pt idx="5440">
                  <c:v>141828.57</c:v>
                </c:pt>
                <c:pt idx="5441">
                  <c:v>141854.64000000001</c:v>
                </c:pt>
                <c:pt idx="5442">
                  <c:v>141880.71</c:v>
                </c:pt>
                <c:pt idx="5443">
                  <c:v>141906.79</c:v>
                </c:pt>
                <c:pt idx="5444">
                  <c:v>141932.85999999999</c:v>
                </c:pt>
                <c:pt idx="5445">
                  <c:v>141958.93</c:v>
                </c:pt>
                <c:pt idx="5446">
                  <c:v>141985</c:v>
                </c:pt>
                <c:pt idx="5447">
                  <c:v>142011.07</c:v>
                </c:pt>
                <c:pt idx="5448">
                  <c:v>142037.14000000001</c:v>
                </c:pt>
                <c:pt idx="5449">
                  <c:v>142063.21</c:v>
                </c:pt>
                <c:pt idx="5450">
                  <c:v>142089.29</c:v>
                </c:pt>
                <c:pt idx="5451">
                  <c:v>142115.35999999999</c:v>
                </c:pt>
                <c:pt idx="5452">
                  <c:v>142141.43</c:v>
                </c:pt>
                <c:pt idx="5453">
                  <c:v>142167.5</c:v>
                </c:pt>
                <c:pt idx="5454">
                  <c:v>142193.57</c:v>
                </c:pt>
                <c:pt idx="5455">
                  <c:v>142219.64000000001</c:v>
                </c:pt>
                <c:pt idx="5456">
                  <c:v>142245.71</c:v>
                </c:pt>
                <c:pt idx="5457">
                  <c:v>142271.79</c:v>
                </c:pt>
                <c:pt idx="5458">
                  <c:v>142297.85999999999</c:v>
                </c:pt>
                <c:pt idx="5459">
                  <c:v>142323.93</c:v>
                </c:pt>
                <c:pt idx="5460">
                  <c:v>142350</c:v>
                </c:pt>
                <c:pt idx="5461">
                  <c:v>142376.07</c:v>
                </c:pt>
                <c:pt idx="5462">
                  <c:v>142402.14000000001</c:v>
                </c:pt>
                <c:pt idx="5463">
                  <c:v>142428.21</c:v>
                </c:pt>
                <c:pt idx="5464">
                  <c:v>142454.29</c:v>
                </c:pt>
                <c:pt idx="5465">
                  <c:v>142480.35999999999</c:v>
                </c:pt>
                <c:pt idx="5466">
                  <c:v>142506.43</c:v>
                </c:pt>
                <c:pt idx="5467">
                  <c:v>142532.5</c:v>
                </c:pt>
                <c:pt idx="5468">
                  <c:v>142558.57</c:v>
                </c:pt>
                <c:pt idx="5469">
                  <c:v>142584.64000000001</c:v>
                </c:pt>
                <c:pt idx="5470">
                  <c:v>142610.71</c:v>
                </c:pt>
                <c:pt idx="5471">
                  <c:v>142636.79</c:v>
                </c:pt>
                <c:pt idx="5472">
                  <c:v>142662.85999999999</c:v>
                </c:pt>
                <c:pt idx="5473">
                  <c:v>142688.93</c:v>
                </c:pt>
                <c:pt idx="5474">
                  <c:v>142715</c:v>
                </c:pt>
                <c:pt idx="5475">
                  <c:v>142741.07</c:v>
                </c:pt>
                <c:pt idx="5476">
                  <c:v>142767.14000000001</c:v>
                </c:pt>
                <c:pt idx="5477">
                  <c:v>142793.21</c:v>
                </c:pt>
                <c:pt idx="5478">
                  <c:v>142819.29</c:v>
                </c:pt>
                <c:pt idx="5479">
                  <c:v>142845.35999999999</c:v>
                </c:pt>
                <c:pt idx="5480">
                  <c:v>142871.43</c:v>
                </c:pt>
                <c:pt idx="5481">
                  <c:v>142897.5</c:v>
                </c:pt>
                <c:pt idx="5482">
                  <c:v>142923.57</c:v>
                </c:pt>
                <c:pt idx="5483">
                  <c:v>142949.64000000001</c:v>
                </c:pt>
                <c:pt idx="5484">
                  <c:v>142975.71</c:v>
                </c:pt>
                <c:pt idx="5485">
                  <c:v>143001.79</c:v>
                </c:pt>
                <c:pt idx="5486">
                  <c:v>143027.85999999999</c:v>
                </c:pt>
                <c:pt idx="5487">
                  <c:v>143053.93</c:v>
                </c:pt>
                <c:pt idx="5488">
                  <c:v>143080</c:v>
                </c:pt>
                <c:pt idx="5489">
                  <c:v>143106.07</c:v>
                </c:pt>
                <c:pt idx="5490">
                  <c:v>143132.14000000001</c:v>
                </c:pt>
                <c:pt idx="5491">
                  <c:v>143158.21</c:v>
                </c:pt>
                <c:pt idx="5492">
                  <c:v>143184.29</c:v>
                </c:pt>
                <c:pt idx="5493">
                  <c:v>143210.35999999999</c:v>
                </c:pt>
                <c:pt idx="5494">
                  <c:v>143236.43</c:v>
                </c:pt>
                <c:pt idx="5495">
                  <c:v>143262.5</c:v>
                </c:pt>
                <c:pt idx="5496">
                  <c:v>143288.57</c:v>
                </c:pt>
                <c:pt idx="5497">
                  <c:v>143314.64000000001</c:v>
                </c:pt>
                <c:pt idx="5498">
                  <c:v>143340.71</c:v>
                </c:pt>
                <c:pt idx="5499">
                  <c:v>143366.79</c:v>
                </c:pt>
                <c:pt idx="5500">
                  <c:v>143392.85999999999</c:v>
                </c:pt>
                <c:pt idx="5501">
                  <c:v>143418.93</c:v>
                </c:pt>
                <c:pt idx="5502">
                  <c:v>143445</c:v>
                </c:pt>
                <c:pt idx="5503">
                  <c:v>143471.07</c:v>
                </c:pt>
                <c:pt idx="5504">
                  <c:v>143497.14000000001</c:v>
                </c:pt>
                <c:pt idx="5505">
                  <c:v>143523.21</c:v>
                </c:pt>
                <c:pt idx="5506">
                  <c:v>143549.29</c:v>
                </c:pt>
                <c:pt idx="5507">
                  <c:v>143575.35999999999</c:v>
                </c:pt>
                <c:pt idx="5508">
                  <c:v>143601.43</c:v>
                </c:pt>
                <c:pt idx="5509">
                  <c:v>143627.5</c:v>
                </c:pt>
                <c:pt idx="5510">
                  <c:v>143653.57</c:v>
                </c:pt>
                <c:pt idx="5511">
                  <c:v>143679.64000000001</c:v>
                </c:pt>
                <c:pt idx="5512">
                  <c:v>143705.71</c:v>
                </c:pt>
                <c:pt idx="5513">
                  <c:v>143731.79</c:v>
                </c:pt>
                <c:pt idx="5514">
                  <c:v>143757.85999999999</c:v>
                </c:pt>
                <c:pt idx="5515">
                  <c:v>143783.93</c:v>
                </c:pt>
                <c:pt idx="5516">
                  <c:v>143810</c:v>
                </c:pt>
                <c:pt idx="5517">
                  <c:v>143836.07</c:v>
                </c:pt>
                <c:pt idx="5518">
                  <c:v>143862.14000000001</c:v>
                </c:pt>
                <c:pt idx="5519">
                  <c:v>143888.21</c:v>
                </c:pt>
                <c:pt idx="5520">
                  <c:v>143914.29</c:v>
                </c:pt>
                <c:pt idx="5521">
                  <c:v>143940.35999999999</c:v>
                </c:pt>
                <c:pt idx="5522">
                  <c:v>143966.43</c:v>
                </c:pt>
                <c:pt idx="5523">
                  <c:v>143992.5</c:v>
                </c:pt>
                <c:pt idx="5524">
                  <c:v>144018.57</c:v>
                </c:pt>
                <c:pt idx="5525">
                  <c:v>144044.64000000001</c:v>
                </c:pt>
                <c:pt idx="5526">
                  <c:v>144070.71</c:v>
                </c:pt>
                <c:pt idx="5527">
                  <c:v>144096.79</c:v>
                </c:pt>
                <c:pt idx="5528">
                  <c:v>144122.85999999999</c:v>
                </c:pt>
                <c:pt idx="5529">
                  <c:v>144148.93</c:v>
                </c:pt>
                <c:pt idx="5530">
                  <c:v>144175</c:v>
                </c:pt>
                <c:pt idx="5531">
                  <c:v>144201.07</c:v>
                </c:pt>
                <c:pt idx="5532">
                  <c:v>144227.14000000001</c:v>
                </c:pt>
                <c:pt idx="5533">
                  <c:v>144253.21</c:v>
                </c:pt>
                <c:pt idx="5534">
                  <c:v>144279.29</c:v>
                </c:pt>
                <c:pt idx="5535">
                  <c:v>144305.35999999999</c:v>
                </c:pt>
                <c:pt idx="5536">
                  <c:v>144331.43</c:v>
                </c:pt>
                <c:pt idx="5537">
                  <c:v>144357.5</c:v>
                </c:pt>
                <c:pt idx="5538">
                  <c:v>144383.57</c:v>
                </c:pt>
                <c:pt idx="5539">
                  <c:v>144409.64000000001</c:v>
                </c:pt>
                <c:pt idx="5540">
                  <c:v>144435.71</c:v>
                </c:pt>
                <c:pt idx="5541">
                  <c:v>144461.79</c:v>
                </c:pt>
                <c:pt idx="5542">
                  <c:v>144487.85999999999</c:v>
                </c:pt>
                <c:pt idx="5543">
                  <c:v>144513.93</c:v>
                </c:pt>
                <c:pt idx="5544">
                  <c:v>144540</c:v>
                </c:pt>
                <c:pt idx="5545">
                  <c:v>144566.07</c:v>
                </c:pt>
                <c:pt idx="5546">
                  <c:v>144592.14000000001</c:v>
                </c:pt>
                <c:pt idx="5547">
                  <c:v>144618.21</c:v>
                </c:pt>
                <c:pt idx="5548">
                  <c:v>144644.29</c:v>
                </c:pt>
                <c:pt idx="5549">
                  <c:v>144670.35999999999</c:v>
                </c:pt>
                <c:pt idx="5550">
                  <c:v>144696.43</c:v>
                </c:pt>
                <c:pt idx="5551">
                  <c:v>144722.5</c:v>
                </c:pt>
                <c:pt idx="5552">
                  <c:v>144748.57</c:v>
                </c:pt>
                <c:pt idx="5553">
                  <c:v>144774.64000000001</c:v>
                </c:pt>
                <c:pt idx="5554">
                  <c:v>144800.71</c:v>
                </c:pt>
                <c:pt idx="5555">
                  <c:v>144826.79</c:v>
                </c:pt>
                <c:pt idx="5556">
                  <c:v>144852.85999999999</c:v>
                </c:pt>
                <c:pt idx="5557">
                  <c:v>144878.93</c:v>
                </c:pt>
                <c:pt idx="5558">
                  <c:v>144905</c:v>
                </c:pt>
                <c:pt idx="5559">
                  <c:v>144931.07</c:v>
                </c:pt>
                <c:pt idx="5560">
                  <c:v>144957.14000000001</c:v>
                </c:pt>
                <c:pt idx="5561">
                  <c:v>144983.21</c:v>
                </c:pt>
                <c:pt idx="5562">
                  <c:v>145009.29</c:v>
                </c:pt>
                <c:pt idx="5563">
                  <c:v>145035.35999999999</c:v>
                </c:pt>
                <c:pt idx="5564">
                  <c:v>145061.43</c:v>
                </c:pt>
                <c:pt idx="5565">
                  <c:v>145087.5</c:v>
                </c:pt>
                <c:pt idx="5566">
                  <c:v>145113.57</c:v>
                </c:pt>
                <c:pt idx="5567">
                  <c:v>145139.64000000001</c:v>
                </c:pt>
                <c:pt idx="5568">
                  <c:v>145165.71</c:v>
                </c:pt>
                <c:pt idx="5569">
                  <c:v>145191.79</c:v>
                </c:pt>
                <c:pt idx="5570">
                  <c:v>145217.85999999999</c:v>
                </c:pt>
                <c:pt idx="5571">
                  <c:v>145243.93</c:v>
                </c:pt>
                <c:pt idx="5572">
                  <c:v>145270</c:v>
                </c:pt>
                <c:pt idx="5573">
                  <c:v>145296.07</c:v>
                </c:pt>
                <c:pt idx="5574">
                  <c:v>145322.14000000001</c:v>
                </c:pt>
                <c:pt idx="5575">
                  <c:v>145348.21</c:v>
                </c:pt>
                <c:pt idx="5576">
                  <c:v>145374.29</c:v>
                </c:pt>
                <c:pt idx="5577">
                  <c:v>145400.35999999999</c:v>
                </c:pt>
                <c:pt idx="5578">
                  <c:v>145426.43</c:v>
                </c:pt>
                <c:pt idx="5579">
                  <c:v>145452.5</c:v>
                </c:pt>
                <c:pt idx="5580">
                  <c:v>145478.57</c:v>
                </c:pt>
                <c:pt idx="5581">
                  <c:v>145504.64000000001</c:v>
                </c:pt>
                <c:pt idx="5582">
                  <c:v>145530.71</c:v>
                </c:pt>
                <c:pt idx="5583">
                  <c:v>145556.79</c:v>
                </c:pt>
                <c:pt idx="5584">
                  <c:v>145582.85999999999</c:v>
                </c:pt>
                <c:pt idx="5585">
                  <c:v>145608.93</c:v>
                </c:pt>
                <c:pt idx="5586">
                  <c:v>145635</c:v>
                </c:pt>
                <c:pt idx="5587">
                  <c:v>145661.07</c:v>
                </c:pt>
                <c:pt idx="5588">
                  <c:v>145687.14000000001</c:v>
                </c:pt>
                <c:pt idx="5589">
                  <c:v>145713.21</c:v>
                </c:pt>
                <c:pt idx="5590">
                  <c:v>145739.29</c:v>
                </c:pt>
                <c:pt idx="5591">
                  <c:v>145765.35999999999</c:v>
                </c:pt>
                <c:pt idx="5592">
                  <c:v>145791.43</c:v>
                </c:pt>
                <c:pt idx="5593">
                  <c:v>145817.5</c:v>
                </c:pt>
                <c:pt idx="5594">
                  <c:v>145843.57</c:v>
                </c:pt>
                <c:pt idx="5595">
                  <c:v>145869.64000000001</c:v>
                </c:pt>
                <c:pt idx="5596">
                  <c:v>145895.71</c:v>
                </c:pt>
                <c:pt idx="5597">
                  <c:v>145921.79</c:v>
                </c:pt>
                <c:pt idx="5598">
                  <c:v>145947.85999999999</c:v>
                </c:pt>
                <c:pt idx="5599">
                  <c:v>145973.93</c:v>
                </c:pt>
                <c:pt idx="5600">
                  <c:v>146000</c:v>
                </c:pt>
                <c:pt idx="5601">
                  <c:v>146026.07</c:v>
                </c:pt>
                <c:pt idx="5602">
                  <c:v>146052.14000000001</c:v>
                </c:pt>
                <c:pt idx="5603">
                  <c:v>146078.21</c:v>
                </c:pt>
                <c:pt idx="5604">
                  <c:v>146104.29</c:v>
                </c:pt>
                <c:pt idx="5605">
                  <c:v>146130.35999999999</c:v>
                </c:pt>
                <c:pt idx="5606">
                  <c:v>146156.43</c:v>
                </c:pt>
                <c:pt idx="5607">
                  <c:v>146182.5</c:v>
                </c:pt>
                <c:pt idx="5608">
                  <c:v>146208.57</c:v>
                </c:pt>
                <c:pt idx="5609">
                  <c:v>146234.64000000001</c:v>
                </c:pt>
                <c:pt idx="5610">
                  <c:v>146260.71</c:v>
                </c:pt>
                <c:pt idx="5611">
                  <c:v>146286.79</c:v>
                </c:pt>
                <c:pt idx="5612">
                  <c:v>146312.85999999999</c:v>
                </c:pt>
                <c:pt idx="5613">
                  <c:v>146338.93</c:v>
                </c:pt>
                <c:pt idx="5614">
                  <c:v>146365</c:v>
                </c:pt>
                <c:pt idx="5615">
                  <c:v>146391.07</c:v>
                </c:pt>
                <c:pt idx="5616">
                  <c:v>146417.14000000001</c:v>
                </c:pt>
                <c:pt idx="5617">
                  <c:v>146443.21</c:v>
                </c:pt>
                <c:pt idx="5618">
                  <c:v>146469.29</c:v>
                </c:pt>
                <c:pt idx="5619">
                  <c:v>146495.35999999999</c:v>
                </c:pt>
                <c:pt idx="5620">
                  <c:v>146521.43</c:v>
                </c:pt>
                <c:pt idx="5621">
                  <c:v>146547.5</c:v>
                </c:pt>
                <c:pt idx="5622">
                  <c:v>146573.57</c:v>
                </c:pt>
                <c:pt idx="5623">
                  <c:v>146599.64000000001</c:v>
                </c:pt>
                <c:pt idx="5624">
                  <c:v>146625.71</c:v>
                </c:pt>
                <c:pt idx="5625">
                  <c:v>146651.79</c:v>
                </c:pt>
                <c:pt idx="5626">
                  <c:v>146677.85999999999</c:v>
                </c:pt>
                <c:pt idx="5627">
                  <c:v>146703.93</c:v>
                </c:pt>
                <c:pt idx="5628">
                  <c:v>146730</c:v>
                </c:pt>
                <c:pt idx="5629">
                  <c:v>146756.07</c:v>
                </c:pt>
                <c:pt idx="5630">
                  <c:v>146782.14000000001</c:v>
                </c:pt>
                <c:pt idx="5631">
                  <c:v>146808.21</c:v>
                </c:pt>
                <c:pt idx="5632">
                  <c:v>146834.29</c:v>
                </c:pt>
                <c:pt idx="5633">
                  <c:v>146860.35999999999</c:v>
                </c:pt>
                <c:pt idx="5634">
                  <c:v>146886.43</c:v>
                </c:pt>
                <c:pt idx="5635">
                  <c:v>146912.5</c:v>
                </c:pt>
                <c:pt idx="5636">
                  <c:v>146938.57</c:v>
                </c:pt>
                <c:pt idx="5637">
                  <c:v>146964.64000000001</c:v>
                </c:pt>
                <c:pt idx="5638">
                  <c:v>146990.71</c:v>
                </c:pt>
                <c:pt idx="5639">
                  <c:v>147016.79</c:v>
                </c:pt>
                <c:pt idx="5640">
                  <c:v>147042.85999999999</c:v>
                </c:pt>
                <c:pt idx="5641">
                  <c:v>147068.93</c:v>
                </c:pt>
                <c:pt idx="5642">
                  <c:v>147095</c:v>
                </c:pt>
                <c:pt idx="5643">
                  <c:v>147121.07</c:v>
                </c:pt>
                <c:pt idx="5644">
                  <c:v>147147.14000000001</c:v>
                </c:pt>
                <c:pt idx="5645">
                  <c:v>147173.21</c:v>
                </c:pt>
                <c:pt idx="5646">
                  <c:v>147199.29</c:v>
                </c:pt>
                <c:pt idx="5647">
                  <c:v>147225.35999999999</c:v>
                </c:pt>
                <c:pt idx="5648">
                  <c:v>147251.43</c:v>
                </c:pt>
                <c:pt idx="5649">
                  <c:v>147277.5</c:v>
                </c:pt>
                <c:pt idx="5650">
                  <c:v>147303.57</c:v>
                </c:pt>
                <c:pt idx="5651">
                  <c:v>147329.64000000001</c:v>
                </c:pt>
                <c:pt idx="5652">
                  <c:v>147355.71</c:v>
                </c:pt>
                <c:pt idx="5653">
                  <c:v>147381.79</c:v>
                </c:pt>
                <c:pt idx="5654">
                  <c:v>147407.85999999999</c:v>
                </c:pt>
                <c:pt idx="5655">
                  <c:v>147433.93</c:v>
                </c:pt>
                <c:pt idx="5656">
                  <c:v>147460</c:v>
                </c:pt>
                <c:pt idx="5657">
                  <c:v>147486.07</c:v>
                </c:pt>
                <c:pt idx="5658">
                  <c:v>147512.14000000001</c:v>
                </c:pt>
                <c:pt idx="5659">
                  <c:v>147538.21</c:v>
                </c:pt>
                <c:pt idx="5660">
                  <c:v>147564.29</c:v>
                </c:pt>
                <c:pt idx="5661">
                  <c:v>147590.35999999999</c:v>
                </c:pt>
                <c:pt idx="5662">
                  <c:v>147616.43</c:v>
                </c:pt>
                <c:pt idx="5663">
                  <c:v>147642.5</c:v>
                </c:pt>
                <c:pt idx="5664">
                  <c:v>147668.57</c:v>
                </c:pt>
                <c:pt idx="5665">
                  <c:v>147694.64000000001</c:v>
                </c:pt>
                <c:pt idx="5666">
                  <c:v>147720.71</c:v>
                </c:pt>
                <c:pt idx="5667">
                  <c:v>147746.79</c:v>
                </c:pt>
                <c:pt idx="5668">
                  <c:v>147772.85999999999</c:v>
                </c:pt>
                <c:pt idx="5669">
                  <c:v>147798.93</c:v>
                </c:pt>
                <c:pt idx="5670">
                  <c:v>147825</c:v>
                </c:pt>
                <c:pt idx="5671">
                  <c:v>147851.07</c:v>
                </c:pt>
                <c:pt idx="5672">
                  <c:v>147877.14000000001</c:v>
                </c:pt>
                <c:pt idx="5673">
                  <c:v>147903.21</c:v>
                </c:pt>
                <c:pt idx="5674">
                  <c:v>147929.29</c:v>
                </c:pt>
                <c:pt idx="5675">
                  <c:v>147955.35999999999</c:v>
                </c:pt>
                <c:pt idx="5676">
                  <c:v>147981.43</c:v>
                </c:pt>
                <c:pt idx="5677">
                  <c:v>148007.5</c:v>
                </c:pt>
                <c:pt idx="5678">
                  <c:v>148033.57</c:v>
                </c:pt>
                <c:pt idx="5679">
                  <c:v>148059.64000000001</c:v>
                </c:pt>
                <c:pt idx="5680">
                  <c:v>148085.71</c:v>
                </c:pt>
                <c:pt idx="5681">
                  <c:v>148111.79</c:v>
                </c:pt>
                <c:pt idx="5682">
                  <c:v>148137.85999999999</c:v>
                </c:pt>
                <c:pt idx="5683">
                  <c:v>148163.93</c:v>
                </c:pt>
                <c:pt idx="5684">
                  <c:v>148190</c:v>
                </c:pt>
                <c:pt idx="5685">
                  <c:v>148216.07</c:v>
                </c:pt>
                <c:pt idx="5686">
                  <c:v>148242.14000000001</c:v>
                </c:pt>
                <c:pt idx="5687">
                  <c:v>148268.21</c:v>
                </c:pt>
                <c:pt idx="5688">
                  <c:v>148294.29</c:v>
                </c:pt>
                <c:pt idx="5689">
                  <c:v>148320.35999999999</c:v>
                </c:pt>
                <c:pt idx="5690">
                  <c:v>148346.43</c:v>
                </c:pt>
                <c:pt idx="5691">
                  <c:v>148372.5</c:v>
                </c:pt>
                <c:pt idx="5692">
                  <c:v>148398.57</c:v>
                </c:pt>
                <c:pt idx="5693">
                  <c:v>148424.64000000001</c:v>
                </c:pt>
                <c:pt idx="5694">
                  <c:v>148450.71</c:v>
                </c:pt>
                <c:pt idx="5695">
                  <c:v>148476.79</c:v>
                </c:pt>
                <c:pt idx="5696">
                  <c:v>148502.85999999999</c:v>
                </c:pt>
                <c:pt idx="5697">
                  <c:v>148528.93</c:v>
                </c:pt>
                <c:pt idx="5698">
                  <c:v>148555</c:v>
                </c:pt>
                <c:pt idx="5699">
                  <c:v>148581.07</c:v>
                </c:pt>
                <c:pt idx="5700">
                  <c:v>148607.14000000001</c:v>
                </c:pt>
                <c:pt idx="5701">
                  <c:v>148633.21</c:v>
                </c:pt>
                <c:pt idx="5702">
                  <c:v>148659.29</c:v>
                </c:pt>
                <c:pt idx="5703">
                  <c:v>148685.35999999999</c:v>
                </c:pt>
                <c:pt idx="5704">
                  <c:v>148711.43</c:v>
                </c:pt>
                <c:pt idx="5705">
                  <c:v>148737.5</c:v>
                </c:pt>
                <c:pt idx="5706">
                  <c:v>148763.57</c:v>
                </c:pt>
                <c:pt idx="5707">
                  <c:v>148789.64000000001</c:v>
                </c:pt>
                <c:pt idx="5708">
                  <c:v>148815.71</c:v>
                </c:pt>
                <c:pt idx="5709">
                  <c:v>148841.79</c:v>
                </c:pt>
                <c:pt idx="5710">
                  <c:v>148867.85999999999</c:v>
                </c:pt>
                <c:pt idx="5711">
                  <c:v>148893.93</c:v>
                </c:pt>
                <c:pt idx="5712">
                  <c:v>148920</c:v>
                </c:pt>
                <c:pt idx="5713">
                  <c:v>148946.07</c:v>
                </c:pt>
                <c:pt idx="5714">
                  <c:v>148972.14000000001</c:v>
                </c:pt>
                <c:pt idx="5715">
                  <c:v>148998.21</c:v>
                </c:pt>
                <c:pt idx="5716">
                  <c:v>149024.29</c:v>
                </c:pt>
                <c:pt idx="5717">
                  <c:v>149050.35999999999</c:v>
                </c:pt>
                <c:pt idx="5718">
                  <c:v>149076.43</c:v>
                </c:pt>
                <c:pt idx="5719">
                  <c:v>149102.5</c:v>
                </c:pt>
                <c:pt idx="5720">
                  <c:v>149128.57</c:v>
                </c:pt>
                <c:pt idx="5721">
                  <c:v>149154.64000000001</c:v>
                </c:pt>
                <c:pt idx="5722">
                  <c:v>149180.71</c:v>
                </c:pt>
                <c:pt idx="5723">
                  <c:v>149206.79</c:v>
                </c:pt>
                <c:pt idx="5724">
                  <c:v>149232.85999999999</c:v>
                </c:pt>
                <c:pt idx="5725">
                  <c:v>149258.93</c:v>
                </c:pt>
                <c:pt idx="5726">
                  <c:v>149285</c:v>
                </c:pt>
                <c:pt idx="5727">
                  <c:v>149311.07</c:v>
                </c:pt>
                <c:pt idx="5728">
                  <c:v>149337.14000000001</c:v>
                </c:pt>
                <c:pt idx="5729">
                  <c:v>149363.21</c:v>
                </c:pt>
                <c:pt idx="5730">
                  <c:v>149389.29</c:v>
                </c:pt>
                <c:pt idx="5731">
                  <c:v>149415.35999999999</c:v>
                </c:pt>
                <c:pt idx="5732">
                  <c:v>149441.43</c:v>
                </c:pt>
                <c:pt idx="5733">
                  <c:v>149467.5</c:v>
                </c:pt>
                <c:pt idx="5734">
                  <c:v>149493.57</c:v>
                </c:pt>
                <c:pt idx="5735">
                  <c:v>149519.64000000001</c:v>
                </c:pt>
                <c:pt idx="5736">
                  <c:v>149545.71</c:v>
                </c:pt>
                <c:pt idx="5737">
                  <c:v>149571.79</c:v>
                </c:pt>
                <c:pt idx="5738">
                  <c:v>149597.85999999999</c:v>
                </c:pt>
                <c:pt idx="5739">
                  <c:v>149623.93</c:v>
                </c:pt>
                <c:pt idx="5740">
                  <c:v>149650</c:v>
                </c:pt>
                <c:pt idx="5741">
                  <c:v>149676.07</c:v>
                </c:pt>
                <c:pt idx="5742">
                  <c:v>149702.14000000001</c:v>
                </c:pt>
                <c:pt idx="5743">
                  <c:v>149728.21</c:v>
                </c:pt>
                <c:pt idx="5744">
                  <c:v>149754.29</c:v>
                </c:pt>
                <c:pt idx="5745">
                  <c:v>149780.35999999999</c:v>
                </c:pt>
                <c:pt idx="5746">
                  <c:v>149806.43</c:v>
                </c:pt>
                <c:pt idx="5747">
                  <c:v>149832.5</c:v>
                </c:pt>
                <c:pt idx="5748">
                  <c:v>149858.57</c:v>
                </c:pt>
                <c:pt idx="5749">
                  <c:v>149884.64000000001</c:v>
                </c:pt>
                <c:pt idx="5750">
                  <c:v>149910.71</c:v>
                </c:pt>
                <c:pt idx="5751">
                  <c:v>149936.79</c:v>
                </c:pt>
                <c:pt idx="5752">
                  <c:v>149962.85999999999</c:v>
                </c:pt>
                <c:pt idx="5753">
                  <c:v>149988.93</c:v>
                </c:pt>
                <c:pt idx="5754">
                  <c:v>150015</c:v>
                </c:pt>
                <c:pt idx="5755">
                  <c:v>150041.07</c:v>
                </c:pt>
                <c:pt idx="5756">
                  <c:v>150067.14000000001</c:v>
                </c:pt>
                <c:pt idx="5757">
                  <c:v>150093.21</c:v>
                </c:pt>
                <c:pt idx="5758">
                  <c:v>150119.29</c:v>
                </c:pt>
                <c:pt idx="5759">
                  <c:v>150145.35999999999</c:v>
                </c:pt>
                <c:pt idx="5760">
                  <c:v>150171.43</c:v>
                </c:pt>
                <c:pt idx="5761">
                  <c:v>150197.5</c:v>
                </c:pt>
                <c:pt idx="5762">
                  <c:v>150223.57</c:v>
                </c:pt>
                <c:pt idx="5763">
                  <c:v>150249.64000000001</c:v>
                </c:pt>
                <c:pt idx="5764">
                  <c:v>150275.71</c:v>
                </c:pt>
                <c:pt idx="5765">
                  <c:v>150301.79</c:v>
                </c:pt>
                <c:pt idx="5766">
                  <c:v>150327.85999999999</c:v>
                </c:pt>
                <c:pt idx="5767">
                  <c:v>150353.93</c:v>
                </c:pt>
                <c:pt idx="5768">
                  <c:v>150380</c:v>
                </c:pt>
                <c:pt idx="5769">
                  <c:v>150406.07</c:v>
                </c:pt>
                <c:pt idx="5770">
                  <c:v>150432.14000000001</c:v>
                </c:pt>
                <c:pt idx="5771">
                  <c:v>150458.21</c:v>
                </c:pt>
                <c:pt idx="5772">
                  <c:v>150484.29</c:v>
                </c:pt>
                <c:pt idx="5773">
                  <c:v>150510.35999999999</c:v>
                </c:pt>
                <c:pt idx="5774">
                  <c:v>150536.43</c:v>
                </c:pt>
                <c:pt idx="5775">
                  <c:v>150562.5</c:v>
                </c:pt>
                <c:pt idx="5776">
                  <c:v>150588.57</c:v>
                </c:pt>
                <c:pt idx="5777">
                  <c:v>150614.64000000001</c:v>
                </c:pt>
                <c:pt idx="5778">
                  <c:v>150640.71</c:v>
                </c:pt>
                <c:pt idx="5779">
                  <c:v>150666.79</c:v>
                </c:pt>
                <c:pt idx="5780">
                  <c:v>150692.85999999999</c:v>
                </c:pt>
                <c:pt idx="5781">
                  <c:v>150718.93</c:v>
                </c:pt>
                <c:pt idx="5782">
                  <c:v>150745</c:v>
                </c:pt>
                <c:pt idx="5783">
                  <c:v>150771.07</c:v>
                </c:pt>
                <c:pt idx="5784">
                  <c:v>150797.14000000001</c:v>
                </c:pt>
                <c:pt idx="5785">
                  <c:v>150823.21</c:v>
                </c:pt>
                <c:pt idx="5786">
                  <c:v>150849.29</c:v>
                </c:pt>
                <c:pt idx="5787">
                  <c:v>150875.35999999999</c:v>
                </c:pt>
                <c:pt idx="5788">
                  <c:v>150901.43</c:v>
                </c:pt>
                <c:pt idx="5789">
                  <c:v>150927.5</c:v>
                </c:pt>
                <c:pt idx="5790">
                  <c:v>150953.57</c:v>
                </c:pt>
                <c:pt idx="5791">
                  <c:v>150979.64000000001</c:v>
                </c:pt>
                <c:pt idx="5792">
                  <c:v>151005.71</c:v>
                </c:pt>
                <c:pt idx="5793">
                  <c:v>151031.79</c:v>
                </c:pt>
                <c:pt idx="5794">
                  <c:v>151057.85999999999</c:v>
                </c:pt>
                <c:pt idx="5795">
                  <c:v>151083.93</c:v>
                </c:pt>
                <c:pt idx="5796">
                  <c:v>151110</c:v>
                </c:pt>
                <c:pt idx="5797">
                  <c:v>151136.07</c:v>
                </c:pt>
                <c:pt idx="5798">
                  <c:v>151162.14000000001</c:v>
                </c:pt>
                <c:pt idx="5799">
                  <c:v>151188.21</c:v>
                </c:pt>
                <c:pt idx="5800">
                  <c:v>151214.29</c:v>
                </c:pt>
                <c:pt idx="5801">
                  <c:v>151240.35999999999</c:v>
                </c:pt>
                <c:pt idx="5802">
                  <c:v>151266.43</c:v>
                </c:pt>
                <c:pt idx="5803">
                  <c:v>151292.5</c:v>
                </c:pt>
                <c:pt idx="5804">
                  <c:v>151318.57</c:v>
                </c:pt>
                <c:pt idx="5805">
                  <c:v>151344.64000000001</c:v>
                </c:pt>
                <c:pt idx="5806">
                  <c:v>151370.71</c:v>
                </c:pt>
                <c:pt idx="5807">
                  <c:v>151396.79</c:v>
                </c:pt>
                <c:pt idx="5808">
                  <c:v>151422.85999999999</c:v>
                </c:pt>
                <c:pt idx="5809">
                  <c:v>151448.93</c:v>
                </c:pt>
                <c:pt idx="5810">
                  <c:v>151475</c:v>
                </c:pt>
                <c:pt idx="5811">
                  <c:v>151501.07</c:v>
                </c:pt>
                <c:pt idx="5812">
                  <c:v>151527.14000000001</c:v>
                </c:pt>
                <c:pt idx="5813">
                  <c:v>151553.21</c:v>
                </c:pt>
                <c:pt idx="5814">
                  <c:v>151579.29</c:v>
                </c:pt>
                <c:pt idx="5815">
                  <c:v>151605.35999999999</c:v>
                </c:pt>
                <c:pt idx="5816">
                  <c:v>151631.43</c:v>
                </c:pt>
                <c:pt idx="5817">
                  <c:v>151657.5</c:v>
                </c:pt>
                <c:pt idx="5818">
                  <c:v>151683.57</c:v>
                </c:pt>
                <c:pt idx="5819">
                  <c:v>151709.64000000001</c:v>
                </c:pt>
                <c:pt idx="5820">
                  <c:v>151735.71</c:v>
                </c:pt>
                <c:pt idx="5821">
                  <c:v>151761.79</c:v>
                </c:pt>
                <c:pt idx="5822">
                  <c:v>151787.85999999999</c:v>
                </c:pt>
                <c:pt idx="5823">
                  <c:v>151813.93</c:v>
                </c:pt>
                <c:pt idx="5824">
                  <c:v>151840</c:v>
                </c:pt>
                <c:pt idx="5825">
                  <c:v>151866.07</c:v>
                </c:pt>
                <c:pt idx="5826">
                  <c:v>151892.14000000001</c:v>
                </c:pt>
                <c:pt idx="5827">
                  <c:v>151918.21</c:v>
                </c:pt>
                <c:pt idx="5828">
                  <c:v>151944.29</c:v>
                </c:pt>
                <c:pt idx="5829">
                  <c:v>151970.35999999999</c:v>
                </c:pt>
                <c:pt idx="5830">
                  <c:v>151996.43</c:v>
                </c:pt>
                <c:pt idx="5831">
                  <c:v>152022.5</c:v>
                </c:pt>
                <c:pt idx="5832">
                  <c:v>152048.57</c:v>
                </c:pt>
                <c:pt idx="5833">
                  <c:v>152074.64000000001</c:v>
                </c:pt>
                <c:pt idx="5834">
                  <c:v>152100.71</c:v>
                </c:pt>
                <c:pt idx="5835">
                  <c:v>152126.79</c:v>
                </c:pt>
                <c:pt idx="5836">
                  <c:v>152152.85999999999</c:v>
                </c:pt>
                <c:pt idx="5837">
                  <c:v>152178.93</c:v>
                </c:pt>
                <c:pt idx="5838">
                  <c:v>152205</c:v>
                </c:pt>
                <c:pt idx="5839">
                  <c:v>152231.07</c:v>
                </c:pt>
                <c:pt idx="5840">
                  <c:v>152257.14000000001</c:v>
                </c:pt>
                <c:pt idx="5841">
                  <c:v>152283.21</c:v>
                </c:pt>
                <c:pt idx="5842">
                  <c:v>152309.29</c:v>
                </c:pt>
                <c:pt idx="5843">
                  <c:v>152335.35999999999</c:v>
                </c:pt>
                <c:pt idx="5844">
                  <c:v>152361.43</c:v>
                </c:pt>
                <c:pt idx="5845">
                  <c:v>152387.5</c:v>
                </c:pt>
                <c:pt idx="5846">
                  <c:v>152413.57</c:v>
                </c:pt>
                <c:pt idx="5847">
                  <c:v>152439.64000000001</c:v>
                </c:pt>
                <c:pt idx="5848">
                  <c:v>152465.71</c:v>
                </c:pt>
                <c:pt idx="5849">
                  <c:v>152491.79</c:v>
                </c:pt>
                <c:pt idx="5850">
                  <c:v>152517.85999999999</c:v>
                </c:pt>
                <c:pt idx="5851">
                  <c:v>152543.93</c:v>
                </c:pt>
                <c:pt idx="5852">
                  <c:v>152570</c:v>
                </c:pt>
                <c:pt idx="5853">
                  <c:v>152596.07</c:v>
                </c:pt>
                <c:pt idx="5854">
                  <c:v>152622.14000000001</c:v>
                </c:pt>
                <c:pt idx="5855">
                  <c:v>152648.21</c:v>
                </c:pt>
                <c:pt idx="5856">
                  <c:v>152674.29</c:v>
                </c:pt>
                <c:pt idx="5857">
                  <c:v>152700.35999999999</c:v>
                </c:pt>
                <c:pt idx="5858">
                  <c:v>152726.43</c:v>
                </c:pt>
                <c:pt idx="5859">
                  <c:v>152752.5</c:v>
                </c:pt>
                <c:pt idx="5860">
                  <c:v>152778.57</c:v>
                </c:pt>
                <c:pt idx="5861">
                  <c:v>152804.64000000001</c:v>
                </c:pt>
                <c:pt idx="5862">
                  <c:v>152830.71</c:v>
                </c:pt>
                <c:pt idx="5863">
                  <c:v>152856.79</c:v>
                </c:pt>
                <c:pt idx="5864">
                  <c:v>152882.85999999999</c:v>
                </c:pt>
                <c:pt idx="5865">
                  <c:v>152908.93</c:v>
                </c:pt>
                <c:pt idx="5866">
                  <c:v>152935</c:v>
                </c:pt>
                <c:pt idx="5867">
                  <c:v>152961.07</c:v>
                </c:pt>
                <c:pt idx="5868">
                  <c:v>152987.14000000001</c:v>
                </c:pt>
                <c:pt idx="5869">
                  <c:v>153013.21</c:v>
                </c:pt>
                <c:pt idx="5870">
                  <c:v>153039.29</c:v>
                </c:pt>
                <c:pt idx="5871">
                  <c:v>153065.35999999999</c:v>
                </c:pt>
                <c:pt idx="5872">
                  <c:v>153091.43</c:v>
                </c:pt>
                <c:pt idx="5873">
                  <c:v>153117.5</c:v>
                </c:pt>
                <c:pt idx="5874">
                  <c:v>153143.57</c:v>
                </c:pt>
                <c:pt idx="5875">
                  <c:v>153169.64000000001</c:v>
                </c:pt>
                <c:pt idx="5876">
                  <c:v>153195.71</c:v>
                </c:pt>
                <c:pt idx="5877">
                  <c:v>153221.79</c:v>
                </c:pt>
                <c:pt idx="5878">
                  <c:v>153247.85999999999</c:v>
                </c:pt>
                <c:pt idx="5879">
                  <c:v>153273.93</c:v>
                </c:pt>
                <c:pt idx="5880">
                  <c:v>153300</c:v>
                </c:pt>
                <c:pt idx="5881">
                  <c:v>153326.07</c:v>
                </c:pt>
                <c:pt idx="5882">
                  <c:v>153352.14000000001</c:v>
                </c:pt>
                <c:pt idx="5883">
                  <c:v>153378.21</c:v>
                </c:pt>
                <c:pt idx="5884">
                  <c:v>153404.29</c:v>
                </c:pt>
                <c:pt idx="5885">
                  <c:v>153430.35999999999</c:v>
                </c:pt>
                <c:pt idx="5886">
                  <c:v>153456.43</c:v>
                </c:pt>
                <c:pt idx="5887">
                  <c:v>153482.5</c:v>
                </c:pt>
                <c:pt idx="5888">
                  <c:v>153508.57</c:v>
                </c:pt>
                <c:pt idx="5889">
                  <c:v>153534.64000000001</c:v>
                </c:pt>
                <c:pt idx="5890">
                  <c:v>153560.71</c:v>
                </c:pt>
                <c:pt idx="5891">
                  <c:v>153586.79</c:v>
                </c:pt>
                <c:pt idx="5892">
                  <c:v>153612.85999999999</c:v>
                </c:pt>
                <c:pt idx="5893">
                  <c:v>153638.93</c:v>
                </c:pt>
                <c:pt idx="5894">
                  <c:v>153665</c:v>
                </c:pt>
                <c:pt idx="5895">
                  <c:v>153691.07</c:v>
                </c:pt>
                <c:pt idx="5896">
                  <c:v>153717.14000000001</c:v>
                </c:pt>
                <c:pt idx="5897">
                  <c:v>153743.21</c:v>
                </c:pt>
                <c:pt idx="5898">
                  <c:v>153769.29</c:v>
                </c:pt>
                <c:pt idx="5899">
                  <c:v>153795.35999999999</c:v>
                </c:pt>
                <c:pt idx="5900">
                  <c:v>153821.43</c:v>
                </c:pt>
                <c:pt idx="5901">
                  <c:v>153847.5</c:v>
                </c:pt>
                <c:pt idx="5902">
                  <c:v>153873.57</c:v>
                </c:pt>
                <c:pt idx="5903">
                  <c:v>153899.64000000001</c:v>
                </c:pt>
                <c:pt idx="5904">
                  <c:v>153925.71</c:v>
                </c:pt>
                <c:pt idx="5905">
                  <c:v>153951.79</c:v>
                </c:pt>
                <c:pt idx="5906">
                  <c:v>153977.85999999999</c:v>
                </c:pt>
                <c:pt idx="5907">
                  <c:v>154003.93</c:v>
                </c:pt>
                <c:pt idx="5908">
                  <c:v>154030</c:v>
                </c:pt>
                <c:pt idx="5909">
                  <c:v>154056.07</c:v>
                </c:pt>
                <c:pt idx="5910">
                  <c:v>154082.14000000001</c:v>
                </c:pt>
                <c:pt idx="5911">
                  <c:v>154108.21</c:v>
                </c:pt>
                <c:pt idx="5912">
                  <c:v>154134.29</c:v>
                </c:pt>
                <c:pt idx="5913">
                  <c:v>154160.35999999999</c:v>
                </c:pt>
                <c:pt idx="5914">
                  <c:v>154186.43</c:v>
                </c:pt>
                <c:pt idx="5915">
                  <c:v>154212.5</c:v>
                </c:pt>
                <c:pt idx="5916">
                  <c:v>154238.57</c:v>
                </c:pt>
                <c:pt idx="5917">
                  <c:v>154264.64000000001</c:v>
                </c:pt>
                <c:pt idx="5918">
                  <c:v>154290.71</c:v>
                </c:pt>
                <c:pt idx="5919">
                  <c:v>154316.79</c:v>
                </c:pt>
                <c:pt idx="5920">
                  <c:v>154342.85999999999</c:v>
                </c:pt>
                <c:pt idx="5921">
                  <c:v>154368.93</c:v>
                </c:pt>
                <c:pt idx="5922">
                  <c:v>154395</c:v>
                </c:pt>
                <c:pt idx="5923">
                  <c:v>154421.07</c:v>
                </c:pt>
                <c:pt idx="5924">
                  <c:v>154447.14000000001</c:v>
                </c:pt>
                <c:pt idx="5925">
                  <c:v>154473.21</c:v>
                </c:pt>
                <c:pt idx="5926">
                  <c:v>154499.29</c:v>
                </c:pt>
                <c:pt idx="5927">
                  <c:v>154525.35999999999</c:v>
                </c:pt>
                <c:pt idx="5928">
                  <c:v>154551.43</c:v>
                </c:pt>
                <c:pt idx="5929">
                  <c:v>154577.5</c:v>
                </c:pt>
                <c:pt idx="5930">
                  <c:v>154603.57</c:v>
                </c:pt>
                <c:pt idx="5931">
                  <c:v>154629.64000000001</c:v>
                </c:pt>
                <c:pt idx="5932">
                  <c:v>154655.71</c:v>
                </c:pt>
                <c:pt idx="5933">
                  <c:v>154681.79</c:v>
                </c:pt>
                <c:pt idx="5934">
                  <c:v>154707.85999999999</c:v>
                </c:pt>
                <c:pt idx="5935">
                  <c:v>154733.93</c:v>
                </c:pt>
                <c:pt idx="5936">
                  <c:v>154760</c:v>
                </c:pt>
                <c:pt idx="5937">
                  <c:v>154786.07</c:v>
                </c:pt>
                <c:pt idx="5938">
                  <c:v>154812.14000000001</c:v>
                </c:pt>
                <c:pt idx="5939">
                  <c:v>154838.21</c:v>
                </c:pt>
                <c:pt idx="5940">
                  <c:v>154864.29</c:v>
                </c:pt>
                <c:pt idx="5941">
                  <c:v>154890.35999999999</c:v>
                </c:pt>
                <c:pt idx="5942">
                  <c:v>154916.43</c:v>
                </c:pt>
                <c:pt idx="5943">
                  <c:v>154942.5</c:v>
                </c:pt>
                <c:pt idx="5944">
                  <c:v>154968.57</c:v>
                </c:pt>
                <c:pt idx="5945">
                  <c:v>154994.64000000001</c:v>
                </c:pt>
                <c:pt idx="5946">
                  <c:v>155020.71</c:v>
                </c:pt>
                <c:pt idx="5947">
                  <c:v>155046.79</c:v>
                </c:pt>
                <c:pt idx="5948">
                  <c:v>155072.85999999999</c:v>
                </c:pt>
                <c:pt idx="5949">
                  <c:v>155098.93</c:v>
                </c:pt>
                <c:pt idx="5950">
                  <c:v>155125</c:v>
                </c:pt>
                <c:pt idx="5951">
                  <c:v>155151.07</c:v>
                </c:pt>
                <c:pt idx="5952">
                  <c:v>155177.14000000001</c:v>
                </c:pt>
                <c:pt idx="5953">
                  <c:v>155203.21</c:v>
                </c:pt>
                <c:pt idx="5954">
                  <c:v>155229.29</c:v>
                </c:pt>
                <c:pt idx="5955">
                  <c:v>155255.35999999999</c:v>
                </c:pt>
                <c:pt idx="5956">
                  <c:v>155281.43</c:v>
                </c:pt>
                <c:pt idx="5957">
                  <c:v>155307.5</c:v>
                </c:pt>
                <c:pt idx="5958">
                  <c:v>155333.57</c:v>
                </c:pt>
                <c:pt idx="5959">
                  <c:v>155359.64000000001</c:v>
                </c:pt>
                <c:pt idx="5960">
                  <c:v>155385.71</c:v>
                </c:pt>
                <c:pt idx="5961">
                  <c:v>155411.79</c:v>
                </c:pt>
                <c:pt idx="5962">
                  <c:v>155437.85999999999</c:v>
                </c:pt>
                <c:pt idx="5963">
                  <c:v>155463.93</c:v>
                </c:pt>
                <c:pt idx="5964">
                  <c:v>155490</c:v>
                </c:pt>
                <c:pt idx="5965">
                  <c:v>155516.07</c:v>
                </c:pt>
                <c:pt idx="5966">
                  <c:v>155542.14000000001</c:v>
                </c:pt>
                <c:pt idx="5967">
                  <c:v>155568.21</c:v>
                </c:pt>
                <c:pt idx="5968">
                  <c:v>155594.29</c:v>
                </c:pt>
                <c:pt idx="5969">
                  <c:v>155620.35999999999</c:v>
                </c:pt>
                <c:pt idx="5970">
                  <c:v>155646.43</c:v>
                </c:pt>
                <c:pt idx="5971">
                  <c:v>155672.5</c:v>
                </c:pt>
                <c:pt idx="5972">
                  <c:v>155698.57</c:v>
                </c:pt>
                <c:pt idx="5973">
                  <c:v>155724.64000000001</c:v>
                </c:pt>
                <c:pt idx="5974">
                  <c:v>155750.71</c:v>
                </c:pt>
                <c:pt idx="5975">
                  <c:v>155776.79</c:v>
                </c:pt>
                <c:pt idx="5976">
                  <c:v>155802.85999999999</c:v>
                </c:pt>
                <c:pt idx="5977">
                  <c:v>155828.93</c:v>
                </c:pt>
                <c:pt idx="5978">
                  <c:v>155855</c:v>
                </c:pt>
                <c:pt idx="5979">
                  <c:v>155881.07</c:v>
                </c:pt>
                <c:pt idx="5980">
                  <c:v>155907.14000000001</c:v>
                </c:pt>
                <c:pt idx="5981">
                  <c:v>155933.21</c:v>
                </c:pt>
                <c:pt idx="5982">
                  <c:v>155959.29</c:v>
                </c:pt>
                <c:pt idx="5983">
                  <c:v>155985.35999999999</c:v>
                </c:pt>
                <c:pt idx="5984">
                  <c:v>156011.43</c:v>
                </c:pt>
                <c:pt idx="5985">
                  <c:v>156037.5</c:v>
                </c:pt>
                <c:pt idx="5986">
                  <c:v>156063.57</c:v>
                </c:pt>
                <c:pt idx="5987">
                  <c:v>156089.64000000001</c:v>
                </c:pt>
                <c:pt idx="5988">
                  <c:v>156115.71</c:v>
                </c:pt>
                <c:pt idx="5989">
                  <c:v>156141.79</c:v>
                </c:pt>
                <c:pt idx="5990">
                  <c:v>156167.85999999999</c:v>
                </c:pt>
                <c:pt idx="5991">
                  <c:v>156193.93</c:v>
                </c:pt>
                <c:pt idx="5992">
                  <c:v>156220</c:v>
                </c:pt>
                <c:pt idx="5993">
                  <c:v>156246.07</c:v>
                </c:pt>
                <c:pt idx="5994">
                  <c:v>156272.14000000001</c:v>
                </c:pt>
                <c:pt idx="5995">
                  <c:v>156298.21</c:v>
                </c:pt>
                <c:pt idx="5996">
                  <c:v>156324.29</c:v>
                </c:pt>
                <c:pt idx="5997">
                  <c:v>156350.35999999999</c:v>
                </c:pt>
                <c:pt idx="5998">
                  <c:v>156376.43</c:v>
                </c:pt>
                <c:pt idx="5999">
                  <c:v>156402.5</c:v>
                </c:pt>
                <c:pt idx="6000">
                  <c:v>156428.57</c:v>
                </c:pt>
              </c:numCache>
            </c:numRef>
          </c:xVal>
          <c:yVal>
            <c:numRef>
              <c:f>'Net income and EMTR (data)'!$H$2:$H$6002</c:f>
              <c:numCache>
                <c:formatCode>General</c:formatCode>
                <c:ptCount val="600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0.5</c:v>
                </c:pt>
                <c:pt idx="102">
                  <c:v>0.5</c:v>
                </c:pt>
                <c:pt idx="103">
                  <c:v>0.5</c:v>
                </c:pt>
                <c:pt idx="104">
                  <c:v>0.5</c:v>
                </c:pt>
                <c:pt idx="105">
                  <c:v>0.5</c:v>
                </c:pt>
                <c:pt idx="106">
                  <c:v>0.5</c:v>
                </c:pt>
                <c:pt idx="107">
                  <c:v>0.5</c:v>
                </c:pt>
                <c:pt idx="108">
                  <c:v>0.5</c:v>
                </c:pt>
                <c:pt idx="109">
                  <c:v>0.5</c:v>
                </c:pt>
                <c:pt idx="110">
                  <c:v>0.5</c:v>
                </c:pt>
                <c:pt idx="111">
                  <c:v>0.5</c:v>
                </c:pt>
                <c:pt idx="112">
                  <c:v>0.5</c:v>
                </c:pt>
                <c:pt idx="113">
                  <c:v>0.5</c:v>
                </c:pt>
                <c:pt idx="114">
                  <c:v>0.5</c:v>
                </c:pt>
                <c:pt idx="115">
                  <c:v>0.5</c:v>
                </c:pt>
                <c:pt idx="116">
                  <c:v>0.5</c:v>
                </c:pt>
                <c:pt idx="117">
                  <c:v>0.5</c:v>
                </c:pt>
                <c:pt idx="118">
                  <c:v>0.5</c:v>
                </c:pt>
                <c:pt idx="119">
                  <c:v>0.5</c:v>
                </c:pt>
                <c:pt idx="120">
                  <c:v>0.5</c:v>
                </c:pt>
                <c:pt idx="121">
                  <c:v>0.5</c:v>
                </c:pt>
                <c:pt idx="122">
                  <c:v>0.5</c:v>
                </c:pt>
                <c:pt idx="123">
                  <c:v>0.5</c:v>
                </c:pt>
                <c:pt idx="124">
                  <c:v>0.5</c:v>
                </c:pt>
                <c:pt idx="125">
                  <c:v>0.5</c:v>
                </c:pt>
                <c:pt idx="126">
                  <c:v>0.5</c:v>
                </c:pt>
                <c:pt idx="127">
                  <c:v>0.5</c:v>
                </c:pt>
                <c:pt idx="128">
                  <c:v>0.5</c:v>
                </c:pt>
                <c:pt idx="129">
                  <c:v>0.5</c:v>
                </c:pt>
                <c:pt idx="130">
                  <c:v>0.5</c:v>
                </c:pt>
                <c:pt idx="131">
                  <c:v>0.5</c:v>
                </c:pt>
                <c:pt idx="132">
                  <c:v>0.5</c:v>
                </c:pt>
                <c:pt idx="133">
                  <c:v>0.5</c:v>
                </c:pt>
                <c:pt idx="134">
                  <c:v>0.5</c:v>
                </c:pt>
                <c:pt idx="135">
                  <c:v>0.5</c:v>
                </c:pt>
                <c:pt idx="136">
                  <c:v>0.5</c:v>
                </c:pt>
                <c:pt idx="137">
                  <c:v>0.5</c:v>
                </c:pt>
                <c:pt idx="138">
                  <c:v>0.5</c:v>
                </c:pt>
                <c:pt idx="139">
                  <c:v>0.5</c:v>
                </c:pt>
                <c:pt idx="140">
                  <c:v>0.5</c:v>
                </c:pt>
                <c:pt idx="141">
                  <c:v>0.5</c:v>
                </c:pt>
                <c:pt idx="142">
                  <c:v>0.5</c:v>
                </c:pt>
                <c:pt idx="143">
                  <c:v>0.5</c:v>
                </c:pt>
                <c:pt idx="144">
                  <c:v>0.5</c:v>
                </c:pt>
                <c:pt idx="145">
                  <c:v>0.5</c:v>
                </c:pt>
                <c:pt idx="146">
                  <c:v>0.5</c:v>
                </c:pt>
                <c:pt idx="147">
                  <c:v>0.5</c:v>
                </c:pt>
                <c:pt idx="148">
                  <c:v>0.5</c:v>
                </c:pt>
                <c:pt idx="149">
                  <c:v>0.5</c:v>
                </c:pt>
                <c:pt idx="150">
                  <c:v>0.5</c:v>
                </c:pt>
                <c:pt idx="151">
                  <c:v>0.5</c:v>
                </c:pt>
                <c:pt idx="152">
                  <c:v>0.5</c:v>
                </c:pt>
                <c:pt idx="153">
                  <c:v>0.5</c:v>
                </c:pt>
                <c:pt idx="154">
                  <c:v>0.5</c:v>
                </c:pt>
                <c:pt idx="155">
                  <c:v>0.5</c:v>
                </c:pt>
                <c:pt idx="156">
                  <c:v>0.5</c:v>
                </c:pt>
                <c:pt idx="157">
                  <c:v>0.5</c:v>
                </c:pt>
                <c:pt idx="158">
                  <c:v>0.5</c:v>
                </c:pt>
                <c:pt idx="159">
                  <c:v>0.5</c:v>
                </c:pt>
                <c:pt idx="160">
                  <c:v>0.5</c:v>
                </c:pt>
                <c:pt idx="161">
                  <c:v>0.5</c:v>
                </c:pt>
                <c:pt idx="162">
                  <c:v>0.5</c:v>
                </c:pt>
                <c:pt idx="163">
                  <c:v>0.5</c:v>
                </c:pt>
                <c:pt idx="164">
                  <c:v>0.5</c:v>
                </c:pt>
                <c:pt idx="165">
                  <c:v>0.5</c:v>
                </c:pt>
                <c:pt idx="166">
                  <c:v>0.5</c:v>
                </c:pt>
                <c:pt idx="167">
                  <c:v>0.5</c:v>
                </c:pt>
                <c:pt idx="168">
                  <c:v>0.5</c:v>
                </c:pt>
                <c:pt idx="169">
                  <c:v>0.5</c:v>
                </c:pt>
                <c:pt idx="170">
                  <c:v>0.5</c:v>
                </c:pt>
                <c:pt idx="171">
                  <c:v>0.5</c:v>
                </c:pt>
                <c:pt idx="172">
                  <c:v>0.5</c:v>
                </c:pt>
                <c:pt idx="173">
                  <c:v>0.5</c:v>
                </c:pt>
                <c:pt idx="174">
                  <c:v>0.5</c:v>
                </c:pt>
                <c:pt idx="175">
                  <c:v>0.5</c:v>
                </c:pt>
                <c:pt idx="176">
                  <c:v>0.5</c:v>
                </c:pt>
                <c:pt idx="177">
                  <c:v>0.5</c:v>
                </c:pt>
                <c:pt idx="178">
                  <c:v>0.5</c:v>
                </c:pt>
                <c:pt idx="179">
                  <c:v>0.5</c:v>
                </c:pt>
                <c:pt idx="180">
                  <c:v>0.5</c:v>
                </c:pt>
                <c:pt idx="181">
                  <c:v>0.5</c:v>
                </c:pt>
                <c:pt idx="182">
                  <c:v>0.5</c:v>
                </c:pt>
                <c:pt idx="183">
                  <c:v>0.5</c:v>
                </c:pt>
                <c:pt idx="184">
                  <c:v>0.5</c:v>
                </c:pt>
                <c:pt idx="185">
                  <c:v>0.5</c:v>
                </c:pt>
                <c:pt idx="186">
                  <c:v>0.5</c:v>
                </c:pt>
                <c:pt idx="187">
                  <c:v>0.5</c:v>
                </c:pt>
                <c:pt idx="188">
                  <c:v>0.5</c:v>
                </c:pt>
                <c:pt idx="189">
                  <c:v>0.5</c:v>
                </c:pt>
                <c:pt idx="190">
                  <c:v>0.5</c:v>
                </c:pt>
                <c:pt idx="191">
                  <c:v>0.5</c:v>
                </c:pt>
                <c:pt idx="192">
                  <c:v>0.5</c:v>
                </c:pt>
                <c:pt idx="193">
                  <c:v>0.5</c:v>
                </c:pt>
                <c:pt idx="194">
                  <c:v>0.5</c:v>
                </c:pt>
                <c:pt idx="195">
                  <c:v>0.5</c:v>
                </c:pt>
                <c:pt idx="196">
                  <c:v>0.5</c:v>
                </c:pt>
                <c:pt idx="197">
                  <c:v>0.5</c:v>
                </c:pt>
                <c:pt idx="198">
                  <c:v>0.5</c:v>
                </c:pt>
                <c:pt idx="199">
                  <c:v>0.5</c:v>
                </c:pt>
                <c:pt idx="200">
                  <c:v>0.5</c:v>
                </c:pt>
                <c:pt idx="201">
                  <c:v>0.5</c:v>
                </c:pt>
                <c:pt idx="202">
                  <c:v>0.5</c:v>
                </c:pt>
                <c:pt idx="203">
                  <c:v>0.5</c:v>
                </c:pt>
                <c:pt idx="204">
                  <c:v>0.5</c:v>
                </c:pt>
                <c:pt idx="205">
                  <c:v>0.5</c:v>
                </c:pt>
                <c:pt idx="206">
                  <c:v>0.5</c:v>
                </c:pt>
                <c:pt idx="207">
                  <c:v>0.5</c:v>
                </c:pt>
                <c:pt idx="208">
                  <c:v>0.5</c:v>
                </c:pt>
                <c:pt idx="209">
                  <c:v>0.5</c:v>
                </c:pt>
                <c:pt idx="210">
                  <c:v>0.5</c:v>
                </c:pt>
                <c:pt idx="211">
                  <c:v>0.5</c:v>
                </c:pt>
                <c:pt idx="212">
                  <c:v>0.5</c:v>
                </c:pt>
                <c:pt idx="213">
                  <c:v>0.5</c:v>
                </c:pt>
                <c:pt idx="214">
                  <c:v>0.5</c:v>
                </c:pt>
                <c:pt idx="215">
                  <c:v>0.5</c:v>
                </c:pt>
                <c:pt idx="216">
                  <c:v>0.5</c:v>
                </c:pt>
                <c:pt idx="217">
                  <c:v>0.5</c:v>
                </c:pt>
                <c:pt idx="218">
                  <c:v>0.5</c:v>
                </c:pt>
                <c:pt idx="219">
                  <c:v>0.5</c:v>
                </c:pt>
                <c:pt idx="220">
                  <c:v>0.5</c:v>
                </c:pt>
                <c:pt idx="221">
                  <c:v>0.5</c:v>
                </c:pt>
                <c:pt idx="222">
                  <c:v>0.5</c:v>
                </c:pt>
                <c:pt idx="223">
                  <c:v>0.5</c:v>
                </c:pt>
                <c:pt idx="224">
                  <c:v>0.5</c:v>
                </c:pt>
                <c:pt idx="225">
                  <c:v>0.5</c:v>
                </c:pt>
                <c:pt idx="226">
                  <c:v>0.5</c:v>
                </c:pt>
                <c:pt idx="227">
                  <c:v>0.5</c:v>
                </c:pt>
                <c:pt idx="228">
                  <c:v>0.5</c:v>
                </c:pt>
                <c:pt idx="229">
                  <c:v>0.5</c:v>
                </c:pt>
                <c:pt idx="230">
                  <c:v>0.5</c:v>
                </c:pt>
                <c:pt idx="231">
                  <c:v>0.5</c:v>
                </c:pt>
                <c:pt idx="232">
                  <c:v>0.5</c:v>
                </c:pt>
                <c:pt idx="233">
                  <c:v>0.5</c:v>
                </c:pt>
                <c:pt idx="234">
                  <c:v>0.5</c:v>
                </c:pt>
                <c:pt idx="235">
                  <c:v>0.5</c:v>
                </c:pt>
                <c:pt idx="236">
                  <c:v>0.5</c:v>
                </c:pt>
                <c:pt idx="237">
                  <c:v>0.5</c:v>
                </c:pt>
                <c:pt idx="238">
                  <c:v>0.5</c:v>
                </c:pt>
                <c:pt idx="239">
                  <c:v>0.5</c:v>
                </c:pt>
                <c:pt idx="240">
                  <c:v>0.5</c:v>
                </c:pt>
                <c:pt idx="241">
                  <c:v>0.5</c:v>
                </c:pt>
                <c:pt idx="242">
                  <c:v>0.5</c:v>
                </c:pt>
                <c:pt idx="243">
                  <c:v>0.5</c:v>
                </c:pt>
                <c:pt idx="244">
                  <c:v>0.5</c:v>
                </c:pt>
                <c:pt idx="245">
                  <c:v>0.5</c:v>
                </c:pt>
                <c:pt idx="246">
                  <c:v>0.5</c:v>
                </c:pt>
                <c:pt idx="247">
                  <c:v>0.5</c:v>
                </c:pt>
                <c:pt idx="248">
                  <c:v>0.5</c:v>
                </c:pt>
                <c:pt idx="249">
                  <c:v>0.5</c:v>
                </c:pt>
                <c:pt idx="250">
                  <c:v>0.5</c:v>
                </c:pt>
                <c:pt idx="251">
                  <c:v>0.6</c:v>
                </c:pt>
                <c:pt idx="252">
                  <c:v>0.6</c:v>
                </c:pt>
                <c:pt idx="253">
                  <c:v>0.6</c:v>
                </c:pt>
                <c:pt idx="254">
                  <c:v>0.6</c:v>
                </c:pt>
                <c:pt idx="255">
                  <c:v>0.6</c:v>
                </c:pt>
                <c:pt idx="256">
                  <c:v>0.6</c:v>
                </c:pt>
                <c:pt idx="257">
                  <c:v>0.6</c:v>
                </c:pt>
                <c:pt idx="258">
                  <c:v>0.6</c:v>
                </c:pt>
                <c:pt idx="259">
                  <c:v>0.6</c:v>
                </c:pt>
                <c:pt idx="260">
                  <c:v>0.6</c:v>
                </c:pt>
                <c:pt idx="261">
                  <c:v>0.6</c:v>
                </c:pt>
                <c:pt idx="262">
                  <c:v>0.6</c:v>
                </c:pt>
                <c:pt idx="263">
                  <c:v>0.6</c:v>
                </c:pt>
                <c:pt idx="264">
                  <c:v>0.6</c:v>
                </c:pt>
                <c:pt idx="265">
                  <c:v>0.6</c:v>
                </c:pt>
                <c:pt idx="266">
                  <c:v>0.6</c:v>
                </c:pt>
                <c:pt idx="267">
                  <c:v>0.6</c:v>
                </c:pt>
                <c:pt idx="268">
                  <c:v>0.6</c:v>
                </c:pt>
                <c:pt idx="269">
                  <c:v>0.6</c:v>
                </c:pt>
                <c:pt idx="270">
                  <c:v>0.6</c:v>
                </c:pt>
                <c:pt idx="271">
                  <c:v>0.6</c:v>
                </c:pt>
                <c:pt idx="272">
                  <c:v>0.6</c:v>
                </c:pt>
                <c:pt idx="273">
                  <c:v>0.6</c:v>
                </c:pt>
                <c:pt idx="274">
                  <c:v>0.6</c:v>
                </c:pt>
                <c:pt idx="275">
                  <c:v>0.6</c:v>
                </c:pt>
                <c:pt idx="276">
                  <c:v>0.6</c:v>
                </c:pt>
                <c:pt idx="277">
                  <c:v>0.6</c:v>
                </c:pt>
                <c:pt idx="278">
                  <c:v>0.6</c:v>
                </c:pt>
                <c:pt idx="279">
                  <c:v>0.6</c:v>
                </c:pt>
                <c:pt idx="280">
                  <c:v>0.6</c:v>
                </c:pt>
                <c:pt idx="281">
                  <c:v>0.6</c:v>
                </c:pt>
                <c:pt idx="282">
                  <c:v>0.6</c:v>
                </c:pt>
                <c:pt idx="283">
                  <c:v>0.6</c:v>
                </c:pt>
                <c:pt idx="284">
                  <c:v>0.6</c:v>
                </c:pt>
                <c:pt idx="285">
                  <c:v>0.6</c:v>
                </c:pt>
                <c:pt idx="286">
                  <c:v>0.6</c:v>
                </c:pt>
                <c:pt idx="287">
                  <c:v>0.6</c:v>
                </c:pt>
                <c:pt idx="288">
                  <c:v>0.6</c:v>
                </c:pt>
                <c:pt idx="289">
                  <c:v>0.6</c:v>
                </c:pt>
                <c:pt idx="290">
                  <c:v>0.6</c:v>
                </c:pt>
                <c:pt idx="291">
                  <c:v>0.6</c:v>
                </c:pt>
                <c:pt idx="292">
                  <c:v>0.6</c:v>
                </c:pt>
                <c:pt idx="293">
                  <c:v>0.6</c:v>
                </c:pt>
                <c:pt idx="294">
                  <c:v>0.6</c:v>
                </c:pt>
                <c:pt idx="295">
                  <c:v>0.6</c:v>
                </c:pt>
                <c:pt idx="296">
                  <c:v>0.6</c:v>
                </c:pt>
                <c:pt idx="297">
                  <c:v>0.6</c:v>
                </c:pt>
                <c:pt idx="298">
                  <c:v>0.6</c:v>
                </c:pt>
                <c:pt idx="299">
                  <c:v>0.6</c:v>
                </c:pt>
                <c:pt idx="300">
                  <c:v>0.6</c:v>
                </c:pt>
                <c:pt idx="301">
                  <c:v>0.6</c:v>
                </c:pt>
                <c:pt idx="302">
                  <c:v>0.6</c:v>
                </c:pt>
                <c:pt idx="303">
                  <c:v>0.6</c:v>
                </c:pt>
                <c:pt idx="304">
                  <c:v>0.6</c:v>
                </c:pt>
                <c:pt idx="305">
                  <c:v>0.6</c:v>
                </c:pt>
                <c:pt idx="306">
                  <c:v>0.6</c:v>
                </c:pt>
                <c:pt idx="307">
                  <c:v>0.6</c:v>
                </c:pt>
                <c:pt idx="308">
                  <c:v>0.6</c:v>
                </c:pt>
                <c:pt idx="309">
                  <c:v>0.6</c:v>
                </c:pt>
                <c:pt idx="310">
                  <c:v>0.6</c:v>
                </c:pt>
                <c:pt idx="311">
                  <c:v>0.6</c:v>
                </c:pt>
                <c:pt idx="312">
                  <c:v>0.6</c:v>
                </c:pt>
                <c:pt idx="313">
                  <c:v>0.6</c:v>
                </c:pt>
                <c:pt idx="314">
                  <c:v>0.6</c:v>
                </c:pt>
                <c:pt idx="315">
                  <c:v>0.6</c:v>
                </c:pt>
                <c:pt idx="316">
                  <c:v>0.6</c:v>
                </c:pt>
                <c:pt idx="317">
                  <c:v>0.6</c:v>
                </c:pt>
                <c:pt idx="318">
                  <c:v>0.6</c:v>
                </c:pt>
                <c:pt idx="319">
                  <c:v>0.6</c:v>
                </c:pt>
                <c:pt idx="320">
                  <c:v>0.6</c:v>
                </c:pt>
                <c:pt idx="321">
                  <c:v>0.6</c:v>
                </c:pt>
                <c:pt idx="322">
                  <c:v>0.6</c:v>
                </c:pt>
                <c:pt idx="323">
                  <c:v>0.6</c:v>
                </c:pt>
                <c:pt idx="324">
                  <c:v>0.6</c:v>
                </c:pt>
                <c:pt idx="325">
                  <c:v>0.6</c:v>
                </c:pt>
                <c:pt idx="326">
                  <c:v>0.6</c:v>
                </c:pt>
                <c:pt idx="327">
                  <c:v>0.6</c:v>
                </c:pt>
                <c:pt idx="328">
                  <c:v>0.6</c:v>
                </c:pt>
                <c:pt idx="329">
                  <c:v>0.6</c:v>
                </c:pt>
                <c:pt idx="330">
                  <c:v>0.6</c:v>
                </c:pt>
                <c:pt idx="331">
                  <c:v>0.6</c:v>
                </c:pt>
                <c:pt idx="332">
                  <c:v>0.6</c:v>
                </c:pt>
                <c:pt idx="333">
                  <c:v>0.6</c:v>
                </c:pt>
                <c:pt idx="334">
                  <c:v>0.6</c:v>
                </c:pt>
                <c:pt idx="335">
                  <c:v>0.6</c:v>
                </c:pt>
                <c:pt idx="336">
                  <c:v>0.6</c:v>
                </c:pt>
                <c:pt idx="337">
                  <c:v>0.6</c:v>
                </c:pt>
                <c:pt idx="338">
                  <c:v>0.6</c:v>
                </c:pt>
                <c:pt idx="339">
                  <c:v>0.6</c:v>
                </c:pt>
                <c:pt idx="340">
                  <c:v>0.6</c:v>
                </c:pt>
                <c:pt idx="341">
                  <c:v>0.6</c:v>
                </c:pt>
                <c:pt idx="342">
                  <c:v>0.6</c:v>
                </c:pt>
                <c:pt idx="343">
                  <c:v>0.6</c:v>
                </c:pt>
                <c:pt idx="344">
                  <c:v>0.6</c:v>
                </c:pt>
                <c:pt idx="345">
                  <c:v>0.6</c:v>
                </c:pt>
                <c:pt idx="346">
                  <c:v>0.6</c:v>
                </c:pt>
                <c:pt idx="347">
                  <c:v>0.6</c:v>
                </c:pt>
                <c:pt idx="348">
                  <c:v>0.6</c:v>
                </c:pt>
                <c:pt idx="349">
                  <c:v>0.6</c:v>
                </c:pt>
                <c:pt idx="350">
                  <c:v>0.6</c:v>
                </c:pt>
                <c:pt idx="351">
                  <c:v>0.6</c:v>
                </c:pt>
                <c:pt idx="352">
                  <c:v>0.6</c:v>
                </c:pt>
                <c:pt idx="353">
                  <c:v>0.6</c:v>
                </c:pt>
                <c:pt idx="354">
                  <c:v>0.6</c:v>
                </c:pt>
                <c:pt idx="355">
                  <c:v>0.6</c:v>
                </c:pt>
                <c:pt idx="356">
                  <c:v>0.6</c:v>
                </c:pt>
                <c:pt idx="357">
                  <c:v>0.6</c:v>
                </c:pt>
                <c:pt idx="358">
                  <c:v>0.6</c:v>
                </c:pt>
                <c:pt idx="359">
                  <c:v>0.6</c:v>
                </c:pt>
                <c:pt idx="360">
                  <c:v>0.6</c:v>
                </c:pt>
                <c:pt idx="361">
                  <c:v>0.6</c:v>
                </c:pt>
                <c:pt idx="362">
                  <c:v>0.6</c:v>
                </c:pt>
                <c:pt idx="363">
                  <c:v>0.6</c:v>
                </c:pt>
                <c:pt idx="364">
                  <c:v>0.6</c:v>
                </c:pt>
                <c:pt idx="365">
                  <c:v>0.6</c:v>
                </c:pt>
                <c:pt idx="366">
                  <c:v>0.6</c:v>
                </c:pt>
                <c:pt idx="367">
                  <c:v>0.6</c:v>
                </c:pt>
                <c:pt idx="368">
                  <c:v>0.6</c:v>
                </c:pt>
                <c:pt idx="369">
                  <c:v>0.6</c:v>
                </c:pt>
                <c:pt idx="370">
                  <c:v>0.6</c:v>
                </c:pt>
                <c:pt idx="371">
                  <c:v>0.6</c:v>
                </c:pt>
                <c:pt idx="372">
                  <c:v>0.6</c:v>
                </c:pt>
                <c:pt idx="373">
                  <c:v>0.6</c:v>
                </c:pt>
                <c:pt idx="374">
                  <c:v>0.6</c:v>
                </c:pt>
                <c:pt idx="375">
                  <c:v>0.6</c:v>
                </c:pt>
                <c:pt idx="376">
                  <c:v>0.6</c:v>
                </c:pt>
                <c:pt idx="377">
                  <c:v>0.6</c:v>
                </c:pt>
                <c:pt idx="378">
                  <c:v>0.6</c:v>
                </c:pt>
                <c:pt idx="379">
                  <c:v>0.6</c:v>
                </c:pt>
                <c:pt idx="380">
                  <c:v>0.6</c:v>
                </c:pt>
                <c:pt idx="381">
                  <c:v>0.6</c:v>
                </c:pt>
                <c:pt idx="382">
                  <c:v>0.6</c:v>
                </c:pt>
                <c:pt idx="383">
                  <c:v>0.6</c:v>
                </c:pt>
                <c:pt idx="384">
                  <c:v>0.6</c:v>
                </c:pt>
                <c:pt idx="385">
                  <c:v>0.6</c:v>
                </c:pt>
                <c:pt idx="386">
                  <c:v>0.6</c:v>
                </c:pt>
                <c:pt idx="387">
                  <c:v>0.6</c:v>
                </c:pt>
                <c:pt idx="388">
                  <c:v>0.6</c:v>
                </c:pt>
                <c:pt idx="389">
                  <c:v>0.6</c:v>
                </c:pt>
                <c:pt idx="390">
                  <c:v>0.6</c:v>
                </c:pt>
                <c:pt idx="391">
                  <c:v>0.6</c:v>
                </c:pt>
                <c:pt idx="392">
                  <c:v>0.6</c:v>
                </c:pt>
                <c:pt idx="393">
                  <c:v>0.6</c:v>
                </c:pt>
                <c:pt idx="394">
                  <c:v>0.6</c:v>
                </c:pt>
                <c:pt idx="395">
                  <c:v>0.6</c:v>
                </c:pt>
                <c:pt idx="396">
                  <c:v>0.6</c:v>
                </c:pt>
                <c:pt idx="397">
                  <c:v>0.6</c:v>
                </c:pt>
                <c:pt idx="398">
                  <c:v>0.6</c:v>
                </c:pt>
                <c:pt idx="399">
                  <c:v>0.6</c:v>
                </c:pt>
                <c:pt idx="400">
                  <c:v>0.6</c:v>
                </c:pt>
                <c:pt idx="401">
                  <c:v>0.6</c:v>
                </c:pt>
                <c:pt idx="402">
                  <c:v>0.6</c:v>
                </c:pt>
                <c:pt idx="403">
                  <c:v>0.6</c:v>
                </c:pt>
                <c:pt idx="404">
                  <c:v>0.6</c:v>
                </c:pt>
                <c:pt idx="405">
                  <c:v>0.6</c:v>
                </c:pt>
                <c:pt idx="406">
                  <c:v>0.6</c:v>
                </c:pt>
                <c:pt idx="407">
                  <c:v>0.6</c:v>
                </c:pt>
                <c:pt idx="408">
                  <c:v>0.6</c:v>
                </c:pt>
                <c:pt idx="409">
                  <c:v>0.6</c:v>
                </c:pt>
                <c:pt idx="410">
                  <c:v>0.6</c:v>
                </c:pt>
                <c:pt idx="411">
                  <c:v>0.6</c:v>
                </c:pt>
                <c:pt idx="412">
                  <c:v>0.6</c:v>
                </c:pt>
                <c:pt idx="413">
                  <c:v>0.6</c:v>
                </c:pt>
                <c:pt idx="414">
                  <c:v>0.6</c:v>
                </c:pt>
                <c:pt idx="415">
                  <c:v>0.6</c:v>
                </c:pt>
                <c:pt idx="416">
                  <c:v>0.6</c:v>
                </c:pt>
                <c:pt idx="417">
                  <c:v>0.6</c:v>
                </c:pt>
                <c:pt idx="418">
                  <c:v>0.6</c:v>
                </c:pt>
                <c:pt idx="419">
                  <c:v>0.6</c:v>
                </c:pt>
                <c:pt idx="420">
                  <c:v>0.6</c:v>
                </c:pt>
                <c:pt idx="421">
                  <c:v>0.6</c:v>
                </c:pt>
                <c:pt idx="422">
                  <c:v>0.6</c:v>
                </c:pt>
                <c:pt idx="423">
                  <c:v>0.6</c:v>
                </c:pt>
                <c:pt idx="424">
                  <c:v>0.6</c:v>
                </c:pt>
                <c:pt idx="425">
                  <c:v>0.6</c:v>
                </c:pt>
                <c:pt idx="426">
                  <c:v>0.6</c:v>
                </c:pt>
                <c:pt idx="427">
                  <c:v>0.6</c:v>
                </c:pt>
                <c:pt idx="428">
                  <c:v>0.6</c:v>
                </c:pt>
                <c:pt idx="429">
                  <c:v>0.6</c:v>
                </c:pt>
                <c:pt idx="430">
                  <c:v>0.6</c:v>
                </c:pt>
                <c:pt idx="431">
                  <c:v>0.6</c:v>
                </c:pt>
                <c:pt idx="432">
                  <c:v>0.6</c:v>
                </c:pt>
                <c:pt idx="433">
                  <c:v>0.6</c:v>
                </c:pt>
                <c:pt idx="434">
                  <c:v>0.6</c:v>
                </c:pt>
                <c:pt idx="435">
                  <c:v>0.6</c:v>
                </c:pt>
                <c:pt idx="436">
                  <c:v>0.6</c:v>
                </c:pt>
                <c:pt idx="437">
                  <c:v>0.6</c:v>
                </c:pt>
                <c:pt idx="438">
                  <c:v>0.6</c:v>
                </c:pt>
                <c:pt idx="439">
                  <c:v>0.6</c:v>
                </c:pt>
                <c:pt idx="440">
                  <c:v>0.6</c:v>
                </c:pt>
                <c:pt idx="441">
                  <c:v>0.6</c:v>
                </c:pt>
                <c:pt idx="442">
                  <c:v>0.6</c:v>
                </c:pt>
                <c:pt idx="443">
                  <c:v>0.6</c:v>
                </c:pt>
                <c:pt idx="444">
                  <c:v>0.6</c:v>
                </c:pt>
                <c:pt idx="445">
                  <c:v>0.6</c:v>
                </c:pt>
                <c:pt idx="446">
                  <c:v>0.6</c:v>
                </c:pt>
                <c:pt idx="447">
                  <c:v>0.6</c:v>
                </c:pt>
                <c:pt idx="448">
                  <c:v>0.6</c:v>
                </c:pt>
                <c:pt idx="449">
                  <c:v>0.6</c:v>
                </c:pt>
                <c:pt idx="450">
                  <c:v>0.6</c:v>
                </c:pt>
                <c:pt idx="451">
                  <c:v>0.6</c:v>
                </c:pt>
                <c:pt idx="452">
                  <c:v>0.6</c:v>
                </c:pt>
                <c:pt idx="453">
                  <c:v>0.6</c:v>
                </c:pt>
                <c:pt idx="454">
                  <c:v>0.6</c:v>
                </c:pt>
                <c:pt idx="455">
                  <c:v>0.6</c:v>
                </c:pt>
                <c:pt idx="456">
                  <c:v>0.6</c:v>
                </c:pt>
                <c:pt idx="457">
                  <c:v>0.6</c:v>
                </c:pt>
                <c:pt idx="458">
                  <c:v>0.6</c:v>
                </c:pt>
                <c:pt idx="459">
                  <c:v>0.6</c:v>
                </c:pt>
                <c:pt idx="460">
                  <c:v>0.6</c:v>
                </c:pt>
                <c:pt idx="461">
                  <c:v>0.6</c:v>
                </c:pt>
                <c:pt idx="462">
                  <c:v>0.6</c:v>
                </c:pt>
                <c:pt idx="463">
                  <c:v>0.6</c:v>
                </c:pt>
                <c:pt idx="464">
                  <c:v>0.6</c:v>
                </c:pt>
                <c:pt idx="465">
                  <c:v>0.6</c:v>
                </c:pt>
                <c:pt idx="466">
                  <c:v>0.6</c:v>
                </c:pt>
                <c:pt idx="467">
                  <c:v>0.6</c:v>
                </c:pt>
                <c:pt idx="468">
                  <c:v>0.6</c:v>
                </c:pt>
                <c:pt idx="469">
                  <c:v>0.6</c:v>
                </c:pt>
                <c:pt idx="470">
                  <c:v>0.6</c:v>
                </c:pt>
                <c:pt idx="471">
                  <c:v>0.6</c:v>
                </c:pt>
                <c:pt idx="472">
                  <c:v>0.6</c:v>
                </c:pt>
                <c:pt idx="473">
                  <c:v>0.6</c:v>
                </c:pt>
                <c:pt idx="474">
                  <c:v>0.6</c:v>
                </c:pt>
                <c:pt idx="475">
                  <c:v>0.6</c:v>
                </c:pt>
                <c:pt idx="476">
                  <c:v>0.6</c:v>
                </c:pt>
                <c:pt idx="477">
                  <c:v>0.6</c:v>
                </c:pt>
                <c:pt idx="478">
                  <c:v>0.6</c:v>
                </c:pt>
                <c:pt idx="479">
                  <c:v>0.6</c:v>
                </c:pt>
                <c:pt idx="480">
                  <c:v>0.6</c:v>
                </c:pt>
                <c:pt idx="481">
                  <c:v>0.6</c:v>
                </c:pt>
                <c:pt idx="482">
                  <c:v>0.6</c:v>
                </c:pt>
                <c:pt idx="483">
                  <c:v>0.6</c:v>
                </c:pt>
                <c:pt idx="484">
                  <c:v>0.6</c:v>
                </c:pt>
                <c:pt idx="485">
                  <c:v>0.6</c:v>
                </c:pt>
                <c:pt idx="486">
                  <c:v>0.6</c:v>
                </c:pt>
                <c:pt idx="487">
                  <c:v>0.6</c:v>
                </c:pt>
                <c:pt idx="488">
                  <c:v>0.6</c:v>
                </c:pt>
                <c:pt idx="489">
                  <c:v>0.6</c:v>
                </c:pt>
                <c:pt idx="490">
                  <c:v>0.6</c:v>
                </c:pt>
                <c:pt idx="491">
                  <c:v>0.6</c:v>
                </c:pt>
                <c:pt idx="492">
                  <c:v>0.6</c:v>
                </c:pt>
                <c:pt idx="493">
                  <c:v>0.6</c:v>
                </c:pt>
                <c:pt idx="494">
                  <c:v>0.6</c:v>
                </c:pt>
                <c:pt idx="495">
                  <c:v>0.6</c:v>
                </c:pt>
                <c:pt idx="496">
                  <c:v>0.6</c:v>
                </c:pt>
                <c:pt idx="497">
                  <c:v>0.6</c:v>
                </c:pt>
                <c:pt idx="498">
                  <c:v>0.6</c:v>
                </c:pt>
                <c:pt idx="499">
                  <c:v>0.6</c:v>
                </c:pt>
                <c:pt idx="500">
                  <c:v>0.6</c:v>
                </c:pt>
                <c:pt idx="501">
                  <c:v>0.6</c:v>
                </c:pt>
                <c:pt idx="502">
                  <c:v>0.6</c:v>
                </c:pt>
                <c:pt idx="503">
                  <c:v>0.6</c:v>
                </c:pt>
                <c:pt idx="504">
                  <c:v>0.6</c:v>
                </c:pt>
                <c:pt idx="505">
                  <c:v>0.6</c:v>
                </c:pt>
                <c:pt idx="506">
                  <c:v>0.6</c:v>
                </c:pt>
                <c:pt idx="507">
                  <c:v>0.63900000000000001</c:v>
                </c:pt>
                <c:pt idx="508">
                  <c:v>0.64</c:v>
                </c:pt>
                <c:pt idx="509">
                  <c:v>0.64</c:v>
                </c:pt>
                <c:pt idx="510">
                  <c:v>0.64</c:v>
                </c:pt>
                <c:pt idx="511">
                  <c:v>0.64</c:v>
                </c:pt>
                <c:pt idx="512">
                  <c:v>0.64</c:v>
                </c:pt>
                <c:pt idx="513">
                  <c:v>0.64</c:v>
                </c:pt>
                <c:pt idx="514">
                  <c:v>0.64</c:v>
                </c:pt>
                <c:pt idx="515">
                  <c:v>0.64</c:v>
                </c:pt>
                <c:pt idx="516">
                  <c:v>0.71040000000000003</c:v>
                </c:pt>
                <c:pt idx="517">
                  <c:v>0.72499999999999998</c:v>
                </c:pt>
                <c:pt idx="518">
                  <c:v>0.72499999999999998</c:v>
                </c:pt>
                <c:pt idx="519">
                  <c:v>0.72499999999999998</c:v>
                </c:pt>
                <c:pt idx="520">
                  <c:v>0.72499999999999998</c:v>
                </c:pt>
                <c:pt idx="521">
                  <c:v>0.72499999999999998</c:v>
                </c:pt>
                <c:pt idx="522">
                  <c:v>0.72499999999999998</c:v>
                </c:pt>
                <c:pt idx="523">
                  <c:v>0.72499999999999998</c:v>
                </c:pt>
                <c:pt idx="524">
                  <c:v>0.72499999999999998</c:v>
                </c:pt>
                <c:pt idx="525">
                  <c:v>0.72499999999999998</c:v>
                </c:pt>
                <c:pt idx="526">
                  <c:v>0.72499999999999998</c:v>
                </c:pt>
                <c:pt idx="527">
                  <c:v>0.72499999999999998</c:v>
                </c:pt>
                <c:pt idx="528">
                  <c:v>0.72499999999999998</c:v>
                </c:pt>
                <c:pt idx="529">
                  <c:v>0.72499999999999998</c:v>
                </c:pt>
                <c:pt idx="530">
                  <c:v>0.72499999999999998</c:v>
                </c:pt>
                <c:pt idx="531">
                  <c:v>0.72499999999999998</c:v>
                </c:pt>
                <c:pt idx="532">
                  <c:v>0.72499999999999998</c:v>
                </c:pt>
                <c:pt idx="533">
                  <c:v>0.72499999999999998</c:v>
                </c:pt>
                <c:pt idx="534">
                  <c:v>0.72499999999999998</c:v>
                </c:pt>
                <c:pt idx="535">
                  <c:v>0.72499999999999998</c:v>
                </c:pt>
                <c:pt idx="536">
                  <c:v>0.72499999999999998</c:v>
                </c:pt>
                <c:pt idx="537">
                  <c:v>0.72499999999999998</c:v>
                </c:pt>
                <c:pt idx="538">
                  <c:v>0.72499999999999998</c:v>
                </c:pt>
                <c:pt idx="539">
                  <c:v>0.72499999999999998</c:v>
                </c:pt>
                <c:pt idx="540">
                  <c:v>0.72499999999999998</c:v>
                </c:pt>
                <c:pt idx="541">
                  <c:v>0.72499999999999998</c:v>
                </c:pt>
                <c:pt idx="542">
                  <c:v>0.72499999999999998</c:v>
                </c:pt>
                <c:pt idx="543">
                  <c:v>0.72499999999999998</c:v>
                </c:pt>
                <c:pt idx="544">
                  <c:v>0.72499999999999998</c:v>
                </c:pt>
                <c:pt idx="545">
                  <c:v>0.72499999999999998</c:v>
                </c:pt>
                <c:pt idx="546">
                  <c:v>0.72499999999999998</c:v>
                </c:pt>
                <c:pt idx="547">
                  <c:v>0.72499999999999998</c:v>
                </c:pt>
                <c:pt idx="548">
                  <c:v>0.72499999999999998</c:v>
                </c:pt>
                <c:pt idx="549">
                  <c:v>0.72499999999999998</c:v>
                </c:pt>
                <c:pt idx="550">
                  <c:v>0.72499999999999998</c:v>
                </c:pt>
                <c:pt idx="551">
                  <c:v>0.72499999999999998</c:v>
                </c:pt>
                <c:pt idx="552">
                  <c:v>0.72499999999999998</c:v>
                </c:pt>
                <c:pt idx="553">
                  <c:v>0.72499999999999998</c:v>
                </c:pt>
                <c:pt idx="554">
                  <c:v>0.72499999999999998</c:v>
                </c:pt>
                <c:pt idx="555">
                  <c:v>0.72499999999999998</c:v>
                </c:pt>
                <c:pt idx="556">
                  <c:v>0.72499999999999998</c:v>
                </c:pt>
                <c:pt idx="557">
                  <c:v>0.72499999999999998</c:v>
                </c:pt>
                <c:pt idx="558">
                  <c:v>0.72499999999999998</c:v>
                </c:pt>
                <c:pt idx="559">
                  <c:v>0.72499999999999998</c:v>
                </c:pt>
                <c:pt idx="560">
                  <c:v>0.72499999999999998</c:v>
                </c:pt>
                <c:pt idx="561">
                  <c:v>0.72499999999999998</c:v>
                </c:pt>
                <c:pt idx="562">
                  <c:v>0.72499999999999998</c:v>
                </c:pt>
                <c:pt idx="563">
                  <c:v>0.72499999999999998</c:v>
                </c:pt>
                <c:pt idx="564">
                  <c:v>0.72499999999999998</c:v>
                </c:pt>
                <c:pt idx="565">
                  <c:v>0.72499999999999998</c:v>
                </c:pt>
                <c:pt idx="566">
                  <c:v>0.72499999999999998</c:v>
                </c:pt>
                <c:pt idx="567">
                  <c:v>0.72499999999999998</c:v>
                </c:pt>
                <c:pt idx="568">
                  <c:v>0.72499999999999998</c:v>
                </c:pt>
                <c:pt idx="569">
                  <c:v>0.72499999999999998</c:v>
                </c:pt>
                <c:pt idx="570">
                  <c:v>0.72499999999999998</c:v>
                </c:pt>
                <c:pt idx="571">
                  <c:v>0.72499999999999998</c:v>
                </c:pt>
                <c:pt idx="572">
                  <c:v>0.72499999999999998</c:v>
                </c:pt>
                <c:pt idx="573">
                  <c:v>0.72499999999999998</c:v>
                </c:pt>
                <c:pt idx="574">
                  <c:v>0.72499999999999998</c:v>
                </c:pt>
                <c:pt idx="575">
                  <c:v>0.72499999999999998</c:v>
                </c:pt>
                <c:pt idx="576">
                  <c:v>0.72499999999999998</c:v>
                </c:pt>
                <c:pt idx="577">
                  <c:v>0.72499999999999998</c:v>
                </c:pt>
                <c:pt idx="578">
                  <c:v>0.72499999999999998</c:v>
                </c:pt>
                <c:pt idx="579">
                  <c:v>0.72499999999999998</c:v>
                </c:pt>
                <c:pt idx="580">
                  <c:v>0.72499999999999998</c:v>
                </c:pt>
                <c:pt idx="581">
                  <c:v>0.72499999999999998</c:v>
                </c:pt>
                <c:pt idx="582">
                  <c:v>0.72499999999999998</c:v>
                </c:pt>
                <c:pt idx="583">
                  <c:v>0.72499999999999998</c:v>
                </c:pt>
                <c:pt idx="584">
                  <c:v>0.72499999999999998</c:v>
                </c:pt>
                <c:pt idx="585">
                  <c:v>0.72499999999999998</c:v>
                </c:pt>
                <c:pt idx="586">
                  <c:v>0.72499999999999998</c:v>
                </c:pt>
                <c:pt idx="587">
                  <c:v>0.72499999999999998</c:v>
                </c:pt>
                <c:pt idx="588">
                  <c:v>0.72499999999999998</c:v>
                </c:pt>
                <c:pt idx="589">
                  <c:v>0.72499999999999998</c:v>
                </c:pt>
                <c:pt idx="590">
                  <c:v>0.72499999999999998</c:v>
                </c:pt>
                <c:pt idx="591">
                  <c:v>0.72499999999999998</c:v>
                </c:pt>
                <c:pt idx="592">
                  <c:v>0.72499999999999998</c:v>
                </c:pt>
                <c:pt idx="593">
                  <c:v>0.71840000000000004</c:v>
                </c:pt>
                <c:pt idx="594">
                  <c:v>0.71599999999999997</c:v>
                </c:pt>
                <c:pt idx="595">
                  <c:v>0.71599999999999997</c:v>
                </c:pt>
                <c:pt idx="596">
                  <c:v>0.71599999999999997</c:v>
                </c:pt>
                <c:pt idx="597">
                  <c:v>0.71599999999999997</c:v>
                </c:pt>
                <c:pt idx="598">
                  <c:v>0.71599999999999997</c:v>
                </c:pt>
                <c:pt idx="599">
                  <c:v>0.71599999999999997</c:v>
                </c:pt>
                <c:pt idx="600">
                  <c:v>0.71599999999999997</c:v>
                </c:pt>
                <c:pt idx="601">
                  <c:v>0.71599999999999997</c:v>
                </c:pt>
                <c:pt idx="602">
                  <c:v>0.71599999999999997</c:v>
                </c:pt>
                <c:pt idx="603">
                  <c:v>0.71599999999999997</c:v>
                </c:pt>
                <c:pt idx="604">
                  <c:v>0.71599999999999997</c:v>
                </c:pt>
                <c:pt idx="605">
                  <c:v>0.71599999999999997</c:v>
                </c:pt>
                <c:pt idx="606">
                  <c:v>0.71599999999999997</c:v>
                </c:pt>
                <c:pt idx="607">
                  <c:v>0.71599999999999997</c:v>
                </c:pt>
                <c:pt idx="608">
                  <c:v>0.71599999999999997</c:v>
                </c:pt>
                <c:pt idx="609">
                  <c:v>0.71599999999999997</c:v>
                </c:pt>
                <c:pt idx="610">
                  <c:v>0.71599999999999997</c:v>
                </c:pt>
                <c:pt idx="611">
                  <c:v>0.71599999999999997</c:v>
                </c:pt>
                <c:pt idx="612">
                  <c:v>0.71599999999999997</c:v>
                </c:pt>
                <c:pt idx="613">
                  <c:v>0.71599999999999997</c:v>
                </c:pt>
                <c:pt idx="614">
                  <c:v>0.71599999999999997</c:v>
                </c:pt>
                <c:pt idx="615">
                  <c:v>0.71599999999999997</c:v>
                </c:pt>
                <c:pt idx="616">
                  <c:v>0.71599999999999997</c:v>
                </c:pt>
                <c:pt idx="617">
                  <c:v>0.71599999999999997</c:v>
                </c:pt>
                <c:pt idx="618">
                  <c:v>0.71599999999999997</c:v>
                </c:pt>
                <c:pt idx="619">
                  <c:v>0.71599999999999997</c:v>
                </c:pt>
                <c:pt idx="620">
                  <c:v>0.71599999999999997</c:v>
                </c:pt>
                <c:pt idx="621">
                  <c:v>0.71599999999999997</c:v>
                </c:pt>
                <c:pt idx="622">
                  <c:v>0.71599999999999997</c:v>
                </c:pt>
                <c:pt idx="623">
                  <c:v>0.71599999999999997</c:v>
                </c:pt>
                <c:pt idx="624">
                  <c:v>0.71599999999999997</c:v>
                </c:pt>
                <c:pt idx="625">
                  <c:v>0.71599999999999997</c:v>
                </c:pt>
                <c:pt idx="626">
                  <c:v>0.71599999999999997</c:v>
                </c:pt>
                <c:pt idx="627">
                  <c:v>0.71599999999999997</c:v>
                </c:pt>
                <c:pt idx="628">
                  <c:v>0.71599999999999997</c:v>
                </c:pt>
                <c:pt idx="629">
                  <c:v>0.71599999999999997</c:v>
                </c:pt>
                <c:pt idx="630">
                  <c:v>0.71599999999999997</c:v>
                </c:pt>
                <c:pt idx="631">
                  <c:v>0.71599999999999997</c:v>
                </c:pt>
                <c:pt idx="632">
                  <c:v>0.71599999999999997</c:v>
                </c:pt>
                <c:pt idx="633">
                  <c:v>0.71599999999999997</c:v>
                </c:pt>
                <c:pt idx="634">
                  <c:v>0.71599999999999997</c:v>
                </c:pt>
                <c:pt idx="635">
                  <c:v>0.71599999999999997</c:v>
                </c:pt>
                <c:pt idx="636">
                  <c:v>0.71599999999999997</c:v>
                </c:pt>
                <c:pt idx="637">
                  <c:v>0.71599999999999997</c:v>
                </c:pt>
                <c:pt idx="638">
                  <c:v>0.71599999999999997</c:v>
                </c:pt>
                <c:pt idx="639">
                  <c:v>0.71599999999999997</c:v>
                </c:pt>
                <c:pt idx="640">
                  <c:v>0.71599999999999997</c:v>
                </c:pt>
                <c:pt idx="641">
                  <c:v>0.71599999999999997</c:v>
                </c:pt>
                <c:pt idx="642">
                  <c:v>0.71599999999999997</c:v>
                </c:pt>
                <c:pt idx="643">
                  <c:v>0.71599999999999997</c:v>
                </c:pt>
                <c:pt idx="644">
                  <c:v>0.71599999999999997</c:v>
                </c:pt>
                <c:pt idx="645">
                  <c:v>0.71599999999999997</c:v>
                </c:pt>
                <c:pt idx="646">
                  <c:v>0.71599999999999997</c:v>
                </c:pt>
                <c:pt idx="647">
                  <c:v>0.71599999999999997</c:v>
                </c:pt>
                <c:pt idx="648">
                  <c:v>0.71599999999999997</c:v>
                </c:pt>
                <c:pt idx="649">
                  <c:v>0.71599999999999997</c:v>
                </c:pt>
                <c:pt idx="650">
                  <c:v>0.71599999999999997</c:v>
                </c:pt>
                <c:pt idx="651">
                  <c:v>0.71599999999999997</c:v>
                </c:pt>
                <c:pt idx="652">
                  <c:v>0.71599999999999997</c:v>
                </c:pt>
                <c:pt idx="653">
                  <c:v>0.71599999999999997</c:v>
                </c:pt>
                <c:pt idx="654">
                  <c:v>0.71599999999999997</c:v>
                </c:pt>
                <c:pt idx="655">
                  <c:v>0.71599999999999997</c:v>
                </c:pt>
                <c:pt idx="656">
                  <c:v>0.71599999999999997</c:v>
                </c:pt>
                <c:pt idx="657">
                  <c:v>0.71599999999999997</c:v>
                </c:pt>
                <c:pt idx="658">
                  <c:v>0.71599999999999997</c:v>
                </c:pt>
                <c:pt idx="659">
                  <c:v>0.71599999999999997</c:v>
                </c:pt>
                <c:pt idx="660">
                  <c:v>0.71599999999999997</c:v>
                </c:pt>
                <c:pt idx="661">
                  <c:v>0.71599999999999997</c:v>
                </c:pt>
                <c:pt idx="662">
                  <c:v>0.71599999999999997</c:v>
                </c:pt>
                <c:pt idx="663">
                  <c:v>0.71599999999999997</c:v>
                </c:pt>
                <c:pt idx="664">
                  <c:v>0.71599999999999997</c:v>
                </c:pt>
                <c:pt idx="665">
                  <c:v>0.71599999999999997</c:v>
                </c:pt>
                <c:pt idx="666">
                  <c:v>0.71599999999999997</c:v>
                </c:pt>
                <c:pt idx="667">
                  <c:v>0.71599999999999997</c:v>
                </c:pt>
                <c:pt idx="668">
                  <c:v>0.71599999999999997</c:v>
                </c:pt>
                <c:pt idx="669">
                  <c:v>0.71599999999999997</c:v>
                </c:pt>
                <c:pt idx="670">
                  <c:v>0.71599999999999997</c:v>
                </c:pt>
                <c:pt idx="671">
                  <c:v>0.71599999999999997</c:v>
                </c:pt>
                <c:pt idx="672">
                  <c:v>0.71599999999999997</c:v>
                </c:pt>
                <c:pt idx="673">
                  <c:v>0.71599999999999997</c:v>
                </c:pt>
                <c:pt idx="674">
                  <c:v>0.71599999999999997</c:v>
                </c:pt>
                <c:pt idx="675">
                  <c:v>0.71599999999999997</c:v>
                </c:pt>
                <c:pt idx="676">
                  <c:v>0.71599999999999997</c:v>
                </c:pt>
                <c:pt idx="677">
                  <c:v>0.71599999999999997</c:v>
                </c:pt>
                <c:pt idx="678">
                  <c:v>0.71599999999999997</c:v>
                </c:pt>
                <c:pt idx="679">
                  <c:v>0.71599999999999997</c:v>
                </c:pt>
                <c:pt idx="680">
                  <c:v>0.71599999999999997</c:v>
                </c:pt>
                <c:pt idx="681">
                  <c:v>0.71599999999999997</c:v>
                </c:pt>
                <c:pt idx="682">
                  <c:v>0.71599999999999997</c:v>
                </c:pt>
                <c:pt idx="683">
                  <c:v>0.71599999999999997</c:v>
                </c:pt>
                <c:pt idx="684">
                  <c:v>0.71599999999999997</c:v>
                </c:pt>
                <c:pt idx="685">
                  <c:v>0.71599999999999997</c:v>
                </c:pt>
                <c:pt idx="686">
                  <c:v>0.71599999999999997</c:v>
                </c:pt>
                <c:pt idx="687">
                  <c:v>0.71599999999999997</c:v>
                </c:pt>
                <c:pt idx="688">
                  <c:v>0.71599999999999997</c:v>
                </c:pt>
                <c:pt idx="689">
                  <c:v>0.71599999999999997</c:v>
                </c:pt>
                <c:pt idx="690">
                  <c:v>0.71599999999999997</c:v>
                </c:pt>
                <c:pt idx="691">
                  <c:v>0.71599999999999997</c:v>
                </c:pt>
                <c:pt idx="692">
                  <c:v>0.71599999999999997</c:v>
                </c:pt>
                <c:pt idx="693">
                  <c:v>0.71599999999999997</c:v>
                </c:pt>
                <c:pt idx="694">
                  <c:v>0.71599999999999997</c:v>
                </c:pt>
                <c:pt idx="695">
                  <c:v>0.71599999999999997</c:v>
                </c:pt>
                <c:pt idx="696">
                  <c:v>0.71599999999999997</c:v>
                </c:pt>
                <c:pt idx="697">
                  <c:v>0.71599999999999997</c:v>
                </c:pt>
                <c:pt idx="698">
                  <c:v>0.71599999999999997</c:v>
                </c:pt>
                <c:pt idx="699">
                  <c:v>0.71599999999999997</c:v>
                </c:pt>
                <c:pt idx="700">
                  <c:v>0.71599999999999997</c:v>
                </c:pt>
                <c:pt idx="701">
                  <c:v>0.71599999999999997</c:v>
                </c:pt>
                <c:pt idx="702">
                  <c:v>0.71599999999999997</c:v>
                </c:pt>
                <c:pt idx="703">
                  <c:v>0.71599999999999997</c:v>
                </c:pt>
                <c:pt idx="704">
                  <c:v>0.71599999999999997</c:v>
                </c:pt>
                <c:pt idx="705">
                  <c:v>0.71599999999999997</c:v>
                </c:pt>
                <c:pt idx="706">
                  <c:v>0.71599999999999997</c:v>
                </c:pt>
                <c:pt idx="707">
                  <c:v>0.71599999999999997</c:v>
                </c:pt>
                <c:pt idx="708">
                  <c:v>0.71599999999999997</c:v>
                </c:pt>
                <c:pt idx="709">
                  <c:v>0.71599999999999997</c:v>
                </c:pt>
                <c:pt idx="710">
                  <c:v>0.71599999999999997</c:v>
                </c:pt>
                <c:pt idx="711">
                  <c:v>0.71599999999999997</c:v>
                </c:pt>
                <c:pt idx="712">
                  <c:v>0.71599999999999997</c:v>
                </c:pt>
                <c:pt idx="713">
                  <c:v>0.71599999999999997</c:v>
                </c:pt>
                <c:pt idx="714">
                  <c:v>0.71599999999999997</c:v>
                </c:pt>
                <c:pt idx="715">
                  <c:v>0.71599999999999997</c:v>
                </c:pt>
                <c:pt idx="716">
                  <c:v>0.71599999999999997</c:v>
                </c:pt>
                <c:pt idx="717">
                  <c:v>0.71599999999999997</c:v>
                </c:pt>
                <c:pt idx="718">
                  <c:v>0.71599999999999997</c:v>
                </c:pt>
                <c:pt idx="719">
                  <c:v>0.71599999999999997</c:v>
                </c:pt>
                <c:pt idx="720">
                  <c:v>0.71599999999999997</c:v>
                </c:pt>
                <c:pt idx="721">
                  <c:v>0.71599999999999997</c:v>
                </c:pt>
                <c:pt idx="722">
                  <c:v>0.71599999999999997</c:v>
                </c:pt>
                <c:pt idx="723">
                  <c:v>0.71599999999999997</c:v>
                </c:pt>
                <c:pt idx="724">
                  <c:v>0.71599999999999997</c:v>
                </c:pt>
                <c:pt idx="725">
                  <c:v>0.71599999999999997</c:v>
                </c:pt>
                <c:pt idx="726">
                  <c:v>0.71599999999999997</c:v>
                </c:pt>
                <c:pt idx="727">
                  <c:v>0.71599999999999997</c:v>
                </c:pt>
                <c:pt idx="728">
                  <c:v>0.71599999999999997</c:v>
                </c:pt>
                <c:pt idx="729">
                  <c:v>0.71599999999999997</c:v>
                </c:pt>
                <c:pt idx="730">
                  <c:v>0.71599999999999997</c:v>
                </c:pt>
                <c:pt idx="731">
                  <c:v>0.71599999999999997</c:v>
                </c:pt>
                <c:pt idx="732">
                  <c:v>0.71599999999999997</c:v>
                </c:pt>
                <c:pt idx="733">
                  <c:v>0.71599999999999997</c:v>
                </c:pt>
                <c:pt idx="734">
                  <c:v>0.71599999999999997</c:v>
                </c:pt>
                <c:pt idx="735">
                  <c:v>0.71599999999999997</c:v>
                </c:pt>
                <c:pt idx="736">
                  <c:v>0.71599999999999997</c:v>
                </c:pt>
                <c:pt idx="737">
                  <c:v>0.71599999999999997</c:v>
                </c:pt>
                <c:pt idx="738">
                  <c:v>0.71599999999999997</c:v>
                </c:pt>
                <c:pt idx="739">
                  <c:v>0.71599999999999997</c:v>
                </c:pt>
                <c:pt idx="740">
                  <c:v>0.71599999999999997</c:v>
                </c:pt>
                <c:pt idx="741">
                  <c:v>0.71599999999999997</c:v>
                </c:pt>
                <c:pt idx="742">
                  <c:v>0.71599999999999997</c:v>
                </c:pt>
                <c:pt idx="743">
                  <c:v>0.71599999999999997</c:v>
                </c:pt>
                <c:pt idx="744">
                  <c:v>0.71599999999999997</c:v>
                </c:pt>
                <c:pt idx="745">
                  <c:v>0.71599999999999997</c:v>
                </c:pt>
                <c:pt idx="746">
                  <c:v>0.71599999999999997</c:v>
                </c:pt>
                <c:pt idx="747">
                  <c:v>0.71599999999999997</c:v>
                </c:pt>
                <c:pt idx="748">
                  <c:v>0.71599999999999997</c:v>
                </c:pt>
                <c:pt idx="749">
                  <c:v>0.71599999999999997</c:v>
                </c:pt>
                <c:pt idx="750">
                  <c:v>0.71599999999999997</c:v>
                </c:pt>
                <c:pt idx="751">
                  <c:v>0.71599999999999997</c:v>
                </c:pt>
                <c:pt idx="752">
                  <c:v>0.71599999999999997</c:v>
                </c:pt>
                <c:pt idx="753">
                  <c:v>0.71599999999999997</c:v>
                </c:pt>
                <c:pt idx="754">
                  <c:v>0.71599999999999997</c:v>
                </c:pt>
                <c:pt idx="755">
                  <c:v>0.71599999999999997</c:v>
                </c:pt>
                <c:pt idx="756">
                  <c:v>0.71599999999999997</c:v>
                </c:pt>
                <c:pt idx="757">
                  <c:v>0.71599999999999997</c:v>
                </c:pt>
                <c:pt idx="758">
                  <c:v>0.71599999999999997</c:v>
                </c:pt>
                <c:pt idx="759">
                  <c:v>0.71599999999999997</c:v>
                </c:pt>
                <c:pt idx="760">
                  <c:v>0.71599999999999997</c:v>
                </c:pt>
                <c:pt idx="761">
                  <c:v>0.71599999999999997</c:v>
                </c:pt>
                <c:pt idx="762">
                  <c:v>0.71599999999999997</c:v>
                </c:pt>
                <c:pt idx="763">
                  <c:v>0.71599999999999997</c:v>
                </c:pt>
                <c:pt idx="764">
                  <c:v>0.71599999999999997</c:v>
                </c:pt>
                <c:pt idx="765">
                  <c:v>0.71599999999999997</c:v>
                </c:pt>
                <c:pt idx="766">
                  <c:v>0.71599999999999997</c:v>
                </c:pt>
                <c:pt idx="767">
                  <c:v>0.71599999999999997</c:v>
                </c:pt>
                <c:pt idx="768">
                  <c:v>0.71599999999999997</c:v>
                </c:pt>
                <c:pt idx="769">
                  <c:v>0.71599999999999997</c:v>
                </c:pt>
                <c:pt idx="770">
                  <c:v>0.71599999999999997</c:v>
                </c:pt>
                <c:pt idx="771">
                  <c:v>0.71599999999999997</c:v>
                </c:pt>
                <c:pt idx="772">
                  <c:v>0.71599999999999997</c:v>
                </c:pt>
                <c:pt idx="773">
                  <c:v>0.71599999999999997</c:v>
                </c:pt>
                <c:pt idx="774">
                  <c:v>0.71599999999999997</c:v>
                </c:pt>
                <c:pt idx="775">
                  <c:v>0.71599999999999997</c:v>
                </c:pt>
                <c:pt idx="776">
                  <c:v>0.71599999999999997</c:v>
                </c:pt>
                <c:pt idx="777">
                  <c:v>0.71599999999999997</c:v>
                </c:pt>
                <c:pt idx="778">
                  <c:v>0.71599999999999997</c:v>
                </c:pt>
                <c:pt idx="779">
                  <c:v>0.71599999999999997</c:v>
                </c:pt>
                <c:pt idx="780">
                  <c:v>0.71599999999999997</c:v>
                </c:pt>
                <c:pt idx="781">
                  <c:v>0.71599999999999997</c:v>
                </c:pt>
                <c:pt idx="782">
                  <c:v>0.71599999999999997</c:v>
                </c:pt>
                <c:pt idx="783">
                  <c:v>0.71599999999999997</c:v>
                </c:pt>
                <c:pt idx="784">
                  <c:v>0.71599999999999997</c:v>
                </c:pt>
                <c:pt idx="785">
                  <c:v>0.71599999999999997</c:v>
                </c:pt>
                <c:pt idx="786">
                  <c:v>0.71599999999999997</c:v>
                </c:pt>
                <c:pt idx="787">
                  <c:v>0.71599999999999997</c:v>
                </c:pt>
                <c:pt idx="788">
                  <c:v>0.71599999999999997</c:v>
                </c:pt>
                <c:pt idx="789">
                  <c:v>0.71599999999999997</c:v>
                </c:pt>
                <c:pt idx="790">
                  <c:v>0.71599999999999997</c:v>
                </c:pt>
                <c:pt idx="791">
                  <c:v>0.71599999999999997</c:v>
                </c:pt>
                <c:pt idx="792">
                  <c:v>0.71599999999999997</c:v>
                </c:pt>
                <c:pt idx="793">
                  <c:v>0.71599999999999997</c:v>
                </c:pt>
                <c:pt idx="794">
                  <c:v>0.71599999999999997</c:v>
                </c:pt>
                <c:pt idx="795">
                  <c:v>0.71599999999999997</c:v>
                </c:pt>
                <c:pt idx="796">
                  <c:v>0.71599999999999997</c:v>
                </c:pt>
                <c:pt idx="797">
                  <c:v>0.71599999999999997</c:v>
                </c:pt>
                <c:pt idx="798">
                  <c:v>0.71599999999999997</c:v>
                </c:pt>
                <c:pt idx="799">
                  <c:v>0.71599999999999997</c:v>
                </c:pt>
                <c:pt idx="800">
                  <c:v>0.71599999999999997</c:v>
                </c:pt>
                <c:pt idx="801">
                  <c:v>0.71599999999999997</c:v>
                </c:pt>
                <c:pt idx="802">
                  <c:v>0.71599999999999997</c:v>
                </c:pt>
                <c:pt idx="803">
                  <c:v>0.71599999999999997</c:v>
                </c:pt>
                <c:pt idx="804">
                  <c:v>0.71599999999999997</c:v>
                </c:pt>
                <c:pt idx="805">
                  <c:v>0.71599999999999997</c:v>
                </c:pt>
                <c:pt idx="806">
                  <c:v>0.71599999999999997</c:v>
                </c:pt>
                <c:pt idx="807">
                  <c:v>0.71599999999999997</c:v>
                </c:pt>
                <c:pt idx="808">
                  <c:v>0.71599999999999997</c:v>
                </c:pt>
                <c:pt idx="809">
                  <c:v>0.71599999999999997</c:v>
                </c:pt>
                <c:pt idx="810">
                  <c:v>0.71599999999999997</c:v>
                </c:pt>
                <c:pt idx="811">
                  <c:v>0.71599999999999997</c:v>
                </c:pt>
                <c:pt idx="812">
                  <c:v>0.71599999999999997</c:v>
                </c:pt>
                <c:pt idx="813">
                  <c:v>0.71599999999999997</c:v>
                </c:pt>
                <c:pt idx="814">
                  <c:v>0.71599999999999997</c:v>
                </c:pt>
                <c:pt idx="815">
                  <c:v>0.71599999999999997</c:v>
                </c:pt>
                <c:pt idx="816">
                  <c:v>0.71599999999999997</c:v>
                </c:pt>
                <c:pt idx="817">
                  <c:v>0.71599999999999997</c:v>
                </c:pt>
                <c:pt idx="818">
                  <c:v>0.71599999999999997</c:v>
                </c:pt>
                <c:pt idx="819">
                  <c:v>0.71599999999999997</c:v>
                </c:pt>
                <c:pt idx="820">
                  <c:v>0.71599999999999997</c:v>
                </c:pt>
                <c:pt idx="821">
                  <c:v>0.71599999999999997</c:v>
                </c:pt>
                <c:pt idx="822">
                  <c:v>0.71599999999999997</c:v>
                </c:pt>
                <c:pt idx="823">
                  <c:v>0.71599999999999997</c:v>
                </c:pt>
                <c:pt idx="824">
                  <c:v>0.71599999999999997</c:v>
                </c:pt>
                <c:pt idx="825">
                  <c:v>0.71599999999999997</c:v>
                </c:pt>
                <c:pt idx="826">
                  <c:v>0.71599999999999997</c:v>
                </c:pt>
                <c:pt idx="827">
                  <c:v>0.71599999999999997</c:v>
                </c:pt>
                <c:pt idx="828">
                  <c:v>0.71599999999999997</c:v>
                </c:pt>
                <c:pt idx="829">
                  <c:v>0.71599999999999997</c:v>
                </c:pt>
                <c:pt idx="830">
                  <c:v>0.71599999999999997</c:v>
                </c:pt>
                <c:pt idx="831">
                  <c:v>0.71599999999999997</c:v>
                </c:pt>
                <c:pt idx="832">
                  <c:v>0.71599999999999997</c:v>
                </c:pt>
                <c:pt idx="833">
                  <c:v>0.71599999999999997</c:v>
                </c:pt>
                <c:pt idx="834">
                  <c:v>0.71599999999999997</c:v>
                </c:pt>
                <c:pt idx="835">
                  <c:v>0.71599999999999997</c:v>
                </c:pt>
                <c:pt idx="836">
                  <c:v>0.71599999999999997</c:v>
                </c:pt>
                <c:pt idx="837">
                  <c:v>0.71599999999999997</c:v>
                </c:pt>
                <c:pt idx="838">
                  <c:v>0.71599999999999997</c:v>
                </c:pt>
                <c:pt idx="839">
                  <c:v>0.71599999999999997</c:v>
                </c:pt>
                <c:pt idx="840">
                  <c:v>0.71599999999999997</c:v>
                </c:pt>
                <c:pt idx="841">
                  <c:v>0.71599999999999997</c:v>
                </c:pt>
                <c:pt idx="842">
                  <c:v>0.71599999999999997</c:v>
                </c:pt>
                <c:pt idx="843">
                  <c:v>0.71599999999999997</c:v>
                </c:pt>
                <c:pt idx="844">
                  <c:v>0.71599999999999997</c:v>
                </c:pt>
                <c:pt idx="845">
                  <c:v>0.71599999999999997</c:v>
                </c:pt>
                <c:pt idx="846">
                  <c:v>0.71599999999999997</c:v>
                </c:pt>
                <c:pt idx="847">
                  <c:v>0.71599999999999997</c:v>
                </c:pt>
                <c:pt idx="848">
                  <c:v>0.71599999999999997</c:v>
                </c:pt>
                <c:pt idx="849">
                  <c:v>0.71599999999999997</c:v>
                </c:pt>
                <c:pt idx="850">
                  <c:v>0.71599999999999997</c:v>
                </c:pt>
                <c:pt idx="851">
                  <c:v>0.71599999999999997</c:v>
                </c:pt>
                <c:pt idx="852">
                  <c:v>0.71599999999999997</c:v>
                </c:pt>
                <c:pt idx="853">
                  <c:v>0.71599999999999997</c:v>
                </c:pt>
                <c:pt idx="854">
                  <c:v>0.70350000000000001</c:v>
                </c:pt>
                <c:pt idx="855">
                  <c:v>0.68200000000000005</c:v>
                </c:pt>
                <c:pt idx="856">
                  <c:v>0.68200000000000005</c:v>
                </c:pt>
                <c:pt idx="857">
                  <c:v>0.68200000000000005</c:v>
                </c:pt>
                <c:pt idx="858">
                  <c:v>0.68200000000000005</c:v>
                </c:pt>
                <c:pt idx="859">
                  <c:v>0.68200000000000005</c:v>
                </c:pt>
                <c:pt idx="860">
                  <c:v>0.68200000000000005</c:v>
                </c:pt>
                <c:pt idx="861">
                  <c:v>0.68200000000000005</c:v>
                </c:pt>
                <c:pt idx="862">
                  <c:v>0.68200000000000005</c:v>
                </c:pt>
                <c:pt idx="863">
                  <c:v>0.68200000000000005</c:v>
                </c:pt>
                <c:pt idx="864">
                  <c:v>0.68200000000000005</c:v>
                </c:pt>
                <c:pt idx="865">
                  <c:v>0.68200000000000005</c:v>
                </c:pt>
                <c:pt idx="866">
                  <c:v>0.68200000000000005</c:v>
                </c:pt>
                <c:pt idx="867">
                  <c:v>0.68200000000000005</c:v>
                </c:pt>
                <c:pt idx="868">
                  <c:v>0.68200000000000005</c:v>
                </c:pt>
                <c:pt idx="869">
                  <c:v>0.68200000000000005</c:v>
                </c:pt>
                <c:pt idx="870">
                  <c:v>0.68200000000000005</c:v>
                </c:pt>
                <c:pt idx="871">
                  <c:v>0.68200000000000005</c:v>
                </c:pt>
                <c:pt idx="872">
                  <c:v>0.68200000000000005</c:v>
                </c:pt>
                <c:pt idx="873">
                  <c:v>0.68200000000000005</c:v>
                </c:pt>
                <c:pt idx="874">
                  <c:v>0.68200000000000005</c:v>
                </c:pt>
                <c:pt idx="875">
                  <c:v>0.68200000000000005</c:v>
                </c:pt>
                <c:pt idx="876">
                  <c:v>0.68200000000000005</c:v>
                </c:pt>
                <c:pt idx="877">
                  <c:v>0.68200000000000005</c:v>
                </c:pt>
                <c:pt idx="878">
                  <c:v>0.68200000000000005</c:v>
                </c:pt>
                <c:pt idx="879">
                  <c:v>0.68200000000000005</c:v>
                </c:pt>
                <c:pt idx="880">
                  <c:v>0.68200000000000005</c:v>
                </c:pt>
                <c:pt idx="881">
                  <c:v>0.68200000000000005</c:v>
                </c:pt>
                <c:pt idx="882">
                  <c:v>0.68200000000000005</c:v>
                </c:pt>
                <c:pt idx="883">
                  <c:v>0.68200000000000005</c:v>
                </c:pt>
                <c:pt idx="884">
                  <c:v>0.68200000000000005</c:v>
                </c:pt>
                <c:pt idx="885">
                  <c:v>0.68200000000000005</c:v>
                </c:pt>
                <c:pt idx="886">
                  <c:v>0.68200000000000005</c:v>
                </c:pt>
                <c:pt idx="887">
                  <c:v>0.68200000000000005</c:v>
                </c:pt>
                <c:pt idx="888">
                  <c:v>0.68200000000000005</c:v>
                </c:pt>
                <c:pt idx="889">
                  <c:v>0.68200000000000005</c:v>
                </c:pt>
                <c:pt idx="890">
                  <c:v>0.68200000000000005</c:v>
                </c:pt>
                <c:pt idx="891">
                  <c:v>0.68200000000000005</c:v>
                </c:pt>
                <c:pt idx="892">
                  <c:v>0.68200000000000005</c:v>
                </c:pt>
                <c:pt idx="893">
                  <c:v>0.68200000000000005</c:v>
                </c:pt>
                <c:pt idx="894">
                  <c:v>0.68200000000000005</c:v>
                </c:pt>
                <c:pt idx="895">
                  <c:v>0.68200000000000005</c:v>
                </c:pt>
                <c:pt idx="896">
                  <c:v>0.68200000000000005</c:v>
                </c:pt>
                <c:pt idx="897">
                  <c:v>0.68200000000000005</c:v>
                </c:pt>
                <c:pt idx="898">
                  <c:v>0.68200000000000005</c:v>
                </c:pt>
                <c:pt idx="899">
                  <c:v>0.68200000000000005</c:v>
                </c:pt>
                <c:pt idx="900">
                  <c:v>0.68200000000000005</c:v>
                </c:pt>
                <c:pt idx="901">
                  <c:v>0.68200000000000005</c:v>
                </c:pt>
                <c:pt idx="902">
                  <c:v>0.68200000000000005</c:v>
                </c:pt>
                <c:pt idx="903">
                  <c:v>0.68200000000000005</c:v>
                </c:pt>
                <c:pt idx="904">
                  <c:v>0.68200000000000005</c:v>
                </c:pt>
                <c:pt idx="905">
                  <c:v>0.68200000000000005</c:v>
                </c:pt>
                <c:pt idx="906">
                  <c:v>0.68200000000000005</c:v>
                </c:pt>
                <c:pt idx="907">
                  <c:v>0.68200000000000005</c:v>
                </c:pt>
                <c:pt idx="908">
                  <c:v>0.68200000000000005</c:v>
                </c:pt>
                <c:pt idx="909">
                  <c:v>0.68200000000000005</c:v>
                </c:pt>
                <c:pt idx="910">
                  <c:v>0.68200000000000005</c:v>
                </c:pt>
                <c:pt idx="911">
                  <c:v>0.68200000000000005</c:v>
                </c:pt>
                <c:pt idx="912">
                  <c:v>0.68200000000000005</c:v>
                </c:pt>
                <c:pt idx="913">
                  <c:v>0.68200000000000005</c:v>
                </c:pt>
                <c:pt idx="914">
                  <c:v>0.68200000000000005</c:v>
                </c:pt>
                <c:pt idx="915">
                  <c:v>0.68200000000000005</c:v>
                </c:pt>
                <c:pt idx="916">
                  <c:v>0.68200000000000005</c:v>
                </c:pt>
                <c:pt idx="917">
                  <c:v>0.68200000000000005</c:v>
                </c:pt>
                <c:pt idx="918">
                  <c:v>0.68200000000000005</c:v>
                </c:pt>
                <c:pt idx="919">
                  <c:v>0.68200000000000005</c:v>
                </c:pt>
                <c:pt idx="920">
                  <c:v>0.68200000000000005</c:v>
                </c:pt>
                <c:pt idx="921">
                  <c:v>0.68200000000000005</c:v>
                </c:pt>
                <c:pt idx="922">
                  <c:v>0.68200000000000005</c:v>
                </c:pt>
                <c:pt idx="923">
                  <c:v>0.68200000000000005</c:v>
                </c:pt>
                <c:pt idx="924">
                  <c:v>0.68200000000000005</c:v>
                </c:pt>
                <c:pt idx="925">
                  <c:v>0.68200000000000005</c:v>
                </c:pt>
                <c:pt idx="926">
                  <c:v>0.68200000000000005</c:v>
                </c:pt>
                <c:pt idx="927">
                  <c:v>0.68200000000000005</c:v>
                </c:pt>
                <c:pt idx="928">
                  <c:v>0.68200000000000005</c:v>
                </c:pt>
                <c:pt idx="929">
                  <c:v>0.68200000000000005</c:v>
                </c:pt>
                <c:pt idx="930">
                  <c:v>0.68200000000000005</c:v>
                </c:pt>
                <c:pt idx="931">
                  <c:v>0.68200000000000005</c:v>
                </c:pt>
                <c:pt idx="932">
                  <c:v>0.68200000000000005</c:v>
                </c:pt>
                <c:pt idx="933">
                  <c:v>0.68200000000000005</c:v>
                </c:pt>
                <c:pt idx="934">
                  <c:v>0.68200000000000005</c:v>
                </c:pt>
                <c:pt idx="935">
                  <c:v>0.68200000000000005</c:v>
                </c:pt>
                <c:pt idx="936">
                  <c:v>0.68200000000000005</c:v>
                </c:pt>
                <c:pt idx="937">
                  <c:v>0.68200000000000005</c:v>
                </c:pt>
                <c:pt idx="938">
                  <c:v>0.68200000000000005</c:v>
                </c:pt>
                <c:pt idx="939">
                  <c:v>0.68200000000000005</c:v>
                </c:pt>
                <c:pt idx="940">
                  <c:v>0.68200000000000005</c:v>
                </c:pt>
                <c:pt idx="941">
                  <c:v>0.68200000000000005</c:v>
                </c:pt>
                <c:pt idx="942">
                  <c:v>0.68200000000000005</c:v>
                </c:pt>
                <c:pt idx="943">
                  <c:v>0.68200000000000005</c:v>
                </c:pt>
                <c:pt idx="944">
                  <c:v>0.68200000000000005</c:v>
                </c:pt>
                <c:pt idx="945">
                  <c:v>0.68200000000000005</c:v>
                </c:pt>
                <c:pt idx="946">
                  <c:v>0.68200000000000005</c:v>
                </c:pt>
                <c:pt idx="947">
                  <c:v>0.68200000000000005</c:v>
                </c:pt>
                <c:pt idx="948">
                  <c:v>0.68200000000000005</c:v>
                </c:pt>
                <c:pt idx="949">
                  <c:v>0.68200000000000005</c:v>
                </c:pt>
                <c:pt idx="950">
                  <c:v>0.68200000000000005</c:v>
                </c:pt>
                <c:pt idx="951">
                  <c:v>0.68200000000000005</c:v>
                </c:pt>
                <c:pt idx="952">
                  <c:v>0.68200000000000005</c:v>
                </c:pt>
                <c:pt idx="953">
                  <c:v>0.68200000000000005</c:v>
                </c:pt>
                <c:pt idx="954">
                  <c:v>0.68200000000000005</c:v>
                </c:pt>
                <c:pt idx="955">
                  <c:v>0.68200000000000005</c:v>
                </c:pt>
                <c:pt idx="956">
                  <c:v>0.68200000000000005</c:v>
                </c:pt>
                <c:pt idx="957">
                  <c:v>0.68200000000000005</c:v>
                </c:pt>
                <c:pt idx="958">
                  <c:v>0.68200000000000005</c:v>
                </c:pt>
                <c:pt idx="959">
                  <c:v>0.68200000000000005</c:v>
                </c:pt>
                <c:pt idx="960">
                  <c:v>0.68200000000000005</c:v>
                </c:pt>
                <c:pt idx="961">
                  <c:v>0.68200000000000005</c:v>
                </c:pt>
                <c:pt idx="962">
                  <c:v>0.68200000000000005</c:v>
                </c:pt>
                <c:pt idx="963">
                  <c:v>0.68200000000000005</c:v>
                </c:pt>
                <c:pt idx="964">
                  <c:v>0.68200000000000005</c:v>
                </c:pt>
                <c:pt idx="965">
                  <c:v>0.68200000000000005</c:v>
                </c:pt>
                <c:pt idx="966">
                  <c:v>0.68200000000000005</c:v>
                </c:pt>
                <c:pt idx="967">
                  <c:v>0.68200000000000005</c:v>
                </c:pt>
                <c:pt idx="968">
                  <c:v>0.68200000000000005</c:v>
                </c:pt>
                <c:pt idx="969">
                  <c:v>0.68200000000000005</c:v>
                </c:pt>
                <c:pt idx="970">
                  <c:v>0.68200000000000005</c:v>
                </c:pt>
                <c:pt idx="971">
                  <c:v>0.68200000000000005</c:v>
                </c:pt>
                <c:pt idx="972">
                  <c:v>0.68200000000000005</c:v>
                </c:pt>
                <c:pt idx="973">
                  <c:v>0.68200000000000005</c:v>
                </c:pt>
                <c:pt idx="974">
                  <c:v>0.68200000000000005</c:v>
                </c:pt>
                <c:pt idx="975">
                  <c:v>0.68200000000000005</c:v>
                </c:pt>
                <c:pt idx="976">
                  <c:v>0.60250000000000004</c:v>
                </c:pt>
                <c:pt idx="977">
                  <c:v>0.20499999999999999</c:v>
                </c:pt>
                <c:pt idx="978">
                  <c:v>0.20499999999999999</c:v>
                </c:pt>
                <c:pt idx="979">
                  <c:v>0.20499999999999999</c:v>
                </c:pt>
                <c:pt idx="980">
                  <c:v>0.20499999999999999</c:v>
                </c:pt>
                <c:pt idx="981">
                  <c:v>0.20499999999999999</c:v>
                </c:pt>
                <c:pt idx="982">
                  <c:v>0.20499999999999999</c:v>
                </c:pt>
                <c:pt idx="983">
                  <c:v>0.20499999999999999</c:v>
                </c:pt>
                <c:pt idx="984">
                  <c:v>0.20499999999999999</c:v>
                </c:pt>
                <c:pt idx="985">
                  <c:v>0.20499999999999999</c:v>
                </c:pt>
                <c:pt idx="986">
                  <c:v>0.20499999999999999</c:v>
                </c:pt>
                <c:pt idx="987">
                  <c:v>0.20499999999999999</c:v>
                </c:pt>
                <c:pt idx="988">
                  <c:v>0.20499999999999999</c:v>
                </c:pt>
                <c:pt idx="989">
                  <c:v>0.20499999999999999</c:v>
                </c:pt>
                <c:pt idx="990">
                  <c:v>0.20499999999999999</c:v>
                </c:pt>
                <c:pt idx="991">
                  <c:v>0.20499999999999999</c:v>
                </c:pt>
                <c:pt idx="992">
                  <c:v>0.20499999999999999</c:v>
                </c:pt>
                <c:pt idx="993">
                  <c:v>0.20499999999999999</c:v>
                </c:pt>
                <c:pt idx="994">
                  <c:v>0.20499999999999999</c:v>
                </c:pt>
                <c:pt idx="995">
                  <c:v>0.20499999999999999</c:v>
                </c:pt>
                <c:pt idx="996">
                  <c:v>0.20499999999999999</c:v>
                </c:pt>
                <c:pt idx="997">
                  <c:v>0.20499999999999999</c:v>
                </c:pt>
                <c:pt idx="998">
                  <c:v>0.20499999999999999</c:v>
                </c:pt>
                <c:pt idx="999">
                  <c:v>0.20499999999999999</c:v>
                </c:pt>
                <c:pt idx="1000">
                  <c:v>0.20499999999999999</c:v>
                </c:pt>
                <c:pt idx="1001">
                  <c:v>0.20499999999999999</c:v>
                </c:pt>
                <c:pt idx="1002">
                  <c:v>0.20499999999999999</c:v>
                </c:pt>
                <c:pt idx="1003">
                  <c:v>0.20499999999999999</c:v>
                </c:pt>
                <c:pt idx="1004">
                  <c:v>0.20499999999999999</c:v>
                </c:pt>
                <c:pt idx="1005">
                  <c:v>0.20499999999999999</c:v>
                </c:pt>
                <c:pt idx="1006">
                  <c:v>0.20499999999999999</c:v>
                </c:pt>
                <c:pt idx="1007">
                  <c:v>0.20499999999999999</c:v>
                </c:pt>
                <c:pt idx="1008">
                  <c:v>0.20499999999999999</c:v>
                </c:pt>
                <c:pt idx="1009">
                  <c:v>0.20499999999999999</c:v>
                </c:pt>
                <c:pt idx="1010">
                  <c:v>0.20499999999999999</c:v>
                </c:pt>
                <c:pt idx="1011">
                  <c:v>0.20499999999999999</c:v>
                </c:pt>
                <c:pt idx="1012">
                  <c:v>0.20499999999999999</c:v>
                </c:pt>
                <c:pt idx="1013">
                  <c:v>0.20499999999999999</c:v>
                </c:pt>
                <c:pt idx="1014">
                  <c:v>0.20499999999999999</c:v>
                </c:pt>
                <c:pt idx="1015">
                  <c:v>0.20499999999999999</c:v>
                </c:pt>
                <c:pt idx="1016">
                  <c:v>0.20499999999999999</c:v>
                </c:pt>
                <c:pt idx="1017">
                  <c:v>0.20499999999999999</c:v>
                </c:pt>
                <c:pt idx="1018">
                  <c:v>0.20499999999999999</c:v>
                </c:pt>
                <c:pt idx="1019">
                  <c:v>0.20499999999999999</c:v>
                </c:pt>
                <c:pt idx="1020">
                  <c:v>0.20499999999999999</c:v>
                </c:pt>
                <c:pt idx="1021">
                  <c:v>0.20499999999999999</c:v>
                </c:pt>
                <c:pt idx="1022">
                  <c:v>0.20499999999999999</c:v>
                </c:pt>
                <c:pt idx="1023">
                  <c:v>0.20499999999999999</c:v>
                </c:pt>
                <c:pt idx="1024">
                  <c:v>0.20499999999999999</c:v>
                </c:pt>
                <c:pt idx="1025">
                  <c:v>0.20499999999999999</c:v>
                </c:pt>
                <c:pt idx="1026">
                  <c:v>0.20499999999999999</c:v>
                </c:pt>
                <c:pt idx="1027">
                  <c:v>0.20499999999999999</c:v>
                </c:pt>
                <c:pt idx="1028">
                  <c:v>0.20499999999999999</c:v>
                </c:pt>
                <c:pt idx="1029">
                  <c:v>0.20499999999999999</c:v>
                </c:pt>
                <c:pt idx="1030">
                  <c:v>0.20499999999999999</c:v>
                </c:pt>
                <c:pt idx="1031">
                  <c:v>0.20499999999999999</c:v>
                </c:pt>
                <c:pt idx="1032">
                  <c:v>0.20499999999999999</c:v>
                </c:pt>
                <c:pt idx="1033">
                  <c:v>0.20499999999999999</c:v>
                </c:pt>
                <c:pt idx="1034">
                  <c:v>0.20499999999999999</c:v>
                </c:pt>
                <c:pt idx="1035">
                  <c:v>0.20499999999999999</c:v>
                </c:pt>
                <c:pt idx="1036">
                  <c:v>0.20499999999999999</c:v>
                </c:pt>
                <c:pt idx="1037">
                  <c:v>0.20499999999999999</c:v>
                </c:pt>
                <c:pt idx="1038">
                  <c:v>0.20499999999999999</c:v>
                </c:pt>
                <c:pt idx="1039">
                  <c:v>0.20499999999999999</c:v>
                </c:pt>
                <c:pt idx="1040">
                  <c:v>0.20499999999999999</c:v>
                </c:pt>
                <c:pt idx="1041">
                  <c:v>0.20499999999999999</c:v>
                </c:pt>
                <c:pt idx="1042">
                  <c:v>0.20499999999999999</c:v>
                </c:pt>
                <c:pt idx="1043">
                  <c:v>0.20499999999999999</c:v>
                </c:pt>
                <c:pt idx="1044">
                  <c:v>0.20499999999999999</c:v>
                </c:pt>
                <c:pt idx="1045">
                  <c:v>0.20499999999999999</c:v>
                </c:pt>
                <c:pt idx="1046">
                  <c:v>0.20499999999999999</c:v>
                </c:pt>
                <c:pt idx="1047">
                  <c:v>0.20499999999999999</c:v>
                </c:pt>
                <c:pt idx="1048">
                  <c:v>0.20499999999999999</c:v>
                </c:pt>
                <c:pt idx="1049">
                  <c:v>0.20499999999999999</c:v>
                </c:pt>
                <c:pt idx="1050">
                  <c:v>0.20499999999999999</c:v>
                </c:pt>
                <c:pt idx="1051">
                  <c:v>0.20499999999999999</c:v>
                </c:pt>
                <c:pt idx="1052">
                  <c:v>0.20499999999999999</c:v>
                </c:pt>
                <c:pt idx="1053">
                  <c:v>0.20499999999999999</c:v>
                </c:pt>
                <c:pt idx="1054">
                  <c:v>0.20499999999999999</c:v>
                </c:pt>
                <c:pt idx="1055">
                  <c:v>0.20499999999999999</c:v>
                </c:pt>
                <c:pt idx="1056">
                  <c:v>0.20499999999999999</c:v>
                </c:pt>
                <c:pt idx="1057">
                  <c:v>0.20499999999999999</c:v>
                </c:pt>
                <c:pt idx="1058">
                  <c:v>0.20499999999999999</c:v>
                </c:pt>
                <c:pt idx="1059">
                  <c:v>0.20499999999999999</c:v>
                </c:pt>
                <c:pt idx="1060">
                  <c:v>0.20499999999999999</c:v>
                </c:pt>
                <c:pt idx="1061">
                  <c:v>0.20499999999999999</c:v>
                </c:pt>
                <c:pt idx="1062">
                  <c:v>0.20499999999999999</c:v>
                </c:pt>
                <c:pt idx="1063">
                  <c:v>0.20499999999999999</c:v>
                </c:pt>
                <c:pt idx="1064">
                  <c:v>0.20499999999999999</c:v>
                </c:pt>
                <c:pt idx="1065">
                  <c:v>0.20499999999999999</c:v>
                </c:pt>
                <c:pt idx="1066">
                  <c:v>0.20499999999999999</c:v>
                </c:pt>
                <c:pt idx="1067">
                  <c:v>0.20499999999999999</c:v>
                </c:pt>
                <c:pt idx="1068">
                  <c:v>0.20499999999999999</c:v>
                </c:pt>
                <c:pt idx="1069">
                  <c:v>0.20499999999999999</c:v>
                </c:pt>
                <c:pt idx="1070">
                  <c:v>0.20499999999999999</c:v>
                </c:pt>
                <c:pt idx="1071">
                  <c:v>0.20499999999999999</c:v>
                </c:pt>
                <c:pt idx="1072">
                  <c:v>0.20499999999999999</c:v>
                </c:pt>
                <c:pt idx="1073">
                  <c:v>0.20499999999999999</c:v>
                </c:pt>
                <c:pt idx="1074">
                  <c:v>0.20499999999999999</c:v>
                </c:pt>
                <c:pt idx="1075">
                  <c:v>0.20499999999999999</c:v>
                </c:pt>
                <c:pt idx="1076">
                  <c:v>0.20499999999999999</c:v>
                </c:pt>
                <c:pt idx="1077">
                  <c:v>0.20499999999999999</c:v>
                </c:pt>
                <c:pt idx="1078">
                  <c:v>0.20499999999999999</c:v>
                </c:pt>
                <c:pt idx="1079">
                  <c:v>0.20499999999999999</c:v>
                </c:pt>
                <c:pt idx="1080">
                  <c:v>0.20499999999999999</c:v>
                </c:pt>
                <c:pt idx="1081">
                  <c:v>0.20499999999999999</c:v>
                </c:pt>
                <c:pt idx="1082">
                  <c:v>0.20499999999999999</c:v>
                </c:pt>
                <c:pt idx="1083">
                  <c:v>0.20499999999999999</c:v>
                </c:pt>
                <c:pt idx="1084">
                  <c:v>0.20499999999999999</c:v>
                </c:pt>
                <c:pt idx="1085">
                  <c:v>0.20499999999999999</c:v>
                </c:pt>
                <c:pt idx="1086">
                  <c:v>0.20499999999999999</c:v>
                </c:pt>
                <c:pt idx="1087">
                  <c:v>0.20499999999999999</c:v>
                </c:pt>
                <c:pt idx="1088">
                  <c:v>0.20499999999999999</c:v>
                </c:pt>
                <c:pt idx="1089">
                  <c:v>0.20499999999999999</c:v>
                </c:pt>
                <c:pt idx="1090">
                  <c:v>0.20499999999999999</c:v>
                </c:pt>
                <c:pt idx="1091">
                  <c:v>0.20499999999999999</c:v>
                </c:pt>
                <c:pt idx="1092">
                  <c:v>0.20499999999999999</c:v>
                </c:pt>
                <c:pt idx="1093">
                  <c:v>0.20499999999999999</c:v>
                </c:pt>
                <c:pt idx="1094">
                  <c:v>0.20499999999999999</c:v>
                </c:pt>
                <c:pt idx="1095">
                  <c:v>0.20499999999999999</c:v>
                </c:pt>
                <c:pt idx="1096">
                  <c:v>0.20499999999999999</c:v>
                </c:pt>
                <c:pt idx="1097">
                  <c:v>0.20499999999999999</c:v>
                </c:pt>
                <c:pt idx="1098">
                  <c:v>0.20499999999999999</c:v>
                </c:pt>
                <c:pt idx="1099">
                  <c:v>0.20499999999999999</c:v>
                </c:pt>
                <c:pt idx="1100">
                  <c:v>0.20499999999999999</c:v>
                </c:pt>
                <c:pt idx="1101">
                  <c:v>0.20499999999999999</c:v>
                </c:pt>
                <c:pt idx="1102">
                  <c:v>0.20499999999999999</c:v>
                </c:pt>
                <c:pt idx="1103">
                  <c:v>0.20499999999999999</c:v>
                </c:pt>
                <c:pt idx="1104">
                  <c:v>0.20499999999999999</c:v>
                </c:pt>
                <c:pt idx="1105">
                  <c:v>0.20499999999999999</c:v>
                </c:pt>
                <c:pt idx="1106">
                  <c:v>0.20499999999999999</c:v>
                </c:pt>
                <c:pt idx="1107">
                  <c:v>0.20499999999999999</c:v>
                </c:pt>
                <c:pt idx="1108">
                  <c:v>0.20499999999999999</c:v>
                </c:pt>
                <c:pt idx="1109">
                  <c:v>0.20499999999999999</c:v>
                </c:pt>
                <c:pt idx="1110">
                  <c:v>0.20499999999999999</c:v>
                </c:pt>
                <c:pt idx="1111">
                  <c:v>0.20499999999999999</c:v>
                </c:pt>
                <c:pt idx="1112">
                  <c:v>0.20499999999999999</c:v>
                </c:pt>
                <c:pt idx="1113">
                  <c:v>0.20499999999999999</c:v>
                </c:pt>
                <c:pt idx="1114">
                  <c:v>0.20499999999999999</c:v>
                </c:pt>
                <c:pt idx="1115">
                  <c:v>0.20499999999999999</c:v>
                </c:pt>
                <c:pt idx="1116">
                  <c:v>0.20499999999999999</c:v>
                </c:pt>
                <c:pt idx="1117">
                  <c:v>0.20499999999999999</c:v>
                </c:pt>
                <c:pt idx="1118">
                  <c:v>0.20499999999999999</c:v>
                </c:pt>
                <c:pt idx="1119">
                  <c:v>0.20499999999999999</c:v>
                </c:pt>
                <c:pt idx="1120">
                  <c:v>0.20499999999999999</c:v>
                </c:pt>
                <c:pt idx="1121">
                  <c:v>0.20499999999999999</c:v>
                </c:pt>
                <c:pt idx="1122">
                  <c:v>0.20499999999999999</c:v>
                </c:pt>
                <c:pt idx="1123">
                  <c:v>0.20499999999999999</c:v>
                </c:pt>
                <c:pt idx="1124">
                  <c:v>0.20499999999999999</c:v>
                </c:pt>
                <c:pt idx="1125">
                  <c:v>0.20499999999999999</c:v>
                </c:pt>
                <c:pt idx="1126">
                  <c:v>0.20499999999999999</c:v>
                </c:pt>
                <c:pt idx="1127">
                  <c:v>0.20499999999999999</c:v>
                </c:pt>
                <c:pt idx="1128">
                  <c:v>0.20499999999999999</c:v>
                </c:pt>
                <c:pt idx="1129">
                  <c:v>0.20499999999999999</c:v>
                </c:pt>
                <c:pt idx="1130">
                  <c:v>0.20499999999999999</c:v>
                </c:pt>
                <c:pt idx="1131">
                  <c:v>0.20499999999999999</c:v>
                </c:pt>
                <c:pt idx="1132">
                  <c:v>0.20499999999999999</c:v>
                </c:pt>
                <c:pt idx="1133">
                  <c:v>0.20499999999999999</c:v>
                </c:pt>
                <c:pt idx="1134">
                  <c:v>0.20499999999999999</c:v>
                </c:pt>
                <c:pt idx="1135">
                  <c:v>0.20499999999999999</c:v>
                </c:pt>
                <c:pt idx="1136">
                  <c:v>0.20499999999999999</c:v>
                </c:pt>
                <c:pt idx="1137">
                  <c:v>0.20499999999999999</c:v>
                </c:pt>
                <c:pt idx="1138">
                  <c:v>0.20499999999999999</c:v>
                </c:pt>
                <c:pt idx="1139">
                  <c:v>0.20499999999999999</c:v>
                </c:pt>
                <c:pt idx="1140">
                  <c:v>0.20499999999999999</c:v>
                </c:pt>
                <c:pt idx="1141">
                  <c:v>0.20499999999999999</c:v>
                </c:pt>
                <c:pt idx="1142">
                  <c:v>0.20499999999999999</c:v>
                </c:pt>
                <c:pt idx="1143">
                  <c:v>0.20499999999999999</c:v>
                </c:pt>
                <c:pt idx="1144">
                  <c:v>0.20499999999999999</c:v>
                </c:pt>
                <c:pt idx="1145">
                  <c:v>0.20499999999999999</c:v>
                </c:pt>
                <c:pt idx="1146">
                  <c:v>0.20499999999999999</c:v>
                </c:pt>
                <c:pt idx="1147">
                  <c:v>0.20499999999999999</c:v>
                </c:pt>
                <c:pt idx="1148">
                  <c:v>0.20499999999999999</c:v>
                </c:pt>
                <c:pt idx="1149">
                  <c:v>0.20499999999999999</c:v>
                </c:pt>
                <c:pt idx="1150">
                  <c:v>0.20499999999999999</c:v>
                </c:pt>
                <c:pt idx="1151">
                  <c:v>0.20499999999999999</c:v>
                </c:pt>
                <c:pt idx="1152">
                  <c:v>0.20499999999999999</c:v>
                </c:pt>
                <c:pt idx="1153">
                  <c:v>0.20499999999999999</c:v>
                </c:pt>
                <c:pt idx="1154">
                  <c:v>0.20499999999999999</c:v>
                </c:pt>
                <c:pt idx="1155">
                  <c:v>0.20499999999999999</c:v>
                </c:pt>
                <c:pt idx="1156">
                  <c:v>0.20499999999999999</c:v>
                </c:pt>
                <c:pt idx="1157">
                  <c:v>0.20499999999999999</c:v>
                </c:pt>
                <c:pt idx="1158">
                  <c:v>0.20499999999999999</c:v>
                </c:pt>
                <c:pt idx="1159">
                  <c:v>0.20499999999999999</c:v>
                </c:pt>
                <c:pt idx="1160">
                  <c:v>0.20499999999999999</c:v>
                </c:pt>
                <c:pt idx="1161">
                  <c:v>0.20499999999999999</c:v>
                </c:pt>
                <c:pt idx="1162">
                  <c:v>0.20499999999999999</c:v>
                </c:pt>
                <c:pt idx="1163">
                  <c:v>0.20499999999999999</c:v>
                </c:pt>
                <c:pt idx="1164">
                  <c:v>0.20499999999999999</c:v>
                </c:pt>
                <c:pt idx="1165">
                  <c:v>0.20499999999999999</c:v>
                </c:pt>
                <c:pt idx="1166">
                  <c:v>0.20499999999999999</c:v>
                </c:pt>
                <c:pt idx="1167">
                  <c:v>0.20499999999999999</c:v>
                </c:pt>
                <c:pt idx="1168">
                  <c:v>0.20499999999999999</c:v>
                </c:pt>
                <c:pt idx="1169">
                  <c:v>0.20499999999999999</c:v>
                </c:pt>
                <c:pt idx="1170">
                  <c:v>0.20499999999999999</c:v>
                </c:pt>
                <c:pt idx="1171">
                  <c:v>0.20499999999999999</c:v>
                </c:pt>
                <c:pt idx="1172">
                  <c:v>0.20499999999999999</c:v>
                </c:pt>
                <c:pt idx="1173">
                  <c:v>0.20499999999999999</c:v>
                </c:pt>
                <c:pt idx="1174">
                  <c:v>0.20499999999999999</c:v>
                </c:pt>
                <c:pt idx="1175">
                  <c:v>0.20499999999999999</c:v>
                </c:pt>
                <c:pt idx="1176">
                  <c:v>0.20499999999999999</c:v>
                </c:pt>
                <c:pt idx="1177">
                  <c:v>0.20499999999999999</c:v>
                </c:pt>
                <c:pt idx="1178">
                  <c:v>0.20499999999999999</c:v>
                </c:pt>
                <c:pt idx="1179">
                  <c:v>0.20499999999999999</c:v>
                </c:pt>
                <c:pt idx="1180">
                  <c:v>0.20499999999999999</c:v>
                </c:pt>
                <c:pt idx="1181">
                  <c:v>0.20499999999999999</c:v>
                </c:pt>
                <c:pt idx="1182">
                  <c:v>0.20499999999999999</c:v>
                </c:pt>
                <c:pt idx="1183">
                  <c:v>0.20499999999999999</c:v>
                </c:pt>
                <c:pt idx="1184">
                  <c:v>0.20499999999999999</c:v>
                </c:pt>
                <c:pt idx="1185">
                  <c:v>0.20499999999999999</c:v>
                </c:pt>
                <c:pt idx="1186">
                  <c:v>0.20499999999999999</c:v>
                </c:pt>
                <c:pt idx="1187">
                  <c:v>0.20499999999999999</c:v>
                </c:pt>
                <c:pt idx="1188">
                  <c:v>0.20499999999999999</c:v>
                </c:pt>
                <c:pt idx="1189">
                  <c:v>0.20499999999999999</c:v>
                </c:pt>
                <c:pt idx="1190">
                  <c:v>0.20499999999999999</c:v>
                </c:pt>
                <c:pt idx="1191">
                  <c:v>0.20499999999999999</c:v>
                </c:pt>
                <c:pt idx="1192">
                  <c:v>0.20499999999999999</c:v>
                </c:pt>
                <c:pt idx="1193">
                  <c:v>0.20499999999999999</c:v>
                </c:pt>
                <c:pt idx="1194">
                  <c:v>0.20499999999999999</c:v>
                </c:pt>
                <c:pt idx="1195">
                  <c:v>0.20499999999999999</c:v>
                </c:pt>
                <c:pt idx="1196">
                  <c:v>0.20499999999999999</c:v>
                </c:pt>
                <c:pt idx="1197">
                  <c:v>0.20499999999999999</c:v>
                </c:pt>
                <c:pt idx="1198">
                  <c:v>0.20499999999999999</c:v>
                </c:pt>
                <c:pt idx="1199">
                  <c:v>0.20499999999999999</c:v>
                </c:pt>
                <c:pt idx="1200">
                  <c:v>0.20499999999999999</c:v>
                </c:pt>
                <c:pt idx="1201">
                  <c:v>0.20499999999999999</c:v>
                </c:pt>
                <c:pt idx="1202">
                  <c:v>0.20499999999999999</c:v>
                </c:pt>
                <c:pt idx="1203">
                  <c:v>0.20499999999999999</c:v>
                </c:pt>
                <c:pt idx="1204">
                  <c:v>0.20499999999999999</c:v>
                </c:pt>
                <c:pt idx="1205">
                  <c:v>0.20499999999999999</c:v>
                </c:pt>
                <c:pt idx="1206">
                  <c:v>0.20499999999999999</c:v>
                </c:pt>
                <c:pt idx="1207">
                  <c:v>0.20499999999999999</c:v>
                </c:pt>
                <c:pt idx="1208">
                  <c:v>0.20499999999999999</c:v>
                </c:pt>
                <c:pt idx="1209">
                  <c:v>0.20499999999999999</c:v>
                </c:pt>
                <c:pt idx="1210">
                  <c:v>0.20499999999999999</c:v>
                </c:pt>
                <c:pt idx="1211">
                  <c:v>0.20499999999999999</c:v>
                </c:pt>
                <c:pt idx="1212">
                  <c:v>0.20499999999999999</c:v>
                </c:pt>
                <c:pt idx="1213">
                  <c:v>0.20499999999999999</c:v>
                </c:pt>
                <c:pt idx="1214">
                  <c:v>0.20499999999999999</c:v>
                </c:pt>
                <c:pt idx="1215">
                  <c:v>0.20499999999999999</c:v>
                </c:pt>
                <c:pt idx="1216">
                  <c:v>0.20499999999999999</c:v>
                </c:pt>
                <c:pt idx="1217">
                  <c:v>0.20499999999999999</c:v>
                </c:pt>
                <c:pt idx="1218">
                  <c:v>0.20499999999999999</c:v>
                </c:pt>
                <c:pt idx="1219">
                  <c:v>0.20499999999999999</c:v>
                </c:pt>
                <c:pt idx="1220">
                  <c:v>0.20499999999999999</c:v>
                </c:pt>
                <c:pt idx="1221">
                  <c:v>0.20499999999999999</c:v>
                </c:pt>
                <c:pt idx="1222">
                  <c:v>0.20499999999999999</c:v>
                </c:pt>
                <c:pt idx="1223">
                  <c:v>0.20499999999999999</c:v>
                </c:pt>
                <c:pt idx="1224">
                  <c:v>0.20499999999999999</c:v>
                </c:pt>
                <c:pt idx="1225">
                  <c:v>0.20499999999999999</c:v>
                </c:pt>
                <c:pt idx="1226">
                  <c:v>0.20499999999999999</c:v>
                </c:pt>
                <c:pt idx="1227">
                  <c:v>0.20499999999999999</c:v>
                </c:pt>
                <c:pt idx="1228">
                  <c:v>0.20499999999999999</c:v>
                </c:pt>
                <c:pt idx="1229">
                  <c:v>0.20499999999999999</c:v>
                </c:pt>
                <c:pt idx="1230">
                  <c:v>0.20499999999999999</c:v>
                </c:pt>
                <c:pt idx="1231">
                  <c:v>0.20499999999999999</c:v>
                </c:pt>
                <c:pt idx="1232">
                  <c:v>0.20499999999999999</c:v>
                </c:pt>
                <c:pt idx="1233">
                  <c:v>0.20499999999999999</c:v>
                </c:pt>
                <c:pt idx="1234">
                  <c:v>0.20499999999999999</c:v>
                </c:pt>
                <c:pt idx="1235">
                  <c:v>0.20499999999999999</c:v>
                </c:pt>
                <c:pt idx="1236">
                  <c:v>0.20499999999999999</c:v>
                </c:pt>
                <c:pt idx="1237">
                  <c:v>0.20499999999999999</c:v>
                </c:pt>
                <c:pt idx="1238">
                  <c:v>0.20499999999999999</c:v>
                </c:pt>
                <c:pt idx="1239">
                  <c:v>0.20499999999999999</c:v>
                </c:pt>
                <c:pt idx="1240">
                  <c:v>0.20499999999999999</c:v>
                </c:pt>
                <c:pt idx="1241">
                  <c:v>0.20499999999999999</c:v>
                </c:pt>
                <c:pt idx="1242">
                  <c:v>0.20499999999999999</c:v>
                </c:pt>
                <c:pt idx="1243">
                  <c:v>0.20499999999999999</c:v>
                </c:pt>
                <c:pt idx="1244">
                  <c:v>0.20499999999999999</c:v>
                </c:pt>
                <c:pt idx="1245">
                  <c:v>0.20499999999999999</c:v>
                </c:pt>
                <c:pt idx="1246">
                  <c:v>0.20499999999999999</c:v>
                </c:pt>
                <c:pt idx="1247">
                  <c:v>0.20499999999999999</c:v>
                </c:pt>
                <c:pt idx="1248">
                  <c:v>0.20499999999999999</c:v>
                </c:pt>
                <c:pt idx="1249">
                  <c:v>0.20499999999999999</c:v>
                </c:pt>
                <c:pt idx="1250">
                  <c:v>0.20499999999999999</c:v>
                </c:pt>
                <c:pt idx="1251">
                  <c:v>0.20499999999999999</c:v>
                </c:pt>
                <c:pt idx="1252">
                  <c:v>0.20499999999999999</c:v>
                </c:pt>
                <c:pt idx="1253">
                  <c:v>0.20499999999999999</c:v>
                </c:pt>
                <c:pt idx="1254">
                  <c:v>0.20499999999999999</c:v>
                </c:pt>
                <c:pt idx="1255">
                  <c:v>0.20499999999999999</c:v>
                </c:pt>
                <c:pt idx="1256">
                  <c:v>0.20499999999999999</c:v>
                </c:pt>
                <c:pt idx="1257">
                  <c:v>0.20499999999999999</c:v>
                </c:pt>
                <c:pt idx="1258">
                  <c:v>0.20499999999999999</c:v>
                </c:pt>
                <c:pt idx="1259">
                  <c:v>0.20499999999999999</c:v>
                </c:pt>
                <c:pt idx="1260">
                  <c:v>0.20499999999999999</c:v>
                </c:pt>
                <c:pt idx="1261">
                  <c:v>0.20499999999999999</c:v>
                </c:pt>
                <c:pt idx="1262">
                  <c:v>0.20499999999999999</c:v>
                </c:pt>
                <c:pt idx="1263">
                  <c:v>0.20499999999999999</c:v>
                </c:pt>
                <c:pt idx="1264">
                  <c:v>0.20499999999999999</c:v>
                </c:pt>
                <c:pt idx="1265">
                  <c:v>0.20499999999999999</c:v>
                </c:pt>
                <c:pt idx="1266">
                  <c:v>0.20499999999999999</c:v>
                </c:pt>
                <c:pt idx="1267">
                  <c:v>0.20499999999999999</c:v>
                </c:pt>
                <c:pt idx="1268">
                  <c:v>0.20499999999999999</c:v>
                </c:pt>
                <c:pt idx="1269">
                  <c:v>0.20499999999999999</c:v>
                </c:pt>
                <c:pt idx="1270">
                  <c:v>0.20499999999999999</c:v>
                </c:pt>
                <c:pt idx="1271">
                  <c:v>0.20499999999999999</c:v>
                </c:pt>
                <c:pt idx="1272">
                  <c:v>0.20499999999999999</c:v>
                </c:pt>
                <c:pt idx="1273">
                  <c:v>0.20499999999999999</c:v>
                </c:pt>
                <c:pt idx="1274">
                  <c:v>0.20499999999999999</c:v>
                </c:pt>
                <c:pt idx="1275">
                  <c:v>0.20499999999999999</c:v>
                </c:pt>
                <c:pt idx="1276">
                  <c:v>0.20499999999999999</c:v>
                </c:pt>
                <c:pt idx="1277">
                  <c:v>0.20499999999999999</c:v>
                </c:pt>
                <c:pt idx="1278">
                  <c:v>0.20499999999999999</c:v>
                </c:pt>
                <c:pt idx="1279">
                  <c:v>0.20499999999999999</c:v>
                </c:pt>
                <c:pt idx="1280">
                  <c:v>0.20499999999999999</c:v>
                </c:pt>
                <c:pt idx="1281">
                  <c:v>0.20499999999999999</c:v>
                </c:pt>
                <c:pt idx="1282">
                  <c:v>0.20499999999999999</c:v>
                </c:pt>
                <c:pt idx="1283">
                  <c:v>0.20499999999999999</c:v>
                </c:pt>
                <c:pt idx="1284">
                  <c:v>0.20499999999999999</c:v>
                </c:pt>
                <c:pt idx="1285">
                  <c:v>0.20499999999999999</c:v>
                </c:pt>
                <c:pt idx="1286">
                  <c:v>0.20499999999999999</c:v>
                </c:pt>
                <c:pt idx="1287">
                  <c:v>0.20499999999999999</c:v>
                </c:pt>
                <c:pt idx="1288">
                  <c:v>0.20499999999999999</c:v>
                </c:pt>
                <c:pt idx="1289">
                  <c:v>0.20499999999999999</c:v>
                </c:pt>
                <c:pt idx="1290">
                  <c:v>0.20499999999999999</c:v>
                </c:pt>
                <c:pt idx="1291">
                  <c:v>0.20499999999999999</c:v>
                </c:pt>
                <c:pt idx="1292">
                  <c:v>0.20499999999999999</c:v>
                </c:pt>
                <c:pt idx="1293">
                  <c:v>0.20499999999999999</c:v>
                </c:pt>
                <c:pt idx="1294">
                  <c:v>0.20499999999999999</c:v>
                </c:pt>
                <c:pt idx="1295">
                  <c:v>0.20499999999999999</c:v>
                </c:pt>
                <c:pt idx="1296">
                  <c:v>0.20499999999999999</c:v>
                </c:pt>
                <c:pt idx="1297">
                  <c:v>0.20499999999999999</c:v>
                </c:pt>
                <c:pt idx="1298">
                  <c:v>0.20499999999999999</c:v>
                </c:pt>
                <c:pt idx="1299">
                  <c:v>0.20499999999999999</c:v>
                </c:pt>
                <c:pt idx="1300">
                  <c:v>0.20499999999999999</c:v>
                </c:pt>
                <c:pt idx="1301">
                  <c:v>0.20499999999999999</c:v>
                </c:pt>
                <c:pt idx="1302">
                  <c:v>0.20499999999999999</c:v>
                </c:pt>
                <c:pt idx="1303">
                  <c:v>0.20499999999999999</c:v>
                </c:pt>
                <c:pt idx="1304">
                  <c:v>0.20499999999999999</c:v>
                </c:pt>
                <c:pt idx="1305">
                  <c:v>0.20499999999999999</c:v>
                </c:pt>
                <c:pt idx="1306">
                  <c:v>0.20499999999999999</c:v>
                </c:pt>
                <c:pt idx="1307">
                  <c:v>0.20499999999999999</c:v>
                </c:pt>
                <c:pt idx="1308">
                  <c:v>0.20499999999999999</c:v>
                </c:pt>
                <c:pt idx="1309">
                  <c:v>0.20499999999999999</c:v>
                </c:pt>
                <c:pt idx="1310">
                  <c:v>0.20499999999999999</c:v>
                </c:pt>
                <c:pt idx="1311">
                  <c:v>0.20499999999999999</c:v>
                </c:pt>
                <c:pt idx="1312">
                  <c:v>0.20499999999999999</c:v>
                </c:pt>
                <c:pt idx="1313">
                  <c:v>0.20499999999999999</c:v>
                </c:pt>
                <c:pt idx="1314">
                  <c:v>0.20499999999999999</c:v>
                </c:pt>
                <c:pt idx="1315">
                  <c:v>0.20499999999999999</c:v>
                </c:pt>
                <c:pt idx="1316">
                  <c:v>0.20499999999999999</c:v>
                </c:pt>
                <c:pt idx="1317">
                  <c:v>0.20499999999999999</c:v>
                </c:pt>
                <c:pt idx="1318">
                  <c:v>0.20499999999999999</c:v>
                </c:pt>
                <c:pt idx="1319">
                  <c:v>0.20499999999999999</c:v>
                </c:pt>
                <c:pt idx="1320">
                  <c:v>0.20499999999999999</c:v>
                </c:pt>
                <c:pt idx="1321">
                  <c:v>0.20499999999999999</c:v>
                </c:pt>
                <c:pt idx="1322">
                  <c:v>0.20499999999999999</c:v>
                </c:pt>
                <c:pt idx="1323">
                  <c:v>0.20499999999999999</c:v>
                </c:pt>
                <c:pt idx="1324">
                  <c:v>0.20499999999999999</c:v>
                </c:pt>
                <c:pt idx="1325">
                  <c:v>0.20499999999999999</c:v>
                </c:pt>
                <c:pt idx="1326">
                  <c:v>0.20499999999999999</c:v>
                </c:pt>
                <c:pt idx="1327">
                  <c:v>0.20499999999999999</c:v>
                </c:pt>
                <c:pt idx="1328">
                  <c:v>0.20499999999999999</c:v>
                </c:pt>
                <c:pt idx="1329">
                  <c:v>0.20499999999999999</c:v>
                </c:pt>
                <c:pt idx="1330">
                  <c:v>0.20499999999999999</c:v>
                </c:pt>
                <c:pt idx="1331">
                  <c:v>0.20499999999999999</c:v>
                </c:pt>
                <c:pt idx="1332">
                  <c:v>0.20499999999999999</c:v>
                </c:pt>
                <c:pt idx="1333">
                  <c:v>0.20499999999999999</c:v>
                </c:pt>
                <c:pt idx="1334">
                  <c:v>0.20499999999999999</c:v>
                </c:pt>
                <c:pt idx="1335">
                  <c:v>0.20499999999999999</c:v>
                </c:pt>
                <c:pt idx="1336">
                  <c:v>0.20499999999999999</c:v>
                </c:pt>
                <c:pt idx="1337">
                  <c:v>0.20499999999999999</c:v>
                </c:pt>
                <c:pt idx="1338">
                  <c:v>0.20499999999999999</c:v>
                </c:pt>
                <c:pt idx="1339">
                  <c:v>0.20499999999999999</c:v>
                </c:pt>
                <c:pt idx="1340">
                  <c:v>0.20499999999999999</c:v>
                </c:pt>
                <c:pt idx="1341">
                  <c:v>0.20499999999999999</c:v>
                </c:pt>
                <c:pt idx="1342">
                  <c:v>0.20499999999999999</c:v>
                </c:pt>
                <c:pt idx="1343">
                  <c:v>0.20499999999999999</c:v>
                </c:pt>
                <c:pt idx="1344">
                  <c:v>0.20499999999999999</c:v>
                </c:pt>
                <c:pt idx="1345">
                  <c:v>0.20499999999999999</c:v>
                </c:pt>
                <c:pt idx="1346">
                  <c:v>0.20499999999999999</c:v>
                </c:pt>
                <c:pt idx="1347">
                  <c:v>0.20499999999999999</c:v>
                </c:pt>
                <c:pt idx="1348">
                  <c:v>0.20499999999999999</c:v>
                </c:pt>
                <c:pt idx="1349">
                  <c:v>0.20499999999999999</c:v>
                </c:pt>
                <c:pt idx="1350">
                  <c:v>0.20499999999999999</c:v>
                </c:pt>
                <c:pt idx="1351">
                  <c:v>0.20499999999999999</c:v>
                </c:pt>
                <c:pt idx="1352">
                  <c:v>0.20499999999999999</c:v>
                </c:pt>
                <c:pt idx="1353">
                  <c:v>0.20499999999999999</c:v>
                </c:pt>
                <c:pt idx="1354">
                  <c:v>0.20499999999999999</c:v>
                </c:pt>
                <c:pt idx="1355">
                  <c:v>0.20499999999999999</c:v>
                </c:pt>
                <c:pt idx="1356">
                  <c:v>0.20499999999999999</c:v>
                </c:pt>
                <c:pt idx="1357">
                  <c:v>0.20499999999999999</c:v>
                </c:pt>
                <c:pt idx="1358">
                  <c:v>0.20499999999999999</c:v>
                </c:pt>
                <c:pt idx="1359">
                  <c:v>0.20499999999999999</c:v>
                </c:pt>
                <c:pt idx="1360">
                  <c:v>0.20499999999999999</c:v>
                </c:pt>
                <c:pt idx="1361">
                  <c:v>0.20499999999999999</c:v>
                </c:pt>
                <c:pt idx="1362">
                  <c:v>0.20499999999999999</c:v>
                </c:pt>
                <c:pt idx="1363">
                  <c:v>0.20499999999999999</c:v>
                </c:pt>
                <c:pt idx="1364">
                  <c:v>0.20499999999999999</c:v>
                </c:pt>
                <c:pt idx="1365">
                  <c:v>0.20499999999999999</c:v>
                </c:pt>
                <c:pt idx="1366">
                  <c:v>0.20499999999999999</c:v>
                </c:pt>
                <c:pt idx="1367">
                  <c:v>0.20499999999999999</c:v>
                </c:pt>
                <c:pt idx="1368">
                  <c:v>0.20499999999999999</c:v>
                </c:pt>
                <c:pt idx="1369">
                  <c:v>0.20499999999999999</c:v>
                </c:pt>
                <c:pt idx="1370">
                  <c:v>0.20499999999999999</c:v>
                </c:pt>
                <c:pt idx="1371">
                  <c:v>0.20499999999999999</c:v>
                </c:pt>
                <c:pt idx="1372">
                  <c:v>0.20499999999999999</c:v>
                </c:pt>
                <c:pt idx="1373">
                  <c:v>0.20499999999999999</c:v>
                </c:pt>
                <c:pt idx="1374">
                  <c:v>0.20499999999999999</c:v>
                </c:pt>
                <c:pt idx="1375">
                  <c:v>0.20499999999999999</c:v>
                </c:pt>
                <c:pt idx="1376">
                  <c:v>0.20499999999999999</c:v>
                </c:pt>
                <c:pt idx="1377">
                  <c:v>0.20499999999999999</c:v>
                </c:pt>
                <c:pt idx="1378">
                  <c:v>0.20499999999999999</c:v>
                </c:pt>
                <c:pt idx="1379">
                  <c:v>0.20499999999999999</c:v>
                </c:pt>
                <c:pt idx="1380">
                  <c:v>0.20499999999999999</c:v>
                </c:pt>
                <c:pt idx="1381">
                  <c:v>0.20499999999999999</c:v>
                </c:pt>
                <c:pt idx="1382">
                  <c:v>0.20499999999999999</c:v>
                </c:pt>
                <c:pt idx="1383">
                  <c:v>0.20499999999999999</c:v>
                </c:pt>
                <c:pt idx="1384">
                  <c:v>0.20499999999999999</c:v>
                </c:pt>
                <c:pt idx="1385">
                  <c:v>0.20499999999999999</c:v>
                </c:pt>
                <c:pt idx="1386">
                  <c:v>0.20499999999999999</c:v>
                </c:pt>
                <c:pt idx="1387">
                  <c:v>0.20499999999999999</c:v>
                </c:pt>
                <c:pt idx="1388">
                  <c:v>0.20499999999999999</c:v>
                </c:pt>
                <c:pt idx="1389">
                  <c:v>0.20499999999999999</c:v>
                </c:pt>
                <c:pt idx="1390">
                  <c:v>0.20499999999999999</c:v>
                </c:pt>
                <c:pt idx="1391">
                  <c:v>0.20499999999999999</c:v>
                </c:pt>
                <c:pt idx="1392">
                  <c:v>0.20499999999999999</c:v>
                </c:pt>
                <c:pt idx="1393">
                  <c:v>0.20499999999999999</c:v>
                </c:pt>
                <c:pt idx="1394">
                  <c:v>0.20499999999999999</c:v>
                </c:pt>
                <c:pt idx="1395">
                  <c:v>0.20499999999999999</c:v>
                </c:pt>
                <c:pt idx="1396">
                  <c:v>0.20499999999999999</c:v>
                </c:pt>
                <c:pt idx="1397">
                  <c:v>0.20499999999999999</c:v>
                </c:pt>
                <c:pt idx="1398">
                  <c:v>0.20499999999999999</c:v>
                </c:pt>
                <c:pt idx="1399">
                  <c:v>0.20499999999999999</c:v>
                </c:pt>
                <c:pt idx="1400">
                  <c:v>0.20499999999999999</c:v>
                </c:pt>
                <c:pt idx="1401">
                  <c:v>0.20499999999999999</c:v>
                </c:pt>
                <c:pt idx="1402">
                  <c:v>0.20499999999999999</c:v>
                </c:pt>
                <c:pt idx="1403">
                  <c:v>0.20499999999999999</c:v>
                </c:pt>
                <c:pt idx="1404">
                  <c:v>0.20499999999999999</c:v>
                </c:pt>
                <c:pt idx="1405">
                  <c:v>0.20499999999999999</c:v>
                </c:pt>
                <c:pt idx="1406">
                  <c:v>0.20499999999999999</c:v>
                </c:pt>
                <c:pt idx="1407">
                  <c:v>0.20499999999999999</c:v>
                </c:pt>
                <c:pt idx="1408">
                  <c:v>0.20499999999999999</c:v>
                </c:pt>
                <c:pt idx="1409">
                  <c:v>0.20499999999999999</c:v>
                </c:pt>
                <c:pt idx="1410">
                  <c:v>0.20499999999999999</c:v>
                </c:pt>
                <c:pt idx="1411">
                  <c:v>0.20499999999999999</c:v>
                </c:pt>
                <c:pt idx="1412">
                  <c:v>0.20499999999999999</c:v>
                </c:pt>
                <c:pt idx="1413">
                  <c:v>0.20499999999999999</c:v>
                </c:pt>
                <c:pt idx="1414">
                  <c:v>0.20499999999999999</c:v>
                </c:pt>
                <c:pt idx="1415">
                  <c:v>0.20499999999999999</c:v>
                </c:pt>
                <c:pt idx="1416">
                  <c:v>0.20499999999999999</c:v>
                </c:pt>
                <c:pt idx="1417">
                  <c:v>0.20499999999999999</c:v>
                </c:pt>
                <c:pt idx="1418">
                  <c:v>0.20499999999999999</c:v>
                </c:pt>
                <c:pt idx="1419">
                  <c:v>0.20499999999999999</c:v>
                </c:pt>
                <c:pt idx="1420">
                  <c:v>0.32769999999999999</c:v>
                </c:pt>
                <c:pt idx="1421">
                  <c:v>0.35499999999999998</c:v>
                </c:pt>
                <c:pt idx="1422">
                  <c:v>0.35499999999999998</c:v>
                </c:pt>
                <c:pt idx="1423">
                  <c:v>0.35499999999999998</c:v>
                </c:pt>
                <c:pt idx="1424">
                  <c:v>0.35499999999999998</c:v>
                </c:pt>
                <c:pt idx="1425">
                  <c:v>0.35499999999999998</c:v>
                </c:pt>
                <c:pt idx="1426">
                  <c:v>0.35499999999999998</c:v>
                </c:pt>
                <c:pt idx="1427">
                  <c:v>0.35499999999999998</c:v>
                </c:pt>
                <c:pt idx="1428">
                  <c:v>0.35499999999999998</c:v>
                </c:pt>
                <c:pt idx="1429">
                  <c:v>0.35499999999999998</c:v>
                </c:pt>
                <c:pt idx="1430">
                  <c:v>0.35499999999999998</c:v>
                </c:pt>
                <c:pt idx="1431">
                  <c:v>0.35499999999999998</c:v>
                </c:pt>
                <c:pt idx="1432">
                  <c:v>0.35499999999999998</c:v>
                </c:pt>
                <c:pt idx="1433">
                  <c:v>0.35499999999999998</c:v>
                </c:pt>
                <c:pt idx="1434">
                  <c:v>0.35499999999999998</c:v>
                </c:pt>
                <c:pt idx="1435">
                  <c:v>0.35499999999999998</c:v>
                </c:pt>
                <c:pt idx="1436">
                  <c:v>0.35499999999999998</c:v>
                </c:pt>
                <c:pt idx="1437">
                  <c:v>0.35499999999999998</c:v>
                </c:pt>
                <c:pt idx="1438">
                  <c:v>0.35499999999999998</c:v>
                </c:pt>
                <c:pt idx="1439">
                  <c:v>0.35499999999999998</c:v>
                </c:pt>
                <c:pt idx="1440">
                  <c:v>0.35499999999999998</c:v>
                </c:pt>
                <c:pt idx="1441">
                  <c:v>0.35499999999999998</c:v>
                </c:pt>
                <c:pt idx="1442">
                  <c:v>0.35499999999999998</c:v>
                </c:pt>
                <c:pt idx="1443">
                  <c:v>0.35499999999999998</c:v>
                </c:pt>
                <c:pt idx="1444">
                  <c:v>0.35499999999999998</c:v>
                </c:pt>
                <c:pt idx="1445">
                  <c:v>0.35499999999999998</c:v>
                </c:pt>
                <c:pt idx="1446">
                  <c:v>0.35499999999999998</c:v>
                </c:pt>
                <c:pt idx="1447">
                  <c:v>0.35499999999999998</c:v>
                </c:pt>
                <c:pt idx="1448">
                  <c:v>0.35499999999999998</c:v>
                </c:pt>
                <c:pt idx="1449">
                  <c:v>0.35499999999999998</c:v>
                </c:pt>
                <c:pt idx="1450">
                  <c:v>0.35499999999999998</c:v>
                </c:pt>
                <c:pt idx="1451">
                  <c:v>0.35499999999999998</c:v>
                </c:pt>
                <c:pt idx="1452">
                  <c:v>0.35499999999999998</c:v>
                </c:pt>
                <c:pt idx="1453">
                  <c:v>0.35499999999999998</c:v>
                </c:pt>
                <c:pt idx="1454">
                  <c:v>0.35499999999999998</c:v>
                </c:pt>
                <c:pt idx="1455">
                  <c:v>0.35499999999999998</c:v>
                </c:pt>
                <c:pt idx="1456">
                  <c:v>0.35499999999999998</c:v>
                </c:pt>
                <c:pt idx="1457">
                  <c:v>0.35499999999999998</c:v>
                </c:pt>
                <c:pt idx="1458">
                  <c:v>0.35499999999999998</c:v>
                </c:pt>
                <c:pt idx="1459">
                  <c:v>0.35499999999999998</c:v>
                </c:pt>
                <c:pt idx="1460">
                  <c:v>0.35499999999999998</c:v>
                </c:pt>
                <c:pt idx="1461">
                  <c:v>0.35499999999999998</c:v>
                </c:pt>
                <c:pt idx="1462">
                  <c:v>0.35499999999999998</c:v>
                </c:pt>
                <c:pt idx="1463">
                  <c:v>0.35499999999999998</c:v>
                </c:pt>
                <c:pt idx="1464">
                  <c:v>0.35499999999999998</c:v>
                </c:pt>
                <c:pt idx="1465">
                  <c:v>0.35499999999999998</c:v>
                </c:pt>
                <c:pt idx="1466">
                  <c:v>0.35499999999999998</c:v>
                </c:pt>
                <c:pt idx="1467">
                  <c:v>0.35499999999999998</c:v>
                </c:pt>
                <c:pt idx="1468">
                  <c:v>0.35499999999999998</c:v>
                </c:pt>
                <c:pt idx="1469">
                  <c:v>0.35499999999999998</c:v>
                </c:pt>
                <c:pt idx="1470">
                  <c:v>0.35499999999999998</c:v>
                </c:pt>
                <c:pt idx="1471">
                  <c:v>0.35499999999999998</c:v>
                </c:pt>
                <c:pt idx="1472">
                  <c:v>0.35499999999999998</c:v>
                </c:pt>
                <c:pt idx="1473">
                  <c:v>0.35499999999999998</c:v>
                </c:pt>
                <c:pt idx="1474">
                  <c:v>0.35499999999999998</c:v>
                </c:pt>
                <c:pt idx="1475">
                  <c:v>0.35499999999999998</c:v>
                </c:pt>
                <c:pt idx="1476">
                  <c:v>0.35499999999999998</c:v>
                </c:pt>
                <c:pt idx="1477">
                  <c:v>0.35499999999999998</c:v>
                </c:pt>
                <c:pt idx="1478">
                  <c:v>0.35499999999999998</c:v>
                </c:pt>
                <c:pt idx="1479">
                  <c:v>0.35499999999999998</c:v>
                </c:pt>
                <c:pt idx="1480">
                  <c:v>0.35499999999999998</c:v>
                </c:pt>
                <c:pt idx="1481">
                  <c:v>0.35499999999999998</c:v>
                </c:pt>
                <c:pt idx="1482">
                  <c:v>0.35499999999999998</c:v>
                </c:pt>
                <c:pt idx="1483">
                  <c:v>0.35499999999999998</c:v>
                </c:pt>
                <c:pt idx="1484">
                  <c:v>0.35499999999999998</c:v>
                </c:pt>
                <c:pt idx="1485">
                  <c:v>0.35499999999999998</c:v>
                </c:pt>
                <c:pt idx="1486">
                  <c:v>0.35499999999999998</c:v>
                </c:pt>
                <c:pt idx="1487">
                  <c:v>0.35499999999999998</c:v>
                </c:pt>
                <c:pt idx="1488">
                  <c:v>0.35499999999999998</c:v>
                </c:pt>
                <c:pt idx="1489">
                  <c:v>0.35499999999999998</c:v>
                </c:pt>
                <c:pt idx="1490">
                  <c:v>0.35499999999999998</c:v>
                </c:pt>
                <c:pt idx="1491">
                  <c:v>0.35499999999999998</c:v>
                </c:pt>
                <c:pt idx="1492">
                  <c:v>0.35499999999999998</c:v>
                </c:pt>
                <c:pt idx="1493">
                  <c:v>0.35499999999999998</c:v>
                </c:pt>
                <c:pt idx="1494">
                  <c:v>0.35499999999999998</c:v>
                </c:pt>
                <c:pt idx="1495">
                  <c:v>0.35499999999999998</c:v>
                </c:pt>
                <c:pt idx="1496">
                  <c:v>0.35499999999999998</c:v>
                </c:pt>
                <c:pt idx="1497">
                  <c:v>0.35499999999999998</c:v>
                </c:pt>
                <c:pt idx="1498">
                  <c:v>0.35499999999999998</c:v>
                </c:pt>
                <c:pt idx="1499">
                  <c:v>0.35499999999999998</c:v>
                </c:pt>
                <c:pt idx="1500">
                  <c:v>0.35499999999999998</c:v>
                </c:pt>
                <c:pt idx="1501">
                  <c:v>0.35499999999999998</c:v>
                </c:pt>
                <c:pt idx="1502">
                  <c:v>0.35499999999999998</c:v>
                </c:pt>
                <c:pt idx="1503">
                  <c:v>0.35499999999999998</c:v>
                </c:pt>
                <c:pt idx="1504">
                  <c:v>0.35499999999999998</c:v>
                </c:pt>
                <c:pt idx="1505">
                  <c:v>0.35499999999999998</c:v>
                </c:pt>
                <c:pt idx="1506">
                  <c:v>0.35499999999999998</c:v>
                </c:pt>
                <c:pt idx="1507">
                  <c:v>0.35499999999999998</c:v>
                </c:pt>
                <c:pt idx="1508">
                  <c:v>0.35499999999999998</c:v>
                </c:pt>
                <c:pt idx="1509">
                  <c:v>0.35499999999999998</c:v>
                </c:pt>
                <c:pt idx="1510">
                  <c:v>0.35499999999999998</c:v>
                </c:pt>
                <c:pt idx="1511">
                  <c:v>0.35499999999999998</c:v>
                </c:pt>
                <c:pt idx="1512">
                  <c:v>0.35499999999999998</c:v>
                </c:pt>
                <c:pt idx="1513">
                  <c:v>0.35499999999999998</c:v>
                </c:pt>
                <c:pt idx="1514">
                  <c:v>0.35499999999999998</c:v>
                </c:pt>
                <c:pt idx="1515">
                  <c:v>0.35499999999999998</c:v>
                </c:pt>
                <c:pt idx="1516">
                  <c:v>0.35499999999999998</c:v>
                </c:pt>
                <c:pt idx="1517">
                  <c:v>0.35499999999999998</c:v>
                </c:pt>
                <c:pt idx="1518">
                  <c:v>0.35499999999999998</c:v>
                </c:pt>
                <c:pt idx="1519">
                  <c:v>0.35499999999999998</c:v>
                </c:pt>
                <c:pt idx="1520">
                  <c:v>0.35499999999999998</c:v>
                </c:pt>
                <c:pt idx="1521">
                  <c:v>0.35499999999999998</c:v>
                </c:pt>
                <c:pt idx="1522">
                  <c:v>0.35499999999999998</c:v>
                </c:pt>
                <c:pt idx="1523">
                  <c:v>0.35499999999999998</c:v>
                </c:pt>
                <c:pt idx="1524">
                  <c:v>0.35499999999999998</c:v>
                </c:pt>
                <c:pt idx="1525">
                  <c:v>0.35499999999999998</c:v>
                </c:pt>
                <c:pt idx="1526">
                  <c:v>0.35499999999999998</c:v>
                </c:pt>
                <c:pt idx="1527">
                  <c:v>0.35499999999999998</c:v>
                </c:pt>
                <c:pt idx="1528">
                  <c:v>0.35499999999999998</c:v>
                </c:pt>
                <c:pt idx="1529">
                  <c:v>0.35499999999999998</c:v>
                </c:pt>
                <c:pt idx="1530">
                  <c:v>0.35499999999999998</c:v>
                </c:pt>
                <c:pt idx="1531">
                  <c:v>0.35499999999999998</c:v>
                </c:pt>
                <c:pt idx="1532">
                  <c:v>0.35499999999999998</c:v>
                </c:pt>
                <c:pt idx="1533">
                  <c:v>0.35499999999999998</c:v>
                </c:pt>
                <c:pt idx="1534">
                  <c:v>0.35499999999999998</c:v>
                </c:pt>
                <c:pt idx="1535">
                  <c:v>0.35499999999999998</c:v>
                </c:pt>
                <c:pt idx="1536">
                  <c:v>0.35499999999999998</c:v>
                </c:pt>
                <c:pt idx="1537">
                  <c:v>0.35499999999999998</c:v>
                </c:pt>
                <c:pt idx="1538">
                  <c:v>0.35499999999999998</c:v>
                </c:pt>
                <c:pt idx="1539">
                  <c:v>0.35499999999999998</c:v>
                </c:pt>
                <c:pt idx="1540">
                  <c:v>0.35499999999999998</c:v>
                </c:pt>
                <c:pt idx="1541">
                  <c:v>0.35499999999999998</c:v>
                </c:pt>
                <c:pt idx="1542">
                  <c:v>0.35499999999999998</c:v>
                </c:pt>
                <c:pt idx="1543">
                  <c:v>0.35499999999999998</c:v>
                </c:pt>
                <c:pt idx="1544">
                  <c:v>0.35499999999999998</c:v>
                </c:pt>
                <c:pt idx="1545">
                  <c:v>0.35499999999999998</c:v>
                </c:pt>
                <c:pt idx="1546">
                  <c:v>0.35499999999999998</c:v>
                </c:pt>
                <c:pt idx="1547">
                  <c:v>0.35499999999999998</c:v>
                </c:pt>
                <c:pt idx="1548">
                  <c:v>0.35499999999999998</c:v>
                </c:pt>
                <c:pt idx="1549">
                  <c:v>0.35499999999999998</c:v>
                </c:pt>
                <c:pt idx="1550">
                  <c:v>0.35499999999999998</c:v>
                </c:pt>
                <c:pt idx="1551">
                  <c:v>0.35499999999999998</c:v>
                </c:pt>
                <c:pt idx="1552">
                  <c:v>0.35499999999999998</c:v>
                </c:pt>
                <c:pt idx="1553">
                  <c:v>0.35499999999999998</c:v>
                </c:pt>
                <c:pt idx="1554">
                  <c:v>0.35499999999999998</c:v>
                </c:pt>
                <c:pt idx="1555">
                  <c:v>0.35499999999999998</c:v>
                </c:pt>
                <c:pt idx="1556">
                  <c:v>0.35499999999999998</c:v>
                </c:pt>
                <c:pt idx="1557">
                  <c:v>0.35499999999999998</c:v>
                </c:pt>
                <c:pt idx="1558">
                  <c:v>0.35499999999999998</c:v>
                </c:pt>
                <c:pt idx="1559">
                  <c:v>0.35499999999999998</c:v>
                </c:pt>
                <c:pt idx="1560">
                  <c:v>0.35499999999999998</c:v>
                </c:pt>
                <c:pt idx="1561">
                  <c:v>0.35499999999999998</c:v>
                </c:pt>
                <c:pt idx="1562">
                  <c:v>0.35499999999999998</c:v>
                </c:pt>
                <c:pt idx="1563">
                  <c:v>0.35499999999999998</c:v>
                </c:pt>
                <c:pt idx="1564">
                  <c:v>0.35499999999999998</c:v>
                </c:pt>
                <c:pt idx="1565">
                  <c:v>0.35499999999999998</c:v>
                </c:pt>
                <c:pt idx="1566">
                  <c:v>0.35499999999999998</c:v>
                </c:pt>
                <c:pt idx="1567">
                  <c:v>0.35499999999999998</c:v>
                </c:pt>
                <c:pt idx="1568">
                  <c:v>0.35499999999999998</c:v>
                </c:pt>
                <c:pt idx="1569">
                  <c:v>0.35499999999999998</c:v>
                </c:pt>
                <c:pt idx="1570">
                  <c:v>0.35499999999999998</c:v>
                </c:pt>
                <c:pt idx="1571">
                  <c:v>0.35499999999999998</c:v>
                </c:pt>
                <c:pt idx="1572">
                  <c:v>0.35499999999999998</c:v>
                </c:pt>
                <c:pt idx="1573">
                  <c:v>0.35499999999999998</c:v>
                </c:pt>
                <c:pt idx="1574">
                  <c:v>0.35499999999999998</c:v>
                </c:pt>
                <c:pt idx="1575">
                  <c:v>0.35499999999999998</c:v>
                </c:pt>
                <c:pt idx="1576">
                  <c:v>0.35499999999999998</c:v>
                </c:pt>
                <c:pt idx="1577">
                  <c:v>0.35499999999999998</c:v>
                </c:pt>
                <c:pt idx="1578">
                  <c:v>0.35499999999999998</c:v>
                </c:pt>
                <c:pt idx="1579">
                  <c:v>0.35499999999999998</c:v>
                </c:pt>
                <c:pt idx="1580">
                  <c:v>0.35499999999999998</c:v>
                </c:pt>
                <c:pt idx="1581">
                  <c:v>0.35499999999999998</c:v>
                </c:pt>
                <c:pt idx="1582">
                  <c:v>0.35499999999999998</c:v>
                </c:pt>
                <c:pt idx="1583">
                  <c:v>0.35499999999999998</c:v>
                </c:pt>
                <c:pt idx="1584">
                  <c:v>0.35499999999999998</c:v>
                </c:pt>
                <c:pt idx="1585">
                  <c:v>0.35499999999999998</c:v>
                </c:pt>
                <c:pt idx="1586">
                  <c:v>0.35499999999999998</c:v>
                </c:pt>
                <c:pt idx="1587">
                  <c:v>0.35499999999999998</c:v>
                </c:pt>
                <c:pt idx="1588">
                  <c:v>0.35499999999999998</c:v>
                </c:pt>
                <c:pt idx="1589">
                  <c:v>0.35499999999999998</c:v>
                </c:pt>
                <c:pt idx="1590">
                  <c:v>0.35499999999999998</c:v>
                </c:pt>
                <c:pt idx="1591">
                  <c:v>0.35499999999999998</c:v>
                </c:pt>
                <c:pt idx="1592">
                  <c:v>0.35499999999999998</c:v>
                </c:pt>
                <c:pt idx="1593">
                  <c:v>0.35499999999999998</c:v>
                </c:pt>
                <c:pt idx="1594">
                  <c:v>0.35499999999999998</c:v>
                </c:pt>
                <c:pt idx="1595">
                  <c:v>0.35499999999999998</c:v>
                </c:pt>
                <c:pt idx="1596">
                  <c:v>0.35499999999999998</c:v>
                </c:pt>
                <c:pt idx="1597">
                  <c:v>0.35499999999999998</c:v>
                </c:pt>
                <c:pt idx="1598">
                  <c:v>0.35499999999999998</c:v>
                </c:pt>
                <c:pt idx="1599">
                  <c:v>0.35499999999999998</c:v>
                </c:pt>
                <c:pt idx="1600">
                  <c:v>0.35499999999999998</c:v>
                </c:pt>
                <c:pt idx="1601">
                  <c:v>0.35499999999999998</c:v>
                </c:pt>
                <c:pt idx="1602">
                  <c:v>0.35499999999999998</c:v>
                </c:pt>
                <c:pt idx="1603">
                  <c:v>0.35499999999999998</c:v>
                </c:pt>
                <c:pt idx="1604">
                  <c:v>0.35499999999999998</c:v>
                </c:pt>
                <c:pt idx="1605">
                  <c:v>0.35499999999999998</c:v>
                </c:pt>
                <c:pt idx="1606">
                  <c:v>0.35499999999999998</c:v>
                </c:pt>
                <c:pt idx="1607">
                  <c:v>0.35499999999999998</c:v>
                </c:pt>
                <c:pt idx="1608">
                  <c:v>0.35499999999999998</c:v>
                </c:pt>
                <c:pt idx="1609">
                  <c:v>0.35499999999999998</c:v>
                </c:pt>
                <c:pt idx="1610">
                  <c:v>0.35499999999999998</c:v>
                </c:pt>
                <c:pt idx="1611">
                  <c:v>0.35499999999999998</c:v>
                </c:pt>
                <c:pt idx="1612">
                  <c:v>0.35499999999999998</c:v>
                </c:pt>
                <c:pt idx="1613">
                  <c:v>0.35499999999999998</c:v>
                </c:pt>
                <c:pt idx="1614">
                  <c:v>0.35499999999999998</c:v>
                </c:pt>
                <c:pt idx="1615">
                  <c:v>0.35499999999999998</c:v>
                </c:pt>
                <c:pt idx="1616">
                  <c:v>0.35499999999999998</c:v>
                </c:pt>
                <c:pt idx="1617">
                  <c:v>0.35499999999999998</c:v>
                </c:pt>
                <c:pt idx="1618">
                  <c:v>0.35499999999999998</c:v>
                </c:pt>
                <c:pt idx="1619">
                  <c:v>0.35499999999999998</c:v>
                </c:pt>
                <c:pt idx="1620">
                  <c:v>0.35499999999999998</c:v>
                </c:pt>
                <c:pt idx="1621">
                  <c:v>0.35499999999999998</c:v>
                </c:pt>
                <c:pt idx="1622">
                  <c:v>0.35499999999999998</c:v>
                </c:pt>
                <c:pt idx="1623">
                  <c:v>0.35499999999999998</c:v>
                </c:pt>
                <c:pt idx="1624">
                  <c:v>0.35499999999999998</c:v>
                </c:pt>
                <c:pt idx="1625">
                  <c:v>0.35499999999999998</c:v>
                </c:pt>
                <c:pt idx="1626">
                  <c:v>0.35499999999999998</c:v>
                </c:pt>
                <c:pt idx="1627">
                  <c:v>0.35499999999999998</c:v>
                </c:pt>
                <c:pt idx="1628">
                  <c:v>0.35499999999999998</c:v>
                </c:pt>
                <c:pt idx="1629">
                  <c:v>0.35499999999999998</c:v>
                </c:pt>
                <c:pt idx="1630">
                  <c:v>0.35499999999999998</c:v>
                </c:pt>
                <c:pt idx="1631">
                  <c:v>0.35499999999999998</c:v>
                </c:pt>
                <c:pt idx="1632">
                  <c:v>0.35499999999999998</c:v>
                </c:pt>
                <c:pt idx="1633">
                  <c:v>0.35499999999999998</c:v>
                </c:pt>
                <c:pt idx="1634">
                  <c:v>0.35499999999999998</c:v>
                </c:pt>
                <c:pt idx="1635">
                  <c:v>0.35499999999999998</c:v>
                </c:pt>
                <c:pt idx="1636">
                  <c:v>0.35499999999999998</c:v>
                </c:pt>
                <c:pt idx="1637">
                  <c:v>0.35499999999999998</c:v>
                </c:pt>
                <c:pt idx="1638">
                  <c:v>0.35499999999999998</c:v>
                </c:pt>
                <c:pt idx="1639">
                  <c:v>0.35499999999999998</c:v>
                </c:pt>
                <c:pt idx="1640">
                  <c:v>0.35499999999999998</c:v>
                </c:pt>
                <c:pt idx="1641">
                  <c:v>0.35499999999999998</c:v>
                </c:pt>
                <c:pt idx="1642">
                  <c:v>0.35499999999999998</c:v>
                </c:pt>
                <c:pt idx="1643">
                  <c:v>0.35499999999999998</c:v>
                </c:pt>
                <c:pt idx="1644">
                  <c:v>0.35499999999999998</c:v>
                </c:pt>
                <c:pt idx="1645">
                  <c:v>0.35499999999999998</c:v>
                </c:pt>
                <c:pt idx="1646">
                  <c:v>0.35499999999999998</c:v>
                </c:pt>
                <c:pt idx="1647">
                  <c:v>0.35499999999999998</c:v>
                </c:pt>
                <c:pt idx="1648">
                  <c:v>0.35499999999999998</c:v>
                </c:pt>
                <c:pt idx="1649">
                  <c:v>0.35499999999999998</c:v>
                </c:pt>
                <c:pt idx="1650">
                  <c:v>0.35499999999999998</c:v>
                </c:pt>
                <c:pt idx="1651">
                  <c:v>0.35499999999999998</c:v>
                </c:pt>
                <c:pt idx="1652">
                  <c:v>0.35499999999999998</c:v>
                </c:pt>
                <c:pt idx="1653">
                  <c:v>0.35499999999999998</c:v>
                </c:pt>
                <c:pt idx="1654">
                  <c:v>0.35499999999999998</c:v>
                </c:pt>
                <c:pt idx="1655">
                  <c:v>0.35499999999999998</c:v>
                </c:pt>
                <c:pt idx="1656">
                  <c:v>0.35499999999999998</c:v>
                </c:pt>
                <c:pt idx="1657">
                  <c:v>0.35499999999999998</c:v>
                </c:pt>
                <c:pt idx="1658">
                  <c:v>0.35499999999999998</c:v>
                </c:pt>
                <c:pt idx="1659">
                  <c:v>0.35499999999999998</c:v>
                </c:pt>
                <c:pt idx="1660">
                  <c:v>0.35499999999999998</c:v>
                </c:pt>
                <c:pt idx="1661">
                  <c:v>0.35499999999999998</c:v>
                </c:pt>
                <c:pt idx="1662">
                  <c:v>0.35499999999999998</c:v>
                </c:pt>
                <c:pt idx="1663">
                  <c:v>0.35499999999999998</c:v>
                </c:pt>
                <c:pt idx="1664">
                  <c:v>0.35499999999999998</c:v>
                </c:pt>
                <c:pt idx="1665">
                  <c:v>0.35499999999999998</c:v>
                </c:pt>
                <c:pt idx="1666">
                  <c:v>0.35499999999999998</c:v>
                </c:pt>
                <c:pt idx="1667">
                  <c:v>0.35499999999999998</c:v>
                </c:pt>
                <c:pt idx="1668">
                  <c:v>0.35499999999999998</c:v>
                </c:pt>
                <c:pt idx="1669">
                  <c:v>0.35499999999999998</c:v>
                </c:pt>
                <c:pt idx="1670">
                  <c:v>0.35499999999999998</c:v>
                </c:pt>
                <c:pt idx="1671">
                  <c:v>0.35499999999999998</c:v>
                </c:pt>
                <c:pt idx="1672">
                  <c:v>0.35499999999999998</c:v>
                </c:pt>
                <c:pt idx="1673">
                  <c:v>0.35499999999999998</c:v>
                </c:pt>
                <c:pt idx="1674">
                  <c:v>0.35499999999999998</c:v>
                </c:pt>
                <c:pt idx="1675">
                  <c:v>0.35499999999999998</c:v>
                </c:pt>
                <c:pt idx="1676">
                  <c:v>0.35499999999999998</c:v>
                </c:pt>
                <c:pt idx="1677">
                  <c:v>0.35499999999999998</c:v>
                </c:pt>
                <c:pt idx="1678">
                  <c:v>0.35499999999999998</c:v>
                </c:pt>
                <c:pt idx="1679">
                  <c:v>0.35499999999999998</c:v>
                </c:pt>
                <c:pt idx="1680">
                  <c:v>0.35499999999999998</c:v>
                </c:pt>
                <c:pt idx="1681">
                  <c:v>0.35499999999999998</c:v>
                </c:pt>
                <c:pt idx="1682">
                  <c:v>0.35499999999999998</c:v>
                </c:pt>
                <c:pt idx="1683">
                  <c:v>0.35499999999999998</c:v>
                </c:pt>
                <c:pt idx="1684">
                  <c:v>0.35499999999999998</c:v>
                </c:pt>
                <c:pt idx="1685">
                  <c:v>0.35499999999999998</c:v>
                </c:pt>
                <c:pt idx="1686">
                  <c:v>0.35499999999999998</c:v>
                </c:pt>
                <c:pt idx="1687">
                  <c:v>0.35499999999999998</c:v>
                </c:pt>
                <c:pt idx="1688">
                  <c:v>0.35499999999999998</c:v>
                </c:pt>
                <c:pt idx="1689">
                  <c:v>0.35499999999999998</c:v>
                </c:pt>
                <c:pt idx="1690">
                  <c:v>0.35499999999999998</c:v>
                </c:pt>
                <c:pt idx="1691">
                  <c:v>0.35499999999999998</c:v>
                </c:pt>
                <c:pt idx="1692">
                  <c:v>0.35499999999999998</c:v>
                </c:pt>
                <c:pt idx="1693">
                  <c:v>0.35499999999999998</c:v>
                </c:pt>
                <c:pt idx="1694">
                  <c:v>0.35499999999999998</c:v>
                </c:pt>
                <c:pt idx="1695">
                  <c:v>0.35499999999999998</c:v>
                </c:pt>
                <c:pt idx="1696">
                  <c:v>0.35499999999999998</c:v>
                </c:pt>
                <c:pt idx="1697">
                  <c:v>0.35499999999999998</c:v>
                </c:pt>
                <c:pt idx="1698">
                  <c:v>0.35499999999999998</c:v>
                </c:pt>
                <c:pt idx="1699">
                  <c:v>0.35499999999999998</c:v>
                </c:pt>
                <c:pt idx="1700">
                  <c:v>0.35499999999999998</c:v>
                </c:pt>
                <c:pt idx="1701">
                  <c:v>0.35499999999999998</c:v>
                </c:pt>
                <c:pt idx="1702">
                  <c:v>0.35499999999999998</c:v>
                </c:pt>
                <c:pt idx="1703">
                  <c:v>0.35499999999999998</c:v>
                </c:pt>
                <c:pt idx="1704">
                  <c:v>0.35499999999999998</c:v>
                </c:pt>
                <c:pt idx="1705">
                  <c:v>0.35499999999999998</c:v>
                </c:pt>
                <c:pt idx="1706">
                  <c:v>0.35499999999999998</c:v>
                </c:pt>
                <c:pt idx="1707">
                  <c:v>0.35499999999999998</c:v>
                </c:pt>
                <c:pt idx="1708">
                  <c:v>0.35499999999999998</c:v>
                </c:pt>
                <c:pt idx="1709">
                  <c:v>0.35499999999999998</c:v>
                </c:pt>
                <c:pt idx="1710">
                  <c:v>0.35499999999999998</c:v>
                </c:pt>
                <c:pt idx="1711">
                  <c:v>0.35499999999999998</c:v>
                </c:pt>
                <c:pt idx="1712">
                  <c:v>0.35499999999999998</c:v>
                </c:pt>
                <c:pt idx="1713">
                  <c:v>0.35499999999999998</c:v>
                </c:pt>
                <c:pt idx="1714">
                  <c:v>0.35499999999999998</c:v>
                </c:pt>
                <c:pt idx="1715">
                  <c:v>0.35499999999999998</c:v>
                </c:pt>
                <c:pt idx="1716">
                  <c:v>0.35499999999999998</c:v>
                </c:pt>
                <c:pt idx="1717">
                  <c:v>0.35499999999999998</c:v>
                </c:pt>
                <c:pt idx="1718">
                  <c:v>0.35499999999999998</c:v>
                </c:pt>
                <c:pt idx="1719">
                  <c:v>0.35499999999999998</c:v>
                </c:pt>
                <c:pt idx="1720">
                  <c:v>0.35499999999999998</c:v>
                </c:pt>
                <c:pt idx="1721">
                  <c:v>0.35499999999999998</c:v>
                </c:pt>
                <c:pt idx="1722">
                  <c:v>0.35499999999999998</c:v>
                </c:pt>
                <c:pt idx="1723">
                  <c:v>0.35499999999999998</c:v>
                </c:pt>
                <c:pt idx="1724">
                  <c:v>0.35499999999999998</c:v>
                </c:pt>
                <c:pt idx="1725">
                  <c:v>0.35499999999999998</c:v>
                </c:pt>
                <c:pt idx="1726">
                  <c:v>0.35499999999999998</c:v>
                </c:pt>
                <c:pt idx="1727">
                  <c:v>0.35499999999999998</c:v>
                </c:pt>
                <c:pt idx="1728">
                  <c:v>0.35499999999999998</c:v>
                </c:pt>
                <c:pt idx="1729">
                  <c:v>0.35499999999999998</c:v>
                </c:pt>
                <c:pt idx="1730">
                  <c:v>0.35499999999999998</c:v>
                </c:pt>
                <c:pt idx="1731">
                  <c:v>0.35499999999999998</c:v>
                </c:pt>
                <c:pt idx="1732">
                  <c:v>0.35499999999999998</c:v>
                </c:pt>
                <c:pt idx="1733">
                  <c:v>0.35499999999999998</c:v>
                </c:pt>
                <c:pt idx="1734">
                  <c:v>0.35499999999999998</c:v>
                </c:pt>
                <c:pt idx="1735">
                  <c:v>0.35499999999999998</c:v>
                </c:pt>
                <c:pt idx="1736">
                  <c:v>0.35499999999999998</c:v>
                </c:pt>
                <c:pt idx="1737">
                  <c:v>0.35499999999999998</c:v>
                </c:pt>
                <c:pt idx="1738">
                  <c:v>0.35499999999999998</c:v>
                </c:pt>
                <c:pt idx="1739">
                  <c:v>0.35499999999999998</c:v>
                </c:pt>
                <c:pt idx="1740">
                  <c:v>0.35499999999999998</c:v>
                </c:pt>
                <c:pt idx="1741">
                  <c:v>0.35499999999999998</c:v>
                </c:pt>
                <c:pt idx="1742">
                  <c:v>0.35499999999999998</c:v>
                </c:pt>
                <c:pt idx="1743">
                  <c:v>0.35499999999999998</c:v>
                </c:pt>
                <c:pt idx="1744">
                  <c:v>0.35499999999999998</c:v>
                </c:pt>
                <c:pt idx="1745">
                  <c:v>0.35499999999999998</c:v>
                </c:pt>
                <c:pt idx="1746">
                  <c:v>0.35499999999999998</c:v>
                </c:pt>
                <c:pt idx="1747">
                  <c:v>0.35499999999999998</c:v>
                </c:pt>
                <c:pt idx="1748">
                  <c:v>0.35499999999999998</c:v>
                </c:pt>
                <c:pt idx="1749">
                  <c:v>0.35499999999999998</c:v>
                </c:pt>
                <c:pt idx="1750">
                  <c:v>0.35499999999999998</c:v>
                </c:pt>
                <c:pt idx="1751">
                  <c:v>0.35499999999999998</c:v>
                </c:pt>
                <c:pt idx="1752">
                  <c:v>0.35499999999999998</c:v>
                </c:pt>
                <c:pt idx="1753">
                  <c:v>0.35499999999999998</c:v>
                </c:pt>
                <c:pt idx="1754">
                  <c:v>0.35499999999999998</c:v>
                </c:pt>
                <c:pt idx="1755">
                  <c:v>0.35499999999999998</c:v>
                </c:pt>
                <c:pt idx="1756">
                  <c:v>0.35499999999999998</c:v>
                </c:pt>
                <c:pt idx="1757">
                  <c:v>0.35499999999999998</c:v>
                </c:pt>
                <c:pt idx="1758">
                  <c:v>0.35499999999999998</c:v>
                </c:pt>
                <c:pt idx="1759">
                  <c:v>0.35499999999999998</c:v>
                </c:pt>
                <c:pt idx="1760">
                  <c:v>0.35499999999999998</c:v>
                </c:pt>
                <c:pt idx="1761">
                  <c:v>0.35499999999999998</c:v>
                </c:pt>
                <c:pt idx="1762">
                  <c:v>0.35499999999999998</c:v>
                </c:pt>
                <c:pt idx="1763">
                  <c:v>0.35499999999999998</c:v>
                </c:pt>
                <c:pt idx="1764">
                  <c:v>0.35499999999999998</c:v>
                </c:pt>
                <c:pt idx="1765">
                  <c:v>0.35499999999999998</c:v>
                </c:pt>
                <c:pt idx="1766">
                  <c:v>0.35499999999999998</c:v>
                </c:pt>
                <c:pt idx="1767">
                  <c:v>0.35499999999999998</c:v>
                </c:pt>
                <c:pt idx="1768">
                  <c:v>0.35499999999999998</c:v>
                </c:pt>
                <c:pt idx="1769">
                  <c:v>0.35499999999999998</c:v>
                </c:pt>
                <c:pt idx="1770">
                  <c:v>0.35499999999999998</c:v>
                </c:pt>
                <c:pt idx="1771">
                  <c:v>0.35499999999999998</c:v>
                </c:pt>
                <c:pt idx="1772">
                  <c:v>0.35499999999999998</c:v>
                </c:pt>
                <c:pt idx="1773">
                  <c:v>0.35499999999999998</c:v>
                </c:pt>
                <c:pt idx="1774">
                  <c:v>0.35499999999999998</c:v>
                </c:pt>
                <c:pt idx="1775">
                  <c:v>0.35499999999999998</c:v>
                </c:pt>
                <c:pt idx="1776">
                  <c:v>0.35499999999999998</c:v>
                </c:pt>
                <c:pt idx="1777">
                  <c:v>0.35499999999999998</c:v>
                </c:pt>
                <c:pt idx="1778">
                  <c:v>0.35499999999999998</c:v>
                </c:pt>
                <c:pt idx="1779">
                  <c:v>0.35499999999999998</c:v>
                </c:pt>
                <c:pt idx="1780">
                  <c:v>0.35499999999999998</c:v>
                </c:pt>
                <c:pt idx="1781">
                  <c:v>0.35499999999999998</c:v>
                </c:pt>
                <c:pt idx="1782">
                  <c:v>0.35499999999999998</c:v>
                </c:pt>
                <c:pt idx="1783">
                  <c:v>0.35499999999999998</c:v>
                </c:pt>
                <c:pt idx="1784">
                  <c:v>0.35499999999999998</c:v>
                </c:pt>
                <c:pt idx="1785">
                  <c:v>0.35499999999999998</c:v>
                </c:pt>
                <c:pt idx="1786">
                  <c:v>0.35499999999999998</c:v>
                </c:pt>
                <c:pt idx="1787">
                  <c:v>0.35499999999999998</c:v>
                </c:pt>
                <c:pt idx="1788">
                  <c:v>0.35499999999999998</c:v>
                </c:pt>
                <c:pt idx="1789">
                  <c:v>0.35499999999999998</c:v>
                </c:pt>
                <c:pt idx="1790">
                  <c:v>0.35499999999999998</c:v>
                </c:pt>
                <c:pt idx="1791">
                  <c:v>0.35499999999999998</c:v>
                </c:pt>
                <c:pt idx="1792">
                  <c:v>0.35499999999999998</c:v>
                </c:pt>
                <c:pt idx="1793">
                  <c:v>0.35499999999999998</c:v>
                </c:pt>
                <c:pt idx="1794">
                  <c:v>0.35499999999999998</c:v>
                </c:pt>
                <c:pt idx="1795">
                  <c:v>0.35499999999999998</c:v>
                </c:pt>
                <c:pt idx="1796">
                  <c:v>0.35499999999999998</c:v>
                </c:pt>
                <c:pt idx="1797">
                  <c:v>0.35499999999999998</c:v>
                </c:pt>
                <c:pt idx="1798">
                  <c:v>0.35499999999999998</c:v>
                </c:pt>
                <c:pt idx="1799">
                  <c:v>0.35499999999999998</c:v>
                </c:pt>
                <c:pt idx="1800">
                  <c:v>0.35499999999999998</c:v>
                </c:pt>
                <c:pt idx="1801">
                  <c:v>0.35499999999999998</c:v>
                </c:pt>
                <c:pt idx="1802">
                  <c:v>0.35499999999999998</c:v>
                </c:pt>
                <c:pt idx="1803">
                  <c:v>0.35499999999999998</c:v>
                </c:pt>
                <c:pt idx="1804">
                  <c:v>0.35499999999999998</c:v>
                </c:pt>
                <c:pt idx="1805">
                  <c:v>0.35499999999999998</c:v>
                </c:pt>
                <c:pt idx="1806">
                  <c:v>0.35499999999999998</c:v>
                </c:pt>
                <c:pt idx="1807">
                  <c:v>0.35499999999999998</c:v>
                </c:pt>
                <c:pt idx="1808">
                  <c:v>0.35499999999999998</c:v>
                </c:pt>
                <c:pt idx="1809">
                  <c:v>0.35499999999999998</c:v>
                </c:pt>
                <c:pt idx="1810">
                  <c:v>0.35499999999999998</c:v>
                </c:pt>
                <c:pt idx="1811">
                  <c:v>0.35499999999999998</c:v>
                </c:pt>
                <c:pt idx="1812">
                  <c:v>0.35499999999999998</c:v>
                </c:pt>
                <c:pt idx="1813">
                  <c:v>0.35499999999999998</c:v>
                </c:pt>
                <c:pt idx="1814">
                  <c:v>0.35499999999999998</c:v>
                </c:pt>
                <c:pt idx="1815">
                  <c:v>0.35499999999999998</c:v>
                </c:pt>
                <c:pt idx="1816">
                  <c:v>0.35499999999999998</c:v>
                </c:pt>
                <c:pt idx="1817">
                  <c:v>0.35499999999999998</c:v>
                </c:pt>
                <c:pt idx="1818">
                  <c:v>0.35499999999999998</c:v>
                </c:pt>
                <c:pt idx="1819">
                  <c:v>0.35499999999999998</c:v>
                </c:pt>
                <c:pt idx="1820">
                  <c:v>0.35499999999999998</c:v>
                </c:pt>
                <c:pt idx="1821">
                  <c:v>0.35499999999999998</c:v>
                </c:pt>
                <c:pt idx="1822">
                  <c:v>0.35499999999999998</c:v>
                </c:pt>
                <c:pt idx="1823">
                  <c:v>0.35499999999999998</c:v>
                </c:pt>
                <c:pt idx="1824">
                  <c:v>0.35499999999999998</c:v>
                </c:pt>
                <c:pt idx="1825">
                  <c:v>0.35499999999999998</c:v>
                </c:pt>
                <c:pt idx="1826">
                  <c:v>0.35499999999999998</c:v>
                </c:pt>
                <c:pt idx="1827">
                  <c:v>0.35499999999999998</c:v>
                </c:pt>
                <c:pt idx="1828">
                  <c:v>0.35499999999999998</c:v>
                </c:pt>
                <c:pt idx="1829">
                  <c:v>0.35499999999999998</c:v>
                </c:pt>
                <c:pt idx="1830">
                  <c:v>0.35499999999999998</c:v>
                </c:pt>
                <c:pt idx="1831">
                  <c:v>0.35499999999999998</c:v>
                </c:pt>
                <c:pt idx="1832">
                  <c:v>0.35499999999999998</c:v>
                </c:pt>
                <c:pt idx="1833">
                  <c:v>0.35499999999999998</c:v>
                </c:pt>
                <c:pt idx="1834">
                  <c:v>0.35499999999999998</c:v>
                </c:pt>
                <c:pt idx="1835">
                  <c:v>0.35499999999999998</c:v>
                </c:pt>
                <c:pt idx="1836">
                  <c:v>0.35499999999999998</c:v>
                </c:pt>
                <c:pt idx="1837">
                  <c:v>0.35499999999999998</c:v>
                </c:pt>
                <c:pt idx="1838">
                  <c:v>0.35499999999999998</c:v>
                </c:pt>
                <c:pt idx="1839">
                  <c:v>0.35499999999999998</c:v>
                </c:pt>
                <c:pt idx="1840">
                  <c:v>0.35499999999999998</c:v>
                </c:pt>
                <c:pt idx="1841">
                  <c:v>0.35499999999999998</c:v>
                </c:pt>
                <c:pt idx="1842">
                  <c:v>0.35499999999999998</c:v>
                </c:pt>
                <c:pt idx="1843">
                  <c:v>0.35499999999999998</c:v>
                </c:pt>
                <c:pt idx="1844">
                  <c:v>0.35499999999999998</c:v>
                </c:pt>
                <c:pt idx="1845">
                  <c:v>0.35499999999999998</c:v>
                </c:pt>
                <c:pt idx="1846">
                  <c:v>0.35499999999999998</c:v>
                </c:pt>
                <c:pt idx="1847">
                  <c:v>0.35499999999999998</c:v>
                </c:pt>
                <c:pt idx="1848">
                  <c:v>0.35499999999999998</c:v>
                </c:pt>
                <c:pt idx="1849">
                  <c:v>0.35499999999999998</c:v>
                </c:pt>
                <c:pt idx="1850">
                  <c:v>0.35499999999999998</c:v>
                </c:pt>
                <c:pt idx="1851">
                  <c:v>0.35499999999999998</c:v>
                </c:pt>
                <c:pt idx="1852">
                  <c:v>0.35499999999999998</c:v>
                </c:pt>
                <c:pt idx="1853">
                  <c:v>0.35499999999999998</c:v>
                </c:pt>
                <c:pt idx="1854">
                  <c:v>0.35499999999999998</c:v>
                </c:pt>
                <c:pt idx="1855">
                  <c:v>0.35499999999999998</c:v>
                </c:pt>
                <c:pt idx="1856">
                  <c:v>0.35499999999999998</c:v>
                </c:pt>
                <c:pt idx="1857">
                  <c:v>0.35499999999999998</c:v>
                </c:pt>
                <c:pt idx="1858">
                  <c:v>0.35499999999999998</c:v>
                </c:pt>
                <c:pt idx="1859">
                  <c:v>0.35499999999999998</c:v>
                </c:pt>
                <c:pt idx="1860">
                  <c:v>0.35499999999999998</c:v>
                </c:pt>
                <c:pt idx="1861">
                  <c:v>0.35499999999999998</c:v>
                </c:pt>
                <c:pt idx="1862">
                  <c:v>0.35499999999999998</c:v>
                </c:pt>
                <c:pt idx="1863">
                  <c:v>0.35499999999999998</c:v>
                </c:pt>
                <c:pt idx="1864">
                  <c:v>0.35499999999999998</c:v>
                </c:pt>
                <c:pt idx="1865">
                  <c:v>0.35499999999999998</c:v>
                </c:pt>
                <c:pt idx="1866">
                  <c:v>0.35499999999999998</c:v>
                </c:pt>
                <c:pt idx="1867">
                  <c:v>0.35499999999999998</c:v>
                </c:pt>
                <c:pt idx="1868">
                  <c:v>0.35499999999999998</c:v>
                </c:pt>
                <c:pt idx="1869">
                  <c:v>0.35499999999999998</c:v>
                </c:pt>
                <c:pt idx="1870">
                  <c:v>0.35499999999999998</c:v>
                </c:pt>
                <c:pt idx="1871">
                  <c:v>0.35499999999999998</c:v>
                </c:pt>
                <c:pt idx="1872">
                  <c:v>0.35499999999999998</c:v>
                </c:pt>
                <c:pt idx="1873">
                  <c:v>0.35499999999999998</c:v>
                </c:pt>
                <c:pt idx="1874">
                  <c:v>0.35499999999999998</c:v>
                </c:pt>
                <c:pt idx="1875">
                  <c:v>0.35499999999999998</c:v>
                </c:pt>
                <c:pt idx="1876">
                  <c:v>0.35499999999999998</c:v>
                </c:pt>
                <c:pt idx="1877">
                  <c:v>0.35499999999999998</c:v>
                </c:pt>
                <c:pt idx="1878">
                  <c:v>0.35499999999999998</c:v>
                </c:pt>
                <c:pt idx="1879">
                  <c:v>0.35499999999999998</c:v>
                </c:pt>
                <c:pt idx="1880">
                  <c:v>0.35499999999999998</c:v>
                </c:pt>
                <c:pt idx="1881">
                  <c:v>0.35499999999999998</c:v>
                </c:pt>
                <c:pt idx="1882">
                  <c:v>0.35499999999999998</c:v>
                </c:pt>
                <c:pt idx="1883">
                  <c:v>0.35499999999999998</c:v>
                </c:pt>
                <c:pt idx="1884">
                  <c:v>0.35499999999999998</c:v>
                </c:pt>
                <c:pt idx="1885">
                  <c:v>0.35499999999999998</c:v>
                </c:pt>
                <c:pt idx="1886">
                  <c:v>0.35499999999999998</c:v>
                </c:pt>
                <c:pt idx="1887">
                  <c:v>0.35499999999999998</c:v>
                </c:pt>
                <c:pt idx="1888">
                  <c:v>0.35499999999999998</c:v>
                </c:pt>
                <c:pt idx="1889">
                  <c:v>0.35499999999999998</c:v>
                </c:pt>
                <c:pt idx="1890">
                  <c:v>0.35499999999999998</c:v>
                </c:pt>
                <c:pt idx="1891">
                  <c:v>0.35499999999999998</c:v>
                </c:pt>
                <c:pt idx="1892">
                  <c:v>0.35499999999999998</c:v>
                </c:pt>
                <c:pt idx="1893">
                  <c:v>0.35499999999999998</c:v>
                </c:pt>
                <c:pt idx="1894">
                  <c:v>0.35499999999999998</c:v>
                </c:pt>
                <c:pt idx="1895">
                  <c:v>0.35499999999999998</c:v>
                </c:pt>
                <c:pt idx="1896">
                  <c:v>0.35499999999999998</c:v>
                </c:pt>
                <c:pt idx="1897">
                  <c:v>0.35499999999999998</c:v>
                </c:pt>
                <c:pt idx="1898">
                  <c:v>0.35499999999999998</c:v>
                </c:pt>
                <c:pt idx="1899">
                  <c:v>0.35499999999999998</c:v>
                </c:pt>
                <c:pt idx="1900">
                  <c:v>0.35499999999999998</c:v>
                </c:pt>
                <c:pt idx="1901">
                  <c:v>0.35499999999999998</c:v>
                </c:pt>
                <c:pt idx="1902">
                  <c:v>0.35499999999999998</c:v>
                </c:pt>
                <c:pt idx="1903">
                  <c:v>0.35499999999999998</c:v>
                </c:pt>
                <c:pt idx="1904">
                  <c:v>0.35499999999999998</c:v>
                </c:pt>
                <c:pt idx="1905">
                  <c:v>0.35499999999999998</c:v>
                </c:pt>
                <c:pt idx="1906">
                  <c:v>0.35499999999999998</c:v>
                </c:pt>
                <c:pt idx="1907">
                  <c:v>0.35499999999999998</c:v>
                </c:pt>
                <c:pt idx="1908">
                  <c:v>0.35499999999999998</c:v>
                </c:pt>
                <c:pt idx="1909">
                  <c:v>0.35499999999999998</c:v>
                </c:pt>
                <c:pt idx="1910">
                  <c:v>0.35499999999999998</c:v>
                </c:pt>
                <c:pt idx="1911">
                  <c:v>0.35499999999999998</c:v>
                </c:pt>
                <c:pt idx="1912">
                  <c:v>0.35499999999999998</c:v>
                </c:pt>
                <c:pt idx="1913">
                  <c:v>0.35499999999999998</c:v>
                </c:pt>
                <c:pt idx="1914">
                  <c:v>0.35499999999999998</c:v>
                </c:pt>
                <c:pt idx="1915">
                  <c:v>0.35499999999999998</c:v>
                </c:pt>
                <c:pt idx="1916">
                  <c:v>0.35499999999999998</c:v>
                </c:pt>
                <c:pt idx="1917">
                  <c:v>0.35499999999999998</c:v>
                </c:pt>
                <c:pt idx="1918">
                  <c:v>0.35499999999999998</c:v>
                </c:pt>
                <c:pt idx="1919">
                  <c:v>0.35499999999999998</c:v>
                </c:pt>
                <c:pt idx="1920">
                  <c:v>0.35499999999999998</c:v>
                </c:pt>
                <c:pt idx="1921">
                  <c:v>0.35499999999999998</c:v>
                </c:pt>
                <c:pt idx="1922">
                  <c:v>0.35499999999999998</c:v>
                </c:pt>
                <c:pt idx="1923">
                  <c:v>0.35499999999999998</c:v>
                </c:pt>
                <c:pt idx="1924">
                  <c:v>0.35499999999999998</c:v>
                </c:pt>
                <c:pt idx="1925">
                  <c:v>0.35499999999999998</c:v>
                </c:pt>
                <c:pt idx="1926">
                  <c:v>0.35499999999999998</c:v>
                </c:pt>
                <c:pt idx="1927">
                  <c:v>0.35499999999999998</c:v>
                </c:pt>
                <c:pt idx="1928">
                  <c:v>0.35499999999999998</c:v>
                </c:pt>
                <c:pt idx="1929">
                  <c:v>0.35499999999999998</c:v>
                </c:pt>
                <c:pt idx="1930">
                  <c:v>0.35499999999999998</c:v>
                </c:pt>
                <c:pt idx="1931">
                  <c:v>0.35499999999999998</c:v>
                </c:pt>
                <c:pt idx="1932">
                  <c:v>0.35499999999999998</c:v>
                </c:pt>
                <c:pt idx="1933">
                  <c:v>0.35499999999999998</c:v>
                </c:pt>
                <c:pt idx="1934">
                  <c:v>0.35499999999999998</c:v>
                </c:pt>
                <c:pt idx="1935">
                  <c:v>0.35499999999999998</c:v>
                </c:pt>
                <c:pt idx="1936">
                  <c:v>0.35499999999999998</c:v>
                </c:pt>
                <c:pt idx="1937">
                  <c:v>0.35499999999999998</c:v>
                </c:pt>
                <c:pt idx="1938">
                  <c:v>0.35499999999999998</c:v>
                </c:pt>
                <c:pt idx="1939">
                  <c:v>0.35499999999999998</c:v>
                </c:pt>
                <c:pt idx="1940">
                  <c:v>0.35499999999999998</c:v>
                </c:pt>
                <c:pt idx="1941">
                  <c:v>0.35499999999999998</c:v>
                </c:pt>
                <c:pt idx="1942">
                  <c:v>0.35499999999999998</c:v>
                </c:pt>
                <c:pt idx="1943">
                  <c:v>0.35499999999999998</c:v>
                </c:pt>
                <c:pt idx="1944">
                  <c:v>0.35499999999999998</c:v>
                </c:pt>
                <c:pt idx="1945">
                  <c:v>0.35499999999999998</c:v>
                </c:pt>
                <c:pt idx="1946">
                  <c:v>0.35499999999999998</c:v>
                </c:pt>
                <c:pt idx="1947">
                  <c:v>0.35499999999999998</c:v>
                </c:pt>
                <c:pt idx="1948">
                  <c:v>0.35499999999999998</c:v>
                </c:pt>
                <c:pt idx="1949">
                  <c:v>0.35499999999999998</c:v>
                </c:pt>
                <c:pt idx="1950">
                  <c:v>0.35499999999999998</c:v>
                </c:pt>
                <c:pt idx="1951">
                  <c:v>0.35499999999999998</c:v>
                </c:pt>
                <c:pt idx="1952">
                  <c:v>0.35499999999999998</c:v>
                </c:pt>
                <c:pt idx="1953">
                  <c:v>0.35499999999999998</c:v>
                </c:pt>
                <c:pt idx="1954">
                  <c:v>0.35499999999999998</c:v>
                </c:pt>
                <c:pt idx="1955">
                  <c:v>0.35499999999999998</c:v>
                </c:pt>
                <c:pt idx="1956">
                  <c:v>0.35499999999999998</c:v>
                </c:pt>
                <c:pt idx="1957">
                  <c:v>0.35499999999999998</c:v>
                </c:pt>
                <c:pt idx="1958">
                  <c:v>0.35499999999999998</c:v>
                </c:pt>
                <c:pt idx="1959">
                  <c:v>0.35499999999999998</c:v>
                </c:pt>
                <c:pt idx="1960">
                  <c:v>0.35499999999999998</c:v>
                </c:pt>
                <c:pt idx="1961">
                  <c:v>0.35499999999999998</c:v>
                </c:pt>
                <c:pt idx="1962">
                  <c:v>0.35499999999999998</c:v>
                </c:pt>
                <c:pt idx="1963">
                  <c:v>0.35499999999999998</c:v>
                </c:pt>
                <c:pt idx="1964">
                  <c:v>0.35499999999999998</c:v>
                </c:pt>
                <c:pt idx="1965">
                  <c:v>0.35499999999999998</c:v>
                </c:pt>
                <c:pt idx="1966">
                  <c:v>0.35499999999999998</c:v>
                </c:pt>
                <c:pt idx="1967">
                  <c:v>0.35499999999999998</c:v>
                </c:pt>
                <c:pt idx="1968">
                  <c:v>0.35499999999999998</c:v>
                </c:pt>
                <c:pt idx="1969">
                  <c:v>0.35499999999999998</c:v>
                </c:pt>
                <c:pt idx="1970">
                  <c:v>0.35499999999999998</c:v>
                </c:pt>
                <c:pt idx="1971">
                  <c:v>0.35499999999999998</c:v>
                </c:pt>
                <c:pt idx="1972">
                  <c:v>0.35499999999999998</c:v>
                </c:pt>
                <c:pt idx="1973">
                  <c:v>0.35499999999999998</c:v>
                </c:pt>
                <c:pt idx="1974">
                  <c:v>0.35499999999999998</c:v>
                </c:pt>
                <c:pt idx="1975">
                  <c:v>0.35499999999999998</c:v>
                </c:pt>
                <c:pt idx="1976">
                  <c:v>0.35499999999999998</c:v>
                </c:pt>
                <c:pt idx="1977">
                  <c:v>0.35499999999999998</c:v>
                </c:pt>
                <c:pt idx="1978">
                  <c:v>0.35499999999999998</c:v>
                </c:pt>
                <c:pt idx="1979">
                  <c:v>0.35499999999999998</c:v>
                </c:pt>
                <c:pt idx="1980">
                  <c:v>0.35499999999999998</c:v>
                </c:pt>
                <c:pt idx="1981">
                  <c:v>0.35499999999999998</c:v>
                </c:pt>
                <c:pt idx="1982">
                  <c:v>0.35499999999999998</c:v>
                </c:pt>
                <c:pt idx="1983">
                  <c:v>0.35499999999999998</c:v>
                </c:pt>
                <c:pt idx="1984">
                  <c:v>0.35499999999999998</c:v>
                </c:pt>
                <c:pt idx="1985">
                  <c:v>0.35499999999999998</c:v>
                </c:pt>
                <c:pt idx="1986">
                  <c:v>0.35499999999999998</c:v>
                </c:pt>
                <c:pt idx="1987">
                  <c:v>0.35499999999999998</c:v>
                </c:pt>
                <c:pt idx="1988">
                  <c:v>0.35499999999999998</c:v>
                </c:pt>
                <c:pt idx="1989">
                  <c:v>0.35499999999999998</c:v>
                </c:pt>
                <c:pt idx="1990">
                  <c:v>0.35499999999999998</c:v>
                </c:pt>
                <c:pt idx="1991">
                  <c:v>0.35499999999999998</c:v>
                </c:pt>
                <c:pt idx="1992">
                  <c:v>0.35499999999999998</c:v>
                </c:pt>
                <c:pt idx="1993">
                  <c:v>0.35499999999999998</c:v>
                </c:pt>
                <c:pt idx="1994">
                  <c:v>0.35499999999999998</c:v>
                </c:pt>
                <c:pt idx="1995">
                  <c:v>0.35499999999999998</c:v>
                </c:pt>
                <c:pt idx="1996">
                  <c:v>0.35499999999999998</c:v>
                </c:pt>
                <c:pt idx="1997">
                  <c:v>0.35499999999999998</c:v>
                </c:pt>
                <c:pt idx="1998">
                  <c:v>0.35499999999999998</c:v>
                </c:pt>
                <c:pt idx="1999">
                  <c:v>0.35499999999999998</c:v>
                </c:pt>
                <c:pt idx="2000">
                  <c:v>0.35499999999999998</c:v>
                </c:pt>
                <c:pt idx="2001">
                  <c:v>0.35499999999999998</c:v>
                </c:pt>
                <c:pt idx="2002">
                  <c:v>0.35499999999999998</c:v>
                </c:pt>
                <c:pt idx="2003">
                  <c:v>0.35499999999999998</c:v>
                </c:pt>
                <c:pt idx="2004">
                  <c:v>0.35499999999999998</c:v>
                </c:pt>
                <c:pt idx="2005">
                  <c:v>0.35499999999999998</c:v>
                </c:pt>
                <c:pt idx="2006">
                  <c:v>0.35499999999999998</c:v>
                </c:pt>
                <c:pt idx="2007">
                  <c:v>0.35499999999999998</c:v>
                </c:pt>
                <c:pt idx="2008">
                  <c:v>0.35499999999999998</c:v>
                </c:pt>
                <c:pt idx="2009">
                  <c:v>0.35499999999999998</c:v>
                </c:pt>
                <c:pt idx="2010">
                  <c:v>0.35499999999999998</c:v>
                </c:pt>
                <c:pt idx="2011">
                  <c:v>0.35499999999999998</c:v>
                </c:pt>
                <c:pt idx="2012">
                  <c:v>0.35499999999999998</c:v>
                </c:pt>
                <c:pt idx="2013">
                  <c:v>0.35499999999999998</c:v>
                </c:pt>
                <c:pt idx="2014">
                  <c:v>0.35499999999999998</c:v>
                </c:pt>
                <c:pt idx="2015">
                  <c:v>0.35499999999999998</c:v>
                </c:pt>
                <c:pt idx="2016">
                  <c:v>0.35499999999999998</c:v>
                </c:pt>
                <c:pt idx="2017">
                  <c:v>0.35499999999999998</c:v>
                </c:pt>
                <c:pt idx="2018">
                  <c:v>0.35499999999999998</c:v>
                </c:pt>
                <c:pt idx="2019">
                  <c:v>0.35499999999999998</c:v>
                </c:pt>
                <c:pt idx="2020">
                  <c:v>0.35499999999999998</c:v>
                </c:pt>
                <c:pt idx="2021">
                  <c:v>0.35499999999999998</c:v>
                </c:pt>
                <c:pt idx="2022">
                  <c:v>0.35499999999999998</c:v>
                </c:pt>
                <c:pt idx="2023">
                  <c:v>0.35499999999999998</c:v>
                </c:pt>
                <c:pt idx="2024">
                  <c:v>0.35499999999999998</c:v>
                </c:pt>
                <c:pt idx="2025">
                  <c:v>0.35499999999999998</c:v>
                </c:pt>
                <c:pt idx="2026">
                  <c:v>0.35499999999999998</c:v>
                </c:pt>
                <c:pt idx="2027">
                  <c:v>0.35499999999999998</c:v>
                </c:pt>
                <c:pt idx="2028">
                  <c:v>0.35499999999999998</c:v>
                </c:pt>
                <c:pt idx="2029">
                  <c:v>0.35499999999999998</c:v>
                </c:pt>
                <c:pt idx="2030">
                  <c:v>0.35499999999999998</c:v>
                </c:pt>
                <c:pt idx="2031">
                  <c:v>0.35499999999999998</c:v>
                </c:pt>
                <c:pt idx="2032">
                  <c:v>0.35499999999999998</c:v>
                </c:pt>
                <c:pt idx="2033">
                  <c:v>0.35499999999999998</c:v>
                </c:pt>
                <c:pt idx="2034">
                  <c:v>0.35499999999999998</c:v>
                </c:pt>
                <c:pt idx="2035">
                  <c:v>0.35499999999999998</c:v>
                </c:pt>
                <c:pt idx="2036">
                  <c:v>0.35499999999999998</c:v>
                </c:pt>
                <c:pt idx="2037">
                  <c:v>0.35499999999999998</c:v>
                </c:pt>
                <c:pt idx="2038">
                  <c:v>0.35499999999999998</c:v>
                </c:pt>
                <c:pt idx="2039">
                  <c:v>0.35499999999999998</c:v>
                </c:pt>
                <c:pt idx="2040">
                  <c:v>0.35499999999999998</c:v>
                </c:pt>
                <c:pt idx="2041">
                  <c:v>0.35499999999999998</c:v>
                </c:pt>
                <c:pt idx="2042">
                  <c:v>0.35499999999999998</c:v>
                </c:pt>
                <c:pt idx="2043">
                  <c:v>0.35499999999999998</c:v>
                </c:pt>
                <c:pt idx="2044">
                  <c:v>0.35499999999999998</c:v>
                </c:pt>
                <c:pt idx="2045">
                  <c:v>0.35499999999999998</c:v>
                </c:pt>
                <c:pt idx="2046">
                  <c:v>0.35499999999999998</c:v>
                </c:pt>
                <c:pt idx="2047">
                  <c:v>0.35499999999999998</c:v>
                </c:pt>
                <c:pt idx="2048">
                  <c:v>0.35499999999999998</c:v>
                </c:pt>
                <c:pt idx="2049">
                  <c:v>0.35499999999999998</c:v>
                </c:pt>
                <c:pt idx="2050">
                  <c:v>0.35499999999999998</c:v>
                </c:pt>
                <c:pt idx="2051">
                  <c:v>0.35499999999999998</c:v>
                </c:pt>
                <c:pt idx="2052">
                  <c:v>0.35499999999999998</c:v>
                </c:pt>
                <c:pt idx="2053">
                  <c:v>0.35499999999999998</c:v>
                </c:pt>
                <c:pt idx="2054">
                  <c:v>0.35499999999999998</c:v>
                </c:pt>
                <c:pt idx="2055">
                  <c:v>0.35499999999999998</c:v>
                </c:pt>
                <c:pt idx="2056">
                  <c:v>0.35499999999999998</c:v>
                </c:pt>
                <c:pt idx="2057">
                  <c:v>0.35499999999999998</c:v>
                </c:pt>
                <c:pt idx="2058">
                  <c:v>0.35499999999999998</c:v>
                </c:pt>
                <c:pt idx="2059">
                  <c:v>0.35499999999999998</c:v>
                </c:pt>
                <c:pt idx="2060">
                  <c:v>0.35499999999999998</c:v>
                </c:pt>
                <c:pt idx="2061">
                  <c:v>0.35499999999999998</c:v>
                </c:pt>
                <c:pt idx="2062">
                  <c:v>0.35499999999999998</c:v>
                </c:pt>
                <c:pt idx="2063">
                  <c:v>0.35499999999999998</c:v>
                </c:pt>
                <c:pt idx="2064">
                  <c:v>0.35499999999999998</c:v>
                </c:pt>
                <c:pt idx="2065">
                  <c:v>0.35499999999999998</c:v>
                </c:pt>
                <c:pt idx="2066">
                  <c:v>0.35499999999999998</c:v>
                </c:pt>
                <c:pt idx="2067">
                  <c:v>0.35499999999999998</c:v>
                </c:pt>
                <c:pt idx="2068">
                  <c:v>0.35499999999999998</c:v>
                </c:pt>
                <c:pt idx="2069">
                  <c:v>0.35499999999999998</c:v>
                </c:pt>
                <c:pt idx="2070">
                  <c:v>0.35499999999999998</c:v>
                </c:pt>
                <c:pt idx="2071">
                  <c:v>0.35499999999999998</c:v>
                </c:pt>
                <c:pt idx="2072">
                  <c:v>0.35499999999999998</c:v>
                </c:pt>
                <c:pt idx="2073">
                  <c:v>0.35499999999999998</c:v>
                </c:pt>
                <c:pt idx="2074">
                  <c:v>0.35499999999999998</c:v>
                </c:pt>
                <c:pt idx="2075">
                  <c:v>0.35499999999999998</c:v>
                </c:pt>
                <c:pt idx="2076">
                  <c:v>0.35499999999999998</c:v>
                </c:pt>
                <c:pt idx="2077">
                  <c:v>0.35499999999999998</c:v>
                </c:pt>
                <c:pt idx="2078">
                  <c:v>0.35499999999999998</c:v>
                </c:pt>
                <c:pt idx="2079">
                  <c:v>0.35499999999999998</c:v>
                </c:pt>
                <c:pt idx="2080">
                  <c:v>0.35499999999999998</c:v>
                </c:pt>
                <c:pt idx="2081">
                  <c:v>0.35499999999999998</c:v>
                </c:pt>
                <c:pt idx="2082">
                  <c:v>0.35499999999999998</c:v>
                </c:pt>
                <c:pt idx="2083">
                  <c:v>0.35499999999999998</c:v>
                </c:pt>
                <c:pt idx="2084">
                  <c:v>0.35499999999999998</c:v>
                </c:pt>
                <c:pt idx="2085">
                  <c:v>0.35499999999999998</c:v>
                </c:pt>
                <c:pt idx="2086">
                  <c:v>0.35499999999999998</c:v>
                </c:pt>
                <c:pt idx="2087">
                  <c:v>0.35499999999999998</c:v>
                </c:pt>
                <c:pt idx="2088">
                  <c:v>0.35499999999999998</c:v>
                </c:pt>
                <c:pt idx="2089">
                  <c:v>0.35499999999999998</c:v>
                </c:pt>
                <c:pt idx="2090">
                  <c:v>0.35499999999999998</c:v>
                </c:pt>
                <c:pt idx="2091">
                  <c:v>0.35499999999999998</c:v>
                </c:pt>
                <c:pt idx="2092">
                  <c:v>0.35499999999999998</c:v>
                </c:pt>
                <c:pt idx="2093">
                  <c:v>0.35499999999999998</c:v>
                </c:pt>
                <c:pt idx="2094">
                  <c:v>0.35499999999999998</c:v>
                </c:pt>
                <c:pt idx="2095">
                  <c:v>0.35499999999999998</c:v>
                </c:pt>
                <c:pt idx="2096">
                  <c:v>0.35499999999999998</c:v>
                </c:pt>
                <c:pt idx="2097">
                  <c:v>0.35499999999999998</c:v>
                </c:pt>
                <c:pt idx="2098">
                  <c:v>0.35499999999999998</c:v>
                </c:pt>
                <c:pt idx="2099">
                  <c:v>0.35499999999999998</c:v>
                </c:pt>
                <c:pt idx="2100">
                  <c:v>0.35499999999999998</c:v>
                </c:pt>
                <c:pt idx="2101">
                  <c:v>0.35499999999999998</c:v>
                </c:pt>
                <c:pt idx="2102">
                  <c:v>0.35499999999999998</c:v>
                </c:pt>
                <c:pt idx="2103">
                  <c:v>0.35499999999999998</c:v>
                </c:pt>
                <c:pt idx="2104">
                  <c:v>0.35499999999999998</c:v>
                </c:pt>
                <c:pt idx="2105">
                  <c:v>0.35499999999999998</c:v>
                </c:pt>
                <c:pt idx="2106">
                  <c:v>0.35499999999999998</c:v>
                </c:pt>
                <c:pt idx="2107">
                  <c:v>0.35499999999999998</c:v>
                </c:pt>
                <c:pt idx="2108">
                  <c:v>0.35499999999999998</c:v>
                </c:pt>
                <c:pt idx="2109">
                  <c:v>0.35499999999999998</c:v>
                </c:pt>
                <c:pt idx="2110">
                  <c:v>0.35499999999999998</c:v>
                </c:pt>
                <c:pt idx="2111">
                  <c:v>0.35499999999999998</c:v>
                </c:pt>
                <c:pt idx="2112">
                  <c:v>0.35499999999999998</c:v>
                </c:pt>
                <c:pt idx="2113">
                  <c:v>0.35499999999999998</c:v>
                </c:pt>
                <c:pt idx="2114">
                  <c:v>0.35499999999999998</c:v>
                </c:pt>
                <c:pt idx="2115">
                  <c:v>0.35499999999999998</c:v>
                </c:pt>
                <c:pt idx="2116">
                  <c:v>0.35499999999999998</c:v>
                </c:pt>
                <c:pt idx="2117">
                  <c:v>0.35499999999999998</c:v>
                </c:pt>
                <c:pt idx="2118">
                  <c:v>0.35499999999999998</c:v>
                </c:pt>
                <c:pt idx="2119">
                  <c:v>0.35499999999999998</c:v>
                </c:pt>
                <c:pt idx="2120">
                  <c:v>0.35499999999999998</c:v>
                </c:pt>
                <c:pt idx="2121">
                  <c:v>0.35499999999999998</c:v>
                </c:pt>
                <c:pt idx="2122">
                  <c:v>0.35499999999999998</c:v>
                </c:pt>
                <c:pt idx="2123">
                  <c:v>0.35499999999999998</c:v>
                </c:pt>
                <c:pt idx="2124">
                  <c:v>0.35499999999999998</c:v>
                </c:pt>
                <c:pt idx="2125">
                  <c:v>0.35499999999999998</c:v>
                </c:pt>
                <c:pt idx="2126">
                  <c:v>0.35499999999999998</c:v>
                </c:pt>
                <c:pt idx="2127">
                  <c:v>0.35499999999999998</c:v>
                </c:pt>
                <c:pt idx="2128">
                  <c:v>0.35499999999999998</c:v>
                </c:pt>
                <c:pt idx="2129">
                  <c:v>0.35499999999999998</c:v>
                </c:pt>
                <c:pt idx="2130">
                  <c:v>0.35499999999999998</c:v>
                </c:pt>
                <c:pt idx="2131">
                  <c:v>0.35499999999999998</c:v>
                </c:pt>
                <c:pt idx="2132">
                  <c:v>0.35499999999999998</c:v>
                </c:pt>
                <c:pt idx="2133">
                  <c:v>0.35499999999999998</c:v>
                </c:pt>
                <c:pt idx="2134">
                  <c:v>0.35499999999999998</c:v>
                </c:pt>
                <c:pt idx="2135">
                  <c:v>0.35499999999999998</c:v>
                </c:pt>
                <c:pt idx="2136">
                  <c:v>0.35499999999999998</c:v>
                </c:pt>
                <c:pt idx="2137">
                  <c:v>0.35499999999999998</c:v>
                </c:pt>
                <c:pt idx="2138">
                  <c:v>0.35499999999999998</c:v>
                </c:pt>
                <c:pt idx="2139">
                  <c:v>0.35499999999999998</c:v>
                </c:pt>
                <c:pt idx="2140">
                  <c:v>0.35499999999999998</c:v>
                </c:pt>
                <c:pt idx="2141">
                  <c:v>0.35499999999999998</c:v>
                </c:pt>
                <c:pt idx="2142">
                  <c:v>0.35499999999999998</c:v>
                </c:pt>
                <c:pt idx="2143">
                  <c:v>0.35499999999999998</c:v>
                </c:pt>
                <c:pt idx="2144">
                  <c:v>0.35499999999999998</c:v>
                </c:pt>
                <c:pt idx="2145">
                  <c:v>0.35499999999999998</c:v>
                </c:pt>
                <c:pt idx="2146">
                  <c:v>0.35499999999999998</c:v>
                </c:pt>
                <c:pt idx="2147">
                  <c:v>0.35499999999999998</c:v>
                </c:pt>
                <c:pt idx="2148">
                  <c:v>0.35499999999999998</c:v>
                </c:pt>
                <c:pt idx="2149">
                  <c:v>0.35499999999999998</c:v>
                </c:pt>
                <c:pt idx="2150">
                  <c:v>0.35499999999999998</c:v>
                </c:pt>
                <c:pt idx="2151">
                  <c:v>0.35499999999999998</c:v>
                </c:pt>
                <c:pt idx="2152">
                  <c:v>0.35499999999999998</c:v>
                </c:pt>
                <c:pt idx="2153">
                  <c:v>0.35499999999999998</c:v>
                </c:pt>
                <c:pt idx="2154">
                  <c:v>0.35499999999999998</c:v>
                </c:pt>
                <c:pt idx="2155">
                  <c:v>0.35499999999999998</c:v>
                </c:pt>
                <c:pt idx="2156">
                  <c:v>0.35499999999999998</c:v>
                </c:pt>
                <c:pt idx="2157">
                  <c:v>0.35499999999999998</c:v>
                </c:pt>
                <c:pt idx="2158">
                  <c:v>0.35499999999999998</c:v>
                </c:pt>
                <c:pt idx="2159">
                  <c:v>0.35499999999999998</c:v>
                </c:pt>
                <c:pt idx="2160">
                  <c:v>0.35499999999999998</c:v>
                </c:pt>
                <c:pt idx="2161">
                  <c:v>0.35499999999999998</c:v>
                </c:pt>
                <c:pt idx="2162">
                  <c:v>0.35499999999999998</c:v>
                </c:pt>
                <c:pt idx="2163">
                  <c:v>0.35499999999999998</c:v>
                </c:pt>
                <c:pt idx="2164">
                  <c:v>0.35499999999999998</c:v>
                </c:pt>
                <c:pt idx="2165">
                  <c:v>0.35499999999999998</c:v>
                </c:pt>
                <c:pt idx="2166">
                  <c:v>0.35499999999999998</c:v>
                </c:pt>
                <c:pt idx="2167">
                  <c:v>0.35499999999999998</c:v>
                </c:pt>
                <c:pt idx="2168">
                  <c:v>0.35499999999999998</c:v>
                </c:pt>
                <c:pt idx="2169">
                  <c:v>0.35499999999999998</c:v>
                </c:pt>
                <c:pt idx="2170">
                  <c:v>0.35499999999999998</c:v>
                </c:pt>
                <c:pt idx="2171">
                  <c:v>0.35499999999999998</c:v>
                </c:pt>
                <c:pt idx="2172">
                  <c:v>0.35499999999999998</c:v>
                </c:pt>
                <c:pt idx="2173">
                  <c:v>0.35499999999999998</c:v>
                </c:pt>
                <c:pt idx="2174">
                  <c:v>0.35499999999999998</c:v>
                </c:pt>
                <c:pt idx="2175">
                  <c:v>0.35499999999999998</c:v>
                </c:pt>
                <c:pt idx="2176">
                  <c:v>0.35499999999999998</c:v>
                </c:pt>
                <c:pt idx="2177">
                  <c:v>0.35499999999999998</c:v>
                </c:pt>
                <c:pt idx="2178">
                  <c:v>0.35499999999999998</c:v>
                </c:pt>
                <c:pt idx="2179">
                  <c:v>0.35499999999999998</c:v>
                </c:pt>
                <c:pt idx="2180">
                  <c:v>0.35499999999999998</c:v>
                </c:pt>
                <c:pt idx="2181">
                  <c:v>0.35499999999999998</c:v>
                </c:pt>
                <c:pt idx="2182">
                  <c:v>0.35499999999999998</c:v>
                </c:pt>
                <c:pt idx="2183">
                  <c:v>0.35499999999999998</c:v>
                </c:pt>
                <c:pt idx="2184">
                  <c:v>0.35499999999999998</c:v>
                </c:pt>
                <c:pt idx="2185">
                  <c:v>0.35499999999999998</c:v>
                </c:pt>
                <c:pt idx="2186">
                  <c:v>0.35499999999999998</c:v>
                </c:pt>
                <c:pt idx="2187">
                  <c:v>0.35499999999999998</c:v>
                </c:pt>
                <c:pt idx="2188">
                  <c:v>0.35499999999999998</c:v>
                </c:pt>
                <c:pt idx="2189">
                  <c:v>0.35499999999999998</c:v>
                </c:pt>
                <c:pt idx="2190">
                  <c:v>0.35499999999999998</c:v>
                </c:pt>
                <c:pt idx="2191">
                  <c:v>0.35499999999999998</c:v>
                </c:pt>
                <c:pt idx="2192">
                  <c:v>0.35499999999999998</c:v>
                </c:pt>
                <c:pt idx="2193">
                  <c:v>0.35499999999999998</c:v>
                </c:pt>
                <c:pt idx="2194">
                  <c:v>0.35499999999999998</c:v>
                </c:pt>
                <c:pt idx="2195">
                  <c:v>0.35499999999999998</c:v>
                </c:pt>
                <c:pt idx="2196">
                  <c:v>0.35499999999999998</c:v>
                </c:pt>
                <c:pt idx="2197">
                  <c:v>0.35499999999999998</c:v>
                </c:pt>
                <c:pt idx="2198">
                  <c:v>0.35499999999999998</c:v>
                </c:pt>
                <c:pt idx="2199">
                  <c:v>0.35499999999999998</c:v>
                </c:pt>
                <c:pt idx="2200">
                  <c:v>0.35499999999999998</c:v>
                </c:pt>
                <c:pt idx="2201">
                  <c:v>0.35499999999999998</c:v>
                </c:pt>
                <c:pt idx="2202">
                  <c:v>0.35499999999999998</c:v>
                </c:pt>
                <c:pt idx="2203">
                  <c:v>0.35499999999999998</c:v>
                </c:pt>
                <c:pt idx="2204">
                  <c:v>0.35499999999999998</c:v>
                </c:pt>
                <c:pt idx="2205">
                  <c:v>0.35499999999999998</c:v>
                </c:pt>
                <c:pt idx="2206">
                  <c:v>0.35499999999999998</c:v>
                </c:pt>
                <c:pt idx="2207">
                  <c:v>0.35499999999999998</c:v>
                </c:pt>
                <c:pt idx="2208">
                  <c:v>0.35499999999999998</c:v>
                </c:pt>
                <c:pt idx="2209">
                  <c:v>0.35499999999999998</c:v>
                </c:pt>
                <c:pt idx="2210">
                  <c:v>0.35499999999999998</c:v>
                </c:pt>
                <c:pt idx="2211">
                  <c:v>0.35499999999999998</c:v>
                </c:pt>
                <c:pt idx="2212">
                  <c:v>0.35499999999999998</c:v>
                </c:pt>
                <c:pt idx="2213">
                  <c:v>0.35499999999999998</c:v>
                </c:pt>
                <c:pt idx="2214">
                  <c:v>0.35499999999999998</c:v>
                </c:pt>
                <c:pt idx="2215">
                  <c:v>0.35499999999999998</c:v>
                </c:pt>
                <c:pt idx="2216">
                  <c:v>0.35499999999999998</c:v>
                </c:pt>
                <c:pt idx="2217">
                  <c:v>0.35499999999999998</c:v>
                </c:pt>
                <c:pt idx="2218">
                  <c:v>0.35499999999999998</c:v>
                </c:pt>
                <c:pt idx="2219">
                  <c:v>0.35499999999999998</c:v>
                </c:pt>
                <c:pt idx="2220">
                  <c:v>0.35499999999999998</c:v>
                </c:pt>
                <c:pt idx="2221">
                  <c:v>0.35499999999999998</c:v>
                </c:pt>
                <c:pt idx="2222">
                  <c:v>0.35499999999999998</c:v>
                </c:pt>
                <c:pt idx="2223">
                  <c:v>0.35499999999999998</c:v>
                </c:pt>
                <c:pt idx="2224">
                  <c:v>0.35499999999999998</c:v>
                </c:pt>
                <c:pt idx="2225">
                  <c:v>0.35499999999999998</c:v>
                </c:pt>
                <c:pt idx="2226">
                  <c:v>0.35499999999999998</c:v>
                </c:pt>
                <c:pt idx="2227">
                  <c:v>0.35499999999999998</c:v>
                </c:pt>
                <c:pt idx="2228">
                  <c:v>0.35499999999999998</c:v>
                </c:pt>
                <c:pt idx="2229">
                  <c:v>0.35499999999999998</c:v>
                </c:pt>
                <c:pt idx="2230">
                  <c:v>0.35499999999999998</c:v>
                </c:pt>
                <c:pt idx="2231">
                  <c:v>0.35499999999999998</c:v>
                </c:pt>
                <c:pt idx="2232">
                  <c:v>0.35499999999999998</c:v>
                </c:pt>
                <c:pt idx="2233">
                  <c:v>0.35499999999999998</c:v>
                </c:pt>
                <c:pt idx="2234">
                  <c:v>0.35499999999999998</c:v>
                </c:pt>
                <c:pt idx="2235">
                  <c:v>0.35499999999999998</c:v>
                </c:pt>
                <c:pt idx="2236">
                  <c:v>0.35499999999999998</c:v>
                </c:pt>
                <c:pt idx="2237">
                  <c:v>0.35499999999999998</c:v>
                </c:pt>
                <c:pt idx="2238">
                  <c:v>0.35499999999999998</c:v>
                </c:pt>
                <c:pt idx="2239">
                  <c:v>0.35499999999999998</c:v>
                </c:pt>
                <c:pt idx="2240">
                  <c:v>0.35499999999999998</c:v>
                </c:pt>
                <c:pt idx="2241">
                  <c:v>0.35499999999999998</c:v>
                </c:pt>
                <c:pt idx="2242">
                  <c:v>0.35499999999999998</c:v>
                </c:pt>
                <c:pt idx="2243">
                  <c:v>0.35499999999999998</c:v>
                </c:pt>
                <c:pt idx="2244">
                  <c:v>0.35499999999999998</c:v>
                </c:pt>
                <c:pt idx="2245">
                  <c:v>0.35499999999999998</c:v>
                </c:pt>
                <c:pt idx="2246">
                  <c:v>0.35499999999999998</c:v>
                </c:pt>
                <c:pt idx="2247">
                  <c:v>0.35499999999999998</c:v>
                </c:pt>
                <c:pt idx="2248">
                  <c:v>0.35499999999999998</c:v>
                </c:pt>
                <c:pt idx="2249">
                  <c:v>0.35499999999999998</c:v>
                </c:pt>
                <c:pt idx="2250">
                  <c:v>0.35499999999999998</c:v>
                </c:pt>
                <c:pt idx="2251">
                  <c:v>0.35499999999999998</c:v>
                </c:pt>
                <c:pt idx="2252">
                  <c:v>0.35499999999999998</c:v>
                </c:pt>
                <c:pt idx="2253">
                  <c:v>0.35499999999999998</c:v>
                </c:pt>
                <c:pt idx="2254">
                  <c:v>0.35499999999999998</c:v>
                </c:pt>
                <c:pt idx="2255">
                  <c:v>0.35499999999999998</c:v>
                </c:pt>
                <c:pt idx="2256">
                  <c:v>0.35499999999999998</c:v>
                </c:pt>
                <c:pt idx="2257">
                  <c:v>0.35499999999999998</c:v>
                </c:pt>
                <c:pt idx="2258">
                  <c:v>0.35499999999999998</c:v>
                </c:pt>
                <c:pt idx="2259">
                  <c:v>0.35499999999999998</c:v>
                </c:pt>
                <c:pt idx="2260">
                  <c:v>0.35499999999999998</c:v>
                </c:pt>
                <c:pt idx="2261">
                  <c:v>0.35499999999999998</c:v>
                </c:pt>
                <c:pt idx="2262">
                  <c:v>0.35499999999999998</c:v>
                </c:pt>
                <c:pt idx="2263">
                  <c:v>0.35499999999999998</c:v>
                </c:pt>
                <c:pt idx="2264">
                  <c:v>0.35499999999999998</c:v>
                </c:pt>
                <c:pt idx="2265">
                  <c:v>0.35499999999999998</c:v>
                </c:pt>
                <c:pt idx="2266">
                  <c:v>0.35499999999999998</c:v>
                </c:pt>
                <c:pt idx="2267">
                  <c:v>0.35499999999999998</c:v>
                </c:pt>
                <c:pt idx="2268">
                  <c:v>0.35499999999999998</c:v>
                </c:pt>
                <c:pt idx="2269">
                  <c:v>0.35499999999999998</c:v>
                </c:pt>
                <c:pt idx="2270">
                  <c:v>0.35499999999999998</c:v>
                </c:pt>
                <c:pt idx="2271">
                  <c:v>0.35499999999999998</c:v>
                </c:pt>
                <c:pt idx="2272">
                  <c:v>0.35499999999999998</c:v>
                </c:pt>
                <c:pt idx="2273">
                  <c:v>0.35499999999999998</c:v>
                </c:pt>
                <c:pt idx="2274">
                  <c:v>0.35499999999999998</c:v>
                </c:pt>
                <c:pt idx="2275">
                  <c:v>0.35499999999999998</c:v>
                </c:pt>
                <c:pt idx="2276">
                  <c:v>0.35499999999999998</c:v>
                </c:pt>
                <c:pt idx="2277">
                  <c:v>0.35499999999999998</c:v>
                </c:pt>
                <c:pt idx="2278">
                  <c:v>0.35499999999999998</c:v>
                </c:pt>
                <c:pt idx="2279">
                  <c:v>0.35499999999999998</c:v>
                </c:pt>
                <c:pt idx="2280">
                  <c:v>0.35499999999999998</c:v>
                </c:pt>
                <c:pt idx="2281">
                  <c:v>0.35499999999999998</c:v>
                </c:pt>
                <c:pt idx="2282">
                  <c:v>0.35499999999999998</c:v>
                </c:pt>
                <c:pt idx="2283">
                  <c:v>0.35499999999999998</c:v>
                </c:pt>
                <c:pt idx="2284">
                  <c:v>0.35499999999999998</c:v>
                </c:pt>
                <c:pt idx="2285">
                  <c:v>0.35499999999999998</c:v>
                </c:pt>
                <c:pt idx="2286">
                  <c:v>0.35499999999999998</c:v>
                </c:pt>
                <c:pt idx="2287">
                  <c:v>0.35499999999999998</c:v>
                </c:pt>
                <c:pt idx="2288">
                  <c:v>0.35499999999999998</c:v>
                </c:pt>
                <c:pt idx="2289">
                  <c:v>0.35499999999999998</c:v>
                </c:pt>
                <c:pt idx="2290">
                  <c:v>0.35499999999999998</c:v>
                </c:pt>
                <c:pt idx="2291">
                  <c:v>0.35499999999999998</c:v>
                </c:pt>
                <c:pt idx="2292">
                  <c:v>0.35499999999999998</c:v>
                </c:pt>
                <c:pt idx="2293">
                  <c:v>0.35499999999999998</c:v>
                </c:pt>
                <c:pt idx="2294">
                  <c:v>0.35499999999999998</c:v>
                </c:pt>
                <c:pt idx="2295">
                  <c:v>0.35499999999999998</c:v>
                </c:pt>
                <c:pt idx="2296">
                  <c:v>0.35499999999999998</c:v>
                </c:pt>
                <c:pt idx="2297">
                  <c:v>0.35499999999999998</c:v>
                </c:pt>
                <c:pt idx="2298">
                  <c:v>0.35499999999999998</c:v>
                </c:pt>
                <c:pt idx="2299">
                  <c:v>0.35499999999999998</c:v>
                </c:pt>
                <c:pt idx="2300">
                  <c:v>0.35499999999999998</c:v>
                </c:pt>
                <c:pt idx="2301">
                  <c:v>0.35499999999999998</c:v>
                </c:pt>
                <c:pt idx="2302">
                  <c:v>0.35499999999999998</c:v>
                </c:pt>
                <c:pt idx="2303">
                  <c:v>0.35499999999999998</c:v>
                </c:pt>
                <c:pt idx="2304">
                  <c:v>0.35499999999999998</c:v>
                </c:pt>
                <c:pt idx="2305">
                  <c:v>0.35499999999999998</c:v>
                </c:pt>
                <c:pt idx="2306">
                  <c:v>0.35499999999999998</c:v>
                </c:pt>
                <c:pt idx="2307">
                  <c:v>0.35499999999999998</c:v>
                </c:pt>
                <c:pt idx="2308">
                  <c:v>0.35499999999999998</c:v>
                </c:pt>
                <c:pt idx="2309">
                  <c:v>0.35499999999999998</c:v>
                </c:pt>
                <c:pt idx="2310">
                  <c:v>0.35499999999999998</c:v>
                </c:pt>
                <c:pt idx="2311">
                  <c:v>0.35499999999999998</c:v>
                </c:pt>
                <c:pt idx="2312">
                  <c:v>0.35499999999999998</c:v>
                </c:pt>
                <c:pt idx="2313">
                  <c:v>0.35499999999999998</c:v>
                </c:pt>
                <c:pt idx="2314">
                  <c:v>0.35499999999999998</c:v>
                </c:pt>
                <c:pt idx="2315">
                  <c:v>0.35499999999999998</c:v>
                </c:pt>
                <c:pt idx="2316">
                  <c:v>0.35499999999999998</c:v>
                </c:pt>
                <c:pt idx="2317">
                  <c:v>0.35499999999999998</c:v>
                </c:pt>
                <c:pt idx="2318">
                  <c:v>0.35499999999999998</c:v>
                </c:pt>
                <c:pt idx="2319">
                  <c:v>0.35499999999999998</c:v>
                </c:pt>
                <c:pt idx="2320">
                  <c:v>0.35499999999999998</c:v>
                </c:pt>
                <c:pt idx="2321">
                  <c:v>0.35499999999999998</c:v>
                </c:pt>
                <c:pt idx="2322">
                  <c:v>0.35499999999999998</c:v>
                </c:pt>
                <c:pt idx="2323">
                  <c:v>0.35499999999999998</c:v>
                </c:pt>
                <c:pt idx="2324">
                  <c:v>0.35499999999999998</c:v>
                </c:pt>
                <c:pt idx="2325">
                  <c:v>0.35499999999999998</c:v>
                </c:pt>
                <c:pt idx="2326">
                  <c:v>0.35499999999999998</c:v>
                </c:pt>
                <c:pt idx="2327">
                  <c:v>0.35499999999999998</c:v>
                </c:pt>
                <c:pt idx="2328">
                  <c:v>0.35499999999999998</c:v>
                </c:pt>
                <c:pt idx="2329">
                  <c:v>0.35499999999999998</c:v>
                </c:pt>
                <c:pt idx="2330">
                  <c:v>0.35499999999999998</c:v>
                </c:pt>
                <c:pt idx="2331">
                  <c:v>0.35499999999999998</c:v>
                </c:pt>
                <c:pt idx="2332">
                  <c:v>0.35499999999999998</c:v>
                </c:pt>
                <c:pt idx="2333">
                  <c:v>0.35499999999999998</c:v>
                </c:pt>
                <c:pt idx="2334">
                  <c:v>0.35499999999999998</c:v>
                </c:pt>
                <c:pt idx="2335">
                  <c:v>0.35499999999999998</c:v>
                </c:pt>
                <c:pt idx="2336">
                  <c:v>0.35499999999999998</c:v>
                </c:pt>
                <c:pt idx="2337">
                  <c:v>0.35499999999999998</c:v>
                </c:pt>
                <c:pt idx="2338">
                  <c:v>0.35499999999999998</c:v>
                </c:pt>
                <c:pt idx="2339">
                  <c:v>0.35499999999999998</c:v>
                </c:pt>
                <c:pt idx="2340">
                  <c:v>0.35499999999999998</c:v>
                </c:pt>
                <c:pt idx="2341">
                  <c:v>0.35499999999999998</c:v>
                </c:pt>
                <c:pt idx="2342">
                  <c:v>0.35499999999999998</c:v>
                </c:pt>
                <c:pt idx="2343">
                  <c:v>0.35499999999999998</c:v>
                </c:pt>
                <c:pt idx="2344">
                  <c:v>0.35499999999999998</c:v>
                </c:pt>
                <c:pt idx="2345">
                  <c:v>0.35499999999999998</c:v>
                </c:pt>
                <c:pt idx="2346">
                  <c:v>0.35499999999999998</c:v>
                </c:pt>
                <c:pt idx="2347">
                  <c:v>0.35499999999999998</c:v>
                </c:pt>
                <c:pt idx="2348">
                  <c:v>0.35499999999999998</c:v>
                </c:pt>
                <c:pt idx="2349">
                  <c:v>0.35499999999999998</c:v>
                </c:pt>
                <c:pt idx="2350">
                  <c:v>0.35499999999999998</c:v>
                </c:pt>
                <c:pt idx="2351">
                  <c:v>0.35499999999999998</c:v>
                </c:pt>
                <c:pt idx="2352">
                  <c:v>0.35499999999999998</c:v>
                </c:pt>
                <c:pt idx="2353">
                  <c:v>0.35499999999999998</c:v>
                </c:pt>
                <c:pt idx="2354">
                  <c:v>0.35499999999999998</c:v>
                </c:pt>
                <c:pt idx="2355">
                  <c:v>0.35499999999999998</c:v>
                </c:pt>
                <c:pt idx="2356">
                  <c:v>0.35499999999999998</c:v>
                </c:pt>
                <c:pt idx="2357">
                  <c:v>0.35499999999999998</c:v>
                </c:pt>
                <c:pt idx="2358">
                  <c:v>0.35499999999999998</c:v>
                </c:pt>
                <c:pt idx="2359">
                  <c:v>0.35499999999999998</c:v>
                </c:pt>
                <c:pt idx="2360">
                  <c:v>0.35499999999999998</c:v>
                </c:pt>
                <c:pt idx="2361">
                  <c:v>0.35499999999999998</c:v>
                </c:pt>
                <c:pt idx="2362">
                  <c:v>0.35499999999999998</c:v>
                </c:pt>
                <c:pt idx="2363">
                  <c:v>0.35499999999999998</c:v>
                </c:pt>
                <c:pt idx="2364">
                  <c:v>0.35499999999999998</c:v>
                </c:pt>
                <c:pt idx="2365">
                  <c:v>0.35499999999999998</c:v>
                </c:pt>
                <c:pt idx="2366">
                  <c:v>0.35499999999999998</c:v>
                </c:pt>
                <c:pt idx="2367">
                  <c:v>0.35499999999999998</c:v>
                </c:pt>
                <c:pt idx="2368">
                  <c:v>0.35499999999999998</c:v>
                </c:pt>
                <c:pt idx="2369">
                  <c:v>0.35499999999999998</c:v>
                </c:pt>
                <c:pt idx="2370">
                  <c:v>0.35499999999999998</c:v>
                </c:pt>
                <c:pt idx="2371">
                  <c:v>0.35499999999999998</c:v>
                </c:pt>
                <c:pt idx="2372">
                  <c:v>0.35499999999999998</c:v>
                </c:pt>
                <c:pt idx="2373">
                  <c:v>0.35499999999999998</c:v>
                </c:pt>
                <c:pt idx="2374">
                  <c:v>0.35499999999999998</c:v>
                </c:pt>
                <c:pt idx="2375">
                  <c:v>0.35499999999999998</c:v>
                </c:pt>
                <c:pt idx="2376">
                  <c:v>0.35499999999999998</c:v>
                </c:pt>
                <c:pt idx="2377">
                  <c:v>0.35499999999999998</c:v>
                </c:pt>
                <c:pt idx="2378">
                  <c:v>0.35499999999999998</c:v>
                </c:pt>
                <c:pt idx="2379">
                  <c:v>0.35499999999999998</c:v>
                </c:pt>
                <c:pt idx="2380">
                  <c:v>0.35499999999999998</c:v>
                </c:pt>
                <c:pt idx="2381">
                  <c:v>0.35499999999999998</c:v>
                </c:pt>
                <c:pt idx="2382">
                  <c:v>0.35499999999999998</c:v>
                </c:pt>
                <c:pt idx="2383">
                  <c:v>0.35499999999999998</c:v>
                </c:pt>
                <c:pt idx="2384">
                  <c:v>0.35499999999999998</c:v>
                </c:pt>
                <c:pt idx="2385">
                  <c:v>0.35499999999999998</c:v>
                </c:pt>
                <c:pt idx="2386">
                  <c:v>0.35499999999999998</c:v>
                </c:pt>
                <c:pt idx="2387">
                  <c:v>0.35499999999999998</c:v>
                </c:pt>
                <c:pt idx="2388">
                  <c:v>0.35499999999999998</c:v>
                </c:pt>
                <c:pt idx="2389">
                  <c:v>0.35499999999999998</c:v>
                </c:pt>
                <c:pt idx="2390">
                  <c:v>0.35499999999999998</c:v>
                </c:pt>
                <c:pt idx="2391">
                  <c:v>0.35499999999999998</c:v>
                </c:pt>
                <c:pt idx="2392">
                  <c:v>0.35499999999999998</c:v>
                </c:pt>
                <c:pt idx="2393">
                  <c:v>0.35499999999999998</c:v>
                </c:pt>
                <c:pt idx="2394">
                  <c:v>0.35499999999999998</c:v>
                </c:pt>
                <c:pt idx="2395">
                  <c:v>0.35499999999999998</c:v>
                </c:pt>
                <c:pt idx="2396">
                  <c:v>0.35499999999999998</c:v>
                </c:pt>
                <c:pt idx="2397">
                  <c:v>0.35499999999999998</c:v>
                </c:pt>
                <c:pt idx="2398">
                  <c:v>0.35499999999999998</c:v>
                </c:pt>
                <c:pt idx="2399">
                  <c:v>0.35499999999999998</c:v>
                </c:pt>
                <c:pt idx="2400">
                  <c:v>0.35499999999999998</c:v>
                </c:pt>
                <c:pt idx="2401">
                  <c:v>0.35499999999999998</c:v>
                </c:pt>
                <c:pt idx="2402">
                  <c:v>0.35499999999999998</c:v>
                </c:pt>
                <c:pt idx="2403">
                  <c:v>0.35499999999999998</c:v>
                </c:pt>
                <c:pt idx="2404">
                  <c:v>0.35499999999999998</c:v>
                </c:pt>
                <c:pt idx="2405">
                  <c:v>0.35499999999999998</c:v>
                </c:pt>
                <c:pt idx="2406">
                  <c:v>0.35499999999999998</c:v>
                </c:pt>
                <c:pt idx="2407">
                  <c:v>0.35499999999999998</c:v>
                </c:pt>
                <c:pt idx="2408">
                  <c:v>0.35499999999999998</c:v>
                </c:pt>
                <c:pt idx="2409">
                  <c:v>0.35499999999999998</c:v>
                </c:pt>
                <c:pt idx="2410">
                  <c:v>0.35499999999999998</c:v>
                </c:pt>
                <c:pt idx="2411">
                  <c:v>0.35499999999999998</c:v>
                </c:pt>
                <c:pt idx="2412">
                  <c:v>0.35499999999999998</c:v>
                </c:pt>
                <c:pt idx="2413">
                  <c:v>0.35499999999999998</c:v>
                </c:pt>
                <c:pt idx="2414">
                  <c:v>0.35499999999999998</c:v>
                </c:pt>
                <c:pt idx="2415">
                  <c:v>0.35499999999999998</c:v>
                </c:pt>
                <c:pt idx="2416">
                  <c:v>0.35499999999999998</c:v>
                </c:pt>
                <c:pt idx="2417">
                  <c:v>0.35499999999999998</c:v>
                </c:pt>
                <c:pt idx="2418">
                  <c:v>0.35499999999999998</c:v>
                </c:pt>
                <c:pt idx="2419">
                  <c:v>0.35499999999999998</c:v>
                </c:pt>
                <c:pt idx="2420">
                  <c:v>0.35499999999999998</c:v>
                </c:pt>
                <c:pt idx="2421">
                  <c:v>0.35499999999999998</c:v>
                </c:pt>
                <c:pt idx="2422">
                  <c:v>0.35499999999999998</c:v>
                </c:pt>
                <c:pt idx="2423">
                  <c:v>0.35499999999999998</c:v>
                </c:pt>
                <c:pt idx="2424">
                  <c:v>0.35499999999999998</c:v>
                </c:pt>
                <c:pt idx="2425">
                  <c:v>0.35499999999999998</c:v>
                </c:pt>
                <c:pt idx="2426">
                  <c:v>0.35499999999999998</c:v>
                </c:pt>
                <c:pt idx="2427">
                  <c:v>0.35499999999999998</c:v>
                </c:pt>
                <c:pt idx="2428">
                  <c:v>0.35499999999999998</c:v>
                </c:pt>
                <c:pt idx="2429">
                  <c:v>0.35499999999999998</c:v>
                </c:pt>
                <c:pt idx="2430">
                  <c:v>0.35499999999999998</c:v>
                </c:pt>
                <c:pt idx="2431">
                  <c:v>0.35499999999999998</c:v>
                </c:pt>
                <c:pt idx="2432">
                  <c:v>0.35499999999999998</c:v>
                </c:pt>
                <c:pt idx="2433">
                  <c:v>0.35499999999999998</c:v>
                </c:pt>
                <c:pt idx="2434">
                  <c:v>0.35499999999999998</c:v>
                </c:pt>
                <c:pt idx="2435">
                  <c:v>0.35499999999999998</c:v>
                </c:pt>
                <c:pt idx="2436">
                  <c:v>0.35499999999999998</c:v>
                </c:pt>
                <c:pt idx="2437">
                  <c:v>0.35499999999999998</c:v>
                </c:pt>
                <c:pt idx="2438">
                  <c:v>0.35499999999999998</c:v>
                </c:pt>
                <c:pt idx="2439">
                  <c:v>0.35499999999999998</c:v>
                </c:pt>
                <c:pt idx="2440">
                  <c:v>0.35499999999999998</c:v>
                </c:pt>
                <c:pt idx="2441">
                  <c:v>0.35499999999999998</c:v>
                </c:pt>
                <c:pt idx="2442">
                  <c:v>0.35499999999999998</c:v>
                </c:pt>
                <c:pt idx="2443">
                  <c:v>0.35499999999999998</c:v>
                </c:pt>
                <c:pt idx="2444">
                  <c:v>0.35499999999999998</c:v>
                </c:pt>
                <c:pt idx="2445">
                  <c:v>0.35499999999999998</c:v>
                </c:pt>
                <c:pt idx="2446">
                  <c:v>0.35499999999999998</c:v>
                </c:pt>
                <c:pt idx="2447">
                  <c:v>0.35499999999999998</c:v>
                </c:pt>
                <c:pt idx="2448">
                  <c:v>0.35499999999999998</c:v>
                </c:pt>
                <c:pt idx="2449">
                  <c:v>0.35499999999999998</c:v>
                </c:pt>
                <c:pt idx="2450">
                  <c:v>0.35499999999999998</c:v>
                </c:pt>
                <c:pt idx="2451">
                  <c:v>0.35499999999999998</c:v>
                </c:pt>
                <c:pt idx="2452">
                  <c:v>0.35499999999999998</c:v>
                </c:pt>
                <c:pt idx="2453">
                  <c:v>0.35499999999999998</c:v>
                </c:pt>
                <c:pt idx="2454">
                  <c:v>0.35499999999999998</c:v>
                </c:pt>
                <c:pt idx="2455">
                  <c:v>0.35499999999999998</c:v>
                </c:pt>
                <c:pt idx="2456">
                  <c:v>0.35499999999999998</c:v>
                </c:pt>
                <c:pt idx="2457">
                  <c:v>0.35499999999999998</c:v>
                </c:pt>
                <c:pt idx="2458">
                  <c:v>0.35499999999999998</c:v>
                </c:pt>
                <c:pt idx="2459">
                  <c:v>0.35499999999999998</c:v>
                </c:pt>
                <c:pt idx="2460">
                  <c:v>0.35499999999999998</c:v>
                </c:pt>
                <c:pt idx="2461">
                  <c:v>0.35499999999999998</c:v>
                </c:pt>
                <c:pt idx="2462">
                  <c:v>0.35499999999999998</c:v>
                </c:pt>
                <c:pt idx="2463">
                  <c:v>0.35499999999999998</c:v>
                </c:pt>
                <c:pt idx="2464">
                  <c:v>0.35499999999999998</c:v>
                </c:pt>
                <c:pt idx="2465">
                  <c:v>0.35499999999999998</c:v>
                </c:pt>
                <c:pt idx="2466">
                  <c:v>0.35499999999999998</c:v>
                </c:pt>
                <c:pt idx="2467">
                  <c:v>0.35499999999999998</c:v>
                </c:pt>
                <c:pt idx="2468">
                  <c:v>0.35499999999999998</c:v>
                </c:pt>
                <c:pt idx="2469">
                  <c:v>0.35499999999999998</c:v>
                </c:pt>
                <c:pt idx="2470">
                  <c:v>0.35499999999999998</c:v>
                </c:pt>
                <c:pt idx="2471">
                  <c:v>0.35499999999999998</c:v>
                </c:pt>
                <c:pt idx="2472">
                  <c:v>0.35499999999999998</c:v>
                </c:pt>
                <c:pt idx="2473">
                  <c:v>0.35499999999999998</c:v>
                </c:pt>
                <c:pt idx="2474">
                  <c:v>0.35499999999999998</c:v>
                </c:pt>
                <c:pt idx="2475">
                  <c:v>0.35499999999999998</c:v>
                </c:pt>
                <c:pt idx="2476">
                  <c:v>0.35499999999999998</c:v>
                </c:pt>
                <c:pt idx="2477">
                  <c:v>0.35499999999999998</c:v>
                </c:pt>
                <c:pt idx="2478">
                  <c:v>0.35499999999999998</c:v>
                </c:pt>
                <c:pt idx="2479">
                  <c:v>0.35499999999999998</c:v>
                </c:pt>
                <c:pt idx="2480">
                  <c:v>0.35499999999999998</c:v>
                </c:pt>
                <c:pt idx="2481">
                  <c:v>0.35499999999999998</c:v>
                </c:pt>
                <c:pt idx="2482">
                  <c:v>0.35499999999999998</c:v>
                </c:pt>
                <c:pt idx="2483">
                  <c:v>0.35499999999999998</c:v>
                </c:pt>
                <c:pt idx="2484">
                  <c:v>0.35499999999999998</c:v>
                </c:pt>
                <c:pt idx="2485">
                  <c:v>0.35499999999999998</c:v>
                </c:pt>
                <c:pt idx="2486">
                  <c:v>0.35499999999999998</c:v>
                </c:pt>
                <c:pt idx="2487">
                  <c:v>0.35499999999999998</c:v>
                </c:pt>
                <c:pt idx="2488">
                  <c:v>0.35499999999999998</c:v>
                </c:pt>
                <c:pt idx="2489">
                  <c:v>0.35499999999999998</c:v>
                </c:pt>
                <c:pt idx="2490">
                  <c:v>0.35499999999999998</c:v>
                </c:pt>
                <c:pt idx="2491">
                  <c:v>0.35499999999999998</c:v>
                </c:pt>
                <c:pt idx="2492">
                  <c:v>0.35499999999999998</c:v>
                </c:pt>
                <c:pt idx="2493">
                  <c:v>0.35499999999999998</c:v>
                </c:pt>
                <c:pt idx="2494">
                  <c:v>0.35499999999999998</c:v>
                </c:pt>
                <c:pt idx="2495">
                  <c:v>0.35499999999999998</c:v>
                </c:pt>
                <c:pt idx="2496">
                  <c:v>0.35499999999999998</c:v>
                </c:pt>
                <c:pt idx="2497">
                  <c:v>0.35499999999999998</c:v>
                </c:pt>
                <c:pt idx="2498">
                  <c:v>0.35499999999999998</c:v>
                </c:pt>
                <c:pt idx="2499">
                  <c:v>0.35499999999999998</c:v>
                </c:pt>
                <c:pt idx="2500">
                  <c:v>0.35499999999999998</c:v>
                </c:pt>
                <c:pt idx="2501">
                  <c:v>0.35499999999999998</c:v>
                </c:pt>
                <c:pt idx="2502">
                  <c:v>0.35499999999999998</c:v>
                </c:pt>
                <c:pt idx="2503">
                  <c:v>0.35499999999999998</c:v>
                </c:pt>
                <c:pt idx="2504">
                  <c:v>0.35499999999999998</c:v>
                </c:pt>
                <c:pt idx="2505">
                  <c:v>0.35499999999999998</c:v>
                </c:pt>
                <c:pt idx="2506">
                  <c:v>0.35499999999999998</c:v>
                </c:pt>
                <c:pt idx="2507">
                  <c:v>0.35499999999999998</c:v>
                </c:pt>
                <c:pt idx="2508">
                  <c:v>0.35499999999999998</c:v>
                </c:pt>
                <c:pt idx="2509">
                  <c:v>0.35499999999999998</c:v>
                </c:pt>
                <c:pt idx="2510">
                  <c:v>0.35499999999999998</c:v>
                </c:pt>
                <c:pt idx="2511">
                  <c:v>0.35499999999999998</c:v>
                </c:pt>
                <c:pt idx="2512">
                  <c:v>0.35499999999999998</c:v>
                </c:pt>
                <c:pt idx="2513">
                  <c:v>0.35499999999999998</c:v>
                </c:pt>
                <c:pt idx="2514">
                  <c:v>0.35499999999999998</c:v>
                </c:pt>
                <c:pt idx="2515">
                  <c:v>0.35499999999999998</c:v>
                </c:pt>
                <c:pt idx="2516">
                  <c:v>0.35499999999999998</c:v>
                </c:pt>
                <c:pt idx="2517">
                  <c:v>0.35499999999999998</c:v>
                </c:pt>
                <c:pt idx="2518">
                  <c:v>0.35499999999999998</c:v>
                </c:pt>
                <c:pt idx="2519">
                  <c:v>0.35499999999999998</c:v>
                </c:pt>
                <c:pt idx="2520">
                  <c:v>0.35499999999999998</c:v>
                </c:pt>
                <c:pt idx="2521">
                  <c:v>0.35499999999999998</c:v>
                </c:pt>
                <c:pt idx="2522">
                  <c:v>0.35499999999999998</c:v>
                </c:pt>
                <c:pt idx="2523">
                  <c:v>0.35499999999999998</c:v>
                </c:pt>
                <c:pt idx="2524">
                  <c:v>0.35499999999999998</c:v>
                </c:pt>
                <c:pt idx="2525">
                  <c:v>0.35499999999999998</c:v>
                </c:pt>
                <c:pt idx="2526">
                  <c:v>0.35499999999999998</c:v>
                </c:pt>
                <c:pt idx="2527">
                  <c:v>0.35499999999999998</c:v>
                </c:pt>
                <c:pt idx="2528">
                  <c:v>0.35499999999999998</c:v>
                </c:pt>
                <c:pt idx="2529">
                  <c:v>0.35499999999999998</c:v>
                </c:pt>
                <c:pt idx="2530">
                  <c:v>0.35499999999999998</c:v>
                </c:pt>
                <c:pt idx="2531">
                  <c:v>0.35499999999999998</c:v>
                </c:pt>
                <c:pt idx="2532">
                  <c:v>0.35499999999999998</c:v>
                </c:pt>
                <c:pt idx="2533">
                  <c:v>0.35499999999999998</c:v>
                </c:pt>
                <c:pt idx="2534">
                  <c:v>0.35499999999999998</c:v>
                </c:pt>
                <c:pt idx="2535">
                  <c:v>0.35499999999999998</c:v>
                </c:pt>
                <c:pt idx="2536">
                  <c:v>0.35499999999999998</c:v>
                </c:pt>
                <c:pt idx="2537">
                  <c:v>0.35499999999999998</c:v>
                </c:pt>
                <c:pt idx="2538">
                  <c:v>0.35499999999999998</c:v>
                </c:pt>
                <c:pt idx="2539">
                  <c:v>0.35499999999999998</c:v>
                </c:pt>
                <c:pt idx="2540">
                  <c:v>0.35499999999999998</c:v>
                </c:pt>
                <c:pt idx="2541">
                  <c:v>0.35499999999999998</c:v>
                </c:pt>
                <c:pt idx="2542">
                  <c:v>0.35499999999999998</c:v>
                </c:pt>
                <c:pt idx="2543">
                  <c:v>0.35499999999999998</c:v>
                </c:pt>
                <c:pt idx="2544">
                  <c:v>0.35499999999999998</c:v>
                </c:pt>
                <c:pt idx="2545">
                  <c:v>0.35499999999999998</c:v>
                </c:pt>
                <c:pt idx="2546">
                  <c:v>0.35499999999999998</c:v>
                </c:pt>
                <c:pt idx="2547">
                  <c:v>0.35499999999999998</c:v>
                </c:pt>
                <c:pt idx="2548">
                  <c:v>0.35499999999999998</c:v>
                </c:pt>
                <c:pt idx="2549">
                  <c:v>0.35499999999999998</c:v>
                </c:pt>
                <c:pt idx="2550">
                  <c:v>0.35499999999999998</c:v>
                </c:pt>
                <c:pt idx="2551">
                  <c:v>0.35499999999999998</c:v>
                </c:pt>
                <c:pt idx="2552">
                  <c:v>0.35499999999999998</c:v>
                </c:pt>
                <c:pt idx="2553">
                  <c:v>0.35499999999999998</c:v>
                </c:pt>
                <c:pt idx="2554">
                  <c:v>0.35499999999999998</c:v>
                </c:pt>
                <c:pt idx="2555">
                  <c:v>0.35499999999999998</c:v>
                </c:pt>
                <c:pt idx="2556">
                  <c:v>0.35499999999999998</c:v>
                </c:pt>
                <c:pt idx="2557">
                  <c:v>0.35499999999999998</c:v>
                </c:pt>
                <c:pt idx="2558">
                  <c:v>0.3417</c:v>
                </c:pt>
                <c:pt idx="2559">
                  <c:v>0.34</c:v>
                </c:pt>
                <c:pt idx="2560">
                  <c:v>0.34</c:v>
                </c:pt>
                <c:pt idx="2561">
                  <c:v>0.34</c:v>
                </c:pt>
                <c:pt idx="2562">
                  <c:v>0.34</c:v>
                </c:pt>
                <c:pt idx="2563">
                  <c:v>0.34</c:v>
                </c:pt>
                <c:pt idx="2564">
                  <c:v>0.34</c:v>
                </c:pt>
                <c:pt idx="2565">
                  <c:v>0.34</c:v>
                </c:pt>
                <c:pt idx="2566">
                  <c:v>0.34</c:v>
                </c:pt>
                <c:pt idx="2567">
                  <c:v>0.34</c:v>
                </c:pt>
                <c:pt idx="2568">
                  <c:v>0.34</c:v>
                </c:pt>
                <c:pt idx="2569">
                  <c:v>0.34</c:v>
                </c:pt>
                <c:pt idx="2570">
                  <c:v>0.34</c:v>
                </c:pt>
                <c:pt idx="2571">
                  <c:v>0.34</c:v>
                </c:pt>
                <c:pt idx="2572">
                  <c:v>0.34</c:v>
                </c:pt>
                <c:pt idx="2573">
                  <c:v>0.34</c:v>
                </c:pt>
                <c:pt idx="2574">
                  <c:v>0.34</c:v>
                </c:pt>
                <c:pt idx="2575">
                  <c:v>0.34</c:v>
                </c:pt>
                <c:pt idx="2576">
                  <c:v>0.34</c:v>
                </c:pt>
                <c:pt idx="2577">
                  <c:v>0.34</c:v>
                </c:pt>
                <c:pt idx="2578">
                  <c:v>0.34</c:v>
                </c:pt>
                <c:pt idx="2579">
                  <c:v>0.34</c:v>
                </c:pt>
                <c:pt idx="2580">
                  <c:v>0.34</c:v>
                </c:pt>
                <c:pt idx="2581">
                  <c:v>0.34</c:v>
                </c:pt>
                <c:pt idx="2582">
                  <c:v>0.34</c:v>
                </c:pt>
                <c:pt idx="2583">
                  <c:v>0.34</c:v>
                </c:pt>
                <c:pt idx="2584">
                  <c:v>0.34</c:v>
                </c:pt>
                <c:pt idx="2585">
                  <c:v>0.34</c:v>
                </c:pt>
                <c:pt idx="2586">
                  <c:v>0.34</c:v>
                </c:pt>
                <c:pt idx="2587">
                  <c:v>0.34</c:v>
                </c:pt>
                <c:pt idx="2588">
                  <c:v>0.34</c:v>
                </c:pt>
                <c:pt idx="2589">
                  <c:v>0.34</c:v>
                </c:pt>
                <c:pt idx="2590">
                  <c:v>0.34</c:v>
                </c:pt>
                <c:pt idx="2591">
                  <c:v>0.34</c:v>
                </c:pt>
                <c:pt idx="2592">
                  <c:v>0.34</c:v>
                </c:pt>
                <c:pt idx="2593">
                  <c:v>0.34</c:v>
                </c:pt>
                <c:pt idx="2594">
                  <c:v>0.34</c:v>
                </c:pt>
                <c:pt idx="2595">
                  <c:v>0.34</c:v>
                </c:pt>
                <c:pt idx="2596">
                  <c:v>0.34</c:v>
                </c:pt>
                <c:pt idx="2597">
                  <c:v>0.34</c:v>
                </c:pt>
                <c:pt idx="2598">
                  <c:v>0.34</c:v>
                </c:pt>
                <c:pt idx="2599">
                  <c:v>0.34</c:v>
                </c:pt>
                <c:pt idx="2600">
                  <c:v>0.34</c:v>
                </c:pt>
                <c:pt idx="2601">
                  <c:v>0.34</c:v>
                </c:pt>
                <c:pt idx="2602">
                  <c:v>0.34</c:v>
                </c:pt>
                <c:pt idx="2603">
                  <c:v>0.34</c:v>
                </c:pt>
                <c:pt idx="2604">
                  <c:v>0.34</c:v>
                </c:pt>
                <c:pt idx="2605">
                  <c:v>0.34</c:v>
                </c:pt>
                <c:pt idx="2606">
                  <c:v>0.34</c:v>
                </c:pt>
                <c:pt idx="2607">
                  <c:v>0.34</c:v>
                </c:pt>
                <c:pt idx="2608">
                  <c:v>0.34</c:v>
                </c:pt>
                <c:pt idx="2609">
                  <c:v>0.34</c:v>
                </c:pt>
                <c:pt idx="2610">
                  <c:v>0.34</c:v>
                </c:pt>
                <c:pt idx="2611">
                  <c:v>0.34</c:v>
                </c:pt>
                <c:pt idx="2612">
                  <c:v>0.34</c:v>
                </c:pt>
                <c:pt idx="2613">
                  <c:v>0.34</c:v>
                </c:pt>
                <c:pt idx="2614">
                  <c:v>0.34</c:v>
                </c:pt>
                <c:pt idx="2615">
                  <c:v>0.34</c:v>
                </c:pt>
                <c:pt idx="2616">
                  <c:v>0.34</c:v>
                </c:pt>
                <c:pt idx="2617">
                  <c:v>0.34</c:v>
                </c:pt>
                <c:pt idx="2618">
                  <c:v>0.34</c:v>
                </c:pt>
                <c:pt idx="2619">
                  <c:v>0.34</c:v>
                </c:pt>
                <c:pt idx="2620">
                  <c:v>0.34</c:v>
                </c:pt>
                <c:pt idx="2621">
                  <c:v>0.34</c:v>
                </c:pt>
                <c:pt idx="2622">
                  <c:v>0.34</c:v>
                </c:pt>
                <c:pt idx="2623">
                  <c:v>0.34</c:v>
                </c:pt>
                <c:pt idx="2624">
                  <c:v>0.34</c:v>
                </c:pt>
                <c:pt idx="2625">
                  <c:v>0.34</c:v>
                </c:pt>
                <c:pt idx="2626">
                  <c:v>0.34</c:v>
                </c:pt>
                <c:pt idx="2627">
                  <c:v>0.34</c:v>
                </c:pt>
                <c:pt idx="2628">
                  <c:v>0.34</c:v>
                </c:pt>
                <c:pt idx="2629">
                  <c:v>0.34</c:v>
                </c:pt>
                <c:pt idx="2630">
                  <c:v>0.34</c:v>
                </c:pt>
                <c:pt idx="2631">
                  <c:v>0.34</c:v>
                </c:pt>
                <c:pt idx="2632">
                  <c:v>0.34</c:v>
                </c:pt>
                <c:pt idx="2633">
                  <c:v>0.34</c:v>
                </c:pt>
                <c:pt idx="2634">
                  <c:v>0.34</c:v>
                </c:pt>
                <c:pt idx="2635">
                  <c:v>0.34</c:v>
                </c:pt>
                <c:pt idx="2636">
                  <c:v>0.34</c:v>
                </c:pt>
                <c:pt idx="2637">
                  <c:v>0.34</c:v>
                </c:pt>
                <c:pt idx="2638">
                  <c:v>0.34</c:v>
                </c:pt>
                <c:pt idx="2639">
                  <c:v>0.34</c:v>
                </c:pt>
                <c:pt idx="2640">
                  <c:v>0.34</c:v>
                </c:pt>
                <c:pt idx="2641">
                  <c:v>0.34</c:v>
                </c:pt>
                <c:pt idx="2642">
                  <c:v>0.34</c:v>
                </c:pt>
                <c:pt idx="2643">
                  <c:v>0.34</c:v>
                </c:pt>
                <c:pt idx="2644">
                  <c:v>0.34</c:v>
                </c:pt>
                <c:pt idx="2645">
                  <c:v>0.34</c:v>
                </c:pt>
                <c:pt idx="2646">
                  <c:v>0.34</c:v>
                </c:pt>
                <c:pt idx="2647">
                  <c:v>0.34</c:v>
                </c:pt>
                <c:pt idx="2648">
                  <c:v>0.34</c:v>
                </c:pt>
                <c:pt idx="2649">
                  <c:v>0.34</c:v>
                </c:pt>
                <c:pt idx="2650">
                  <c:v>0.34</c:v>
                </c:pt>
                <c:pt idx="2651">
                  <c:v>0.34</c:v>
                </c:pt>
                <c:pt idx="2652">
                  <c:v>0.34</c:v>
                </c:pt>
                <c:pt idx="2653">
                  <c:v>0.34</c:v>
                </c:pt>
                <c:pt idx="2654">
                  <c:v>0.34</c:v>
                </c:pt>
                <c:pt idx="2655">
                  <c:v>0.34</c:v>
                </c:pt>
                <c:pt idx="2656">
                  <c:v>0.34</c:v>
                </c:pt>
                <c:pt idx="2657">
                  <c:v>0.34</c:v>
                </c:pt>
                <c:pt idx="2658">
                  <c:v>0.34</c:v>
                </c:pt>
                <c:pt idx="2659">
                  <c:v>0.34</c:v>
                </c:pt>
                <c:pt idx="2660">
                  <c:v>0.34</c:v>
                </c:pt>
                <c:pt idx="2661">
                  <c:v>0.34</c:v>
                </c:pt>
                <c:pt idx="2662">
                  <c:v>0.34</c:v>
                </c:pt>
                <c:pt idx="2663">
                  <c:v>0.34</c:v>
                </c:pt>
                <c:pt idx="2664">
                  <c:v>0.34</c:v>
                </c:pt>
                <c:pt idx="2665">
                  <c:v>0.34</c:v>
                </c:pt>
                <c:pt idx="2666">
                  <c:v>0.34</c:v>
                </c:pt>
                <c:pt idx="2667">
                  <c:v>0.34</c:v>
                </c:pt>
                <c:pt idx="2668">
                  <c:v>0.34</c:v>
                </c:pt>
                <c:pt idx="2669">
                  <c:v>0.34</c:v>
                </c:pt>
                <c:pt idx="2670">
                  <c:v>0.34</c:v>
                </c:pt>
                <c:pt idx="2671">
                  <c:v>0.34</c:v>
                </c:pt>
                <c:pt idx="2672">
                  <c:v>0.34</c:v>
                </c:pt>
                <c:pt idx="2673">
                  <c:v>0.34</c:v>
                </c:pt>
                <c:pt idx="2674">
                  <c:v>0.34</c:v>
                </c:pt>
                <c:pt idx="2675">
                  <c:v>0.34</c:v>
                </c:pt>
                <c:pt idx="2676">
                  <c:v>0.34</c:v>
                </c:pt>
                <c:pt idx="2677">
                  <c:v>0.34</c:v>
                </c:pt>
                <c:pt idx="2678">
                  <c:v>0.34</c:v>
                </c:pt>
                <c:pt idx="2679">
                  <c:v>0.34</c:v>
                </c:pt>
                <c:pt idx="2680">
                  <c:v>0.34</c:v>
                </c:pt>
                <c:pt idx="2681">
                  <c:v>0.34</c:v>
                </c:pt>
                <c:pt idx="2682">
                  <c:v>0.34</c:v>
                </c:pt>
                <c:pt idx="2683">
                  <c:v>0.34</c:v>
                </c:pt>
                <c:pt idx="2684">
                  <c:v>0.34</c:v>
                </c:pt>
                <c:pt idx="2685">
                  <c:v>0.34</c:v>
                </c:pt>
                <c:pt idx="2686">
                  <c:v>0.34</c:v>
                </c:pt>
                <c:pt idx="2687">
                  <c:v>0.34</c:v>
                </c:pt>
                <c:pt idx="2688">
                  <c:v>0.34</c:v>
                </c:pt>
                <c:pt idx="2689">
                  <c:v>0.34</c:v>
                </c:pt>
                <c:pt idx="2690">
                  <c:v>0.34</c:v>
                </c:pt>
                <c:pt idx="2691">
                  <c:v>0.34</c:v>
                </c:pt>
                <c:pt idx="2692">
                  <c:v>0.34</c:v>
                </c:pt>
                <c:pt idx="2693">
                  <c:v>0.34</c:v>
                </c:pt>
                <c:pt idx="2694">
                  <c:v>0.34</c:v>
                </c:pt>
                <c:pt idx="2695">
                  <c:v>0.34</c:v>
                </c:pt>
                <c:pt idx="2696">
                  <c:v>0.34</c:v>
                </c:pt>
                <c:pt idx="2697">
                  <c:v>0.34</c:v>
                </c:pt>
                <c:pt idx="2698">
                  <c:v>0.34</c:v>
                </c:pt>
                <c:pt idx="2699">
                  <c:v>0.34</c:v>
                </c:pt>
                <c:pt idx="2700">
                  <c:v>0.34</c:v>
                </c:pt>
                <c:pt idx="2701">
                  <c:v>0.34</c:v>
                </c:pt>
                <c:pt idx="2702">
                  <c:v>0.34</c:v>
                </c:pt>
                <c:pt idx="2703">
                  <c:v>0.34</c:v>
                </c:pt>
                <c:pt idx="2704">
                  <c:v>0.34</c:v>
                </c:pt>
                <c:pt idx="2705">
                  <c:v>0.34</c:v>
                </c:pt>
                <c:pt idx="2706">
                  <c:v>0.34</c:v>
                </c:pt>
                <c:pt idx="2707">
                  <c:v>0.34</c:v>
                </c:pt>
                <c:pt idx="2708">
                  <c:v>0.34</c:v>
                </c:pt>
                <c:pt idx="2709">
                  <c:v>0.34</c:v>
                </c:pt>
                <c:pt idx="2710">
                  <c:v>0.34</c:v>
                </c:pt>
                <c:pt idx="2711">
                  <c:v>0.34</c:v>
                </c:pt>
                <c:pt idx="2712">
                  <c:v>0.34</c:v>
                </c:pt>
                <c:pt idx="2713">
                  <c:v>0.34</c:v>
                </c:pt>
                <c:pt idx="2714">
                  <c:v>0.34</c:v>
                </c:pt>
                <c:pt idx="2715">
                  <c:v>0.34</c:v>
                </c:pt>
                <c:pt idx="2716">
                  <c:v>0.34</c:v>
                </c:pt>
                <c:pt idx="2717">
                  <c:v>0.34</c:v>
                </c:pt>
                <c:pt idx="2718">
                  <c:v>0.34</c:v>
                </c:pt>
                <c:pt idx="2719">
                  <c:v>0.34</c:v>
                </c:pt>
                <c:pt idx="2720">
                  <c:v>0.34</c:v>
                </c:pt>
                <c:pt idx="2721">
                  <c:v>0.34</c:v>
                </c:pt>
                <c:pt idx="2722">
                  <c:v>0.34</c:v>
                </c:pt>
                <c:pt idx="2723">
                  <c:v>0.34</c:v>
                </c:pt>
                <c:pt idx="2724">
                  <c:v>0.34</c:v>
                </c:pt>
                <c:pt idx="2725">
                  <c:v>0.34</c:v>
                </c:pt>
                <c:pt idx="2726">
                  <c:v>0.34</c:v>
                </c:pt>
                <c:pt idx="2727">
                  <c:v>0.34</c:v>
                </c:pt>
                <c:pt idx="2728">
                  <c:v>0.34</c:v>
                </c:pt>
                <c:pt idx="2729">
                  <c:v>0.34</c:v>
                </c:pt>
                <c:pt idx="2730">
                  <c:v>0.34</c:v>
                </c:pt>
                <c:pt idx="2731">
                  <c:v>0.34</c:v>
                </c:pt>
                <c:pt idx="2732">
                  <c:v>0.34</c:v>
                </c:pt>
                <c:pt idx="2733">
                  <c:v>0.34</c:v>
                </c:pt>
                <c:pt idx="2734">
                  <c:v>0.34</c:v>
                </c:pt>
                <c:pt idx="2735">
                  <c:v>0.34</c:v>
                </c:pt>
                <c:pt idx="2736">
                  <c:v>0.34</c:v>
                </c:pt>
                <c:pt idx="2737">
                  <c:v>0.34</c:v>
                </c:pt>
                <c:pt idx="2738">
                  <c:v>0.34</c:v>
                </c:pt>
                <c:pt idx="2739">
                  <c:v>0.34</c:v>
                </c:pt>
                <c:pt idx="2740">
                  <c:v>0.34</c:v>
                </c:pt>
                <c:pt idx="2741">
                  <c:v>0.34</c:v>
                </c:pt>
                <c:pt idx="2742">
                  <c:v>0.34</c:v>
                </c:pt>
                <c:pt idx="2743">
                  <c:v>0.34</c:v>
                </c:pt>
                <c:pt idx="2744">
                  <c:v>0.34</c:v>
                </c:pt>
                <c:pt idx="2745">
                  <c:v>0.34</c:v>
                </c:pt>
                <c:pt idx="2746">
                  <c:v>0.34</c:v>
                </c:pt>
                <c:pt idx="2747">
                  <c:v>0.34</c:v>
                </c:pt>
                <c:pt idx="2748">
                  <c:v>0.34</c:v>
                </c:pt>
                <c:pt idx="2749">
                  <c:v>0.34</c:v>
                </c:pt>
                <c:pt idx="2750">
                  <c:v>0.34</c:v>
                </c:pt>
                <c:pt idx="2751">
                  <c:v>0.34</c:v>
                </c:pt>
                <c:pt idx="2752">
                  <c:v>0.34</c:v>
                </c:pt>
                <c:pt idx="2753">
                  <c:v>0.34</c:v>
                </c:pt>
                <c:pt idx="2754">
                  <c:v>0.34</c:v>
                </c:pt>
                <c:pt idx="2755">
                  <c:v>0.34</c:v>
                </c:pt>
                <c:pt idx="2756">
                  <c:v>0.34</c:v>
                </c:pt>
                <c:pt idx="2757">
                  <c:v>0.34</c:v>
                </c:pt>
                <c:pt idx="2758">
                  <c:v>0.34</c:v>
                </c:pt>
                <c:pt idx="2759">
                  <c:v>0.34</c:v>
                </c:pt>
                <c:pt idx="2760">
                  <c:v>0.34</c:v>
                </c:pt>
                <c:pt idx="2761">
                  <c:v>0.34</c:v>
                </c:pt>
                <c:pt idx="2762">
                  <c:v>0.34</c:v>
                </c:pt>
                <c:pt idx="2763">
                  <c:v>0.34</c:v>
                </c:pt>
                <c:pt idx="2764">
                  <c:v>0.34</c:v>
                </c:pt>
                <c:pt idx="2765">
                  <c:v>0.34</c:v>
                </c:pt>
                <c:pt idx="2766">
                  <c:v>0.34</c:v>
                </c:pt>
                <c:pt idx="2767">
                  <c:v>0.34</c:v>
                </c:pt>
                <c:pt idx="2768">
                  <c:v>0.34</c:v>
                </c:pt>
                <c:pt idx="2769">
                  <c:v>0.34</c:v>
                </c:pt>
                <c:pt idx="2770">
                  <c:v>0.34</c:v>
                </c:pt>
                <c:pt idx="2771">
                  <c:v>0.34</c:v>
                </c:pt>
                <c:pt idx="2772">
                  <c:v>0.34</c:v>
                </c:pt>
                <c:pt idx="2773">
                  <c:v>0.34</c:v>
                </c:pt>
                <c:pt idx="2774">
                  <c:v>0.34</c:v>
                </c:pt>
                <c:pt idx="2775">
                  <c:v>0.34</c:v>
                </c:pt>
                <c:pt idx="2776">
                  <c:v>0.34</c:v>
                </c:pt>
                <c:pt idx="2777">
                  <c:v>0.34</c:v>
                </c:pt>
                <c:pt idx="2778">
                  <c:v>0.34</c:v>
                </c:pt>
                <c:pt idx="2779">
                  <c:v>0.34</c:v>
                </c:pt>
                <c:pt idx="2780">
                  <c:v>0.34</c:v>
                </c:pt>
                <c:pt idx="2781">
                  <c:v>0.34</c:v>
                </c:pt>
                <c:pt idx="2782">
                  <c:v>0.34</c:v>
                </c:pt>
                <c:pt idx="2783">
                  <c:v>0.34</c:v>
                </c:pt>
                <c:pt idx="2784">
                  <c:v>0.34</c:v>
                </c:pt>
                <c:pt idx="2785">
                  <c:v>0.34</c:v>
                </c:pt>
                <c:pt idx="2786">
                  <c:v>0.34</c:v>
                </c:pt>
                <c:pt idx="2787">
                  <c:v>0.34</c:v>
                </c:pt>
                <c:pt idx="2788">
                  <c:v>0.34</c:v>
                </c:pt>
                <c:pt idx="2789">
                  <c:v>0.34</c:v>
                </c:pt>
                <c:pt idx="2790">
                  <c:v>0.34</c:v>
                </c:pt>
                <c:pt idx="2791">
                  <c:v>0.34</c:v>
                </c:pt>
                <c:pt idx="2792">
                  <c:v>0.34</c:v>
                </c:pt>
                <c:pt idx="2793">
                  <c:v>0.34</c:v>
                </c:pt>
                <c:pt idx="2794">
                  <c:v>0.34</c:v>
                </c:pt>
                <c:pt idx="2795">
                  <c:v>0.34</c:v>
                </c:pt>
                <c:pt idx="2796">
                  <c:v>0.34</c:v>
                </c:pt>
                <c:pt idx="2797">
                  <c:v>0.34</c:v>
                </c:pt>
                <c:pt idx="2798">
                  <c:v>0.34</c:v>
                </c:pt>
                <c:pt idx="2799">
                  <c:v>0.34</c:v>
                </c:pt>
                <c:pt idx="2800">
                  <c:v>0.34</c:v>
                </c:pt>
                <c:pt idx="2801">
                  <c:v>0.34</c:v>
                </c:pt>
                <c:pt idx="2802">
                  <c:v>0.34</c:v>
                </c:pt>
                <c:pt idx="2803">
                  <c:v>0.34</c:v>
                </c:pt>
                <c:pt idx="2804">
                  <c:v>0.34</c:v>
                </c:pt>
                <c:pt idx="2805">
                  <c:v>0.34</c:v>
                </c:pt>
                <c:pt idx="2806">
                  <c:v>0.34</c:v>
                </c:pt>
                <c:pt idx="2807">
                  <c:v>0.34</c:v>
                </c:pt>
                <c:pt idx="2808">
                  <c:v>0.34</c:v>
                </c:pt>
                <c:pt idx="2809">
                  <c:v>0.34</c:v>
                </c:pt>
                <c:pt idx="2810">
                  <c:v>0.34</c:v>
                </c:pt>
                <c:pt idx="2811">
                  <c:v>0.34</c:v>
                </c:pt>
                <c:pt idx="2812">
                  <c:v>0.34</c:v>
                </c:pt>
                <c:pt idx="2813">
                  <c:v>0.34</c:v>
                </c:pt>
                <c:pt idx="2814">
                  <c:v>0.34</c:v>
                </c:pt>
                <c:pt idx="2815">
                  <c:v>0.34</c:v>
                </c:pt>
                <c:pt idx="2816">
                  <c:v>0.34</c:v>
                </c:pt>
                <c:pt idx="2817">
                  <c:v>0.34</c:v>
                </c:pt>
                <c:pt idx="2818">
                  <c:v>0.34</c:v>
                </c:pt>
                <c:pt idx="2819">
                  <c:v>0.34</c:v>
                </c:pt>
                <c:pt idx="2820">
                  <c:v>0.34</c:v>
                </c:pt>
                <c:pt idx="2821">
                  <c:v>0.34</c:v>
                </c:pt>
                <c:pt idx="2822">
                  <c:v>0.34</c:v>
                </c:pt>
                <c:pt idx="2823">
                  <c:v>0.34</c:v>
                </c:pt>
                <c:pt idx="2824">
                  <c:v>0.34</c:v>
                </c:pt>
                <c:pt idx="2825">
                  <c:v>0.34</c:v>
                </c:pt>
                <c:pt idx="2826">
                  <c:v>0.34</c:v>
                </c:pt>
                <c:pt idx="2827">
                  <c:v>0.34</c:v>
                </c:pt>
                <c:pt idx="2828">
                  <c:v>0.34</c:v>
                </c:pt>
                <c:pt idx="2829">
                  <c:v>0.34</c:v>
                </c:pt>
                <c:pt idx="2830">
                  <c:v>0.34</c:v>
                </c:pt>
                <c:pt idx="2831">
                  <c:v>0.34</c:v>
                </c:pt>
                <c:pt idx="2832">
                  <c:v>0.34</c:v>
                </c:pt>
                <c:pt idx="2833">
                  <c:v>0.34</c:v>
                </c:pt>
                <c:pt idx="2834">
                  <c:v>0.34</c:v>
                </c:pt>
                <c:pt idx="2835">
                  <c:v>0.34</c:v>
                </c:pt>
                <c:pt idx="2836">
                  <c:v>0.34</c:v>
                </c:pt>
                <c:pt idx="2837">
                  <c:v>0.34</c:v>
                </c:pt>
                <c:pt idx="2838">
                  <c:v>0.34</c:v>
                </c:pt>
                <c:pt idx="2839">
                  <c:v>0.34</c:v>
                </c:pt>
                <c:pt idx="2840">
                  <c:v>0.34</c:v>
                </c:pt>
                <c:pt idx="2841">
                  <c:v>0.34</c:v>
                </c:pt>
                <c:pt idx="2842">
                  <c:v>0.34</c:v>
                </c:pt>
                <c:pt idx="2843">
                  <c:v>0.34</c:v>
                </c:pt>
                <c:pt idx="2844">
                  <c:v>0.34</c:v>
                </c:pt>
                <c:pt idx="2845">
                  <c:v>0.34</c:v>
                </c:pt>
                <c:pt idx="2846">
                  <c:v>0.34</c:v>
                </c:pt>
                <c:pt idx="2847">
                  <c:v>0.34</c:v>
                </c:pt>
                <c:pt idx="2848">
                  <c:v>0.34</c:v>
                </c:pt>
                <c:pt idx="2849">
                  <c:v>0.34</c:v>
                </c:pt>
                <c:pt idx="2850">
                  <c:v>0.34</c:v>
                </c:pt>
                <c:pt idx="2851">
                  <c:v>0.34</c:v>
                </c:pt>
                <c:pt idx="2852">
                  <c:v>0.34</c:v>
                </c:pt>
                <c:pt idx="2853">
                  <c:v>0.34</c:v>
                </c:pt>
                <c:pt idx="2854">
                  <c:v>0.34</c:v>
                </c:pt>
                <c:pt idx="2855">
                  <c:v>0.34</c:v>
                </c:pt>
                <c:pt idx="2856">
                  <c:v>0.34</c:v>
                </c:pt>
                <c:pt idx="2857">
                  <c:v>0.34</c:v>
                </c:pt>
                <c:pt idx="2858">
                  <c:v>0.34</c:v>
                </c:pt>
                <c:pt idx="2859">
                  <c:v>0.34</c:v>
                </c:pt>
                <c:pt idx="2860">
                  <c:v>0.34</c:v>
                </c:pt>
                <c:pt idx="2861">
                  <c:v>0.34</c:v>
                </c:pt>
                <c:pt idx="2862">
                  <c:v>0.34</c:v>
                </c:pt>
                <c:pt idx="2863">
                  <c:v>0.34</c:v>
                </c:pt>
                <c:pt idx="2864">
                  <c:v>0.34</c:v>
                </c:pt>
                <c:pt idx="2865">
                  <c:v>0.34</c:v>
                </c:pt>
                <c:pt idx="2866">
                  <c:v>0.34</c:v>
                </c:pt>
                <c:pt idx="2867">
                  <c:v>0.34</c:v>
                </c:pt>
                <c:pt idx="2868">
                  <c:v>0.34</c:v>
                </c:pt>
                <c:pt idx="2869">
                  <c:v>0.34</c:v>
                </c:pt>
                <c:pt idx="2870">
                  <c:v>0.34</c:v>
                </c:pt>
                <c:pt idx="2871">
                  <c:v>0.34</c:v>
                </c:pt>
                <c:pt idx="2872">
                  <c:v>0.34</c:v>
                </c:pt>
                <c:pt idx="2873">
                  <c:v>0.34</c:v>
                </c:pt>
                <c:pt idx="2874">
                  <c:v>0.34</c:v>
                </c:pt>
                <c:pt idx="2875">
                  <c:v>0.34</c:v>
                </c:pt>
                <c:pt idx="2876">
                  <c:v>0.34</c:v>
                </c:pt>
                <c:pt idx="2877">
                  <c:v>0.34</c:v>
                </c:pt>
                <c:pt idx="2878">
                  <c:v>0.34</c:v>
                </c:pt>
                <c:pt idx="2879">
                  <c:v>0.34</c:v>
                </c:pt>
                <c:pt idx="2880">
                  <c:v>0.34</c:v>
                </c:pt>
                <c:pt idx="2881">
                  <c:v>0.34</c:v>
                </c:pt>
                <c:pt idx="2882">
                  <c:v>0.34</c:v>
                </c:pt>
                <c:pt idx="2883">
                  <c:v>0.34</c:v>
                </c:pt>
                <c:pt idx="2884">
                  <c:v>0.34</c:v>
                </c:pt>
                <c:pt idx="2885">
                  <c:v>0.34</c:v>
                </c:pt>
                <c:pt idx="2886">
                  <c:v>0.34</c:v>
                </c:pt>
                <c:pt idx="2887">
                  <c:v>0.34</c:v>
                </c:pt>
                <c:pt idx="2888">
                  <c:v>0.34</c:v>
                </c:pt>
                <c:pt idx="2889">
                  <c:v>0.34</c:v>
                </c:pt>
                <c:pt idx="2890">
                  <c:v>0.34</c:v>
                </c:pt>
                <c:pt idx="2891">
                  <c:v>0.34</c:v>
                </c:pt>
                <c:pt idx="2892">
                  <c:v>0.34</c:v>
                </c:pt>
                <c:pt idx="2893">
                  <c:v>0.34</c:v>
                </c:pt>
                <c:pt idx="2894">
                  <c:v>0.34</c:v>
                </c:pt>
                <c:pt idx="2895">
                  <c:v>0.34</c:v>
                </c:pt>
                <c:pt idx="2896">
                  <c:v>0.34</c:v>
                </c:pt>
                <c:pt idx="2897">
                  <c:v>0.34</c:v>
                </c:pt>
                <c:pt idx="2898">
                  <c:v>0.34</c:v>
                </c:pt>
                <c:pt idx="2899">
                  <c:v>0.34</c:v>
                </c:pt>
                <c:pt idx="2900">
                  <c:v>0.34</c:v>
                </c:pt>
                <c:pt idx="2901">
                  <c:v>0.34</c:v>
                </c:pt>
                <c:pt idx="2902">
                  <c:v>0.34</c:v>
                </c:pt>
                <c:pt idx="2903">
                  <c:v>0.34</c:v>
                </c:pt>
                <c:pt idx="2904">
                  <c:v>0.34</c:v>
                </c:pt>
                <c:pt idx="2905">
                  <c:v>0.34</c:v>
                </c:pt>
                <c:pt idx="2906">
                  <c:v>0.34</c:v>
                </c:pt>
                <c:pt idx="2907">
                  <c:v>0.34</c:v>
                </c:pt>
                <c:pt idx="2908">
                  <c:v>0.34</c:v>
                </c:pt>
                <c:pt idx="2909">
                  <c:v>0.34</c:v>
                </c:pt>
                <c:pt idx="2910">
                  <c:v>0.34</c:v>
                </c:pt>
                <c:pt idx="2911">
                  <c:v>0.34</c:v>
                </c:pt>
                <c:pt idx="2912">
                  <c:v>0.34</c:v>
                </c:pt>
                <c:pt idx="2913">
                  <c:v>0.34</c:v>
                </c:pt>
                <c:pt idx="2914">
                  <c:v>0.34</c:v>
                </c:pt>
                <c:pt idx="2915">
                  <c:v>0.34</c:v>
                </c:pt>
                <c:pt idx="2916">
                  <c:v>0.34</c:v>
                </c:pt>
                <c:pt idx="2917">
                  <c:v>0.34</c:v>
                </c:pt>
                <c:pt idx="2918">
                  <c:v>0.34</c:v>
                </c:pt>
                <c:pt idx="2919">
                  <c:v>0.34</c:v>
                </c:pt>
                <c:pt idx="2920">
                  <c:v>0.34</c:v>
                </c:pt>
                <c:pt idx="2921">
                  <c:v>0.34</c:v>
                </c:pt>
                <c:pt idx="2922">
                  <c:v>0.34</c:v>
                </c:pt>
                <c:pt idx="2923">
                  <c:v>0.34</c:v>
                </c:pt>
                <c:pt idx="2924">
                  <c:v>0.34</c:v>
                </c:pt>
                <c:pt idx="2925">
                  <c:v>0.34</c:v>
                </c:pt>
                <c:pt idx="2926">
                  <c:v>0.34</c:v>
                </c:pt>
                <c:pt idx="2927">
                  <c:v>0.34</c:v>
                </c:pt>
                <c:pt idx="2928">
                  <c:v>0.34</c:v>
                </c:pt>
                <c:pt idx="2929">
                  <c:v>0.34</c:v>
                </c:pt>
                <c:pt idx="2930">
                  <c:v>0.34</c:v>
                </c:pt>
                <c:pt idx="2931">
                  <c:v>0.34</c:v>
                </c:pt>
                <c:pt idx="2932">
                  <c:v>0.34</c:v>
                </c:pt>
                <c:pt idx="2933">
                  <c:v>0.34</c:v>
                </c:pt>
                <c:pt idx="2934">
                  <c:v>0.34</c:v>
                </c:pt>
                <c:pt idx="2935">
                  <c:v>0.34</c:v>
                </c:pt>
                <c:pt idx="2936">
                  <c:v>0.34</c:v>
                </c:pt>
                <c:pt idx="2937">
                  <c:v>0.34</c:v>
                </c:pt>
                <c:pt idx="2938">
                  <c:v>0.34</c:v>
                </c:pt>
                <c:pt idx="2939">
                  <c:v>0.34</c:v>
                </c:pt>
                <c:pt idx="2940">
                  <c:v>0.34</c:v>
                </c:pt>
                <c:pt idx="2941">
                  <c:v>0.34</c:v>
                </c:pt>
                <c:pt idx="2942">
                  <c:v>0.34</c:v>
                </c:pt>
                <c:pt idx="2943">
                  <c:v>0.34</c:v>
                </c:pt>
                <c:pt idx="2944">
                  <c:v>0.34</c:v>
                </c:pt>
                <c:pt idx="2945">
                  <c:v>0.34</c:v>
                </c:pt>
                <c:pt idx="2946">
                  <c:v>0.34</c:v>
                </c:pt>
                <c:pt idx="2947">
                  <c:v>0.34</c:v>
                </c:pt>
                <c:pt idx="2948">
                  <c:v>0.34</c:v>
                </c:pt>
                <c:pt idx="2949">
                  <c:v>0.34</c:v>
                </c:pt>
                <c:pt idx="2950">
                  <c:v>0.34</c:v>
                </c:pt>
                <c:pt idx="2951">
                  <c:v>0.34</c:v>
                </c:pt>
                <c:pt idx="2952">
                  <c:v>0.34</c:v>
                </c:pt>
                <c:pt idx="2953">
                  <c:v>0.34</c:v>
                </c:pt>
                <c:pt idx="2954">
                  <c:v>0.34</c:v>
                </c:pt>
                <c:pt idx="2955">
                  <c:v>0.34</c:v>
                </c:pt>
                <c:pt idx="2956">
                  <c:v>0.34</c:v>
                </c:pt>
                <c:pt idx="2957">
                  <c:v>0.34</c:v>
                </c:pt>
                <c:pt idx="2958">
                  <c:v>0.34</c:v>
                </c:pt>
                <c:pt idx="2959">
                  <c:v>0.34</c:v>
                </c:pt>
                <c:pt idx="2960">
                  <c:v>0.34</c:v>
                </c:pt>
                <c:pt idx="2961">
                  <c:v>0.34</c:v>
                </c:pt>
                <c:pt idx="2962">
                  <c:v>0.34</c:v>
                </c:pt>
                <c:pt idx="2963">
                  <c:v>0.34</c:v>
                </c:pt>
                <c:pt idx="2964">
                  <c:v>0.34</c:v>
                </c:pt>
                <c:pt idx="2965">
                  <c:v>0.34</c:v>
                </c:pt>
                <c:pt idx="2966">
                  <c:v>0.34</c:v>
                </c:pt>
                <c:pt idx="2967">
                  <c:v>0.34</c:v>
                </c:pt>
                <c:pt idx="2968">
                  <c:v>0.34</c:v>
                </c:pt>
                <c:pt idx="2969">
                  <c:v>0.34</c:v>
                </c:pt>
                <c:pt idx="2970">
                  <c:v>0.34</c:v>
                </c:pt>
                <c:pt idx="2971">
                  <c:v>0.34</c:v>
                </c:pt>
                <c:pt idx="2972">
                  <c:v>0.34</c:v>
                </c:pt>
                <c:pt idx="2973">
                  <c:v>0.34</c:v>
                </c:pt>
                <c:pt idx="2974">
                  <c:v>0.34</c:v>
                </c:pt>
                <c:pt idx="2975">
                  <c:v>0.34</c:v>
                </c:pt>
                <c:pt idx="2976">
                  <c:v>0.34</c:v>
                </c:pt>
                <c:pt idx="2977">
                  <c:v>0.34</c:v>
                </c:pt>
                <c:pt idx="2978">
                  <c:v>0.34</c:v>
                </c:pt>
                <c:pt idx="2979">
                  <c:v>0.34</c:v>
                </c:pt>
                <c:pt idx="2980">
                  <c:v>0.34</c:v>
                </c:pt>
                <c:pt idx="2981">
                  <c:v>0.34</c:v>
                </c:pt>
                <c:pt idx="2982">
                  <c:v>0.34</c:v>
                </c:pt>
                <c:pt idx="2983">
                  <c:v>0.34</c:v>
                </c:pt>
                <c:pt idx="2984">
                  <c:v>0.34</c:v>
                </c:pt>
                <c:pt idx="2985">
                  <c:v>0.34</c:v>
                </c:pt>
                <c:pt idx="2986">
                  <c:v>0.34</c:v>
                </c:pt>
                <c:pt idx="2987">
                  <c:v>0.34</c:v>
                </c:pt>
                <c:pt idx="2988">
                  <c:v>0.34</c:v>
                </c:pt>
                <c:pt idx="2989">
                  <c:v>0.34</c:v>
                </c:pt>
                <c:pt idx="2990">
                  <c:v>0.34</c:v>
                </c:pt>
                <c:pt idx="2991">
                  <c:v>0.34</c:v>
                </c:pt>
                <c:pt idx="2992">
                  <c:v>0.34</c:v>
                </c:pt>
                <c:pt idx="2993">
                  <c:v>0.34</c:v>
                </c:pt>
                <c:pt idx="2994">
                  <c:v>0.34</c:v>
                </c:pt>
                <c:pt idx="2995">
                  <c:v>0.34</c:v>
                </c:pt>
                <c:pt idx="2996">
                  <c:v>0.34</c:v>
                </c:pt>
                <c:pt idx="2997">
                  <c:v>0.34</c:v>
                </c:pt>
                <c:pt idx="2998">
                  <c:v>0.34</c:v>
                </c:pt>
                <c:pt idx="2999">
                  <c:v>0.34</c:v>
                </c:pt>
                <c:pt idx="3000">
                  <c:v>0.34</c:v>
                </c:pt>
                <c:pt idx="3001">
                  <c:v>0.34</c:v>
                </c:pt>
                <c:pt idx="3002">
                  <c:v>0.34</c:v>
                </c:pt>
                <c:pt idx="3003">
                  <c:v>0.34</c:v>
                </c:pt>
                <c:pt idx="3004">
                  <c:v>0.34</c:v>
                </c:pt>
                <c:pt idx="3005">
                  <c:v>0.34</c:v>
                </c:pt>
                <c:pt idx="3006">
                  <c:v>0.34</c:v>
                </c:pt>
                <c:pt idx="3007">
                  <c:v>0.34</c:v>
                </c:pt>
                <c:pt idx="3008">
                  <c:v>0.34</c:v>
                </c:pt>
                <c:pt idx="3009">
                  <c:v>0.34</c:v>
                </c:pt>
                <c:pt idx="3010">
                  <c:v>0.34</c:v>
                </c:pt>
                <c:pt idx="3011">
                  <c:v>0.34</c:v>
                </c:pt>
                <c:pt idx="3012">
                  <c:v>0.34</c:v>
                </c:pt>
                <c:pt idx="3013">
                  <c:v>0.34</c:v>
                </c:pt>
                <c:pt idx="3014">
                  <c:v>0.34</c:v>
                </c:pt>
                <c:pt idx="3015">
                  <c:v>0.34</c:v>
                </c:pt>
                <c:pt idx="3016">
                  <c:v>0.34</c:v>
                </c:pt>
                <c:pt idx="3017">
                  <c:v>0.34</c:v>
                </c:pt>
                <c:pt idx="3018">
                  <c:v>0.34</c:v>
                </c:pt>
                <c:pt idx="3019">
                  <c:v>0.34</c:v>
                </c:pt>
                <c:pt idx="3020">
                  <c:v>0.34</c:v>
                </c:pt>
                <c:pt idx="3021">
                  <c:v>0.34</c:v>
                </c:pt>
                <c:pt idx="3022">
                  <c:v>0.34</c:v>
                </c:pt>
                <c:pt idx="3023">
                  <c:v>0.34</c:v>
                </c:pt>
                <c:pt idx="3024">
                  <c:v>0.34</c:v>
                </c:pt>
                <c:pt idx="3025">
                  <c:v>0.34</c:v>
                </c:pt>
                <c:pt idx="3026">
                  <c:v>0.34</c:v>
                </c:pt>
                <c:pt idx="3027">
                  <c:v>0.34</c:v>
                </c:pt>
                <c:pt idx="3028">
                  <c:v>0.34</c:v>
                </c:pt>
                <c:pt idx="3029">
                  <c:v>0.34</c:v>
                </c:pt>
                <c:pt idx="3030">
                  <c:v>0.34</c:v>
                </c:pt>
                <c:pt idx="3031">
                  <c:v>0.34</c:v>
                </c:pt>
                <c:pt idx="3032">
                  <c:v>0.34</c:v>
                </c:pt>
                <c:pt idx="3033">
                  <c:v>0.34</c:v>
                </c:pt>
                <c:pt idx="3034">
                  <c:v>0.34</c:v>
                </c:pt>
                <c:pt idx="3035">
                  <c:v>0.34</c:v>
                </c:pt>
                <c:pt idx="3036">
                  <c:v>0.34</c:v>
                </c:pt>
                <c:pt idx="3037">
                  <c:v>0.34</c:v>
                </c:pt>
                <c:pt idx="3038">
                  <c:v>0.34</c:v>
                </c:pt>
                <c:pt idx="3039">
                  <c:v>0.34</c:v>
                </c:pt>
                <c:pt idx="3040">
                  <c:v>0.34</c:v>
                </c:pt>
                <c:pt idx="3041">
                  <c:v>0.34</c:v>
                </c:pt>
                <c:pt idx="3042">
                  <c:v>0.34</c:v>
                </c:pt>
                <c:pt idx="3043">
                  <c:v>0.34</c:v>
                </c:pt>
                <c:pt idx="3044">
                  <c:v>0.34</c:v>
                </c:pt>
                <c:pt idx="3045">
                  <c:v>0.34</c:v>
                </c:pt>
                <c:pt idx="3046">
                  <c:v>0.34</c:v>
                </c:pt>
                <c:pt idx="3047">
                  <c:v>0.34</c:v>
                </c:pt>
                <c:pt idx="3048">
                  <c:v>0.34</c:v>
                </c:pt>
                <c:pt idx="3049">
                  <c:v>0.34</c:v>
                </c:pt>
                <c:pt idx="3050">
                  <c:v>0.34</c:v>
                </c:pt>
                <c:pt idx="3051">
                  <c:v>0.34</c:v>
                </c:pt>
                <c:pt idx="3052">
                  <c:v>0.34</c:v>
                </c:pt>
                <c:pt idx="3053">
                  <c:v>0.34</c:v>
                </c:pt>
                <c:pt idx="3054">
                  <c:v>0.34</c:v>
                </c:pt>
                <c:pt idx="3055">
                  <c:v>0.34</c:v>
                </c:pt>
                <c:pt idx="3056">
                  <c:v>0.34</c:v>
                </c:pt>
                <c:pt idx="3057">
                  <c:v>0.34</c:v>
                </c:pt>
                <c:pt idx="3058">
                  <c:v>0.34</c:v>
                </c:pt>
                <c:pt idx="3059">
                  <c:v>0.34</c:v>
                </c:pt>
                <c:pt idx="3060">
                  <c:v>0.34</c:v>
                </c:pt>
                <c:pt idx="3061">
                  <c:v>0.34</c:v>
                </c:pt>
                <c:pt idx="3062">
                  <c:v>0.34</c:v>
                </c:pt>
                <c:pt idx="3063">
                  <c:v>0.34</c:v>
                </c:pt>
                <c:pt idx="3064">
                  <c:v>0.34</c:v>
                </c:pt>
                <c:pt idx="3065">
                  <c:v>0.34</c:v>
                </c:pt>
                <c:pt idx="3066">
                  <c:v>0.34</c:v>
                </c:pt>
                <c:pt idx="3067">
                  <c:v>0.34</c:v>
                </c:pt>
                <c:pt idx="3068">
                  <c:v>0.34</c:v>
                </c:pt>
                <c:pt idx="3069">
                  <c:v>0.36280000000000001</c:v>
                </c:pt>
                <c:pt idx="3070">
                  <c:v>0.38500000000000001</c:v>
                </c:pt>
                <c:pt idx="3071">
                  <c:v>0.38500000000000001</c:v>
                </c:pt>
                <c:pt idx="3072">
                  <c:v>0.38500000000000001</c:v>
                </c:pt>
                <c:pt idx="3073">
                  <c:v>0.38500000000000001</c:v>
                </c:pt>
                <c:pt idx="3074">
                  <c:v>0.38500000000000001</c:v>
                </c:pt>
                <c:pt idx="3075">
                  <c:v>0.38500000000000001</c:v>
                </c:pt>
                <c:pt idx="3076">
                  <c:v>0.38500000000000001</c:v>
                </c:pt>
                <c:pt idx="3077">
                  <c:v>0.38500000000000001</c:v>
                </c:pt>
                <c:pt idx="3078">
                  <c:v>0.38500000000000001</c:v>
                </c:pt>
                <c:pt idx="3079">
                  <c:v>0.38500000000000001</c:v>
                </c:pt>
                <c:pt idx="3080">
                  <c:v>0.38500000000000001</c:v>
                </c:pt>
                <c:pt idx="3081">
                  <c:v>0.38500000000000001</c:v>
                </c:pt>
                <c:pt idx="3082">
                  <c:v>0.38500000000000001</c:v>
                </c:pt>
                <c:pt idx="3083">
                  <c:v>0.38500000000000001</c:v>
                </c:pt>
                <c:pt idx="3084">
                  <c:v>0.38500000000000001</c:v>
                </c:pt>
                <c:pt idx="3085">
                  <c:v>0.38500000000000001</c:v>
                </c:pt>
                <c:pt idx="3086">
                  <c:v>0.38500000000000001</c:v>
                </c:pt>
                <c:pt idx="3087">
                  <c:v>0.38500000000000001</c:v>
                </c:pt>
                <c:pt idx="3088">
                  <c:v>0.38500000000000001</c:v>
                </c:pt>
                <c:pt idx="3089">
                  <c:v>0.38500000000000001</c:v>
                </c:pt>
                <c:pt idx="3090">
                  <c:v>0.38500000000000001</c:v>
                </c:pt>
                <c:pt idx="3091">
                  <c:v>0.38500000000000001</c:v>
                </c:pt>
                <c:pt idx="3092">
                  <c:v>0.38500000000000001</c:v>
                </c:pt>
                <c:pt idx="3093">
                  <c:v>0.38500000000000001</c:v>
                </c:pt>
                <c:pt idx="3094">
                  <c:v>0.38500000000000001</c:v>
                </c:pt>
                <c:pt idx="3095">
                  <c:v>0.38500000000000001</c:v>
                </c:pt>
                <c:pt idx="3096">
                  <c:v>0.38500000000000001</c:v>
                </c:pt>
                <c:pt idx="3097">
                  <c:v>0.38500000000000001</c:v>
                </c:pt>
                <c:pt idx="3098">
                  <c:v>0.38500000000000001</c:v>
                </c:pt>
                <c:pt idx="3099">
                  <c:v>0.38500000000000001</c:v>
                </c:pt>
                <c:pt idx="3100">
                  <c:v>0.38500000000000001</c:v>
                </c:pt>
                <c:pt idx="3101">
                  <c:v>0.38500000000000001</c:v>
                </c:pt>
                <c:pt idx="3102">
                  <c:v>0.38500000000000001</c:v>
                </c:pt>
                <c:pt idx="3103">
                  <c:v>0.38500000000000001</c:v>
                </c:pt>
                <c:pt idx="3104">
                  <c:v>0.38500000000000001</c:v>
                </c:pt>
                <c:pt idx="3105">
                  <c:v>0.38500000000000001</c:v>
                </c:pt>
                <c:pt idx="3106">
                  <c:v>0.38500000000000001</c:v>
                </c:pt>
                <c:pt idx="3107">
                  <c:v>0.38500000000000001</c:v>
                </c:pt>
                <c:pt idx="3108">
                  <c:v>0.38500000000000001</c:v>
                </c:pt>
                <c:pt idx="3109">
                  <c:v>0.38500000000000001</c:v>
                </c:pt>
                <c:pt idx="3110">
                  <c:v>0.38500000000000001</c:v>
                </c:pt>
                <c:pt idx="3111">
                  <c:v>0.38500000000000001</c:v>
                </c:pt>
                <c:pt idx="3112">
                  <c:v>0.38500000000000001</c:v>
                </c:pt>
                <c:pt idx="3113">
                  <c:v>0.38500000000000001</c:v>
                </c:pt>
                <c:pt idx="3114">
                  <c:v>0.38500000000000001</c:v>
                </c:pt>
                <c:pt idx="3115">
                  <c:v>0.38500000000000001</c:v>
                </c:pt>
                <c:pt idx="3116">
                  <c:v>0.38500000000000001</c:v>
                </c:pt>
                <c:pt idx="3117">
                  <c:v>0.38500000000000001</c:v>
                </c:pt>
                <c:pt idx="3118">
                  <c:v>0.38500000000000001</c:v>
                </c:pt>
                <c:pt idx="3119">
                  <c:v>0.38500000000000001</c:v>
                </c:pt>
                <c:pt idx="3120">
                  <c:v>0.38500000000000001</c:v>
                </c:pt>
                <c:pt idx="3121">
                  <c:v>0.38500000000000001</c:v>
                </c:pt>
                <c:pt idx="3122">
                  <c:v>0.38500000000000001</c:v>
                </c:pt>
                <c:pt idx="3123">
                  <c:v>0.38500000000000001</c:v>
                </c:pt>
                <c:pt idx="3124">
                  <c:v>0.38500000000000001</c:v>
                </c:pt>
                <c:pt idx="3125">
                  <c:v>0.38500000000000001</c:v>
                </c:pt>
                <c:pt idx="3126">
                  <c:v>0.38500000000000001</c:v>
                </c:pt>
                <c:pt idx="3127">
                  <c:v>0.38500000000000001</c:v>
                </c:pt>
                <c:pt idx="3128">
                  <c:v>0.38500000000000001</c:v>
                </c:pt>
                <c:pt idx="3129">
                  <c:v>0.38500000000000001</c:v>
                </c:pt>
                <c:pt idx="3130">
                  <c:v>0.38500000000000001</c:v>
                </c:pt>
                <c:pt idx="3131">
                  <c:v>0.38500000000000001</c:v>
                </c:pt>
                <c:pt idx="3132">
                  <c:v>0.38500000000000001</c:v>
                </c:pt>
                <c:pt idx="3133">
                  <c:v>0.38500000000000001</c:v>
                </c:pt>
                <c:pt idx="3134">
                  <c:v>0.38500000000000001</c:v>
                </c:pt>
                <c:pt idx="3135">
                  <c:v>0.38500000000000001</c:v>
                </c:pt>
                <c:pt idx="3136">
                  <c:v>0.38500000000000001</c:v>
                </c:pt>
                <c:pt idx="3137">
                  <c:v>0.38500000000000001</c:v>
                </c:pt>
                <c:pt idx="3138">
                  <c:v>0.38500000000000001</c:v>
                </c:pt>
                <c:pt idx="3139">
                  <c:v>0.38500000000000001</c:v>
                </c:pt>
                <c:pt idx="3140">
                  <c:v>0.38500000000000001</c:v>
                </c:pt>
                <c:pt idx="3141">
                  <c:v>0.38500000000000001</c:v>
                </c:pt>
                <c:pt idx="3142">
                  <c:v>0.38500000000000001</c:v>
                </c:pt>
                <c:pt idx="3143">
                  <c:v>0.38500000000000001</c:v>
                </c:pt>
                <c:pt idx="3144">
                  <c:v>0.38500000000000001</c:v>
                </c:pt>
                <c:pt idx="3145">
                  <c:v>0.38500000000000001</c:v>
                </c:pt>
                <c:pt idx="3146">
                  <c:v>0.38500000000000001</c:v>
                </c:pt>
                <c:pt idx="3147">
                  <c:v>0.38500000000000001</c:v>
                </c:pt>
                <c:pt idx="3148">
                  <c:v>0.38500000000000001</c:v>
                </c:pt>
                <c:pt idx="3149">
                  <c:v>0.38500000000000001</c:v>
                </c:pt>
                <c:pt idx="3150">
                  <c:v>0.38500000000000001</c:v>
                </c:pt>
                <c:pt idx="3151">
                  <c:v>0.38500000000000001</c:v>
                </c:pt>
                <c:pt idx="3152">
                  <c:v>0.38500000000000001</c:v>
                </c:pt>
                <c:pt idx="3153">
                  <c:v>0.38500000000000001</c:v>
                </c:pt>
                <c:pt idx="3154">
                  <c:v>0.38500000000000001</c:v>
                </c:pt>
                <c:pt idx="3155">
                  <c:v>0.38500000000000001</c:v>
                </c:pt>
                <c:pt idx="3156">
                  <c:v>0.38500000000000001</c:v>
                </c:pt>
                <c:pt idx="3157">
                  <c:v>0.38500000000000001</c:v>
                </c:pt>
                <c:pt idx="3158">
                  <c:v>0.38500000000000001</c:v>
                </c:pt>
                <c:pt idx="3159">
                  <c:v>0.38500000000000001</c:v>
                </c:pt>
                <c:pt idx="3160">
                  <c:v>0.38500000000000001</c:v>
                </c:pt>
                <c:pt idx="3161">
                  <c:v>0.38500000000000001</c:v>
                </c:pt>
                <c:pt idx="3162">
                  <c:v>0.38500000000000001</c:v>
                </c:pt>
                <c:pt idx="3163">
                  <c:v>0.38500000000000001</c:v>
                </c:pt>
                <c:pt idx="3164">
                  <c:v>0.38500000000000001</c:v>
                </c:pt>
                <c:pt idx="3165">
                  <c:v>0.38500000000000001</c:v>
                </c:pt>
                <c:pt idx="3166">
                  <c:v>0.38500000000000001</c:v>
                </c:pt>
                <c:pt idx="3167">
                  <c:v>0.38500000000000001</c:v>
                </c:pt>
                <c:pt idx="3168">
                  <c:v>0.38500000000000001</c:v>
                </c:pt>
                <c:pt idx="3169">
                  <c:v>0.38500000000000001</c:v>
                </c:pt>
                <c:pt idx="3170">
                  <c:v>0.38500000000000001</c:v>
                </c:pt>
                <c:pt idx="3171">
                  <c:v>0.38500000000000001</c:v>
                </c:pt>
                <c:pt idx="3172">
                  <c:v>0.38500000000000001</c:v>
                </c:pt>
                <c:pt idx="3173">
                  <c:v>0.38500000000000001</c:v>
                </c:pt>
                <c:pt idx="3174">
                  <c:v>0.38500000000000001</c:v>
                </c:pt>
                <c:pt idx="3175">
                  <c:v>0.38500000000000001</c:v>
                </c:pt>
                <c:pt idx="3176">
                  <c:v>0.38500000000000001</c:v>
                </c:pt>
                <c:pt idx="3177">
                  <c:v>0.38500000000000001</c:v>
                </c:pt>
                <c:pt idx="3178">
                  <c:v>0.38500000000000001</c:v>
                </c:pt>
                <c:pt idx="3179">
                  <c:v>0.38500000000000001</c:v>
                </c:pt>
                <c:pt idx="3180">
                  <c:v>0.38500000000000001</c:v>
                </c:pt>
                <c:pt idx="3181">
                  <c:v>0.38500000000000001</c:v>
                </c:pt>
                <c:pt idx="3182">
                  <c:v>0.38500000000000001</c:v>
                </c:pt>
                <c:pt idx="3183">
                  <c:v>0.38500000000000001</c:v>
                </c:pt>
                <c:pt idx="3184">
                  <c:v>0.38500000000000001</c:v>
                </c:pt>
                <c:pt idx="3185">
                  <c:v>0.38500000000000001</c:v>
                </c:pt>
                <c:pt idx="3186">
                  <c:v>0.38500000000000001</c:v>
                </c:pt>
                <c:pt idx="3187">
                  <c:v>0.38500000000000001</c:v>
                </c:pt>
                <c:pt idx="3188">
                  <c:v>0.38500000000000001</c:v>
                </c:pt>
                <c:pt idx="3189">
                  <c:v>0.38500000000000001</c:v>
                </c:pt>
                <c:pt idx="3190">
                  <c:v>0.38500000000000001</c:v>
                </c:pt>
                <c:pt idx="3191">
                  <c:v>0.38500000000000001</c:v>
                </c:pt>
                <c:pt idx="3192">
                  <c:v>0.38500000000000001</c:v>
                </c:pt>
                <c:pt idx="3193">
                  <c:v>0.38500000000000001</c:v>
                </c:pt>
                <c:pt idx="3194">
                  <c:v>0.38500000000000001</c:v>
                </c:pt>
                <c:pt idx="3195">
                  <c:v>0.38500000000000001</c:v>
                </c:pt>
                <c:pt idx="3196">
                  <c:v>0.38500000000000001</c:v>
                </c:pt>
                <c:pt idx="3197">
                  <c:v>0.38500000000000001</c:v>
                </c:pt>
                <c:pt idx="3198">
                  <c:v>0.38500000000000001</c:v>
                </c:pt>
                <c:pt idx="3199">
                  <c:v>0.38500000000000001</c:v>
                </c:pt>
                <c:pt idx="3200">
                  <c:v>0.38500000000000001</c:v>
                </c:pt>
                <c:pt idx="3201">
                  <c:v>0.38500000000000001</c:v>
                </c:pt>
                <c:pt idx="3202">
                  <c:v>0.38500000000000001</c:v>
                </c:pt>
                <c:pt idx="3203">
                  <c:v>0.38500000000000001</c:v>
                </c:pt>
                <c:pt idx="3204">
                  <c:v>0.38500000000000001</c:v>
                </c:pt>
                <c:pt idx="3205">
                  <c:v>0.38500000000000001</c:v>
                </c:pt>
                <c:pt idx="3206">
                  <c:v>0.38500000000000001</c:v>
                </c:pt>
                <c:pt idx="3207">
                  <c:v>0.38500000000000001</c:v>
                </c:pt>
                <c:pt idx="3208">
                  <c:v>0.38500000000000001</c:v>
                </c:pt>
                <c:pt idx="3209">
                  <c:v>0.38500000000000001</c:v>
                </c:pt>
                <c:pt idx="3210">
                  <c:v>0.38500000000000001</c:v>
                </c:pt>
                <c:pt idx="3211">
                  <c:v>0.38500000000000001</c:v>
                </c:pt>
                <c:pt idx="3212">
                  <c:v>0.38500000000000001</c:v>
                </c:pt>
                <c:pt idx="3213">
                  <c:v>0.38500000000000001</c:v>
                </c:pt>
                <c:pt idx="3214">
                  <c:v>0.38500000000000001</c:v>
                </c:pt>
                <c:pt idx="3215">
                  <c:v>0.38500000000000001</c:v>
                </c:pt>
                <c:pt idx="3216">
                  <c:v>0.38500000000000001</c:v>
                </c:pt>
                <c:pt idx="3217">
                  <c:v>0.38500000000000001</c:v>
                </c:pt>
                <c:pt idx="3218">
                  <c:v>0.38500000000000001</c:v>
                </c:pt>
                <c:pt idx="3219">
                  <c:v>0.38500000000000001</c:v>
                </c:pt>
                <c:pt idx="3220">
                  <c:v>0.38500000000000001</c:v>
                </c:pt>
                <c:pt idx="3221">
                  <c:v>0.38500000000000001</c:v>
                </c:pt>
                <c:pt idx="3222">
                  <c:v>0.38500000000000001</c:v>
                </c:pt>
                <c:pt idx="3223">
                  <c:v>0.38500000000000001</c:v>
                </c:pt>
                <c:pt idx="3224">
                  <c:v>0.38500000000000001</c:v>
                </c:pt>
                <c:pt idx="3225">
                  <c:v>0.38500000000000001</c:v>
                </c:pt>
                <c:pt idx="3226">
                  <c:v>0.38500000000000001</c:v>
                </c:pt>
                <c:pt idx="3227">
                  <c:v>0.38500000000000001</c:v>
                </c:pt>
                <c:pt idx="3228">
                  <c:v>0.38500000000000001</c:v>
                </c:pt>
                <c:pt idx="3229">
                  <c:v>0.38500000000000001</c:v>
                </c:pt>
                <c:pt idx="3230">
                  <c:v>0.38500000000000001</c:v>
                </c:pt>
                <c:pt idx="3231">
                  <c:v>0.38500000000000001</c:v>
                </c:pt>
                <c:pt idx="3232">
                  <c:v>0.38500000000000001</c:v>
                </c:pt>
                <c:pt idx="3233">
                  <c:v>0.38500000000000001</c:v>
                </c:pt>
                <c:pt idx="3234">
                  <c:v>0.38500000000000001</c:v>
                </c:pt>
                <c:pt idx="3235">
                  <c:v>0.38500000000000001</c:v>
                </c:pt>
                <c:pt idx="3236">
                  <c:v>0.38500000000000001</c:v>
                </c:pt>
                <c:pt idx="3237">
                  <c:v>0.38500000000000001</c:v>
                </c:pt>
                <c:pt idx="3238">
                  <c:v>0.38500000000000001</c:v>
                </c:pt>
                <c:pt idx="3239">
                  <c:v>0.38500000000000001</c:v>
                </c:pt>
                <c:pt idx="3240">
                  <c:v>0.38500000000000001</c:v>
                </c:pt>
                <c:pt idx="3241">
                  <c:v>0.38500000000000001</c:v>
                </c:pt>
                <c:pt idx="3242">
                  <c:v>0.38500000000000001</c:v>
                </c:pt>
                <c:pt idx="3243">
                  <c:v>0.38500000000000001</c:v>
                </c:pt>
                <c:pt idx="3244">
                  <c:v>0.38500000000000001</c:v>
                </c:pt>
                <c:pt idx="3245">
                  <c:v>0.38500000000000001</c:v>
                </c:pt>
                <c:pt idx="3246">
                  <c:v>0.38500000000000001</c:v>
                </c:pt>
                <c:pt idx="3247">
                  <c:v>0.38500000000000001</c:v>
                </c:pt>
                <c:pt idx="3248">
                  <c:v>0.38500000000000001</c:v>
                </c:pt>
                <c:pt idx="3249">
                  <c:v>0.38500000000000001</c:v>
                </c:pt>
                <c:pt idx="3250">
                  <c:v>0.38500000000000001</c:v>
                </c:pt>
                <c:pt idx="3251">
                  <c:v>0.38500000000000001</c:v>
                </c:pt>
                <c:pt idx="3252">
                  <c:v>0.38500000000000001</c:v>
                </c:pt>
                <c:pt idx="3253">
                  <c:v>0.38500000000000001</c:v>
                </c:pt>
                <c:pt idx="3254">
                  <c:v>0.38500000000000001</c:v>
                </c:pt>
                <c:pt idx="3255">
                  <c:v>0.38500000000000001</c:v>
                </c:pt>
                <c:pt idx="3256">
                  <c:v>0.38500000000000001</c:v>
                </c:pt>
                <c:pt idx="3257">
                  <c:v>0.38500000000000001</c:v>
                </c:pt>
                <c:pt idx="3258">
                  <c:v>0.38500000000000001</c:v>
                </c:pt>
                <c:pt idx="3259">
                  <c:v>0.38500000000000001</c:v>
                </c:pt>
                <c:pt idx="3260">
                  <c:v>0.38500000000000001</c:v>
                </c:pt>
                <c:pt idx="3261">
                  <c:v>0.38500000000000001</c:v>
                </c:pt>
                <c:pt idx="3262">
                  <c:v>0.38500000000000001</c:v>
                </c:pt>
                <c:pt idx="3263">
                  <c:v>0.38500000000000001</c:v>
                </c:pt>
                <c:pt idx="3264">
                  <c:v>0.38500000000000001</c:v>
                </c:pt>
                <c:pt idx="3265">
                  <c:v>0.38500000000000001</c:v>
                </c:pt>
                <c:pt idx="3266">
                  <c:v>0.38500000000000001</c:v>
                </c:pt>
                <c:pt idx="3267">
                  <c:v>0.38500000000000001</c:v>
                </c:pt>
                <c:pt idx="3268">
                  <c:v>0.38500000000000001</c:v>
                </c:pt>
                <c:pt idx="3269">
                  <c:v>0.38500000000000001</c:v>
                </c:pt>
                <c:pt idx="3270">
                  <c:v>0.38500000000000001</c:v>
                </c:pt>
                <c:pt idx="3271">
                  <c:v>0.38500000000000001</c:v>
                </c:pt>
                <c:pt idx="3272">
                  <c:v>0.38500000000000001</c:v>
                </c:pt>
                <c:pt idx="3273">
                  <c:v>0.38500000000000001</c:v>
                </c:pt>
                <c:pt idx="3274">
                  <c:v>0.38500000000000001</c:v>
                </c:pt>
                <c:pt idx="3275">
                  <c:v>0.38500000000000001</c:v>
                </c:pt>
                <c:pt idx="3276">
                  <c:v>0.38500000000000001</c:v>
                </c:pt>
                <c:pt idx="3277">
                  <c:v>0.38500000000000001</c:v>
                </c:pt>
                <c:pt idx="3278">
                  <c:v>0.38500000000000001</c:v>
                </c:pt>
                <c:pt idx="3279">
                  <c:v>0.38500000000000001</c:v>
                </c:pt>
                <c:pt idx="3280">
                  <c:v>0.38500000000000001</c:v>
                </c:pt>
                <c:pt idx="3281">
                  <c:v>0.38500000000000001</c:v>
                </c:pt>
                <c:pt idx="3282">
                  <c:v>0.38500000000000001</c:v>
                </c:pt>
                <c:pt idx="3283">
                  <c:v>0.38500000000000001</c:v>
                </c:pt>
                <c:pt idx="3284">
                  <c:v>0.38500000000000001</c:v>
                </c:pt>
                <c:pt idx="3285">
                  <c:v>0.38500000000000001</c:v>
                </c:pt>
                <c:pt idx="3286">
                  <c:v>0.38500000000000001</c:v>
                </c:pt>
                <c:pt idx="3287">
                  <c:v>0.38500000000000001</c:v>
                </c:pt>
                <c:pt idx="3288">
                  <c:v>0.38500000000000001</c:v>
                </c:pt>
                <c:pt idx="3289">
                  <c:v>0.38500000000000001</c:v>
                </c:pt>
                <c:pt idx="3290">
                  <c:v>0.38500000000000001</c:v>
                </c:pt>
                <c:pt idx="3291">
                  <c:v>0.38500000000000001</c:v>
                </c:pt>
                <c:pt idx="3292">
                  <c:v>0.38500000000000001</c:v>
                </c:pt>
                <c:pt idx="3293">
                  <c:v>0.38500000000000001</c:v>
                </c:pt>
                <c:pt idx="3294">
                  <c:v>0.38500000000000001</c:v>
                </c:pt>
                <c:pt idx="3295">
                  <c:v>0.38500000000000001</c:v>
                </c:pt>
                <c:pt idx="3296">
                  <c:v>0.38500000000000001</c:v>
                </c:pt>
                <c:pt idx="3297">
                  <c:v>0.38500000000000001</c:v>
                </c:pt>
                <c:pt idx="3298">
                  <c:v>0.38500000000000001</c:v>
                </c:pt>
                <c:pt idx="3299">
                  <c:v>0.38500000000000001</c:v>
                </c:pt>
                <c:pt idx="3300">
                  <c:v>0.38500000000000001</c:v>
                </c:pt>
                <c:pt idx="3301">
                  <c:v>0.38500000000000001</c:v>
                </c:pt>
                <c:pt idx="3302">
                  <c:v>0.38500000000000001</c:v>
                </c:pt>
                <c:pt idx="3303">
                  <c:v>0.38500000000000001</c:v>
                </c:pt>
                <c:pt idx="3304">
                  <c:v>0.38500000000000001</c:v>
                </c:pt>
                <c:pt idx="3305">
                  <c:v>0.38500000000000001</c:v>
                </c:pt>
                <c:pt idx="3306">
                  <c:v>0.38500000000000001</c:v>
                </c:pt>
                <c:pt idx="3307">
                  <c:v>0.38500000000000001</c:v>
                </c:pt>
                <c:pt idx="3308">
                  <c:v>0.38500000000000001</c:v>
                </c:pt>
                <c:pt idx="3309">
                  <c:v>0.38500000000000001</c:v>
                </c:pt>
                <c:pt idx="3310">
                  <c:v>0.38500000000000001</c:v>
                </c:pt>
                <c:pt idx="3311">
                  <c:v>0.38500000000000001</c:v>
                </c:pt>
                <c:pt idx="3312">
                  <c:v>0.38500000000000001</c:v>
                </c:pt>
                <c:pt idx="3313">
                  <c:v>0.38500000000000001</c:v>
                </c:pt>
                <c:pt idx="3314">
                  <c:v>0.38500000000000001</c:v>
                </c:pt>
                <c:pt idx="3315">
                  <c:v>0.38500000000000001</c:v>
                </c:pt>
                <c:pt idx="3316">
                  <c:v>0.38500000000000001</c:v>
                </c:pt>
                <c:pt idx="3317">
                  <c:v>0.38500000000000001</c:v>
                </c:pt>
                <c:pt idx="3318">
                  <c:v>0.38500000000000001</c:v>
                </c:pt>
                <c:pt idx="3319">
                  <c:v>0.38500000000000001</c:v>
                </c:pt>
                <c:pt idx="3320">
                  <c:v>0.38500000000000001</c:v>
                </c:pt>
                <c:pt idx="3321">
                  <c:v>0.38500000000000001</c:v>
                </c:pt>
                <c:pt idx="3322">
                  <c:v>0.38500000000000001</c:v>
                </c:pt>
                <c:pt idx="3323">
                  <c:v>0.38500000000000001</c:v>
                </c:pt>
                <c:pt idx="3324">
                  <c:v>0.38500000000000001</c:v>
                </c:pt>
                <c:pt idx="3325">
                  <c:v>0.38500000000000001</c:v>
                </c:pt>
                <c:pt idx="3326">
                  <c:v>0.38500000000000001</c:v>
                </c:pt>
                <c:pt idx="3327">
                  <c:v>0.38500000000000001</c:v>
                </c:pt>
                <c:pt idx="3328">
                  <c:v>0.38500000000000001</c:v>
                </c:pt>
                <c:pt idx="3329">
                  <c:v>0.38500000000000001</c:v>
                </c:pt>
                <c:pt idx="3330">
                  <c:v>0.38500000000000001</c:v>
                </c:pt>
                <c:pt idx="3331">
                  <c:v>0.38500000000000001</c:v>
                </c:pt>
                <c:pt idx="3332">
                  <c:v>0.38500000000000001</c:v>
                </c:pt>
                <c:pt idx="3333">
                  <c:v>0.38500000000000001</c:v>
                </c:pt>
                <c:pt idx="3334">
                  <c:v>0.38500000000000001</c:v>
                </c:pt>
                <c:pt idx="3335">
                  <c:v>0.38500000000000001</c:v>
                </c:pt>
                <c:pt idx="3336">
                  <c:v>0.38500000000000001</c:v>
                </c:pt>
                <c:pt idx="3337">
                  <c:v>0.38500000000000001</c:v>
                </c:pt>
                <c:pt idx="3338">
                  <c:v>0.38500000000000001</c:v>
                </c:pt>
                <c:pt idx="3339">
                  <c:v>0.38500000000000001</c:v>
                </c:pt>
                <c:pt idx="3340">
                  <c:v>0.38500000000000001</c:v>
                </c:pt>
                <c:pt idx="3341">
                  <c:v>0.38500000000000001</c:v>
                </c:pt>
                <c:pt idx="3342">
                  <c:v>0.38500000000000001</c:v>
                </c:pt>
                <c:pt idx="3343">
                  <c:v>0.38500000000000001</c:v>
                </c:pt>
                <c:pt idx="3344">
                  <c:v>0.38500000000000001</c:v>
                </c:pt>
                <c:pt idx="3345">
                  <c:v>0.38500000000000001</c:v>
                </c:pt>
                <c:pt idx="3346">
                  <c:v>0.38500000000000001</c:v>
                </c:pt>
                <c:pt idx="3347">
                  <c:v>0.38500000000000001</c:v>
                </c:pt>
                <c:pt idx="3348">
                  <c:v>0.38500000000000001</c:v>
                </c:pt>
                <c:pt idx="3349">
                  <c:v>0.38500000000000001</c:v>
                </c:pt>
                <c:pt idx="3350">
                  <c:v>0.38500000000000001</c:v>
                </c:pt>
                <c:pt idx="3351">
                  <c:v>0.38500000000000001</c:v>
                </c:pt>
                <c:pt idx="3352">
                  <c:v>0.38500000000000001</c:v>
                </c:pt>
                <c:pt idx="3353">
                  <c:v>0.38500000000000001</c:v>
                </c:pt>
                <c:pt idx="3354">
                  <c:v>0.38500000000000001</c:v>
                </c:pt>
                <c:pt idx="3355">
                  <c:v>0.38500000000000001</c:v>
                </c:pt>
                <c:pt idx="3356">
                  <c:v>0.38500000000000001</c:v>
                </c:pt>
                <c:pt idx="3357">
                  <c:v>0.38500000000000001</c:v>
                </c:pt>
                <c:pt idx="3358">
                  <c:v>0.38500000000000001</c:v>
                </c:pt>
                <c:pt idx="3359">
                  <c:v>0.38500000000000001</c:v>
                </c:pt>
                <c:pt idx="3360">
                  <c:v>0.38500000000000001</c:v>
                </c:pt>
                <c:pt idx="3361">
                  <c:v>0.38500000000000001</c:v>
                </c:pt>
                <c:pt idx="3362">
                  <c:v>0.38500000000000001</c:v>
                </c:pt>
                <c:pt idx="3363">
                  <c:v>0.38500000000000001</c:v>
                </c:pt>
                <c:pt idx="3364">
                  <c:v>0.38500000000000001</c:v>
                </c:pt>
                <c:pt idx="3365">
                  <c:v>0.38500000000000001</c:v>
                </c:pt>
                <c:pt idx="3366">
                  <c:v>0.38500000000000001</c:v>
                </c:pt>
                <c:pt idx="3367">
                  <c:v>0.38500000000000001</c:v>
                </c:pt>
                <c:pt idx="3368">
                  <c:v>0.38500000000000001</c:v>
                </c:pt>
                <c:pt idx="3369">
                  <c:v>0.38500000000000001</c:v>
                </c:pt>
                <c:pt idx="3370">
                  <c:v>0.38500000000000001</c:v>
                </c:pt>
                <c:pt idx="3371">
                  <c:v>0.38500000000000001</c:v>
                </c:pt>
                <c:pt idx="3372">
                  <c:v>0.38500000000000001</c:v>
                </c:pt>
                <c:pt idx="3373">
                  <c:v>0.38500000000000001</c:v>
                </c:pt>
                <c:pt idx="3374">
                  <c:v>0.38500000000000001</c:v>
                </c:pt>
                <c:pt idx="3375">
                  <c:v>0.38500000000000001</c:v>
                </c:pt>
                <c:pt idx="3376">
                  <c:v>34.145000000000003</c:v>
                </c:pt>
                <c:pt idx="3377">
                  <c:v>0.39500000000000002</c:v>
                </c:pt>
                <c:pt idx="3378">
                  <c:v>0.39500000000000002</c:v>
                </c:pt>
                <c:pt idx="3379">
                  <c:v>0.39500000000000002</c:v>
                </c:pt>
                <c:pt idx="3380">
                  <c:v>0.39500000000000002</c:v>
                </c:pt>
                <c:pt idx="3381">
                  <c:v>0.39500000000000002</c:v>
                </c:pt>
                <c:pt idx="3382">
                  <c:v>0.39500000000000002</c:v>
                </c:pt>
                <c:pt idx="3383">
                  <c:v>0.39500000000000002</c:v>
                </c:pt>
                <c:pt idx="3384">
                  <c:v>0.39500000000000002</c:v>
                </c:pt>
                <c:pt idx="3385">
                  <c:v>0.39500000000000002</c:v>
                </c:pt>
                <c:pt idx="3386">
                  <c:v>0.39500000000000002</c:v>
                </c:pt>
                <c:pt idx="3387">
                  <c:v>0.39500000000000002</c:v>
                </c:pt>
                <c:pt idx="3388">
                  <c:v>0.39500000000000002</c:v>
                </c:pt>
                <c:pt idx="3389">
                  <c:v>0.39500000000000002</c:v>
                </c:pt>
                <c:pt idx="3390">
                  <c:v>0.39500000000000002</c:v>
                </c:pt>
                <c:pt idx="3391">
                  <c:v>0.39500000000000002</c:v>
                </c:pt>
                <c:pt idx="3392">
                  <c:v>0.39500000000000002</c:v>
                </c:pt>
                <c:pt idx="3393">
                  <c:v>0.39500000000000002</c:v>
                </c:pt>
                <c:pt idx="3394">
                  <c:v>0.39500000000000002</c:v>
                </c:pt>
                <c:pt idx="3395">
                  <c:v>0.39500000000000002</c:v>
                </c:pt>
                <c:pt idx="3396">
                  <c:v>0.39500000000000002</c:v>
                </c:pt>
                <c:pt idx="3397">
                  <c:v>0.39500000000000002</c:v>
                </c:pt>
                <c:pt idx="3398">
                  <c:v>0.39500000000000002</c:v>
                </c:pt>
                <c:pt idx="3399">
                  <c:v>0.39500000000000002</c:v>
                </c:pt>
                <c:pt idx="3400">
                  <c:v>0.39500000000000002</c:v>
                </c:pt>
                <c:pt idx="3401">
                  <c:v>0.39500000000000002</c:v>
                </c:pt>
                <c:pt idx="3402">
                  <c:v>0.39500000000000002</c:v>
                </c:pt>
                <c:pt idx="3403">
                  <c:v>0.39500000000000002</c:v>
                </c:pt>
                <c:pt idx="3404">
                  <c:v>0.39500000000000002</c:v>
                </c:pt>
                <c:pt idx="3405">
                  <c:v>0.39500000000000002</c:v>
                </c:pt>
                <c:pt idx="3406">
                  <c:v>0.39500000000000002</c:v>
                </c:pt>
                <c:pt idx="3407">
                  <c:v>0.39500000000000002</c:v>
                </c:pt>
                <c:pt idx="3408">
                  <c:v>0.39500000000000002</c:v>
                </c:pt>
                <c:pt idx="3409">
                  <c:v>0.39500000000000002</c:v>
                </c:pt>
                <c:pt idx="3410">
                  <c:v>0.39500000000000002</c:v>
                </c:pt>
                <c:pt idx="3411">
                  <c:v>0.39500000000000002</c:v>
                </c:pt>
                <c:pt idx="3412">
                  <c:v>0.39500000000000002</c:v>
                </c:pt>
                <c:pt idx="3413">
                  <c:v>0.39500000000000002</c:v>
                </c:pt>
                <c:pt idx="3414">
                  <c:v>0.39500000000000002</c:v>
                </c:pt>
                <c:pt idx="3415">
                  <c:v>0.39500000000000002</c:v>
                </c:pt>
                <c:pt idx="3416">
                  <c:v>0.39500000000000002</c:v>
                </c:pt>
                <c:pt idx="3417">
                  <c:v>0.39500000000000002</c:v>
                </c:pt>
                <c:pt idx="3418">
                  <c:v>0.39500000000000002</c:v>
                </c:pt>
                <c:pt idx="3419">
                  <c:v>0.39500000000000002</c:v>
                </c:pt>
                <c:pt idx="3420">
                  <c:v>0.39500000000000002</c:v>
                </c:pt>
                <c:pt idx="3421">
                  <c:v>0.39500000000000002</c:v>
                </c:pt>
                <c:pt idx="3422">
                  <c:v>0.39500000000000002</c:v>
                </c:pt>
                <c:pt idx="3423">
                  <c:v>0.39500000000000002</c:v>
                </c:pt>
                <c:pt idx="3424">
                  <c:v>0.39500000000000002</c:v>
                </c:pt>
                <c:pt idx="3425">
                  <c:v>0.39500000000000002</c:v>
                </c:pt>
                <c:pt idx="3426">
                  <c:v>0.39500000000000002</c:v>
                </c:pt>
                <c:pt idx="3427">
                  <c:v>0.39500000000000002</c:v>
                </c:pt>
                <c:pt idx="3428">
                  <c:v>0.39500000000000002</c:v>
                </c:pt>
                <c:pt idx="3429">
                  <c:v>0.39500000000000002</c:v>
                </c:pt>
                <c:pt idx="3430">
                  <c:v>0.39500000000000002</c:v>
                </c:pt>
                <c:pt idx="3431">
                  <c:v>0.39500000000000002</c:v>
                </c:pt>
                <c:pt idx="3432">
                  <c:v>0.39500000000000002</c:v>
                </c:pt>
                <c:pt idx="3433">
                  <c:v>0.39500000000000002</c:v>
                </c:pt>
                <c:pt idx="3434">
                  <c:v>0.39500000000000002</c:v>
                </c:pt>
                <c:pt idx="3435">
                  <c:v>0.39500000000000002</c:v>
                </c:pt>
                <c:pt idx="3436">
                  <c:v>0.39500000000000002</c:v>
                </c:pt>
                <c:pt idx="3437">
                  <c:v>0.39500000000000002</c:v>
                </c:pt>
                <c:pt idx="3438">
                  <c:v>0.39500000000000002</c:v>
                </c:pt>
                <c:pt idx="3439">
                  <c:v>0.39500000000000002</c:v>
                </c:pt>
                <c:pt idx="3440">
                  <c:v>0.39500000000000002</c:v>
                </c:pt>
                <c:pt idx="3441">
                  <c:v>0.39500000000000002</c:v>
                </c:pt>
                <c:pt idx="3442">
                  <c:v>0.39500000000000002</c:v>
                </c:pt>
                <c:pt idx="3443">
                  <c:v>0.39500000000000002</c:v>
                </c:pt>
                <c:pt idx="3444">
                  <c:v>0.39500000000000002</c:v>
                </c:pt>
                <c:pt idx="3445">
                  <c:v>0.39500000000000002</c:v>
                </c:pt>
                <c:pt idx="3446">
                  <c:v>0.39500000000000002</c:v>
                </c:pt>
                <c:pt idx="3447">
                  <c:v>0.39500000000000002</c:v>
                </c:pt>
                <c:pt idx="3448">
                  <c:v>0.39500000000000002</c:v>
                </c:pt>
                <c:pt idx="3449">
                  <c:v>0.39500000000000002</c:v>
                </c:pt>
                <c:pt idx="3450">
                  <c:v>0.39500000000000002</c:v>
                </c:pt>
                <c:pt idx="3451">
                  <c:v>0.39500000000000002</c:v>
                </c:pt>
                <c:pt idx="3452">
                  <c:v>0.39500000000000002</c:v>
                </c:pt>
                <c:pt idx="3453">
                  <c:v>0.39500000000000002</c:v>
                </c:pt>
                <c:pt idx="3454">
                  <c:v>0.39500000000000002</c:v>
                </c:pt>
                <c:pt idx="3455">
                  <c:v>0.39500000000000002</c:v>
                </c:pt>
                <c:pt idx="3456">
                  <c:v>0.39500000000000002</c:v>
                </c:pt>
                <c:pt idx="3457">
                  <c:v>0.39500000000000002</c:v>
                </c:pt>
                <c:pt idx="3458">
                  <c:v>0.39500000000000002</c:v>
                </c:pt>
                <c:pt idx="3459">
                  <c:v>0.39500000000000002</c:v>
                </c:pt>
                <c:pt idx="3460">
                  <c:v>0.39500000000000002</c:v>
                </c:pt>
                <c:pt idx="3461">
                  <c:v>0.39500000000000002</c:v>
                </c:pt>
                <c:pt idx="3462">
                  <c:v>0.39500000000000002</c:v>
                </c:pt>
                <c:pt idx="3463">
                  <c:v>0.39500000000000002</c:v>
                </c:pt>
                <c:pt idx="3464">
                  <c:v>0.39500000000000002</c:v>
                </c:pt>
                <c:pt idx="3465">
                  <c:v>0.39500000000000002</c:v>
                </c:pt>
                <c:pt idx="3466">
                  <c:v>0.39500000000000002</c:v>
                </c:pt>
                <c:pt idx="3467">
                  <c:v>0.39500000000000002</c:v>
                </c:pt>
                <c:pt idx="3468">
                  <c:v>0.39500000000000002</c:v>
                </c:pt>
                <c:pt idx="3469">
                  <c:v>0.39500000000000002</c:v>
                </c:pt>
                <c:pt idx="3470">
                  <c:v>0.39500000000000002</c:v>
                </c:pt>
                <c:pt idx="3471">
                  <c:v>0.39500000000000002</c:v>
                </c:pt>
                <c:pt idx="3472">
                  <c:v>0.39500000000000002</c:v>
                </c:pt>
                <c:pt idx="3473">
                  <c:v>0.39500000000000002</c:v>
                </c:pt>
                <c:pt idx="3474">
                  <c:v>0.39500000000000002</c:v>
                </c:pt>
                <c:pt idx="3475">
                  <c:v>0.39500000000000002</c:v>
                </c:pt>
                <c:pt idx="3476">
                  <c:v>0.39500000000000002</c:v>
                </c:pt>
                <c:pt idx="3477">
                  <c:v>0.39500000000000002</c:v>
                </c:pt>
                <c:pt idx="3478">
                  <c:v>0.39500000000000002</c:v>
                </c:pt>
                <c:pt idx="3479">
                  <c:v>0.39500000000000002</c:v>
                </c:pt>
                <c:pt idx="3480">
                  <c:v>0.39500000000000002</c:v>
                </c:pt>
                <c:pt idx="3481">
                  <c:v>0.39500000000000002</c:v>
                </c:pt>
                <c:pt idx="3482">
                  <c:v>0.39500000000000002</c:v>
                </c:pt>
                <c:pt idx="3483">
                  <c:v>0.39500000000000002</c:v>
                </c:pt>
                <c:pt idx="3484">
                  <c:v>0.39500000000000002</c:v>
                </c:pt>
                <c:pt idx="3485">
                  <c:v>0.39500000000000002</c:v>
                </c:pt>
                <c:pt idx="3486">
                  <c:v>0.39500000000000002</c:v>
                </c:pt>
                <c:pt idx="3487">
                  <c:v>0.39500000000000002</c:v>
                </c:pt>
                <c:pt idx="3488">
                  <c:v>0.39500000000000002</c:v>
                </c:pt>
                <c:pt idx="3489">
                  <c:v>0.39500000000000002</c:v>
                </c:pt>
                <c:pt idx="3490">
                  <c:v>0.39500000000000002</c:v>
                </c:pt>
                <c:pt idx="3491">
                  <c:v>0.39500000000000002</c:v>
                </c:pt>
                <c:pt idx="3492">
                  <c:v>0.39500000000000002</c:v>
                </c:pt>
                <c:pt idx="3493">
                  <c:v>0.39500000000000002</c:v>
                </c:pt>
                <c:pt idx="3494">
                  <c:v>0.39500000000000002</c:v>
                </c:pt>
                <c:pt idx="3495">
                  <c:v>0.39500000000000002</c:v>
                </c:pt>
                <c:pt idx="3496">
                  <c:v>0.39500000000000002</c:v>
                </c:pt>
                <c:pt idx="3497">
                  <c:v>0.39500000000000002</c:v>
                </c:pt>
                <c:pt idx="3498">
                  <c:v>0.39500000000000002</c:v>
                </c:pt>
                <c:pt idx="3499">
                  <c:v>0.39500000000000002</c:v>
                </c:pt>
                <c:pt idx="3500">
                  <c:v>0.39500000000000002</c:v>
                </c:pt>
                <c:pt idx="3501">
                  <c:v>0.39500000000000002</c:v>
                </c:pt>
                <c:pt idx="3502">
                  <c:v>0.39500000000000002</c:v>
                </c:pt>
                <c:pt idx="3503">
                  <c:v>0.39500000000000002</c:v>
                </c:pt>
                <c:pt idx="3504">
                  <c:v>0.39500000000000002</c:v>
                </c:pt>
                <c:pt idx="3505">
                  <c:v>0.39500000000000002</c:v>
                </c:pt>
                <c:pt idx="3506">
                  <c:v>0.39500000000000002</c:v>
                </c:pt>
                <c:pt idx="3507">
                  <c:v>0.39500000000000002</c:v>
                </c:pt>
                <c:pt idx="3508">
                  <c:v>0.39500000000000002</c:v>
                </c:pt>
                <c:pt idx="3509">
                  <c:v>0.39500000000000002</c:v>
                </c:pt>
                <c:pt idx="3510">
                  <c:v>0.39500000000000002</c:v>
                </c:pt>
                <c:pt idx="3511">
                  <c:v>0.39500000000000002</c:v>
                </c:pt>
                <c:pt idx="3512">
                  <c:v>0.39500000000000002</c:v>
                </c:pt>
                <c:pt idx="3513">
                  <c:v>0.39500000000000002</c:v>
                </c:pt>
                <c:pt idx="3514">
                  <c:v>0.39500000000000002</c:v>
                </c:pt>
                <c:pt idx="3515">
                  <c:v>0.39500000000000002</c:v>
                </c:pt>
                <c:pt idx="3516">
                  <c:v>0.39500000000000002</c:v>
                </c:pt>
                <c:pt idx="3517">
                  <c:v>0.39500000000000002</c:v>
                </c:pt>
                <c:pt idx="3518">
                  <c:v>0.39500000000000002</c:v>
                </c:pt>
                <c:pt idx="3519">
                  <c:v>0.39500000000000002</c:v>
                </c:pt>
                <c:pt idx="3520">
                  <c:v>0.39500000000000002</c:v>
                </c:pt>
                <c:pt idx="3521">
                  <c:v>0.39500000000000002</c:v>
                </c:pt>
                <c:pt idx="3522">
                  <c:v>0.39500000000000002</c:v>
                </c:pt>
                <c:pt idx="3523">
                  <c:v>0.39500000000000002</c:v>
                </c:pt>
                <c:pt idx="3524">
                  <c:v>0.39500000000000002</c:v>
                </c:pt>
                <c:pt idx="3525">
                  <c:v>0.39500000000000002</c:v>
                </c:pt>
                <c:pt idx="3526">
                  <c:v>0.39500000000000002</c:v>
                </c:pt>
                <c:pt idx="3527">
                  <c:v>0.39500000000000002</c:v>
                </c:pt>
                <c:pt idx="3528">
                  <c:v>0.39500000000000002</c:v>
                </c:pt>
                <c:pt idx="3529">
                  <c:v>0.39500000000000002</c:v>
                </c:pt>
                <c:pt idx="3530">
                  <c:v>0.39500000000000002</c:v>
                </c:pt>
                <c:pt idx="3531">
                  <c:v>0.39500000000000002</c:v>
                </c:pt>
                <c:pt idx="3532">
                  <c:v>0.39500000000000002</c:v>
                </c:pt>
                <c:pt idx="3533">
                  <c:v>0.39500000000000002</c:v>
                </c:pt>
                <c:pt idx="3534">
                  <c:v>0.39500000000000002</c:v>
                </c:pt>
                <c:pt idx="3535">
                  <c:v>0.39500000000000002</c:v>
                </c:pt>
                <c:pt idx="3536">
                  <c:v>0.39500000000000002</c:v>
                </c:pt>
                <c:pt idx="3537">
                  <c:v>0.39500000000000002</c:v>
                </c:pt>
                <c:pt idx="3538">
                  <c:v>0.39500000000000002</c:v>
                </c:pt>
                <c:pt idx="3539">
                  <c:v>0.39500000000000002</c:v>
                </c:pt>
                <c:pt idx="3540">
                  <c:v>0.39500000000000002</c:v>
                </c:pt>
                <c:pt idx="3541">
                  <c:v>0.39500000000000002</c:v>
                </c:pt>
                <c:pt idx="3542">
                  <c:v>0.39500000000000002</c:v>
                </c:pt>
                <c:pt idx="3543">
                  <c:v>0.39500000000000002</c:v>
                </c:pt>
                <c:pt idx="3544">
                  <c:v>0.39500000000000002</c:v>
                </c:pt>
                <c:pt idx="3545">
                  <c:v>0.39500000000000002</c:v>
                </c:pt>
                <c:pt idx="3546">
                  <c:v>0.39500000000000002</c:v>
                </c:pt>
                <c:pt idx="3547">
                  <c:v>0.39500000000000002</c:v>
                </c:pt>
                <c:pt idx="3548">
                  <c:v>0.39500000000000002</c:v>
                </c:pt>
                <c:pt idx="3549">
                  <c:v>0.39500000000000002</c:v>
                </c:pt>
                <c:pt idx="3550">
                  <c:v>0.39500000000000002</c:v>
                </c:pt>
                <c:pt idx="3551">
                  <c:v>0.39500000000000002</c:v>
                </c:pt>
                <c:pt idx="3552">
                  <c:v>0.39500000000000002</c:v>
                </c:pt>
                <c:pt idx="3553">
                  <c:v>0.39500000000000002</c:v>
                </c:pt>
                <c:pt idx="3554">
                  <c:v>0.39500000000000002</c:v>
                </c:pt>
                <c:pt idx="3555">
                  <c:v>0.39500000000000002</c:v>
                </c:pt>
                <c:pt idx="3556">
                  <c:v>0.39500000000000002</c:v>
                </c:pt>
                <c:pt idx="3557">
                  <c:v>0.39500000000000002</c:v>
                </c:pt>
                <c:pt idx="3558">
                  <c:v>0.39500000000000002</c:v>
                </c:pt>
                <c:pt idx="3559">
                  <c:v>0.39500000000000002</c:v>
                </c:pt>
                <c:pt idx="3560">
                  <c:v>0.39500000000000002</c:v>
                </c:pt>
                <c:pt idx="3561">
                  <c:v>0.39500000000000002</c:v>
                </c:pt>
                <c:pt idx="3562">
                  <c:v>0.39500000000000002</c:v>
                </c:pt>
                <c:pt idx="3563">
                  <c:v>0.39500000000000002</c:v>
                </c:pt>
                <c:pt idx="3564">
                  <c:v>0.39500000000000002</c:v>
                </c:pt>
                <c:pt idx="3565">
                  <c:v>0.39500000000000002</c:v>
                </c:pt>
                <c:pt idx="3566">
                  <c:v>0.39500000000000002</c:v>
                </c:pt>
                <c:pt idx="3567">
                  <c:v>0.39500000000000002</c:v>
                </c:pt>
                <c:pt idx="3568">
                  <c:v>0.39500000000000002</c:v>
                </c:pt>
                <c:pt idx="3569">
                  <c:v>0.39500000000000002</c:v>
                </c:pt>
                <c:pt idx="3570">
                  <c:v>0.39500000000000002</c:v>
                </c:pt>
                <c:pt idx="3571">
                  <c:v>0.39500000000000002</c:v>
                </c:pt>
                <c:pt idx="3572">
                  <c:v>0.39500000000000002</c:v>
                </c:pt>
                <c:pt idx="3573">
                  <c:v>0.39500000000000002</c:v>
                </c:pt>
                <c:pt idx="3574">
                  <c:v>0.39500000000000002</c:v>
                </c:pt>
                <c:pt idx="3575">
                  <c:v>0.39500000000000002</c:v>
                </c:pt>
                <c:pt idx="3576">
                  <c:v>0.39500000000000002</c:v>
                </c:pt>
                <c:pt idx="3577">
                  <c:v>0.39500000000000002</c:v>
                </c:pt>
                <c:pt idx="3578">
                  <c:v>0.39500000000000002</c:v>
                </c:pt>
                <c:pt idx="3579">
                  <c:v>0.39500000000000002</c:v>
                </c:pt>
                <c:pt idx="3580">
                  <c:v>0.39500000000000002</c:v>
                </c:pt>
                <c:pt idx="3581">
                  <c:v>0.39500000000000002</c:v>
                </c:pt>
                <c:pt idx="3582">
                  <c:v>0.39500000000000002</c:v>
                </c:pt>
                <c:pt idx="3583">
                  <c:v>0.39500000000000002</c:v>
                </c:pt>
                <c:pt idx="3584">
                  <c:v>0.39500000000000002</c:v>
                </c:pt>
                <c:pt idx="3585">
                  <c:v>0.39500000000000002</c:v>
                </c:pt>
                <c:pt idx="3586">
                  <c:v>0.39500000000000002</c:v>
                </c:pt>
                <c:pt idx="3587">
                  <c:v>0.39500000000000002</c:v>
                </c:pt>
                <c:pt idx="3588">
                  <c:v>0.39500000000000002</c:v>
                </c:pt>
                <c:pt idx="3589">
                  <c:v>0.39500000000000002</c:v>
                </c:pt>
                <c:pt idx="3590">
                  <c:v>0.39500000000000002</c:v>
                </c:pt>
                <c:pt idx="3591">
                  <c:v>0.39500000000000002</c:v>
                </c:pt>
                <c:pt idx="3592">
                  <c:v>0.39500000000000002</c:v>
                </c:pt>
                <c:pt idx="3593">
                  <c:v>0.39500000000000002</c:v>
                </c:pt>
                <c:pt idx="3594">
                  <c:v>0.39500000000000002</c:v>
                </c:pt>
                <c:pt idx="3595">
                  <c:v>0.39500000000000002</c:v>
                </c:pt>
                <c:pt idx="3596">
                  <c:v>0.39500000000000002</c:v>
                </c:pt>
                <c:pt idx="3597">
                  <c:v>0.39500000000000002</c:v>
                </c:pt>
                <c:pt idx="3598">
                  <c:v>0.39500000000000002</c:v>
                </c:pt>
                <c:pt idx="3599">
                  <c:v>0.39500000000000002</c:v>
                </c:pt>
                <c:pt idx="3600">
                  <c:v>0.39500000000000002</c:v>
                </c:pt>
                <c:pt idx="3601">
                  <c:v>0.39500000000000002</c:v>
                </c:pt>
                <c:pt idx="3602">
                  <c:v>0.39500000000000002</c:v>
                </c:pt>
                <c:pt idx="3603">
                  <c:v>0.39500000000000002</c:v>
                </c:pt>
                <c:pt idx="3604">
                  <c:v>0.39500000000000002</c:v>
                </c:pt>
                <c:pt idx="3605">
                  <c:v>0.39500000000000002</c:v>
                </c:pt>
                <c:pt idx="3606">
                  <c:v>0.39500000000000002</c:v>
                </c:pt>
                <c:pt idx="3607">
                  <c:v>0.39500000000000002</c:v>
                </c:pt>
                <c:pt idx="3608">
                  <c:v>0.39500000000000002</c:v>
                </c:pt>
                <c:pt idx="3609">
                  <c:v>0.39500000000000002</c:v>
                </c:pt>
                <c:pt idx="3610">
                  <c:v>0.39500000000000002</c:v>
                </c:pt>
                <c:pt idx="3611">
                  <c:v>0.39500000000000002</c:v>
                </c:pt>
                <c:pt idx="3612">
                  <c:v>0.39500000000000002</c:v>
                </c:pt>
                <c:pt idx="3613">
                  <c:v>0.39500000000000002</c:v>
                </c:pt>
                <c:pt idx="3614">
                  <c:v>0.39500000000000002</c:v>
                </c:pt>
                <c:pt idx="3615">
                  <c:v>0.39500000000000002</c:v>
                </c:pt>
                <c:pt idx="3616">
                  <c:v>0.39500000000000002</c:v>
                </c:pt>
                <c:pt idx="3617">
                  <c:v>0.39500000000000002</c:v>
                </c:pt>
                <c:pt idx="3618">
                  <c:v>0.39500000000000002</c:v>
                </c:pt>
                <c:pt idx="3619">
                  <c:v>0.39500000000000002</c:v>
                </c:pt>
                <c:pt idx="3620">
                  <c:v>0.39500000000000002</c:v>
                </c:pt>
                <c:pt idx="3621">
                  <c:v>0.39500000000000002</c:v>
                </c:pt>
                <c:pt idx="3622">
                  <c:v>0.39500000000000002</c:v>
                </c:pt>
                <c:pt idx="3623">
                  <c:v>0.39500000000000002</c:v>
                </c:pt>
                <c:pt idx="3624">
                  <c:v>0.39500000000000002</c:v>
                </c:pt>
                <c:pt idx="3625">
                  <c:v>0.39500000000000002</c:v>
                </c:pt>
                <c:pt idx="3626">
                  <c:v>0.39500000000000002</c:v>
                </c:pt>
                <c:pt idx="3627">
                  <c:v>0.39500000000000002</c:v>
                </c:pt>
                <c:pt idx="3628">
                  <c:v>0.39500000000000002</c:v>
                </c:pt>
                <c:pt idx="3629">
                  <c:v>0.39500000000000002</c:v>
                </c:pt>
                <c:pt idx="3630">
                  <c:v>0.39500000000000002</c:v>
                </c:pt>
                <c:pt idx="3631">
                  <c:v>0.39500000000000002</c:v>
                </c:pt>
                <c:pt idx="3632">
                  <c:v>0.39500000000000002</c:v>
                </c:pt>
                <c:pt idx="3633">
                  <c:v>0.39500000000000002</c:v>
                </c:pt>
                <c:pt idx="3634">
                  <c:v>0.39500000000000002</c:v>
                </c:pt>
                <c:pt idx="3635">
                  <c:v>0.39500000000000002</c:v>
                </c:pt>
                <c:pt idx="3636">
                  <c:v>0.39500000000000002</c:v>
                </c:pt>
                <c:pt idx="3637">
                  <c:v>0.39500000000000002</c:v>
                </c:pt>
                <c:pt idx="3638">
                  <c:v>0.39500000000000002</c:v>
                </c:pt>
                <c:pt idx="3639">
                  <c:v>0.39500000000000002</c:v>
                </c:pt>
                <c:pt idx="3640">
                  <c:v>0.39500000000000002</c:v>
                </c:pt>
                <c:pt idx="3641">
                  <c:v>0.39500000000000002</c:v>
                </c:pt>
                <c:pt idx="3642">
                  <c:v>0.39500000000000002</c:v>
                </c:pt>
                <c:pt idx="3643">
                  <c:v>0.39500000000000002</c:v>
                </c:pt>
                <c:pt idx="3644">
                  <c:v>0.39500000000000002</c:v>
                </c:pt>
                <c:pt idx="3645">
                  <c:v>0.39500000000000002</c:v>
                </c:pt>
                <c:pt idx="3646">
                  <c:v>0.39500000000000002</c:v>
                </c:pt>
                <c:pt idx="3647">
                  <c:v>0.39500000000000002</c:v>
                </c:pt>
                <c:pt idx="3648">
                  <c:v>0.39500000000000002</c:v>
                </c:pt>
                <c:pt idx="3649">
                  <c:v>0.39500000000000002</c:v>
                </c:pt>
                <c:pt idx="3650">
                  <c:v>0.39500000000000002</c:v>
                </c:pt>
                <c:pt idx="3651">
                  <c:v>0.39500000000000002</c:v>
                </c:pt>
                <c:pt idx="3652">
                  <c:v>0.39500000000000002</c:v>
                </c:pt>
                <c:pt idx="3653">
                  <c:v>0.39500000000000002</c:v>
                </c:pt>
                <c:pt idx="3654">
                  <c:v>0.39500000000000002</c:v>
                </c:pt>
                <c:pt idx="3655">
                  <c:v>0.39500000000000002</c:v>
                </c:pt>
                <c:pt idx="3656">
                  <c:v>0.39500000000000002</c:v>
                </c:pt>
                <c:pt idx="3657">
                  <c:v>0.39500000000000002</c:v>
                </c:pt>
                <c:pt idx="3658">
                  <c:v>0.39500000000000002</c:v>
                </c:pt>
                <c:pt idx="3659">
                  <c:v>0.39500000000000002</c:v>
                </c:pt>
                <c:pt idx="3660">
                  <c:v>0.39500000000000002</c:v>
                </c:pt>
                <c:pt idx="3661">
                  <c:v>0.39500000000000002</c:v>
                </c:pt>
                <c:pt idx="3662">
                  <c:v>0.39500000000000002</c:v>
                </c:pt>
                <c:pt idx="3663">
                  <c:v>0.39500000000000002</c:v>
                </c:pt>
                <c:pt idx="3664">
                  <c:v>0.39500000000000002</c:v>
                </c:pt>
                <c:pt idx="3665">
                  <c:v>0.39500000000000002</c:v>
                </c:pt>
                <c:pt idx="3666">
                  <c:v>0.39500000000000002</c:v>
                </c:pt>
                <c:pt idx="3667">
                  <c:v>0.39500000000000002</c:v>
                </c:pt>
                <c:pt idx="3668">
                  <c:v>0.39500000000000002</c:v>
                </c:pt>
                <c:pt idx="3669">
                  <c:v>0.39500000000000002</c:v>
                </c:pt>
                <c:pt idx="3670">
                  <c:v>0.39500000000000002</c:v>
                </c:pt>
                <c:pt idx="3671">
                  <c:v>0.39500000000000002</c:v>
                </c:pt>
                <c:pt idx="3672">
                  <c:v>0.39500000000000002</c:v>
                </c:pt>
                <c:pt idx="3673">
                  <c:v>0.39500000000000002</c:v>
                </c:pt>
                <c:pt idx="3674">
                  <c:v>0.39500000000000002</c:v>
                </c:pt>
                <c:pt idx="3675">
                  <c:v>0.39500000000000002</c:v>
                </c:pt>
                <c:pt idx="3676">
                  <c:v>0.39500000000000002</c:v>
                </c:pt>
                <c:pt idx="3677">
                  <c:v>0.39500000000000002</c:v>
                </c:pt>
                <c:pt idx="3678">
                  <c:v>0.39500000000000002</c:v>
                </c:pt>
                <c:pt idx="3679">
                  <c:v>0.39500000000000002</c:v>
                </c:pt>
                <c:pt idx="3680">
                  <c:v>0.39500000000000002</c:v>
                </c:pt>
                <c:pt idx="3681">
                  <c:v>0.39500000000000002</c:v>
                </c:pt>
                <c:pt idx="3682">
                  <c:v>0.39500000000000002</c:v>
                </c:pt>
                <c:pt idx="3683">
                  <c:v>0.39500000000000002</c:v>
                </c:pt>
                <c:pt idx="3684">
                  <c:v>0.39500000000000002</c:v>
                </c:pt>
                <c:pt idx="3685">
                  <c:v>0.39500000000000002</c:v>
                </c:pt>
                <c:pt idx="3686">
                  <c:v>0.39500000000000002</c:v>
                </c:pt>
                <c:pt idx="3687">
                  <c:v>0.39500000000000002</c:v>
                </c:pt>
                <c:pt idx="3688">
                  <c:v>0.39500000000000002</c:v>
                </c:pt>
                <c:pt idx="3689">
                  <c:v>0.39500000000000002</c:v>
                </c:pt>
                <c:pt idx="3690">
                  <c:v>0.39500000000000002</c:v>
                </c:pt>
                <c:pt idx="3691">
                  <c:v>0.39500000000000002</c:v>
                </c:pt>
                <c:pt idx="3692">
                  <c:v>0.39500000000000002</c:v>
                </c:pt>
                <c:pt idx="3693">
                  <c:v>0.39500000000000002</c:v>
                </c:pt>
                <c:pt idx="3694">
                  <c:v>0.39500000000000002</c:v>
                </c:pt>
                <c:pt idx="3695">
                  <c:v>0.39500000000000002</c:v>
                </c:pt>
                <c:pt idx="3696">
                  <c:v>0.39500000000000002</c:v>
                </c:pt>
                <c:pt idx="3697">
                  <c:v>0.39500000000000002</c:v>
                </c:pt>
                <c:pt idx="3698">
                  <c:v>0.39500000000000002</c:v>
                </c:pt>
                <c:pt idx="3699">
                  <c:v>0.39500000000000002</c:v>
                </c:pt>
                <c:pt idx="3700">
                  <c:v>0.39500000000000002</c:v>
                </c:pt>
                <c:pt idx="3701">
                  <c:v>0.39500000000000002</c:v>
                </c:pt>
                <c:pt idx="3702">
                  <c:v>0.39500000000000002</c:v>
                </c:pt>
                <c:pt idx="3703">
                  <c:v>0.39500000000000002</c:v>
                </c:pt>
                <c:pt idx="3704">
                  <c:v>0.39500000000000002</c:v>
                </c:pt>
                <c:pt idx="3705">
                  <c:v>0.39500000000000002</c:v>
                </c:pt>
                <c:pt idx="3706">
                  <c:v>0.39500000000000002</c:v>
                </c:pt>
                <c:pt idx="3707">
                  <c:v>0.39500000000000002</c:v>
                </c:pt>
                <c:pt idx="3708">
                  <c:v>0.39500000000000002</c:v>
                </c:pt>
                <c:pt idx="3709">
                  <c:v>0.39500000000000002</c:v>
                </c:pt>
                <c:pt idx="3710">
                  <c:v>0.39500000000000002</c:v>
                </c:pt>
                <c:pt idx="3711">
                  <c:v>0.39500000000000002</c:v>
                </c:pt>
                <c:pt idx="3712">
                  <c:v>0.39500000000000002</c:v>
                </c:pt>
                <c:pt idx="3713">
                  <c:v>0.39500000000000002</c:v>
                </c:pt>
                <c:pt idx="3714">
                  <c:v>0.39500000000000002</c:v>
                </c:pt>
                <c:pt idx="3715">
                  <c:v>0.39500000000000002</c:v>
                </c:pt>
                <c:pt idx="3716">
                  <c:v>0.39500000000000002</c:v>
                </c:pt>
                <c:pt idx="3717">
                  <c:v>0.39500000000000002</c:v>
                </c:pt>
                <c:pt idx="3718">
                  <c:v>0.39500000000000002</c:v>
                </c:pt>
                <c:pt idx="3719">
                  <c:v>0.39500000000000002</c:v>
                </c:pt>
                <c:pt idx="3720">
                  <c:v>0.39500000000000002</c:v>
                </c:pt>
                <c:pt idx="3721">
                  <c:v>0.39500000000000002</c:v>
                </c:pt>
                <c:pt idx="3722">
                  <c:v>0.39500000000000002</c:v>
                </c:pt>
                <c:pt idx="3723">
                  <c:v>0.39500000000000002</c:v>
                </c:pt>
                <c:pt idx="3724">
                  <c:v>0.39500000000000002</c:v>
                </c:pt>
                <c:pt idx="3725">
                  <c:v>0.39500000000000002</c:v>
                </c:pt>
                <c:pt idx="3726">
                  <c:v>0.39500000000000002</c:v>
                </c:pt>
                <c:pt idx="3727">
                  <c:v>0.39500000000000002</c:v>
                </c:pt>
                <c:pt idx="3728">
                  <c:v>0.39500000000000002</c:v>
                </c:pt>
                <c:pt idx="3729">
                  <c:v>0.39500000000000002</c:v>
                </c:pt>
                <c:pt idx="3730">
                  <c:v>0.39500000000000002</c:v>
                </c:pt>
                <c:pt idx="3731">
                  <c:v>0.39500000000000002</c:v>
                </c:pt>
                <c:pt idx="3732">
                  <c:v>0.39500000000000002</c:v>
                </c:pt>
                <c:pt idx="3733">
                  <c:v>0.39500000000000002</c:v>
                </c:pt>
                <c:pt idx="3734">
                  <c:v>0.39500000000000002</c:v>
                </c:pt>
                <c:pt idx="3735">
                  <c:v>0.39500000000000002</c:v>
                </c:pt>
                <c:pt idx="3736">
                  <c:v>0.39500000000000002</c:v>
                </c:pt>
                <c:pt idx="3737">
                  <c:v>0.39500000000000002</c:v>
                </c:pt>
                <c:pt idx="3738">
                  <c:v>0.39500000000000002</c:v>
                </c:pt>
                <c:pt idx="3739">
                  <c:v>0.39500000000000002</c:v>
                </c:pt>
                <c:pt idx="3740">
                  <c:v>0.39500000000000002</c:v>
                </c:pt>
                <c:pt idx="3741">
                  <c:v>0.39500000000000002</c:v>
                </c:pt>
                <c:pt idx="3742">
                  <c:v>0.39500000000000002</c:v>
                </c:pt>
                <c:pt idx="3743">
                  <c:v>0.39500000000000002</c:v>
                </c:pt>
                <c:pt idx="3744">
                  <c:v>0.39500000000000002</c:v>
                </c:pt>
                <c:pt idx="3745">
                  <c:v>0.39500000000000002</c:v>
                </c:pt>
                <c:pt idx="3746">
                  <c:v>0.39500000000000002</c:v>
                </c:pt>
                <c:pt idx="3747">
                  <c:v>0.39500000000000002</c:v>
                </c:pt>
                <c:pt idx="3748">
                  <c:v>0.39500000000000002</c:v>
                </c:pt>
                <c:pt idx="3749">
                  <c:v>0.39500000000000002</c:v>
                </c:pt>
                <c:pt idx="3750">
                  <c:v>0.39500000000000002</c:v>
                </c:pt>
                <c:pt idx="3751">
                  <c:v>0.39500000000000002</c:v>
                </c:pt>
                <c:pt idx="3752">
                  <c:v>0.39500000000000002</c:v>
                </c:pt>
                <c:pt idx="3753">
                  <c:v>0.39500000000000002</c:v>
                </c:pt>
                <c:pt idx="3754">
                  <c:v>0.39500000000000002</c:v>
                </c:pt>
                <c:pt idx="3755">
                  <c:v>0.39500000000000002</c:v>
                </c:pt>
                <c:pt idx="3756">
                  <c:v>0.39500000000000002</c:v>
                </c:pt>
                <c:pt idx="3757">
                  <c:v>0.39500000000000002</c:v>
                </c:pt>
                <c:pt idx="3758">
                  <c:v>0.39500000000000002</c:v>
                </c:pt>
                <c:pt idx="3759">
                  <c:v>0.39500000000000002</c:v>
                </c:pt>
                <c:pt idx="3760">
                  <c:v>0.39500000000000002</c:v>
                </c:pt>
                <c:pt idx="3761">
                  <c:v>0.39500000000000002</c:v>
                </c:pt>
                <c:pt idx="3762">
                  <c:v>0.39500000000000002</c:v>
                </c:pt>
                <c:pt idx="3763">
                  <c:v>0.39500000000000002</c:v>
                </c:pt>
                <c:pt idx="3764">
                  <c:v>0.39500000000000002</c:v>
                </c:pt>
                <c:pt idx="3765">
                  <c:v>0.39500000000000002</c:v>
                </c:pt>
                <c:pt idx="3766">
                  <c:v>0.39500000000000002</c:v>
                </c:pt>
                <c:pt idx="3767">
                  <c:v>0.39500000000000002</c:v>
                </c:pt>
                <c:pt idx="3768">
                  <c:v>0.39500000000000002</c:v>
                </c:pt>
                <c:pt idx="3769">
                  <c:v>0.39500000000000002</c:v>
                </c:pt>
                <c:pt idx="3770">
                  <c:v>0.39500000000000002</c:v>
                </c:pt>
                <c:pt idx="3771">
                  <c:v>0.39500000000000002</c:v>
                </c:pt>
                <c:pt idx="3772">
                  <c:v>0.39500000000000002</c:v>
                </c:pt>
                <c:pt idx="3773">
                  <c:v>0.39500000000000002</c:v>
                </c:pt>
                <c:pt idx="3774">
                  <c:v>0.39500000000000002</c:v>
                </c:pt>
                <c:pt idx="3775">
                  <c:v>0.39500000000000002</c:v>
                </c:pt>
                <c:pt idx="3776">
                  <c:v>0.39500000000000002</c:v>
                </c:pt>
                <c:pt idx="3777">
                  <c:v>0.39500000000000002</c:v>
                </c:pt>
                <c:pt idx="3778">
                  <c:v>0.39500000000000002</c:v>
                </c:pt>
                <c:pt idx="3779">
                  <c:v>0.39500000000000002</c:v>
                </c:pt>
                <c:pt idx="3780">
                  <c:v>0.39500000000000002</c:v>
                </c:pt>
                <c:pt idx="3781">
                  <c:v>0.39500000000000002</c:v>
                </c:pt>
                <c:pt idx="3782">
                  <c:v>0.39500000000000002</c:v>
                </c:pt>
                <c:pt idx="3783">
                  <c:v>0.39500000000000002</c:v>
                </c:pt>
                <c:pt idx="3784">
                  <c:v>0.39500000000000002</c:v>
                </c:pt>
                <c:pt idx="3785">
                  <c:v>0.39500000000000002</c:v>
                </c:pt>
                <c:pt idx="3786">
                  <c:v>0.39500000000000002</c:v>
                </c:pt>
                <c:pt idx="3787">
                  <c:v>0.39500000000000002</c:v>
                </c:pt>
                <c:pt idx="3788">
                  <c:v>0.39500000000000002</c:v>
                </c:pt>
                <c:pt idx="3789">
                  <c:v>0.39500000000000002</c:v>
                </c:pt>
                <c:pt idx="3790">
                  <c:v>0.39500000000000002</c:v>
                </c:pt>
                <c:pt idx="3791">
                  <c:v>0.39500000000000002</c:v>
                </c:pt>
                <c:pt idx="3792">
                  <c:v>0.39500000000000002</c:v>
                </c:pt>
                <c:pt idx="3793">
                  <c:v>0.39500000000000002</c:v>
                </c:pt>
                <c:pt idx="3794">
                  <c:v>0.39500000000000002</c:v>
                </c:pt>
                <c:pt idx="3795">
                  <c:v>0.39500000000000002</c:v>
                </c:pt>
                <c:pt idx="3796">
                  <c:v>0.39500000000000002</c:v>
                </c:pt>
                <c:pt idx="3797">
                  <c:v>0.39500000000000002</c:v>
                </c:pt>
                <c:pt idx="3798">
                  <c:v>0.39500000000000002</c:v>
                </c:pt>
                <c:pt idx="3799">
                  <c:v>0.39500000000000002</c:v>
                </c:pt>
                <c:pt idx="3800">
                  <c:v>0.39500000000000002</c:v>
                </c:pt>
                <c:pt idx="3801">
                  <c:v>0.39500000000000002</c:v>
                </c:pt>
                <c:pt idx="3802">
                  <c:v>0.39500000000000002</c:v>
                </c:pt>
                <c:pt idx="3803">
                  <c:v>0.39500000000000002</c:v>
                </c:pt>
                <c:pt idx="3804">
                  <c:v>0.39500000000000002</c:v>
                </c:pt>
                <c:pt idx="3805">
                  <c:v>0.39500000000000002</c:v>
                </c:pt>
                <c:pt idx="3806">
                  <c:v>0.39500000000000002</c:v>
                </c:pt>
                <c:pt idx="3807">
                  <c:v>0.39500000000000002</c:v>
                </c:pt>
                <c:pt idx="3808">
                  <c:v>0.39500000000000002</c:v>
                </c:pt>
                <c:pt idx="3809">
                  <c:v>0.39500000000000002</c:v>
                </c:pt>
                <c:pt idx="3810">
                  <c:v>0.39500000000000002</c:v>
                </c:pt>
                <c:pt idx="3811">
                  <c:v>0.39500000000000002</c:v>
                </c:pt>
                <c:pt idx="3812">
                  <c:v>0.39500000000000002</c:v>
                </c:pt>
                <c:pt idx="3813">
                  <c:v>0.39500000000000002</c:v>
                </c:pt>
                <c:pt idx="3814">
                  <c:v>0.39500000000000002</c:v>
                </c:pt>
                <c:pt idx="3815">
                  <c:v>0.39500000000000002</c:v>
                </c:pt>
                <c:pt idx="3816">
                  <c:v>0.39500000000000002</c:v>
                </c:pt>
                <c:pt idx="3817">
                  <c:v>0.39500000000000002</c:v>
                </c:pt>
                <c:pt idx="3818">
                  <c:v>0.39500000000000002</c:v>
                </c:pt>
                <c:pt idx="3819">
                  <c:v>0.39500000000000002</c:v>
                </c:pt>
                <c:pt idx="3820">
                  <c:v>0.39500000000000002</c:v>
                </c:pt>
                <c:pt idx="3821">
                  <c:v>0.39500000000000002</c:v>
                </c:pt>
                <c:pt idx="3822">
                  <c:v>0.39500000000000002</c:v>
                </c:pt>
                <c:pt idx="3823">
                  <c:v>0.39500000000000002</c:v>
                </c:pt>
                <c:pt idx="3824">
                  <c:v>0.39500000000000002</c:v>
                </c:pt>
                <c:pt idx="3825">
                  <c:v>0.39500000000000002</c:v>
                </c:pt>
                <c:pt idx="3826">
                  <c:v>0.39500000000000002</c:v>
                </c:pt>
                <c:pt idx="3827">
                  <c:v>0.39500000000000002</c:v>
                </c:pt>
                <c:pt idx="3828">
                  <c:v>0.39500000000000002</c:v>
                </c:pt>
                <c:pt idx="3829">
                  <c:v>0.39500000000000002</c:v>
                </c:pt>
                <c:pt idx="3830">
                  <c:v>0.39500000000000002</c:v>
                </c:pt>
                <c:pt idx="3831">
                  <c:v>0.39500000000000002</c:v>
                </c:pt>
                <c:pt idx="3832">
                  <c:v>0.39500000000000002</c:v>
                </c:pt>
                <c:pt idx="3833">
                  <c:v>0.39500000000000002</c:v>
                </c:pt>
                <c:pt idx="3834">
                  <c:v>0.39500000000000002</c:v>
                </c:pt>
                <c:pt idx="3835">
                  <c:v>0.39500000000000002</c:v>
                </c:pt>
                <c:pt idx="3836">
                  <c:v>0.39500000000000002</c:v>
                </c:pt>
                <c:pt idx="3837">
                  <c:v>0.39500000000000002</c:v>
                </c:pt>
                <c:pt idx="3838">
                  <c:v>0.39500000000000002</c:v>
                </c:pt>
                <c:pt idx="3839">
                  <c:v>0.39500000000000002</c:v>
                </c:pt>
                <c:pt idx="3840">
                  <c:v>0.39500000000000002</c:v>
                </c:pt>
                <c:pt idx="3841">
                  <c:v>0.39500000000000002</c:v>
                </c:pt>
                <c:pt idx="3842">
                  <c:v>0.39500000000000002</c:v>
                </c:pt>
                <c:pt idx="3843">
                  <c:v>0.39500000000000002</c:v>
                </c:pt>
                <c:pt idx="3844">
                  <c:v>0.39500000000000002</c:v>
                </c:pt>
                <c:pt idx="3845">
                  <c:v>0.39500000000000002</c:v>
                </c:pt>
                <c:pt idx="3846">
                  <c:v>0.39500000000000002</c:v>
                </c:pt>
                <c:pt idx="3847">
                  <c:v>0.39500000000000002</c:v>
                </c:pt>
                <c:pt idx="3848">
                  <c:v>0.39500000000000002</c:v>
                </c:pt>
                <c:pt idx="3849">
                  <c:v>0.39500000000000002</c:v>
                </c:pt>
                <c:pt idx="3850">
                  <c:v>0.39500000000000002</c:v>
                </c:pt>
                <c:pt idx="3851">
                  <c:v>0.39500000000000002</c:v>
                </c:pt>
                <c:pt idx="3852">
                  <c:v>0.39500000000000002</c:v>
                </c:pt>
                <c:pt idx="3853">
                  <c:v>0.39500000000000002</c:v>
                </c:pt>
                <c:pt idx="3854">
                  <c:v>0.39500000000000002</c:v>
                </c:pt>
                <c:pt idx="3855">
                  <c:v>0.39500000000000002</c:v>
                </c:pt>
                <c:pt idx="3856">
                  <c:v>0.39500000000000002</c:v>
                </c:pt>
                <c:pt idx="3857">
                  <c:v>0.39500000000000002</c:v>
                </c:pt>
                <c:pt idx="3858">
                  <c:v>0.39500000000000002</c:v>
                </c:pt>
                <c:pt idx="3859">
                  <c:v>0.39500000000000002</c:v>
                </c:pt>
                <c:pt idx="3860">
                  <c:v>0.39500000000000002</c:v>
                </c:pt>
                <c:pt idx="3861">
                  <c:v>0.39500000000000002</c:v>
                </c:pt>
                <c:pt idx="3862">
                  <c:v>0.39500000000000002</c:v>
                </c:pt>
                <c:pt idx="3863">
                  <c:v>0.39500000000000002</c:v>
                </c:pt>
                <c:pt idx="3864">
                  <c:v>0.39500000000000002</c:v>
                </c:pt>
                <c:pt idx="3865">
                  <c:v>0.39500000000000002</c:v>
                </c:pt>
                <c:pt idx="3866">
                  <c:v>0.39500000000000002</c:v>
                </c:pt>
                <c:pt idx="3867">
                  <c:v>0.39500000000000002</c:v>
                </c:pt>
                <c:pt idx="3868">
                  <c:v>0.39500000000000002</c:v>
                </c:pt>
                <c:pt idx="3869">
                  <c:v>0.39500000000000002</c:v>
                </c:pt>
                <c:pt idx="3870">
                  <c:v>0.39500000000000002</c:v>
                </c:pt>
                <c:pt idx="3871">
                  <c:v>0.39500000000000002</c:v>
                </c:pt>
                <c:pt idx="3872">
                  <c:v>0.39500000000000002</c:v>
                </c:pt>
                <c:pt idx="3873">
                  <c:v>0.39500000000000002</c:v>
                </c:pt>
                <c:pt idx="3874">
                  <c:v>0.39500000000000002</c:v>
                </c:pt>
                <c:pt idx="3875">
                  <c:v>0.39500000000000002</c:v>
                </c:pt>
                <c:pt idx="3876">
                  <c:v>0.39500000000000002</c:v>
                </c:pt>
                <c:pt idx="3877">
                  <c:v>0.39500000000000002</c:v>
                </c:pt>
                <c:pt idx="3878">
                  <c:v>0.39500000000000002</c:v>
                </c:pt>
                <c:pt idx="3879">
                  <c:v>0.39500000000000002</c:v>
                </c:pt>
                <c:pt idx="3880">
                  <c:v>0.39500000000000002</c:v>
                </c:pt>
                <c:pt idx="3881">
                  <c:v>0.39500000000000002</c:v>
                </c:pt>
                <c:pt idx="3882">
                  <c:v>0.39500000000000002</c:v>
                </c:pt>
                <c:pt idx="3883">
                  <c:v>0.39500000000000002</c:v>
                </c:pt>
                <c:pt idx="3884">
                  <c:v>0.39500000000000002</c:v>
                </c:pt>
                <c:pt idx="3885">
                  <c:v>0.39500000000000002</c:v>
                </c:pt>
                <c:pt idx="3886">
                  <c:v>0.39500000000000002</c:v>
                </c:pt>
                <c:pt idx="3887">
                  <c:v>0.39500000000000002</c:v>
                </c:pt>
                <c:pt idx="3888">
                  <c:v>0.39500000000000002</c:v>
                </c:pt>
                <c:pt idx="3889">
                  <c:v>0.39500000000000002</c:v>
                </c:pt>
                <c:pt idx="3890">
                  <c:v>0.39500000000000002</c:v>
                </c:pt>
                <c:pt idx="3891">
                  <c:v>0.39500000000000002</c:v>
                </c:pt>
                <c:pt idx="3892">
                  <c:v>0.39500000000000002</c:v>
                </c:pt>
                <c:pt idx="3893">
                  <c:v>0.39500000000000002</c:v>
                </c:pt>
                <c:pt idx="3894">
                  <c:v>0.39500000000000002</c:v>
                </c:pt>
                <c:pt idx="3895">
                  <c:v>0.39500000000000002</c:v>
                </c:pt>
                <c:pt idx="3896">
                  <c:v>0.39500000000000002</c:v>
                </c:pt>
                <c:pt idx="3897">
                  <c:v>0.39500000000000002</c:v>
                </c:pt>
                <c:pt idx="3898">
                  <c:v>0.39500000000000002</c:v>
                </c:pt>
                <c:pt idx="3899">
                  <c:v>0.39500000000000002</c:v>
                </c:pt>
                <c:pt idx="3900">
                  <c:v>0.39500000000000002</c:v>
                </c:pt>
                <c:pt idx="3901">
                  <c:v>0.39500000000000002</c:v>
                </c:pt>
                <c:pt idx="3902">
                  <c:v>0.39500000000000002</c:v>
                </c:pt>
                <c:pt idx="3903">
                  <c:v>0.39500000000000002</c:v>
                </c:pt>
                <c:pt idx="3904">
                  <c:v>0.39500000000000002</c:v>
                </c:pt>
                <c:pt idx="3905">
                  <c:v>0.39500000000000002</c:v>
                </c:pt>
                <c:pt idx="3906">
                  <c:v>0.39500000000000002</c:v>
                </c:pt>
                <c:pt idx="3907">
                  <c:v>0.39500000000000002</c:v>
                </c:pt>
                <c:pt idx="3908">
                  <c:v>0.39500000000000002</c:v>
                </c:pt>
                <c:pt idx="3909">
                  <c:v>0.39500000000000002</c:v>
                </c:pt>
                <c:pt idx="3910">
                  <c:v>0.39500000000000002</c:v>
                </c:pt>
                <c:pt idx="3911">
                  <c:v>0.39500000000000002</c:v>
                </c:pt>
                <c:pt idx="3912">
                  <c:v>0.39500000000000002</c:v>
                </c:pt>
                <c:pt idx="3913">
                  <c:v>10.1775</c:v>
                </c:pt>
                <c:pt idx="3914">
                  <c:v>0.39750000000000002</c:v>
                </c:pt>
                <c:pt idx="3915">
                  <c:v>0.39750000000000002</c:v>
                </c:pt>
                <c:pt idx="3916">
                  <c:v>0.39750000000000002</c:v>
                </c:pt>
                <c:pt idx="3917">
                  <c:v>0.39750000000000002</c:v>
                </c:pt>
                <c:pt idx="3918">
                  <c:v>0.39750000000000002</c:v>
                </c:pt>
                <c:pt idx="3919">
                  <c:v>0.39750000000000002</c:v>
                </c:pt>
                <c:pt idx="3920">
                  <c:v>0.39750000000000002</c:v>
                </c:pt>
                <c:pt idx="3921">
                  <c:v>0.39750000000000002</c:v>
                </c:pt>
                <c:pt idx="3922">
                  <c:v>0.39750000000000002</c:v>
                </c:pt>
                <c:pt idx="3923">
                  <c:v>0.39750000000000002</c:v>
                </c:pt>
                <c:pt idx="3924">
                  <c:v>0.39750000000000002</c:v>
                </c:pt>
                <c:pt idx="3925">
                  <c:v>0.39750000000000002</c:v>
                </c:pt>
                <c:pt idx="3926">
                  <c:v>0.39750000000000002</c:v>
                </c:pt>
                <c:pt idx="3927">
                  <c:v>0.39750000000000002</c:v>
                </c:pt>
                <c:pt idx="3928">
                  <c:v>0.39750000000000002</c:v>
                </c:pt>
                <c:pt idx="3929">
                  <c:v>0.39750000000000002</c:v>
                </c:pt>
                <c:pt idx="3930">
                  <c:v>0.39750000000000002</c:v>
                </c:pt>
                <c:pt idx="3931">
                  <c:v>0.39750000000000002</c:v>
                </c:pt>
                <c:pt idx="3932">
                  <c:v>0.39750000000000002</c:v>
                </c:pt>
                <c:pt idx="3933">
                  <c:v>0.39750000000000002</c:v>
                </c:pt>
                <c:pt idx="3934">
                  <c:v>0.39750000000000002</c:v>
                </c:pt>
                <c:pt idx="3935">
                  <c:v>0.39750000000000002</c:v>
                </c:pt>
                <c:pt idx="3936">
                  <c:v>0.39750000000000002</c:v>
                </c:pt>
                <c:pt idx="3937">
                  <c:v>0.39750000000000002</c:v>
                </c:pt>
                <c:pt idx="3938">
                  <c:v>0.39750000000000002</c:v>
                </c:pt>
                <c:pt idx="3939">
                  <c:v>0.39750000000000002</c:v>
                </c:pt>
                <c:pt idx="3940">
                  <c:v>0.39750000000000002</c:v>
                </c:pt>
                <c:pt idx="3941">
                  <c:v>0.39750000000000002</c:v>
                </c:pt>
                <c:pt idx="3942">
                  <c:v>0.39750000000000002</c:v>
                </c:pt>
                <c:pt idx="3943">
                  <c:v>0.39750000000000002</c:v>
                </c:pt>
                <c:pt idx="3944">
                  <c:v>0.39750000000000002</c:v>
                </c:pt>
                <c:pt idx="3945">
                  <c:v>0.39750000000000002</c:v>
                </c:pt>
                <c:pt idx="3946">
                  <c:v>0.39750000000000002</c:v>
                </c:pt>
                <c:pt idx="3947">
                  <c:v>0.39750000000000002</c:v>
                </c:pt>
                <c:pt idx="3948">
                  <c:v>0.39750000000000002</c:v>
                </c:pt>
                <c:pt idx="3949">
                  <c:v>0.39750000000000002</c:v>
                </c:pt>
                <c:pt idx="3950">
                  <c:v>0.39750000000000002</c:v>
                </c:pt>
                <c:pt idx="3951">
                  <c:v>0.39750000000000002</c:v>
                </c:pt>
                <c:pt idx="3952">
                  <c:v>0.39750000000000002</c:v>
                </c:pt>
                <c:pt idx="3953">
                  <c:v>0.39750000000000002</c:v>
                </c:pt>
                <c:pt idx="3954">
                  <c:v>0.39750000000000002</c:v>
                </c:pt>
                <c:pt idx="3955">
                  <c:v>0.39750000000000002</c:v>
                </c:pt>
                <c:pt idx="3956">
                  <c:v>0.39750000000000002</c:v>
                </c:pt>
                <c:pt idx="3957">
                  <c:v>0.39750000000000002</c:v>
                </c:pt>
                <c:pt idx="3958">
                  <c:v>0.39750000000000002</c:v>
                </c:pt>
                <c:pt idx="3959">
                  <c:v>0.39750000000000002</c:v>
                </c:pt>
                <c:pt idx="3960">
                  <c:v>0.39750000000000002</c:v>
                </c:pt>
                <c:pt idx="3961">
                  <c:v>0.39750000000000002</c:v>
                </c:pt>
                <c:pt idx="3962">
                  <c:v>0.39750000000000002</c:v>
                </c:pt>
                <c:pt idx="3963">
                  <c:v>0.39750000000000002</c:v>
                </c:pt>
                <c:pt idx="3964">
                  <c:v>0.39750000000000002</c:v>
                </c:pt>
                <c:pt idx="3965">
                  <c:v>0.39750000000000002</c:v>
                </c:pt>
                <c:pt idx="3966">
                  <c:v>0.39750000000000002</c:v>
                </c:pt>
                <c:pt idx="3967">
                  <c:v>0.39750000000000002</c:v>
                </c:pt>
                <c:pt idx="3968">
                  <c:v>0.39750000000000002</c:v>
                </c:pt>
                <c:pt idx="3969">
                  <c:v>0.39750000000000002</c:v>
                </c:pt>
                <c:pt idx="3970">
                  <c:v>0.39750000000000002</c:v>
                </c:pt>
                <c:pt idx="3971">
                  <c:v>0.39750000000000002</c:v>
                </c:pt>
                <c:pt idx="3972">
                  <c:v>0.39750000000000002</c:v>
                </c:pt>
                <c:pt idx="3973">
                  <c:v>0.39750000000000002</c:v>
                </c:pt>
                <c:pt idx="3974">
                  <c:v>0.39750000000000002</c:v>
                </c:pt>
                <c:pt idx="3975">
                  <c:v>0.39750000000000002</c:v>
                </c:pt>
                <c:pt idx="3976">
                  <c:v>0.39750000000000002</c:v>
                </c:pt>
                <c:pt idx="3977">
                  <c:v>0.39750000000000002</c:v>
                </c:pt>
                <c:pt idx="3978">
                  <c:v>0.39750000000000002</c:v>
                </c:pt>
                <c:pt idx="3979">
                  <c:v>0.39750000000000002</c:v>
                </c:pt>
                <c:pt idx="3980">
                  <c:v>0.39750000000000002</c:v>
                </c:pt>
                <c:pt idx="3981">
                  <c:v>0.39750000000000002</c:v>
                </c:pt>
                <c:pt idx="3982">
                  <c:v>0.39750000000000002</c:v>
                </c:pt>
                <c:pt idx="3983">
                  <c:v>0.39750000000000002</c:v>
                </c:pt>
                <c:pt idx="3984">
                  <c:v>0.39750000000000002</c:v>
                </c:pt>
                <c:pt idx="3985">
                  <c:v>0.39750000000000002</c:v>
                </c:pt>
                <c:pt idx="3986">
                  <c:v>0.39750000000000002</c:v>
                </c:pt>
                <c:pt idx="3987">
                  <c:v>0.39750000000000002</c:v>
                </c:pt>
                <c:pt idx="3988">
                  <c:v>0.39750000000000002</c:v>
                </c:pt>
                <c:pt idx="3989">
                  <c:v>0.39750000000000002</c:v>
                </c:pt>
                <c:pt idx="3990">
                  <c:v>0.39750000000000002</c:v>
                </c:pt>
                <c:pt idx="3991">
                  <c:v>0.39750000000000002</c:v>
                </c:pt>
                <c:pt idx="3992">
                  <c:v>0.39750000000000002</c:v>
                </c:pt>
                <c:pt idx="3993">
                  <c:v>0.39750000000000002</c:v>
                </c:pt>
                <c:pt idx="3994">
                  <c:v>0.39750000000000002</c:v>
                </c:pt>
                <c:pt idx="3995">
                  <c:v>0.39750000000000002</c:v>
                </c:pt>
                <c:pt idx="3996">
                  <c:v>0.39750000000000002</c:v>
                </c:pt>
                <c:pt idx="3997">
                  <c:v>0.39750000000000002</c:v>
                </c:pt>
                <c:pt idx="3998">
                  <c:v>0.39750000000000002</c:v>
                </c:pt>
                <c:pt idx="3999">
                  <c:v>0.39750000000000002</c:v>
                </c:pt>
                <c:pt idx="4000">
                  <c:v>0.39750000000000002</c:v>
                </c:pt>
                <c:pt idx="4001">
                  <c:v>0.39750000000000002</c:v>
                </c:pt>
                <c:pt idx="4002">
                  <c:v>0.39750000000000002</c:v>
                </c:pt>
                <c:pt idx="4003">
                  <c:v>0.39750000000000002</c:v>
                </c:pt>
                <c:pt idx="4004">
                  <c:v>0.39750000000000002</c:v>
                </c:pt>
                <c:pt idx="4005">
                  <c:v>0.39750000000000002</c:v>
                </c:pt>
                <c:pt idx="4006">
                  <c:v>0.39750000000000002</c:v>
                </c:pt>
                <c:pt idx="4007">
                  <c:v>0.39750000000000002</c:v>
                </c:pt>
                <c:pt idx="4008">
                  <c:v>0.39750000000000002</c:v>
                </c:pt>
                <c:pt idx="4009">
                  <c:v>0.39750000000000002</c:v>
                </c:pt>
                <c:pt idx="4010">
                  <c:v>0.39750000000000002</c:v>
                </c:pt>
                <c:pt idx="4011">
                  <c:v>0.39750000000000002</c:v>
                </c:pt>
                <c:pt idx="4012">
                  <c:v>0.39750000000000002</c:v>
                </c:pt>
                <c:pt idx="4013">
                  <c:v>0.39750000000000002</c:v>
                </c:pt>
                <c:pt idx="4014">
                  <c:v>0.39750000000000002</c:v>
                </c:pt>
                <c:pt idx="4015">
                  <c:v>0.39750000000000002</c:v>
                </c:pt>
                <c:pt idx="4016">
                  <c:v>0.39750000000000002</c:v>
                </c:pt>
                <c:pt idx="4017">
                  <c:v>0.39750000000000002</c:v>
                </c:pt>
                <c:pt idx="4018">
                  <c:v>0.39750000000000002</c:v>
                </c:pt>
                <c:pt idx="4019">
                  <c:v>0.39750000000000002</c:v>
                </c:pt>
                <c:pt idx="4020">
                  <c:v>0.39750000000000002</c:v>
                </c:pt>
                <c:pt idx="4021">
                  <c:v>0.39750000000000002</c:v>
                </c:pt>
                <c:pt idx="4022">
                  <c:v>0.39750000000000002</c:v>
                </c:pt>
                <c:pt idx="4023">
                  <c:v>0.39750000000000002</c:v>
                </c:pt>
                <c:pt idx="4024">
                  <c:v>0.39750000000000002</c:v>
                </c:pt>
                <c:pt idx="4025">
                  <c:v>0.39750000000000002</c:v>
                </c:pt>
                <c:pt idx="4026">
                  <c:v>0.39750000000000002</c:v>
                </c:pt>
                <c:pt idx="4027">
                  <c:v>0.39750000000000002</c:v>
                </c:pt>
                <c:pt idx="4028">
                  <c:v>0.39750000000000002</c:v>
                </c:pt>
                <c:pt idx="4029">
                  <c:v>0.39750000000000002</c:v>
                </c:pt>
                <c:pt idx="4030">
                  <c:v>0.39750000000000002</c:v>
                </c:pt>
                <c:pt idx="4031">
                  <c:v>0.39750000000000002</c:v>
                </c:pt>
                <c:pt idx="4032">
                  <c:v>0.39750000000000002</c:v>
                </c:pt>
                <c:pt idx="4033">
                  <c:v>0.39750000000000002</c:v>
                </c:pt>
                <c:pt idx="4034">
                  <c:v>0.39750000000000002</c:v>
                </c:pt>
                <c:pt idx="4035">
                  <c:v>0.39750000000000002</c:v>
                </c:pt>
                <c:pt idx="4036">
                  <c:v>0.39750000000000002</c:v>
                </c:pt>
                <c:pt idx="4037">
                  <c:v>0.39750000000000002</c:v>
                </c:pt>
                <c:pt idx="4038">
                  <c:v>0.39750000000000002</c:v>
                </c:pt>
                <c:pt idx="4039">
                  <c:v>0.39750000000000002</c:v>
                </c:pt>
                <c:pt idx="4040">
                  <c:v>0.39750000000000002</c:v>
                </c:pt>
                <c:pt idx="4041">
                  <c:v>0.39750000000000002</c:v>
                </c:pt>
                <c:pt idx="4042">
                  <c:v>0.39750000000000002</c:v>
                </c:pt>
                <c:pt idx="4043">
                  <c:v>0.39750000000000002</c:v>
                </c:pt>
                <c:pt idx="4044">
                  <c:v>0.39750000000000002</c:v>
                </c:pt>
                <c:pt idx="4045">
                  <c:v>0.39750000000000002</c:v>
                </c:pt>
                <c:pt idx="4046">
                  <c:v>0.39750000000000002</c:v>
                </c:pt>
                <c:pt idx="4047">
                  <c:v>0.39750000000000002</c:v>
                </c:pt>
                <c:pt idx="4048">
                  <c:v>0.39750000000000002</c:v>
                </c:pt>
                <c:pt idx="4049">
                  <c:v>0.39750000000000002</c:v>
                </c:pt>
                <c:pt idx="4050">
                  <c:v>0.39750000000000002</c:v>
                </c:pt>
                <c:pt idx="4051">
                  <c:v>0.39750000000000002</c:v>
                </c:pt>
                <c:pt idx="4052">
                  <c:v>0.39750000000000002</c:v>
                </c:pt>
                <c:pt idx="4053">
                  <c:v>0.39750000000000002</c:v>
                </c:pt>
                <c:pt idx="4054">
                  <c:v>0.39750000000000002</c:v>
                </c:pt>
                <c:pt idx="4055">
                  <c:v>0.39750000000000002</c:v>
                </c:pt>
                <c:pt idx="4056">
                  <c:v>0.39750000000000002</c:v>
                </c:pt>
                <c:pt idx="4057">
                  <c:v>0.39750000000000002</c:v>
                </c:pt>
                <c:pt idx="4058">
                  <c:v>0.39750000000000002</c:v>
                </c:pt>
                <c:pt idx="4059">
                  <c:v>0.39750000000000002</c:v>
                </c:pt>
                <c:pt idx="4060">
                  <c:v>0.39750000000000002</c:v>
                </c:pt>
                <c:pt idx="4061">
                  <c:v>0.39750000000000002</c:v>
                </c:pt>
                <c:pt idx="4062">
                  <c:v>0.39750000000000002</c:v>
                </c:pt>
                <c:pt idx="4063">
                  <c:v>0.39750000000000002</c:v>
                </c:pt>
                <c:pt idx="4064">
                  <c:v>0.39750000000000002</c:v>
                </c:pt>
                <c:pt idx="4065">
                  <c:v>0.39750000000000002</c:v>
                </c:pt>
                <c:pt idx="4066">
                  <c:v>0.39750000000000002</c:v>
                </c:pt>
                <c:pt idx="4067">
                  <c:v>0.39750000000000002</c:v>
                </c:pt>
                <c:pt idx="4068">
                  <c:v>0.39750000000000002</c:v>
                </c:pt>
                <c:pt idx="4069">
                  <c:v>0.39750000000000002</c:v>
                </c:pt>
                <c:pt idx="4070">
                  <c:v>0.39750000000000002</c:v>
                </c:pt>
                <c:pt idx="4071">
                  <c:v>0.39750000000000002</c:v>
                </c:pt>
                <c:pt idx="4072">
                  <c:v>0.39750000000000002</c:v>
                </c:pt>
                <c:pt idx="4073">
                  <c:v>0.39750000000000002</c:v>
                </c:pt>
                <c:pt idx="4074">
                  <c:v>0.39750000000000002</c:v>
                </c:pt>
                <c:pt idx="4075">
                  <c:v>0.39750000000000002</c:v>
                </c:pt>
                <c:pt idx="4076">
                  <c:v>0.39750000000000002</c:v>
                </c:pt>
                <c:pt idx="4077">
                  <c:v>0.39750000000000002</c:v>
                </c:pt>
                <c:pt idx="4078">
                  <c:v>0.39750000000000002</c:v>
                </c:pt>
                <c:pt idx="4079">
                  <c:v>0.39750000000000002</c:v>
                </c:pt>
                <c:pt idx="4080">
                  <c:v>0.39750000000000002</c:v>
                </c:pt>
                <c:pt idx="4081">
                  <c:v>0.39750000000000002</c:v>
                </c:pt>
                <c:pt idx="4082">
                  <c:v>0.39750000000000002</c:v>
                </c:pt>
                <c:pt idx="4083">
                  <c:v>0.39750000000000002</c:v>
                </c:pt>
                <c:pt idx="4084">
                  <c:v>0.39750000000000002</c:v>
                </c:pt>
                <c:pt idx="4085">
                  <c:v>0.39750000000000002</c:v>
                </c:pt>
                <c:pt idx="4086">
                  <c:v>0.39750000000000002</c:v>
                </c:pt>
                <c:pt idx="4087">
                  <c:v>0.39750000000000002</c:v>
                </c:pt>
                <c:pt idx="4088">
                  <c:v>0.39750000000000002</c:v>
                </c:pt>
                <c:pt idx="4089">
                  <c:v>0.39750000000000002</c:v>
                </c:pt>
                <c:pt idx="4090">
                  <c:v>0.39750000000000002</c:v>
                </c:pt>
                <c:pt idx="4091">
                  <c:v>0.39750000000000002</c:v>
                </c:pt>
                <c:pt idx="4092">
                  <c:v>0.39750000000000002</c:v>
                </c:pt>
                <c:pt idx="4093">
                  <c:v>0.39750000000000002</c:v>
                </c:pt>
                <c:pt idx="4094">
                  <c:v>0.39750000000000002</c:v>
                </c:pt>
                <c:pt idx="4095">
                  <c:v>0.39750000000000002</c:v>
                </c:pt>
                <c:pt idx="4096">
                  <c:v>0.39750000000000002</c:v>
                </c:pt>
                <c:pt idx="4097">
                  <c:v>0.39750000000000002</c:v>
                </c:pt>
                <c:pt idx="4098">
                  <c:v>0.39750000000000002</c:v>
                </c:pt>
                <c:pt idx="4099">
                  <c:v>0.39750000000000002</c:v>
                </c:pt>
                <c:pt idx="4100">
                  <c:v>0.39750000000000002</c:v>
                </c:pt>
                <c:pt idx="4101">
                  <c:v>0.39750000000000002</c:v>
                </c:pt>
                <c:pt idx="4102">
                  <c:v>0.39750000000000002</c:v>
                </c:pt>
                <c:pt idx="4103">
                  <c:v>0.39750000000000002</c:v>
                </c:pt>
                <c:pt idx="4104">
                  <c:v>0.39750000000000002</c:v>
                </c:pt>
                <c:pt idx="4105">
                  <c:v>0.39750000000000002</c:v>
                </c:pt>
                <c:pt idx="4106">
                  <c:v>0.39750000000000002</c:v>
                </c:pt>
                <c:pt idx="4107">
                  <c:v>0.39750000000000002</c:v>
                </c:pt>
                <c:pt idx="4108">
                  <c:v>0.39750000000000002</c:v>
                </c:pt>
                <c:pt idx="4109">
                  <c:v>0.39750000000000002</c:v>
                </c:pt>
                <c:pt idx="4110">
                  <c:v>0.39750000000000002</c:v>
                </c:pt>
                <c:pt idx="4111">
                  <c:v>0.39750000000000002</c:v>
                </c:pt>
                <c:pt idx="4112">
                  <c:v>0.39750000000000002</c:v>
                </c:pt>
                <c:pt idx="4113">
                  <c:v>0.39750000000000002</c:v>
                </c:pt>
                <c:pt idx="4114">
                  <c:v>0.39750000000000002</c:v>
                </c:pt>
                <c:pt idx="4115">
                  <c:v>0.39750000000000002</c:v>
                </c:pt>
                <c:pt idx="4116">
                  <c:v>0.39750000000000002</c:v>
                </c:pt>
                <c:pt idx="4117">
                  <c:v>0.39750000000000002</c:v>
                </c:pt>
                <c:pt idx="4118">
                  <c:v>0.39750000000000002</c:v>
                </c:pt>
                <c:pt idx="4119">
                  <c:v>0.39750000000000002</c:v>
                </c:pt>
                <c:pt idx="4120">
                  <c:v>0.39750000000000002</c:v>
                </c:pt>
                <c:pt idx="4121">
                  <c:v>0.39750000000000002</c:v>
                </c:pt>
                <c:pt idx="4122">
                  <c:v>0.39750000000000002</c:v>
                </c:pt>
                <c:pt idx="4123">
                  <c:v>0.39750000000000002</c:v>
                </c:pt>
                <c:pt idx="4124">
                  <c:v>0.39750000000000002</c:v>
                </c:pt>
                <c:pt idx="4125">
                  <c:v>0.39750000000000002</c:v>
                </c:pt>
                <c:pt idx="4126">
                  <c:v>0.39750000000000002</c:v>
                </c:pt>
                <c:pt idx="4127">
                  <c:v>0.39750000000000002</c:v>
                </c:pt>
                <c:pt idx="4128">
                  <c:v>0.39750000000000002</c:v>
                </c:pt>
                <c:pt idx="4129">
                  <c:v>0.39750000000000002</c:v>
                </c:pt>
                <c:pt idx="4130">
                  <c:v>0.39750000000000002</c:v>
                </c:pt>
                <c:pt idx="4131">
                  <c:v>0.39750000000000002</c:v>
                </c:pt>
                <c:pt idx="4132">
                  <c:v>0.39750000000000002</c:v>
                </c:pt>
                <c:pt idx="4133">
                  <c:v>0.39750000000000002</c:v>
                </c:pt>
                <c:pt idx="4134">
                  <c:v>0.39750000000000002</c:v>
                </c:pt>
                <c:pt idx="4135">
                  <c:v>0.39750000000000002</c:v>
                </c:pt>
                <c:pt idx="4136">
                  <c:v>0.39750000000000002</c:v>
                </c:pt>
                <c:pt idx="4137">
                  <c:v>0.39750000000000002</c:v>
                </c:pt>
                <c:pt idx="4138">
                  <c:v>0.39750000000000002</c:v>
                </c:pt>
                <c:pt idx="4139">
                  <c:v>0.39750000000000002</c:v>
                </c:pt>
                <c:pt idx="4140">
                  <c:v>0.39750000000000002</c:v>
                </c:pt>
                <c:pt idx="4141">
                  <c:v>0.39750000000000002</c:v>
                </c:pt>
                <c:pt idx="4142">
                  <c:v>0.39750000000000002</c:v>
                </c:pt>
                <c:pt idx="4143">
                  <c:v>0.39750000000000002</c:v>
                </c:pt>
                <c:pt idx="4144">
                  <c:v>0.39750000000000002</c:v>
                </c:pt>
                <c:pt idx="4145">
                  <c:v>0.39750000000000002</c:v>
                </c:pt>
                <c:pt idx="4146">
                  <c:v>0.39750000000000002</c:v>
                </c:pt>
                <c:pt idx="4147">
                  <c:v>0.39750000000000002</c:v>
                </c:pt>
                <c:pt idx="4148">
                  <c:v>0.39750000000000002</c:v>
                </c:pt>
                <c:pt idx="4149">
                  <c:v>0.39750000000000002</c:v>
                </c:pt>
                <c:pt idx="4150">
                  <c:v>0.39750000000000002</c:v>
                </c:pt>
                <c:pt idx="4151">
                  <c:v>0.39750000000000002</c:v>
                </c:pt>
                <c:pt idx="4152">
                  <c:v>0.39750000000000002</c:v>
                </c:pt>
                <c:pt idx="4153">
                  <c:v>0.39750000000000002</c:v>
                </c:pt>
                <c:pt idx="4154">
                  <c:v>0.39750000000000002</c:v>
                </c:pt>
                <c:pt idx="4155">
                  <c:v>0.39750000000000002</c:v>
                </c:pt>
                <c:pt idx="4156">
                  <c:v>0.39750000000000002</c:v>
                </c:pt>
                <c:pt idx="4157">
                  <c:v>0.39750000000000002</c:v>
                </c:pt>
                <c:pt idx="4158">
                  <c:v>0.39750000000000002</c:v>
                </c:pt>
                <c:pt idx="4159">
                  <c:v>0.39750000000000002</c:v>
                </c:pt>
                <c:pt idx="4160">
                  <c:v>0.39750000000000002</c:v>
                </c:pt>
                <c:pt idx="4161">
                  <c:v>0.39750000000000002</c:v>
                </c:pt>
                <c:pt idx="4162">
                  <c:v>0.39750000000000002</c:v>
                </c:pt>
                <c:pt idx="4163">
                  <c:v>0.39750000000000002</c:v>
                </c:pt>
                <c:pt idx="4164">
                  <c:v>0.39750000000000002</c:v>
                </c:pt>
                <c:pt idx="4165">
                  <c:v>0.39750000000000002</c:v>
                </c:pt>
                <c:pt idx="4166">
                  <c:v>0.39750000000000002</c:v>
                </c:pt>
                <c:pt idx="4167">
                  <c:v>0.39750000000000002</c:v>
                </c:pt>
                <c:pt idx="4168">
                  <c:v>0.39750000000000002</c:v>
                </c:pt>
                <c:pt idx="4169">
                  <c:v>0.39750000000000002</c:v>
                </c:pt>
                <c:pt idx="4170">
                  <c:v>0.39750000000000002</c:v>
                </c:pt>
                <c:pt idx="4171">
                  <c:v>0.39750000000000002</c:v>
                </c:pt>
                <c:pt idx="4172">
                  <c:v>0.39750000000000002</c:v>
                </c:pt>
                <c:pt idx="4173">
                  <c:v>0.39750000000000002</c:v>
                </c:pt>
                <c:pt idx="4174">
                  <c:v>0.39750000000000002</c:v>
                </c:pt>
                <c:pt idx="4175">
                  <c:v>0.39750000000000002</c:v>
                </c:pt>
                <c:pt idx="4176">
                  <c:v>0.39750000000000002</c:v>
                </c:pt>
                <c:pt idx="4177">
                  <c:v>0.39750000000000002</c:v>
                </c:pt>
                <c:pt idx="4178">
                  <c:v>0.39750000000000002</c:v>
                </c:pt>
                <c:pt idx="4179">
                  <c:v>0.39750000000000002</c:v>
                </c:pt>
                <c:pt idx="4180">
                  <c:v>0.39750000000000002</c:v>
                </c:pt>
                <c:pt idx="4181">
                  <c:v>0.39750000000000002</c:v>
                </c:pt>
                <c:pt idx="4182">
                  <c:v>0.39750000000000002</c:v>
                </c:pt>
                <c:pt idx="4183">
                  <c:v>0.39750000000000002</c:v>
                </c:pt>
                <c:pt idx="4184">
                  <c:v>0.39750000000000002</c:v>
                </c:pt>
                <c:pt idx="4185">
                  <c:v>0.39750000000000002</c:v>
                </c:pt>
                <c:pt idx="4186">
                  <c:v>0.39750000000000002</c:v>
                </c:pt>
                <c:pt idx="4187">
                  <c:v>0.39750000000000002</c:v>
                </c:pt>
                <c:pt idx="4188">
                  <c:v>0.39750000000000002</c:v>
                </c:pt>
                <c:pt idx="4189">
                  <c:v>0.39750000000000002</c:v>
                </c:pt>
                <c:pt idx="4190">
                  <c:v>0.39750000000000002</c:v>
                </c:pt>
                <c:pt idx="4191">
                  <c:v>0.39750000000000002</c:v>
                </c:pt>
                <c:pt idx="4192">
                  <c:v>0.39750000000000002</c:v>
                </c:pt>
                <c:pt idx="4193">
                  <c:v>0.39750000000000002</c:v>
                </c:pt>
                <c:pt idx="4194">
                  <c:v>0.39750000000000002</c:v>
                </c:pt>
                <c:pt idx="4195">
                  <c:v>0.39750000000000002</c:v>
                </c:pt>
                <c:pt idx="4196">
                  <c:v>0.39750000000000002</c:v>
                </c:pt>
                <c:pt idx="4197">
                  <c:v>0.39750000000000002</c:v>
                </c:pt>
                <c:pt idx="4198">
                  <c:v>0.39750000000000002</c:v>
                </c:pt>
                <c:pt idx="4199">
                  <c:v>0.39750000000000002</c:v>
                </c:pt>
                <c:pt idx="4200">
                  <c:v>0.39750000000000002</c:v>
                </c:pt>
                <c:pt idx="4201">
                  <c:v>0.39750000000000002</c:v>
                </c:pt>
                <c:pt idx="4202">
                  <c:v>0.39750000000000002</c:v>
                </c:pt>
                <c:pt idx="4203">
                  <c:v>0.39750000000000002</c:v>
                </c:pt>
                <c:pt idx="4204">
                  <c:v>0.39750000000000002</c:v>
                </c:pt>
                <c:pt idx="4205">
                  <c:v>0.39750000000000002</c:v>
                </c:pt>
                <c:pt idx="4206">
                  <c:v>0.39750000000000002</c:v>
                </c:pt>
                <c:pt idx="4207">
                  <c:v>0.39750000000000002</c:v>
                </c:pt>
                <c:pt idx="4208">
                  <c:v>0.39750000000000002</c:v>
                </c:pt>
                <c:pt idx="4209">
                  <c:v>0.39750000000000002</c:v>
                </c:pt>
                <c:pt idx="4210">
                  <c:v>0.39750000000000002</c:v>
                </c:pt>
                <c:pt idx="4211">
                  <c:v>0.39750000000000002</c:v>
                </c:pt>
                <c:pt idx="4212">
                  <c:v>0.39750000000000002</c:v>
                </c:pt>
                <c:pt idx="4213">
                  <c:v>0.39750000000000002</c:v>
                </c:pt>
                <c:pt idx="4214">
                  <c:v>0.39750000000000002</c:v>
                </c:pt>
                <c:pt idx="4215">
                  <c:v>0.39750000000000002</c:v>
                </c:pt>
                <c:pt idx="4216">
                  <c:v>0.39750000000000002</c:v>
                </c:pt>
                <c:pt idx="4217">
                  <c:v>0.39750000000000002</c:v>
                </c:pt>
                <c:pt idx="4218">
                  <c:v>0.39750000000000002</c:v>
                </c:pt>
                <c:pt idx="4219">
                  <c:v>0.39750000000000002</c:v>
                </c:pt>
                <c:pt idx="4220">
                  <c:v>0.39750000000000002</c:v>
                </c:pt>
                <c:pt idx="4221">
                  <c:v>0.39750000000000002</c:v>
                </c:pt>
                <c:pt idx="4222">
                  <c:v>0.39750000000000002</c:v>
                </c:pt>
                <c:pt idx="4223">
                  <c:v>0.39750000000000002</c:v>
                </c:pt>
                <c:pt idx="4224">
                  <c:v>0.39750000000000002</c:v>
                </c:pt>
                <c:pt idx="4225">
                  <c:v>0.39750000000000002</c:v>
                </c:pt>
                <c:pt idx="4226">
                  <c:v>0.39750000000000002</c:v>
                </c:pt>
                <c:pt idx="4227">
                  <c:v>0.39750000000000002</c:v>
                </c:pt>
                <c:pt idx="4228">
                  <c:v>0.39750000000000002</c:v>
                </c:pt>
                <c:pt idx="4229">
                  <c:v>0.39750000000000002</c:v>
                </c:pt>
                <c:pt idx="4230">
                  <c:v>0.39750000000000002</c:v>
                </c:pt>
                <c:pt idx="4231">
                  <c:v>0.39750000000000002</c:v>
                </c:pt>
                <c:pt idx="4232">
                  <c:v>0.39750000000000002</c:v>
                </c:pt>
                <c:pt idx="4233">
                  <c:v>0.39750000000000002</c:v>
                </c:pt>
                <c:pt idx="4234">
                  <c:v>0.39750000000000002</c:v>
                </c:pt>
                <c:pt idx="4235">
                  <c:v>0.39750000000000002</c:v>
                </c:pt>
                <c:pt idx="4236">
                  <c:v>0.39750000000000002</c:v>
                </c:pt>
                <c:pt idx="4237">
                  <c:v>0.39750000000000002</c:v>
                </c:pt>
                <c:pt idx="4238">
                  <c:v>0.39750000000000002</c:v>
                </c:pt>
                <c:pt idx="4239">
                  <c:v>0.39750000000000002</c:v>
                </c:pt>
                <c:pt idx="4240">
                  <c:v>0.39750000000000002</c:v>
                </c:pt>
                <c:pt idx="4241">
                  <c:v>0.39750000000000002</c:v>
                </c:pt>
                <c:pt idx="4242">
                  <c:v>0.39750000000000002</c:v>
                </c:pt>
                <c:pt idx="4243">
                  <c:v>0.39750000000000002</c:v>
                </c:pt>
                <c:pt idx="4244">
                  <c:v>0.39750000000000002</c:v>
                </c:pt>
                <c:pt idx="4245">
                  <c:v>0.39750000000000002</c:v>
                </c:pt>
                <c:pt idx="4246">
                  <c:v>0.39750000000000002</c:v>
                </c:pt>
                <c:pt idx="4247">
                  <c:v>0.39750000000000002</c:v>
                </c:pt>
                <c:pt idx="4248">
                  <c:v>0.39750000000000002</c:v>
                </c:pt>
                <c:pt idx="4249">
                  <c:v>0.39750000000000002</c:v>
                </c:pt>
                <c:pt idx="4250">
                  <c:v>0.39750000000000002</c:v>
                </c:pt>
                <c:pt idx="4251">
                  <c:v>0.39750000000000002</c:v>
                </c:pt>
                <c:pt idx="4252">
                  <c:v>0.39750000000000002</c:v>
                </c:pt>
                <c:pt idx="4253">
                  <c:v>0.39750000000000002</c:v>
                </c:pt>
                <c:pt idx="4254">
                  <c:v>0.39750000000000002</c:v>
                </c:pt>
                <c:pt idx="4255">
                  <c:v>0.39750000000000002</c:v>
                </c:pt>
                <c:pt idx="4256">
                  <c:v>0.39750000000000002</c:v>
                </c:pt>
                <c:pt idx="4257">
                  <c:v>0.39750000000000002</c:v>
                </c:pt>
                <c:pt idx="4258">
                  <c:v>0.39750000000000002</c:v>
                </c:pt>
                <c:pt idx="4259">
                  <c:v>0.39750000000000002</c:v>
                </c:pt>
                <c:pt idx="4260">
                  <c:v>0.39750000000000002</c:v>
                </c:pt>
                <c:pt idx="4261">
                  <c:v>0.39750000000000002</c:v>
                </c:pt>
                <c:pt idx="4262">
                  <c:v>0.39750000000000002</c:v>
                </c:pt>
                <c:pt idx="4263">
                  <c:v>0.39750000000000002</c:v>
                </c:pt>
                <c:pt idx="4264">
                  <c:v>0.39750000000000002</c:v>
                </c:pt>
                <c:pt idx="4265">
                  <c:v>0.39750000000000002</c:v>
                </c:pt>
                <c:pt idx="4266">
                  <c:v>0.39750000000000002</c:v>
                </c:pt>
                <c:pt idx="4267">
                  <c:v>0.39750000000000002</c:v>
                </c:pt>
                <c:pt idx="4268">
                  <c:v>0.39750000000000002</c:v>
                </c:pt>
                <c:pt idx="4269">
                  <c:v>0.39750000000000002</c:v>
                </c:pt>
                <c:pt idx="4270">
                  <c:v>0.39750000000000002</c:v>
                </c:pt>
                <c:pt idx="4271">
                  <c:v>0.39750000000000002</c:v>
                </c:pt>
                <c:pt idx="4272">
                  <c:v>0.39750000000000002</c:v>
                </c:pt>
                <c:pt idx="4273">
                  <c:v>0.39750000000000002</c:v>
                </c:pt>
                <c:pt idx="4274">
                  <c:v>0.39750000000000002</c:v>
                </c:pt>
                <c:pt idx="4275">
                  <c:v>0.39750000000000002</c:v>
                </c:pt>
                <c:pt idx="4276">
                  <c:v>0.39750000000000002</c:v>
                </c:pt>
                <c:pt idx="4277">
                  <c:v>0.39750000000000002</c:v>
                </c:pt>
                <c:pt idx="4278">
                  <c:v>0.39750000000000002</c:v>
                </c:pt>
                <c:pt idx="4279">
                  <c:v>0.39750000000000002</c:v>
                </c:pt>
                <c:pt idx="4280">
                  <c:v>0.39750000000000002</c:v>
                </c:pt>
                <c:pt idx="4281">
                  <c:v>0.39750000000000002</c:v>
                </c:pt>
                <c:pt idx="4282">
                  <c:v>0.39750000000000002</c:v>
                </c:pt>
                <c:pt idx="4283">
                  <c:v>0.39750000000000002</c:v>
                </c:pt>
                <c:pt idx="4284">
                  <c:v>0.39750000000000002</c:v>
                </c:pt>
                <c:pt idx="4285">
                  <c:v>0.39750000000000002</c:v>
                </c:pt>
                <c:pt idx="4286">
                  <c:v>0.39750000000000002</c:v>
                </c:pt>
                <c:pt idx="4287">
                  <c:v>0.39750000000000002</c:v>
                </c:pt>
                <c:pt idx="4288">
                  <c:v>0.39750000000000002</c:v>
                </c:pt>
                <c:pt idx="4289">
                  <c:v>0.39750000000000002</c:v>
                </c:pt>
                <c:pt idx="4290">
                  <c:v>0.39750000000000002</c:v>
                </c:pt>
                <c:pt idx="4291">
                  <c:v>0.39750000000000002</c:v>
                </c:pt>
                <c:pt idx="4292">
                  <c:v>0.39750000000000002</c:v>
                </c:pt>
                <c:pt idx="4293">
                  <c:v>0.39750000000000002</c:v>
                </c:pt>
                <c:pt idx="4294">
                  <c:v>0.39750000000000002</c:v>
                </c:pt>
                <c:pt idx="4295">
                  <c:v>0.39750000000000002</c:v>
                </c:pt>
                <c:pt idx="4296">
                  <c:v>0.39750000000000002</c:v>
                </c:pt>
                <c:pt idx="4297">
                  <c:v>0.39750000000000002</c:v>
                </c:pt>
                <c:pt idx="4298">
                  <c:v>0.39750000000000002</c:v>
                </c:pt>
                <c:pt idx="4299">
                  <c:v>0.39750000000000002</c:v>
                </c:pt>
                <c:pt idx="4300">
                  <c:v>0.39750000000000002</c:v>
                </c:pt>
                <c:pt idx="4301">
                  <c:v>0.39750000000000002</c:v>
                </c:pt>
                <c:pt idx="4302">
                  <c:v>0.39750000000000002</c:v>
                </c:pt>
                <c:pt idx="4303">
                  <c:v>0.39750000000000002</c:v>
                </c:pt>
                <c:pt idx="4304">
                  <c:v>0.39750000000000002</c:v>
                </c:pt>
                <c:pt idx="4305">
                  <c:v>0.39750000000000002</c:v>
                </c:pt>
                <c:pt idx="4306">
                  <c:v>0.39750000000000002</c:v>
                </c:pt>
                <c:pt idx="4307">
                  <c:v>0.39750000000000002</c:v>
                </c:pt>
                <c:pt idx="4308">
                  <c:v>0.39750000000000002</c:v>
                </c:pt>
                <c:pt idx="4309">
                  <c:v>0.39750000000000002</c:v>
                </c:pt>
                <c:pt idx="4310">
                  <c:v>0.39750000000000002</c:v>
                </c:pt>
                <c:pt idx="4311">
                  <c:v>0.39750000000000002</c:v>
                </c:pt>
                <c:pt idx="4312">
                  <c:v>0.39750000000000002</c:v>
                </c:pt>
                <c:pt idx="4313">
                  <c:v>0.39750000000000002</c:v>
                </c:pt>
                <c:pt idx="4314">
                  <c:v>0.39750000000000002</c:v>
                </c:pt>
                <c:pt idx="4315">
                  <c:v>0.39750000000000002</c:v>
                </c:pt>
                <c:pt idx="4316">
                  <c:v>0.39750000000000002</c:v>
                </c:pt>
                <c:pt idx="4317">
                  <c:v>0.39750000000000002</c:v>
                </c:pt>
                <c:pt idx="4318">
                  <c:v>0.39750000000000002</c:v>
                </c:pt>
                <c:pt idx="4319">
                  <c:v>0.39750000000000002</c:v>
                </c:pt>
                <c:pt idx="4320">
                  <c:v>0.39750000000000002</c:v>
                </c:pt>
                <c:pt idx="4321">
                  <c:v>0.39750000000000002</c:v>
                </c:pt>
                <c:pt idx="4322">
                  <c:v>0.39750000000000002</c:v>
                </c:pt>
                <c:pt idx="4323">
                  <c:v>0.39750000000000002</c:v>
                </c:pt>
                <c:pt idx="4324">
                  <c:v>0.39750000000000002</c:v>
                </c:pt>
                <c:pt idx="4325">
                  <c:v>0.39750000000000002</c:v>
                </c:pt>
                <c:pt idx="4326">
                  <c:v>0.39750000000000002</c:v>
                </c:pt>
                <c:pt idx="4327">
                  <c:v>0.39750000000000002</c:v>
                </c:pt>
                <c:pt idx="4328">
                  <c:v>0.39750000000000002</c:v>
                </c:pt>
                <c:pt idx="4329">
                  <c:v>0.39750000000000002</c:v>
                </c:pt>
                <c:pt idx="4330">
                  <c:v>0.39750000000000002</c:v>
                </c:pt>
                <c:pt idx="4331">
                  <c:v>0.39750000000000002</c:v>
                </c:pt>
                <c:pt idx="4332">
                  <c:v>0.39750000000000002</c:v>
                </c:pt>
                <c:pt idx="4333">
                  <c:v>0.39750000000000002</c:v>
                </c:pt>
                <c:pt idx="4334">
                  <c:v>0.39750000000000002</c:v>
                </c:pt>
                <c:pt idx="4335">
                  <c:v>0.39750000000000002</c:v>
                </c:pt>
                <c:pt idx="4336">
                  <c:v>0.39750000000000002</c:v>
                </c:pt>
                <c:pt idx="4337">
                  <c:v>0.39750000000000002</c:v>
                </c:pt>
                <c:pt idx="4338">
                  <c:v>0.39750000000000002</c:v>
                </c:pt>
                <c:pt idx="4339">
                  <c:v>0.39750000000000002</c:v>
                </c:pt>
                <c:pt idx="4340">
                  <c:v>0.39750000000000002</c:v>
                </c:pt>
                <c:pt idx="4341">
                  <c:v>0.39750000000000002</c:v>
                </c:pt>
                <c:pt idx="4342">
                  <c:v>0.39750000000000002</c:v>
                </c:pt>
                <c:pt idx="4343">
                  <c:v>0.39750000000000002</c:v>
                </c:pt>
                <c:pt idx="4344">
                  <c:v>0.39750000000000002</c:v>
                </c:pt>
                <c:pt idx="4345">
                  <c:v>0.39750000000000002</c:v>
                </c:pt>
                <c:pt idx="4346">
                  <c:v>0.39750000000000002</c:v>
                </c:pt>
                <c:pt idx="4347">
                  <c:v>0.39750000000000002</c:v>
                </c:pt>
                <c:pt idx="4348">
                  <c:v>0.39750000000000002</c:v>
                </c:pt>
                <c:pt idx="4349">
                  <c:v>0.39750000000000002</c:v>
                </c:pt>
                <c:pt idx="4350">
                  <c:v>0.39750000000000002</c:v>
                </c:pt>
                <c:pt idx="4351">
                  <c:v>0.39750000000000002</c:v>
                </c:pt>
                <c:pt idx="4352">
                  <c:v>0.39750000000000002</c:v>
                </c:pt>
                <c:pt idx="4353">
                  <c:v>0.39750000000000002</c:v>
                </c:pt>
                <c:pt idx="4354">
                  <c:v>0.39750000000000002</c:v>
                </c:pt>
                <c:pt idx="4355">
                  <c:v>0.39750000000000002</c:v>
                </c:pt>
                <c:pt idx="4356">
                  <c:v>0.39750000000000002</c:v>
                </c:pt>
                <c:pt idx="4357">
                  <c:v>0.39750000000000002</c:v>
                </c:pt>
                <c:pt idx="4358">
                  <c:v>0.39750000000000002</c:v>
                </c:pt>
                <c:pt idx="4359">
                  <c:v>0.39750000000000002</c:v>
                </c:pt>
                <c:pt idx="4360">
                  <c:v>0.39750000000000002</c:v>
                </c:pt>
                <c:pt idx="4361">
                  <c:v>0.39750000000000002</c:v>
                </c:pt>
                <c:pt idx="4362">
                  <c:v>0.39750000000000002</c:v>
                </c:pt>
                <c:pt idx="4363">
                  <c:v>0.39750000000000002</c:v>
                </c:pt>
                <c:pt idx="4364">
                  <c:v>0.39750000000000002</c:v>
                </c:pt>
                <c:pt idx="4365">
                  <c:v>0.39750000000000002</c:v>
                </c:pt>
                <c:pt idx="4366">
                  <c:v>0.39750000000000002</c:v>
                </c:pt>
                <c:pt idx="4367">
                  <c:v>0.39750000000000002</c:v>
                </c:pt>
                <c:pt idx="4368">
                  <c:v>0.39750000000000002</c:v>
                </c:pt>
                <c:pt idx="4369">
                  <c:v>0.39750000000000002</c:v>
                </c:pt>
                <c:pt idx="4370">
                  <c:v>0.39750000000000002</c:v>
                </c:pt>
                <c:pt idx="4371">
                  <c:v>0.39750000000000002</c:v>
                </c:pt>
                <c:pt idx="4372">
                  <c:v>0.39750000000000002</c:v>
                </c:pt>
                <c:pt idx="4373">
                  <c:v>0.39750000000000002</c:v>
                </c:pt>
                <c:pt idx="4374">
                  <c:v>0.39750000000000002</c:v>
                </c:pt>
                <c:pt idx="4375">
                  <c:v>0.39750000000000002</c:v>
                </c:pt>
                <c:pt idx="4376">
                  <c:v>0.39750000000000002</c:v>
                </c:pt>
                <c:pt idx="4377">
                  <c:v>0.39750000000000002</c:v>
                </c:pt>
                <c:pt idx="4378">
                  <c:v>0.39750000000000002</c:v>
                </c:pt>
                <c:pt idx="4379">
                  <c:v>0.39750000000000002</c:v>
                </c:pt>
                <c:pt idx="4380">
                  <c:v>0.39750000000000002</c:v>
                </c:pt>
                <c:pt idx="4381">
                  <c:v>0.39750000000000002</c:v>
                </c:pt>
                <c:pt idx="4382">
                  <c:v>0.39750000000000002</c:v>
                </c:pt>
                <c:pt idx="4383">
                  <c:v>0.39750000000000002</c:v>
                </c:pt>
                <c:pt idx="4384">
                  <c:v>0.39750000000000002</c:v>
                </c:pt>
                <c:pt idx="4385">
                  <c:v>0.39750000000000002</c:v>
                </c:pt>
                <c:pt idx="4386">
                  <c:v>0.39750000000000002</c:v>
                </c:pt>
                <c:pt idx="4387">
                  <c:v>0.39750000000000002</c:v>
                </c:pt>
                <c:pt idx="4388">
                  <c:v>0.39750000000000002</c:v>
                </c:pt>
                <c:pt idx="4389">
                  <c:v>0.39750000000000002</c:v>
                </c:pt>
                <c:pt idx="4390">
                  <c:v>0.39750000000000002</c:v>
                </c:pt>
                <c:pt idx="4391">
                  <c:v>0.39750000000000002</c:v>
                </c:pt>
                <c:pt idx="4392">
                  <c:v>0.39750000000000002</c:v>
                </c:pt>
                <c:pt idx="4393">
                  <c:v>0.39750000000000002</c:v>
                </c:pt>
                <c:pt idx="4394">
                  <c:v>0.39750000000000002</c:v>
                </c:pt>
                <c:pt idx="4395">
                  <c:v>0.39750000000000002</c:v>
                </c:pt>
                <c:pt idx="4396">
                  <c:v>0.39750000000000002</c:v>
                </c:pt>
                <c:pt idx="4397">
                  <c:v>0.39750000000000002</c:v>
                </c:pt>
                <c:pt idx="4398">
                  <c:v>0.39750000000000002</c:v>
                </c:pt>
                <c:pt idx="4399">
                  <c:v>0.39750000000000002</c:v>
                </c:pt>
                <c:pt idx="4400">
                  <c:v>0.39750000000000002</c:v>
                </c:pt>
                <c:pt idx="4401">
                  <c:v>0.39750000000000002</c:v>
                </c:pt>
                <c:pt idx="4402">
                  <c:v>0.39750000000000002</c:v>
                </c:pt>
                <c:pt idx="4403">
                  <c:v>0.39750000000000002</c:v>
                </c:pt>
                <c:pt idx="4404">
                  <c:v>0.39750000000000002</c:v>
                </c:pt>
                <c:pt idx="4405">
                  <c:v>0.39750000000000002</c:v>
                </c:pt>
                <c:pt idx="4406">
                  <c:v>0.39750000000000002</c:v>
                </c:pt>
                <c:pt idx="4407">
                  <c:v>0.39750000000000002</c:v>
                </c:pt>
                <c:pt idx="4408">
                  <c:v>0.39750000000000002</c:v>
                </c:pt>
                <c:pt idx="4409">
                  <c:v>0.39750000000000002</c:v>
                </c:pt>
                <c:pt idx="4410">
                  <c:v>0.39750000000000002</c:v>
                </c:pt>
                <c:pt idx="4411">
                  <c:v>0.39750000000000002</c:v>
                </c:pt>
                <c:pt idx="4412">
                  <c:v>0.39750000000000002</c:v>
                </c:pt>
                <c:pt idx="4413">
                  <c:v>0.39750000000000002</c:v>
                </c:pt>
                <c:pt idx="4414">
                  <c:v>0.39750000000000002</c:v>
                </c:pt>
                <c:pt idx="4415">
                  <c:v>0.39750000000000002</c:v>
                </c:pt>
                <c:pt idx="4416">
                  <c:v>0.39750000000000002</c:v>
                </c:pt>
                <c:pt idx="4417">
                  <c:v>0.39750000000000002</c:v>
                </c:pt>
                <c:pt idx="4418">
                  <c:v>0.39750000000000002</c:v>
                </c:pt>
                <c:pt idx="4419">
                  <c:v>0.39750000000000002</c:v>
                </c:pt>
                <c:pt idx="4420">
                  <c:v>0.39750000000000002</c:v>
                </c:pt>
                <c:pt idx="4421">
                  <c:v>0.39750000000000002</c:v>
                </c:pt>
                <c:pt idx="4422">
                  <c:v>0.39750000000000002</c:v>
                </c:pt>
                <c:pt idx="4423">
                  <c:v>0.39750000000000002</c:v>
                </c:pt>
                <c:pt idx="4424">
                  <c:v>0.39750000000000002</c:v>
                </c:pt>
                <c:pt idx="4425">
                  <c:v>0.39750000000000002</c:v>
                </c:pt>
                <c:pt idx="4426">
                  <c:v>0.39750000000000002</c:v>
                </c:pt>
                <c:pt idx="4427">
                  <c:v>0.39750000000000002</c:v>
                </c:pt>
                <c:pt idx="4428">
                  <c:v>0.39750000000000002</c:v>
                </c:pt>
                <c:pt idx="4429">
                  <c:v>0.39750000000000002</c:v>
                </c:pt>
                <c:pt idx="4430">
                  <c:v>0.39750000000000002</c:v>
                </c:pt>
                <c:pt idx="4431">
                  <c:v>0.39750000000000002</c:v>
                </c:pt>
                <c:pt idx="4432">
                  <c:v>0.39750000000000002</c:v>
                </c:pt>
                <c:pt idx="4433">
                  <c:v>0.39750000000000002</c:v>
                </c:pt>
                <c:pt idx="4434">
                  <c:v>0.39750000000000002</c:v>
                </c:pt>
                <c:pt idx="4435">
                  <c:v>0.39750000000000002</c:v>
                </c:pt>
                <c:pt idx="4436">
                  <c:v>0.39750000000000002</c:v>
                </c:pt>
                <c:pt idx="4437">
                  <c:v>0.39750000000000002</c:v>
                </c:pt>
                <c:pt idx="4438">
                  <c:v>0.39750000000000002</c:v>
                </c:pt>
                <c:pt idx="4439">
                  <c:v>0.39750000000000002</c:v>
                </c:pt>
                <c:pt idx="4440">
                  <c:v>0.39750000000000002</c:v>
                </c:pt>
                <c:pt idx="4441">
                  <c:v>0.39750000000000002</c:v>
                </c:pt>
                <c:pt idx="4442">
                  <c:v>0.39750000000000002</c:v>
                </c:pt>
                <c:pt idx="4443">
                  <c:v>0.39750000000000002</c:v>
                </c:pt>
                <c:pt idx="4444">
                  <c:v>0.39750000000000002</c:v>
                </c:pt>
                <c:pt idx="4445">
                  <c:v>0.39750000000000002</c:v>
                </c:pt>
                <c:pt idx="4446">
                  <c:v>0.39750000000000002</c:v>
                </c:pt>
                <c:pt idx="4447">
                  <c:v>0.39750000000000002</c:v>
                </c:pt>
                <c:pt idx="4448">
                  <c:v>0.39750000000000002</c:v>
                </c:pt>
                <c:pt idx="4449">
                  <c:v>0.39750000000000002</c:v>
                </c:pt>
                <c:pt idx="4450">
                  <c:v>0.39750000000000002</c:v>
                </c:pt>
                <c:pt idx="4451">
                  <c:v>0.39750000000000002</c:v>
                </c:pt>
                <c:pt idx="4452">
                  <c:v>0.39750000000000002</c:v>
                </c:pt>
                <c:pt idx="4453">
                  <c:v>0.39750000000000002</c:v>
                </c:pt>
                <c:pt idx="4454">
                  <c:v>0.39750000000000002</c:v>
                </c:pt>
                <c:pt idx="4455">
                  <c:v>0.39750000000000002</c:v>
                </c:pt>
                <c:pt idx="4456">
                  <c:v>0.39750000000000002</c:v>
                </c:pt>
                <c:pt idx="4457">
                  <c:v>0.39750000000000002</c:v>
                </c:pt>
                <c:pt idx="4458">
                  <c:v>0.39750000000000002</c:v>
                </c:pt>
                <c:pt idx="4459">
                  <c:v>0.39750000000000002</c:v>
                </c:pt>
                <c:pt idx="4460">
                  <c:v>0.39750000000000002</c:v>
                </c:pt>
                <c:pt idx="4461">
                  <c:v>0.39750000000000002</c:v>
                </c:pt>
                <c:pt idx="4462">
                  <c:v>0.39750000000000002</c:v>
                </c:pt>
                <c:pt idx="4463">
                  <c:v>0.39750000000000002</c:v>
                </c:pt>
                <c:pt idx="4464">
                  <c:v>0.39750000000000002</c:v>
                </c:pt>
                <c:pt idx="4465">
                  <c:v>0.39750000000000002</c:v>
                </c:pt>
                <c:pt idx="4466">
                  <c:v>0.39750000000000002</c:v>
                </c:pt>
                <c:pt idx="4467">
                  <c:v>0.39750000000000002</c:v>
                </c:pt>
                <c:pt idx="4468">
                  <c:v>0.39750000000000002</c:v>
                </c:pt>
                <c:pt idx="4469">
                  <c:v>0.39750000000000002</c:v>
                </c:pt>
                <c:pt idx="4470">
                  <c:v>0.39750000000000002</c:v>
                </c:pt>
                <c:pt idx="4471">
                  <c:v>0.39750000000000002</c:v>
                </c:pt>
                <c:pt idx="4472">
                  <c:v>0.39750000000000002</c:v>
                </c:pt>
                <c:pt idx="4473">
                  <c:v>0.39750000000000002</c:v>
                </c:pt>
                <c:pt idx="4474">
                  <c:v>0.39750000000000002</c:v>
                </c:pt>
                <c:pt idx="4475">
                  <c:v>0.39750000000000002</c:v>
                </c:pt>
                <c:pt idx="4476">
                  <c:v>0.39750000000000002</c:v>
                </c:pt>
                <c:pt idx="4477">
                  <c:v>0.39750000000000002</c:v>
                </c:pt>
                <c:pt idx="4478">
                  <c:v>0.39750000000000002</c:v>
                </c:pt>
                <c:pt idx="4479">
                  <c:v>0.39750000000000002</c:v>
                </c:pt>
                <c:pt idx="4480">
                  <c:v>0.39750000000000002</c:v>
                </c:pt>
                <c:pt idx="4481">
                  <c:v>0.39750000000000002</c:v>
                </c:pt>
                <c:pt idx="4482">
                  <c:v>0.39750000000000002</c:v>
                </c:pt>
                <c:pt idx="4483">
                  <c:v>0.39750000000000002</c:v>
                </c:pt>
                <c:pt idx="4484">
                  <c:v>0.39750000000000002</c:v>
                </c:pt>
                <c:pt idx="4485">
                  <c:v>0.39750000000000002</c:v>
                </c:pt>
                <c:pt idx="4486">
                  <c:v>0.39750000000000002</c:v>
                </c:pt>
                <c:pt idx="4487">
                  <c:v>0.39750000000000002</c:v>
                </c:pt>
                <c:pt idx="4488">
                  <c:v>0.39750000000000002</c:v>
                </c:pt>
                <c:pt idx="4489">
                  <c:v>0.39750000000000002</c:v>
                </c:pt>
                <c:pt idx="4490">
                  <c:v>0.39750000000000002</c:v>
                </c:pt>
                <c:pt idx="4491">
                  <c:v>0.39750000000000002</c:v>
                </c:pt>
                <c:pt idx="4492">
                  <c:v>0.39750000000000002</c:v>
                </c:pt>
                <c:pt idx="4493">
                  <c:v>0.39750000000000002</c:v>
                </c:pt>
                <c:pt idx="4494">
                  <c:v>0.39750000000000002</c:v>
                </c:pt>
                <c:pt idx="4495">
                  <c:v>0.39750000000000002</c:v>
                </c:pt>
                <c:pt idx="4496">
                  <c:v>0.39750000000000002</c:v>
                </c:pt>
                <c:pt idx="4497">
                  <c:v>0.39750000000000002</c:v>
                </c:pt>
                <c:pt idx="4498">
                  <c:v>0.39750000000000002</c:v>
                </c:pt>
                <c:pt idx="4499">
                  <c:v>0.39750000000000002</c:v>
                </c:pt>
                <c:pt idx="4500">
                  <c:v>0.39750000000000002</c:v>
                </c:pt>
                <c:pt idx="4501">
                  <c:v>0.39750000000000002</c:v>
                </c:pt>
                <c:pt idx="4502">
                  <c:v>0.39750000000000002</c:v>
                </c:pt>
                <c:pt idx="4503">
                  <c:v>0.39750000000000002</c:v>
                </c:pt>
                <c:pt idx="4504">
                  <c:v>0.39750000000000002</c:v>
                </c:pt>
                <c:pt idx="4505">
                  <c:v>0.39750000000000002</c:v>
                </c:pt>
                <c:pt idx="4506">
                  <c:v>0.39750000000000002</c:v>
                </c:pt>
                <c:pt idx="4507">
                  <c:v>0.39750000000000002</c:v>
                </c:pt>
                <c:pt idx="4508">
                  <c:v>0.39750000000000002</c:v>
                </c:pt>
                <c:pt idx="4509">
                  <c:v>0.39750000000000002</c:v>
                </c:pt>
                <c:pt idx="4510">
                  <c:v>0.39750000000000002</c:v>
                </c:pt>
                <c:pt idx="4511">
                  <c:v>0.39750000000000002</c:v>
                </c:pt>
                <c:pt idx="4512">
                  <c:v>0.39750000000000002</c:v>
                </c:pt>
                <c:pt idx="4513">
                  <c:v>0.39750000000000002</c:v>
                </c:pt>
                <c:pt idx="4514">
                  <c:v>0.39750000000000002</c:v>
                </c:pt>
                <c:pt idx="4515">
                  <c:v>0.39750000000000002</c:v>
                </c:pt>
                <c:pt idx="4516">
                  <c:v>0.39750000000000002</c:v>
                </c:pt>
                <c:pt idx="4517">
                  <c:v>0.39750000000000002</c:v>
                </c:pt>
                <c:pt idx="4518">
                  <c:v>0.39750000000000002</c:v>
                </c:pt>
                <c:pt idx="4519">
                  <c:v>0.39750000000000002</c:v>
                </c:pt>
                <c:pt idx="4520">
                  <c:v>0.39750000000000002</c:v>
                </c:pt>
                <c:pt idx="4521">
                  <c:v>0.39750000000000002</c:v>
                </c:pt>
                <c:pt idx="4522">
                  <c:v>0.39750000000000002</c:v>
                </c:pt>
                <c:pt idx="4523">
                  <c:v>0.39750000000000002</c:v>
                </c:pt>
                <c:pt idx="4524">
                  <c:v>0.39750000000000002</c:v>
                </c:pt>
                <c:pt idx="4525">
                  <c:v>0.39750000000000002</c:v>
                </c:pt>
                <c:pt idx="4526">
                  <c:v>0.39750000000000002</c:v>
                </c:pt>
                <c:pt idx="4527">
                  <c:v>0.39750000000000002</c:v>
                </c:pt>
                <c:pt idx="4528">
                  <c:v>0.39750000000000002</c:v>
                </c:pt>
                <c:pt idx="4529">
                  <c:v>0.39750000000000002</c:v>
                </c:pt>
                <c:pt idx="4530">
                  <c:v>0.39750000000000002</c:v>
                </c:pt>
                <c:pt idx="4531">
                  <c:v>0.39750000000000002</c:v>
                </c:pt>
                <c:pt idx="4532">
                  <c:v>0.39750000000000002</c:v>
                </c:pt>
                <c:pt idx="4533">
                  <c:v>0.39750000000000002</c:v>
                </c:pt>
                <c:pt idx="4534">
                  <c:v>0.39750000000000002</c:v>
                </c:pt>
                <c:pt idx="4535">
                  <c:v>0.39750000000000002</c:v>
                </c:pt>
                <c:pt idx="4536">
                  <c:v>0.39750000000000002</c:v>
                </c:pt>
                <c:pt idx="4537">
                  <c:v>0.39750000000000002</c:v>
                </c:pt>
                <c:pt idx="4538">
                  <c:v>0.39750000000000002</c:v>
                </c:pt>
                <c:pt idx="4539">
                  <c:v>0.39750000000000002</c:v>
                </c:pt>
                <c:pt idx="4540">
                  <c:v>0.39750000000000002</c:v>
                </c:pt>
                <c:pt idx="4541">
                  <c:v>0.39750000000000002</c:v>
                </c:pt>
                <c:pt idx="4542">
                  <c:v>0.39750000000000002</c:v>
                </c:pt>
                <c:pt idx="4543">
                  <c:v>0.39750000000000002</c:v>
                </c:pt>
                <c:pt idx="4544">
                  <c:v>0.39750000000000002</c:v>
                </c:pt>
                <c:pt idx="4545">
                  <c:v>0.39750000000000002</c:v>
                </c:pt>
                <c:pt idx="4546">
                  <c:v>0.39750000000000002</c:v>
                </c:pt>
                <c:pt idx="4547">
                  <c:v>0.39750000000000002</c:v>
                </c:pt>
                <c:pt idx="4548">
                  <c:v>0.39750000000000002</c:v>
                </c:pt>
                <c:pt idx="4549">
                  <c:v>0.39750000000000002</c:v>
                </c:pt>
                <c:pt idx="4550">
                  <c:v>0.39750000000000002</c:v>
                </c:pt>
                <c:pt idx="4551">
                  <c:v>0.39750000000000002</c:v>
                </c:pt>
                <c:pt idx="4552">
                  <c:v>0.39750000000000002</c:v>
                </c:pt>
                <c:pt idx="4553">
                  <c:v>0.39750000000000002</c:v>
                </c:pt>
                <c:pt idx="4554">
                  <c:v>0.39750000000000002</c:v>
                </c:pt>
                <c:pt idx="4555">
                  <c:v>0.39750000000000002</c:v>
                </c:pt>
                <c:pt idx="4556">
                  <c:v>0.39750000000000002</c:v>
                </c:pt>
                <c:pt idx="4557">
                  <c:v>0.39750000000000002</c:v>
                </c:pt>
                <c:pt idx="4558">
                  <c:v>0.39750000000000002</c:v>
                </c:pt>
                <c:pt idx="4559">
                  <c:v>0.39750000000000002</c:v>
                </c:pt>
                <c:pt idx="4560">
                  <c:v>0.39750000000000002</c:v>
                </c:pt>
                <c:pt idx="4561">
                  <c:v>0.39750000000000002</c:v>
                </c:pt>
                <c:pt idx="4562">
                  <c:v>0.39750000000000002</c:v>
                </c:pt>
                <c:pt idx="4563">
                  <c:v>0.39750000000000002</c:v>
                </c:pt>
                <c:pt idx="4564">
                  <c:v>0.39750000000000002</c:v>
                </c:pt>
                <c:pt idx="4565">
                  <c:v>0.39750000000000002</c:v>
                </c:pt>
                <c:pt idx="4566">
                  <c:v>0.39750000000000002</c:v>
                </c:pt>
                <c:pt idx="4567">
                  <c:v>0.39750000000000002</c:v>
                </c:pt>
                <c:pt idx="4568">
                  <c:v>0.39750000000000002</c:v>
                </c:pt>
                <c:pt idx="4569">
                  <c:v>0.39750000000000002</c:v>
                </c:pt>
                <c:pt idx="4570">
                  <c:v>0.39750000000000002</c:v>
                </c:pt>
                <c:pt idx="4571">
                  <c:v>0.39750000000000002</c:v>
                </c:pt>
                <c:pt idx="4572">
                  <c:v>0.39750000000000002</c:v>
                </c:pt>
                <c:pt idx="4573">
                  <c:v>0.39750000000000002</c:v>
                </c:pt>
                <c:pt idx="4574">
                  <c:v>0.39750000000000002</c:v>
                </c:pt>
                <c:pt idx="4575">
                  <c:v>0.39750000000000002</c:v>
                </c:pt>
                <c:pt idx="4576">
                  <c:v>0.39750000000000002</c:v>
                </c:pt>
                <c:pt idx="4577">
                  <c:v>0.39750000000000002</c:v>
                </c:pt>
                <c:pt idx="4578">
                  <c:v>0.39750000000000002</c:v>
                </c:pt>
                <c:pt idx="4579">
                  <c:v>0.39750000000000002</c:v>
                </c:pt>
                <c:pt idx="4580">
                  <c:v>0.39750000000000002</c:v>
                </c:pt>
                <c:pt idx="4581">
                  <c:v>0.39750000000000002</c:v>
                </c:pt>
                <c:pt idx="4582">
                  <c:v>0.39750000000000002</c:v>
                </c:pt>
                <c:pt idx="4583">
                  <c:v>0.39750000000000002</c:v>
                </c:pt>
                <c:pt idx="4584">
                  <c:v>0.39750000000000002</c:v>
                </c:pt>
                <c:pt idx="4585">
                  <c:v>0.39750000000000002</c:v>
                </c:pt>
                <c:pt idx="4586">
                  <c:v>0.39750000000000002</c:v>
                </c:pt>
                <c:pt idx="4587">
                  <c:v>0.39750000000000002</c:v>
                </c:pt>
                <c:pt idx="4588">
                  <c:v>0.39750000000000002</c:v>
                </c:pt>
                <c:pt idx="4589">
                  <c:v>0.39750000000000002</c:v>
                </c:pt>
                <c:pt idx="4590">
                  <c:v>0.39750000000000002</c:v>
                </c:pt>
                <c:pt idx="4591">
                  <c:v>0.39750000000000002</c:v>
                </c:pt>
                <c:pt idx="4592">
                  <c:v>0.39750000000000002</c:v>
                </c:pt>
                <c:pt idx="4593">
                  <c:v>0.39750000000000002</c:v>
                </c:pt>
                <c:pt idx="4594">
                  <c:v>0.39750000000000002</c:v>
                </c:pt>
                <c:pt idx="4595">
                  <c:v>0.39750000000000002</c:v>
                </c:pt>
                <c:pt idx="4596">
                  <c:v>0.39750000000000002</c:v>
                </c:pt>
                <c:pt idx="4597">
                  <c:v>0.39750000000000002</c:v>
                </c:pt>
                <c:pt idx="4598">
                  <c:v>0.39750000000000002</c:v>
                </c:pt>
                <c:pt idx="4599">
                  <c:v>0.39750000000000002</c:v>
                </c:pt>
                <c:pt idx="4600">
                  <c:v>0.39750000000000002</c:v>
                </c:pt>
                <c:pt idx="4601">
                  <c:v>0.39750000000000002</c:v>
                </c:pt>
                <c:pt idx="4602">
                  <c:v>0.39750000000000002</c:v>
                </c:pt>
                <c:pt idx="4603">
                  <c:v>0.39750000000000002</c:v>
                </c:pt>
                <c:pt idx="4604">
                  <c:v>0.39750000000000002</c:v>
                </c:pt>
                <c:pt idx="4605">
                  <c:v>0.39750000000000002</c:v>
                </c:pt>
                <c:pt idx="4606">
                  <c:v>0.39750000000000002</c:v>
                </c:pt>
                <c:pt idx="4607">
                  <c:v>0.39750000000000002</c:v>
                </c:pt>
                <c:pt idx="4608">
                  <c:v>0.39750000000000002</c:v>
                </c:pt>
                <c:pt idx="4609">
                  <c:v>0.39750000000000002</c:v>
                </c:pt>
                <c:pt idx="4610">
                  <c:v>0.39750000000000002</c:v>
                </c:pt>
                <c:pt idx="4611">
                  <c:v>0.39750000000000002</c:v>
                </c:pt>
                <c:pt idx="4612">
                  <c:v>0.39750000000000002</c:v>
                </c:pt>
                <c:pt idx="4613">
                  <c:v>0.39750000000000002</c:v>
                </c:pt>
                <c:pt idx="4614">
                  <c:v>0.39750000000000002</c:v>
                </c:pt>
                <c:pt idx="4615">
                  <c:v>0.39750000000000002</c:v>
                </c:pt>
                <c:pt idx="4616">
                  <c:v>0.39750000000000002</c:v>
                </c:pt>
                <c:pt idx="4617">
                  <c:v>0.39750000000000002</c:v>
                </c:pt>
                <c:pt idx="4618">
                  <c:v>0.39750000000000002</c:v>
                </c:pt>
                <c:pt idx="4619">
                  <c:v>0.39750000000000002</c:v>
                </c:pt>
                <c:pt idx="4620">
                  <c:v>0.39750000000000002</c:v>
                </c:pt>
                <c:pt idx="4621">
                  <c:v>0.39750000000000002</c:v>
                </c:pt>
                <c:pt idx="4622">
                  <c:v>0.39750000000000002</c:v>
                </c:pt>
                <c:pt idx="4623">
                  <c:v>0.39750000000000002</c:v>
                </c:pt>
                <c:pt idx="4624">
                  <c:v>0.39750000000000002</c:v>
                </c:pt>
                <c:pt idx="4625">
                  <c:v>0.39750000000000002</c:v>
                </c:pt>
                <c:pt idx="4626">
                  <c:v>0.39750000000000002</c:v>
                </c:pt>
                <c:pt idx="4627">
                  <c:v>0.39750000000000002</c:v>
                </c:pt>
                <c:pt idx="4628">
                  <c:v>0.39750000000000002</c:v>
                </c:pt>
                <c:pt idx="4629">
                  <c:v>0.39750000000000002</c:v>
                </c:pt>
                <c:pt idx="4630">
                  <c:v>0.39750000000000002</c:v>
                </c:pt>
                <c:pt idx="4631">
                  <c:v>0.39750000000000002</c:v>
                </c:pt>
                <c:pt idx="4632">
                  <c:v>0.39750000000000002</c:v>
                </c:pt>
                <c:pt idx="4633">
                  <c:v>0.39750000000000002</c:v>
                </c:pt>
                <c:pt idx="4634">
                  <c:v>0.39750000000000002</c:v>
                </c:pt>
                <c:pt idx="4635">
                  <c:v>0.39750000000000002</c:v>
                </c:pt>
                <c:pt idx="4636">
                  <c:v>0.39750000000000002</c:v>
                </c:pt>
                <c:pt idx="4637">
                  <c:v>0.39750000000000002</c:v>
                </c:pt>
                <c:pt idx="4638">
                  <c:v>0.39750000000000002</c:v>
                </c:pt>
                <c:pt idx="4639">
                  <c:v>0.39750000000000002</c:v>
                </c:pt>
                <c:pt idx="4640">
                  <c:v>0.39750000000000002</c:v>
                </c:pt>
                <c:pt idx="4641">
                  <c:v>0.39750000000000002</c:v>
                </c:pt>
                <c:pt idx="4642">
                  <c:v>0.39750000000000002</c:v>
                </c:pt>
                <c:pt idx="4643">
                  <c:v>0.39750000000000002</c:v>
                </c:pt>
                <c:pt idx="4644">
                  <c:v>0.39750000000000002</c:v>
                </c:pt>
                <c:pt idx="4645">
                  <c:v>0.39750000000000002</c:v>
                </c:pt>
                <c:pt idx="4646">
                  <c:v>0.39750000000000002</c:v>
                </c:pt>
                <c:pt idx="4647">
                  <c:v>0.39750000000000002</c:v>
                </c:pt>
                <c:pt idx="4648">
                  <c:v>0.39750000000000002</c:v>
                </c:pt>
                <c:pt idx="4649">
                  <c:v>0.39750000000000002</c:v>
                </c:pt>
                <c:pt idx="4650">
                  <c:v>0.39750000000000002</c:v>
                </c:pt>
                <c:pt idx="4651">
                  <c:v>0.39750000000000002</c:v>
                </c:pt>
                <c:pt idx="4652">
                  <c:v>0.39750000000000002</c:v>
                </c:pt>
                <c:pt idx="4653">
                  <c:v>0.39750000000000002</c:v>
                </c:pt>
                <c:pt idx="4654">
                  <c:v>0.39750000000000002</c:v>
                </c:pt>
                <c:pt idx="4655">
                  <c:v>0.39750000000000002</c:v>
                </c:pt>
                <c:pt idx="4656">
                  <c:v>0.39750000000000002</c:v>
                </c:pt>
                <c:pt idx="4657">
                  <c:v>0.39750000000000002</c:v>
                </c:pt>
                <c:pt idx="4658">
                  <c:v>0.39750000000000002</c:v>
                </c:pt>
                <c:pt idx="4659">
                  <c:v>0.39750000000000002</c:v>
                </c:pt>
                <c:pt idx="4660">
                  <c:v>0.39750000000000002</c:v>
                </c:pt>
                <c:pt idx="4661">
                  <c:v>0.39750000000000002</c:v>
                </c:pt>
                <c:pt idx="4662">
                  <c:v>0.39750000000000002</c:v>
                </c:pt>
                <c:pt idx="4663">
                  <c:v>0.39750000000000002</c:v>
                </c:pt>
                <c:pt idx="4664">
                  <c:v>0.39750000000000002</c:v>
                </c:pt>
                <c:pt idx="4665">
                  <c:v>0.39750000000000002</c:v>
                </c:pt>
                <c:pt idx="4666">
                  <c:v>0.39750000000000002</c:v>
                </c:pt>
                <c:pt idx="4667">
                  <c:v>0.39750000000000002</c:v>
                </c:pt>
                <c:pt idx="4668">
                  <c:v>0.39750000000000002</c:v>
                </c:pt>
                <c:pt idx="4669">
                  <c:v>0.39750000000000002</c:v>
                </c:pt>
                <c:pt idx="4670">
                  <c:v>0.39750000000000002</c:v>
                </c:pt>
                <c:pt idx="4671">
                  <c:v>0.39750000000000002</c:v>
                </c:pt>
                <c:pt idx="4672">
                  <c:v>0.39750000000000002</c:v>
                </c:pt>
                <c:pt idx="4673">
                  <c:v>0.39750000000000002</c:v>
                </c:pt>
                <c:pt idx="4674">
                  <c:v>0.39750000000000002</c:v>
                </c:pt>
                <c:pt idx="4675">
                  <c:v>0.39750000000000002</c:v>
                </c:pt>
                <c:pt idx="4676">
                  <c:v>0.39750000000000002</c:v>
                </c:pt>
                <c:pt idx="4677">
                  <c:v>0.39750000000000002</c:v>
                </c:pt>
                <c:pt idx="4678">
                  <c:v>0.39750000000000002</c:v>
                </c:pt>
                <c:pt idx="4679">
                  <c:v>0.39750000000000002</c:v>
                </c:pt>
                <c:pt idx="4680">
                  <c:v>0.39750000000000002</c:v>
                </c:pt>
                <c:pt idx="4681">
                  <c:v>0.39750000000000002</c:v>
                </c:pt>
                <c:pt idx="4682">
                  <c:v>0.39750000000000002</c:v>
                </c:pt>
                <c:pt idx="4683">
                  <c:v>0.39750000000000002</c:v>
                </c:pt>
                <c:pt idx="4684">
                  <c:v>0.39750000000000002</c:v>
                </c:pt>
                <c:pt idx="4685">
                  <c:v>0.39750000000000002</c:v>
                </c:pt>
                <c:pt idx="4686">
                  <c:v>0.39750000000000002</c:v>
                </c:pt>
                <c:pt idx="4687">
                  <c:v>0.39750000000000002</c:v>
                </c:pt>
                <c:pt idx="4688">
                  <c:v>0.39750000000000002</c:v>
                </c:pt>
                <c:pt idx="4689">
                  <c:v>0.39750000000000002</c:v>
                </c:pt>
                <c:pt idx="4690">
                  <c:v>0.39750000000000002</c:v>
                </c:pt>
                <c:pt idx="4691">
                  <c:v>0.39750000000000002</c:v>
                </c:pt>
                <c:pt idx="4692">
                  <c:v>0.39750000000000002</c:v>
                </c:pt>
                <c:pt idx="4693">
                  <c:v>0.39750000000000002</c:v>
                </c:pt>
                <c:pt idx="4694">
                  <c:v>0.39750000000000002</c:v>
                </c:pt>
                <c:pt idx="4695">
                  <c:v>0.39750000000000002</c:v>
                </c:pt>
                <c:pt idx="4696">
                  <c:v>0.39750000000000002</c:v>
                </c:pt>
                <c:pt idx="4697">
                  <c:v>0.39750000000000002</c:v>
                </c:pt>
                <c:pt idx="4698">
                  <c:v>0.39750000000000002</c:v>
                </c:pt>
                <c:pt idx="4699">
                  <c:v>0.39750000000000002</c:v>
                </c:pt>
                <c:pt idx="4700">
                  <c:v>0.39750000000000002</c:v>
                </c:pt>
                <c:pt idx="4701">
                  <c:v>0.39750000000000002</c:v>
                </c:pt>
                <c:pt idx="4702">
                  <c:v>0.39750000000000002</c:v>
                </c:pt>
                <c:pt idx="4703">
                  <c:v>0.39750000000000002</c:v>
                </c:pt>
                <c:pt idx="4704">
                  <c:v>0.39750000000000002</c:v>
                </c:pt>
                <c:pt idx="4705">
                  <c:v>0.39750000000000002</c:v>
                </c:pt>
                <c:pt idx="4706">
                  <c:v>0.39750000000000002</c:v>
                </c:pt>
                <c:pt idx="4707">
                  <c:v>0.39750000000000002</c:v>
                </c:pt>
                <c:pt idx="4708">
                  <c:v>0.39750000000000002</c:v>
                </c:pt>
                <c:pt idx="4709">
                  <c:v>0.39750000000000002</c:v>
                </c:pt>
                <c:pt idx="4710">
                  <c:v>0.39750000000000002</c:v>
                </c:pt>
                <c:pt idx="4711">
                  <c:v>0.39750000000000002</c:v>
                </c:pt>
                <c:pt idx="4712">
                  <c:v>0.39750000000000002</c:v>
                </c:pt>
                <c:pt idx="4713">
                  <c:v>0.39750000000000002</c:v>
                </c:pt>
                <c:pt idx="4714">
                  <c:v>0.39750000000000002</c:v>
                </c:pt>
                <c:pt idx="4715">
                  <c:v>0.39750000000000002</c:v>
                </c:pt>
                <c:pt idx="4716">
                  <c:v>0.39750000000000002</c:v>
                </c:pt>
                <c:pt idx="4717">
                  <c:v>0.39750000000000002</c:v>
                </c:pt>
                <c:pt idx="4718">
                  <c:v>0.39750000000000002</c:v>
                </c:pt>
                <c:pt idx="4719">
                  <c:v>0.39750000000000002</c:v>
                </c:pt>
                <c:pt idx="4720">
                  <c:v>0.39750000000000002</c:v>
                </c:pt>
                <c:pt idx="4721">
                  <c:v>0.39750000000000002</c:v>
                </c:pt>
                <c:pt idx="4722">
                  <c:v>0.39750000000000002</c:v>
                </c:pt>
                <c:pt idx="4723">
                  <c:v>0.39750000000000002</c:v>
                </c:pt>
                <c:pt idx="4724">
                  <c:v>0.39750000000000002</c:v>
                </c:pt>
                <c:pt idx="4725">
                  <c:v>0.39750000000000002</c:v>
                </c:pt>
                <c:pt idx="4726">
                  <c:v>0.39750000000000002</c:v>
                </c:pt>
                <c:pt idx="4727">
                  <c:v>0.39750000000000002</c:v>
                </c:pt>
                <c:pt idx="4728">
                  <c:v>0.39750000000000002</c:v>
                </c:pt>
                <c:pt idx="4729">
                  <c:v>0.39750000000000002</c:v>
                </c:pt>
                <c:pt idx="4730">
                  <c:v>0.39750000000000002</c:v>
                </c:pt>
                <c:pt idx="4731">
                  <c:v>0.39750000000000002</c:v>
                </c:pt>
                <c:pt idx="4732">
                  <c:v>0.39750000000000002</c:v>
                </c:pt>
                <c:pt idx="4733">
                  <c:v>0.39750000000000002</c:v>
                </c:pt>
                <c:pt idx="4734">
                  <c:v>0.39750000000000002</c:v>
                </c:pt>
                <c:pt idx="4735">
                  <c:v>0.39750000000000002</c:v>
                </c:pt>
                <c:pt idx="4736">
                  <c:v>0.39750000000000002</c:v>
                </c:pt>
                <c:pt idx="4737">
                  <c:v>0.39750000000000002</c:v>
                </c:pt>
                <c:pt idx="4738">
                  <c:v>0.39750000000000002</c:v>
                </c:pt>
                <c:pt idx="4739">
                  <c:v>0.39750000000000002</c:v>
                </c:pt>
                <c:pt idx="4740">
                  <c:v>0.39750000000000002</c:v>
                </c:pt>
                <c:pt idx="4741">
                  <c:v>0.39750000000000002</c:v>
                </c:pt>
                <c:pt idx="4742">
                  <c:v>0.39750000000000002</c:v>
                </c:pt>
                <c:pt idx="4743">
                  <c:v>0.39750000000000002</c:v>
                </c:pt>
                <c:pt idx="4744">
                  <c:v>0.39750000000000002</c:v>
                </c:pt>
                <c:pt idx="4745">
                  <c:v>0.39750000000000002</c:v>
                </c:pt>
                <c:pt idx="4746">
                  <c:v>0.39750000000000002</c:v>
                </c:pt>
                <c:pt idx="4747">
                  <c:v>0.39750000000000002</c:v>
                </c:pt>
                <c:pt idx="4748">
                  <c:v>0.39750000000000002</c:v>
                </c:pt>
                <c:pt idx="4749">
                  <c:v>0.39750000000000002</c:v>
                </c:pt>
                <c:pt idx="4750">
                  <c:v>0.39750000000000002</c:v>
                </c:pt>
                <c:pt idx="4751">
                  <c:v>0.39750000000000002</c:v>
                </c:pt>
                <c:pt idx="4752">
                  <c:v>0.39750000000000002</c:v>
                </c:pt>
                <c:pt idx="4753">
                  <c:v>0.39750000000000002</c:v>
                </c:pt>
                <c:pt idx="4754">
                  <c:v>0.39750000000000002</c:v>
                </c:pt>
                <c:pt idx="4755">
                  <c:v>0.39750000000000002</c:v>
                </c:pt>
                <c:pt idx="4756">
                  <c:v>0.39750000000000002</c:v>
                </c:pt>
                <c:pt idx="4757">
                  <c:v>0.39750000000000002</c:v>
                </c:pt>
                <c:pt idx="4758">
                  <c:v>0.39750000000000002</c:v>
                </c:pt>
                <c:pt idx="4759">
                  <c:v>0.39750000000000002</c:v>
                </c:pt>
                <c:pt idx="4760">
                  <c:v>0.39750000000000002</c:v>
                </c:pt>
                <c:pt idx="4761">
                  <c:v>0.39750000000000002</c:v>
                </c:pt>
                <c:pt idx="4762">
                  <c:v>0.39750000000000002</c:v>
                </c:pt>
                <c:pt idx="4763">
                  <c:v>0.39750000000000002</c:v>
                </c:pt>
                <c:pt idx="4764">
                  <c:v>0.39750000000000002</c:v>
                </c:pt>
                <c:pt idx="4765">
                  <c:v>0.39750000000000002</c:v>
                </c:pt>
                <c:pt idx="4766">
                  <c:v>0.39750000000000002</c:v>
                </c:pt>
                <c:pt idx="4767">
                  <c:v>0.39750000000000002</c:v>
                </c:pt>
                <c:pt idx="4768">
                  <c:v>0.39750000000000002</c:v>
                </c:pt>
                <c:pt idx="4769">
                  <c:v>0.39750000000000002</c:v>
                </c:pt>
                <c:pt idx="4770">
                  <c:v>0.39750000000000002</c:v>
                </c:pt>
                <c:pt idx="4771">
                  <c:v>0.39750000000000002</c:v>
                </c:pt>
                <c:pt idx="4772">
                  <c:v>0.39750000000000002</c:v>
                </c:pt>
                <c:pt idx="4773">
                  <c:v>0.39750000000000002</c:v>
                </c:pt>
                <c:pt idx="4774">
                  <c:v>0.39750000000000002</c:v>
                </c:pt>
                <c:pt idx="4775">
                  <c:v>0.39750000000000002</c:v>
                </c:pt>
                <c:pt idx="4776">
                  <c:v>0.39750000000000002</c:v>
                </c:pt>
                <c:pt idx="4777">
                  <c:v>0.39750000000000002</c:v>
                </c:pt>
                <c:pt idx="4778">
                  <c:v>0.39750000000000002</c:v>
                </c:pt>
                <c:pt idx="4779">
                  <c:v>0.39750000000000002</c:v>
                </c:pt>
                <c:pt idx="4780">
                  <c:v>0.39750000000000002</c:v>
                </c:pt>
                <c:pt idx="4781">
                  <c:v>0.39750000000000002</c:v>
                </c:pt>
                <c:pt idx="4782">
                  <c:v>0.39750000000000002</c:v>
                </c:pt>
                <c:pt idx="4783">
                  <c:v>0.39750000000000002</c:v>
                </c:pt>
                <c:pt idx="4784">
                  <c:v>0.39750000000000002</c:v>
                </c:pt>
                <c:pt idx="4785">
                  <c:v>0.39750000000000002</c:v>
                </c:pt>
                <c:pt idx="4786">
                  <c:v>0.39750000000000002</c:v>
                </c:pt>
                <c:pt idx="4787">
                  <c:v>0.39750000000000002</c:v>
                </c:pt>
                <c:pt idx="4788">
                  <c:v>0.39750000000000002</c:v>
                </c:pt>
                <c:pt idx="4789">
                  <c:v>0.39750000000000002</c:v>
                </c:pt>
                <c:pt idx="4790">
                  <c:v>0.39750000000000002</c:v>
                </c:pt>
                <c:pt idx="4791">
                  <c:v>0.39750000000000002</c:v>
                </c:pt>
                <c:pt idx="4792">
                  <c:v>0.39750000000000002</c:v>
                </c:pt>
                <c:pt idx="4793">
                  <c:v>0.39750000000000002</c:v>
                </c:pt>
                <c:pt idx="4794">
                  <c:v>0.39750000000000002</c:v>
                </c:pt>
                <c:pt idx="4795">
                  <c:v>0.39750000000000002</c:v>
                </c:pt>
                <c:pt idx="4796">
                  <c:v>0.39750000000000002</c:v>
                </c:pt>
                <c:pt idx="4797">
                  <c:v>0.39750000000000002</c:v>
                </c:pt>
                <c:pt idx="4798">
                  <c:v>0.39750000000000002</c:v>
                </c:pt>
                <c:pt idx="4799">
                  <c:v>0.39750000000000002</c:v>
                </c:pt>
                <c:pt idx="4800">
                  <c:v>0.39750000000000002</c:v>
                </c:pt>
                <c:pt idx="4801">
                  <c:v>0.39750000000000002</c:v>
                </c:pt>
                <c:pt idx="4802">
                  <c:v>0.39750000000000002</c:v>
                </c:pt>
                <c:pt idx="4803">
                  <c:v>0.39750000000000002</c:v>
                </c:pt>
                <c:pt idx="4804">
                  <c:v>0.39750000000000002</c:v>
                </c:pt>
                <c:pt idx="4805">
                  <c:v>0.39750000000000002</c:v>
                </c:pt>
                <c:pt idx="4806">
                  <c:v>0.39750000000000002</c:v>
                </c:pt>
                <c:pt idx="4807">
                  <c:v>0.39750000000000002</c:v>
                </c:pt>
                <c:pt idx="4808">
                  <c:v>0.39750000000000002</c:v>
                </c:pt>
                <c:pt idx="4809">
                  <c:v>0.39750000000000002</c:v>
                </c:pt>
                <c:pt idx="4810">
                  <c:v>0.39750000000000002</c:v>
                </c:pt>
                <c:pt idx="4811">
                  <c:v>0.39750000000000002</c:v>
                </c:pt>
                <c:pt idx="4812">
                  <c:v>0.39750000000000002</c:v>
                </c:pt>
                <c:pt idx="4813">
                  <c:v>0.39750000000000002</c:v>
                </c:pt>
                <c:pt idx="4814">
                  <c:v>0.39750000000000002</c:v>
                </c:pt>
                <c:pt idx="4815">
                  <c:v>0.39750000000000002</c:v>
                </c:pt>
                <c:pt idx="4816">
                  <c:v>0.39750000000000002</c:v>
                </c:pt>
                <c:pt idx="4817">
                  <c:v>0.39750000000000002</c:v>
                </c:pt>
                <c:pt idx="4818">
                  <c:v>0.39750000000000002</c:v>
                </c:pt>
                <c:pt idx="4819">
                  <c:v>0.39750000000000002</c:v>
                </c:pt>
                <c:pt idx="4820">
                  <c:v>0.39750000000000002</c:v>
                </c:pt>
                <c:pt idx="4821">
                  <c:v>0.39750000000000002</c:v>
                </c:pt>
                <c:pt idx="4822">
                  <c:v>0.39750000000000002</c:v>
                </c:pt>
                <c:pt idx="4823">
                  <c:v>0.39750000000000002</c:v>
                </c:pt>
                <c:pt idx="4824">
                  <c:v>0.39750000000000002</c:v>
                </c:pt>
                <c:pt idx="4825">
                  <c:v>0.39750000000000002</c:v>
                </c:pt>
                <c:pt idx="4826">
                  <c:v>0.39750000000000002</c:v>
                </c:pt>
                <c:pt idx="4827">
                  <c:v>0.39750000000000002</c:v>
                </c:pt>
                <c:pt idx="4828">
                  <c:v>0.39750000000000002</c:v>
                </c:pt>
                <c:pt idx="4829">
                  <c:v>0.39750000000000002</c:v>
                </c:pt>
                <c:pt idx="4830">
                  <c:v>0.39750000000000002</c:v>
                </c:pt>
                <c:pt idx="4831">
                  <c:v>0.39750000000000002</c:v>
                </c:pt>
                <c:pt idx="4832">
                  <c:v>0.39750000000000002</c:v>
                </c:pt>
                <c:pt idx="4833">
                  <c:v>0.39750000000000002</c:v>
                </c:pt>
                <c:pt idx="4834">
                  <c:v>0.39750000000000002</c:v>
                </c:pt>
                <c:pt idx="4835">
                  <c:v>0.39750000000000002</c:v>
                </c:pt>
                <c:pt idx="4836">
                  <c:v>0.39750000000000002</c:v>
                </c:pt>
                <c:pt idx="4837">
                  <c:v>0.39750000000000002</c:v>
                </c:pt>
                <c:pt idx="4838">
                  <c:v>0.39750000000000002</c:v>
                </c:pt>
                <c:pt idx="4839">
                  <c:v>0.39750000000000002</c:v>
                </c:pt>
                <c:pt idx="4840">
                  <c:v>0.39750000000000002</c:v>
                </c:pt>
                <c:pt idx="4841">
                  <c:v>0.39750000000000002</c:v>
                </c:pt>
                <c:pt idx="4842">
                  <c:v>0.39750000000000002</c:v>
                </c:pt>
                <c:pt idx="4843">
                  <c:v>0.39750000000000002</c:v>
                </c:pt>
                <c:pt idx="4844">
                  <c:v>0.39750000000000002</c:v>
                </c:pt>
                <c:pt idx="4845">
                  <c:v>0.39750000000000002</c:v>
                </c:pt>
                <c:pt idx="4846">
                  <c:v>0.39750000000000002</c:v>
                </c:pt>
                <c:pt idx="4847">
                  <c:v>0.39750000000000002</c:v>
                </c:pt>
                <c:pt idx="4848">
                  <c:v>0.39750000000000002</c:v>
                </c:pt>
                <c:pt idx="4849">
                  <c:v>0.39750000000000002</c:v>
                </c:pt>
                <c:pt idx="4850">
                  <c:v>0.39750000000000002</c:v>
                </c:pt>
                <c:pt idx="4851">
                  <c:v>0.39750000000000002</c:v>
                </c:pt>
                <c:pt idx="4852">
                  <c:v>0.39750000000000002</c:v>
                </c:pt>
                <c:pt idx="4853">
                  <c:v>0.39750000000000002</c:v>
                </c:pt>
                <c:pt idx="4854">
                  <c:v>0.39750000000000002</c:v>
                </c:pt>
                <c:pt idx="4855">
                  <c:v>0.39750000000000002</c:v>
                </c:pt>
                <c:pt idx="4856">
                  <c:v>0.39750000000000002</c:v>
                </c:pt>
                <c:pt idx="4857">
                  <c:v>0.39750000000000002</c:v>
                </c:pt>
                <c:pt idx="4858">
                  <c:v>0.39750000000000002</c:v>
                </c:pt>
                <c:pt idx="4859">
                  <c:v>0.39750000000000002</c:v>
                </c:pt>
                <c:pt idx="4860">
                  <c:v>0.39750000000000002</c:v>
                </c:pt>
                <c:pt idx="4861">
                  <c:v>0.39750000000000002</c:v>
                </c:pt>
                <c:pt idx="4862">
                  <c:v>0.39750000000000002</c:v>
                </c:pt>
                <c:pt idx="4863">
                  <c:v>0.39750000000000002</c:v>
                </c:pt>
                <c:pt idx="4864">
                  <c:v>0.39750000000000002</c:v>
                </c:pt>
                <c:pt idx="4865">
                  <c:v>0.39750000000000002</c:v>
                </c:pt>
                <c:pt idx="4866">
                  <c:v>0.39750000000000002</c:v>
                </c:pt>
                <c:pt idx="4867">
                  <c:v>0.39750000000000002</c:v>
                </c:pt>
                <c:pt idx="4868">
                  <c:v>0.39750000000000002</c:v>
                </c:pt>
                <c:pt idx="4869">
                  <c:v>0.39750000000000002</c:v>
                </c:pt>
                <c:pt idx="4870">
                  <c:v>0.39750000000000002</c:v>
                </c:pt>
                <c:pt idx="4871">
                  <c:v>0.39750000000000002</c:v>
                </c:pt>
                <c:pt idx="4872">
                  <c:v>0.39750000000000002</c:v>
                </c:pt>
                <c:pt idx="4873">
                  <c:v>0.39750000000000002</c:v>
                </c:pt>
                <c:pt idx="4874">
                  <c:v>0.39750000000000002</c:v>
                </c:pt>
                <c:pt idx="4875">
                  <c:v>0.39750000000000002</c:v>
                </c:pt>
                <c:pt idx="4876">
                  <c:v>0.39750000000000002</c:v>
                </c:pt>
                <c:pt idx="4877">
                  <c:v>0.39750000000000002</c:v>
                </c:pt>
                <c:pt idx="4878">
                  <c:v>0.39750000000000002</c:v>
                </c:pt>
                <c:pt idx="4879">
                  <c:v>0.39750000000000002</c:v>
                </c:pt>
                <c:pt idx="4880">
                  <c:v>0.39750000000000002</c:v>
                </c:pt>
                <c:pt idx="4881">
                  <c:v>0.39750000000000002</c:v>
                </c:pt>
                <c:pt idx="4882">
                  <c:v>0.39750000000000002</c:v>
                </c:pt>
                <c:pt idx="4883">
                  <c:v>0.39750000000000002</c:v>
                </c:pt>
                <c:pt idx="4884">
                  <c:v>0.39750000000000002</c:v>
                </c:pt>
                <c:pt idx="4885">
                  <c:v>0.39750000000000002</c:v>
                </c:pt>
                <c:pt idx="4886">
                  <c:v>0.39750000000000002</c:v>
                </c:pt>
                <c:pt idx="4887">
                  <c:v>0.39750000000000002</c:v>
                </c:pt>
                <c:pt idx="4888">
                  <c:v>0.39750000000000002</c:v>
                </c:pt>
                <c:pt idx="4889">
                  <c:v>0.39750000000000002</c:v>
                </c:pt>
                <c:pt idx="4890">
                  <c:v>0.39750000000000002</c:v>
                </c:pt>
                <c:pt idx="4891">
                  <c:v>0.39750000000000002</c:v>
                </c:pt>
                <c:pt idx="4892">
                  <c:v>0.39750000000000002</c:v>
                </c:pt>
                <c:pt idx="4893">
                  <c:v>0.39750000000000002</c:v>
                </c:pt>
                <c:pt idx="4894">
                  <c:v>0.39750000000000002</c:v>
                </c:pt>
                <c:pt idx="4895">
                  <c:v>0.39750000000000002</c:v>
                </c:pt>
                <c:pt idx="4896">
                  <c:v>0.39750000000000002</c:v>
                </c:pt>
                <c:pt idx="4897">
                  <c:v>0.39750000000000002</c:v>
                </c:pt>
                <c:pt idx="4898">
                  <c:v>0.39750000000000002</c:v>
                </c:pt>
                <c:pt idx="4899">
                  <c:v>0.39750000000000002</c:v>
                </c:pt>
                <c:pt idx="4900">
                  <c:v>0.39750000000000002</c:v>
                </c:pt>
                <c:pt idx="4901">
                  <c:v>0.39750000000000002</c:v>
                </c:pt>
                <c:pt idx="4902">
                  <c:v>0.39750000000000002</c:v>
                </c:pt>
                <c:pt idx="4903">
                  <c:v>0.39750000000000002</c:v>
                </c:pt>
                <c:pt idx="4904">
                  <c:v>0.39750000000000002</c:v>
                </c:pt>
                <c:pt idx="4905">
                  <c:v>0.39750000000000002</c:v>
                </c:pt>
                <c:pt idx="4906">
                  <c:v>0.39750000000000002</c:v>
                </c:pt>
                <c:pt idx="4907">
                  <c:v>0.39750000000000002</c:v>
                </c:pt>
                <c:pt idx="4908">
                  <c:v>0.39750000000000002</c:v>
                </c:pt>
                <c:pt idx="4909">
                  <c:v>0.39750000000000002</c:v>
                </c:pt>
                <c:pt idx="4910">
                  <c:v>0.39750000000000002</c:v>
                </c:pt>
                <c:pt idx="4911">
                  <c:v>0.39750000000000002</c:v>
                </c:pt>
                <c:pt idx="4912">
                  <c:v>0.39750000000000002</c:v>
                </c:pt>
                <c:pt idx="4913">
                  <c:v>0.39750000000000002</c:v>
                </c:pt>
                <c:pt idx="4914">
                  <c:v>0.39750000000000002</c:v>
                </c:pt>
                <c:pt idx="4915">
                  <c:v>0.39750000000000002</c:v>
                </c:pt>
                <c:pt idx="4916">
                  <c:v>0.39750000000000002</c:v>
                </c:pt>
                <c:pt idx="4917">
                  <c:v>0.39750000000000002</c:v>
                </c:pt>
                <c:pt idx="4918">
                  <c:v>0.39750000000000002</c:v>
                </c:pt>
                <c:pt idx="4919">
                  <c:v>0.39750000000000002</c:v>
                </c:pt>
                <c:pt idx="4920">
                  <c:v>0.39750000000000002</c:v>
                </c:pt>
                <c:pt idx="4921">
                  <c:v>0.39750000000000002</c:v>
                </c:pt>
                <c:pt idx="4922">
                  <c:v>0.39750000000000002</c:v>
                </c:pt>
                <c:pt idx="4923">
                  <c:v>0.39750000000000002</c:v>
                </c:pt>
                <c:pt idx="4924">
                  <c:v>0.39750000000000002</c:v>
                </c:pt>
                <c:pt idx="4925">
                  <c:v>0.39750000000000002</c:v>
                </c:pt>
                <c:pt idx="4926">
                  <c:v>0.39750000000000002</c:v>
                </c:pt>
                <c:pt idx="4927">
                  <c:v>0.39750000000000002</c:v>
                </c:pt>
                <c:pt idx="4928">
                  <c:v>0.39750000000000002</c:v>
                </c:pt>
                <c:pt idx="4929">
                  <c:v>0.39750000000000002</c:v>
                </c:pt>
                <c:pt idx="4930">
                  <c:v>0.39750000000000002</c:v>
                </c:pt>
                <c:pt idx="4931">
                  <c:v>0.39750000000000002</c:v>
                </c:pt>
                <c:pt idx="4932">
                  <c:v>0.39750000000000002</c:v>
                </c:pt>
                <c:pt idx="4933">
                  <c:v>0.39750000000000002</c:v>
                </c:pt>
                <c:pt idx="4934">
                  <c:v>0.39750000000000002</c:v>
                </c:pt>
                <c:pt idx="4935">
                  <c:v>0.39750000000000002</c:v>
                </c:pt>
                <c:pt idx="4936">
                  <c:v>0.39750000000000002</c:v>
                </c:pt>
                <c:pt idx="4937">
                  <c:v>0.39750000000000002</c:v>
                </c:pt>
                <c:pt idx="4938">
                  <c:v>0.39750000000000002</c:v>
                </c:pt>
                <c:pt idx="4939">
                  <c:v>0.39750000000000002</c:v>
                </c:pt>
                <c:pt idx="4940">
                  <c:v>0.39750000000000002</c:v>
                </c:pt>
                <c:pt idx="4941">
                  <c:v>0.39750000000000002</c:v>
                </c:pt>
                <c:pt idx="4942">
                  <c:v>0.39750000000000002</c:v>
                </c:pt>
                <c:pt idx="4943">
                  <c:v>0.39750000000000002</c:v>
                </c:pt>
                <c:pt idx="4944">
                  <c:v>0.39750000000000002</c:v>
                </c:pt>
                <c:pt idx="4945">
                  <c:v>0.39750000000000002</c:v>
                </c:pt>
                <c:pt idx="4946">
                  <c:v>0.39750000000000002</c:v>
                </c:pt>
                <c:pt idx="4947">
                  <c:v>0.39750000000000002</c:v>
                </c:pt>
                <c:pt idx="4948">
                  <c:v>0.39750000000000002</c:v>
                </c:pt>
                <c:pt idx="4949">
                  <c:v>0.39750000000000002</c:v>
                </c:pt>
                <c:pt idx="4950">
                  <c:v>0.39750000000000002</c:v>
                </c:pt>
                <c:pt idx="4951">
                  <c:v>0.39750000000000002</c:v>
                </c:pt>
                <c:pt idx="4952">
                  <c:v>0.39750000000000002</c:v>
                </c:pt>
                <c:pt idx="4953">
                  <c:v>0.39750000000000002</c:v>
                </c:pt>
                <c:pt idx="4954">
                  <c:v>0.39750000000000002</c:v>
                </c:pt>
                <c:pt idx="4955">
                  <c:v>0.39750000000000002</c:v>
                </c:pt>
                <c:pt idx="4956">
                  <c:v>0.39750000000000002</c:v>
                </c:pt>
                <c:pt idx="4957">
                  <c:v>0.39750000000000002</c:v>
                </c:pt>
                <c:pt idx="4958">
                  <c:v>0.39750000000000002</c:v>
                </c:pt>
                <c:pt idx="4959">
                  <c:v>0.39750000000000002</c:v>
                </c:pt>
                <c:pt idx="4960">
                  <c:v>0.39750000000000002</c:v>
                </c:pt>
                <c:pt idx="4961">
                  <c:v>0.39750000000000002</c:v>
                </c:pt>
                <c:pt idx="4962">
                  <c:v>0.39750000000000002</c:v>
                </c:pt>
                <c:pt idx="4963">
                  <c:v>0.39750000000000002</c:v>
                </c:pt>
                <c:pt idx="4964">
                  <c:v>0.39750000000000002</c:v>
                </c:pt>
                <c:pt idx="4965">
                  <c:v>0.39750000000000002</c:v>
                </c:pt>
                <c:pt idx="4966">
                  <c:v>0.39750000000000002</c:v>
                </c:pt>
                <c:pt idx="4967">
                  <c:v>0.39750000000000002</c:v>
                </c:pt>
                <c:pt idx="4968">
                  <c:v>0.39750000000000002</c:v>
                </c:pt>
                <c:pt idx="4969">
                  <c:v>0.39750000000000002</c:v>
                </c:pt>
                <c:pt idx="4970">
                  <c:v>0.39750000000000002</c:v>
                </c:pt>
                <c:pt idx="4971">
                  <c:v>0.39750000000000002</c:v>
                </c:pt>
                <c:pt idx="4972">
                  <c:v>0.39750000000000002</c:v>
                </c:pt>
                <c:pt idx="4973">
                  <c:v>0.39750000000000002</c:v>
                </c:pt>
                <c:pt idx="4974">
                  <c:v>0.39750000000000002</c:v>
                </c:pt>
                <c:pt idx="4975">
                  <c:v>0.39750000000000002</c:v>
                </c:pt>
                <c:pt idx="4976">
                  <c:v>0.39750000000000002</c:v>
                </c:pt>
                <c:pt idx="4977">
                  <c:v>0.39750000000000002</c:v>
                </c:pt>
                <c:pt idx="4978">
                  <c:v>0.39750000000000002</c:v>
                </c:pt>
                <c:pt idx="4979">
                  <c:v>0.39750000000000002</c:v>
                </c:pt>
                <c:pt idx="4980">
                  <c:v>0.39750000000000002</c:v>
                </c:pt>
                <c:pt idx="4981">
                  <c:v>0.39750000000000002</c:v>
                </c:pt>
                <c:pt idx="4982">
                  <c:v>0.39750000000000002</c:v>
                </c:pt>
                <c:pt idx="4983">
                  <c:v>0.39750000000000002</c:v>
                </c:pt>
                <c:pt idx="4984">
                  <c:v>0.39750000000000002</c:v>
                </c:pt>
                <c:pt idx="4985">
                  <c:v>0.39750000000000002</c:v>
                </c:pt>
                <c:pt idx="4986">
                  <c:v>0.39750000000000002</c:v>
                </c:pt>
                <c:pt idx="4987">
                  <c:v>0.39750000000000002</c:v>
                </c:pt>
                <c:pt idx="4988">
                  <c:v>0.39750000000000002</c:v>
                </c:pt>
                <c:pt idx="4989">
                  <c:v>0.39750000000000002</c:v>
                </c:pt>
                <c:pt idx="4990">
                  <c:v>0.39750000000000002</c:v>
                </c:pt>
                <c:pt idx="4991">
                  <c:v>0.39750000000000002</c:v>
                </c:pt>
                <c:pt idx="4992">
                  <c:v>0.39750000000000002</c:v>
                </c:pt>
                <c:pt idx="4993">
                  <c:v>0.39750000000000002</c:v>
                </c:pt>
                <c:pt idx="4994">
                  <c:v>0.39750000000000002</c:v>
                </c:pt>
                <c:pt idx="4995">
                  <c:v>0.39750000000000002</c:v>
                </c:pt>
                <c:pt idx="4996">
                  <c:v>0.39750000000000002</c:v>
                </c:pt>
                <c:pt idx="4997">
                  <c:v>0.39750000000000002</c:v>
                </c:pt>
                <c:pt idx="4998">
                  <c:v>0.39750000000000002</c:v>
                </c:pt>
                <c:pt idx="4999">
                  <c:v>0.39750000000000002</c:v>
                </c:pt>
                <c:pt idx="5000">
                  <c:v>0.39750000000000002</c:v>
                </c:pt>
                <c:pt idx="5001">
                  <c:v>0.39750000000000002</c:v>
                </c:pt>
                <c:pt idx="5002">
                  <c:v>0.39750000000000002</c:v>
                </c:pt>
                <c:pt idx="5003">
                  <c:v>0.39750000000000002</c:v>
                </c:pt>
                <c:pt idx="5004">
                  <c:v>0.39750000000000002</c:v>
                </c:pt>
                <c:pt idx="5005">
                  <c:v>0.39750000000000002</c:v>
                </c:pt>
                <c:pt idx="5006">
                  <c:v>0.39750000000000002</c:v>
                </c:pt>
                <c:pt idx="5007">
                  <c:v>0.39750000000000002</c:v>
                </c:pt>
                <c:pt idx="5008">
                  <c:v>0.39750000000000002</c:v>
                </c:pt>
                <c:pt idx="5009">
                  <c:v>0.39750000000000002</c:v>
                </c:pt>
                <c:pt idx="5010">
                  <c:v>0.39750000000000002</c:v>
                </c:pt>
                <c:pt idx="5011">
                  <c:v>0.39750000000000002</c:v>
                </c:pt>
                <c:pt idx="5012">
                  <c:v>0.39750000000000002</c:v>
                </c:pt>
                <c:pt idx="5013">
                  <c:v>0.39750000000000002</c:v>
                </c:pt>
                <c:pt idx="5014">
                  <c:v>0.39750000000000002</c:v>
                </c:pt>
                <c:pt idx="5015">
                  <c:v>0.39750000000000002</c:v>
                </c:pt>
                <c:pt idx="5016">
                  <c:v>0.39750000000000002</c:v>
                </c:pt>
                <c:pt idx="5017">
                  <c:v>0.39750000000000002</c:v>
                </c:pt>
                <c:pt idx="5018">
                  <c:v>0.39750000000000002</c:v>
                </c:pt>
                <c:pt idx="5019">
                  <c:v>0.39750000000000002</c:v>
                </c:pt>
                <c:pt idx="5020">
                  <c:v>0.39750000000000002</c:v>
                </c:pt>
                <c:pt idx="5021">
                  <c:v>0.39750000000000002</c:v>
                </c:pt>
                <c:pt idx="5022">
                  <c:v>0.39750000000000002</c:v>
                </c:pt>
                <c:pt idx="5023">
                  <c:v>0.39750000000000002</c:v>
                </c:pt>
                <c:pt idx="5024">
                  <c:v>0.39750000000000002</c:v>
                </c:pt>
                <c:pt idx="5025">
                  <c:v>0.39750000000000002</c:v>
                </c:pt>
                <c:pt idx="5026">
                  <c:v>0.39750000000000002</c:v>
                </c:pt>
                <c:pt idx="5027">
                  <c:v>0.39750000000000002</c:v>
                </c:pt>
                <c:pt idx="5028">
                  <c:v>0.39750000000000002</c:v>
                </c:pt>
                <c:pt idx="5029">
                  <c:v>0.39750000000000002</c:v>
                </c:pt>
                <c:pt idx="5030">
                  <c:v>0.39750000000000002</c:v>
                </c:pt>
                <c:pt idx="5031">
                  <c:v>0.39750000000000002</c:v>
                </c:pt>
                <c:pt idx="5032">
                  <c:v>0.39750000000000002</c:v>
                </c:pt>
                <c:pt idx="5033">
                  <c:v>0.39750000000000002</c:v>
                </c:pt>
                <c:pt idx="5034">
                  <c:v>0.39750000000000002</c:v>
                </c:pt>
                <c:pt idx="5035">
                  <c:v>0.39750000000000002</c:v>
                </c:pt>
                <c:pt idx="5036">
                  <c:v>0.39750000000000002</c:v>
                </c:pt>
                <c:pt idx="5037">
                  <c:v>0.39750000000000002</c:v>
                </c:pt>
                <c:pt idx="5038">
                  <c:v>0.39750000000000002</c:v>
                </c:pt>
                <c:pt idx="5039">
                  <c:v>0.39750000000000002</c:v>
                </c:pt>
                <c:pt idx="5040">
                  <c:v>0.39750000000000002</c:v>
                </c:pt>
                <c:pt idx="5041">
                  <c:v>0.39750000000000002</c:v>
                </c:pt>
                <c:pt idx="5042">
                  <c:v>0.39750000000000002</c:v>
                </c:pt>
                <c:pt idx="5043">
                  <c:v>0.39750000000000002</c:v>
                </c:pt>
                <c:pt idx="5044">
                  <c:v>0.39750000000000002</c:v>
                </c:pt>
                <c:pt idx="5045">
                  <c:v>0.39750000000000002</c:v>
                </c:pt>
                <c:pt idx="5046">
                  <c:v>0.39750000000000002</c:v>
                </c:pt>
                <c:pt idx="5047">
                  <c:v>0.39750000000000002</c:v>
                </c:pt>
                <c:pt idx="5048">
                  <c:v>0.39750000000000002</c:v>
                </c:pt>
                <c:pt idx="5049">
                  <c:v>0.39750000000000002</c:v>
                </c:pt>
                <c:pt idx="5050">
                  <c:v>0.39750000000000002</c:v>
                </c:pt>
                <c:pt idx="5051">
                  <c:v>0.39750000000000002</c:v>
                </c:pt>
                <c:pt idx="5052">
                  <c:v>0.39750000000000002</c:v>
                </c:pt>
                <c:pt idx="5053">
                  <c:v>0.39750000000000002</c:v>
                </c:pt>
                <c:pt idx="5054">
                  <c:v>0.39750000000000002</c:v>
                </c:pt>
                <c:pt idx="5055">
                  <c:v>0.39750000000000002</c:v>
                </c:pt>
                <c:pt idx="5056">
                  <c:v>0.39750000000000002</c:v>
                </c:pt>
                <c:pt idx="5057">
                  <c:v>0.39750000000000002</c:v>
                </c:pt>
                <c:pt idx="5058">
                  <c:v>0.39750000000000002</c:v>
                </c:pt>
                <c:pt idx="5059">
                  <c:v>0.39750000000000002</c:v>
                </c:pt>
                <c:pt idx="5060">
                  <c:v>0.39750000000000002</c:v>
                </c:pt>
                <c:pt idx="5061">
                  <c:v>0.39750000000000002</c:v>
                </c:pt>
                <c:pt idx="5062">
                  <c:v>0.39750000000000002</c:v>
                </c:pt>
                <c:pt idx="5063">
                  <c:v>0.39750000000000002</c:v>
                </c:pt>
                <c:pt idx="5064">
                  <c:v>0.39750000000000002</c:v>
                </c:pt>
                <c:pt idx="5065">
                  <c:v>0.39750000000000002</c:v>
                </c:pt>
                <c:pt idx="5066">
                  <c:v>0.39750000000000002</c:v>
                </c:pt>
                <c:pt idx="5067">
                  <c:v>0.39750000000000002</c:v>
                </c:pt>
                <c:pt idx="5068">
                  <c:v>0.39750000000000002</c:v>
                </c:pt>
                <c:pt idx="5069">
                  <c:v>0.39750000000000002</c:v>
                </c:pt>
                <c:pt idx="5070">
                  <c:v>0.39750000000000002</c:v>
                </c:pt>
                <c:pt idx="5071">
                  <c:v>0.39750000000000002</c:v>
                </c:pt>
                <c:pt idx="5072">
                  <c:v>0.39750000000000002</c:v>
                </c:pt>
                <c:pt idx="5073">
                  <c:v>0.39750000000000002</c:v>
                </c:pt>
                <c:pt idx="5074">
                  <c:v>0.39750000000000002</c:v>
                </c:pt>
                <c:pt idx="5075">
                  <c:v>0.39750000000000002</c:v>
                </c:pt>
                <c:pt idx="5076">
                  <c:v>0.39750000000000002</c:v>
                </c:pt>
                <c:pt idx="5077">
                  <c:v>0.39750000000000002</c:v>
                </c:pt>
                <c:pt idx="5078">
                  <c:v>0.39750000000000002</c:v>
                </c:pt>
                <c:pt idx="5079">
                  <c:v>0.39750000000000002</c:v>
                </c:pt>
                <c:pt idx="5080">
                  <c:v>0.39750000000000002</c:v>
                </c:pt>
                <c:pt idx="5081">
                  <c:v>0.39750000000000002</c:v>
                </c:pt>
                <c:pt idx="5082">
                  <c:v>0.39750000000000002</c:v>
                </c:pt>
                <c:pt idx="5083">
                  <c:v>0.39750000000000002</c:v>
                </c:pt>
                <c:pt idx="5084">
                  <c:v>0.39750000000000002</c:v>
                </c:pt>
                <c:pt idx="5085">
                  <c:v>0.39750000000000002</c:v>
                </c:pt>
                <c:pt idx="5086">
                  <c:v>0.39750000000000002</c:v>
                </c:pt>
                <c:pt idx="5087">
                  <c:v>0.39750000000000002</c:v>
                </c:pt>
                <c:pt idx="5088">
                  <c:v>0.39750000000000002</c:v>
                </c:pt>
                <c:pt idx="5089">
                  <c:v>0.39750000000000002</c:v>
                </c:pt>
                <c:pt idx="5090">
                  <c:v>0.39750000000000002</c:v>
                </c:pt>
                <c:pt idx="5091">
                  <c:v>0.39750000000000002</c:v>
                </c:pt>
                <c:pt idx="5092">
                  <c:v>0.39750000000000002</c:v>
                </c:pt>
                <c:pt idx="5093">
                  <c:v>0.39750000000000002</c:v>
                </c:pt>
                <c:pt idx="5094">
                  <c:v>0.39750000000000002</c:v>
                </c:pt>
                <c:pt idx="5095">
                  <c:v>0.39750000000000002</c:v>
                </c:pt>
                <c:pt idx="5096">
                  <c:v>0.39750000000000002</c:v>
                </c:pt>
                <c:pt idx="5097">
                  <c:v>0.39750000000000002</c:v>
                </c:pt>
                <c:pt idx="5098">
                  <c:v>0.39750000000000002</c:v>
                </c:pt>
                <c:pt idx="5099">
                  <c:v>0.39750000000000002</c:v>
                </c:pt>
                <c:pt idx="5100">
                  <c:v>0.39750000000000002</c:v>
                </c:pt>
                <c:pt idx="5101">
                  <c:v>0.39750000000000002</c:v>
                </c:pt>
                <c:pt idx="5102">
                  <c:v>0.39750000000000002</c:v>
                </c:pt>
                <c:pt idx="5103">
                  <c:v>0.39750000000000002</c:v>
                </c:pt>
                <c:pt idx="5104">
                  <c:v>0.39750000000000002</c:v>
                </c:pt>
                <c:pt idx="5105">
                  <c:v>0.39750000000000002</c:v>
                </c:pt>
                <c:pt idx="5106">
                  <c:v>0.39750000000000002</c:v>
                </c:pt>
                <c:pt idx="5107">
                  <c:v>0.39750000000000002</c:v>
                </c:pt>
                <c:pt idx="5108">
                  <c:v>0.39750000000000002</c:v>
                </c:pt>
                <c:pt idx="5109">
                  <c:v>0.39750000000000002</c:v>
                </c:pt>
                <c:pt idx="5110">
                  <c:v>0.39750000000000002</c:v>
                </c:pt>
                <c:pt idx="5111">
                  <c:v>0.39750000000000002</c:v>
                </c:pt>
                <c:pt idx="5112">
                  <c:v>0.39750000000000002</c:v>
                </c:pt>
                <c:pt idx="5113">
                  <c:v>0.39750000000000002</c:v>
                </c:pt>
                <c:pt idx="5114">
                  <c:v>0.39750000000000002</c:v>
                </c:pt>
                <c:pt idx="5115">
                  <c:v>0.39750000000000002</c:v>
                </c:pt>
                <c:pt idx="5116">
                  <c:v>0.39750000000000002</c:v>
                </c:pt>
                <c:pt idx="5117">
                  <c:v>0.39750000000000002</c:v>
                </c:pt>
                <c:pt idx="5118">
                  <c:v>0.39750000000000002</c:v>
                </c:pt>
                <c:pt idx="5119">
                  <c:v>0.39750000000000002</c:v>
                </c:pt>
                <c:pt idx="5120">
                  <c:v>0.39750000000000002</c:v>
                </c:pt>
                <c:pt idx="5121">
                  <c:v>0.39750000000000002</c:v>
                </c:pt>
                <c:pt idx="5122">
                  <c:v>0.39750000000000002</c:v>
                </c:pt>
                <c:pt idx="5123">
                  <c:v>0.39750000000000002</c:v>
                </c:pt>
                <c:pt idx="5124">
                  <c:v>0.39750000000000002</c:v>
                </c:pt>
                <c:pt idx="5125">
                  <c:v>0.39750000000000002</c:v>
                </c:pt>
                <c:pt idx="5126">
                  <c:v>0.39750000000000002</c:v>
                </c:pt>
                <c:pt idx="5127">
                  <c:v>0.39750000000000002</c:v>
                </c:pt>
                <c:pt idx="5128">
                  <c:v>0.39750000000000002</c:v>
                </c:pt>
                <c:pt idx="5129">
                  <c:v>0.39750000000000002</c:v>
                </c:pt>
                <c:pt idx="5130">
                  <c:v>0.39750000000000002</c:v>
                </c:pt>
                <c:pt idx="5131">
                  <c:v>0.39750000000000002</c:v>
                </c:pt>
                <c:pt idx="5132">
                  <c:v>0.39750000000000002</c:v>
                </c:pt>
                <c:pt idx="5133">
                  <c:v>0.39750000000000002</c:v>
                </c:pt>
                <c:pt idx="5134">
                  <c:v>0.39750000000000002</c:v>
                </c:pt>
                <c:pt idx="5135">
                  <c:v>0.39750000000000002</c:v>
                </c:pt>
                <c:pt idx="5136">
                  <c:v>0.39750000000000002</c:v>
                </c:pt>
                <c:pt idx="5137">
                  <c:v>0.39750000000000002</c:v>
                </c:pt>
                <c:pt idx="5138">
                  <c:v>0.39750000000000002</c:v>
                </c:pt>
                <c:pt idx="5139">
                  <c:v>0.39750000000000002</c:v>
                </c:pt>
                <c:pt idx="5140">
                  <c:v>0.39750000000000002</c:v>
                </c:pt>
                <c:pt idx="5141">
                  <c:v>0.39750000000000002</c:v>
                </c:pt>
                <c:pt idx="5142">
                  <c:v>0.39750000000000002</c:v>
                </c:pt>
                <c:pt idx="5143">
                  <c:v>0.39750000000000002</c:v>
                </c:pt>
                <c:pt idx="5144">
                  <c:v>0.39750000000000002</c:v>
                </c:pt>
                <c:pt idx="5145">
                  <c:v>0.39750000000000002</c:v>
                </c:pt>
                <c:pt idx="5146">
                  <c:v>0.39750000000000002</c:v>
                </c:pt>
                <c:pt idx="5147">
                  <c:v>0.39750000000000002</c:v>
                </c:pt>
                <c:pt idx="5148">
                  <c:v>0.39750000000000002</c:v>
                </c:pt>
                <c:pt idx="5149">
                  <c:v>0.39750000000000002</c:v>
                </c:pt>
                <c:pt idx="5150">
                  <c:v>0.39750000000000002</c:v>
                </c:pt>
                <c:pt idx="5151">
                  <c:v>0.39750000000000002</c:v>
                </c:pt>
                <c:pt idx="5152">
                  <c:v>0.39750000000000002</c:v>
                </c:pt>
                <c:pt idx="5153">
                  <c:v>0.39750000000000002</c:v>
                </c:pt>
                <c:pt idx="5154">
                  <c:v>0.39750000000000002</c:v>
                </c:pt>
                <c:pt idx="5155">
                  <c:v>0.39750000000000002</c:v>
                </c:pt>
                <c:pt idx="5156">
                  <c:v>0.39750000000000002</c:v>
                </c:pt>
                <c:pt idx="5157">
                  <c:v>0.39750000000000002</c:v>
                </c:pt>
                <c:pt idx="5158">
                  <c:v>0.39750000000000002</c:v>
                </c:pt>
                <c:pt idx="5159">
                  <c:v>0.39750000000000002</c:v>
                </c:pt>
                <c:pt idx="5160">
                  <c:v>0.39750000000000002</c:v>
                </c:pt>
                <c:pt idx="5161">
                  <c:v>0.39750000000000002</c:v>
                </c:pt>
                <c:pt idx="5162">
                  <c:v>0.39750000000000002</c:v>
                </c:pt>
                <c:pt idx="5163">
                  <c:v>0.39750000000000002</c:v>
                </c:pt>
                <c:pt idx="5164">
                  <c:v>0.39750000000000002</c:v>
                </c:pt>
                <c:pt idx="5165">
                  <c:v>0.39750000000000002</c:v>
                </c:pt>
                <c:pt idx="5166">
                  <c:v>0.39750000000000002</c:v>
                </c:pt>
                <c:pt idx="5167">
                  <c:v>0.39750000000000002</c:v>
                </c:pt>
                <c:pt idx="5168">
                  <c:v>0.39750000000000002</c:v>
                </c:pt>
                <c:pt idx="5169">
                  <c:v>0.39750000000000002</c:v>
                </c:pt>
                <c:pt idx="5170">
                  <c:v>0.39750000000000002</c:v>
                </c:pt>
                <c:pt idx="5171">
                  <c:v>0.39750000000000002</c:v>
                </c:pt>
                <c:pt idx="5172">
                  <c:v>0.39750000000000002</c:v>
                </c:pt>
                <c:pt idx="5173">
                  <c:v>0.39750000000000002</c:v>
                </c:pt>
                <c:pt idx="5174">
                  <c:v>0.39750000000000002</c:v>
                </c:pt>
                <c:pt idx="5175">
                  <c:v>0.39750000000000002</c:v>
                </c:pt>
                <c:pt idx="5176">
                  <c:v>0.39750000000000002</c:v>
                </c:pt>
                <c:pt idx="5177">
                  <c:v>0.39750000000000002</c:v>
                </c:pt>
                <c:pt idx="5178">
                  <c:v>0.39750000000000002</c:v>
                </c:pt>
                <c:pt idx="5179">
                  <c:v>0.39750000000000002</c:v>
                </c:pt>
                <c:pt idx="5180">
                  <c:v>0.39750000000000002</c:v>
                </c:pt>
                <c:pt idx="5181">
                  <c:v>0.39750000000000002</c:v>
                </c:pt>
                <c:pt idx="5182">
                  <c:v>0.39750000000000002</c:v>
                </c:pt>
                <c:pt idx="5183">
                  <c:v>0.39750000000000002</c:v>
                </c:pt>
                <c:pt idx="5184">
                  <c:v>0.39750000000000002</c:v>
                </c:pt>
                <c:pt idx="5185">
                  <c:v>0.39750000000000002</c:v>
                </c:pt>
                <c:pt idx="5186">
                  <c:v>0.39750000000000002</c:v>
                </c:pt>
                <c:pt idx="5187">
                  <c:v>0.39750000000000002</c:v>
                </c:pt>
                <c:pt idx="5188">
                  <c:v>0.39750000000000002</c:v>
                </c:pt>
                <c:pt idx="5189">
                  <c:v>0.39750000000000002</c:v>
                </c:pt>
                <c:pt idx="5190">
                  <c:v>0.39750000000000002</c:v>
                </c:pt>
                <c:pt idx="5191">
                  <c:v>0.39750000000000002</c:v>
                </c:pt>
                <c:pt idx="5192">
                  <c:v>0.39750000000000002</c:v>
                </c:pt>
                <c:pt idx="5193">
                  <c:v>0.39750000000000002</c:v>
                </c:pt>
                <c:pt idx="5194">
                  <c:v>0.39750000000000002</c:v>
                </c:pt>
                <c:pt idx="5195">
                  <c:v>0.39750000000000002</c:v>
                </c:pt>
                <c:pt idx="5196">
                  <c:v>0.39750000000000002</c:v>
                </c:pt>
                <c:pt idx="5197">
                  <c:v>0.39750000000000002</c:v>
                </c:pt>
                <c:pt idx="5198">
                  <c:v>0.39750000000000002</c:v>
                </c:pt>
                <c:pt idx="5199">
                  <c:v>0.39750000000000002</c:v>
                </c:pt>
                <c:pt idx="5200">
                  <c:v>0.39750000000000002</c:v>
                </c:pt>
                <c:pt idx="5201">
                  <c:v>0.39750000000000002</c:v>
                </c:pt>
                <c:pt idx="5202">
                  <c:v>0.39750000000000002</c:v>
                </c:pt>
                <c:pt idx="5203">
                  <c:v>0.39750000000000002</c:v>
                </c:pt>
                <c:pt idx="5204">
                  <c:v>0.39750000000000002</c:v>
                </c:pt>
                <c:pt idx="5205">
                  <c:v>0.39750000000000002</c:v>
                </c:pt>
                <c:pt idx="5206">
                  <c:v>0.39750000000000002</c:v>
                </c:pt>
                <c:pt idx="5207">
                  <c:v>0.39750000000000002</c:v>
                </c:pt>
                <c:pt idx="5208">
                  <c:v>0.39750000000000002</c:v>
                </c:pt>
                <c:pt idx="5209">
                  <c:v>0.39750000000000002</c:v>
                </c:pt>
                <c:pt idx="5210">
                  <c:v>0.39750000000000002</c:v>
                </c:pt>
                <c:pt idx="5211">
                  <c:v>0.39750000000000002</c:v>
                </c:pt>
                <c:pt idx="5212">
                  <c:v>0.39750000000000002</c:v>
                </c:pt>
                <c:pt idx="5213">
                  <c:v>0.39750000000000002</c:v>
                </c:pt>
                <c:pt idx="5214">
                  <c:v>0.39750000000000002</c:v>
                </c:pt>
                <c:pt idx="5215">
                  <c:v>0.39750000000000002</c:v>
                </c:pt>
                <c:pt idx="5216">
                  <c:v>0.39750000000000002</c:v>
                </c:pt>
                <c:pt idx="5217">
                  <c:v>13.44</c:v>
                </c:pt>
                <c:pt idx="5218">
                  <c:v>0.4</c:v>
                </c:pt>
                <c:pt idx="5219">
                  <c:v>0.4</c:v>
                </c:pt>
                <c:pt idx="5220">
                  <c:v>0.4</c:v>
                </c:pt>
                <c:pt idx="5221">
                  <c:v>0.4</c:v>
                </c:pt>
                <c:pt idx="5222">
                  <c:v>0.4</c:v>
                </c:pt>
                <c:pt idx="5223">
                  <c:v>0.4</c:v>
                </c:pt>
                <c:pt idx="5224">
                  <c:v>0.4</c:v>
                </c:pt>
                <c:pt idx="5225">
                  <c:v>0.4</c:v>
                </c:pt>
                <c:pt idx="5226">
                  <c:v>0.4</c:v>
                </c:pt>
                <c:pt idx="5227">
                  <c:v>0.4</c:v>
                </c:pt>
                <c:pt idx="5228">
                  <c:v>0.4</c:v>
                </c:pt>
                <c:pt idx="5229">
                  <c:v>0.4</c:v>
                </c:pt>
                <c:pt idx="5230">
                  <c:v>0.4</c:v>
                </c:pt>
                <c:pt idx="5231">
                  <c:v>0.4</c:v>
                </c:pt>
                <c:pt idx="5232">
                  <c:v>0.4</c:v>
                </c:pt>
                <c:pt idx="5233">
                  <c:v>0.4</c:v>
                </c:pt>
                <c:pt idx="5234">
                  <c:v>0.4</c:v>
                </c:pt>
                <c:pt idx="5235">
                  <c:v>0.4</c:v>
                </c:pt>
                <c:pt idx="5236">
                  <c:v>0.4</c:v>
                </c:pt>
                <c:pt idx="5237">
                  <c:v>0.4</c:v>
                </c:pt>
                <c:pt idx="5238">
                  <c:v>0.4</c:v>
                </c:pt>
                <c:pt idx="5239">
                  <c:v>0.4</c:v>
                </c:pt>
                <c:pt idx="5240">
                  <c:v>0.4</c:v>
                </c:pt>
                <c:pt idx="5241">
                  <c:v>0.4</c:v>
                </c:pt>
                <c:pt idx="5242">
                  <c:v>0.4</c:v>
                </c:pt>
                <c:pt idx="5243">
                  <c:v>0.4</c:v>
                </c:pt>
                <c:pt idx="5244">
                  <c:v>0.4</c:v>
                </c:pt>
                <c:pt idx="5245">
                  <c:v>0.4</c:v>
                </c:pt>
                <c:pt idx="5246">
                  <c:v>0.4</c:v>
                </c:pt>
                <c:pt idx="5247">
                  <c:v>0.4</c:v>
                </c:pt>
                <c:pt idx="5248">
                  <c:v>0.4</c:v>
                </c:pt>
                <c:pt idx="5249">
                  <c:v>0.4</c:v>
                </c:pt>
                <c:pt idx="5250">
                  <c:v>0.4</c:v>
                </c:pt>
                <c:pt idx="5251">
                  <c:v>0.4</c:v>
                </c:pt>
                <c:pt idx="5252">
                  <c:v>0.4</c:v>
                </c:pt>
                <c:pt idx="5253">
                  <c:v>0.4</c:v>
                </c:pt>
                <c:pt idx="5254">
                  <c:v>0.4</c:v>
                </c:pt>
                <c:pt idx="5255">
                  <c:v>0.4</c:v>
                </c:pt>
                <c:pt idx="5256">
                  <c:v>0.4</c:v>
                </c:pt>
                <c:pt idx="5257">
                  <c:v>0.4</c:v>
                </c:pt>
                <c:pt idx="5258">
                  <c:v>0.4</c:v>
                </c:pt>
                <c:pt idx="5259">
                  <c:v>0.4</c:v>
                </c:pt>
                <c:pt idx="5260">
                  <c:v>0.4</c:v>
                </c:pt>
                <c:pt idx="5261">
                  <c:v>0.4</c:v>
                </c:pt>
                <c:pt idx="5262">
                  <c:v>0.4</c:v>
                </c:pt>
                <c:pt idx="5263">
                  <c:v>0.4</c:v>
                </c:pt>
                <c:pt idx="5264">
                  <c:v>0.4</c:v>
                </c:pt>
                <c:pt idx="5265">
                  <c:v>0.4</c:v>
                </c:pt>
                <c:pt idx="5266">
                  <c:v>0.4</c:v>
                </c:pt>
                <c:pt idx="5267">
                  <c:v>0.4</c:v>
                </c:pt>
                <c:pt idx="5268">
                  <c:v>0.4</c:v>
                </c:pt>
                <c:pt idx="5269">
                  <c:v>0.4</c:v>
                </c:pt>
                <c:pt idx="5270">
                  <c:v>0.4</c:v>
                </c:pt>
                <c:pt idx="5271">
                  <c:v>0.4</c:v>
                </c:pt>
                <c:pt idx="5272">
                  <c:v>0.4</c:v>
                </c:pt>
                <c:pt idx="5273">
                  <c:v>0.4</c:v>
                </c:pt>
                <c:pt idx="5274">
                  <c:v>0.4</c:v>
                </c:pt>
                <c:pt idx="5275">
                  <c:v>0.4</c:v>
                </c:pt>
                <c:pt idx="5276">
                  <c:v>0.4</c:v>
                </c:pt>
                <c:pt idx="5277">
                  <c:v>0.4</c:v>
                </c:pt>
                <c:pt idx="5278">
                  <c:v>0.4</c:v>
                </c:pt>
                <c:pt idx="5279">
                  <c:v>0.4</c:v>
                </c:pt>
                <c:pt idx="5280">
                  <c:v>0.4</c:v>
                </c:pt>
                <c:pt idx="5281">
                  <c:v>0.4</c:v>
                </c:pt>
                <c:pt idx="5282">
                  <c:v>0.4</c:v>
                </c:pt>
                <c:pt idx="5283">
                  <c:v>0.4</c:v>
                </c:pt>
                <c:pt idx="5284">
                  <c:v>0.4</c:v>
                </c:pt>
                <c:pt idx="5285">
                  <c:v>0.4</c:v>
                </c:pt>
                <c:pt idx="5286">
                  <c:v>0.4</c:v>
                </c:pt>
                <c:pt idx="5287">
                  <c:v>0.4</c:v>
                </c:pt>
                <c:pt idx="5288">
                  <c:v>0.4</c:v>
                </c:pt>
                <c:pt idx="5289">
                  <c:v>0.4</c:v>
                </c:pt>
                <c:pt idx="5290">
                  <c:v>0.4</c:v>
                </c:pt>
                <c:pt idx="5291">
                  <c:v>0.4</c:v>
                </c:pt>
                <c:pt idx="5292">
                  <c:v>0.4</c:v>
                </c:pt>
                <c:pt idx="5293">
                  <c:v>0.4</c:v>
                </c:pt>
                <c:pt idx="5294">
                  <c:v>0.4</c:v>
                </c:pt>
                <c:pt idx="5295">
                  <c:v>0.4</c:v>
                </c:pt>
                <c:pt idx="5296">
                  <c:v>0.4</c:v>
                </c:pt>
                <c:pt idx="5297">
                  <c:v>0.4</c:v>
                </c:pt>
                <c:pt idx="5298">
                  <c:v>0.4</c:v>
                </c:pt>
                <c:pt idx="5299">
                  <c:v>0.4</c:v>
                </c:pt>
                <c:pt idx="5300">
                  <c:v>0.4</c:v>
                </c:pt>
                <c:pt idx="5301">
                  <c:v>0.4</c:v>
                </c:pt>
                <c:pt idx="5302">
                  <c:v>0.4</c:v>
                </c:pt>
                <c:pt idx="5303">
                  <c:v>0.4</c:v>
                </c:pt>
                <c:pt idx="5304">
                  <c:v>0.4</c:v>
                </c:pt>
                <c:pt idx="5305">
                  <c:v>0.4</c:v>
                </c:pt>
                <c:pt idx="5306">
                  <c:v>0.4</c:v>
                </c:pt>
                <c:pt idx="5307">
                  <c:v>0.4</c:v>
                </c:pt>
                <c:pt idx="5308">
                  <c:v>0.4</c:v>
                </c:pt>
                <c:pt idx="5309">
                  <c:v>0.4</c:v>
                </c:pt>
                <c:pt idx="5310">
                  <c:v>0.4</c:v>
                </c:pt>
                <c:pt idx="5311">
                  <c:v>0.4</c:v>
                </c:pt>
                <c:pt idx="5312">
                  <c:v>0.4</c:v>
                </c:pt>
                <c:pt idx="5313">
                  <c:v>0.4</c:v>
                </c:pt>
                <c:pt idx="5314">
                  <c:v>0.4</c:v>
                </c:pt>
                <c:pt idx="5315">
                  <c:v>0.4</c:v>
                </c:pt>
                <c:pt idx="5316">
                  <c:v>0.4</c:v>
                </c:pt>
                <c:pt idx="5317">
                  <c:v>0.4</c:v>
                </c:pt>
                <c:pt idx="5318">
                  <c:v>0.4</c:v>
                </c:pt>
                <c:pt idx="5319">
                  <c:v>0.4</c:v>
                </c:pt>
                <c:pt idx="5320">
                  <c:v>0.4</c:v>
                </c:pt>
                <c:pt idx="5321">
                  <c:v>0.4</c:v>
                </c:pt>
                <c:pt idx="5322">
                  <c:v>0.4</c:v>
                </c:pt>
                <c:pt idx="5323">
                  <c:v>0.4</c:v>
                </c:pt>
                <c:pt idx="5324">
                  <c:v>0.4</c:v>
                </c:pt>
                <c:pt idx="5325">
                  <c:v>0.4</c:v>
                </c:pt>
                <c:pt idx="5326">
                  <c:v>0.4</c:v>
                </c:pt>
                <c:pt idx="5327">
                  <c:v>0.4</c:v>
                </c:pt>
                <c:pt idx="5328">
                  <c:v>0.4</c:v>
                </c:pt>
                <c:pt idx="5329">
                  <c:v>0.4</c:v>
                </c:pt>
                <c:pt idx="5330">
                  <c:v>0.4</c:v>
                </c:pt>
                <c:pt idx="5331">
                  <c:v>0.4</c:v>
                </c:pt>
                <c:pt idx="5332">
                  <c:v>0.4</c:v>
                </c:pt>
                <c:pt idx="5333">
                  <c:v>0.4</c:v>
                </c:pt>
                <c:pt idx="5334">
                  <c:v>0.4</c:v>
                </c:pt>
                <c:pt idx="5335">
                  <c:v>0.4</c:v>
                </c:pt>
                <c:pt idx="5336">
                  <c:v>0.4</c:v>
                </c:pt>
                <c:pt idx="5337">
                  <c:v>0.4</c:v>
                </c:pt>
                <c:pt idx="5338">
                  <c:v>0.4</c:v>
                </c:pt>
                <c:pt idx="5339">
                  <c:v>0.4</c:v>
                </c:pt>
                <c:pt idx="5340">
                  <c:v>0.4</c:v>
                </c:pt>
                <c:pt idx="5341">
                  <c:v>0.4</c:v>
                </c:pt>
                <c:pt idx="5342">
                  <c:v>0.4</c:v>
                </c:pt>
                <c:pt idx="5343">
                  <c:v>0.4</c:v>
                </c:pt>
                <c:pt idx="5344">
                  <c:v>0.4</c:v>
                </c:pt>
                <c:pt idx="5345">
                  <c:v>0.4</c:v>
                </c:pt>
                <c:pt idx="5346">
                  <c:v>0.4</c:v>
                </c:pt>
                <c:pt idx="5347">
                  <c:v>0.4</c:v>
                </c:pt>
                <c:pt idx="5348">
                  <c:v>0.4</c:v>
                </c:pt>
                <c:pt idx="5349">
                  <c:v>0.4</c:v>
                </c:pt>
                <c:pt idx="5350">
                  <c:v>0.4</c:v>
                </c:pt>
                <c:pt idx="5351">
                  <c:v>0.4</c:v>
                </c:pt>
                <c:pt idx="5352">
                  <c:v>0.4</c:v>
                </c:pt>
                <c:pt idx="5353">
                  <c:v>0.4</c:v>
                </c:pt>
                <c:pt idx="5354">
                  <c:v>0.4</c:v>
                </c:pt>
                <c:pt idx="5355">
                  <c:v>0.4</c:v>
                </c:pt>
                <c:pt idx="5356">
                  <c:v>0.4</c:v>
                </c:pt>
                <c:pt idx="5357">
                  <c:v>0.4</c:v>
                </c:pt>
                <c:pt idx="5358">
                  <c:v>0.4</c:v>
                </c:pt>
                <c:pt idx="5359">
                  <c:v>0.4</c:v>
                </c:pt>
                <c:pt idx="5360">
                  <c:v>0.4</c:v>
                </c:pt>
                <c:pt idx="5361">
                  <c:v>0.4</c:v>
                </c:pt>
                <c:pt idx="5362">
                  <c:v>0.4</c:v>
                </c:pt>
                <c:pt idx="5363">
                  <c:v>0.4</c:v>
                </c:pt>
                <c:pt idx="5364">
                  <c:v>0.4</c:v>
                </c:pt>
                <c:pt idx="5365">
                  <c:v>0.4</c:v>
                </c:pt>
                <c:pt idx="5366">
                  <c:v>0.4</c:v>
                </c:pt>
                <c:pt idx="5367">
                  <c:v>0.4</c:v>
                </c:pt>
                <c:pt idx="5368">
                  <c:v>0.4</c:v>
                </c:pt>
                <c:pt idx="5369">
                  <c:v>0.4</c:v>
                </c:pt>
                <c:pt idx="5370">
                  <c:v>0.4</c:v>
                </c:pt>
                <c:pt idx="5371">
                  <c:v>0.4</c:v>
                </c:pt>
                <c:pt idx="5372">
                  <c:v>0.4</c:v>
                </c:pt>
                <c:pt idx="5373">
                  <c:v>0.4</c:v>
                </c:pt>
                <c:pt idx="5374">
                  <c:v>0.4</c:v>
                </c:pt>
                <c:pt idx="5375">
                  <c:v>0.4</c:v>
                </c:pt>
                <c:pt idx="5376">
                  <c:v>0.4</c:v>
                </c:pt>
                <c:pt idx="5377">
                  <c:v>0.4</c:v>
                </c:pt>
                <c:pt idx="5378">
                  <c:v>0.4</c:v>
                </c:pt>
                <c:pt idx="5379">
                  <c:v>0.4</c:v>
                </c:pt>
                <c:pt idx="5380">
                  <c:v>0.4</c:v>
                </c:pt>
                <c:pt idx="5381">
                  <c:v>0.4</c:v>
                </c:pt>
                <c:pt idx="5382">
                  <c:v>0.4</c:v>
                </c:pt>
                <c:pt idx="5383">
                  <c:v>0.4</c:v>
                </c:pt>
                <c:pt idx="5384">
                  <c:v>0.4</c:v>
                </c:pt>
                <c:pt idx="5385">
                  <c:v>0.4</c:v>
                </c:pt>
                <c:pt idx="5386">
                  <c:v>0.4</c:v>
                </c:pt>
                <c:pt idx="5387">
                  <c:v>0.4</c:v>
                </c:pt>
                <c:pt idx="5388">
                  <c:v>0.4</c:v>
                </c:pt>
                <c:pt idx="5389">
                  <c:v>0.4</c:v>
                </c:pt>
                <c:pt idx="5390">
                  <c:v>0.4</c:v>
                </c:pt>
                <c:pt idx="5391">
                  <c:v>0.4</c:v>
                </c:pt>
                <c:pt idx="5392">
                  <c:v>0.4</c:v>
                </c:pt>
                <c:pt idx="5393">
                  <c:v>0.4</c:v>
                </c:pt>
                <c:pt idx="5394">
                  <c:v>0.4</c:v>
                </c:pt>
                <c:pt idx="5395">
                  <c:v>0.4</c:v>
                </c:pt>
                <c:pt idx="5396">
                  <c:v>0.4</c:v>
                </c:pt>
                <c:pt idx="5397">
                  <c:v>0.4</c:v>
                </c:pt>
                <c:pt idx="5398">
                  <c:v>0.4</c:v>
                </c:pt>
                <c:pt idx="5399">
                  <c:v>0.4</c:v>
                </c:pt>
                <c:pt idx="5400">
                  <c:v>0.4</c:v>
                </c:pt>
                <c:pt idx="5401">
                  <c:v>0.4</c:v>
                </c:pt>
                <c:pt idx="5402">
                  <c:v>0.4</c:v>
                </c:pt>
                <c:pt idx="5403">
                  <c:v>0.4</c:v>
                </c:pt>
                <c:pt idx="5404">
                  <c:v>0.4</c:v>
                </c:pt>
                <c:pt idx="5405">
                  <c:v>0.4</c:v>
                </c:pt>
                <c:pt idx="5406">
                  <c:v>0.4</c:v>
                </c:pt>
                <c:pt idx="5407">
                  <c:v>0.4</c:v>
                </c:pt>
                <c:pt idx="5408">
                  <c:v>0.4</c:v>
                </c:pt>
                <c:pt idx="5409">
                  <c:v>0.4</c:v>
                </c:pt>
                <c:pt idx="5410">
                  <c:v>0.4</c:v>
                </c:pt>
                <c:pt idx="5411">
                  <c:v>0.4</c:v>
                </c:pt>
                <c:pt idx="5412">
                  <c:v>0.4</c:v>
                </c:pt>
                <c:pt idx="5413">
                  <c:v>0.4</c:v>
                </c:pt>
                <c:pt idx="5414">
                  <c:v>0.4</c:v>
                </c:pt>
                <c:pt idx="5415">
                  <c:v>0.4</c:v>
                </c:pt>
                <c:pt idx="5416">
                  <c:v>0.4</c:v>
                </c:pt>
                <c:pt idx="5417">
                  <c:v>0.4</c:v>
                </c:pt>
                <c:pt idx="5418">
                  <c:v>0.4</c:v>
                </c:pt>
                <c:pt idx="5419">
                  <c:v>0.4</c:v>
                </c:pt>
                <c:pt idx="5420">
                  <c:v>0.4</c:v>
                </c:pt>
                <c:pt idx="5421">
                  <c:v>0.4</c:v>
                </c:pt>
                <c:pt idx="5422">
                  <c:v>0.4</c:v>
                </c:pt>
                <c:pt idx="5423">
                  <c:v>0.4</c:v>
                </c:pt>
                <c:pt idx="5424">
                  <c:v>0.4</c:v>
                </c:pt>
                <c:pt idx="5425">
                  <c:v>0.4</c:v>
                </c:pt>
                <c:pt idx="5426">
                  <c:v>0.4</c:v>
                </c:pt>
                <c:pt idx="5427">
                  <c:v>0.4</c:v>
                </c:pt>
                <c:pt idx="5428">
                  <c:v>0.4</c:v>
                </c:pt>
                <c:pt idx="5429">
                  <c:v>0.4</c:v>
                </c:pt>
                <c:pt idx="5430">
                  <c:v>0.4</c:v>
                </c:pt>
                <c:pt idx="5431">
                  <c:v>0.4</c:v>
                </c:pt>
                <c:pt idx="5432">
                  <c:v>0.4</c:v>
                </c:pt>
                <c:pt idx="5433">
                  <c:v>0.4</c:v>
                </c:pt>
                <c:pt idx="5434">
                  <c:v>0.4</c:v>
                </c:pt>
                <c:pt idx="5435">
                  <c:v>0.4</c:v>
                </c:pt>
                <c:pt idx="5436">
                  <c:v>0.4</c:v>
                </c:pt>
                <c:pt idx="5437">
                  <c:v>0.4</c:v>
                </c:pt>
                <c:pt idx="5438">
                  <c:v>0.4</c:v>
                </c:pt>
                <c:pt idx="5439">
                  <c:v>0.4</c:v>
                </c:pt>
                <c:pt idx="5440">
                  <c:v>0.4</c:v>
                </c:pt>
                <c:pt idx="5441">
                  <c:v>0.4</c:v>
                </c:pt>
                <c:pt idx="5442">
                  <c:v>0.4</c:v>
                </c:pt>
                <c:pt idx="5443">
                  <c:v>0.4</c:v>
                </c:pt>
                <c:pt idx="5444">
                  <c:v>0.4</c:v>
                </c:pt>
                <c:pt idx="5445">
                  <c:v>0.4</c:v>
                </c:pt>
                <c:pt idx="5446">
                  <c:v>0.4</c:v>
                </c:pt>
                <c:pt idx="5447">
                  <c:v>0.4</c:v>
                </c:pt>
                <c:pt idx="5448">
                  <c:v>0.4</c:v>
                </c:pt>
                <c:pt idx="5449">
                  <c:v>0.4</c:v>
                </c:pt>
                <c:pt idx="5450">
                  <c:v>0.4</c:v>
                </c:pt>
                <c:pt idx="5451">
                  <c:v>0.4</c:v>
                </c:pt>
                <c:pt idx="5452">
                  <c:v>0.4</c:v>
                </c:pt>
                <c:pt idx="5453">
                  <c:v>0.4</c:v>
                </c:pt>
                <c:pt idx="5454">
                  <c:v>0.4</c:v>
                </c:pt>
                <c:pt idx="5455">
                  <c:v>0.4</c:v>
                </c:pt>
                <c:pt idx="5456">
                  <c:v>0.4</c:v>
                </c:pt>
                <c:pt idx="5457">
                  <c:v>0.4</c:v>
                </c:pt>
                <c:pt idx="5458">
                  <c:v>0.4</c:v>
                </c:pt>
                <c:pt idx="5459">
                  <c:v>0.4</c:v>
                </c:pt>
                <c:pt idx="5460">
                  <c:v>0.4</c:v>
                </c:pt>
                <c:pt idx="5461">
                  <c:v>0.4</c:v>
                </c:pt>
                <c:pt idx="5462">
                  <c:v>0.4</c:v>
                </c:pt>
                <c:pt idx="5463">
                  <c:v>0.4</c:v>
                </c:pt>
                <c:pt idx="5464">
                  <c:v>0.4</c:v>
                </c:pt>
                <c:pt idx="5465">
                  <c:v>0.4</c:v>
                </c:pt>
                <c:pt idx="5466">
                  <c:v>0.4</c:v>
                </c:pt>
                <c:pt idx="5467">
                  <c:v>0.4</c:v>
                </c:pt>
                <c:pt idx="5468">
                  <c:v>0.4</c:v>
                </c:pt>
                <c:pt idx="5469">
                  <c:v>0.4</c:v>
                </c:pt>
                <c:pt idx="5470">
                  <c:v>0.4</c:v>
                </c:pt>
                <c:pt idx="5471">
                  <c:v>0.4</c:v>
                </c:pt>
                <c:pt idx="5472">
                  <c:v>0.4</c:v>
                </c:pt>
                <c:pt idx="5473">
                  <c:v>0.4</c:v>
                </c:pt>
                <c:pt idx="5474">
                  <c:v>0.4</c:v>
                </c:pt>
                <c:pt idx="5475">
                  <c:v>0.4</c:v>
                </c:pt>
                <c:pt idx="5476">
                  <c:v>0.4</c:v>
                </c:pt>
                <c:pt idx="5477">
                  <c:v>0.4</c:v>
                </c:pt>
                <c:pt idx="5478">
                  <c:v>0.4</c:v>
                </c:pt>
                <c:pt idx="5479">
                  <c:v>0.4</c:v>
                </c:pt>
                <c:pt idx="5480">
                  <c:v>0.4</c:v>
                </c:pt>
                <c:pt idx="5481">
                  <c:v>0.4</c:v>
                </c:pt>
                <c:pt idx="5482">
                  <c:v>0.4</c:v>
                </c:pt>
                <c:pt idx="5483">
                  <c:v>0.4</c:v>
                </c:pt>
                <c:pt idx="5484">
                  <c:v>0.4</c:v>
                </c:pt>
                <c:pt idx="5485">
                  <c:v>0.4</c:v>
                </c:pt>
                <c:pt idx="5486">
                  <c:v>0.4</c:v>
                </c:pt>
                <c:pt idx="5487">
                  <c:v>0.4</c:v>
                </c:pt>
                <c:pt idx="5488">
                  <c:v>0.4</c:v>
                </c:pt>
                <c:pt idx="5489">
                  <c:v>0.4</c:v>
                </c:pt>
                <c:pt idx="5490">
                  <c:v>0.4</c:v>
                </c:pt>
                <c:pt idx="5491">
                  <c:v>0.4</c:v>
                </c:pt>
                <c:pt idx="5492">
                  <c:v>0.4</c:v>
                </c:pt>
                <c:pt idx="5493">
                  <c:v>0.4</c:v>
                </c:pt>
                <c:pt idx="5494">
                  <c:v>0.4</c:v>
                </c:pt>
                <c:pt idx="5495">
                  <c:v>0.4</c:v>
                </c:pt>
                <c:pt idx="5496">
                  <c:v>0.4</c:v>
                </c:pt>
                <c:pt idx="5497">
                  <c:v>0.4</c:v>
                </c:pt>
                <c:pt idx="5498">
                  <c:v>0.4</c:v>
                </c:pt>
                <c:pt idx="5499">
                  <c:v>0.4</c:v>
                </c:pt>
                <c:pt idx="5500">
                  <c:v>0.4</c:v>
                </c:pt>
                <c:pt idx="5501">
                  <c:v>0.4</c:v>
                </c:pt>
                <c:pt idx="5502">
                  <c:v>0.4</c:v>
                </c:pt>
                <c:pt idx="5503">
                  <c:v>0.4</c:v>
                </c:pt>
                <c:pt idx="5504">
                  <c:v>0.4</c:v>
                </c:pt>
                <c:pt idx="5505">
                  <c:v>0.4</c:v>
                </c:pt>
                <c:pt idx="5506">
                  <c:v>0.4</c:v>
                </c:pt>
                <c:pt idx="5507">
                  <c:v>0.4</c:v>
                </c:pt>
                <c:pt idx="5508">
                  <c:v>0.4</c:v>
                </c:pt>
                <c:pt idx="5509">
                  <c:v>0.4</c:v>
                </c:pt>
                <c:pt idx="5510">
                  <c:v>0.4</c:v>
                </c:pt>
                <c:pt idx="5511">
                  <c:v>0.4</c:v>
                </c:pt>
                <c:pt idx="5512">
                  <c:v>0.4</c:v>
                </c:pt>
                <c:pt idx="5513">
                  <c:v>0.4</c:v>
                </c:pt>
                <c:pt idx="5514">
                  <c:v>0.4</c:v>
                </c:pt>
                <c:pt idx="5515">
                  <c:v>0.4</c:v>
                </c:pt>
                <c:pt idx="5516">
                  <c:v>0.4</c:v>
                </c:pt>
                <c:pt idx="5517">
                  <c:v>0.4</c:v>
                </c:pt>
                <c:pt idx="5518">
                  <c:v>0.4</c:v>
                </c:pt>
                <c:pt idx="5519">
                  <c:v>0.4</c:v>
                </c:pt>
                <c:pt idx="5520">
                  <c:v>0.4</c:v>
                </c:pt>
                <c:pt idx="5521">
                  <c:v>0.4</c:v>
                </c:pt>
                <c:pt idx="5522">
                  <c:v>0.4</c:v>
                </c:pt>
                <c:pt idx="5523">
                  <c:v>0.4</c:v>
                </c:pt>
                <c:pt idx="5524">
                  <c:v>0.4</c:v>
                </c:pt>
                <c:pt idx="5525">
                  <c:v>0.4</c:v>
                </c:pt>
                <c:pt idx="5526">
                  <c:v>0.4</c:v>
                </c:pt>
                <c:pt idx="5527">
                  <c:v>0.4</c:v>
                </c:pt>
                <c:pt idx="5528">
                  <c:v>0.4</c:v>
                </c:pt>
                <c:pt idx="5529">
                  <c:v>0.4</c:v>
                </c:pt>
                <c:pt idx="5530">
                  <c:v>0.4</c:v>
                </c:pt>
                <c:pt idx="5531">
                  <c:v>0.4</c:v>
                </c:pt>
                <c:pt idx="5532">
                  <c:v>0.4</c:v>
                </c:pt>
                <c:pt idx="5533">
                  <c:v>0.4</c:v>
                </c:pt>
                <c:pt idx="5534">
                  <c:v>0.4</c:v>
                </c:pt>
                <c:pt idx="5535">
                  <c:v>0.4</c:v>
                </c:pt>
                <c:pt idx="5536">
                  <c:v>0.4</c:v>
                </c:pt>
                <c:pt idx="5537">
                  <c:v>0.4</c:v>
                </c:pt>
                <c:pt idx="5538">
                  <c:v>0.4</c:v>
                </c:pt>
                <c:pt idx="5539">
                  <c:v>0.4</c:v>
                </c:pt>
                <c:pt idx="5540">
                  <c:v>0.4</c:v>
                </c:pt>
                <c:pt idx="5541">
                  <c:v>0.4</c:v>
                </c:pt>
                <c:pt idx="5542">
                  <c:v>0.4</c:v>
                </c:pt>
                <c:pt idx="5543">
                  <c:v>0.4</c:v>
                </c:pt>
                <c:pt idx="5544">
                  <c:v>0.4</c:v>
                </c:pt>
                <c:pt idx="5545">
                  <c:v>0.4</c:v>
                </c:pt>
                <c:pt idx="5546">
                  <c:v>0.4</c:v>
                </c:pt>
                <c:pt idx="5547">
                  <c:v>0.4</c:v>
                </c:pt>
                <c:pt idx="5548">
                  <c:v>0.4</c:v>
                </c:pt>
                <c:pt idx="5549">
                  <c:v>0.4</c:v>
                </c:pt>
                <c:pt idx="5550">
                  <c:v>0.4</c:v>
                </c:pt>
                <c:pt idx="5551">
                  <c:v>0.4</c:v>
                </c:pt>
                <c:pt idx="5552">
                  <c:v>0.4</c:v>
                </c:pt>
                <c:pt idx="5553">
                  <c:v>0.4</c:v>
                </c:pt>
                <c:pt idx="5554">
                  <c:v>0.4</c:v>
                </c:pt>
                <c:pt idx="5555">
                  <c:v>0.4</c:v>
                </c:pt>
                <c:pt idx="5556">
                  <c:v>0.4</c:v>
                </c:pt>
                <c:pt idx="5557">
                  <c:v>0.4</c:v>
                </c:pt>
                <c:pt idx="5558">
                  <c:v>0.4</c:v>
                </c:pt>
                <c:pt idx="5559">
                  <c:v>0.4</c:v>
                </c:pt>
                <c:pt idx="5560">
                  <c:v>0.4</c:v>
                </c:pt>
                <c:pt idx="5561">
                  <c:v>0.4</c:v>
                </c:pt>
                <c:pt idx="5562">
                  <c:v>0.4</c:v>
                </c:pt>
                <c:pt idx="5563">
                  <c:v>0.4</c:v>
                </c:pt>
                <c:pt idx="5564">
                  <c:v>0.4</c:v>
                </c:pt>
                <c:pt idx="5565">
                  <c:v>0.4</c:v>
                </c:pt>
                <c:pt idx="5566">
                  <c:v>0.4</c:v>
                </c:pt>
                <c:pt idx="5567">
                  <c:v>0.4</c:v>
                </c:pt>
                <c:pt idx="5568">
                  <c:v>0.4</c:v>
                </c:pt>
                <c:pt idx="5569">
                  <c:v>0.4</c:v>
                </c:pt>
                <c:pt idx="5570">
                  <c:v>0.4</c:v>
                </c:pt>
                <c:pt idx="5571">
                  <c:v>0.4</c:v>
                </c:pt>
                <c:pt idx="5572">
                  <c:v>0.4</c:v>
                </c:pt>
                <c:pt idx="5573">
                  <c:v>0.4</c:v>
                </c:pt>
                <c:pt idx="5574">
                  <c:v>0.4</c:v>
                </c:pt>
                <c:pt idx="5575">
                  <c:v>0.4</c:v>
                </c:pt>
                <c:pt idx="5576">
                  <c:v>0.4</c:v>
                </c:pt>
                <c:pt idx="5577">
                  <c:v>0.4</c:v>
                </c:pt>
                <c:pt idx="5578">
                  <c:v>0.4</c:v>
                </c:pt>
                <c:pt idx="5579">
                  <c:v>0.4</c:v>
                </c:pt>
                <c:pt idx="5580">
                  <c:v>0.4</c:v>
                </c:pt>
                <c:pt idx="5581">
                  <c:v>0.4</c:v>
                </c:pt>
                <c:pt idx="5582">
                  <c:v>0.4</c:v>
                </c:pt>
                <c:pt idx="5583">
                  <c:v>0.4</c:v>
                </c:pt>
                <c:pt idx="5584">
                  <c:v>0.4</c:v>
                </c:pt>
                <c:pt idx="5585">
                  <c:v>0.4</c:v>
                </c:pt>
                <c:pt idx="5586">
                  <c:v>0.4</c:v>
                </c:pt>
                <c:pt idx="5587">
                  <c:v>0.4</c:v>
                </c:pt>
                <c:pt idx="5588">
                  <c:v>0.4</c:v>
                </c:pt>
                <c:pt idx="5589">
                  <c:v>0.4</c:v>
                </c:pt>
                <c:pt idx="5590">
                  <c:v>0.4</c:v>
                </c:pt>
                <c:pt idx="5591">
                  <c:v>0.4</c:v>
                </c:pt>
                <c:pt idx="5592">
                  <c:v>0.4</c:v>
                </c:pt>
                <c:pt idx="5593">
                  <c:v>0.4</c:v>
                </c:pt>
                <c:pt idx="5594">
                  <c:v>0.4</c:v>
                </c:pt>
                <c:pt idx="5595">
                  <c:v>0.4</c:v>
                </c:pt>
                <c:pt idx="5596">
                  <c:v>0.4</c:v>
                </c:pt>
                <c:pt idx="5597">
                  <c:v>0.4</c:v>
                </c:pt>
                <c:pt idx="5598">
                  <c:v>0.4</c:v>
                </c:pt>
                <c:pt idx="5599">
                  <c:v>0.4</c:v>
                </c:pt>
                <c:pt idx="5600">
                  <c:v>0.4</c:v>
                </c:pt>
                <c:pt idx="5601">
                  <c:v>0.4</c:v>
                </c:pt>
                <c:pt idx="5602">
                  <c:v>0.4</c:v>
                </c:pt>
                <c:pt idx="5603">
                  <c:v>0.4</c:v>
                </c:pt>
                <c:pt idx="5604">
                  <c:v>0.4</c:v>
                </c:pt>
                <c:pt idx="5605">
                  <c:v>0.4</c:v>
                </c:pt>
                <c:pt idx="5606">
                  <c:v>0.4</c:v>
                </c:pt>
                <c:pt idx="5607">
                  <c:v>0.4</c:v>
                </c:pt>
                <c:pt idx="5608">
                  <c:v>0.4</c:v>
                </c:pt>
                <c:pt idx="5609">
                  <c:v>0.4</c:v>
                </c:pt>
                <c:pt idx="5610">
                  <c:v>0.4</c:v>
                </c:pt>
                <c:pt idx="5611">
                  <c:v>0.4</c:v>
                </c:pt>
                <c:pt idx="5612">
                  <c:v>0.4</c:v>
                </c:pt>
                <c:pt idx="5613">
                  <c:v>0.4</c:v>
                </c:pt>
                <c:pt idx="5614">
                  <c:v>0.4</c:v>
                </c:pt>
                <c:pt idx="5615">
                  <c:v>0.4</c:v>
                </c:pt>
                <c:pt idx="5616">
                  <c:v>0.4</c:v>
                </c:pt>
                <c:pt idx="5617">
                  <c:v>0.4</c:v>
                </c:pt>
                <c:pt idx="5618">
                  <c:v>0.4</c:v>
                </c:pt>
                <c:pt idx="5619">
                  <c:v>0.4</c:v>
                </c:pt>
                <c:pt idx="5620">
                  <c:v>0.4</c:v>
                </c:pt>
                <c:pt idx="5621">
                  <c:v>0.4</c:v>
                </c:pt>
                <c:pt idx="5622">
                  <c:v>0.4</c:v>
                </c:pt>
                <c:pt idx="5623">
                  <c:v>0.4</c:v>
                </c:pt>
                <c:pt idx="5624">
                  <c:v>0.4</c:v>
                </c:pt>
                <c:pt idx="5625">
                  <c:v>0.4</c:v>
                </c:pt>
                <c:pt idx="5626">
                  <c:v>0.4</c:v>
                </c:pt>
                <c:pt idx="5627">
                  <c:v>0.4</c:v>
                </c:pt>
                <c:pt idx="5628">
                  <c:v>0.4</c:v>
                </c:pt>
                <c:pt idx="5629">
                  <c:v>0.4</c:v>
                </c:pt>
                <c:pt idx="5630">
                  <c:v>0.4</c:v>
                </c:pt>
                <c:pt idx="5631">
                  <c:v>0.4</c:v>
                </c:pt>
                <c:pt idx="5632">
                  <c:v>0.4</c:v>
                </c:pt>
                <c:pt idx="5633">
                  <c:v>0.4</c:v>
                </c:pt>
                <c:pt idx="5634">
                  <c:v>0.4</c:v>
                </c:pt>
                <c:pt idx="5635">
                  <c:v>0.4</c:v>
                </c:pt>
                <c:pt idx="5636">
                  <c:v>0.4</c:v>
                </c:pt>
                <c:pt idx="5637">
                  <c:v>0.4</c:v>
                </c:pt>
                <c:pt idx="5638">
                  <c:v>0.4</c:v>
                </c:pt>
                <c:pt idx="5639">
                  <c:v>0.4</c:v>
                </c:pt>
                <c:pt idx="5640">
                  <c:v>0.4</c:v>
                </c:pt>
                <c:pt idx="5641">
                  <c:v>0.4</c:v>
                </c:pt>
                <c:pt idx="5642">
                  <c:v>0.4</c:v>
                </c:pt>
                <c:pt idx="5643">
                  <c:v>0.4</c:v>
                </c:pt>
                <c:pt idx="5644">
                  <c:v>0.4</c:v>
                </c:pt>
                <c:pt idx="5645">
                  <c:v>0.4</c:v>
                </c:pt>
                <c:pt idx="5646">
                  <c:v>0.4</c:v>
                </c:pt>
                <c:pt idx="5647">
                  <c:v>0.4</c:v>
                </c:pt>
                <c:pt idx="5648">
                  <c:v>0.4</c:v>
                </c:pt>
                <c:pt idx="5649">
                  <c:v>0.4</c:v>
                </c:pt>
                <c:pt idx="5650">
                  <c:v>0.4</c:v>
                </c:pt>
                <c:pt idx="5651">
                  <c:v>0.4</c:v>
                </c:pt>
                <c:pt idx="5652">
                  <c:v>0.4</c:v>
                </c:pt>
                <c:pt idx="5653">
                  <c:v>0.4</c:v>
                </c:pt>
                <c:pt idx="5654">
                  <c:v>0.4</c:v>
                </c:pt>
                <c:pt idx="5655">
                  <c:v>0.4</c:v>
                </c:pt>
                <c:pt idx="5656">
                  <c:v>0.4</c:v>
                </c:pt>
                <c:pt idx="5657">
                  <c:v>0.4</c:v>
                </c:pt>
                <c:pt idx="5658">
                  <c:v>0.4</c:v>
                </c:pt>
                <c:pt idx="5659">
                  <c:v>0.4</c:v>
                </c:pt>
                <c:pt idx="5660">
                  <c:v>0.4</c:v>
                </c:pt>
                <c:pt idx="5661">
                  <c:v>0.4</c:v>
                </c:pt>
                <c:pt idx="5662">
                  <c:v>0.4</c:v>
                </c:pt>
                <c:pt idx="5663">
                  <c:v>0.4</c:v>
                </c:pt>
                <c:pt idx="5664">
                  <c:v>0.4</c:v>
                </c:pt>
                <c:pt idx="5665">
                  <c:v>0.4</c:v>
                </c:pt>
                <c:pt idx="5666">
                  <c:v>0.4</c:v>
                </c:pt>
                <c:pt idx="5667">
                  <c:v>0.4</c:v>
                </c:pt>
                <c:pt idx="5668">
                  <c:v>0.4</c:v>
                </c:pt>
                <c:pt idx="5669">
                  <c:v>0.4</c:v>
                </c:pt>
                <c:pt idx="5670">
                  <c:v>0.4</c:v>
                </c:pt>
                <c:pt idx="5671">
                  <c:v>0.4</c:v>
                </c:pt>
                <c:pt idx="5672">
                  <c:v>0.4</c:v>
                </c:pt>
                <c:pt idx="5673">
                  <c:v>0.4</c:v>
                </c:pt>
                <c:pt idx="5674">
                  <c:v>0.4</c:v>
                </c:pt>
                <c:pt idx="5675">
                  <c:v>0.4</c:v>
                </c:pt>
                <c:pt idx="5676">
                  <c:v>0.4</c:v>
                </c:pt>
                <c:pt idx="5677">
                  <c:v>0.4</c:v>
                </c:pt>
                <c:pt idx="5678">
                  <c:v>0.4</c:v>
                </c:pt>
                <c:pt idx="5679">
                  <c:v>0.4</c:v>
                </c:pt>
                <c:pt idx="5680">
                  <c:v>0.4</c:v>
                </c:pt>
                <c:pt idx="5681">
                  <c:v>0.4</c:v>
                </c:pt>
                <c:pt idx="5682">
                  <c:v>0.4</c:v>
                </c:pt>
                <c:pt idx="5683">
                  <c:v>0.4</c:v>
                </c:pt>
                <c:pt idx="5684">
                  <c:v>0.4</c:v>
                </c:pt>
                <c:pt idx="5685">
                  <c:v>0.4</c:v>
                </c:pt>
                <c:pt idx="5686">
                  <c:v>0.4</c:v>
                </c:pt>
                <c:pt idx="5687">
                  <c:v>0.4</c:v>
                </c:pt>
                <c:pt idx="5688">
                  <c:v>0.4</c:v>
                </c:pt>
                <c:pt idx="5689">
                  <c:v>0.4</c:v>
                </c:pt>
                <c:pt idx="5690">
                  <c:v>0.4</c:v>
                </c:pt>
                <c:pt idx="5691">
                  <c:v>0.4</c:v>
                </c:pt>
                <c:pt idx="5692">
                  <c:v>0.4</c:v>
                </c:pt>
                <c:pt idx="5693">
                  <c:v>0.4</c:v>
                </c:pt>
                <c:pt idx="5694">
                  <c:v>0.4</c:v>
                </c:pt>
                <c:pt idx="5695">
                  <c:v>0.4</c:v>
                </c:pt>
                <c:pt idx="5696">
                  <c:v>0.4</c:v>
                </c:pt>
                <c:pt idx="5697">
                  <c:v>0.4</c:v>
                </c:pt>
                <c:pt idx="5698">
                  <c:v>0.4</c:v>
                </c:pt>
                <c:pt idx="5699">
                  <c:v>0.4</c:v>
                </c:pt>
                <c:pt idx="5700">
                  <c:v>0.4</c:v>
                </c:pt>
                <c:pt idx="5701">
                  <c:v>0.4</c:v>
                </c:pt>
                <c:pt idx="5702">
                  <c:v>0.4</c:v>
                </c:pt>
                <c:pt idx="5703">
                  <c:v>0.4</c:v>
                </c:pt>
                <c:pt idx="5704">
                  <c:v>0.4</c:v>
                </c:pt>
                <c:pt idx="5705">
                  <c:v>0.4</c:v>
                </c:pt>
                <c:pt idx="5706">
                  <c:v>0.4</c:v>
                </c:pt>
                <c:pt idx="5707">
                  <c:v>0.4</c:v>
                </c:pt>
                <c:pt idx="5708">
                  <c:v>0.4</c:v>
                </c:pt>
                <c:pt idx="5709">
                  <c:v>0.4</c:v>
                </c:pt>
                <c:pt idx="5710">
                  <c:v>0.4</c:v>
                </c:pt>
                <c:pt idx="5711">
                  <c:v>0.4</c:v>
                </c:pt>
                <c:pt idx="5712">
                  <c:v>0.4</c:v>
                </c:pt>
                <c:pt idx="5713">
                  <c:v>0.4</c:v>
                </c:pt>
                <c:pt idx="5714">
                  <c:v>0.4</c:v>
                </c:pt>
                <c:pt idx="5715">
                  <c:v>0.4</c:v>
                </c:pt>
                <c:pt idx="5716">
                  <c:v>0.4</c:v>
                </c:pt>
                <c:pt idx="5717">
                  <c:v>0.4</c:v>
                </c:pt>
                <c:pt idx="5718">
                  <c:v>0.4</c:v>
                </c:pt>
                <c:pt idx="5719">
                  <c:v>0.4</c:v>
                </c:pt>
                <c:pt idx="5720">
                  <c:v>0.4</c:v>
                </c:pt>
                <c:pt idx="5721">
                  <c:v>0.4</c:v>
                </c:pt>
                <c:pt idx="5722">
                  <c:v>0.4</c:v>
                </c:pt>
                <c:pt idx="5723">
                  <c:v>0.4</c:v>
                </c:pt>
                <c:pt idx="5724">
                  <c:v>0.4</c:v>
                </c:pt>
                <c:pt idx="5725">
                  <c:v>0.4</c:v>
                </c:pt>
                <c:pt idx="5726">
                  <c:v>0.4</c:v>
                </c:pt>
                <c:pt idx="5727">
                  <c:v>0.4</c:v>
                </c:pt>
                <c:pt idx="5728">
                  <c:v>0.4</c:v>
                </c:pt>
                <c:pt idx="5729">
                  <c:v>0.4</c:v>
                </c:pt>
                <c:pt idx="5730">
                  <c:v>0.4</c:v>
                </c:pt>
                <c:pt idx="5731">
                  <c:v>0.4</c:v>
                </c:pt>
                <c:pt idx="5732">
                  <c:v>0.4</c:v>
                </c:pt>
                <c:pt idx="5733">
                  <c:v>0.4</c:v>
                </c:pt>
                <c:pt idx="5734">
                  <c:v>0.4</c:v>
                </c:pt>
                <c:pt idx="5735">
                  <c:v>0.4</c:v>
                </c:pt>
                <c:pt idx="5736">
                  <c:v>0.4</c:v>
                </c:pt>
                <c:pt idx="5737">
                  <c:v>0.4</c:v>
                </c:pt>
                <c:pt idx="5738">
                  <c:v>0.4</c:v>
                </c:pt>
                <c:pt idx="5739">
                  <c:v>0.4</c:v>
                </c:pt>
                <c:pt idx="5740">
                  <c:v>0.4</c:v>
                </c:pt>
                <c:pt idx="5741">
                  <c:v>0.4</c:v>
                </c:pt>
                <c:pt idx="5742">
                  <c:v>0.4</c:v>
                </c:pt>
                <c:pt idx="5743">
                  <c:v>0.4</c:v>
                </c:pt>
                <c:pt idx="5744">
                  <c:v>0.4</c:v>
                </c:pt>
                <c:pt idx="5745">
                  <c:v>0.4</c:v>
                </c:pt>
                <c:pt idx="5746">
                  <c:v>0.4</c:v>
                </c:pt>
                <c:pt idx="5747">
                  <c:v>0.4</c:v>
                </c:pt>
                <c:pt idx="5748">
                  <c:v>0.4</c:v>
                </c:pt>
                <c:pt idx="5749">
                  <c:v>0.4</c:v>
                </c:pt>
                <c:pt idx="5750">
                  <c:v>0.4</c:v>
                </c:pt>
                <c:pt idx="5751">
                  <c:v>0.4</c:v>
                </c:pt>
                <c:pt idx="5752">
                  <c:v>0.4</c:v>
                </c:pt>
                <c:pt idx="5753">
                  <c:v>0.4</c:v>
                </c:pt>
                <c:pt idx="5754">
                  <c:v>0.4</c:v>
                </c:pt>
                <c:pt idx="5755">
                  <c:v>0.4</c:v>
                </c:pt>
                <c:pt idx="5756">
                  <c:v>0.4</c:v>
                </c:pt>
                <c:pt idx="5757">
                  <c:v>0.4</c:v>
                </c:pt>
                <c:pt idx="5758">
                  <c:v>0.4</c:v>
                </c:pt>
                <c:pt idx="5759">
                  <c:v>0.4</c:v>
                </c:pt>
                <c:pt idx="5760">
                  <c:v>0.4</c:v>
                </c:pt>
                <c:pt idx="5761">
                  <c:v>0.4</c:v>
                </c:pt>
                <c:pt idx="5762">
                  <c:v>0.4</c:v>
                </c:pt>
                <c:pt idx="5763">
                  <c:v>0.4</c:v>
                </c:pt>
                <c:pt idx="5764">
                  <c:v>0.4</c:v>
                </c:pt>
                <c:pt idx="5765">
                  <c:v>0.4</c:v>
                </c:pt>
                <c:pt idx="5766">
                  <c:v>0.4</c:v>
                </c:pt>
                <c:pt idx="5767">
                  <c:v>0.4</c:v>
                </c:pt>
                <c:pt idx="5768">
                  <c:v>0.4</c:v>
                </c:pt>
                <c:pt idx="5769">
                  <c:v>0.4</c:v>
                </c:pt>
                <c:pt idx="5770">
                  <c:v>0.4</c:v>
                </c:pt>
                <c:pt idx="5771">
                  <c:v>0.4</c:v>
                </c:pt>
                <c:pt idx="5772">
                  <c:v>0.4</c:v>
                </c:pt>
                <c:pt idx="5773">
                  <c:v>0.4</c:v>
                </c:pt>
                <c:pt idx="5774">
                  <c:v>0.4</c:v>
                </c:pt>
                <c:pt idx="5775">
                  <c:v>0.4</c:v>
                </c:pt>
                <c:pt idx="5776">
                  <c:v>0.4</c:v>
                </c:pt>
                <c:pt idx="5777">
                  <c:v>0.4</c:v>
                </c:pt>
                <c:pt idx="5778">
                  <c:v>0.4</c:v>
                </c:pt>
                <c:pt idx="5779">
                  <c:v>0.4</c:v>
                </c:pt>
                <c:pt idx="5780">
                  <c:v>0.4</c:v>
                </c:pt>
                <c:pt idx="5781">
                  <c:v>0.4</c:v>
                </c:pt>
                <c:pt idx="5782">
                  <c:v>0.4</c:v>
                </c:pt>
                <c:pt idx="5783">
                  <c:v>0.4</c:v>
                </c:pt>
                <c:pt idx="5784">
                  <c:v>0.4</c:v>
                </c:pt>
                <c:pt idx="5785">
                  <c:v>0.4</c:v>
                </c:pt>
                <c:pt idx="5786">
                  <c:v>0.4</c:v>
                </c:pt>
                <c:pt idx="5787">
                  <c:v>0.4</c:v>
                </c:pt>
                <c:pt idx="5788">
                  <c:v>0.4</c:v>
                </c:pt>
                <c:pt idx="5789">
                  <c:v>0.4</c:v>
                </c:pt>
                <c:pt idx="5790">
                  <c:v>0.4</c:v>
                </c:pt>
                <c:pt idx="5791">
                  <c:v>0.4</c:v>
                </c:pt>
                <c:pt idx="5792">
                  <c:v>0.4</c:v>
                </c:pt>
                <c:pt idx="5793">
                  <c:v>0.4</c:v>
                </c:pt>
                <c:pt idx="5794">
                  <c:v>0.4</c:v>
                </c:pt>
                <c:pt idx="5795">
                  <c:v>0.4</c:v>
                </c:pt>
                <c:pt idx="5796">
                  <c:v>0.4</c:v>
                </c:pt>
                <c:pt idx="5797">
                  <c:v>0.4</c:v>
                </c:pt>
                <c:pt idx="5798">
                  <c:v>0.4</c:v>
                </c:pt>
                <c:pt idx="5799">
                  <c:v>0.4</c:v>
                </c:pt>
                <c:pt idx="5800">
                  <c:v>0.4</c:v>
                </c:pt>
                <c:pt idx="5801">
                  <c:v>0.4</c:v>
                </c:pt>
                <c:pt idx="5802">
                  <c:v>0.4</c:v>
                </c:pt>
                <c:pt idx="5803">
                  <c:v>0.4</c:v>
                </c:pt>
                <c:pt idx="5804">
                  <c:v>0.4</c:v>
                </c:pt>
                <c:pt idx="5805">
                  <c:v>0.4</c:v>
                </c:pt>
                <c:pt idx="5806">
                  <c:v>0.4</c:v>
                </c:pt>
                <c:pt idx="5807">
                  <c:v>0.4</c:v>
                </c:pt>
                <c:pt idx="5808">
                  <c:v>0.4</c:v>
                </c:pt>
                <c:pt idx="5809">
                  <c:v>0.4</c:v>
                </c:pt>
                <c:pt idx="5810">
                  <c:v>0.4</c:v>
                </c:pt>
                <c:pt idx="5811">
                  <c:v>0.4</c:v>
                </c:pt>
                <c:pt idx="5812">
                  <c:v>0.4</c:v>
                </c:pt>
                <c:pt idx="5813">
                  <c:v>0.4</c:v>
                </c:pt>
                <c:pt idx="5814">
                  <c:v>0.4</c:v>
                </c:pt>
                <c:pt idx="5815">
                  <c:v>0.4</c:v>
                </c:pt>
                <c:pt idx="5816">
                  <c:v>0.4</c:v>
                </c:pt>
                <c:pt idx="5817">
                  <c:v>0.4</c:v>
                </c:pt>
                <c:pt idx="5818">
                  <c:v>0.4</c:v>
                </c:pt>
                <c:pt idx="5819">
                  <c:v>0.4</c:v>
                </c:pt>
                <c:pt idx="5820">
                  <c:v>0.4</c:v>
                </c:pt>
                <c:pt idx="5821">
                  <c:v>0.4</c:v>
                </c:pt>
                <c:pt idx="5822">
                  <c:v>0.4</c:v>
                </c:pt>
                <c:pt idx="5823">
                  <c:v>0.4</c:v>
                </c:pt>
                <c:pt idx="5824">
                  <c:v>0.4</c:v>
                </c:pt>
                <c:pt idx="5825">
                  <c:v>0.4</c:v>
                </c:pt>
                <c:pt idx="5826">
                  <c:v>0.4</c:v>
                </c:pt>
                <c:pt idx="5827">
                  <c:v>0.4</c:v>
                </c:pt>
                <c:pt idx="5828">
                  <c:v>0.4</c:v>
                </c:pt>
                <c:pt idx="5829">
                  <c:v>0.4</c:v>
                </c:pt>
                <c:pt idx="5830">
                  <c:v>0.4</c:v>
                </c:pt>
                <c:pt idx="5831">
                  <c:v>0.4</c:v>
                </c:pt>
                <c:pt idx="5832">
                  <c:v>0.4</c:v>
                </c:pt>
                <c:pt idx="5833">
                  <c:v>0.4</c:v>
                </c:pt>
                <c:pt idx="5834">
                  <c:v>0.4</c:v>
                </c:pt>
                <c:pt idx="5835">
                  <c:v>0.4</c:v>
                </c:pt>
                <c:pt idx="5836">
                  <c:v>0.4</c:v>
                </c:pt>
                <c:pt idx="5837">
                  <c:v>0.4</c:v>
                </c:pt>
                <c:pt idx="5838">
                  <c:v>0.4</c:v>
                </c:pt>
                <c:pt idx="5839">
                  <c:v>0.4</c:v>
                </c:pt>
                <c:pt idx="5840">
                  <c:v>0.4</c:v>
                </c:pt>
                <c:pt idx="5841">
                  <c:v>0.4</c:v>
                </c:pt>
                <c:pt idx="5842">
                  <c:v>0.4</c:v>
                </c:pt>
                <c:pt idx="5843">
                  <c:v>0.4</c:v>
                </c:pt>
                <c:pt idx="5844">
                  <c:v>0.4</c:v>
                </c:pt>
                <c:pt idx="5845">
                  <c:v>0.4</c:v>
                </c:pt>
                <c:pt idx="5846">
                  <c:v>0.4</c:v>
                </c:pt>
                <c:pt idx="5847">
                  <c:v>0.4</c:v>
                </c:pt>
                <c:pt idx="5848">
                  <c:v>0.4</c:v>
                </c:pt>
                <c:pt idx="5849">
                  <c:v>0.4</c:v>
                </c:pt>
                <c:pt idx="5850">
                  <c:v>0.4</c:v>
                </c:pt>
                <c:pt idx="5851">
                  <c:v>0.4</c:v>
                </c:pt>
                <c:pt idx="5852">
                  <c:v>0.4</c:v>
                </c:pt>
                <c:pt idx="5853">
                  <c:v>0.4</c:v>
                </c:pt>
                <c:pt idx="5854">
                  <c:v>0.4</c:v>
                </c:pt>
                <c:pt idx="5855">
                  <c:v>0.4</c:v>
                </c:pt>
                <c:pt idx="5856">
                  <c:v>0.4</c:v>
                </c:pt>
                <c:pt idx="5857">
                  <c:v>0.4</c:v>
                </c:pt>
                <c:pt idx="5858">
                  <c:v>0.4</c:v>
                </c:pt>
                <c:pt idx="5859">
                  <c:v>0.4</c:v>
                </c:pt>
                <c:pt idx="5860">
                  <c:v>0.4</c:v>
                </c:pt>
                <c:pt idx="5861">
                  <c:v>0.4</c:v>
                </c:pt>
                <c:pt idx="5862">
                  <c:v>0.4</c:v>
                </c:pt>
                <c:pt idx="5863">
                  <c:v>0.4</c:v>
                </c:pt>
                <c:pt idx="5864">
                  <c:v>0.4</c:v>
                </c:pt>
                <c:pt idx="5865">
                  <c:v>0.4</c:v>
                </c:pt>
                <c:pt idx="5866">
                  <c:v>0.4</c:v>
                </c:pt>
                <c:pt idx="5867">
                  <c:v>0.4</c:v>
                </c:pt>
                <c:pt idx="5868">
                  <c:v>0.4</c:v>
                </c:pt>
                <c:pt idx="5869">
                  <c:v>0.4</c:v>
                </c:pt>
                <c:pt idx="5870">
                  <c:v>0.4</c:v>
                </c:pt>
                <c:pt idx="5871">
                  <c:v>0.4</c:v>
                </c:pt>
                <c:pt idx="5872">
                  <c:v>0.4</c:v>
                </c:pt>
                <c:pt idx="5873">
                  <c:v>0.4</c:v>
                </c:pt>
                <c:pt idx="5874">
                  <c:v>0.4</c:v>
                </c:pt>
                <c:pt idx="5875">
                  <c:v>0.4</c:v>
                </c:pt>
                <c:pt idx="5876">
                  <c:v>0.4</c:v>
                </c:pt>
                <c:pt idx="5877">
                  <c:v>0.4</c:v>
                </c:pt>
                <c:pt idx="5878">
                  <c:v>0.4</c:v>
                </c:pt>
                <c:pt idx="5879">
                  <c:v>0.4</c:v>
                </c:pt>
                <c:pt idx="5880">
                  <c:v>0.4</c:v>
                </c:pt>
                <c:pt idx="5881">
                  <c:v>0.4</c:v>
                </c:pt>
                <c:pt idx="5882">
                  <c:v>0.4</c:v>
                </c:pt>
                <c:pt idx="5883">
                  <c:v>0.4</c:v>
                </c:pt>
                <c:pt idx="5884">
                  <c:v>0.4</c:v>
                </c:pt>
                <c:pt idx="5885">
                  <c:v>0.4</c:v>
                </c:pt>
                <c:pt idx="5886">
                  <c:v>0.4</c:v>
                </c:pt>
                <c:pt idx="5887">
                  <c:v>0.4</c:v>
                </c:pt>
                <c:pt idx="5888">
                  <c:v>0.4</c:v>
                </c:pt>
                <c:pt idx="5889">
                  <c:v>0.4</c:v>
                </c:pt>
                <c:pt idx="5890">
                  <c:v>0.4</c:v>
                </c:pt>
                <c:pt idx="5891">
                  <c:v>0.4</c:v>
                </c:pt>
                <c:pt idx="5892">
                  <c:v>0.4</c:v>
                </c:pt>
                <c:pt idx="5893">
                  <c:v>0.4</c:v>
                </c:pt>
                <c:pt idx="5894">
                  <c:v>0.4</c:v>
                </c:pt>
                <c:pt idx="5895">
                  <c:v>0.4</c:v>
                </c:pt>
                <c:pt idx="5896">
                  <c:v>0.4</c:v>
                </c:pt>
                <c:pt idx="5897">
                  <c:v>0.4</c:v>
                </c:pt>
                <c:pt idx="5898">
                  <c:v>0.4</c:v>
                </c:pt>
                <c:pt idx="5899">
                  <c:v>0.4</c:v>
                </c:pt>
                <c:pt idx="5900">
                  <c:v>0.4</c:v>
                </c:pt>
                <c:pt idx="5901">
                  <c:v>0.4</c:v>
                </c:pt>
                <c:pt idx="5902">
                  <c:v>0.4</c:v>
                </c:pt>
                <c:pt idx="5903">
                  <c:v>0.4</c:v>
                </c:pt>
                <c:pt idx="5904">
                  <c:v>0.4</c:v>
                </c:pt>
                <c:pt idx="5905">
                  <c:v>0.4</c:v>
                </c:pt>
                <c:pt idx="5906">
                  <c:v>0.4</c:v>
                </c:pt>
                <c:pt idx="5907">
                  <c:v>0.4</c:v>
                </c:pt>
                <c:pt idx="5908">
                  <c:v>0.4</c:v>
                </c:pt>
                <c:pt idx="5909">
                  <c:v>0.4</c:v>
                </c:pt>
                <c:pt idx="5910">
                  <c:v>0.4</c:v>
                </c:pt>
                <c:pt idx="5911">
                  <c:v>0.4</c:v>
                </c:pt>
                <c:pt idx="5912">
                  <c:v>0.4</c:v>
                </c:pt>
                <c:pt idx="5913">
                  <c:v>0.4</c:v>
                </c:pt>
                <c:pt idx="5914">
                  <c:v>0.4</c:v>
                </c:pt>
                <c:pt idx="5915">
                  <c:v>0.4</c:v>
                </c:pt>
                <c:pt idx="5916">
                  <c:v>0.4</c:v>
                </c:pt>
                <c:pt idx="5917">
                  <c:v>0.4</c:v>
                </c:pt>
                <c:pt idx="5918">
                  <c:v>0.4</c:v>
                </c:pt>
                <c:pt idx="5919">
                  <c:v>0.4</c:v>
                </c:pt>
                <c:pt idx="5920">
                  <c:v>0.4</c:v>
                </c:pt>
                <c:pt idx="5921">
                  <c:v>0.4</c:v>
                </c:pt>
                <c:pt idx="5922">
                  <c:v>0.4</c:v>
                </c:pt>
                <c:pt idx="5923">
                  <c:v>0.4</c:v>
                </c:pt>
                <c:pt idx="5924">
                  <c:v>0.4</c:v>
                </c:pt>
                <c:pt idx="5925">
                  <c:v>0.4</c:v>
                </c:pt>
                <c:pt idx="5926">
                  <c:v>0.4</c:v>
                </c:pt>
                <c:pt idx="5927">
                  <c:v>0.4</c:v>
                </c:pt>
                <c:pt idx="5928">
                  <c:v>0.4</c:v>
                </c:pt>
                <c:pt idx="5929">
                  <c:v>0.4</c:v>
                </c:pt>
                <c:pt idx="5930">
                  <c:v>0.4</c:v>
                </c:pt>
                <c:pt idx="5931">
                  <c:v>0.4</c:v>
                </c:pt>
                <c:pt idx="5932">
                  <c:v>0.4</c:v>
                </c:pt>
                <c:pt idx="5933">
                  <c:v>0.4</c:v>
                </c:pt>
                <c:pt idx="5934">
                  <c:v>0.4</c:v>
                </c:pt>
                <c:pt idx="5935">
                  <c:v>0.4</c:v>
                </c:pt>
                <c:pt idx="5936">
                  <c:v>0.4</c:v>
                </c:pt>
                <c:pt idx="5937">
                  <c:v>0.4</c:v>
                </c:pt>
                <c:pt idx="5938">
                  <c:v>0.4</c:v>
                </c:pt>
                <c:pt idx="5939">
                  <c:v>0.4</c:v>
                </c:pt>
                <c:pt idx="5940">
                  <c:v>0.4</c:v>
                </c:pt>
                <c:pt idx="5941">
                  <c:v>0.4</c:v>
                </c:pt>
                <c:pt idx="5942">
                  <c:v>0.4</c:v>
                </c:pt>
                <c:pt idx="5943">
                  <c:v>0.4</c:v>
                </c:pt>
                <c:pt idx="5944">
                  <c:v>0.4</c:v>
                </c:pt>
                <c:pt idx="5945">
                  <c:v>0.4</c:v>
                </c:pt>
                <c:pt idx="5946">
                  <c:v>0.4</c:v>
                </c:pt>
                <c:pt idx="5947">
                  <c:v>0.4</c:v>
                </c:pt>
                <c:pt idx="5948">
                  <c:v>0.4</c:v>
                </c:pt>
                <c:pt idx="5949">
                  <c:v>0.4</c:v>
                </c:pt>
                <c:pt idx="5950">
                  <c:v>0.4</c:v>
                </c:pt>
                <c:pt idx="5951">
                  <c:v>0.4</c:v>
                </c:pt>
                <c:pt idx="5952">
                  <c:v>0.4</c:v>
                </c:pt>
                <c:pt idx="5953">
                  <c:v>0.4</c:v>
                </c:pt>
                <c:pt idx="5954">
                  <c:v>0.4</c:v>
                </c:pt>
                <c:pt idx="5955">
                  <c:v>0.4</c:v>
                </c:pt>
                <c:pt idx="5956">
                  <c:v>0.4</c:v>
                </c:pt>
                <c:pt idx="5957">
                  <c:v>0.4</c:v>
                </c:pt>
                <c:pt idx="5958">
                  <c:v>0.4</c:v>
                </c:pt>
                <c:pt idx="5959">
                  <c:v>0.4</c:v>
                </c:pt>
                <c:pt idx="5960">
                  <c:v>0.4</c:v>
                </c:pt>
                <c:pt idx="5961">
                  <c:v>0.4</c:v>
                </c:pt>
                <c:pt idx="5962">
                  <c:v>0.4</c:v>
                </c:pt>
                <c:pt idx="5963">
                  <c:v>0.4</c:v>
                </c:pt>
                <c:pt idx="5964">
                  <c:v>0.4</c:v>
                </c:pt>
                <c:pt idx="5965">
                  <c:v>0.4</c:v>
                </c:pt>
                <c:pt idx="5966">
                  <c:v>0.4</c:v>
                </c:pt>
                <c:pt idx="5967">
                  <c:v>0.4</c:v>
                </c:pt>
                <c:pt idx="5968">
                  <c:v>0.4</c:v>
                </c:pt>
                <c:pt idx="5969">
                  <c:v>0.4</c:v>
                </c:pt>
                <c:pt idx="5970">
                  <c:v>0.4</c:v>
                </c:pt>
                <c:pt idx="5971">
                  <c:v>0.4</c:v>
                </c:pt>
                <c:pt idx="5972">
                  <c:v>0.4</c:v>
                </c:pt>
                <c:pt idx="5973">
                  <c:v>0.4</c:v>
                </c:pt>
                <c:pt idx="5974">
                  <c:v>0.4</c:v>
                </c:pt>
                <c:pt idx="5975">
                  <c:v>0.4</c:v>
                </c:pt>
                <c:pt idx="5976">
                  <c:v>0.4</c:v>
                </c:pt>
                <c:pt idx="5977">
                  <c:v>0.4</c:v>
                </c:pt>
                <c:pt idx="5978">
                  <c:v>0.4</c:v>
                </c:pt>
                <c:pt idx="5979">
                  <c:v>0.4</c:v>
                </c:pt>
                <c:pt idx="5980">
                  <c:v>0.4</c:v>
                </c:pt>
                <c:pt idx="5981">
                  <c:v>0.4</c:v>
                </c:pt>
                <c:pt idx="5982">
                  <c:v>0.4</c:v>
                </c:pt>
                <c:pt idx="5983">
                  <c:v>0.4</c:v>
                </c:pt>
                <c:pt idx="5984">
                  <c:v>0.4</c:v>
                </c:pt>
                <c:pt idx="5985">
                  <c:v>0.4</c:v>
                </c:pt>
                <c:pt idx="5986">
                  <c:v>0.4</c:v>
                </c:pt>
                <c:pt idx="5987">
                  <c:v>0.4</c:v>
                </c:pt>
                <c:pt idx="5988">
                  <c:v>0.4</c:v>
                </c:pt>
                <c:pt idx="5989">
                  <c:v>0.4</c:v>
                </c:pt>
                <c:pt idx="5990">
                  <c:v>0.4</c:v>
                </c:pt>
                <c:pt idx="5991">
                  <c:v>0.4</c:v>
                </c:pt>
                <c:pt idx="5992">
                  <c:v>0.4</c:v>
                </c:pt>
                <c:pt idx="5993">
                  <c:v>0.4</c:v>
                </c:pt>
                <c:pt idx="5994">
                  <c:v>0.4</c:v>
                </c:pt>
                <c:pt idx="5995">
                  <c:v>0.4</c:v>
                </c:pt>
                <c:pt idx="5996">
                  <c:v>0.4</c:v>
                </c:pt>
                <c:pt idx="5997">
                  <c:v>0.4</c:v>
                </c:pt>
                <c:pt idx="5998">
                  <c:v>0.4</c:v>
                </c:pt>
                <c:pt idx="5999">
                  <c:v>0.4</c:v>
                </c:pt>
                <c:pt idx="6000">
                  <c:v>0.4</c:v>
                </c:pt>
              </c:numCache>
            </c:numRef>
          </c:yVal>
          <c:smooth val="1"/>
        </c:ser>
        <c:ser>
          <c:idx val="5"/>
          <c:order val="1"/>
          <c:tx>
            <c:v>NWS, SH</c:v>
          </c:tx>
          <c:spPr>
            <a:ln w="28575">
              <a:solidFill>
                <a:srgbClr val="78A22F">
                  <a:alpha val="70000"/>
                </a:srgbClr>
              </a:solidFill>
              <a:prstDash val="solid"/>
            </a:ln>
          </c:spPr>
          <c:marker>
            <c:symbol val="none"/>
          </c:marker>
          <c:xVal>
            <c:numRef>
              <c:f>'Decomp of net income (Data)'!$A$2:$A$6002</c:f>
              <c:numCache>
                <c:formatCode>General</c:formatCode>
                <c:ptCount val="6001"/>
                <c:pt idx="0">
                  <c:v>0</c:v>
                </c:pt>
                <c:pt idx="1">
                  <c:v>26.07</c:v>
                </c:pt>
                <c:pt idx="2">
                  <c:v>52.14</c:v>
                </c:pt>
                <c:pt idx="3">
                  <c:v>78.209999999999994</c:v>
                </c:pt>
                <c:pt idx="4">
                  <c:v>104.29</c:v>
                </c:pt>
                <c:pt idx="5">
                  <c:v>130.36000000000001</c:v>
                </c:pt>
                <c:pt idx="6">
                  <c:v>156.43</c:v>
                </c:pt>
                <c:pt idx="7">
                  <c:v>182.5</c:v>
                </c:pt>
                <c:pt idx="8">
                  <c:v>208.57</c:v>
                </c:pt>
                <c:pt idx="9">
                  <c:v>234.64</c:v>
                </c:pt>
                <c:pt idx="10">
                  <c:v>260.70999999999998</c:v>
                </c:pt>
                <c:pt idx="11">
                  <c:v>286.79000000000002</c:v>
                </c:pt>
                <c:pt idx="12">
                  <c:v>312.86</c:v>
                </c:pt>
                <c:pt idx="13">
                  <c:v>338.93</c:v>
                </c:pt>
                <c:pt idx="14">
                  <c:v>365</c:v>
                </c:pt>
                <c:pt idx="15">
                  <c:v>391.07</c:v>
                </c:pt>
                <c:pt idx="16">
                  <c:v>417.14</c:v>
                </c:pt>
                <c:pt idx="17">
                  <c:v>443.21</c:v>
                </c:pt>
                <c:pt idx="18">
                  <c:v>469.29</c:v>
                </c:pt>
                <c:pt idx="19">
                  <c:v>495.36</c:v>
                </c:pt>
                <c:pt idx="20">
                  <c:v>521.42999999999995</c:v>
                </c:pt>
                <c:pt idx="21">
                  <c:v>547.5</c:v>
                </c:pt>
                <c:pt idx="22">
                  <c:v>573.57000000000005</c:v>
                </c:pt>
                <c:pt idx="23">
                  <c:v>599.64</c:v>
                </c:pt>
                <c:pt idx="24">
                  <c:v>625.71</c:v>
                </c:pt>
                <c:pt idx="25">
                  <c:v>651.79</c:v>
                </c:pt>
                <c:pt idx="26">
                  <c:v>677.86</c:v>
                </c:pt>
                <c:pt idx="27">
                  <c:v>703.93</c:v>
                </c:pt>
                <c:pt idx="28">
                  <c:v>730</c:v>
                </c:pt>
                <c:pt idx="29">
                  <c:v>756.07</c:v>
                </c:pt>
                <c:pt idx="30">
                  <c:v>782.14</c:v>
                </c:pt>
                <c:pt idx="31">
                  <c:v>808.21</c:v>
                </c:pt>
                <c:pt idx="32">
                  <c:v>834.29</c:v>
                </c:pt>
                <c:pt idx="33">
                  <c:v>860.36</c:v>
                </c:pt>
                <c:pt idx="34">
                  <c:v>886.43</c:v>
                </c:pt>
                <c:pt idx="35">
                  <c:v>912.5</c:v>
                </c:pt>
                <c:pt idx="36">
                  <c:v>938.57</c:v>
                </c:pt>
                <c:pt idx="37">
                  <c:v>964.64</c:v>
                </c:pt>
                <c:pt idx="38">
                  <c:v>990.71</c:v>
                </c:pt>
                <c:pt idx="39">
                  <c:v>1016.79</c:v>
                </c:pt>
                <c:pt idx="40">
                  <c:v>1042.8599999999999</c:v>
                </c:pt>
                <c:pt idx="41">
                  <c:v>1068.93</c:v>
                </c:pt>
                <c:pt idx="42">
                  <c:v>1095</c:v>
                </c:pt>
                <c:pt idx="43">
                  <c:v>1121.07</c:v>
                </c:pt>
                <c:pt idx="44">
                  <c:v>1147.1400000000001</c:v>
                </c:pt>
                <c:pt idx="45">
                  <c:v>1173.21</c:v>
                </c:pt>
                <c:pt idx="46">
                  <c:v>1199.29</c:v>
                </c:pt>
                <c:pt idx="47">
                  <c:v>1225.3599999999999</c:v>
                </c:pt>
                <c:pt idx="48">
                  <c:v>1251.43</c:v>
                </c:pt>
                <c:pt idx="49">
                  <c:v>1277.5</c:v>
                </c:pt>
                <c:pt idx="50">
                  <c:v>1303.57</c:v>
                </c:pt>
                <c:pt idx="51">
                  <c:v>1329.64</c:v>
                </c:pt>
                <c:pt idx="52">
                  <c:v>1355.71</c:v>
                </c:pt>
                <c:pt idx="53">
                  <c:v>1381.79</c:v>
                </c:pt>
                <c:pt idx="54">
                  <c:v>1407.86</c:v>
                </c:pt>
                <c:pt idx="55">
                  <c:v>1433.93</c:v>
                </c:pt>
                <c:pt idx="56">
                  <c:v>1460</c:v>
                </c:pt>
                <c:pt idx="57">
                  <c:v>1486.07</c:v>
                </c:pt>
                <c:pt idx="58">
                  <c:v>1512.14</c:v>
                </c:pt>
                <c:pt idx="59">
                  <c:v>1538.21</c:v>
                </c:pt>
                <c:pt idx="60">
                  <c:v>1564.29</c:v>
                </c:pt>
                <c:pt idx="61">
                  <c:v>1590.36</c:v>
                </c:pt>
                <c:pt idx="62">
                  <c:v>1616.43</c:v>
                </c:pt>
                <c:pt idx="63">
                  <c:v>1642.5</c:v>
                </c:pt>
                <c:pt idx="64">
                  <c:v>1668.57</c:v>
                </c:pt>
                <c:pt idx="65">
                  <c:v>1694.64</c:v>
                </c:pt>
                <c:pt idx="66">
                  <c:v>1720.71</c:v>
                </c:pt>
                <c:pt idx="67">
                  <c:v>1746.79</c:v>
                </c:pt>
                <c:pt idx="68">
                  <c:v>1772.86</c:v>
                </c:pt>
                <c:pt idx="69">
                  <c:v>1798.93</c:v>
                </c:pt>
                <c:pt idx="70">
                  <c:v>1825</c:v>
                </c:pt>
                <c:pt idx="71">
                  <c:v>1851.07</c:v>
                </c:pt>
                <c:pt idx="72">
                  <c:v>1877.14</c:v>
                </c:pt>
                <c:pt idx="73">
                  <c:v>1903.21</c:v>
                </c:pt>
                <c:pt idx="74">
                  <c:v>1929.29</c:v>
                </c:pt>
                <c:pt idx="75">
                  <c:v>1955.36</c:v>
                </c:pt>
                <c:pt idx="76">
                  <c:v>1981.43</c:v>
                </c:pt>
                <c:pt idx="77">
                  <c:v>2007.5</c:v>
                </c:pt>
                <c:pt idx="78">
                  <c:v>2033.57</c:v>
                </c:pt>
                <c:pt idx="79">
                  <c:v>2059.64</c:v>
                </c:pt>
                <c:pt idx="80">
                  <c:v>2085.71</c:v>
                </c:pt>
                <c:pt idx="81">
                  <c:v>2111.79</c:v>
                </c:pt>
                <c:pt idx="82">
                  <c:v>2137.86</c:v>
                </c:pt>
                <c:pt idx="83">
                  <c:v>2163.9299999999998</c:v>
                </c:pt>
                <c:pt idx="84">
                  <c:v>2190</c:v>
                </c:pt>
                <c:pt idx="85">
                  <c:v>2216.0700000000002</c:v>
                </c:pt>
                <c:pt idx="86">
                  <c:v>2242.14</c:v>
                </c:pt>
                <c:pt idx="87">
                  <c:v>2268.21</c:v>
                </c:pt>
                <c:pt idx="88">
                  <c:v>2294.29</c:v>
                </c:pt>
                <c:pt idx="89">
                  <c:v>2320.36</c:v>
                </c:pt>
                <c:pt idx="90">
                  <c:v>2346.4299999999998</c:v>
                </c:pt>
                <c:pt idx="91">
                  <c:v>2372.5</c:v>
                </c:pt>
                <c:pt idx="92">
                  <c:v>2398.5700000000002</c:v>
                </c:pt>
                <c:pt idx="93">
                  <c:v>2424.64</c:v>
                </c:pt>
                <c:pt idx="94">
                  <c:v>2450.71</c:v>
                </c:pt>
                <c:pt idx="95">
                  <c:v>2476.79</c:v>
                </c:pt>
                <c:pt idx="96">
                  <c:v>2502.86</c:v>
                </c:pt>
                <c:pt idx="97">
                  <c:v>2528.9299999999998</c:v>
                </c:pt>
                <c:pt idx="98">
                  <c:v>2555</c:v>
                </c:pt>
                <c:pt idx="99">
                  <c:v>2581.0700000000002</c:v>
                </c:pt>
                <c:pt idx="100">
                  <c:v>2607.14</c:v>
                </c:pt>
                <c:pt idx="101">
                  <c:v>2633.21</c:v>
                </c:pt>
                <c:pt idx="102">
                  <c:v>2659.29</c:v>
                </c:pt>
                <c:pt idx="103">
                  <c:v>2685.36</c:v>
                </c:pt>
                <c:pt idx="104">
                  <c:v>2711.43</c:v>
                </c:pt>
                <c:pt idx="105">
                  <c:v>2737.5</c:v>
                </c:pt>
                <c:pt idx="106">
                  <c:v>2763.57</c:v>
                </c:pt>
                <c:pt idx="107">
                  <c:v>2789.64</c:v>
                </c:pt>
                <c:pt idx="108">
                  <c:v>2815.71</c:v>
                </c:pt>
                <c:pt idx="109">
                  <c:v>2841.79</c:v>
                </c:pt>
                <c:pt idx="110">
                  <c:v>2867.86</c:v>
                </c:pt>
                <c:pt idx="111">
                  <c:v>2893.93</c:v>
                </c:pt>
                <c:pt idx="112">
                  <c:v>2920</c:v>
                </c:pt>
                <c:pt idx="113">
                  <c:v>2946.07</c:v>
                </c:pt>
                <c:pt idx="114">
                  <c:v>2972.14</c:v>
                </c:pt>
                <c:pt idx="115">
                  <c:v>2998.21</c:v>
                </c:pt>
                <c:pt idx="116">
                  <c:v>3024.29</c:v>
                </c:pt>
                <c:pt idx="117">
                  <c:v>3050.36</c:v>
                </c:pt>
                <c:pt idx="118">
                  <c:v>3076.43</c:v>
                </c:pt>
                <c:pt idx="119">
                  <c:v>3102.5</c:v>
                </c:pt>
                <c:pt idx="120">
                  <c:v>3128.57</c:v>
                </c:pt>
                <c:pt idx="121">
                  <c:v>3154.64</c:v>
                </c:pt>
                <c:pt idx="122">
                  <c:v>3180.71</c:v>
                </c:pt>
                <c:pt idx="123">
                  <c:v>3206.79</c:v>
                </c:pt>
                <c:pt idx="124">
                  <c:v>3232.86</c:v>
                </c:pt>
                <c:pt idx="125">
                  <c:v>3258.93</c:v>
                </c:pt>
                <c:pt idx="126">
                  <c:v>3285</c:v>
                </c:pt>
                <c:pt idx="127">
                  <c:v>3311.07</c:v>
                </c:pt>
                <c:pt idx="128">
                  <c:v>3337.14</c:v>
                </c:pt>
                <c:pt idx="129">
                  <c:v>3363.21</c:v>
                </c:pt>
                <c:pt idx="130">
                  <c:v>3389.29</c:v>
                </c:pt>
                <c:pt idx="131">
                  <c:v>3415.36</c:v>
                </c:pt>
                <c:pt idx="132">
                  <c:v>3441.43</c:v>
                </c:pt>
                <c:pt idx="133">
                  <c:v>3467.5</c:v>
                </c:pt>
                <c:pt idx="134">
                  <c:v>3493.57</c:v>
                </c:pt>
                <c:pt idx="135">
                  <c:v>3519.64</c:v>
                </c:pt>
                <c:pt idx="136">
                  <c:v>3545.71</c:v>
                </c:pt>
                <c:pt idx="137">
                  <c:v>3571.79</c:v>
                </c:pt>
                <c:pt idx="138">
                  <c:v>3597.86</c:v>
                </c:pt>
                <c:pt idx="139">
                  <c:v>3623.93</c:v>
                </c:pt>
                <c:pt idx="140">
                  <c:v>3650</c:v>
                </c:pt>
                <c:pt idx="141">
                  <c:v>3676.07</c:v>
                </c:pt>
                <c:pt idx="142">
                  <c:v>3702.14</c:v>
                </c:pt>
                <c:pt idx="143">
                  <c:v>3728.21</c:v>
                </c:pt>
                <c:pt idx="144">
                  <c:v>3754.29</c:v>
                </c:pt>
                <c:pt idx="145">
                  <c:v>3780.36</c:v>
                </c:pt>
                <c:pt idx="146">
                  <c:v>3806.43</c:v>
                </c:pt>
                <c:pt idx="147">
                  <c:v>3832.5</c:v>
                </c:pt>
                <c:pt idx="148">
                  <c:v>3858.57</c:v>
                </c:pt>
                <c:pt idx="149">
                  <c:v>3884.64</c:v>
                </c:pt>
                <c:pt idx="150">
                  <c:v>3910.71</c:v>
                </c:pt>
                <c:pt idx="151">
                  <c:v>3936.79</c:v>
                </c:pt>
                <c:pt idx="152">
                  <c:v>3962.86</c:v>
                </c:pt>
                <c:pt idx="153">
                  <c:v>3988.93</c:v>
                </c:pt>
                <c:pt idx="154">
                  <c:v>4015</c:v>
                </c:pt>
                <c:pt idx="155">
                  <c:v>4041.07</c:v>
                </c:pt>
                <c:pt idx="156">
                  <c:v>4067.14</c:v>
                </c:pt>
                <c:pt idx="157">
                  <c:v>4093.21</c:v>
                </c:pt>
                <c:pt idx="158">
                  <c:v>4119.29</c:v>
                </c:pt>
                <c:pt idx="159">
                  <c:v>4145.3599999999997</c:v>
                </c:pt>
                <c:pt idx="160">
                  <c:v>4171.43</c:v>
                </c:pt>
                <c:pt idx="161">
                  <c:v>4197.5</c:v>
                </c:pt>
                <c:pt idx="162">
                  <c:v>4223.57</c:v>
                </c:pt>
                <c:pt idx="163">
                  <c:v>4249.6400000000003</c:v>
                </c:pt>
                <c:pt idx="164">
                  <c:v>4275.71</c:v>
                </c:pt>
                <c:pt idx="165">
                  <c:v>4301.79</c:v>
                </c:pt>
                <c:pt idx="166">
                  <c:v>4327.8599999999997</c:v>
                </c:pt>
                <c:pt idx="167">
                  <c:v>4353.93</c:v>
                </c:pt>
                <c:pt idx="168">
                  <c:v>4380</c:v>
                </c:pt>
                <c:pt idx="169">
                  <c:v>4406.07</c:v>
                </c:pt>
                <c:pt idx="170">
                  <c:v>4432.1400000000003</c:v>
                </c:pt>
                <c:pt idx="171">
                  <c:v>4458.21</c:v>
                </c:pt>
                <c:pt idx="172">
                  <c:v>4484.29</c:v>
                </c:pt>
                <c:pt idx="173">
                  <c:v>4510.3599999999997</c:v>
                </c:pt>
                <c:pt idx="174">
                  <c:v>4536.43</c:v>
                </c:pt>
                <c:pt idx="175">
                  <c:v>4562.5</c:v>
                </c:pt>
                <c:pt idx="176">
                  <c:v>4588.57</c:v>
                </c:pt>
                <c:pt idx="177">
                  <c:v>4614.6400000000003</c:v>
                </c:pt>
                <c:pt idx="178">
                  <c:v>4640.71</c:v>
                </c:pt>
                <c:pt idx="179">
                  <c:v>4666.79</c:v>
                </c:pt>
                <c:pt idx="180">
                  <c:v>4692.8599999999997</c:v>
                </c:pt>
                <c:pt idx="181">
                  <c:v>4718.93</c:v>
                </c:pt>
                <c:pt idx="182">
                  <c:v>4745</c:v>
                </c:pt>
                <c:pt idx="183">
                  <c:v>4771.07</c:v>
                </c:pt>
                <c:pt idx="184">
                  <c:v>4797.1400000000003</c:v>
                </c:pt>
                <c:pt idx="185">
                  <c:v>4823.21</c:v>
                </c:pt>
                <c:pt idx="186">
                  <c:v>4849.29</c:v>
                </c:pt>
                <c:pt idx="187">
                  <c:v>4875.3599999999997</c:v>
                </c:pt>
                <c:pt idx="188">
                  <c:v>4901.43</c:v>
                </c:pt>
                <c:pt idx="189">
                  <c:v>4927.5</c:v>
                </c:pt>
                <c:pt idx="190">
                  <c:v>4953.57</c:v>
                </c:pt>
                <c:pt idx="191">
                  <c:v>4979.6400000000003</c:v>
                </c:pt>
                <c:pt idx="192">
                  <c:v>5005.71</c:v>
                </c:pt>
                <c:pt idx="193">
                  <c:v>5031.79</c:v>
                </c:pt>
                <c:pt idx="194">
                  <c:v>5057.8599999999997</c:v>
                </c:pt>
                <c:pt idx="195">
                  <c:v>5083.93</c:v>
                </c:pt>
                <c:pt idx="196">
                  <c:v>5110</c:v>
                </c:pt>
                <c:pt idx="197">
                  <c:v>5136.07</c:v>
                </c:pt>
                <c:pt idx="198">
                  <c:v>5162.1400000000003</c:v>
                </c:pt>
                <c:pt idx="199">
                  <c:v>5188.21</c:v>
                </c:pt>
                <c:pt idx="200">
                  <c:v>5214.29</c:v>
                </c:pt>
                <c:pt idx="201">
                  <c:v>5240.3599999999997</c:v>
                </c:pt>
                <c:pt idx="202">
                  <c:v>5266.43</c:v>
                </c:pt>
                <c:pt idx="203">
                  <c:v>5292.5</c:v>
                </c:pt>
                <c:pt idx="204">
                  <c:v>5318.57</c:v>
                </c:pt>
                <c:pt idx="205">
                  <c:v>5344.64</c:v>
                </c:pt>
                <c:pt idx="206">
                  <c:v>5370.71</c:v>
                </c:pt>
                <c:pt idx="207">
                  <c:v>5396.79</c:v>
                </c:pt>
                <c:pt idx="208">
                  <c:v>5422.86</c:v>
                </c:pt>
                <c:pt idx="209">
                  <c:v>5448.93</c:v>
                </c:pt>
                <c:pt idx="210">
                  <c:v>5475</c:v>
                </c:pt>
                <c:pt idx="211">
                  <c:v>5501.07</c:v>
                </c:pt>
                <c:pt idx="212">
                  <c:v>5527.14</c:v>
                </c:pt>
                <c:pt idx="213">
                  <c:v>5553.21</c:v>
                </c:pt>
                <c:pt idx="214">
                  <c:v>5579.29</c:v>
                </c:pt>
                <c:pt idx="215">
                  <c:v>5605.36</c:v>
                </c:pt>
                <c:pt idx="216">
                  <c:v>5631.43</c:v>
                </c:pt>
                <c:pt idx="217">
                  <c:v>5657.5</c:v>
                </c:pt>
                <c:pt idx="218">
                  <c:v>5683.57</c:v>
                </c:pt>
                <c:pt idx="219">
                  <c:v>5709.64</c:v>
                </c:pt>
                <c:pt idx="220">
                  <c:v>5735.71</c:v>
                </c:pt>
                <c:pt idx="221">
                  <c:v>5761.79</c:v>
                </c:pt>
                <c:pt idx="222">
                  <c:v>5787.86</c:v>
                </c:pt>
                <c:pt idx="223">
                  <c:v>5813.93</c:v>
                </c:pt>
                <c:pt idx="224">
                  <c:v>5840</c:v>
                </c:pt>
                <c:pt idx="225">
                  <c:v>5866.07</c:v>
                </c:pt>
                <c:pt idx="226">
                  <c:v>5892.14</c:v>
                </c:pt>
                <c:pt idx="227">
                  <c:v>5918.21</c:v>
                </c:pt>
                <c:pt idx="228">
                  <c:v>5944.29</c:v>
                </c:pt>
                <c:pt idx="229">
                  <c:v>5970.36</c:v>
                </c:pt>
                <c:pt idx="230">
                  <c:v>5996.43</c:v>
                </c:pt>
                <c:pt idx="231">
                  <c:v>6022.5</c:v>
                </c:pt>
                <c:pt idx="232">
                  <c:v>6048.57</c:v>
                </c:pt>
                <c:pt idx="233">
                  <c:v>6074.64</c:v>
                </c:pt>
                <c:pt idx="234">
                  <c:v>6100.71</c:v>
                </c:pt>
                <c:pt idx="235">
                  <c:v>6126.79</c:v>
                </c:pt>
                <c:pt idx="236">
                  <c:v>6152.86</c:v>
                </c:pt>
                <c:pt idx="237">
                  <c:v>6178.93</c:v>
                </c:pt>
                <c:pt idx="238">
                  <c:v>6205</c:v>
                </c:pt>
                <c:pt idx="239">
                  <c:v>6231.07</c:v>
                </c:pt>
                <c:pt idx="240">
                  <c:v>6257.14</c:v>
                </c:pt>
                <c:pt idx="241">
                  <c:v>6283.21</c:v>
                </c:pt>
                <c:pt idx="242">
                  <c:v>6309.29</c:v>
                </c:pt>
                <c:pt idx="243">
                  <c:v>6335.36</c:v>
                </c:pt>
                <c:pt idx="244">
                  <c:v>6361.43</c:v>
                </c:pt>
                <c:pt idx="245">
                  <c:v>6387.5</c:v>
                </c:pt>
                <c:pt idx="246">
                  <c:v>6413.57</c:v>
                </c:pt>
                <c:pt idx="247">
                  <c:v>6439.64</c:v>
                </c:pt>
                <c:pt idx="248">
                  <c:v>6465.71</c:v>
                </c:pt>
                <c:pt idx="249">
                  <c:v>6491.79</c:v>
                </c:pt>
                <c:pt idx="250">
                  <c:v>6517.86</c:v>
                </c:pt>
                <c:pt idx="251">
                  <c:v>6543.93</c:v>
                </c:pt>
                <c:pt idx="252">
                  <c:v>6570</c:v>
                </c:pt>
                <c:pt idx="253">
                  <c:v>6596.07</c:v>
                </c:pt>
                <c:pt idx="254">
                  <c:v>6622.14</c:v>
                </c:pt>
                <c:pt idx="255">
                  <c:v>6648.21</c:v>
                </c:pt>
                <c:pt idx="256">
                  <c:v>6674.29</c:v>
                </c:pt>
                <c:pt idx="257">
                  <c:v>6700.36</c:v>
                </c:pt>
                <c:pt idx="258">
                  <c:v>6726.43</c:v>
                </c:pt>
                <c:pt idx="259">
                  <c:v>6752.5</c:v>
                </c:pt>
                <c:pt idx="260">
                  <c:v>6778.57</c:v>
                </c:pt>
                <c:pt idx="261">
                  <c:v>6804.64</c:v>
                </c:pt>
                <c:pt idx="262">
                  <c:v>6830.71</c:v>
                </c:pt>
                <c:pt idx="263">
                  <c:v>6856.79</c:v>
                </c:pt>
                <c:pt idx="264">
                  <c:v>6882.86</c:v>
                </c:pt>
                <c:pt idx="265">
                  <c:v>6908.93</c:v>
                </c:pt>
                <c:pt idx="266">
                  <c:v>6935</c:v>
                </c:pt>
                <c:pt idx="267">
                  <c:v>6961.07</c:v>
                </c:pt>
                <c:pt idx="268">
                  <c:v>6987.14</c:v>
                </c:pt>
                <c:pt idx="269">
                  <c:v>7013.21</c:v>
                </c:pt>
                <c:pt idx="270">
                  <c:v>7039.29</c:v>
                </c:pt>
                <c:pt idx="271">
                  <c:v>7065.36</c:v>
                </c:pt>
                <c:pt idx="272">
                  <c:v>7091.43</c:v>
                </c:pt>
                <c:pt idx="273">
                  <c:v>7117.5</c:v>
                </c:pt>
                <c:pt idx="274">
                  <c:v>7143.57</c:v>
                </c:pt>
                <c:pt idx="275">
                  <c:v>7169.64</c:v>
                </c:pt>
                <c:pt idx="276">
                  <c:v>7195.71</c:v>
                </c:pt>
                <c:pt idx="277">
                  <c:v>7221.79</c:v>
                </c:pt>
                <c:pt idx="278">
                  <c:v>7247.86</c:v>
                </c:pt>
                <c:pt idx="279">
                  <c:v>7273.93</c:v>
                </c:pt>
                <c:pt idx="280">
                  <c:v>7300</c:v>
                </c:pt>
                <c:pt idx="281">
                  <c:v>7326.07</c:v>
                </c:pt>
                <c:pt idx="282">
                  <c:v>7352.14</c:v>
                </c:pt>
                <c:pt idx="283">
                  <c:v>7378.21</c:v>
                </c:pt>
                <c:pt idx="284">
                  <c:v>7404.29</c:v>
                </c:pt>
                <c:pt idx="285">
                  <c:v>7430.36</c:v>
                </c:pt>
                <c:pt idx="286">
                  <c:v>7456.43</c:v>
                </c:pt>
                <c:pt idx="287">
                  <c:v>7482.5</c:v>
                </c:pt>
                <c:pt idx="288">
                  <c:v>7508.57</c:v>
                </c:pt>
                <c:pt idx="289">
                  <c:v>7534.64</c:v>
                </c:pt>
                <c:pt idx="290">
                  <c:v>7560.71</c:v>
                </c:pt>
                <c:pt idx="291">
                  <c:v>7586.79</c:v>
                </c:pt>
                <c:pt idx="292">
                  <c:v>7612.86</c:v>
                </c:pt>
                <c:pt idx="293">
                  <c:v>7638.93</c:v>
                </c:pt>
                <c:pt idx="294">
                  <c:v>7665</c:v>
                </c:pt>
                <c:pt idx="295">
                  <c:v>7691.07</c:v>
                </c:pt>
                <c:pt idx="296">
                  <c:v>7717.14</c:v>
                </c:pt>
                <c:pt idx="297">
                  <c:v>7743.21</c:v>
                </c:pt>
                <c:pt idx="298">
                  <c:v>7769.29</c:v>
                </c:pt>
                <c:pt idx="299">
                  <c:v>7795.36</c:v>
                </c:pt>
                <c:pt idx="300">
                  <c:v>7821.43</c:v>
                </c:pt>
                <c:pt idx="301">
                  <c:v>7847.5</c:v>
                </c:pt>
                <c:pt idx="302">
                  <c:v>7873.57</c:v>
                </c:pt>
                <c:pt idx="303">
                  <c:v>7899.64</c:v>
                </c:pt>
                <c:pt idx="304">
                  <c:v>7925.71</c:v>
                </c:pt>
                <c:pt idx="305">
                  <c:v>7951.79</c:v>
                </c:pt>
                <c:pt idx="306">
                  <c:v>7977.86</c:v>
                </c:pt>
                <c:pt idx="307">
                  <c:v>8003.93</c:v>
                </c:pt>
                <c:pt idx="308">
                  <c:v>8030</c:v>
                </c:pt>
                <c:pt idx="309">
                  <c:v>8056.07</c:v>
                </c:pt>
                <c:pt idx="310">
                  <c:v>8082.14</c:v>
                </c:pt>
                <c:pt idx="311">
                  <c:v>8108.21</c:v>
                </c:pt>
                <c:pt idx="312">
                  <c:v>8134.29</c:v>
                </c:pt>
                <c:pt idx="313">
                  <c:v>8160.36</c:v>
                </c:pt>
                <c:pt idx="314">
                  <c:v>8186.43</c:v>
                </c:pt>
                <c:pt idx="315">
                  <c:v>8212.5</c:v>
                </c:pt>
                <c:pt idx="316">
                  <c:v>8238.57</c:v>
                </c:pt>
                <c:pt idx="317">
                  <c:v>8264.64</c:v>
                </c:pt>
                <c:pt idx="318">
                  <c:v>8290.7099999999991</c:v>
                </c:pt>
                <c:pt idx="319">
                  <c:v>8316.7900000000009</c:v>
                </c:pt>
                <c:pt idx="320">
                  <c:v>8342.86</c:v>
                </c:pt>
                <c:pt idx="321">
                  <c:v>8368.93</c:v>
                </c:pt>
                <c:pt idx="322">
                  <c:v>8395</c:v>
                </c:pt>
                <c:pt idx="323">
                  <c:v>8421.07</c:v>
                </c:pt>
                <c:pt idx="324">
                  <c:v>8447.14</c:v>
                </c:pt>
                <c:pt idx="325">
                  <c:v>8473.2099999999991</c:v>
                </c:pt>
                <c:pt idx="326">
                  <c:v>8499.2900000000009</c:v>
                </c:pt>
                <c:pt idx="327">
                  <c:v>8525.36</c:v>
                </c:pt>
                <c:pt idx="328">
                  <c:v>8551.43</c:v>
                </c:pt>
                <c:pt idx="329">
                  <c:v>8577.5</c:v>
                </c:pt>
                <c:pt idx="330">
                  <c:v>8603.57</c:v>
                </c:pt>
                <c:pt idx="331">
                  <c:v>8629.64</c:v>
                </c:pt>
                <c:pt idx="332">
                  <c:v>8655.7099999999991</c:v>
                </c:pt>
                <c:pt idx="333">
                  <c:v>8681.7900000000009</c:v>
                </c:pt>
                <c:pt idx="334">
                  <c:v>8707.86</c:v>
                </c:pt>
                <c:pt idx="335">
                  <c:v>8733.93</c:v>
                </c:pt>
                <c:pt idx="336">
                  <c:v>8760</c:v>
                </c:pt>
                <c:pt idx="337">
                  <c:v>8786.07</c:v>
                </c:pt>
                <c:pt idx="338">
                  <c:v>8812.14</c:v>
                </c:pt>
                <c:pt idx="339">
                  <c:v>8838.2099999999991</c:v>
                </c:pt>
                <c:pt idx="340">
                  <c:v>8864.2900000000009</c:v>
                </c:pt>
                <c:pt idx="341">
                  <c:v>8890.36</c:v>
                </c:pt>
                <c:pt idx="342">
                  <c:v>8916.43</c:v>
                </c:pt>
                <c:pt idx="343">
                  <c:v>8942.5</c:v>
                </c:pt>
                <c:pt idx="344">
                  <c:v>8968.57</c:v>
                </c:pt>
                <c:pt idx="345">
                  <c:v>8994.64</c:v>
                </c:pt>
                <c:pt idx="346">
                  <c:v>9020.7099999999991</c:v>
                </c:pt>
                <c:pt idx="347">
                  <c:v>9046.7900000000009</c:v>
                </c:pt>
                <c:pt idx="348">
                  <c:v>9072.86</c:v>
                </c:pt>
                <c:pt idx="349">
                  <c:v>9098.93</c:v>
                </c:pt>
                <c:pt idx="350">
                  <c:v>9125</c:v>
                </c:pt>
                <c:pt idx="351">
                  <c:v>9151.07</c:v>
                </c:pt>
                <c:pt idx="352">
                  <c:v>9177.14</c:v>
                </c:pt>
                <c:pt idx="353">
                  <c:v>9203.2099999999991</c:v>
                </c:pt>
                <c:pt idx="354">
                  <c:v>9229.2900000000009</c:v>
                </c:pt>
                <c:pt idx="355">
                  <c:v>9255.36</c:v>
                </c:pt>
                <c:pt idx="356">
                  <c:v>9281.43</c:v>
                </c:pt>
                <c:pt idx="357">
                  <c:v>9307.5</c:v>
                </c:pt>
                <c:pt idx="358">
                  <c:v>9333.57</c:v>
                </c:pt>
                <c:pt idx="359">
                  <c:v>9359.64</c:v>
                </c:pt>
                <c:pt idx="360">
                  <c:v>9385.7099999999991</c:v>
                </c:pt>
                <c:pt idx="361">
                  <c:v>9411.7900000000009</c:v>
                </c:pt>
                <c:pt idx="362">
                  <c:v>9437.86</c:v>
                </c:pt>
                <c:pt idx="363">
                  <c:v>9463.93</c:v>
                </c:pt>
                <c:pt idx="364">
                  <c:v>9490</c:v>
                </c:pt>
                <c:pt idx="365">
                  <c:v>9516.07</c:v>
                </c:pt>
                <c:pt idx="366">
                  <c:v>9542.14</c:v>
                </c:pt>
                <c:pt idx="367">
                  <c:v>9568.2099999999991</c:v>
                </c:pt>
                <c:pt idx="368">
                  <c:v>9594.2900000000009</c:v>
                </c:pt>
                <c:pt idx="369">
                  <c:v>9620.36</c:v>
                </c:pt>
                <c:pt idx="370">
                  <c:v>9646.43</c:v>
                </c:pt>
                <c:pt idx="371">
                  <c:v>9672.5</c:v>
                </c:pt>
                <c:pt idx="372">
                  <c:v>9698.57</c:v>
                </c:pt>
                <c:pt idx="373">
                  <c:v>9724.64</c:v>
                </c:pt>
                <c:pt idx="374">
                  <c:v>9750.7099999999991</c:v>
                </c:pt>
                <c:pt idx="375">
                  <c:v>9776.7900000000009</c:v>
                </c:pt>
                <c:pt idx="376">
                  <c:v>9802.86</c:v>
                </c:pt>
                <c:pt idx="377">
                  <c:v>9828.93</c:v>
                </c:pt>
                <c:pt idx="378">
                  <c:v>9855</c:v>
                </c:pt>
                <c:pt idx="379">
                  <c:v>9881.07</c:v>
                </c:pt>
                <c:pt idx="380">
                  <c:v>9907.14</c:v>
                </c:pt>
                <c:pt idx="381">
                  <c:v>9933.2099999999991</c:v>
                </c:pt>
                <c:pt idx="382">
                  <c:v>9959.2900000000009</c:v>
                </c:pt>
                <c:pt idx="383">
                  <c:v>9985.36</c:v>
                </c:pt>
                <c:pt idx="384">
                  <c:v>10011.43</c:v>
                </c:pt>
                <c:pt idx="385">
                  <c:v>10037.5</c:v>
                </c:pt>
                <c:pt idx="386">
                  <c:v>10063.57</c:v>
                </c:pt>
                <c:pt idx="387">
                  <c:v>10089.64</c:v>
                </c:pt>
                <c:pt idx="388">
                  <c:v>10115.709999999999</c:v>
                </c:pt>
                <c:pt idx="389">
                  <c:v>10141.790000000001</c:v>
                </c:pt>
                <c:pt idx="390">
                  <c:v>10167.86</c:v>
                </c:pt>
                <c:pt idx="391">
                  <c:v>10193.93</c:v>
                </c:pt>
                <c:pt idx="392">
                  <c:v>10220</c:v>
                </c:pt>
                <c:pt idx="393">
                  <c:v>10246.07</c:v>
                </c:pt>
                <c:pt idx="394">
                  <c:v>10272.14</c:v>
                </c:pt>
                <c:pt idx="395">
                  <c:v>10298.209999999999</c:v>
                </c:pt>
                <c:pt idx="396">
                  <c:v>10324.290000000001</c:v>
                </c:pt>
                <c:pt idx="397">
                  <c:v>10350.36</c:v>
                </c:pt>
                <c:pt idx="398">
                  <c:v>10376.43</c:v>
                </c:pt>
                <c:pt idx="399">
                  <c:v>10402.5</c:v>
                </c:pt>
                <c:pt idx="400">
                  <c:v>10428.57</c:v>
                </c:pt>
                <c:pt idx="401">
                  <c:v>10454.64</c:v>
                </c:pt>
                <c:pt idx="402">
                  <c:v>10480.709999999999</c:v>
                </c:pt>
                <c:pt idx="403">
                  <c:v>10506.79</c:v>
                </c:pt>
                <c:pt idx="404">
                  <c:v>10532.86</c:v>
                </c:pt>
                <c:pt idx="405">
                  <c:v>10558.93</c:v>
                </c:pt>
                <c:pt idx="406">
                  <c:v>10585</c:v>
                </c:pt>
                <c:pt idx="407">
                  <c:v>10611.07</c:v>
                </c:pt>
                <c:pt idx="408">
                  <c:v>10637.14</c:v>
                </c:pt>
                <c:pt idx="409">
                  <c:v>10663.21</c:v>
                </c:pt>
                <c:pt idx="410">
                  <c:v>10689.29</c:v>
                </c:pt>
                <c:pt idx="411">
                  <c:v>10715.36</c:v>
                </c:pt>
                <c:pt idx="412">
                  <c:v>10741.43</c:v>
                </c:pt>
                <c:pt idx="413">
                  <c:v>10767.5</c:v>
                </c:pt>
                <c:pt idx="414">
                  <c:v>10793.57</c:v>
                </c:pt>
                <c:pt idx="415">
                  <c:v>10819.64</c:v>
                </c:pt>
                <c:pt idx="416">
                  <c:v>10845.71</c:v>
                </c:pt>
                <c:pt idx="417">
                  <c:v>10871.79</c:v>
                </c:pt>
                <c:pt idx="418">
                  <c:v>10897.86</c:v>
                </c:pt>
                <c:pt idx="419">
                  <c:v>10923.93</c:v>
                </c:pt>
                <c:pt idx="420">
                  <c:v>10950</c:v>
                </c:pt>
                <c:pt idx="421">
                  <c:v>10976.07</c:v>
                </c:pt>
                <c:pt idx="422">
                  <c:v>11002.14</c:v>
                </c:pt>
                <c:pt idx="423">
                  <c:v>11028.21</c:v>
                </c:pt>
                <c:pt idx="424">
                  <c:v>11054.29</c:v>
                </c:pt>
                <c:pt idx="425">
                  <c:v>11080.36</c:v>
                </c:pt>
                <c:pt idx="426">
                  <c:v>11106.43</c:v>
                </c:pt>
                <c:pt idx="427">
                  <c:v>11132.5</c:v>
                </c:pt>
                <c:pt idx="428">
                  <c:v>11158.57</c:v>
                </c:pt>
                <c:pt idx="429">
                  <c:v>11184.64</c:v>
                </c:pt>
                <c:pt idx="430">
                  <c:v>11210.71</c:v>
                </c:pt>
                <c:pt idx="431">
                  <c:v>11236.79</c:v>
                </c:pt>
                <c:pt idx="432">
                  <c:v>11262.86</c:v>
                </c:pt>
                <c:pt idx="433">
                  <c:v>11288.93</c:v>
                </c:pt>
                <c:pt idx="434">
                  <c:v>11315</c:v>
                </c:pt>
                <c:pt idx="435">
                  <c:v>11341.07</c:v>
                </c:pt>
                <c:pt idx="436">
                  <c:v>11367.14</c:v>
                </c:pt>
                <c:pt idx="437">
                  <c:v>11393.21</c:v>
                </c:pt>
                <c:pt idx="438">
                  <c:v>11419.29</c:v>
                </c:pt>
                <c:pt idx="439">
                  <c:v>11445.36</c:v>
                </c:pt>
                <c:pt idx="440">
                  <c:v>11471.43</c:v>
                </c:pt>
                <c:pt idx="441">
                  <c:v>11497.5</c:v>
                </c:pt>
                <c:pt idx="442">
                  <c:v>11523.57</c:v>
                </c:pt>
                <c:pt idx="443">
                  <c:v>11549.64</c:v>
                </c:pt>
                <c:pt idx="444">
                  <c:v>11575.71</c:v>
                </c:pt>
                <c:pt idx="445">
                  <c:v>11601.79</c:v>
                </c:pt>
                <c:pt idx="446">
                  <c:v>11627.86</c:v>
                </c:pt>
                <c:pt idx="447">
                  <c:v>11653.93</c:v>
                </c:pt>
                <c:pt idx="448">
                  <c:v>11680</c:v>
                </c:pt>
                <c:pt idx="449">
                  <c:v>11706.07</c:v>
                </c:pt>
                <c:pt idx="450">
                  <c:v>11732.14</c:v>
                </c:pt>
                <c:pt idx="451">
                  <c:v>11758.21</c:v>
                </c:pt>
                <c:pt idx="452">
                  <c:v>11784.29</c:v>
                </c:pt>
                <c:pt idx="453">
                  <c:v>11810.36</c:v>
                </c:pt>
                <c:pt idx="454">
                  <c:v>11836.43</c:v>
                </c:pt>
                <c:pt idx="455">
                  <c:v>11862.5</c:v>
                </c:pt>
                <c:pt idx="456">
                  <c:v>11888.57</c:v>
                </c:pt>
                <c:pt idx="457">
                  <c:v>11914.64</c:v>
                </c:pt>
                <c:pt idx="458">
                  <c:v>11940.71</c:v>
                </c:pt>
                <c:pt idx="459">
                  <c:v>11966.79</c:v>
                </c:pt>
                <c:pt idx="460">
                  <c:v>11992.86</c:v>
                </c:pt>
                <c:pt idx="461">
                  <c:v>12018.93</c:v>
                </c:pt>
                <c:pt idx="462">
                  <c:v>12045</c:v>
                </c:pt>
                <c:pt idx="463">
                  <c:v>12071.07</c:v>
                </c:pt>
                <c:pt idx="464">
                  <c:v>12097.14</c:v>
                </c:pt>
                <c:pt idx="465">
                  <c:v>12123.21</c:v>
                </c:pt>
                <c:pt idx="466">
                  <c:v>12149.29</c:v>
                </c:pt>
                <c:pt idx="467">
                  <c:v>12175.36</c:v>
                </c:pt>
                <c:pt idx="468">
                  <c:v>12201.43</c:v>
                </c:pt>
                <c:pt idx="469">
                  <c:v>12227.5</c:v>
                </c:pt>
                <c:pt idx="470">
                  <c:v>12253.57</c:v>
                </c:pt>
                <c:pt idx="471">
                  <c:v>12279.64</c:v>
                </c:pt>
                <c:pt idx="472">
                  <c:v>12305.71</c:v>
                </c:pt>
                <c:pt idx="473">
                  <c:v>12331.79</c:v>
                </c:pt>
                <c:pt idx="474">
                  <c:v>12357.86</c:v>
                </c:pt>
                <c:pt idx="475">
                  <c:v>12383.93</c:v>
                </c:pt>
                <c:pt idx="476">
                  <c:v>12410</c:v>
                </c:pt>
                <c:pt idx="477">
                  <c:v>12436.07</c:v>
                </c:pt>
                <c:pt idx="478">
                  <c:v>12462.14</c:v>
                </c:pt>
                <c:pt idx="479">
                  <c:v>12488.21</c:v>
                </c:pt>
                <c:pt idx="480">
                  <c:v>12514.29</c:v>
                </c:pt>
                <c:pt idx="481">
                  <c:v>12540.36</c:v>
                </c:pt>
                <c:pt idx="482">
                  <c:v>12566.43</c:v>
                </c:pt>
                <c:pt idx="483">
                  <c:v>12592.5</c:v>
                </c:pt>
                <c:pt idx="484">
                  <c:v>12618.57</c:v>
                </c:pt>
                <c:pt idx="485">
                  <c:v>12644.64</c:v>
                </c:pt>
                <c:pt idx="486">
                  <c:v>12670.71</c:v>
                </c:pt>
                <c:pt idx="487">
                  <c:v>12696.79</c:v>
                </c:pt>
                <c:pt idx="488">
                  <c:v>12722.86</c:v>
                </c:pt>
                <c:pt idx="489">
                  <c:v>12748.93</c:v>
                </c:pt>
                <c:pt idx="490">
                  <c:v>12775</c:v>
                </c:pt>
                <c:pt idx="491">
                  <c:v>12801.07</c:v>
                </c:pt>
                <c:pt idx="492">
                  <c:v>12827.14</c:v>
                </c:pt>
                <c:pt idx="493">
                  <c:v>12853.21</c:v>
                </c:pt>
                <c:pt idx="494">
                  <c:v>12879.29</c:v>
                </c:pt>
                <c:pt idx="495">
                  <c:v>12905.36</c:v>
                </c:pt>
                <c:pt idx="496">
                  <c:v>12931.43</c:v>
                </c:pt>
                <c:pt idx="497">
                  <c:v>12957.5</c:v>
                </c:pt>
                <c:pt idx="498">
                  <c:v>12983.57</c:v>
                </c:pt>
                <c:pt idx="499">
                  <c:v>13009.64</c:v>
                </c:pt>
                <c:pt idx="500">
                  <c:v>13035.71</c:v>
                </c:pt>
                <c:pt idx="501">
                  <c:v>13061.79</c:v>
                </c:pt>
                <c:pt idx="502">
                  <c:v>13087.86</c:v>
                </c:pt>
                <c:pt idx="503">
                  <c:v>13113.93</c:v>
                </c:pt>
                <c:pt idx="504">
                  <c:v>13140</c:v>
                </c:pt>
                <c:pt idx="505">
                  <c:v>13166.07</c:v>
                </c:pt>
                <c:pt idx="506">
                  <c:v>13192.14</c:v>
                </c:pt>
                <c:pt idx="507">
                  <c:v>13218.21</c:v>
                </c:pt>
                <c:pt idx="508">
                  <c:v>13244.29</c:v>
                </c:pt>
                <c:pt idx="509">
                  <c:v>13270.36</c:v>
                </c:pt>
                <c:pt idx="510">
                  <c:v>13296.43</c:v>
                </c:pt>
                <c:pt idx="511">
                  <c:v>13322.5</c:v>
                </c:pt>
                <c:pt idx="512">
                  <c:v>13348.57</c:v>
                </c:pt>
                <c:pt idx="513">
                  <c:v>13374.64</c:v>
                </c:pt>
                <c:pt idx="514">
                  <c:v>13400.71</c:v>
                </c:pt>
                <c:pt idx="515">
                  <c:v>13426.79</c:v>
                </c:pt>
                <c:pt idx="516">
                  <c:v>13452.86</c:v>
                </c:pt>
                <c:pt idx="517">
                  <c:v>13478.93</c:v>
                </c:pt>
                <c:pt idx="518">
                  <c:v>13505</c:v>
                </c:pt>
                <c:pt idx="519">
                  <c:v>13531.07</c:v>
                </c:pt>
                <c:pt idx="520">
                  <c:v>13557.14</c:v>
                </c:pt>
                <c:pt idx="521">
                  <c:v>13583.21</c:v>
                </c:pt>
                <c:pt idx="522">
                  <c:v>13609.29</c:v>
                </c:pt>
                <c:pt idx="523">
                  <c:v>13635.36</c:v>
                </c:pt>
                <c:pt idx="524">
                  <c:v>13661.43</c:v>
                </c:pt>
                <c:pt idx="525">
                  <c:v>13687.5</c:v>
                </c:pt>
                <c:pt idx="526">
                  <c:v>13713.57</c:v>
                </c:pt>
                <c:pt idx="527">
                  <c:v>13739.64</c:v>
                </c:pt>
                <c:pt idx="528">
                  <c:v>13765.71</c:v>
                </c:pt>
                <c:pt idx="529">
                  <c:v>13791.79</c:v>
                </c:pt>
                <c:pt idx="530">
                  <c:v>13817.86</c:v>
                </c:pt>
                <c:pt idx="531">
                  <c:v>13843.93</c:v>
                </c:pt>
                <c:pt idx="532">
                  <c:v>13870</c:v>
                </c:pt>
                <c:pt idx="533">
                  <c:v>13896.07</c:v>
                </c:pt>
                <c:pt idx="534">
                  <c:v>13922.14</c:v>
                </c:pt>
                <c:pt idx="535">
                  <c:v>13948.21</c:v>
                </c:pt>
                <c:pt idx="536">
                  <c:v>13974.29</c:v>
                </c:pt>
                <c:pt idx="537">
                  <c:v>14000.36</c:v>
                </c:pt>
                <c:pt idx="538">
                  <c:v>14026.43</c:v>
                </c:pt>
                <c:pt idx="539">
                  <c:v>14052.5</c:v>
                </c:pt>
                <c:pt idx="540">
                  <c:v>14078.57</c:v>
                </c:pt>
                <c:pt idx="541">
                  <c:v>14104.64</c:v>
                </c:pt>
                <c:pt idx="542">
                  <c:v>14130.71</c:v>
                </c:pt>
                <c:pt idx="543">
                  <c:v>14156.79</c:v>
                </c:pt>
                <c:pt idx="544">
                  <c:v>14182.86</c:v>
                </c:pt>
                <c:pt idx="545">
                  <c:v>14208.93</c:v>
                </c:pt>
                <c:pt idx="546">
                  <c:v>14235</c:v>
                </c:pt>
                <c:pt idx="547">
                  <c:v>14261.07</c:v>
                </c:pt>
                <c:pt idx="548">
                  <c:v>14287.14</c:v>
                </c:pt>
                <c:pt idx="549">
                  <c:v>14313.21</c:v>
                </c:pt>
                <c:pt idx="550">
                  <c:v>14339.29</c:v>
                </c:pt>
                <c:pt idx="551">
                  <c:v>14365.36</c:v>
                </c:pt>
                <c:pt idx="552">
                  <c:v>14391.43</c:v>
                </c:pt>
                <c:pt idx="553">
                  <c:v>14417.5</c:v>
                </c:pt>
                <c:pt idx="554">
                  <c:v>14443.57</c:v>
                </c:pt>
                <c:pt idx="555">
                  <c:v>14469.64</c:v>
                </c:pt>
                <c:pt idx="556">
                  <c:v>14495.71</c:v>
                </c:pt>
                <c:pt idx="557">
                  <c:v>14521.79</c:v>
                </c:pt>
                <c:pt idx="558">
                  <c:v>14547.86</c:v>
                </c:pt>
                <c:pt idx="559">
                  <c:v>14573.93</c:v>
                </c:pt>
                <c:pt idx="560">
                  <c:v>14600</c:v>
                </c:pt>
                <c:pt idx="561">
                  <c:v>14626.07</c:v>
                </c:pt>
                <c:pt idx="562">
                  <c:v>14652.14</c:v>
                </c:pt>
                <c:pt idx="563">
                  <c:v>14678.21</c:v>
                </c:pt>
                <c:pt idx="564">
                  <c:v>14704.29</c:v>
                </c:pt>
                <c:pt idx="565">
                  <c:v>14730.36</c:v>
                </c:pt>
                <c:pt idx="566">
                  <c:v>14756.43</c:v>
                </c:pt>
                <c:pt idx="567">
                  <c:v>14782.5</c:v>
                </c:pt>
                <c:pt idx="568">
                  <c:v>14808.57</c:v>
                </c:pt>
                <c:pt idx="569">
                  <c:v>14834.64</c:v>
                </c:pt>
                <c:pt idx="570">
                  <c:v>14860.71</c:v>
                </c:pt>
                <c:pt idx="571">
                  <c:v>14886.79</c:v>
                </c:pt>
                <c:pt idx="572">
                  <c:v>14912.86</c:v>
                </c:pt>
                <c:pt idx="573">
                  <c:v>14938.93</c:v>
                </c:pt>
                <c:pt idx="574">
                  <c:v>14965</c:v>
                </c:pt>
                <c:pt idx="575">
                  <c:v>14991.07</c:v>
                </c:pt>
                <c:pt idx="576">
                  <c:v>15017.14</c:v>
                </c:pt>
                <c:pt idx="577">
                  <c:v>15043.21</c:v>
                </c:pt>
                <c:pt idx="578">
                  <c:v>15069.29</c:v>
                </c:pt>
                <c:pt idx="579">
                  <c:v>15095.36</c:v>
                </c:pt>
                <c:pt idx="580">
                  <c:v>15121.43</c:v>
                </c:pt>
                <c:pt idx="581">
                  <c:v>15147.5</c:v>
                </c:pt>
                <c:pt idx="582">
                  <c:v>15173.57</c:v>
                </c:pt>
                <c:pt idx="583">
                  <c:v>15199.64</c:v>
                </c:pt>
                <c:pt idx="584">
                  <c:v>15225.71</c:v>
                </c:pt>
                <c:pt idx="585">
                  <c:v>15251.79</c:v>
                </c:pt>
                <c:pt idx="586">
                  <c:v>15277.86</c:v>
                </c:pt>
                <c:pt idx="587">
                  <c:v>15303.93</c:v>
                </c:pt>
                <c:pt idx="588">
                  <c:v>15330</c:v>
                </c:pt>
                <c:pt idx="589">
                  <c:v>15356.07</c:v>
                </c:pt>
                <c:pt idx="590">
                  <c:v>15382.14</c:v>
                </c:pt>
                <c:pt idx="591">
                  <c:v>15408.21</c:v>
                </c:pt>
                <c:pt idx="592">
                  <c:v>15434.29</c:v>
                </c:pt>
                <c:pt idx="593">
                  <c:v>15460.36</c:v>
                </c:pt>
                <c:pt idx="594">
                  <c:v>15486.43</c:v>
                </c:pt>
                <c:pt idx="595">
                  <c:v>15512.5</c:v>
                </c:pt>
                <c:pt idx="596">
                  <c:v>15538.57</c:v>
                </c:pt>
                <c:pt idx="597">
                  <c:v>15564.64</c:v>
                </c:pt>
                <c:pt idx="598">
                  <c:v>15590.71</c:v>
                </c:pt>
                <c:pt idx="599">
                  <c:v>15616.79</c:v>
                </c:pt>
                <c:pt idx="600">
                  <c:v>15642.86</c:v>
                </c:pt>
                <c:pt idx="601">
                  <c:v>15668.93</c:v>
                </c:pt>
                <c:pt idx="602">
                  <c:v>15695</c:v>
                </c:pt>
                <c:pt idx="603">
                  <c:v>15721.07</c:v>
                </c:pt>
                <c:pt idx="604">
                  <c:v>15747.14</c:v>
                </c:pt>
                <c:pt idx="605">
                  <c:v>15773.21</c:v>
                </c:pt>
                <c:pt idx="606">
                  <c:v>15799.29</c:v>
                </c:pt>
                <c:pt idx="607">
                  <c:v>15825.36</c:v>
                </c:pt>
                <c:pt idx="608">
                  <c:v>15851.43</c:v>
                </c:pt>
                <c:pt idx="609">
                  <c:v>15877.5</c:v>
                </c:pt>
                <c:pt idx="610">
                  <c:v>15903.57</c:v>
                </c:pt>
                <c:pt idx="611">
                  <c:v>15929.64</c:v>
                </c:pt>
                <c:pt idx="612">
                  <c:v>15955.71</c:v>
                </c:pt>
                <c:pt idx="613">
                  <c:v>15981.79</c:v>
                </c:pt>
                <c:pt idx="614">
                  <c:v>16007.86</c:v>
                </c:pt>
                <c:pt idx="615">
                  <c:v>16033.93</c:v>
                </c:pt>
                <c:pt idx="616">
                  <c:v>16060</c:v>
                </c:pt>
                <c:pt idx="617">
                  <c:v>16086.07</c:v>
                </c:pt>
                <c:pt idx="618">
                  <c:v>16112.14</c:v>
                </c:pt>
                <c:pt idx="619">
                  <c:v>16138.21</c:v>
                </c:pt>
                <c:pt idx="620">
                  <c:v>16164.29</c:v>
                </c:pt>
                <c:pt idx="621">
                  <c:v>16190.36</c:v>
                </c:pt>
                <c:pt idx="622">
                  <c:v>16216.43</c:v>
                </c:pt>
                <c:pt idx="623">
                  <c:v>16242.5</c:v>
                </c:pt>
                <c:pt idx="624">
                  <c:v>16268.57</c:v>
                </c:pt>
                <c:pt idx="625">
                  <c:v>16294.64</c:v>
                </c:pt>
                <c:pt idx="626">
                  <c:v>16320.71</c:v>
                </c:pt>
                <c:pt idx="627">
                  <c:v>16346.79</c:v>
                </c:pt>
                <c:pt idx="628">
                  <c:v>16372.86</c:v>
                </c:pt>
                <c:pt idx="629">
                  <c:v>16398.93</c:v>
                </c:pt>
                <c:pt idx="630">
                  <c:v>16425</c:v>
                </c:pt>
                <c:pt idx="631">
                  <c:v>16451.07</c:v>
                </c:pt>
                <c:pt idx="632">
                  <c:v>16477.14</c:v>
                </c:pt>
                <c:pt idx="633">
                  <c:v>16503.21</c:v>
                </c:pt>
                <c:pt idx="634">
                  <c:v>16529.29</c:v>
                </c:pt>
                <c:pt idx="635">
                  <c:v>16555.36</c:v>
                </c:pt>
                <c:pt idx="636">
                  <c:v>16581.43</c:v>
                </c:pt>
                <c:pt idx="637">
                  <c:v>16607.5</c:v>
                </c:pt>
                <c:pt idx="638">
                  <c:v>16633.57</c:v>
                </c:pt>
                <c:pt idx="639">
                  <c:v>16659.64</c:v>
                </c:pt>
                <c:pt idx="640">
                  <c:v>16685.71</c:v>
                </c:pt>
                <c:pt idx="641">
                  <c:v>16711.79</c:v>
                </c:pt>
                <c:pt idx="642">
                  <c:v>16737.86</c:v>
                </c:pt>
                <c:pt idx="643">
                  <c:v>16763.93</c:v>
                </c:pt>
                <c:pt idx="644">
                  <c:v>16790</c:v>
                </c:pt>
                <c:pt idx="645">
                  <c:v>16816.07</c:v>
                </c:pt>
                <c:pt idx="646">
                  <c:v>16842.14</c:v>
                </c:pt>
                <c:pt idx="647">
                  <c:v>16868.21</c:v>
                </c:pt>
                <c:pt idx="648">
                  <c:v>16894.29</c:v>
                </c:pt>
                <c:pt idx="649">
                  <c:v>16920.36</c:v>
                </c:pt>
                <c:pt idx="650">
                  <c:v>16946.43</c:v>
                </c:pt>
                <c:pt idx="651">
                  <c:v>16972.5</c:v>
                </c:pt>
                <c:pt idx="652">
                  <c:v>16998.57</c:v>
                </c:pt>
                <c:pt idx="653">
                  <c:v>17024.64</c:v>
                </c:pt>
                <c:pt idx="654">
                  <c:v>17050.71</c:v>
                </c:pt>
                <c:pt idx="655">
                  <c:v>17076.79</c:v>
                </c:pt>
                <c:pt idx="656">
                  <c:v>17102.86</c:v>
                </c:pt>
                <c:pt idx="657">
                  <c:v>17128.93</c:v>
                </c:pt>
                <c:pt idx="658">
                  <c:v>17155</c:v>
                </c:pt>
                <c:pt idx="659">
                  <c:v>17181.07</c:v>
                </c:pt>
                <c:pt idx="660">
                  <c:v>17207.14</c:v>
                </c:pt>
                <c:pt idx="661">
                  <c:v>17233.21</c:v>
                </c:pt>
                <c:pt idx="662">
                  <c:v>17259.29</c:v>
                </c:pt>
                <c:pt idx="663">
                  <c:v>17285.36</c:v>
                </c:pt>
                <c:pt idx="664">
                  <c:v>17311.43</c:v>
                </c:pt>
                <c:pt idx="665">
                  <c:v>17337.5</c:v>
                </c:pt>
                <c:pt idx="666">
                  <c:v>17363.57</c:v>
                </c:pt>
                <c:pt idx="667">
                  <c:v>17389.64</c:v>
                </c:pt>
                <c:pt idx="668">
                  <c:v>17415.71</c:v>
                </c:pt>
                <c:pt idx="669">
                  <c:v>17441.79</c:v>
                </c:pt>
                <c:pt idx="670">
                  <c:v>17467.86</c:v>
                </c:pt>
                <c:pt idx="671">
                  <c:v>17493.93</c:v>
                </c:pt>
                <c:pt idx="672">
                  <c:v>17520</c:v>
                </c:pt>
                <c:pt idx="673">
                  <c:v>17546.07</c:v>
                </c:pt>
                <c:pt idx="674">
                  <c:v>17572.14</c:v>
                </c:pt>
                <c:pt idx="675">
                  <c:v>17598.21</c:v>
                </c:pt>
                <c:pt idx="676">
                  <c:v>17624.29</c:v>
                </c:pt>
                <c:pt idx="677">
                  <c:v>17650.36</c:v>
                </c:pt>
                <c:pt idx="678">
                  <c:v>17676.43</c:v>
                </c:pt>
                <c:pt idx="679">
                  <c:v>17702.5</c:v>
                </c:pt>
                <c:pt idx="680">
                  <c:v>17728.57</c:v>
                </c:pt>
                <c:pt idx="681">
                  <c:v>17754.64</c:v>
                </c:pt>
                <c:pt idx="682">
                  <c:v>17780.71</c:v>
                </c:pt>
                <c:pt idx="683">
                  <c:v>17806.79</c:v>
                </c:pt>
                <c:pt idx="684">
                  <c:v>17832.86</c:v>
                </c:pt>
                <c:pt idx="685">
                  <c:v>17858.93</c:v>
                </c:pt>
                <c:pt idx="686">
                  <c:v>17885</c:v>
                </c:pt>
                <c:pt idx="687">
                  <c:v>17911.07</c:v>
                </c:pt>
                <c:pt idx="688">
                  <c:v>17937.14</c:v>
                </c:pt>
                <c:pt idx="689">
                  <c:v>17963.21</c:v>
                </c:pt>
                <c:pt idx="690">
                  <c:v>17989.29</c:v>
                </c:pt>
                <c:pt idx="691">
                  <c:v>18015.36</c:v>
                </c:pt>
                <c:pt idx="692">
                  <c:v>18041.43</c:v>
                </c:pt>
                <c:pt idx="693">
                  <c:v>18067.5</c:v>
                </c:pt>
                <c:pt idx="694">
                  <c:v>18093.57</c:v>
                </c:pt>
                <c:pt idx="695">
                  <c:v>18119.64</c:v>
                </c:pt>
                <c:pt idx="696">
                  <c:v>18145.71</c:v>
                </c:pt>
                <c:pt idx="697">
                  <c:v>18171.79</c:v>
                </c:pt>
                <c:pt idx="698">
                  <c:v>18197.86</c:v>
                </c:pt>
                <c:pt idx="699">
                  <c:v>18223.93</c:v>
                </c:pt>
                <c:pt idx="700">
                  <c:v>18250</c:v>
                </c:pt>
                <c:pt idx="701">
                  <c:v>18276.07</c:v>
                </c:pt>
                <c:pt idx="702">
                  <c:v>18302.14</c:v>
                </c:pt>
                <c:pt idx="703">
                  <c:v>18328.21</c:v>
                </c:pt>
                <c:pt idx="704">
                  <c:v>18354.29</c:v>
                </c:pt>
                <c:pt idx="705">
                  <c:v>18380.36</c:v>
                </c:pt>
                <c:pt idx="706">
                  <c:v>18406.43</c:v>
                </c:pt>
                <c:pt idx="707">
                  <c:v>18432.5</c:v>
                </c:pt>
                <c:pt idx="708">
                  <c:v>18458.57</c:v>
                </c:pt>
                <c:pt idx="709">
                  <c:v>18484.64</c:v>
                </c:pt>
                <c:pt idx="710">
                  <c:v>18510.71</c:v>
                </c:pt>
                <c:pt idx="711">
                  <c:v>18536.79</c:v>
                </c:pt>
                <c:pt idx="712">
                  <c:v>18562.86</c:v>
                </c:pt>
                <c:pt idx="713">
                  <c:v>18588.93</c:v>
                </c:pt>
                <c:pt idx="714">
                  <c:v>18615</c:v>
                </c:pt>
                <c:pt idx="715">
                  <c:v>18641.07</c:v>
                </c:pt>
                <c:pt idx="716">
                  <c:v>18667.14</c:v>
                </c:pt>
                <c:pt idx="717">
                  <c:v>18693.21</c:v>
                </c:pt>
                <c:pt idx="718">
                  <c:v>18719.29</c:v>
                </c:pt>
                <c:pt idx="719">
                  <c:v>18745.36</c:v>
                </c:pt>
                <c:pt idx="720">
                  <c:v>18771.43</c:v>
                </c:pt>
                <c:pt idx="721">
                  <c:v>18797.5</c:v>
                </c:pt>
                <c:pt idx="722">
                  <c:v>18823.57</c:v>
                </c:pt>
                <c:pt idx="723">
                  <c:v>18849.64</c:v>
                </c:pt>
                <c:pt idx="724">
                  <c:v>18875.71</c:v>
                </c:pt>
                <c:pt idx="725">
                  <c:v>18901.79</c:v>
                </c:pt>
                <c:pt idx="726">
                  <c:v>18927.86</c:v>
                </c:pt>
                <c:pt idx="727">
                  <c:v>18953.93</c:v>
                </c:pt>
                <c:pt idx="728">
                  <c:v>18980</c:v>
                </c:pt>
                <c:pt idx="729">
                  <c:v>19006.07</c:v>
                </c:pt>
                <c:pt idx="730">
                  <c:v>19032.14</c:v>
                </c:pt>
                <c:pt idx="731">
                  <c:v>19058.21</c:v>
                </c:pt>
                <c:pt idx="732">
                  <c:v>19084.29</c:v>
                </c:pt>
                <c:pt idx="733">
                  <c:v>19110.36</c:v>
                </c:pt>
                <c:pt idx="734">
                  <c:v>19136.43</c:v>
                </c:pt>
                <c:pt idx="735">
                  <c:v>19162.5</c:v>
                </c:pt>
                <c:pt idx="736">
                  <c:v>19188.57</c:v>
                </c:pt>
                <c:pt idx="737">
                  <c:v>19214.64</c:v>
                </c:pt>
                <c:pt idx="738">
                  <c:v>19240.71</c:v>
                </c:pt>
                <c:pt idx="739">
                  <c:v>19266.79</c:v>
                </c:pt>
                <c:pt idx="740">
                  <c:v>19292.86</c:v>
                </c:pt>
                <c:pt idx="741">
                  <c:v>19318.93</c:v>
                </c:pt>
                <c:pt idx="742">
                  <c:v>19345</c:v>
                </c:pt>
                <c:pt idx="743">
                  <c:v>19371.07</c:v>
                </c:pt>
                <c:pt idx="744">
                  <c:v>19397.14</c:v>
                </c:pt>
                <c:pt idx="745">
                  <c:v>19423.21</c:v>
                </c:pt>
                <c:pt idx="746">
                  <c:v>19449.29</c:v>
                </c:pt>
                <c:pt idx="747">
                  <c:v>19475.36</c:v>
                </c:pt>
                <c:pt idx="748">
                  <c:v>19501.43</c:v>
                </c:pt>
                <c:pt idx="749">
                  <c:v>19527.5</c:v>
                </c:pt>
                <c:pt idx="750">
                  <c:v>19553.57</c:v>
                </c:pt>
                <c:pt idx="751">
                  <c:v>19579.64</c:v>
                </c:pt>
                <c:pt idx="752">
                  <c:v>19605.71</c:v>
                </c:pt>
                <c:pt idx="753">
                  <c:v>19631.79</c:v>
                </c:pt>
                <c:pt idx="754">
                  <c:v>19657.86</c:v>
                </c:pt>
                <c:pt idx="755">
                  <c:v>19683.93</c:v>
                </c:pt>
                <c:pt idx="756">
                  <c:v>19710</c:v>
                </c:pt>
                <c:pt idx="757">
                  <c:v>19736.07</c:v>
                </c:pt>
                <c:pt idx="758">
                  <c:v>19762.14</c:v>
                </c:pt>
                <c:pt idx="759">
                  <c:v>19788.21</c:v>
                </c:pt>
                <c:pt idx="760">
                  <c:v>19814.29</c:v>
                </c:pt>
                <c:pt idx="761">
                  <c:v>19840.36</c:v>
                </c:pt>
                <c:pt idx="762">
                  <c:v>19866.43</c:v>
                </c:pt>
                <c:pt idx="763">
                  <c:v>19892.5</c:v>
                </c:pt>
                <c:pt idx="764">
                  <c:v>19918.57</c:v>
                </c:pt>
                <c:pt idx="765">
                  <c:v>19944.64</c:v>
                </c:pt>
                <c:pt idx="766">
                  <c:v>19970.71</c:v>
                </c:pt>
                <c:pt idx="767">
                  <c:v>19996.79</c:v>
                </c:pt>
                <c:pt idx="768">
                  <c:v>20022.86</c:v>
                </c:pt>
                <c:pt idx="769">
                  <c:v>20048.93</c:v>
                </c:pt>
                <c:pt idx="770">
                  <c:v>20075</c:v>
                </c:pt>
                <c:pt idx="771">
                  <c:v>20101.07</c:v>
                </c:pt>
                <c:pt idx="772">
                  <c:v>20127.14</c:v>
                </c:pt>
                <c:pt idx="773">
                  <c:v>20153.21</c:v>
                </c:pt>
                <c:pt idx="774">
                  <c:v>20179.29</c:v>
                </c:pt>
                <c:pt idx="775">
                  <c:v>20205.36</c:v>
                </c:pt>
                <c:pt idx="776">
                  <c:v>20231.43</c:v>
                </c:pt>
                <c:pt idx="777">
                  <c:v>20257.5</c:v>
                </c:pt>
                <c:pt idx="778">
                  <c:v>20283.57</c:v>
                </c:pt>
                <c:pt idx="779">
                  <c:v>20309.64</c:v>
                </c:pt>
                <c:pt idx="780">
                  <c:v>20335.71</c:v>
                </c:pt>
                <c:pt idx="781">
                  <c:v>20361.79</c:v>
                </c:pt>
                <c:pt idx="782">
                  <c:v>20387.86</c:v>
                </c:pt>
                <c:pt idx="783">
                  <c:v>20413.93</c:v>
                </c:pt>
                <c:pt idx="784">
                  <c:v>20440</c:v>
                </c:pt>
                <c:pt idx="785">
                  <c:v>20466.07</c:v>
                </c:pt>
                <c:pt idx="786">
                  <c:v>20492.14</c:v>
                </c:pt>
                <c:pt idx="787">
                  <c:v>20518.21</c:v>
                </c:pt>
                <c:pt idx="788">
                  <c:v>20544.29</c:v>
                </c:pt>
                <c:pt idx="789">
                  <c:v>20570.36</c:v>
                </c:pt>
                <c:pt idx="790">
                  <c:v>20596.43</c:v>
                </c:pt>
                <c:pt idx="791">
                  <c:v>20622.5</c:v>
                </c:pt>
                <c:pt idx="792">
                  <c:v>20648.57</c:v>
                </c:pt>
                <c:pt idx="793">
                  <c:v>20674.64</c:v>
                </c:pt>
                <c:pt idx="794">
                  <c:v>20700.71</c:v>
                </c:pt>
                <c:pt idx="795">
                  <c:v>20726.79</c:v>
                </c:pt>
                <c:pt idx="796">
                  <c:v>20752.86</c:v>
                </c:pt>
                <c:pt idx="797">
                  <c:v>20778.93</c:v>
                </c:pt>
                <c:pt idx="798">
                  <c:v>20805</c:v>
                </c:pt>
                <c:pt idx="799">
                  <c:v>20831.07</c:v>
                </c:pt>
                <c:pt idx="800">
                  <c:v>20857.14</c:v>
                </c:pt>
                <c:pt idx="801">
                  <c:v>20883.21</c:v>
                </c:pt>
                <c:pt idx="802">
                  <c:v>20909.29</c:v>
                </c:pt>
                <c:pt idx="803">
                  <c:v>20935.36</c:v>
                </c:pt>
                <c:pt idx="804">
                  <c:v>20961.43</c:v>
                </c:pt>
                <c:pt idx="805">
                  <c:v>20987.5</c:v>
                </c:pt>
                <c:pt idx="806">
                  <c:v>21013.57</c:v>
                </c:pt>
                <c:pt idx="807">
                  <c:v>21039.64</c:v>
                </c:pt>
                <c:pt idx="808">
                  <c:v>21065.71</c:v>
                </c:pt>
                <c:pt idx="809">
                  <c:v>21091.79</c:v>
                </c:pt>
                <c:pt idx="810">
                  <c:v>21117.86</c:v>
                </c:pt>
                <c:pt idx="811">
                  <c:v>21143.93</c:v>
                </c:pt>
                <c:pt idx="812">
                  <c:v>21170</c:v>
                </c:pt>
                <c:pt idx="813">
                  <c:v>21196.07</c:v>
                </c:pt>
                <c:pt idx="814">
                  <c:v>21222.14</c:v>
                </c:pt>
                <c:pt idx="815">
                  <c:v>21248.21</c:v>
                </c:pt>
                <c:pt idx="816">
                  <c:v>21274.29</c:v>
                </c:pt>
                <c:pt idx="817">
                  <c:v>21300.36</c:v>
                </c:pt>
                <c:pt idx="818">
                  <c:v>21326.43</c:v>
                </c:pt>
                <c:pt idx="819">
                  <c:v>21352.5</c:v>
                </c:pt>
                <c:pt idx="820">
                  <c:v>21378.57</c:v>
                </c:pt>
                <c:pt idx="821">
                  <c:v>21404.639999999999</c:v>
                </c:pt>
                <c:pt idx="822">
                  <c:v>21430.71</c:v>
                </c:pt>
                <c:pt idx="823">
                  <c:v>21456.79</c:v>
                </c:pt>
                <c:pt idx="824">
                  <c:v>21482.86</c:v>
                </c:pt>
                <c:pt idx="825">
                  <c:v>21508.93</c:v>
                </c:pt>
                <c:pt idx="826">
                  <c:v>21535</c:v>
                </c:pt>
                <c:pt idx="827">
                  <c:v>21561.07</c:v>
                </c:pt>
                <c:pt idx="828">
                  <c:v>21587.14</c:v>
                </c:pt>
                <c:pt idx="829">
                  <c:v>21613.21</c:v>
                </c:pt>
                <c:pt idx="830">
                  <c:v>21639.29</c:v>
                </c:pt>
                <c:pt idx="831">
                  <c:v>21665.360000000001</c:v>
                </c:pt>
                <c:pt idx="832">
                  <c:v>21691.43</c:v>
                </c:pt>
                <c:pt idx="833">
                  <c:v>21717.5</c:v>
                </c:pt>
                <c:pt idx="834">
                  <c:v>21743.57</c:v>
                </c:pt>
                <c:pt idx="835">
                  <c:v>21769.64</c:v>
                </c:pt>
                <c:pt idx="836">
                  <c:v>21795.71</c:v>
                </c:pt>
                <c:pt idx="837">
                  <c:v>21821.79</c:v>
                </c:pt>
                <c:pt idx="838">
                  <c:v>21847.86</c:v>
                </c:pt>
                <c:pt idx="839">
                  <c:v>21873.93</c:v>
                </c:pt>
                <c:pt idx="840">
                  <c:v>21900</c:v>
                </c:pt>
                <c:pt idx="841">
                  <c:v>21926.07</c:v>
                </c:pt>
                <c:pt idx="842">
                  <c:v>21952.14</c:v>
                </c:pt>
                <c:pt idx="843">
                  <c:v>21978.21</c:v>
                </c:pt>
                <c:pt idx="844">
                  <c:v>22004.29</c:v>
                </c:pt>
                <c:pt idx="845">
                  <c:v>22030.36</c:v>
                </c:pt>
                <c:pt idx="846">
                  <c:v>22056.43</c:v>
                </c:pt>
                <c:pt idx="847">
                  <c:v>22082.5</c:v>
                </c:pt>
                <c:pt idx="848">
                  <c:v>22108.57</c:v>
                </c:pt>
                <c:pt idx="849">
                  <c:v>22134.639999999999</c:v>
                </c:pt>
                <c:pt idx="850">
                  <c:v>22160.71</c:v>
                </c:pt>
                <c:pt idx="851">
                  <c:v>22186.79</c:v>
                </c:pt>
                <c:pt idx="852">
                  <c:v>22212.86</c:v>
                </c:pt>
                <c:pt idx="853">
                  <c:v>22238.93</c:v>
                </c:pt>
                <c:pt idx="854">
                  <c:v>22265</c:v>
                </c:pt>
                <c:pt idx="855">
                  <c:v>22291.07</c:v>
                </c:pt>
                <c:pt idx="856">
                  <c:v>22317.14</c:v>
                </c:pt>
                <c:pt idx="857">
                  <c:v>22343.21</c:v>
                </c:pt>
                <c:pt idx="858">
                  <c:v>22369.29</c:v>
                </c:pt>
                <c:pt idx="859">
                  <c:v>22395.360000000001</c:v>
                </c:pt>
                <c:pt idx="860">
                  <c:v>22421.43</c:v>
                </c:pt>
                <c:pt idx="861">
                  <c:v>22447.5</c:v>
                </c:pt>
                <c:pt idx="862">
                  <c:v>22473.57</c:v>
                </c:pt>
                <c:pt idx="863">
                  <c:v>22499.64</c:v>
                </c:pt>
                <c:pt idx="864">
                  <c:v>22525.71</c:v>
                </c:pt>
                <c:pt idx="865">
                  <c:v>22551.79</c:v>
                </c:pt>
                <c:pt idx="866">
                  <c:v>22577.86</c:v>
                </c:pt>
                <c:pt idx="867">
                  <c:v>22603.93</c:v>
                </c:pt>
                <c:pt idx="868">
                  <c:v>22630</c:v>
                </c:pt>
                <c:pt idx="869">
                  <c:v>22656.07</c:v>
                </c:pt>
                <c:pt idx="870">
                  <c:v>22682.14</c:v>
                </c:pt>
                <c:pt idx="871">
                  <c:v>22708.21</c:v>
                </c:pt>
                <c:pt idx="872">
                  <c:v>22734.29</c:v>
                </c:pt>
                <c:pt idx="873">
                  <c:v>22760.36</c:v>
                </c:pt>
                <c:pt idx="874">
                  <c:v>22786.43</c:v>
                </c:pt>
                <c:pt idx="875">
                  <c:v>22812.5</c:v>
                </c:pt>
                <c:pt idx="876">
                  <c:v>22838.57</c:v>
                </c:pt>
                <c:pt idx="877">
                  <c:v>22864.639999999999</c:v>
                </c:pt>
                <c:pt idx="878">
                  <c:v>22890.71</c:v>
                </c:pt>
                <c:pt idx="879">
                  <c:v>22916.79</c:v>
                </c:pt>
                <c:pt idx="880">
                  <c:v>22942.86</c:v>
                </c:pt>
                <c:pt idx="881">
                  <c:v>22968.93</c:v>
                </c:pt>
                <c:pt idx="882">
                  <c:v>22995</c:v>
                </c:pt>
                <c:pt idx="883">
                  <c:v>23021.07</c:v>
                </c:pt>
                <c:pt idx="884">
                  <c:v>23047.14</c:v>
                </c:pt>
                <c:pt idx="885">
                  <c:v>23073.21</c:v>
                </c:pt>
                <c:pt idx="886">
                  <c:v>23099.29</c:v>
                </c:pt>
                <c:pt idx="887">
                  <c:v>23125.360000000001</c:v>
                </c:pt>
                <c:pt idx="888">
                  <c:v>23151.43</c:v>
                </c:pt>
                <c:pt idx="889">
                  <c:v>23177.5</c:v>
                </c:pt>
                <c:pt idx="890">
                  <c:v>23203.57</c:v>
                </c:pt>
                <c:pt idx="891">
                  <c:v>23229.64</c:v>
                </c:pt>
                <c:pt idx="892">
                  <c:v>23255.71</c:v>
                </c:pt>
                <c:pt idx="893">
                  <c:v>23281.79</c:v>
                </c:pt>
                <c:pt idx="894">
                  <c:v>23307.86</c:v>
                </c:pt>
                <c:pt idx="895">
                  <c:v>23333.93</c:v>
                </c:pt>
                <c:pt idx="896">
                  <c:v>23360</c:v>
                </c:pt>
                <c:pt idx="897">
                  <c:v>23386.07</c:v>
                </c:pt>
                <c:pt idx="898">
                  <c:v>23412.14</c:v>
                </c:pt>
                <c:pt idx="899">
                  <c:v>23438.21</c:v>
                </c:pt>
                <c:pt idx="900">
                  <c:v>23464.29</c:v>
                </c:pt>
                <c:pt idx="901">
                  <c:v>23490.36</c:v>
                </c:pt>
                <c:pt idx="902">
                  <c:v>23516.43</c:v>
                </c:pt>
                <c:pt idx="903">
                  <c:v>23542.5</c:v>
                </c:pt>
                <c:pt idx="904">
                  <c:v>23568.57</c:v>
                </c:pt>
                <c:pt idx="905">
                  <c:v>23594.639999999999</c:v>
                </c:pt>
                <c:pt idx="906">
                  <c:v>23620.71</c:v>
                </c:pt>
                <c:pt idx="907">
                  <c:v>23646.79</c:v>
                </c:pt>
                <c:pt idx="908">
                  <c:v>23672.86</c:v>
                </c:pt>
                <c:pt idx="909">
                  <c:v>23698.93</c:v>
                </c:pt>
                <c:pt idx="910">
                  <c:v>23725</c:v>
                </c:pt>
                <c:pt idx="911">
                  <c:v>23751.07</c:v>
                </c:pt>
                <c:pt idx="912">
                  <c:v>23777.14</c:v>
                </c:pt>
                <c:pt idx="913">
                  <c:v>23803.21</c:v>
                </c:pt>
                <c:pt idx="914">
                  <c:v>23829.29</c:v>
                </c:pt>
                <c:pt idx="915">
                  <c:v>23855.360000000001</c:v>
                </c:pt>
                <c:pt idx="916">
                  <c:v>23881.43</c:v>
                </c:pt>
                <c:pt idx="917">
                  <c:v>23907.5</c:v>
                </c:pt>
                <c:pt idx="918">
                  <c:v>23933.57</c:v>
                </c:pt>
                <c:pt idx="919">
                  <c:v>23959.64</c:v>
                </c:pt>
                <c:pt idx="920">
                  <c:v>23985.71</c:v>
                </c:pt>
                <c:pt idx="921">
                  <c:v>24011.79</c:v>
                </c:pt>
                <c:pt idx="922">
                  <c:v>24037.86</c:v>
                </c:pt>
                <c:pt idx="923">
                  <c:v>24063.93</c:v>
                </c:pt>
                <c:pt idx="924">
                  <c:v>24090</c:v>
                </c:pt>
                <c:pt idx="925">
                  <c:v>24116.07</c:v>
                </c:pt>
                <c:pt idx="926">
                  <c:v>24142.14</c:v>
                </c:pt>
                <c:pt idx="927">
                  <c:v>24168.21</c:v>
                </c:pt>
                <c:pt idx="928">
                  <c:v>24194.29</c:v>
                </c:pt>
                <c:pt idx="929">
                  <c:v>24220.36</c:v>
                </c:pt>
                <c:pt idx="930">
                  <c:v>24246.43</c:v>
                </c:pt>
                <c:pt idx="931">
                  <c:v>24272.5</c:v>
                </c:pt>
                <c:pt idx="932">
                  <c:v>24298.57</c:v>
                </c:pt>
                <c:pt idx="933">
                  <c:v>24324.639999999999</c:v>
                </c:pt>
                <c:pt idx="934">
                  <c:v>24350.71</c:v>
                </c:pt>
                <c:pt idx="935">
                  <c:v>24376.79</c:v>
                </c:pt>
                <c:pt idx="936">
                  <c:v>24402.86</c:v>
                </c:pt>
                <c:pt idx="937">
                  <c:v>24428.93</c:v>
                </c:pt>
                <c:pt idx="938">
                  <c:v>24455</c:v>
                </c:pt>
                <c:pt idx="939">
                  <c:v>24481.07</c:v>
                </c:pt>
                <c:pt idx="940">
                  <c:v>24507.14</c:v>
                </c:pt>
                <c:pt idx="941">
                  <c:v>24533.21</c:v>
                </c:pt>
                <c:pt idx="942">
                  <c:v>24559.29</c:v>
                </c:pt>
                <c:pt idx="943">
                  <c:v>24585.360000000001</c:v>
                </c:pt>
                <c:pt idx="944">
                  <c:v>24611.43</c:v>
                </c:pt>
                <c:pt idx="945">
                  <c:v>24637.5</c:v>
                </c:pt>
                <c:pt idx="946">
                  <c:v>24663.57</c:v>
                </c:pt>
                <c:pt idx="947">
                  <c:v>24689.64</c:v>
                </c:pt>
                <c:pt idx="948">
                  <c:v>24715.71</c:v>
                </c:pt>
                <c:pt idx="949">
                  <c:v>24741.79</c:v>
                </c:pt>
                <c:pt idx="950">
                  <c:v>24767.86</c:v>
                </c:pt>
                <c:pt idx="951">
                  <c:v>24793.93</c:v>
                </c:pt>
                <c:pt idx="952">
                  <c:v>24820</c:v>
                </c:pt>
                <c:pt idx="953">
                  <c:v>24846.07</c:v>
                </c:pt>
                <c:pt idx="954">
                  <c:v>24872.14</c:v>
                </c:pt>
                <c:pt idx="955">
                  <c:v>24898.21</c:v>
                </c:pt>
                <c:pt idx="956">
                  <c:v>24924.29</c:v>
                </c:pt>
                <c:pt idx="957">
                  <c:v>24950.36</c:v>
                </c:pt>
                <c:pt idx="958">
                  <c:v>24976.43</c:v>
                </c:pt>
                <c:pt idx="959">
                  <c:v>25002.5</c:v>
                </c:pt>
                <c:pt idx="960">
                  <c:v>25028.57</c:v>
                </c:pt>
                <c:pt idx="961">
                  <c:v>25054.639999999999</c:v>
                </c:pt>
                <c:pt idx="962">
                  <c:v>25080.71</c:v>
                </c:pt>
                <c:pt idx="963">
                  <c:v>25106.79</c:v>
                </c:pt>
                <c:pt idx="964">
                  <c:v>25132.86</c:v>
                </c:pt>
                <c:pt idx="965">
                  <c:v>25158.93</c:v>
                </c:pt>
                <c:pt idx="966">
                  <c:v>25185</c:v>
                </c:pt>
                <c:pt idx="967">
                  <c:v>25211.07</c:v>
                </c:pt>
                <c:pt idx="968">
                  <c:v>25237.14</c:v>
                </c:pt>
                <c:pt idx="969">
                  <c:v>25263.21</c:v>
                </c:pt>
                <c:pt idx="970">
                  <c:v>25289.29</c:v>
                </c:pt>
                <c:pt idx="971">
                  <c:v>25315.360000000001</c:v>
                </c:pt>
                <c:pt idx="972">
                  <c:v>25341.43</c:v>
                </c:pt>
                <c:pt idx="973">
                  <c:v>25367.5</c:v>
                </c:pt>
                <c:pt idx="974">
                  <c:v>25393.57</c:v>
                </c:pt>
                <c:pt idx="975">
                  <c:v>25419.64</c:v>
                </c:pt>
                <c:pt idx="976">
                  <c:v>25445.71</c:v>
                </c:pt>
                <c:pt idx="977">
                  <c:v>25471.79</c:v>
                </c:pt>
                <c:pt idx="978">
                  <c:v>25497.86</c:v>
                </c:pt>
                <c:pt idx="979">
                  <c:v>25523.93</c:v>
                </c:pt>
                <c:pt idx="980">
                  <c:v>25550</c:v>
                </c:pt>
                <c:pt idx="981">
                  <c:v>25576.07</c:v>
                </c:pt>
                <c:pt idx="982">
                  <c:v>25602.14</c:v>
                </c:pt>
                <c:pt idx="983">
                  <c:v>25628.21</c:v>
                </c:pt>
                <c:pt idx="984">
                  <c:v>25654.29</c:v>
                </c:pt>
                <c:pt idx="985">
                  <c:v>25680.36</c:v>
                </c:pt>
                <c:pt idx="986">
                  <c:v>25706.43</c:v>
                </c:pt>
                <c:pt idx="987">
                  <c:v>25732.5</c:v>
                </c:pt>
                <c:pt idx="988">
                  <c:v>25758.57</c:v>
                </c:pt>
                <c:pt idx="989">
                  <c:v>25784.639999999999</c:v>
                </c:pt>
                <c:pt idx="990">
                  <c:v>25810.71</c:v>
                </c:pt>
                <c:pt idx="991">
                  <c:v>25836.79</c:v>
                </c:pt>
                <c:pt idx="992">
                  <c:v>25862.86</c:v>
                </c:pt>
                <c:pt idx="993">
                  <c:v>25888.93</c:v>
                </c:pt>
                <c:pt idx="994">
                  <c:v>25915</c:v>
                </c:pt>
                <c:pt idx="995">
                  <c:v>25941.07</c:v>
                </c:pt>
                <c:pt idx="996">
                  <c:v>25967.14</c:v>
                </c:pt>
                <c:pt idx="997">
                  <c:v>25993.21</c:v>
                </c:pt>
                <c:pt idx="998">
                  <c:v>26019.29</c:v>
                </c:pt>
                <c:pt idx="999">
                  <c:v>26045.360000000001</c:v>
                </c:pt>
                <c:pt idx="1000">
                  <c:v>26071.43</c:v>
                </c:pt>
                <c:pt idx="1001">
                  <c:v>26097.5</c:v>
                </c:pt>
                <c:pt idx="1002">
                  <c:v>26123.57</c:v>
                </c:pt>
                <c:pt idx="1003">
                  <c:v>26149.64</c:v>
                </c:pt>
                <c:pt idx="1004">
                  <c:v>26175.71</c:v>
                </c:pt>
                <c:pt idx="1005">
                  <c:v>26201.79</c:v>
                </c:pt>
                <c:pt idx="1006">
                  <c:v>26227.86</c:v>
                </c:pt>
                <c:pt idx="1007">
                  <c:v>26253.93</c:v>
                </c:pt>
                <c:pt idx="1008">
                  <c:v>26280</c:v>
                </c:pt>
                <c:pt idx="1009">
                  <c:v>26306.07</c:v>
                </c:pt>
                <c:pt idx="1010">
                  <c:v>26332.14</c:v>
                </c:pt>
                <c:pt idx="1011">
                  <c:v>26358.21</c:v>
                </c:pt>
                <c:pt idx="1012">
                  <c:v>26384.29</c:v>
                </c:pt>
                <c:pt idx="1013">
                  <c:v>26410.36</c:v>
                </c:pt>
                <c:pt idx="1014">
                  <c:v>26436.43</c:v>
                </c:pt>
                <c:pt idx="1015">
                  <c:v>26462.5</c:v>
                </c:pt>
                <c:pt idx="1016">
                  <c:v>26488.57</c:v>
                </c:pt>
                <c:pt idx="1017">
                  <c:v>26514.639999999999</c:v>
                </c:pt>
                <c:pt idx="1018">
                  <c:v>26540.71</c:v>
                </c:pt>
                <c:pt idx="1019">
                  <c:v>26566.79</c:v>
                </c:pt>
                <c:pt idx="1020">
                  <c:v>26592.86</c:v>
                </c:pt>
                <c:pt idx="1021">
                  <c:v>26618.93</c:v>
                </c:pt>
                <c:pt idx="1022">
                  <c:v>26645</c:v>
                </c:pt>
                <c:pt idx="1023">
                  <c:v>26671.07</c:v>
                </c:pt>
                <c:pt idx="1024">
                  <c:v>26697.14</c:v>
                </c:pt>
                <c:pt idx="1025">
                  <c:v>26723.21</c:v>
                </c:pt>
                <c:pt idx="1026">
                  <c:v>26749.29</c:v>
                </c:pt>
                <c:pt idx="1027">
                  <c:v>26775.360000000001</c:v>
                </c:pt>
                <c:pt idx="1028">
                  <c:v>26801.43</c:v>
                </c:pt>
                <c:pt idx="1029">
                  <c:v>26827.5</c:v>
                </c:pt>
                <c:pt idx="1030">
                  <c:v>26853.57</c:v>
                </c:pt>
                <c:pt idx="1031">
                  <c:v>26879.64</c:v>
                </c:pt>
                <c:pt idx="1032">
                  <c:v>26905.71</c:v>
                </c:pt>
                <c:pt idx="1033">
                  <c:v>26931.79</c:v>
                </c:pt>
                <c:pt idx="1034">
                  <c:v>26957.86</c:v>
                </c:pt>
                <c:pt idx="1035">
                  <c:v>26983.93</c:v>
                </c:pt>
                <c:pt idx="1036">
                  <c:v>27010</c:v>
                </c:pt>
                <c:pt idx="1037">
                  <c:v>27036.07</c:v>
                </c:pt>
                <c:pt idx="1038">
                  <c:v>27062.14</c:v>
                </c:pt>
                <c:pt idx="1039">
                  <c:v>27088.21</c:v>
                </c:pt>
                <c:pt idx="1040">
                  <c:v>27114.29</c:v>
                </c:pt>
                <c:pt idx="1041">
                  <c:v>27140.36</c:v>
                </c:pt>
                <c:pt idx="1042">
                  <c:v>27166.43</c:v>
                </c:pt>
                <c:pt idx="1043">
                  <c:v>27192.5</c:v>
                </c:pt>
                <c:pt idx="1044">
                  <c:v>27218.57</c:v>
                </c:pt>
                <c:pt idx="1045">
                  <c:v>27244.639999999999</c:v>
                </c:pt>
                <c:pt idx="1046">
                  <c:v>27270.71</c:v>
                </c:pt>
                <c:pt idx="1047">
                  <c:v>27296.79</c:v>
                </c:pt>
                <c:pt idx="1048">
                  <c:v>27322.86</c:v>
                </c:pt>
                <c:pt idx="1049">
                  <c:v>27348.93</c:v>
                </c:pt>
                <c:pt idx="1050">
                  <c:v>27375</c:v>
                </c:pt>
                <c:pt idx="1051">
                  <c:v>27401.07</c:v>
                </c:pt>
                <c:pt idx="1052">
                  <c:v>27427.14</c:v>
                </c:pt>
                <c:pt idx="1053">
                  <c:v>27453.21</c:v>
                </c:pt>
                <c:pt idx="1054">
                  <c:v>27479.29</c:v>
                </c:pt>
                <c:pt idx="1055">
                  <c:v>27505.360000000001</c:v>
                </c:pt>
                <c:pt idx="1056">
                  <c:v>27531.43</c:v>
                </c:pt>
                <c:pt idx="1057">
                  <c:v>27557.5</c:v>
                </c:pt>
                <c:pt idx="1058">
                  <c:v>27583.57</c:v>
                </c:pt>
                <c:pt idx="1059">
                  <c:v>27609.64</c:v>
                </c:pt>
                <c:pt idx="1060">
                  <c:v>27635.71</c:v>
                </c:pt>
                <c:pt idx="1061">
                  <c:v>27661.79</c:v>
                </c:pt>
                <c:pt idx="1062">
                  <c:v>27687.86</c:v>
                </c:pt>
                <c:pt idx="1063">
                  <c:v>27713.93</c:v>
                </c:pt>
                <c:pt idx="1064">
                  <c:v>27740</c:v>
                </c:pt>
                <c:pt idx="1065">
                  <c:v>27766.07</c:v>
                </c:pt>
                <c:pt idx="1066">
                  <c:v>27792.14</c:v>
                </c:pt>
                <c:pt idx="1067">
                  <c:v>27818.21</c:v>
                </c:pt>
                <c:pt idx="1068">
                  <c:v>27844.29</c:v>
                </c:pt>
                <c:pt idx="1069">
                  <c:v>27870.36</c:v>
                </c:pt>
                <c:pt idx="1070">
                  <c:v>27896.43</c:v>
                </c:pt>
                <c:pt idx="1071">
                  <c:v>27922.5</c:v>
                </c:pt>
                <c:pt idx="1072">
                  <c:v>27948.57</c:v>
                </c:pt>
                <c:pt idx="1073">
                  <c:v>27974.639999999999</c:v>
                </c:pt>
                <c:pt idx="1074">
                  <c:v>28000.71</c:v>
                </c:pt>
                <c:pt idx="1075">
                  <c:v>28026.79</c:v>
                </c:pt>
                <c:pt idx="1076">
                  <c:v>28052.86</c:v>
                </c:pt>
                <c:pt idx="1077">
                  <c:v>28078.93</c:v>
                </c:pt>
                <c:pt idx="1078">
                  <c:v>28105</c:v>
                </c:pt>
                <c:pt idx="1079">
                  <c:v>28131.07</c:v>
                </c:pt>
                <c:pt idx="1080">
                  <c:v>28157.14</c:v>
                </c:pt>
                <c:pt idx="1081">
                  <c:v>28183.21</c:v>
                </c:pt>
                <c:pt idx="1082">
                  <c:v>28209.29</c:v>
                </c:pt>
                <c:pt idx="1083">
                  <c:v>28235.360000000001</c:v>
                </c:pt>
                <c:pt idx="1084">
                  <c:v>28261.43</c:v>
                </c:pt>
                <c:pt idx="1085">
                  <c:v>28287.5</c:v>
                </c:pt>
                <c:pt idx="1086">
                  <c:v>28313.57</c:v>
                </c:pt>
                <c:pt idx="1087">
                  <c:v>28339.64</c:v>
                </c:pt>
                <c:pt idx="1088">
                  <c:v>28365.71</c:v>
                </c:pt>
                <c:pt idx="1089">
                  <c:v>28391.79</c:v>
                </c:pt>
                <c:pt idx="1090">
                  <c:v>28417.86</c:v>
                </c:pt>
                <c:pt idx="1091">
                  <c:v>28443.93</c:v>
                </c:pt>
                <c:pt idx="1092">
                  <c:v>28470</c:v>
                </c:pt>
                <c:pt idx="1093">
                  <c:v>28496.07</c:v>
                </c:pt>
                <c:pt idx="1094">
                  <c:v>28522.14</c:v>
                </c:pt>
                <c:pt idx="1095">
                  <c:v>28548.21</c:v>
                </c:pt>
                <c:pt idx="1096">
                  <c:v>28574.29</c:v>
                </c:pt>
                <c:pt idx="1097">
                  <c:v>28600.36</c:v>
                </c:pt>
                <c:pt idx="1098">
                  <c:v>28626.43</c:v>
                </c:pt>
                <c:pt idx="1099">
                  <c:v>28652.5</c:v>
                </c:pt>
                <c:pt idx="1100">
                  <c:v>28678.57</c:v>
                </c:pt>
                <c:pt idx="1101">
                  <c:v>28704.639999999999</c:v>
                </c:pt>
                <c:pt idx="1102">
                  <c:v>28730.71</c:v>
                </c:pt>
                <c:pt idx="1103">
                  <c:v>28756.79</c:v>
                </c:pt>
                <c:pt idx="1104">
                  <c:v>28782.86</c:v>
                </c:pt>
                <c:pt idx="1105">
                  <c:v>28808.93</c:v>
                </c:pt>
                <c:pt idx="1106">
                  <c:v>28835</c:v>
                </c:pt>
                <c:pt idx="1107">
                  <c:v>28861.07</c:v>
                </c:pt>
                <c:pt idx="1108">
                  <c:v>28887.14</c:v>
                </c:pt>
                <c:pt idx="1109">
                  <c:v>28913.21</c:v>
                </c:pt>
                <c:pt idx="1110">
                  <c:v>28939.29</c:v>
                </c:pt>
                <c:pt idx="1111">
                  <c:v>28965.360000000001</c:v>
                </c:pt>
                <c:pt idx="1112">
                  <c:v>28991.43</c:v>
                </c:pt>
                <c:pt idx="1113">
                  <c:v>29017.5</c:v>
                </c:pt>
                <c:pt idx="1114">
                  <c:v>29043.57</c:v>
                </c:pt>
                <c:pt idx="1115">
                  <c:v>29069.64</c:v>
                </c:pt>
                <c:pt idx="1116">
                  <c:v>29095.71</c:v>
                </c:pt>
                <c:pt idx="1117">
                  <c:v>29121.79</c:v>
                </c:pt>
                <c:pt idx="1118">
                  <c:v>29147.86</c:v>
                </c:pt>
                <c:pt idx="1119">
                  <c:v>29173.93</c:v>
                </c:pt>
                <c:pt idx="1120">
                  <c:v>29200</c:v>
                </c:pt>
                <c:pt idx="1121">
                  <c:v>29226.07</c:v>
                </c:pt>
                <c:pt idx="1122">
                  <c:v>29252.14</c:v>
                </c:pt>
                <c:pt idx="1123">
                  <c:v>29278.21</c:v>
                </c:pt>
                <c:pt idx="1124">
                  <c:v>29304.29</c:v>
                </c:pt>
                <c:pt idx="1125">
                  <c:v>29330.36</c:v>
                </c:pt>
                <c:pt idx="1126">
                  <c:v>29356.43</c:v>
                </c:pt>
                <c:pt idx="1127">
                  <c:v>29382.5</c:v>
                </c:pt>
                <c:pt idx="1128">
                  <c:v>29408.57</c:v>
                </c:pt>
                <c:pt idx="1129">
                  <c:v>29434.639999999999</c:v>
                </c:pt>
                <c:pt idx="1130">
                  <c:v>29460.71</c:v>
                </c:pt>
                <c:pt idx="1131">
                  <c:v>29486.79</c:v>
                </c:pt>
                <c:pt idx="1132">
                  <c:v>29512.86</c:v>
                </c:pt>
                <c:pt idx="1133">
                  <c:v>29538.93</c:v>
                </c:pt>
                <c:pt idx="1134">
                  <c:v>29565</c:v>
                </c:pt>
                <c:pt idx="1135">
                  <c:v>29591.07</c:v>
                </c:pt>
                <c:pt idx="1136">
                  <c:v>29617.14</c:v>
                </c:pt>
                <c:pt idx="1137">
                  <c:v>29643.21</c:v>
                </c:pt>
                <c:pt idx="1138">
                  <c:v>29669.29</c:v>
                </c:pt>
                <c:pt idx="1139">
                  <c:v>29695.360000000001</c:v>
                </c:pt>
                <c:pt idx="1140">
                  <c:v>29721.43</c:v>
                </c:pt>
                <c:pt idx="1141">
                  <c:v>29747.5</c:v>
                </c:pt>
                <c:pt idx="1142">
                  <c:v>29773.57</c:v>
                </c:pt>
                <c:pt idx="1143">
                  <c:v>29799.64</c:v>
                </c:pt>
                <c:pt idx="1144">
                  <c:v>29825.71</c:v>
                </c:pt>
                <c:pt idx="1145">
                  <c:v>29851.79</c:v>
                </c:pt>
                <c:pt idx="1146">
                  <c:v>29877.86</c:v>
                </c:pt>
                <c:pt idx="1147">
                  <c:v>29903.93</c:v>
                </c:pt>
                <c:pt idx="1148">
                  <c:v>29930</c:v>
                </c:pt>
                <c:pt idx="1149">
                  <c:v>29956.07</c:v>
                </c:pt>
                <c:pt idx="1150">
                  <c:v>29982.14</c:v>
                </c:pt>
                <c:pt idx="1151">
                  <c:v>30008.21</c:v>
                </c:pt>
                <c:pt idx="1152">
                  <c:v>30034.29</c:v>
                </c:pt>
                <c:pt idx="1153">
                  <c:v>30060.36</c:v>
                </c:pt>
                <c:pt idx="1154">
                  <c:v>30086.43</c:v>
                </c:pt>
                <c:pt idx="1155">
                  <c:v>30112.5</c:v>
                </c:pt>
                <c:pt idx="1156">
                  <c:v>30138.57</c:v>
                </c:pt>
                <c:pt idx="1157">
                  <c:v>30164.639999999999</c:v>
                </c:pt>
                <c:pt idx="1158">
                  <c:v>30190.71</c:v>
                </c:pt>
                <c:pt idx="1159">
                  <c:v>30216.79</c:v>
                </c:pt>
                <c:pt idx="1160">
                  <c:v>30242.86</c:v>
                </c:pt>
                <c:pt idx="1161">
                  <c:v>30268.93</c:v>
                </c:pt>
                <c:pt idx="1162">
                  <c:v>30295</c:v>
                </c:pt>
                <c:pt idx="1163">
                  <c:v>30321.07</c:v>
                </c:pt>
                <c:pt idx="1164">
                  <c:v>30347.14</c:v>
                </c:pt>
                <c:pt idx="1165">
                  <c:v>30373.21</c:v>
                </c:pt>
                <c:pt idx="1166">
                  <c:v>30399.29</c:v>
                </c:pt>
                <c:pt idx="1167">
                  <c:v>30425.360000000001</c:v>
                </c:pt>
                <c:pt idx="1168">
                  <c:v>30451.43</c:v>
                </c:pt>
                <c:pt idx="1169">
                  <c:v>30477.5</c:v>
                </c:pt>
                <c:pt idx="1170">
                  <c:v>30503.57</c:v>
                </c:pt>
                <c:pt idx="1171">
                  <c:v>30529.64</c:v>
                </c:pt>
                <c:pt idx="1172">
                  <c:v>30555.71</c:v>
                </c:pt>
                <c:pt idx="1173">
                  <c:v>30581.79</c:v>
                </c:pt>
                <c:pt idx="1174">
                  <c:v>30607.86</c:v>
                </c:pt>
                <c:pt idx="1175">
                  <c:v>30633.93</c:v>
                </c:pt>
                <c:pt idx="1176">
                  <c:v>30660</c:v>
                </c:pt>
                <c:pt idx="1177">
                  <c:v>30686.07</c:v>
                </c:pt>
                <c:pt idx="1178">
                  <c:v>30712.14</c:v>
                </c:pt>
                <c:pt idx="1179">
                  <c:v>30738.21</c:v>
                </c:pt>
                <c:pt idx="1180">
                  <c:v>30764.29</c:v>
                </c:pt>
                <c:pt idx="1181">
                  <c:v>30790.36</c:v>
                </c:pt>
                <c:pt idx="1182">
                  <c:v>30816.43</c:v>
                </c:pt>
                <c:pt idx="1183">
                  <c:v>30842.5</c:v>
                </c:pt>
                <c:pt idx="1184">
                  <c:v>30868.57</c:v>
                </c:pt>
                <c:pt idx="1185">
                  <c:v>30894.639999999999</c:v>
                </c:pt>
                <c:pt idx="1186">
                  <c:v>30920.71</c:v>
                </c:pt>
                <c:pt idx="1187">
                  <c:v>30946.79</c:v>
                </c:pt>
                <c:pt idx="1188">
                  <c:v>30972.86</c:v>
                </c:pt>
                <c:pt idx="1189">
                  <c:v>30998.93</c:v>
                </c:pt>
                <c:pt idx="1190">
                  <c:v>31025</c:v>
                </c:pt>
                <c:pt idx="1191">
                  <c:v>31051.07</c:v>
                </c:pt>
                <c:pt idx="1192">
                  <c:v>31077.14</c:v>
                </c:pt>
                <c:pt idx="1193">
                  <c:v>31103.21</c:v>
                </c:pt>
                <c:pt idx="1194">
                  <c:v>31129.29</c:v>
                </c:pt>
                <c:pt idx="1195">
                  <c:v>31155.360000000001</c:v>
                </c:pt>
                <c:pt idx="1196">
                  <c:v>31181.43</c:v>
                </c:pt>
                <c:pt idx="1197">
                  <c:v>31207.5</c:v>
                </c:pt>
                <c:pt idx="1198">
                  <c:v>31233.57</c:v>
                </c:pt>
                <c:pt idx="1199">
                  <c:v>31259.64</c:v>
                </c:pt>
                <c:pt idx="1200">
                  <c:v>31285.71</c:v>
                </c:pt>
                <c:pt idx="1201">
                  <c:v>31311.79</c:v>
                </c:pt>
                <c:pt idx="1202">
                  <c:v>31337.86</c:v>
                </c:pt>
                <c:pt idx="1203">
                  <c:v>31363.93</c:v>
                </c:pt>
                <c:pt idx="1204">
                  <c:v>31390</c:v>
                </c:pt>
                <c:pt idx="1205">
                  <c:v>31416.07</c:v>
                </c:pt>
                <c:pt idx="1206">
                  <c:v>31442.14</c:v>
                </c:pt>
                <c:pt idx="1207">
                  <c:v>31468.21</c:v>
                </c:pt>
                <c:pt idx="1208">
                  <c:v>31494.29</c:v>
                </c:pt>
                <c:pt idx="1209">
                  <c:v>31520.36</c:v>
                </c:pt>
                <c:pt idx="1210">
                  <c:v>31546.43</c:v>
                </c:pt>
                <c:pt idx="1211">
                  <c:v>31572.5</c:v>
                </c:pt>
                <c:pt idx="1212">
                  <c:v>31598.57</c:v>
                </c:pt>
                <c:pt idx="1213">
                  <c:v>31624.639999999999</c:v>
                </c:pt>
                <c:pt idx="1214">
                  <c:v>31650.71</c:v>
                </c:pt>
                <c:pt idx="1215">
                  <c:v>31676.79</c:v>
                </c:pt>
                <c:pt idx="1216">
                  <c:v>31702.86</c:v>
                </c:pt>
                <c:pt idx="1217">
                  <c:v>31728.93</c:v>
                </c:pt>
                <c:pt idx="1218">
                  <c:v>31755</c:v>
                </c:pt>
                <c:pt idx="1219">
                  <c:v>31781.07</c:v>
                </c:pt>
                <c:pt idx="1220">
                  <c:v>31807.14</c:v>
                </c:pt>
                <c:pt idx="1221">
                  <c:v>31833.21</c:v>
                </c:pt>
                <c:pt idx="1222">
                  <c:v>31859.29</c:v>
                </c:pt>
                <c:pt idx="1223">
                  <c:v>31885.360000000001</c:v>
                </c:pt>
                <c:pt idx="1224">
                  <c:v>31911.43</c:v>
                </c:pt>
                <c:pt idx="1225">
                  <c:v>31937.5</c:v>
                </c:pt>
                <c:pt idx="1226">
                  <c:v>31963.57</c:v>
                </c:pt>
                <c:pt idx="1227">
                  <c:v>31989.64</c:v>
                </c:pt>
                <c:pt idx="1228">
                  <c:v>32015.71</c:v>
                </c:pt>
                <c:pt idx="1229">
                  <c:v>32041.79</c:v>
                </c:pt>
                <c:pt idx="1230">
                  <c:v>32067.86</c:v>
                </c:pt>
                <c:pt idx="1231">
                  <c:v>32093.93</c:v>
                </c:pt>
                <c:pt idx="1232">
                  <c:v>32120</c:v>
                </c:pt>
                <c:pt idx="1233">
                  <c:v>32146.07</c:v>
                </c:pt>
                <c:pt idx="1234">
                  <c:v>32172.14</c:v>
                </c:pt>
                <c:pt idx="1235">
                  <c:v>32198.21</c:v>
                </c:pt>
                <c:pt idx="1236">
                  <c:v>32224.29</c:v>
                </c:pt>
                <c:pt idx="1237">
                  <c:v>32250.36</c:v>
                </c:pt>
                <c:pt idx="1238">
                  <c:v>32276.43</c:v>
                </c:pt>
                <c:pt idx="1239">
                  <c:v>32302.5</c:v>
                </c:pt>
                <c:pt idx="1240">
                  <c:v>32328.57</c:v>
                </c:pt>
                <c:pt idx="1241">
                  <c:v>32354.639999999999</c:v>
                </c:pt>
                <c:pt idx="1242">
                  <c:v>32380.71</c:v>
                </c:pt>
                <c:pt idx="1243">
                  <c:v>32406.79</c:v>
                </c:pt>
                <c:pt idx="1244">
                  <c:v>32432.86</c:v>
                </c:pt>
                <c:pt idx="1245">
                  <c:v>32458.93</c:v>
                </c:pt>
                <c:pt idx="1246">
                  <c:v>32485</c:v>
                </c:pt>
                <c:pt idx="1247">
                  <c:v>32511.07</c:v>
                </c:pt>
                <c:pt idx="1248">
                  <c:v>32537.14</c:v>
                </c:pt>
                <c:pt idx="1249">
                  <c:v>32563.21</c:v>
                </c:pt>
                <c:pt idx="1250">
                  <c:v>32589.29</c:v>
                </c:pt>
                <c:pt idx="1251">
                  <c:v>32615.360000000001</c:v>
                </c:pt>
                <c:pt idx="1252">
                  <c:v>32641.43</c:v>
                </c:pt>
                <c:pt idx="1253">
                  <c:v>32667.5</c:v>
                </c:pt>
                <c:pt idx="1254">
                  <c:v>32693.57</c:v>
                </c:pt>
                <c:pt idx="1255">
                  <c:v>32719.64</c:v>
                </c:pt>
                <c:pt idx="1256">
                  <c:v>32745.71</c:v>
                </c:pt>
                <c:pt idx="1257">
                  <c:v>32771.79</c:v>
                </c:pt>
                <c:pt idx="1258">
                  <c:v>32797.86</c:v>
                </c:pt>
                <c:pt idx="1259">
                  <c:v>32823.93</c:v>
                </c:pt>
                <c:pt idx="1260">
                  <c:v>32850</c:v>
                </c:pt>
                <c:pt idx="1261">
                  <c:v>32876.07</c:v>
                </c:pt>
                <c:pt idx="1262">
                  <c:v>32902.14</c:v>
                </c:pt>
                <c:pt idx="1263">
                  <c:v>32928.21</c:v>
                </c:pt>
                <c:pt idx="1264">
                  <c:v>32954.29</c:v>
                </c:pt>
                <c:pt idx="1265">
                  <c:v>32980.36</c:v>
                </c:pt>
                <c:pt idx="1266">
                  <c:v>33006.43</c:v>
                </c:pt>
                <c:pt idx="1267">
                  <c:v>33032.5</c:v>
                </c:pt>
                <c:pt idx="1268">
                  <c:v>33058.57</c:v>
                </c:pt>
                <c:pt idx="1269">
                  <c:v>33084.639999999999</c:v>
                </c:pt>
                <c:pt idx="1270">
                  <c:v>33110.71</c:v>
                </c:pt>
                <c:pt idx="1271">
                  <c:v>33136.79</c:v>
                </c:pt>
                <c:pt idx="1272">
                  <c:v>33162.86</c:v>
                </c:pt>
                <c:pt idx="1273">
                  <c:v>33188.93</c:v>
                </c:pt>
                <c:pt idx="1274">
                  <c:v>33215</c:v>
                </c:pt>
                <c:pt idx="1275">
                  <c:v>33241.07</c:v>
                </c:pt>
                <c:pt idx="1276">
                  <c:v>33267.14</c:v>
                </c:pt>
                <c:pt idx="1277">
                  <c:v>33293.21</c:v>
                </c:pt>
                <c:pt idx="1278">
                  <c:v>33319.29</c:v>
                </c:pt>
                <c:pt idx="1279">
                  <c:v>33345.360000000001</c:v>
                </c:pt>
                <c:pt idx="1280">
                  <c:v>33371.43</c:v>
                </c:pt>
                <c:pt idx="1281">
                  <c:v>33397.5</c:v>
                </c:pt>
                <c:pt idx="1282">
                  <c:v>33423.57</c:v>
                </c:pt>
                <c:pt idx="1283">
                  <c:v>33449.64</c:v>
                </c:pt>
                <c:pt idx="1284">
                  <c:v>33475.71</c:v>
                </c:pt>
                <c:pt idx="1285">
                  <c:v>33501.79</c:v>
                </c:pt>
                <c:pt idx="1286">
                  <c:v>33527.86</c:v>
                </c:pt>
                <c:pt idx="1287">
                  <c:v>33553.93</c:v>
                </c:pt>
                <c:pt idx="1288">
                  <c:v>33580</c:v>
                </c:pt>
                <c:pt idx="1289">
                  <c:v>33606.07</c:v>
                </c:pt>
                <c:pt idx="1290">
                  <c:v>33632.14</c:v>
                </c:pt>
                <c:pt idx="1291">
                  <c:v>33658.21</c:v>
                </c:pt>
                <c:pt idx="1292">
                  <c:v>33684.29</c:v>
                </c:pt>
                <c:pt idx="1293">
                  <c:v>33710.36</c:v>
                </c:pt>
                <c:pt idx="1294">
                  <c:v>33736.43</c:v>
                </c:pt>
                <c:pt idx="1295">
                  <c:v>33762.5</c:v>
                </c:pt>
                <c:pt idx="1296">
                  <c:v>33788.57</c:v>
                </c:pt>
                <c:pt idx="1297">
                  <c:v>33814.639999999999</c:v>
                </c:pt>
                <c:pt idx="1298">
                  <c:v>33840.71</c:v>
                </c:pt>
                <c:pt idx="1299">
                  <c:v>33866.79</c:v>
                </c:pt>
                <c:pt idx="1300">
                  <c:v>33892.86</c:v>
                </c:pt>
                <c:pt idx="1301">
                  <c:v>33918.93</c:v>
                </c:pt>
                <c:pt idx="1302">
                  <c:v>33945</c:v>
                </c:pt>
                <c:pt idx="1303">
                  <c:v>33971.07</c:v>
                </c:pt>
                <c:pt idx="1304">
                  <c:v>33997.14</c:v>
                </c:pt>
                <c:pt idx="1305">
                  <c:v>34023.21</c:v>
                </c:pt>
                <c:pt idx="1306">
                  <c:v>34049.29</c:v>
                </c:pt>
                <c:pt idx="1307">
                  <c:v>34075.360000000001</c:v>
                </c:pt>
                <c:pt idx="1308">
                  <c:v>34101.43</c:v>
                </c:pt>
                <c:pt idx="1309">
                  <c:v>34127.5</c:v>
                </c:pt>
                <c:pt idx="1310">
                  <c:v>34153.57</c:v>
                </c:pt>
                <c:pt idx="1311">
                  <c:v>34179.64</c:v>
                </c:pt>
                <c:pt idx="1312">
                  <c:v>34205.71</c:v>
                </c:pt>
                <c:pt idx="1313">
                  <c:v>34231.79</c:v>
                </c:pt>
                <c:pt idx="1314">
                  <c:v>34257.86</c:v>
                </c:pt>
                <c:pt idx="1315">
                  <c:v>34283.93</c:v>
                </c:pt>
                <c:pt idx="1316">
                  <c:v>34310</c:v>
                </c:pt>
                <c:pt idx="1317">
                  <c:v>34336.07</c:v>
                </c:pt>
                <c:pt idx="1318">
                  <c:v>34362.14</c:v>
                </c:pt>
                <c:pt idx="1319">
                  <c:v>34388.21</c:v>
                </c:pt>
                <c:pt idx="1320">
                  <c:v>34414.29</c:v>
                </c:pt>
                <c:pt idx="1321">
                  <c:v>34440.36</c:v>
                </c:pt>
                <c:pt idx="1322">
                  <c:v>34466.43</c:v>
                </c:pt>
                <c:pt idx="1323">
                  <c:v>34492.5</c:v>
                </c:pt>
                <c:pt idx="1324">
                  <c:v>34518.57</c:v>
                </c:pt>
                <c:pt idx="1325">
                  <c:v>34544.639999999999</c:v>
                </c:pt>
                <c:pt idx="1326">
                  <c:v>34570.71</c:v>
                </c:pt>
                <c:pt idx="1327">
                  <c:v>34596.79</c:v>
                </c:pt>
                <c:pt idx="1328">
                  <c:v>34622.86</c:v>
                </c:pt>
                <c:pt idx="1329">
                  <c:v>34648.93</c:v>
                </c:pt>
                <c:pt idx="1330">
                  <c:v>34675</c:v>
                </c:pt>
                <c:pt idx="1331">
                  <c:v>34701.07</c:v>
                </c:pt>
                <c:pt idx="1332">
                  <c:v>34727.14</c:v>
                </c:pt>
                <c:pt idx="1333">
                  <c:v>34753.21</c:v>
                </c:pt>
                <c:pt idx="1334">
                  <c:v>34779.29</c:v>
                </c:pt>
                <c:pt idx="1335">
                  <c:v>34805.360000000001</c:v>
                </c:pt>
                <c:pt idx="1336">
                  <c:v>34831.43</c:v>
                </c:pt>
                <c:pt idx="1337">
                  <c:v>34857.5</c:v>
                </c:pt>
                <c:pt idx="1338">
                  <c:v>34883.57</c:v>
                </c:pt>
                <c:pt idx="1339">
                  <c:v>34909.64</c:v>
                </c:pt>
                <c:pt idx="1340">
                  <c:v>34935.71</c:v>
                </c:pt>
                <c:pt idx="1341">
                  <c:v>34961.79</c:v>
                </c:pt>
                <c:pt idx="1342">
                  <c:v>34987.86</c:v>
                </c:pt>
                <c:pt idx="1343">
                  <c:v>35013.93</c:v>
                </c:pt>
                <c:pt idx="1344">
                  <c:v>35040</c:v>
                </c:pt>
                <c:pt idx="1345">
                  <c:v>35066.07</c:v>
                </c:pt>
                <c:pt idx="1346">
                  <c:v>35092.14</c:v>
                </c:pt>
                <c:pt idx="1347">
                  <c:v>35118.21</c:v>
                </c:pt>
                <c:pt idx="1348">
                  <c:v>35144.29</c:v>
                </c:pt>
                <c:pt idx="1349">
                  <c:v>35170.36</c:v>
                </c:pt>
                <c:pt idx="1350">
                  <c:v>35196.43</c:v>
                </c:pt>
                <c:pt idx="1351">
                  <c:v>35222.5</c:v>
                </c:pt>
                <c:pt idx="1352">
                  <c:v>35248.57</c:v>
                </c:pt>
                <c:pt idx="1353">
                  <c:v>35274.639999999999</c:v>
                </c:pt>
                <c:pt idx="1354">
                  <c:v>35300.71</c:v>
                </c:pt>
                <c:pt idx="1355">
                  <c:v>35326.79</c:v>
                </c:pt>
                <c:pt idx="1356">
                  <c:v>35352.86</c:v>
                </c:pt>
                <c:pt idx="1357">
                  <c:v>35378.93</c:v>
                </c:pt>
                <c:pt idx="1358">
                  <c:v>35405</c:v>
                </c:pt>
                <c:pt idx="1359">
                  <c:v>35431.07</c:v>
                </c:pt>
                <c:pt idx="1360">
                  <c:v>35457.14</c:v>
                </c:pt>
                <c:pt idx="1361">
                  <c:v>35483.21</c:v>
                </c:pt>
                <c:pt idx="1362">
                  <c:v>35509.29</c:v>
                </c:pt>
                <c:pt idx="1363">
                  <c:v>35535.360000000001</c:v>
                </c:pt>
                <c:pt idx="1364">
                  <c:v>35561.43</c:v>
                </c:pt>
                <c:pt idx="1365">
                  <c:v>35587.5</c:v>
                </c:pt>
                <c:pt idx="1366">
                  <c:v>35613.57</c:v>
                </c:pt>
                <c:pt idx="1367">
                  <c:v>35639.64</c:v>
                </c:pt>
                <c:pt idx="1368">
                  <c:v>35665.71</c:v>
                </c:pt>
                <c:pt idx="1369">
                  <c:v>35691.79</c:v>
                </c:pt>
                <c:pt idx="1370">
                  <c:v>35717.86</c:v>
                </c:pt>
                <c:pt idx="1371">
                  <c:v>35743.93</c:v>
                </c:pt>
                <c:pt idx="1372">
                  <c:v>35770</c:v>
                </c:pt>
                <c:pt idx="1373">
                  <c:v>35796.07</c:v>
                </c:pt>
                <c:pt idx="1374">
                  <c:v>35822.14</c:v>
                </c:pt>
                <c:pt idx="1375">
                  <c:v>35848.21</c:v>
                </c:pt>
                <c:pt idx="1376">
                  <c:v>35874.29</c:v>
                </c:pt>
                <c:pt idx="1377">
                  <c:v>35900.36</c:v>
                </c:pt>
                <c:pt idx="1378">
                  <c:v>35926.43</c:v>
                </c:pt>
                <c:pt idx="1379">
                  <c:v>35952.5</c:v>
                </c:pt>
                <c:pt idx="1380">
                  <c:v>35978.57</c:v>
                </c:pt>
                <c:pt idx="1381">
                  <c:v>36004.639999999999</c:v>
                </c:pt>
                <c:pt idx="1382">
                  <c:v>36030.71</c:v>
                </c:pt>
                <c:pt idx="1383">
                  <c:v>36056.79</c:v>
                </c:pt>
                <c:pt idx="1384">
                  <c:v>36082.86</c:v>
                </c:pt>
                <c:pt idx="1385">
                  <c:v>36108.93</c:v>
                </c:pt>
                <c:pt idx="1386">
                  <c:v>36135</c:v>
                </c:pt>
                <c:pt idx="1387">
                  <c:v>36161.07</c:v>
                </c:pt>
                <c:pt idx="1388">
                  <c:v>36187.14</c:v>
                </c:pt>
                <c:pt idx="1389">
                  <c:v>36213.21</c:v>
                </c:pt>
                <c:pt idx="1390">
                  <c:v>36239.29</c:v>
                </c:pt>
                <c:pt idx="1391">
                  <c:v>36265.360000000001</c:v>
                </c:pt>
                <c:pt idx="1392">
                  <c:v>36291.43</c:v>
                </c:pt>
                <c:pt idx="1393">
                  <c:v>36317.5</c:v>
                </c:pt>
                <c:pt idx="1394">
                  <c:v>36343.57</c:v>
                </c:pt>
                <c:pt idx="1395">
                  <c:v>36369.64</c:v>
                </c:pt>
                <c:pt idx="1396">
                  <c:v>36395.71</c:v>
                </c:pt>
                <c:pt idx="1397">
                  <c:v>36421.79</c:v>
                </c:pt>
                <c:pt idx="1398">
                  <c:v>36447.86</c:v>
                </c:pt>
                <c:pt idx="1399">
                  <c:v>36473.93</c:v>
                </c:pt>
                <c:pt idx="1400">
                  <c:v>36500</c:v>
                </c:pt>
                <c:pt idx="1401">
                  <c:v>36526.07</c:v>
                </c:pt>
                <c:pt idx="1402">
                  <c:v>36552.14</c:v>
                </c:pt>
                <c:pt idx="1403">
                  <c:v>36578.21</c:v>
                </c:pt>
                <c:pt idx="1404">
                  <c:v>36604.29</c:v>
                </c:pt>
                <c:pt idx="1405">
                  <c:v>36630.36</c:v>
                </c:pt>
                <c:pt idx="1406">
                  <c:v>36656.43</c:v>
                </c:pt>
                <c:pt idx="1407">
                  <c:v>36682.5</c:v>
                </c:pt>
                <c:pt idx="1408">
                  <c:v>36708.57</c:v>
                </c:pt>
                <c:pt idx="1409">
                  <c:v>36734.639999999999</c:v>
                </c:pt>
                <c:pt idx="1410">
                  <c:v>36760.71</c:v>
                </c:pt>
                <c:pt idx="1411">
                  <c:v>36786.79</c:v>
                </c:pt>
                <c:pt idx="1412">
                  <c:v>36812.86</c:v>
                </c:pt>
                <c:pt idx="1413">
                  <c:v>36838.93</c:v>
                </c:pt>
                <c:pt idx="1414">
                  <c:v>36865</c:v>
                </c:pt>
                <c:pt idx="1415">
                  <c:v>36891.07</c:v>
                </c:pt>
                <c:pt idx="1416">
                  <c:v>36917.14</c:v>
                </c:pt>
                <c:pt idx="1417">
                  <c:v>36943.21</c:v>
                </c:pt>
                <c:pt idx="1418">
                  <c:v>36969.29</c:v>
                </c:pt>
                <c:pt idx="1419">
                  <c:v>36995.360000000001</c:v>
                </c:pt>
                <c:pt idx="1420">
                  <c:v>37021.43</c:v>
                </c:pt>
                <c:pt idx="1421">
                  <c:v>37047.5</c:v>
                </c:pt>
                <c:pt idx="1422">
                  <c:v>37073.57</c:v>
                </c:pt>
                <c:pt idx="1423">
                  <c:v>37099.64</c:v>
                </c:pt>
                <c:pt idx="1424">
                  <c:v>37125.71</c:v>
                </c:pt>
                <c:pt idx="1425">
                  <c:v>37151.79</c:v>
                </c:pt>
                <c:pt idx="1426">
                  <c:v>37177.86</c:v>
                </c:pt>
                <c:pt idx="1427">
                  <c:v>37203.93</c:v>
                </c:pt>
                <c:pt idx="1428">
                  <c:v>37230</c:v>
                </c:pt>
                <c:pt idx="1429">
                  <c:v>37256.07</c:v>
                </c:pt>
                <c:pt idx="1430">
                  <c:v>37282.14</c:v>
                </c:pt>
                <c:pt idx="1431">
                  <c:v>37308.21</c:v>
                </c:pt>
                <c:pt idx="1432">
                  <c:v>37334.29</c:v>
                </c:pt>
                <c:pt idx="1433">
                  <c:v>37360.36</c:v>
                </c:pt>
                <c:pt idx="1434">
                  <c:v>37386.43</c:v>
                </c:pt>
                <c:pt idx="1435">
                  <c:v>37412.5</c:v>
                </c:pt>
                <c:pt idx="1436">
                  <c:v>37438.57</c:v>
                </c:pt>
                <c:pt idx="1437">
                  <c:v>37464.639999999999</c:v>
                </c:pt>
                <c:pt idx="1438">
                  <c:v>37490.71</c:v>
                </c:pt>
                <c:pt idx="1439">
                  <c:v>37516.79</c:v>
                </c:pt>
                <c:pt idx="1440">
                  <c:v>37542.86</c:v>
                </c:pt>
                <c:pt idx="1441">
                  <c:v>37568.93</c:v>
                </c:pt>
                <c:pt idx="1442">
                  <c:v>37595</c:v>
                </c:pt>
                <c:pt idx="1443">
                  <c:v>37621.07</c:v>
                </c:pt>
                <c:pt idx="1444">
                  <c:v>37647.14</c:v>
                </c:pt>
                <c:pt idx="1445">
                  <c:v>37673.21</c:v>
                </c:pt>
                <c:pt idx="1446">
                  <c:v>37699.29</c:v>
                </c:pt>
                <c:pt idx="1447">
                  <c:v>37725.360000000001</c:v>
                </c:pt>
                <c:pt idx="1448">
                  <c:v>37751.43</c:v>
                </c:pt>
                <c:pt idx="1449">
                  <c:v>37777.5</c:v>
                </c:pt>
                <c:pt idx="1450">
                  <c:v>37803.57</c:v>
                </c:pt>
                <c:pt idx="1451">
                  <c:v>37829.64</c:v>
                </c:pt>
                <c:pt idx="1452">
                  <c:v>37855.71</c:v>
                </c:pt>
                <c:pt idx="1453">
                  <c:v>37881.79</c:v>
                </c:pt>
                <c:pt idx="1454">
                  <c:v>37907.86</c:v>
                </c:pt>
                <c:pt idx="1455">
                  <c:v>37933.93</c:v>
                </c:pt>
                <c:pt idx="1456">
                  <c:v>37960</c:v>
                </c:pt>
                <c:pt idx="1457">
                  <c:v>37986.07</c:v>
                </c:pt>
                <c:pt idx="1458">
                  <c:v>38012.14</c:v>
                </c:pt>
                <c:pt idx="1459">
                  <c:v>38038.21</c:v>
                </c:pt>
                <c:pt idx="1460">
                  <c:v>38064.29</c:v>
                </c:pt>
                <c:pt idx="1461">
                  <c:v>38090.36</c:v>
                </c:pt>
                <c:pt idx="1462">
                  <c:v>38116.43</c:v>
                </c:pt>
                <c:pt idx="1463">
                  <c:v>38142.5</c:v>
                </c:pt>
                <c:pt idx="1464">
                  <c:v>38168.57</c:v>
                </c:pt>
                <c:pt idx="1465">
                  <c:v>38194.639999999999</c:v>
                </c:pt>
                <c:pt idx="1466">
                  <c:v>38220.71</c:v>
                </c:pt>
                <c:pt idx="1467">
                  <c:v>38246.79</c:v>
                </c:pt>
                <c:pt idx="1468">
                  <c:v>38272.86</c:v>
                </c:pt>
                <c:pt idx="1469">
                  <c:v>38298.93</c:v>
                </c:pt>
                <c:pt idx="1470">
                  <c:v>38325</c:v>
                </c:pt>
                <c:pt idx="1471">
                  <c:v>38351.07</c:v>
                </c:pt>
                <c:pt idx="1472">
                  <c:v>38377.14</c:v>
                </c:pt>
                <c:pt idx="1473">
                  <c:v>38403.21</c:v>
                </c:pt>
                <c:pt idx="1474">
                  <c:v>38429.29</c:v>
                </c:pt>
                <c:pt idx="1475">
                  <c:v>38455.360000000001</c:v>
                </c:pt>
                <c:pt idx="1476">
                  <c:v>38481.43</c:v>
                </c:pt>
                <c:pt idx="1477">
                  <c:v>38507.5</c:v>
                </c:pt>
                <c:pt idx="1478">
                  <c:v>38533.57</c:v>
                </c:pt>
                <c:pt idx="1479">
                  <c:v>38559.64</c:v>
                </c:pt>
                <c:pt idx="1480">
                  <c:v>38585.71</c:v>
                </c:pt>
                <c:pt idx="1481">
                  <c:v>38611.79</c:v>
                </c:pt>
                <c:pt idx="1482">
                  <c:v>38637.86</c:v>
                </c:pt>
                <c:pt idx="1483">
                  <c:v>38663.93</c:v>
                </c:pt>
                <c:pt idx="1484">
                  <c:v>38690</c:v>
                </c:pt>
                <c:pt idx="1485">
                  <c:v>38716.07</c:v>
                </c:pt>
                <c:pt idx="1486">
                  <c:v>38742.14</c:v>
                </c:pt>
                <c:pt idx="1487">
                  <c:v>38768.21</c:v>
                </c:pt>
                <c:pt idx="1488">
                  <c:v>38794.29</c:v>
                </c:pt>
                <c:pt idx="1489">
                  <c:v>38820.36</c:v>
                </c:pt>
                <c:pt idx="1490">
                  <c:v>38846.43</c:v>
                </c:pt>
                <c:pt idx="1491">
                  <c:v>38872.5</c:v>
                </c:pt>
                <c:pt idx="1492">
                  <c:v>38898.57</c:v>
                </c:pt>
                <c:pt idx="1493">
                  <c:v>38924.639999999999</c:v>
                </c:pt>
                <c:pt idx="1494">
                  <c:v>38950.71</c:v>
                </c:pt>
                <c:pt idx="1495">
                  <c:v>38976.79</c:v>
                </c:pt>
                <c:pt idx="1496">
                  <c:v>39002.86</c:v>
                </c:pt>
                <c:pt idx="1497">
                  <c:v>39028.93</c:v>
                </c:pt>
                <c:pt idx="1498">
                  <c:v>39055</c:v>
                </c:pt>
                <c:pt idx="1499">
                  <c:v>39081.07</c:v>
                </c:pt>
                <c:pt idx="1500">
                  <c:v>39107.14</c:v>
                </c:pt>
                <c:pt idx="1501">
                  <c:v>39133.21</c:v>
                </c:pt>
                <c:pt idx="1502">
                  <c:v>39159.29</c:v>
                </c:pt>
                <c:pt idx="1503">
                  <c:v>39185.360000000001</c:v>
                </c:pt>
                <c:pt idx="1504">
                  <c:v>39211.43</c:v>
                </c:pt>
                <c:pt idx="1505">
                  <c:v>39237.5</c:v>
                </c:pt>
                <c:pt idx="1506">
                  <c:v>39263.57</c:v>
                </c:pt>
                <c:pt idx="1507">
                  <c:v>39289.64</c:v>
                </c:pt>
                <c:pt idx="1508">
                  <c:v>39315.71</c:v>
                </c:pt>
                <c:pt idx="1509">
                  <c:v>39341.79</c:v>
                </c:pt>
                <c:pt idx="1510">
                  <c:v>39367.86</c:v>
                </c:pt>
                <c:pt idx="1511">
                  <c:v>39393.93</c:v>
                </c:pt>
                <c:pt idx="1512">
                  <c:v>39420</c:v>
                </c:pt>
                <c:pt idx="1513">
                  <c:v>39446.07</c:v>
                </c:pt>
                <c:pt idx="1514">
                  <c:v>39472.14</c:v>
                </c:pt>
                <c:pt idx="1515">
                  <c:v>39498.21</c:v>
                </c:pt>
                <c:pt idx="1516">
                  <c:v>39524.29</c:v>
                </c:pt>
                <c:pt idx="1517">
                  <c:v>39550.36</c:v>
                </c:pt>
                <c:pt idx="1518">
                  <c:v>39576.43</c:v>
                </c:pt>
                <c:pt idx="1519">
                  <c:v>39602.5</c:v>
                </c:pt>
                <c:pt idx="1520">
                  <c:v>39628.57</c:v>
                </c:pt>
                <c:pt idx="1521">
                  <c:v>39654.639999999999</c:v>
                </c:pt>
                <c:pt idx="1522">
                  <c:v>39680.71</c:v>
                </c:pt>
                <c:pt idx="1523">
                  <c:v>39706.79</c:v>
                </c:pt>
                <c:pt idx="1524">
                  <c:v>39732.86</c:v>
                </c:pt>
                <c:pt idx="1525">
                  <c:v>39758.93</c:v>
                </c:pt>
                <c:pt idx="1526">
                  <c:v>39785</c:v>
                </c:pt>
                <c:pt idx="1527">
                  <c:v>39811.07</c:v>
                </c:pt>
                <c:pt idx="1528">
                  <c:v>39837.14</c:v>
                </c:pt>
                <c:pt idx="1529">
                  <c:v>39863.21</c:v>
                </c:pt>
                <c:pt idx="1530">
                  <c:v>39889.29</c:v>
                </c:pt>
                <c:pt idx="1531">
                  <c:v>39915.360000000001</c:v>
                </c:pt>
                <c:pt idx="1532">
                  <c:v>39941.43</c:v>
                </c:pt>
                <c:pt idx="1533">
                  <c:v>39967.5</c:v>
                </c:pt>
                <c:pt idx="1534">
                  <c:v>39993.57</c:v>
                </c:pt>
                <c:pt idx="1535">
                  <c:v>40019.64</c:v>
                </c:pt>
                <c:pt idx="1536">
                  <c:v>40045.71</c:v>
                </c:pt>
                <c:pt idx="1537">
                  <c:v>40071.79</c:v>
                </c:pt>
                <c:pt idx="1538">
                  <c:v>40097.86</c:v>
                </c:pt>
                <c:pt idx="1539">
                  <c:v>40123.93</c:v>
                </c:pt>
                <c:pt idx="1540">
                  <c:v>40150</c:v>
                </c:pt>
                <c:pt idx="1541">
                  <c:v>40176.07</c:v>
                </c:pt>
                <c:pt idx="1542">
                  <c:v>40202.14</c:v>
                </c:pt>
                <c:pt idx="1543">
                  <c:v>40228.21</c:v>
                </c:pt>
                <c:pt idx="1544">
                  <c:v>40254.29</c:v>
                </c:pt>
                <c:pt idx="1545">
                  <c:v>40280.36</c:v>
                </c:pt>
                <c:pt idx="1546">
                  <c:v>40306.43</c:v>
                </c:pt>
                <c:pt idx="1547">
                  <c:v>40332.5</c:v>
                </c:pt>
                <c:pt idx="1548">
                  <c:v>40358.57</c:v>
                </c:pt>
                <c:pt idx="1549">
                  <c:v>40384.639999999999</c:v>
                </c:pt>
                <c:pt idx="1550">
                  <c:v>40410.71</c:v>
                </c:pt>
                <c:pt idx="1551">
                  <c:v>40436.79</c:v>
                </c:pt>
                <c:pt idx="1552">
                  <c:v>40462.86</c:v>
                </c:pt>
                <c:pt idx="1553">
                  <c:v>40488.93</c:v>
                </c:pt>
                <c:pt idx="1554">
                  <c:v>40515</c:v>
                </c:pt>
                <c:pt idx="1555">
                  <c:v>40541.07</c:v>
                </c:pt>
                <c:pt idx="1556">
                  <c:v>40567.14</c:v>
                </c:pt>
                <c:pt idx="1557">
                  <c:v>40593.21</c:v>
                </c:pt>
                <c:pt idx="1558">
                  <c:v>40619.29</c:v>
                </c:pt>
                <c:pt idx="1559">
                  <c:v>40645.360000000001</c:v>
                </c:pt>
                <c:pt idx="1560">
                  <c:v>40671.43</c:v>
                </c:pt>
                <c:pt idx="1561">
                  <c:v>40697.5</c:v>
                </c:pt>
                <c:pt idx="1562">
                  <c:v>40723.57</c:v>
                </c:pt>
                <c:pt idx="1563">
                  <c:v>40749.64</c:v>
                </c:pt>
                <c:pt idx="1564">
                  <c:v>40775.71</c:v>
                </c:pt>
                <c:pt idx="1565">
                  <c:v>40801.79</c:v>
                </c:pt>
                <c:pt idx="1566">
                  <c:v>40827.86</c:v>
                </c:pt>
                <c:pt idx="1567">
                  <c:v>40853.93</c:v>
                </c:pt>
                <c:pt idx="1568">
                  <c:v>40880</c:v>
                </c:pt>
                <c:pt idx="1569">
                  <c:v>40906.07</c:v>
                </c:pt>
                <c:pt idx="1570">
                  <c:v>40932.14</c:v>
                </c:pt>
                <c:pt idx="1571">
                  <c:v>40958.21</c:v>
                </c:pt>
                <c:pt idx="1572">
                  <c:v>40984.29</c:v>
                </c:pt>
                <c:pt idx="1573">
                  <c:v>41010.36</c:v>
                </c:pt>
                <c:pt idx="1574">
                  <c:v>41036.43</c:v>
                </c:pt>
                <c:pt idx="1575">
                  <c:v>41062.5</c:v>
                </c:pt>
                <c:pt idx="1576">
                  <c:v>41088.57</c:v>
                </c:pt>
                <c:pt idx="1577">
                  <c:v>41114.639999999999</c:v>
                </c:pt>
                <c:pt idx="1578">
                  <c:v>41140.71</c:v>
                </c:pt>
                <c:pt idx="1579">
                  <c:v>41166.79</c:v>
                </c:pt>
                <c:pt idx="1580">
                  <c:v>41192.86</c:v>
                </c:pt>
                <c:pt idx="1581">
                  <c:v>41218.93</c:v>
                </c:pt>
                <c:pt idx="1582">
                  <c:v>41245</c:v>
                </c:pt>
                <c:pt idx="1583">
                  <c:v>41271.07</c:v>
                </c:pt>
                <c:pt idx="1584">
                  <c:v>41297.14</c:v>
                </c:pt>
                <c:pt idx="1585">
                  <c:v>41323.21</c:v>
                </c:pt>
                <c:pt idx="1586">
                  <c:v>41349.29</c:v>
                </c:pt>
                <c:pt idx="1587">
                  <c:v>41375.360000000001</c:v>
                </c:pt>
                <c:pt idx="1588">
                  <c:v>41401.43</c:v>
                </c:pt>
                <c:pt idx="1589">
                  <c:v>41427.5</c:v>
                </c:pt>
                <c:pt idx="1590">
                  <c:v>41453.57</c:v>
                </c:pt>
                <c:pt idx="1591">
                  <c:v>41479.64</c:v>
                </c:pt>
                <c:pt idx="1592">
                  <c:v>41505.71</c:v>
                </c:pt>
                <c:pt idx="1593">
                  <c:v>41531.79</c:v>
                </c:pt>
                <c:pt idx="1594">
                  <c:v>41557.86</c:v>
                </c:pt>
                <c:pt idx="1595">
                  <c:v>41583.93</c:v>
                </c:pt>
                <c:pt idx="1596">
                  <c:v>41610</c:v>
                </c:pt>
                <c:pt idx="1597">
                  <c:v>41636.07</c:v>
                </c:pt>
                <c:pt idx="1598">
                  <c:v>41662.14</c:v>
                </c:pt>
                <c:pt idx="1599">
                  <c:v>41688.21</c:v>
                </c:pt>
                <c:pt idx="1600">
                  <c:v>41714.29</c:v>
                </c:pt>
                <c:pt idx="1601">
                  <c:v>41740.36</c:v>
                </c:pt>
                <c:pt idx="1602">
                  <c:v>41766.43</c:v>
                </c:pt>
                <c:pt idx="1603">
                  <c:v>41792.5</c:v>
                </c:pt>
                <c:pt idx="1604">
                  <c:v>41818.57</c:v>
                </c:pt>
                <c:pt idx="1605">
                  <c:v>41844.639999999999</c:v>
                </c:pt>
                <c:pt idx="1606">
                  <c:v>41870.71</c:v>
                </c:pt>
                <c:pt idx="1607">
                  <c:v>41896.79</c:v>
                </c:pt>
                <c:pt idx="1608">
                  <c:v>41922.86</c:v>
                </c:pt>
                <c:pt idx="1609">
                  <c:v>41948.93</c:v>
                </c:pt>
                <c:pt idx="1610">
                  <c:v>41975</c:v>
                </c:pt>
                <c:pt idx="1611">
                  <c:v>42001.07</c:v>
                </c:pt>
                <c:pt idx="1612">
                  <c:v>42027.14</c:v>
                </c:pt>
                <c:pt idx="1613">
                  <c:v>42053.21</c:v>
                </c:pt>
                <c:pt idx="1614">
                  <c:v>42079.29</c:v>
                </c:pt>
                <c:pt idx="1615">
                  <c:v>42105.36</c:v>
                </c:pt>
                <c:pt idx="1616">
                  <c:v>42131.43</c:v>
                </c:pt>
                <c:pt idx="1617">
                  <c:v>42157.5</c:v>
                </c:pt>
                <c:pt idx="1618">
                  <c:v>42183.57</c:v>
                </c:pt>
                <c:pt idx="1619">
                  <c:v>42209.64</c:v>
                </c:pt>
                <c:pt idx="1620">
                  <c:v>42235.71</c:v>
                </c:pt>
                <c:pt idx="1621">
                  <c:v>42261.79</c:v>
                </c:pt>
                <c:pt idx="1622">
                  <c:v>42287.86</c:v>
                </c:pt>
                <c:pt idx="1623">
                  <c:v>42313.93</c:v>
                </c:pt>
                <c:pt idx="1624">
                  <c:v>42340</c:v>
                </c:pt>
                <c:pt idx="1625">
                  <c:v>42366.07</c:v>
                </c:pt>
                <c:pt idx="1626">
                  <c:v>42392.14</c:v>
                </c:pt>
                <c:pt idx="1627">
                  <c:v>42418.21</c:v>
                </c:pt>
                <c:pt idx="1628">
                  <c:v>42444.29</c:v>
                </c:pt>
                <c:pt idx="1629">
                  <c:v>42470.36</c:v>
                </c:pt>
                <c:pt idx="1630">
                  <c:v>42496.43</c:v>
                </c:pt>
                <c:pt idx="1631">
                  <c:v>42522.5</c:v>
                </c:pt>
                <c:pt idx="1632">
                  <c:v>42548.57</c:v>
                </c:pt>
                <c:pt idx="1633">
                  <c:v>42574.64</c:v>
                </c:pt>
                <c:pt idx="1634">
                  <c:v>42600.71</c:v>
                </c:pt>
                <c:pt idx="1635">
                  <c:v>42626.79</c:v>
                </c:pt>
                <c:pt idx="1636">
                  <c:v>42652.86</c:v>
                </c:pt>
                <c:pt idx="1637">
                  <c:v>42678.93</c:v>
                </c:pt>
                <c:pt idx="1638">
                  <c:v>42705</c:v>
                </c:pt>
                <c:pt idx="1639">
                  <c:v>42731.07</c:v>
                </c:pt>
                <c:pt idx="1640">
                  <c:v>42757.14</c:v>
                </c:pt>
                <c:pt idx="1641">
                  <c:v>42783.21</c:v>
                </c:pt>
                <c:pt idx="1642">
                  <c:v>42809.29</c:v>
                </c:pt>
                <c:pt idx="1643">
                  <c:v>42835.360000000001</c:v>
                </c:pt>
                <c:pt idx="1644">
                  <c:v>42861.43</c:v>
                </c:pt>
                <c:pt idx="1645">
                  <c:v>42887.5</c:v>
                </c:pt>
                <c:pt idx="1646">
                  <c:v>42913.57</c:v>
                </c:pt>
                <c:pt idx="1647">
                  <c:v>42939.64</c:v>
                </c:pt>
                <c:pt idx="1648">
                  <c:v>42965.71</c:v>
                </c:pt>
                <c:pt idx="1649">
                  <c:v>42991.79</c:v>
                </c:pt>
                <c:pt idx="1650">
                  <c:v>43017.86</c:v>
                </c:pt>
                <c:pt idx="1651">
                  <c:v>43043.93</c:v>
                </c:pt>
                <c:pt idx="1652">
                  <c:v>43070</c:v>
                </c:pt>
                <c:pt idx="1653">
                  <c:v>43096.07</c:v>
                </c:pt>
                <c:pt idx="1654">
                  <c:v>43122.14</c:v>
                </c:pt>
                <c:pt idx="1655">
                  <c:v>43148.21</c:v>
                </c:pt>
                <c:pt idx="1656">
                  <c:v>43174.29</c:v>
                </c:pt>
                <c:pt idx="1657">
                  <c:v>43200.36</c:v>
                </c:pt>
                <c:pt idx="1658">
                  <c:v>43226.43</c:v>
                </c:pt>
                <c:pt idx="1659">
                  <c:v>43252.5</c:v>
                </c:pt>
                <c:pt idx="1660">
                  <c:v>43278.57</c:v>
                </c:pt>
                <c:pt idx="1661">
                  <c:v>43304.639999999999</c:v>
                </c:pt>
                <c:pt idx="1662">
                  <c:v>43330.71</c:v>
                </c:pt>
                <c:pt idx="1663">
                  <c:v>43356.79</c:v>
                </c:pt>
                <c:pt idx="1664">
                  <c:v>43382.86</c:v>
                </c:pt>
                <c:pt idx="1665">
                  <c:v>43408.93</c:v>
                </c:pt>
                <c:pt idx="1666">
                  <c:v>43435</c:v>
                </c:pt>
                <c:pt idx="1667">
                  <c:v>43461.07</c:v>
                </c:pt>
                <c:pt idx="1668">
                  <c:v>43487.14</c:v>
                </c:pt>
                <c:pt idx="1669">
                  <c:v>43513.21</c:v>
                </c:pt>
                <c:pt idx="1670">
                  <c:v>43539.29</c:v>
                </c:pt>
                <c:pt idx="1671">
                  <c:v>43565.36</c:v>
                </c:pt>
                <c:pt idx="1672">
                  <c:v>43591.43</c:v>
                </c:pt>
                <c:pt idx="1673">
                  <c:v>43617.5</c:v>
                </c:pt>
                <c:pt idx="1674">
                  <c:v>43643.57</c:v>
                </c:pt>
                <c:pt idx="1675">
                  <c:v>43669.64</c:v>
                </c:pt>
                <c:pt idx="1676">
                  <c:v>43695.71</c:v>
                </c:pt>
                <c:pt idx="1677">
                  <c:v>43721.79</c:v>
                </c:pt>
                <c:pt idx="1678">
                  <c:v>43747.86</c:v>
                </c:pt>
                <c:pt idx="1679">
                  <c:v>43773.93</c:v>
                </c:pt>
                <c:pt idx="1680">
                  <c:v>43800</c:v>
                </c:pt>
                <c:pt idx="1681">
                  <c:v>43826.07</c:v>
                </c:pt>
                <c:pt idx="1682">
                  <c:v>43852.14</c:v>
                </c:pt>
                <c:pt idx="1683">
                  <c:v>43878.21</c:v>
                </c:pt>
                <c:pt idx="1684">
                  <c:v>43904.29</c:v>
                </c:pt>
                <c:pt idx="1685">
                  <c:v>43930.36</c:v>
                </c:pt>
                <c:pt idx="1686">
                  <c:v>43956.43</c:v>
                </c:pt>
                <c:pt idx="1687">
                  <c:v>43982.5</c:v>
                </c:pt>
                <c:pt idx="1688">
                  <c:v>44008.57</c:v>
                </c:pt>
                <c:pt idx="1689">
                  <c:v>44034.64</c:v>
                </c:pt>
                <c:pt idx="1690">
                  <c:v>44060.71</c:v>
                </c:pt>
                <c:pt idx="1691">
                  <c:v>44086.79</c:v>
                </c:pt>
                <c:pt idx="1692">
                  <c:v>44112.86</c:v>
                </c:pt>
                <c:pt idx="1693">
                  <c:v>44138.93</c:v>
                </c:pt>
                <c:pt idx="1694">
                  <c:v>44165</c:v>
                </c:pt>
                <c:pt idx="1695">
                  <c:v>44191.07</c:v>
                </c:pt>
                <c:pt idx="1696">
                  <c:v>44217.14</c:v>
                </c:pt>
                <c:pt idx="1697">
                  <c:v>44243.21</c:v>
                </c:pt>
                <c:pt idx="1698">
                  <c:v>44269.29</c:v>
                </c:pt>
                <c:pt idx="1699">
                  <c:v>44295.360000000001</c:v>
                </c:pt>
                <c:pt idx="1700">
                  <c:v>44321.43</c:v>
                </c:pt>
                <c:pt idx="1701">
                  <c:v>44347.5</c:v>
                </c:pt>
                <c:pt idx="1702">
                  <c:v>44373.57</c:v>
                </c:pt>
                <c:pt idx="1703">
                  <c:v>44399.64</c:v>
                </c:pt>
                <c:pt idx="1704">
                  <c:v>44425.71</c:v>
                </c:pt>
                <c:pt idx="1705">
                  <c:v>44451.79</c:v>
                </c:pt>
                <c:pt idx="1706">
                  <c:v>44477.86</c:v>
                </c:pt>
                <c:pt idx="1707">
                  <c:v>44503.93</c:v>
                </c:pt>
                <c:pt idx="1708">
                  <c:v>44530</c:v>
                </c:pt>
                <c:pt idx="1709">
                  <c:v>44556.07</c:v>
                </c:pt>
                <c:pt idx="1710">
                  <c:v>44582.14</c:v>
                </c:pt>
                <c:pt idx="1711">
                  <c:v>44608.21</c:v>
                </c:pt>
                <c:pt idx="1712">
                  <c:v>44634.29</c:v>
                </c:pt>
                <c:pt idx="1713">
                  <c:v>44660.36</c:v>
                </c:pt>
                <c:pt idx="1714">
                  <c:v>44686.43</c:v>
                </c:pt>
                <c:pt idx="1715">
                  <c:v>44712.5</c:v>
                </c:pt>
                <c:pt idx="1716">
                  <c:v>44738.57</c:v>
                </c:pt>
                <c:pt idx="1717">
                  <c:v>44764.639999999999</c:v>
                </c:pt>
                <c:pt idx="1718">
                  <c:v>44790.71</c:v>
                </c:pt>
                <c:pt idx="1719">
                  <c:v>44816.79</c:v>
                </c:pt>
                <c:pt idx="1720">
                  <c:v>44842.86</c:v>
                </c:pt>
                <c:pt idx="1721">
                  <c:v>44868.93</c:v>
                </c:pt>
                <c:pt idx="1722">
                  <c:v>44895</c:v>
                </c:pt>
                <c:pt idx="1723">
                  <c:v>44921.07</c:v>
                </c:pt>
                <c:pt idx="1724">
                  <c:v>44947.14</c:v>
                </c:pt>
                <c:pt idx="1725">
                  <c:v>44973.21</c:v>
                </c:pt>
                <c:pt idx="1726">
                  <c:v>44999.29</c:v>
                </c:pt>
                <c:pt idx="1727">
                  <c:v>45025.36</c:v>
                </c:pt>
                <c:pt idx="1728">
                  <c:v>45051.43</c:v>
                </c:pt>
                <c:pt idx="1729">
                  <c:v>45077.5</c:v>
                </c:pt>
                <c:pt idx="1730">
                  <c:v>45103.57</c:v>
                </c:pt>
                <c:pt idx="1731">
                  <c:v>45129.64</c:v>
                </c:pt>
                <c:pt idx="1732">
                  <c:v>45155.71</c:v>
                </c:pt>
                <c:pt idx="1733">
                  <c:v>45181.79</c:v>
                </c:pt>
                <c:pt idx="1734">
                  <c:v>45207.86</c:v>
                </c:pt>
                <c:pt idx="1735">
                  <c:v>45233.93</c:v>
                </c:pt>
                <c:pt idx="1736">
                  <c:v>45260</c:v>
                </c:pt>
                <c:pt idx="1737">
                  <c:v>45286.07</c:v>
                </c:pt>
                <c:pt idx="1738">
                  <c:v>45312.14</c:v>
                </c:pt>
                <c:pt idx="1739">
                  <c:v>45338.21</c:v>
                </c:pt>
                <c:pt idx="1740">
                  <c:v>45364.29</c:v>
                </c:pt>
                <c:pt idx="1741">
                  <c:v>45390.36</c:v>
                </c:pt>
                <c:pt idx="1742">
                  <c:v>45416.43</c:v>
                </c:pt>
                <c:pt idx="1743">
                  <c:v>45442.5</c:v>
                </c:pt>
                <c:pt idx="1744">
                  <c:v>45468.57</c:v>
                </c:pt>
                <c:pt idx="1745">
                  <c:v>45494.64</c:v>
                </c:pt>
                <c:pt idx="1746">
                  <c:v>45520.71</c:v>
                </c:pt>
                <c:pt idx="1747">
                  <c:v>45546.79</c:v>
                </c:pt>
                <c:pt idx="1748">
                  <c:v>45572.86</c:v>
                </c:pt>
                <c:pt idx="1749">
                  <c:v>45598.93</c:v>
                </c:pt>
                <c:pt idx="1750">
                  <c:v>45625</c:v>
                </c:pt>
                <c:pt idx="1751">
                  <c:v>45651.07</c:v>
                </c:pt>
                <c:pt idx="1752">
                  <c:v>45677.14</c:v>
                </c:pt>
                <c:pt idx="1753">
                  <c:v>45703.21</c:v>
                </c:pt>
                <c:pt idx="1754">
                  <c:v>45729.29</c:v>
                </c:pt>
                <c:pt idx="1755">
                  <c:v>45755.360000000001</c:v>
                </c:pt>
                <c:pt idx="1756">
                  <c:v>45781.43</c:v>
                </c:pt>
                <c:pt idx="1757">
                  <c:v>45807.5</c:v>
                </c:pt>
                <c:pt idx="1758">
                  <c:v>45833.57</c:v>
                </c:pt>
                <c:pt idx="1759">
                  <c:v>45859.64</c:v>
                </c:pt>
                <c:pt idx="1760">
                  <c:v>45885.71</c:v>
                </c:pt>
                <c:pt idx="1761">
                  <c:v>45911.79</c:v>
                </c:pt>
                <c:pt idx="1762">
                  <c:v>45937.86</c:v>
                </c:pt>
                <c:pt idx="1763">
                  <c:v>45963.93</c:v>
                </c:pt>
                <c:pt idx="1764">
                  <c:v>45990</c:v>
                </c:pt>
                <c:pt idx="1765">
                  <c:v>46016.07</c:v>
                </c:pt>
                <c:pt idx="1766">
                  <c:v>46042.14</c:v>
                </c:pt>
                <c:pt idx="1767">
                  <c:v>46068.21</c:v>
                </c:pt>
                <c:pt idx="1768">
                  <c:v>46094.29</c:v>
                </c:pt>
                <c:pt idx="1769">
                  <c:v>46120.36</c:v>
                </c:pt>
                <c:pt idx="1770">
                  <c:v>46146.43</c:v>
                </c:pt>
                <c:pt idx="1771">
                  <c:v>46172.5</c:v>
                </c:pt>
                <c:pt idx="1772">
                  <c:v>46198.57</c:v>
                </c:pt>
                <c:pt idx="1773">
                  <c:v>46224.639999999999</c:v>
                </c:pt>
                <c:pt idx="1774">
                  <c:v>46250.71</c:v>
                </c:pt>
                <c:pt idx="1775">
                  <c:v>46276.79</c:v>
                </c:pt>
                <c:pt idx="1776">
                  <c:v>46302.86</c:v>
                </c:pt>
                <c:pt idx="1777">
                  <c:v>46328.93</c:v>
                </c:pt>
                <c:pt idx="1778">
                  <c:v>46355</c:v>
                </c:pt>
                <c:pt idx="1779">
                  <c:v>46381.07</c:v>
                </c:pt>
                <c:pt idx="1780">
                  <c:v>46407.14</c:v>
                </c:pt>
                <c:pt idx="1781">
                  <c:v>46433.21</c:v>
                </c:pt>
                <c:pt idx="1782">
                  <c:v>46459.29</c:v>
                </c:pt>
                <c:pt idx="1783">
                  <c:v>46485.36</c:v>
                </c:pt>
                <c:pt idx="1784">
                  <c:v>46511.43</c:v>
                </c:pt>
                <c:pt idx="1785">
                  <c:v>46537.5</c:v>
                </c:pt>
                <c:pt idx="1786">
                  <c:v>46563.57</c:v>
                </c:pt>
                <c:pt idx="1787">
                  <c:v>46589.64</c:v>
                </c:pt>
                <c:pt idx="1788">
                  <c:v>46615.71</c:v>
                </c:pt>
                <c:pt idx="1789">
                  <c:v>46641.79</c:v>
                </c:pt>
                <c:pt idx="1790">
                  <c:v>46667.86</c:v>
                </c:pt>
                <c:pt idx="1791">
                  <c:v>46693.93</c:v>
                </c:pt>
                <c:pt idx="1792">
                  <c:v>46720</c:v>
                </c:pt>
                <c:pt idx="1793">
                  <c:v>46746.07</c:v>
                </c:pt>
                <c:pt idx="1794">
                  <c:v>46772.14</c:v>
                </c:pt>
                <c:pt idx="1795">
                  <c:v>46798.21</c:v>
                </c:pt>
                <c:pt idx="1796">
                  <c:v>46824.29</c:v>
                </c:pt>
                <c:pt idx="1797">
                  <c:v>46850.36</c:v>
                </c:pt>
                <c:pt idx="1798">
                  <c:v>46876.43</c:v>
                </c:pt>
                <c:pt idx="1799">
                  <c:v>46902.5</c:v>
                </c:pt>
                <c:pt idx="1800">
                  <c:v>46928.57</c:v>
                </c:pt>
                <c:pt idx="1801">
                  <c:v>46954.64</c:v>
                </c:pt>
                <c:pt idx="1802">
                  <c:v>46980.71</c:v>
                </c:pt>
                <c:pt idx="1803">
                  <c:v>47006.79</c:v>
                </c:pt>
                <c:pt idx="1804">
                  <c:v>47032.86</c:v>
                </c:pt>
                <c:pt idx="1805">
                  <c:v>47058.93</c:v>
                </c:pt>
                <c:pt idx="1806">
                  <c:v>47085</c:v>
                </c:pt>
                <c:pt idx="1807">
                  <c:v>47111.07</c:v>
                </c:pt>
                <c:pt idx="1808">
                  <c:v>47137.14</c:v>
                </c:pt>
                <c:pt idx="1809">
                  <c:v>47163.21</c:v>
                </c:pt>
                <c:pt idx="1810">
                  <c:v>47189.29</c:v>
                </c:pt>
                <c:pt idx="1811">
                  <c:v>47215.360000000001</c:v>
                </c:pt>
                <c:pt idx="1812">
                  <c:v>47241.43</c:v>
                </c:pt>
                <c:pt idx="1813">
                  <c:v>47267.5</c:v>
                </c:pt>
                <c:pt idx="1814">
                  <c:v>47293.57</c:v>
                </c:pt>
                <c:pt idx="1815">
                  <c:v>47319.64</c:v>
                </c:pt>
                <c:pt idx="1816">
                  <c:v>47345.71</c:v>
                </c:pt>
                <c:pt idx="1817">
                  <c:v>47371.79</c:v>
                </c:pt>
                <c:pt idx="1818">
                  <c:v>47397.86</c:v>
                </c:pt>
                <c:pt idx="1819">
                  <c:v>47423.93</c:v>
                </c:pt>
                <c:pt idx="1820">
                  <c:v>47450</c:v>
                </c:pt>
                <c:pt idx="1821">
                  <c:v>47476.07</c:v>
                </c:pt>
                <c:pt idx="1822">
                  <c:v>47502.14</c:v>
                </c:pt>
                <c:pt idx="1823">
                  <c:v>47528.21</c:v>
                </c:pt>
                <c:pt idx="1824">
                  <c:v>47554.29</c:v>
                </c:pt>
                <c:pt idx="1825">
                  <c:v>47580.36</c:v>
                </c:pt>
                <c:pt idx="1826">
                  <c:v>47606.43</c:v>
                </c:pt>
                <c:pt idx="1827">
                  <c:v>47632.5</c:v>
                </c:pt>
                <c:pt idx="1828">
                  <c:v>47658.57</c:v>
                </c:pt>
                <c:pt idx="1829">
                  <c:v>47684.639999999999</c:v>
                </c:pt>
                <c:pt idx="1830">
                  <c:v>47710.71</c:v>
                </c:pt>
                <c:pt idx="1831">
                  <c:v>47736.79</c:v>
                </c:pt>
                <c:pt idx="1832">
                  <c:v>47762.86</c:v>
                </c:pt>
                <c:pt idx="1833">
                  <c:v>47788.93</c:v>
                </c:pt>
                <c:pt idx="1834">
                  <c:v>47815</c:v>
                </c:pt>
                <c:pt idx="1835">
                  <c:v>47841.07</c:v>
                </c:pt>
                <c:pt idx="1836">
                  <c:v>47867.14</c:v>
                </c:pt>
                <c:pt idx="1837">
                  <c:v>47893.21</c:v>
                </c:pt>
                <c:pt idx="1838">
                  <c:v>47919.29</c:v>
                </c:pt>
                <c:pt idx="1839">
                  <c:v>47945.36</c:v>
                </c:pt>
                <c:pt idx="1840">
                  <c:v>47971.43</c:v>
                </c:pt>
                <c:pt idx="1841">
                  <c:v>47997.5</c:v>
                </c:pt>
                <c:pt idx="1842">
                  <c:v>48023.57</c:v>
                </c:pt>
                <c:pt idx="1843">
                  <c:v>48049.64</c:v>
                </c:pt>
                <c:pt idx="1844">
                  <c:v>48075.71</c:v>
                </c:pt>
                <c:pt idx="1845">
                  <c:v>48101.79</c:v>
                </c:pt>
                <c:pt idx="1846">
                  <c:v>48127.86</c:v>
                </c:pt>
                <c:pt idx="1847">
                  <c:v>48153.93</c:v>
                </c:pt>
                <c:pt idx="1848">
                  <c:v>48180</c:v>
                </c:pt>
                <c:pt idx="1849">
                  <c:v>48206.07</c:v>
                </c:pt>
                <c:pt idx="1850">
                  <c:v>48232.14</c:v>
                </c:pt>
                <c:pt idx="1851">
                  <c:v>48258.21</c:v>
                </c:pt>
                <c:pt idx="1852">
                  <c:v>48284.29</c:v>
                </c:pt>
                <c:pt idx="1853">
                  <c:v>48310.36</c:v>
                </c:pt>
                <c:pt idx="1854">
                  <c:v>48336.43</c:v>
                </c:pt>
                <c:pt idx="1855">
                  <c:v>48362.5</c:v>
                </c:pt>
                <c:pt idx="1856">
                  <c:v>48388.57</c:v>
                </c:pt>
                <c:pt idx="1857">
                  <c:v>48414.64</c:v>
                </c:pt>
                <c:pt idx="1858">
                  <c:v>48440.71</c:v>
                </c:pt>
                <c:pt idx="1859">
                  <c:v>48466.79</c:v>
                </c:pt>
                <c:pt idx="1860">
                  <c:v>48492.86</c:v>
                </c:pt>
                <c:pt idx="1861">
                  <c:v>48518.93</c:v>
                </c:pt>
                <c:pt idx="1862">
                  <c:v>48545</c:v>
                </c:pt>
                <c:pt idx="1863">
                  <c:v>48571.07</c:v>
                </c:pt>
                <c:pt idx="1864">
                  <c:v>48597.14</c:v>
                </c:pt>
                <c:pt idx="1865">
                  <c:v>48623.21</c:v>
                </c:pt>
                <c:pt idx="1866">
                  <c:v>48649.29</c:v>
                </c:pt>
                <c:pt idx="1867">
                  <c:v>48675.360000000001</c:v>
                </c:pt>
                <c:pt idx="1868">
                  <c:v>48701.43</c:v>
                </c:pt>
                <c:pt idx="1869">
                  <c:v>48727.5</c:v>
                </c:pt>
                <c:pt idx="1870">
                  <c:v>48753.57</c:v>
                </c:pt>
                <c:pt idx="1871">
                  <c:v>48779.64</c:v>
                </c:pt>
                <c:pt idx="1872">
                  <c:v>48805.71</c:v>
                </c:pt>
                <c:pt idx="1873">
                  <c:v>48831.79</c:v>
                </c:pt>
                <c:pt idx="1874">
                  <c:v>48857.86</c:v>
                </c:pt>
                <c:pt idx="1875">
                  <c:v>48883.93</c:v>
                </c:pt>
                <c:pt idx="1876">
                  <c:v>48910</c:v>
                </c:pt>
                <c:pt idx="1877">
                  <c:v>48936.07</c:v>
                </c:pt>
                <c:pt idx="1878">
                  <c:v>48962.14</c:v>
                </c:pt>
                <c:pt idx="1879">
                  <c:v>48988.21</c:v>
                </c:pt>
                <c:pt idx="1880">
                  <c:v>49014.29</c:v>
                </c:pt>
                <c:pt idx="1881">
                  <c:v>49040.36</c:v>
                </c:pt>
                <c:pt idx="1882">
                  <c:v>49066.43</c:v>
                </c:pt>
                <c:pt idx="1883">
                  <c:v>49092.5</c:v>
                </c:pt>
                <c:pt idx="1884">
                  <c:v>49118.57</c:v>
                </c:pt>
                <c:pt idx="1885">
                  <c:v>49144.639999999999</c:v>
                </c:pt>
                <c:pt idx="1886">
                  <c:v>49170.71</c:v>
                </c:pt>
                <c:pt idx="1887">
                  <c:v>49196.79</c:v>
                </c:pt>
                <c:pt idx="1888">
                  <c:v>49222.86</c:v>
                </c:pt>
                <c:pt idx="1889">
                  <c:v>49248.93</c:v>
                </c:pt>
                <c:pt idx="1890">
                  <c:v>49275</c:v>
                </c:pt>
                <c:pt idx="1891">
                  <c:v>49301.07</c:v>
                </c:pt>
                <c:pt idx="1892">
                  <c:v>49327.14</c:v>
                </c:pt>
                <c:pt idx="1893">
                  <c:v>49353.21</c:v>
                </c:pt>
                <c:pt idx="1894">
                  <c:v>49379.29</c:v>
                </c:pt>
                <c:pt idx="1895">
                  <c:v>49405.36</c:v>
                </c:pt>
                <c:pt idx="1896">
                  <c:v>49431.43</c:v>
                </c:pt>
                <c:pt idx="1897">
                  <c:v>49457.5</c:v>
                </c:pt>
                <c:pt idx="1898">
                  <c:v>49483.57</c:v>
                </c:pt>
                <c:pt idx="1899">
                  <c:v>49509.64</c:v>
                </c:pt>
                <c:pt idx="1900">
                  <c:v>49535.71</c:v>
                </c:pt>
                <c:pt idx="1901">
                  <c:v>49561.79</c:v>
                </c:pt>
                <c:pt idx="1902">
                  <c:v>49587.86</c:v>
                </c:pt>
                <c:pt idx="1903">
                  <c:v>49613.93</c:v>
                </c:pt>
                <c:pt idx="1904">
                  <c:v>49640</c:v>
                </c:pt>
                <c:pt idx="1905">
                  <c:v>49666.07</c:v>
                </c:pt>
                <c:pt idx="1906">
                  <c:v>49692.14</c:v>
                </c:pt>
                <c:pt idx="1907">
                  <c:v>49718.21</c:v>
                </c:pt>
                <c:pt idx="1908">
                  <c:v>49744.29</c:v>
                </c:pt>
                <c:pt idx="1909">
                  <c:v>49770.36</c:v>
                </c:pt>
                <c:pt idx="1910">
                  <c:v>49796.43</c:v>
                </c:pt>
                <c:pt idx="1911">
                  <c:v>49822.5</c:v>
                </c:pt>
                <c:pt idx="1912">
                  <c:v>49848.57</c:v>
                </c:pt>
                <c:pt idx="1913">
                  <c:v>49874.64</c:v>
                </c:pt>
                <c:pt idx="1914">
                  <c:v>49900.71</c:v>
                </c:pt>
                <c:pt idx="1915">
                  <c:v>49926.79</c:v>
                </c:pt>
                <c:pt idx="1916">
                  <c:v>49952.86</c:v>
                </c:pt>
                <c:pt idx="1917">
                  <c:v>49978.93</c:v>
                </c:pt>
                <c:pt idx="1918">
                  <c:v>50005</c:v>
                </c:pt>
                <c:pt idx="1919">
                  <c:v>50031.07</c:v>
                </c:pt>
                <c:pt idx="1920">
                  <c:v>50057.14</c:v>
                </c:pt>
                <c:pt idx="1921">
                  <c:v>50083.21</c:v>
                </c:pt>
                <c:pt idx="1922">
                  <c:v>50109.29</c:v>
                </c:pt>
                <c:pt idx="1923">
                  <c:v>50135.360000000001</c:v>
                </c:pt>
                <c:pt idx="1924">
                  <c:v>50161.43</c:v>
                </c:pt>
                <c:pt idx="1925">
                  <c:v>50187.5</c:v>
                </c:pt>
                <c:pt idx="1926">
                  <c:v>50213.57</c:v>
                </c:pt>
                <c:pt idx="1927">
                  <c:v>50239.64</c:v>
                </c:pt>
                <c:pt idx="1928">
                  <c:v>50265.71</c:v>
                </c:pt>
                <c:pt idx="1929">
                  <c:v>50291.79</c:v>
                </c:pt>
                <c:pt idx="1930">
                  <c:v>50317.86</c:v>
                </c:pt>
                <c:pt idx="1931">
                  <c:v>50343.93</c:v>
                </c:pt>
                <c:pt idx="1932">
                  <c:v>50370</c:v>
                </c:pt>
                <c:pt idx="1933">
                  <c:v>50396.07</c:v>
                </c:pt>
                <c:pt idx="1934">
                  <c:v>50422.14</c:v>
                </c:pt>
                <c:pt idx="1935">
                  <c:v>50448.21</c:v>
                </c:pt>
                <c:pt idx="1936">
                  <c:v>50474.29</c:v>
                </c:pt>
                <c:pt idx="1937">
                  <c:v>50500.36</c:v>
                </c:pt>
                <c:pt idx="1938">
                  <c:v>50526.43</c:v>
                </c:pt>
                <c:pt idx="1939">
                  <c:v>50552.5</c:v>
                </c:pt>
                <c:pt idx="1940">
                  <c:v>50578.57</c:v>
                </c:pt>
                <c:pt idx="1941">
                  <c:v>50604.639999999999</c:v>
                </c:pt>
                <c:pt idx="1942">
                  <c:v>50630.71</c:v>
                </c:pt>
                <c:pt idx="1943">
                  <c:v>50656.79</c:v>
                </c:pt>
                <c:pt idx="1944">
                  <c:v>50682.86</c:v>
                </c:pt>
                <c:pt idx="1945">
                  <c:v>50708.93</c:v>
                </c:pt>
                <c:pt idx="1946">
                  <c:v>50735</c:v>
                </c:pt>
                <c:pt idx="1947">
                  <c:v>50761.07</c:v>
                </c:pt>
                <c:pt idx="1948">
                  <c:v>50787.14</c:v>
                </c:pt>
                <c:pt idx="1949">
                  <c:v>50813.21</c:v>
                </c:pt>
                <c:pt idx="1950">
                  <c:v>50839.29</c:v>
                </c:pt>
                <c:pt idx="1951">
                  <c:v>50865.36</c:v>
                </c:pt>
                <c:pt idx="1952">
                  <c:v>50891.43</c:v>
                </c:pt>
                <c:pt idx="1953">
                  <c:v>50917.5</c:v>
                </c:pt>
                <c:pt idx="1954">
                  <c:v>50943.57</c:v>
                </c:pt>
                <c:pt idx="1955">
                  <c:v>50969.64</c:v>
                </c:pt>
                <c:pt idx="1956">
                  <c:v>50995.71</c:v>
                </c:pt>
                <c:pt idx="1957">
                  <c:v>51021.79</c:v>
                </c:pt>
                <c:pt idx="1958">
                  <c:v>51047.86</c:v>
                </c:pt>
                <c:pt idx="1959">
                  <c:v>51073.93</c:v>
                </c:pt>
                <c:pt idx="1960">
                  <c:v>51100</c:v>
                </c:pt>
                <c:pt idx="1961">
                  <c:v>51126.07</c:v>
                </c:pt>
                <c:pt idx="1962">
                  <c:v>51152.14</c:v>
                </c:pt>
                <c:pt idx="1963">
                  <c:v>51178.21</c:v>
                </c:pt>
                <c:pt idx="1964">
                  <c:v>51204.29</c:v>
                </c:pt>
                <c:pt idx="1965">
                  <c:v>51230.36</c:v>
                </c:pt>
                <c:pt idx="1966">
                  <c:v>51256.43</c:v>
                </c:pt>
                <c:pt idx="1967">
                  <c:v>51282.5</c:v>
                </c:pt>
                <c:pt idx="1968">
                  <c:v>51308.57</c:v>
                </c:pt>
                <c:pt idx="1969">
                  <c:v>51334.64</c:v>
                </c:pt>
                <c:pt idx="1970">
                  <c:v>51360.71</c:v>
                </c:pt>
                <c:pt idx="1971">
                  <c:v>51386.79</c:v>
                </c:pt>
                <c:pt idx="1972">
                  <c:v>51412.86</c:v>
                </c:pt>
                <c:pt idx="1973">
                  <c:v>51438.93</c:v>
                </c:pt>
                <c:pt idx="1974">
                  <c:v>51465</c:v>
                </c:pt>
                <c:pt idx="1975">
                  <c:v>51491.07</c:v>
                </c:pt>
                <c:pt idx="1976">
                  <c:v>51517.14</c:v>
                </c:pt>
                <c:pt idx="1977">
                  <c:v>51543.21</c:v>
                </c:pt>
                <c:pt idx="1978">
                  <c:v>51569.29</c:v>
                </c:pt>
                <c:pt idx="1979">
                  <c:v>51595.360000000001</c:v>
                </c:pt>
                <c:pt idx="1980">
                  <c:v>51621.43</c:v>
                </c:pt>
                <c:pt idx="1981">
                  <c:v>51647.5</c:v>
                </c:pt>
                <c:pt idx="1982">
                  <c:v>51673.57</c:v>
                </c:pt>
                <c:pt idx="1983">
                  <c:v>51699.64</c:v>
                </c:pt>
                <c:pt idx="1984">
                  <c:v>51725.71</c:v>
                </c:pt>
                <c:pt idx="1985">
                  <c:v>51751.79</c:v>
                </c:pt>
                <c:pt idx="1986">
                  <c:v>51777.86</c:v>
                </c:pt>
                <c:pt idx="1987">
                  <c:v>51803.93</c:v>
                </c:pt>
                <c:pt idx="1988">
                  <c:v>51830</c:v>
                </c:pt>
                <c:pt idx="1989">
                  <c:v>51856.07</c:v>
                </c:pt>
                <c:pt idx="1990">
                  <c:v>51882.14</c:v>
                </c:pt>
                <c:pt idx="1991">
                  <c:v>51908.21</c:v>
                </c:pt>
                <c:pt idx="1992">
                  <c:v>51934.29</c:v>
                </c:pt>
                <c:pt idx="1993">
                  <c:v>51960.36</c:v>
                </c:pt>
                <c:pt idx="1994">
                  <c:v>51986.43</c:v>
                </c:pt>
                <c:pt idx="1995">
                  <c:v>52012.5</c:v>
                </c:pt>
                <c:pt idx="1996">
                  <c:v>52038.57</c:v>
                </c:pt>
                <c:pt idx="1997">
                  <c:v>52064.639999999999</c:v>
                </c:pt>
                <c:pt idx="1998">
                  <c:v>52090.71</c:v>
                </c:pt>
                <c:pt idx="1999">
                  <c:v>52116.79</c:v>
                </c:pt>
                <c:pt idx="2000">
                  <c:v>52142.86</c:v>
                </c:pt>
                <c:pt idx="2001">
                  <c:v>52168.93</c:v>
                </c:pt>
                <c:pt idx="2002">
                  <c:v>52195</c:v>
                </c:pt>
                <c:pt idx="2003">
                  <c:v>52221.07</c:v>
                </c:pt>
                <c:pt idx="2004">
                  <c:v>52247.14</c:v>
                </c:pt>
                <c:pt idx="2005">
                  <c:v>52273.21</c:v>
                </c:pt>
                <c:pt idx="2006">
                  <c:v>52299.29</c:v>
                </c:pt>
                <c:pt idx="2007">
                  <c:v>52325.36</c:v>
                </c:pt>
                <c:pt idx="2008">
                  <c:v>52351.43</c:v>
                </c:pt>
                <c:pt idx="2009">
                  <c:v>52377.5</c:v>
                </c:pt>
                <c:pt idx="2010">
                  <c:v>52403.57</c:v>
                </c:pt>
                <c:pt idx="2011">
                  <c:v>52429.64</c:v>
                </c:pt>
                <c:pt idx="2012">
                  <c:v>52455.71</c:v>
                </c:pt>
                <c:pt idx="2013">
                  <c:v>52481.79</c:v>
                </c:pt>
                <c:pt idx="2014">
                  <c:v>52507.86</c:v>
                </c:pt>
                <c:pt idx="2015">
                  <c:v>52533.93</c:v>
                </c:pt>
                <c:pt idx="2016">
                  <c:v>52560</c:v>
                </c:pt>
                <c:pt idx="2017">
                  <c:v>52586.07</c:v>
                </c:pt>
                <c:pt idx="2018">
                  <c:v>52612.14</c:v>
                </c:pt>
                <c:pt idx="2019">
                  <c:v>52638.21</c:v>
                </c:pt>
                <c:pt idx="2020">
                  <c:v>52664.29</c:v>
                </c:pt>
                <c:pt idx="2021">
                  <c:v>52690.36</c:v>
                </c:pt>
                <c:pt idx="2022">
                  <c:v>52716.43</c:v>
                </c:pt>
                <c:pt idx="2023">
                  <c:v>52742.5</c:v>
                </c:pt>
                <c:pt idx="2024">
                  <c:v>52768.57</c:v>
                </c:pt>
                <c:pt idx="2025">
                  <c:v>52794.64</c:v>
                </c:pt>
                <c:pt idx="2026">
                  <c:v>52820.71</c:v>
                </c:pt>
                <c:pt idx="2027">
                  <c:v>52846.79</c:v>
                </c:pt>
                <c:pt idx="2028">
                  <c:v>52872.86</c:v>
                </c:pt>
                <c:pt idx="2029">
                  <c:v>52898.93</c:v>
                </c:pt>
                <c:pt idx="2030">
                  <c:v>52925</c:v>
                </c:pt>
                <c:pt idx="2031">
                  <c:v>52951.07</c:v>
                </c:pt>
                <c:pt idx="2032">
                  <c:v>52977.14</c:v>
                </c:pt>
                <c:pt idx="2033">
                  <c:v>53003.21</c:v>
                </c:pt>
                <c:pt idx="2034">
                  <c:v>53029.29</c:v>
                </c:pt>
                <c:pt idx="2035">
                  <c:v>53055.360000000001</c:v>
                </c:pt>
                <c:pt idx="2036">
                  <c:v>53081.43</c:v>
                </c:pt>
                <c:pt idx="2037">
                  <c:v>53107.5</c:v>
                </c:pt>
                <c:pt idx="2038">
                  <c:v>53133.57</c:v>
                </c:pt>
                <c:pt idx="2039">
                  <c:v>53159.64</c:v>
                </c:pt>
                <c:pt idx="2040">
                  <c:v>53185.71</c:v>
                </c:pt>
                <c:pt idx="2041">
                  <c:v>53211.79</c:v>
                </c:pt>
                <c:pt idx="2042">
                  <c:v>53237.86</c:v>
                </c:pt>
                <c:pt idx="2043">
                  <c:v>53263.93</c:v>
                </c:pt>
                <c:pt idx="2044">
                  <c:v>53290</c:v>
                </c:pt>
                <c:pt idx="2045">
                  <c:v>53316.07</c:v>
                </c:pt>
                <c:pt idx="2046">
                  <c:v>53342.14</c:v>
                </c:pt>
                <c:pt idx="2047">
                  <c:v>53368.21</c:v>
                </c:pt>
                <c:pt idx="2048">
                  <c:v>53394.29</c:v>
                </c:pt>
                <c:pt idx="2049">
                  <c:v>53420.36</c:v>
                </c:pt>
                <c:pt idx="2050">
                  <c:v>53446.43</c:v>
                </c:pt>
                <c:pt idx="2051">
                  <c:v>53472.5</c:v>
                </c:pt>
                <c:pt idx="2052">
                  <c:v>53498.57</c:v>
                </c:pt>
                <c:pt idx="2053">
                  <c:v>53524.639999999999</c:v>
                </c:pt>
                <c:pt idx="2054">
                  <c:v>53550.71</c:v>
                </c:pt>
                <c:pt idx="2055">
                  <c:v>53576.79</c:v>
                </c:pt>
                <c:pt idx="2056">
                  <c:v>53602.86</c:v>
                </c:pt>
                <c:pt idx="2057">
                  <c:v>53628.93</c:v>
                </c:pt>
                <c:pt idx="2058">
                  <c:v>53655</c:v>
                </c:pt>
                <c:pt idx="2059">
                  <c:v>53681.07</c:v>
                </c:pt>
                <c:pt idx="2060">
                  <c:v>53707.14</c:v>
                </c:pt>
                <c:pt idx="2061">
                  <c:v>53733.21</c:v>
                </c:pt>
                <c:pt idx="2062">
                  <c:v>53759.29</c:v>
                </c:pt>
                <c:pt idx="2063">
                  <c:v>53785.36</c:v>
                </c:pt>
                <c:pt idx="2064">
                  <c:v>53811.43</c:v>
                </c:pt>
                <c:pt idx="2065">
                  <c:v>53837.5</c:v>
                </c:pt>
                <c:pt idx="2066">
                  <c:v>53863.57</c:v>
                </c:pt>
                <c:pt idx="2067">
                  <c:v>53889.64</c:v>
                </c:pt>
                <c:pt idx="2068">
                  <c:v>53915.71</c:v>
                </c:pt>
                <c:pt idx="2069">
                  <c:v>53941.79</c:v>
                </c:pt>
                <c:pt idx="2070">
                  <c:v>53967.86</c:v>
                </c:pt>
                <c:pt idx="2071">
                  <c:v>53993.93</c:v>
                </c:pt>
                <c:pt idx="2072">
                  <c:v>54020</c:v>
                </c:pt>
                <c:pt idx="2073">
                  <c:v>54046.07</c:v>
                </c:pt>
                <c:pt idx="2074">
                  <c:v>54072.14</c:v>
                </c:pt>
                <c:pt idx="2075">
                  <c:v>54098.21</c:v>
                </c:pt>
                <c:pt idx="2076">
                  <c:v>54124.29</c:v>
                </c:pt>
                <c:pt idx="2077">
                  <c:v>54150.36</c:v>
                </c:pt>
                <c:pt idx="2078">
                  <c:v>54176.43</c:v>
                </c:pt>
                <c:pt idx="2079">
                  <c:v>54202.5</c:v>
                </c:pt>
                <c:pt idx="2080">
                  <c:v>54228.57</c:v>
                </c:pt>
                <c:pt idx="2081">
                  <c:v>54254.64</c:v>
                </c:pt>
                <c:pt idx="2082">
                  <c:v>54280.71</c:v>
                </c:pt>
                <c:pt idx="2083">
                  <c:v>54306.79</c:v>
                </c:pt>
                <c:pt idx="2084">
                  <c:v>54332.86</c:v>
                </c:pt>
                <c:pt idx="2085">
                  <c:v>54358.93</c:v>
                </c:pt>
                <c:pt idx="2086">
                  <c:v>54385</c:v>
                </c:pt>
                <c:pt idx="2087">
                  <c:v>54411.07</c:v>
                </c:pt>
                <c:pt idx="2088">
                  <c:v>54437.14</c:v>
                </c:pt>
                <c:pt idx="2089">
                  <c:v>54463.21</c:v>
                </c:pt>
                <c:pt idx="2090">
                  <c:v>54489.29</c:v>
                </c:pt>
                <c:pt idx="2091">
                  <c:v>54515.360000000001</c:v>
                </c:pt>
                <c:pt idx="2092">
                  <c:v>54541.43</c:v>
                </c:pt>
                <c:pt idx="2093">
                  <c:v>54567.5</c:v>
                </c:pt>
                <c:pt idx="2094">
                  <c:v>54593.57</c:v>
                </c:pt>
                <c:pt idx="2095">
                  <c:v>54619.64</c:v>
                </c:pt>
                <c:pt idx="2096">
                  <c:v>54645.71</c:v>
                </c:pt>
                <c:pt idx="2097">
                  <c:v>54671.79</c:v>
                </c:pt>
                <c:pt idx="2098">
                  <c:v>54697.86</c:v>
                </c:pt>
                <c:pt idx="2099">
                  <c:v>54723.93</c:v>
                </c:pt>
                <c:pt idx="2100">
                  <c:v>54750</c:v>
                </c:pt>
                <c:pt idx="2101">
                  <c:v>54776.07</c:v>
                </c:pt>
                <c:pt idx="2102">
                  <c:v>54802.14</c:v>
                </c:pt>
                <c:pt idx="2103">
                  <c:v>54828.21</c:v>
                </c:pt>
                <c:pt idx="2104">
                  <c:v>54854.29</c:v>
                </c:pt>
                <c:pt idx="2105">
                  <c:v>54880.36</c:v>
                </c:pt>
                <c:pt idx="2106">
                  <c:v>54906.43</c:v>
                </c:pt>
                <c:pt idx="2107">
                  <c:v>54932.5</c:v>
                </c:pt>
                <c:pt idx="2108">
                  <c:v>54958.57</c:v>
                </c:pt>
                <c:pt idx="2109">
                  <c:v>54984.639999999999</c:v>
                </c:pt>
                <c:pt idx="2110">
                  <c:v>55010.71</c:v>
                </c:pt>
                <c:pt idx="2111">
                  <c:v>55036.79</c:v>
                </c:pt>
                <c:pt idx="2112">
                  <c:v>55062.86</c:v>
                </c:pt>
                <c:pt idx="2113">
                  <c:v>55088.93</c:v>
                </c:pt>
                <c:pt idx="2114">
                  <c:v>55115</c:v>
                </c:pt>
                <c:pt idx="2115">
                  <c:v>55141.07</c:v>
                </c:pt>
                <c:pt idx="2116">
                  <c:v>55167.14</c:v>
                </c:pt>
                <c:pt idx="2117">
                  <c:v>55193.21</c:v>
                </c:pt>
                <c:pt idx="2118">
                  <c:v>55219.29</c:v>
                </c:pt>
                <c:pt idx="2119">
                  <c:v>55245.36</c:v>
                </c:pt>
                <c:pt idx="2120">
                  <c:v>55271.43</c:v>
                </c:pt>
                <c:pt idx="2121">
                  <c:v>55297.5</c:v>
                </c:pt>
                <c:pt idx="2122">
                  <c:v>55323.57</c:v>
                </c:pt>
                <c:pt idx="2123">
                  <c:v>55349.64</c:v>
                </c:pt>
                <c:pt idx="2124">
                  <c:v>55375.71</c:v>
                </c:pt>
                <c:pt idx="2125">
                  <c:v>55401.79</c:v>
                </c:pt>
                <c:pt idx="2126">
                  <c:v>55427.86</c:v>
                </c:pt>
                <c:pt idx="2127">
                  <c:v>55453.93</c:v>
                </c:pt>
                <c:pt idx="2128">
                  <c:v>55480</c:v>
                </c:pt>
                <c:pt idx="2129">
                  <c:v>55506.07</c:v>
                </c:pt>
                <c:pt idx="2130">
                  <c:v>55532.14</c:v>
                </c:pt>
                <c:pt idx="2131">
                  <c:v>55558.21</c:v>
                </c:pt>
                <c:pt idx="2132">
                  <c:v>55584.29</c:v>
                </c:pt>
                <c:pt idx="2133">
                  <c:v>55610.36</c:v>
                </c:pt>
                <c:pt idx="2134">
                  <c:v>55636.43</c:v>
                </c:pt>
                <c:pt idx="2135">
                  <c:v>55662.5</c:v>
                </c:pt>
                <c:pt idx="2136">
                  <c:v>55688.57</c:v>
                </c:pt>
                <c:pt idx="2137">
                  <c:v>55714.64</c:v>
                </c:pt>
                <c:pt idx="2138">
                  <c:v>55740.71</c:v>
                </c:pt>
                <c:pt idx="2139">
                  <c:v>55766.79</c:v>
                </c:pt>
                <c:pt idx="2140">
                  <c:v>55792.86</c:v>
                </c:pt>
                <c:pt idx="2141">
                  <c:v>55818.93</c:v>
                </c:pt>
                <c:pt idx="2142">
                  <c:v>55845</c:v>
                </c:pt>
                <c:pt idx="2143">
                  <c:v>55871.07</c:v>
                </c:pt>
                <c:pt idx="2144">
                  <c:v>55897.14</c:v>
                </c:pt>
                <c:pt idx="2145">
                  <c:v>55923.21</c:v>
                </c:pt>
                <c:pt idx="2146">
                  <c:v>55949.29</c:v>
                </c:pt>
                <c:pt idx="2147">
                  <c:v>55975.360000000001</c:v>
                </c:pt>
                <c:pt idx="2148">
                  <c:v>56001.43</c:v>
                </c:pt>
                <c:pt idx="2149">
                  <c:v>56027.5</c:v>
                </c:pt>
                <c:pt idx="2150">
                  <c:v>56053.57</c:v>
                </c:pt>
                <c:pt idx="2151">
                  <c:v>56079.64</c:v>
                </c:pt>
                <c:pt idx="2152">
                  <c:v>56105.71</c:v>
                </c:pt>
                <c:pt idx="2153">
                  <c:v>56131.79</c:v>
                </c:pt>
                <c:pt idx="2154">
                  <c:v>56157.86</c:v>
                </c:pt>
                <c:pt idx="2155">
                  <c:v>56183.93</c:v>
                </c:pt>
                <c:pt idx="2156">
                  <c:v>56210</c:v>
                </c:pt>
                <c:pt idx="2157">
                  <c:v>56236.07</c:v>
                </c:pt>
                <c:pt idx="2158">
                  <c:v>56262.14</c:v>
                </c:pt>
                <c:pt idx="2159">
                  <c:v>56288.21</c:v>
                </c:pt>
                <c:pt idx="2160">
                  <c:v>56314.29</c:v>
                </c:pt>
                <c:pt idx="2161">
                  <c:v>56340.36</c:v>
                </c:pt>
                <c:pt idx="2162">
                  <c:v>56366.43</c:v>
                </c:pt>
                <c:pt idx="2163">
                  <c:v>56392.5</c:v>
                </c:pt>
                <c:pt idx="2164">
                  <c:v>56418.57</c:v>
                </c:pt>
                <c:pt idx="2165">
                  <c:v>56444.639999999999</c:v>
                </c:pt>
                <c:pt idx="2166">
                  <c:v>56470.71</c:v>
                </c:pt>
                <c:pt idx="2167">
                  <c:v>56496.79</c:v>
                </c:pt>
                <c:pt idx="2168">
                  <c:v>56522.86</c:v>
                </c:pt>
                <c:pt idx="2169">
                  <c:v>56548.93</c:v>
                </c:pt>
                <c:pt idx="2170">
                  <c:v>56575</c:v>
                </c:pt>
                <c:pt idx="2171">
                  <c:v>56601.07</c:v>
                </c:pt>
                <c:pt idx="2172">
                  <c:v>56627.14</c:v>
                </c:pt>
                <c:pt idx="2173">
                  <c:v>56653.21</c:v>
                </c:pt>
                <c:pt idx="2174">
                  <c:v>56679.29</c:v>
                </c:pt>
                <c:pt idx="2175">
                  <c:v>56705.36</c:v>
                </c:pt>
                <c:pt idx="2176">
                  <c:v>56731.43</c:v>
                </c:pt>
                <c:pt idx="2177">
                  <c:v>56757.5</c:v>
                </c:pt>
                <c:pt idx="2178">
                  <c:v>56783.57</c:v>
                </c:pt>
                <c:pt idx="2179">
                  <c:v>56809.64</c:v>
                </c:pt>
                <c:pt idx="2180">
                  <c:v>56835.71</c:v>
                </c:pt>
                <c:pt idx="2181">
                  <c:v>56861.79</c:v>
                </c:pt>
                <c:pt idx="2182">
                  <c:v>56887.86</c:v>
                </c:pt>
                <c:pt idx="2183">
                  <c:v>56913.93</c:v>
                </c:pt>
                <c:pt idx="2184">
                  <c:v>56940</c:v>
                </c:pt>
                <c:pt idx="2185">
                  <c:v>56966.07</c:v>
                </c:pt>
                <c:pt idx="2186">
                  <c:v>56992.14</c:v>
                </c:pt>
                <c:pt idx="2187">
                  <c:v>57018.21</c:v>
                </c:pt>
                <c:pt idx="2188">
                  <c:v>57044.29</c:v>
                </c:pt>
                <c:pt idx="2189">
                  <c:v>57070.36</c:v>
                </c:pt>
                <c:pt idx="2190">
                  <c:v>57096.43</c:v>
                </c:pt>
                <c:pt idx="2191">
                  <c:v>57122.5</c:v>
                </c:pt>
                <c:pt idx="2192">
                  <c:v>57148.57</c:v>
                </c:pt>
                <c:pt idx="2193">
                  <c:v>57174.64</c:v>
                </c:pt>
                <c:pt idx="2194">
                  <c:v>57200.71</c:v>
                </c:pt>
                <c:pt idx="2195">
                  <c:v>57226.79</c:v>
                </c:pt>
                <c:pt idx="2196">
                  <c:v>57252.86</c:v>
                </c:pt>
                <c:pt idx="2197">
                  <c:v>57278.93</c:v>
                </c:pt>
                <c:pt idx="2198">
                  <c:v>57305</c:v>
                </c:pt>
                <c:pt idx="2199">
                  <c:v>57331.07</c:v>
                </c:pt>
                <c:pt idx="2200">
                  <c:v>57357.14</c:v>
                </c:pt>
                <c:pt idx="2201">
                  <c:v>57383.21</c:v>
                </c:pt>
                <c:pt idx="2202">
                  <c:v>57409.29</c:v>
                </c:pt>
                <c:pt idx="2203">
                  <c:v>57435.360000000001</c:v>
                </c:pt>
                <c:pt idx="2204">
                  <c:v>57461.43</c:v>
                </c:pt>
                <c:pt idx="2205">
                  <c:v>57487.5</c:v>
                </c:pt>
                <c:pt idx="2206">
                  <c:v>57513.57</c:v>
                </c:pt>
                <c:pt idx="2207">
                  <c:v>57539.64</c:v>
                </c:pt>
                <c:pt idx="2208">
                  <c:v>57565.71</c:v>
                </c:pt>
                <c:pt idx="2209">
                  <c:v>57591.79</c:v>
                </c:pt>
                <c:pt idx="2210">
                  <c:v>57617.86</c:v>
                </c:pt>
                <c:pt idx="2211">
                  <c:v>57643.93</c:v>
                </c:pt>
                <c:pt idx="2212">
                  <c:v>57670</c:v>
                </c:pt>
                <c:pt idx="2213">
                  <c:v>57696.07</c:v>
                </c:pt>
                <c:pt idx="2214">
                  <c:v>57722.14</c:v>
                </c:pt>
                <c:pt idx="2215">
                  <c:v>57748.21</c:v>
                </c:pt>
                <c:pt idx="2216">
                  <c:v>57774.29</c:v>
                </c:pt>
                <c:pt idx="2217">
                  <c:v>57800.36</c:v>
                </c:pt>
                <c:pt idx="2218">
                  <c:v>57826.43</c:v>
                </c:pt>
                <c:pt idx="2219">
                  <c:v>57852.5</c:v>
                </c:pt>
                <c:pt idx="2220">
                  <c:v>57878.57</c:v>
                </c:pt>
                <c:pt idx="2221">
                  <c:v>57904.639999999999</c:v>
                </c:pt>
                <c:pt idx="2222">
                  <c:v>57930.71</c:v>
                </c:pt>
                <c:pt idx="2223">
                  <c:v>57956.79</c:v>
                </c:pt>
                <c:pt idx="2224">
                  <c:v>57982.86</c:v>
                </c:pt>
                <c:pt idx="2225">
                  <c:v>58008.93</c:v>
                </c:pt>
                <c:pt idx="2226">
                  <c:v>58035</c:v>
                </c:pt>
                <c:pt idx="2227">
                  <c:v>58061.07</c:v>
                </c:pt>
                <c:pt idx="2228">
                  <c:v>58087.14</c:v>
                </c:pt>
                <c:pt idx="2229">
                  <c:v>58113.21</c:v>
                </c:pt>
                <c:pt idx="2230">
                  <c:v>58139.29</c:v>
                </c:pt>
                <c:pt idx="2231">
                  <c:v>58165.36</c:v>
                </c:pt>
                <c:pt idx="2232">
                  <c:v>58191.43</c:v>
                </c:pt>
                <c:pt idx="2233">
                  <c:v>58217.5</c:v>
                </c:pt>
                <c:pt idx="2234">
                  <c:v>58243.57</c:v>
                </c:pt>
                <c:pt idx="2235">
                  <c:v>58269.64</c:v>
                </c:pt>
                <c:pt idx="2236">
                  <c:v>58295.71</c:v>
                </c:pt>
                <c:pt idx="2237">
                  <c:v>58321.79</c:v>
                </c:pt>
                <c:pt idx="2238">
                  <c:v>58347.86</c:v>
                </c:pt>
                <c:pt idx="2239">
                  <c:v>58373.93</c:v>
                </c:pt>
                <c:pt idx="2240">
                  <c:v>58400</c:v>
                </c:pt>
                <c:pt idx="2241">
                  <c:v>58426.07</c:v>
                </c:pt>
                <c:pt idx="2242">
                  <c:v>58452.14</c:v>
                </c:pt>
                <c:pt idx="2243">
                  <c:v>58478.21</c:v>
                </c:pt>
                <c:pt idx="2244">
                  <c:v>58504.29</c:v>
                </c:pt>
                <c:pt idx="2245">
                  <c:v>58530.36</c:v>
                </c:pt>
                <c:pt idx="2246">
                  <c:v>58556.43</c:v>
                </c:pt>
                <c:pt idx="2247">
                  <c:v>58582.5</c:v>
                </c:pt>
                <c:pt idx="2248">
                  <c:v>58608.57</c:v>
                </c:pt>
                <c:pt idx="2249">
                  <c:v>58634.64</c:v>
                </c:pt>
                <c:pt idx="2250">
                  <c:v>58660.71</c:v>
                </c:pt>
                <c:pt idx="2251">
                  <c:v>58686.79</c:v>
                </c:pt>
                <c:pt idx="2252">
                  <c:v>58712.86</c:v>
                </c:pt>
                <c:pt idx="2253">
                  <c:v>58738.93</c:v>
                </c:pt>
                <c:pt idx="2254">
                  <c:v>58765</c:v>
                </c:pt>
                <c:pt idx="2255">
                  <c:v>58791.07</c:v>
                </c:pt>
                <c:pt idx="2256">
                  <c:v>58817.14</c:v>
                </c:pt>
                <c:pt idx="2257">
                  <c:v>58843.21</c:v>
                </c:pt>
                <c:pt idx="2258">
                  <c:v>58869.29</c:v>
                </c:pt>
                <c:pt idx="2259">
                  <c:v>58895.360000000001</c:v>
                </c:pt>
                <c:pt idx="2260">
                  <c:v>58921.43</c:v>
                </c:pt>
                <c:pt idx="2261">
                  <c:v>58947.5</c:v>
                </c:pt>
                <c:pt idx="2262">
                  <c:v>58973.57</c:v>
                </c:pt>
                <c:pt idx="2263">
                  <c:v>58999.64</c:v>
                </c:pt>
                <c:pt idx="2264">
                  <c:v>59025.71</c:v>
                </c:pt>
                <c:pt idx="2265">
                  <c:v>59051.79</c:v>
                </c:pt>
                <c:pt idx="2266">
                  <c:v>59077.86</c:v>
                </c:pt>
                <c:pt idx="2267">
                  <c:v>59103.93</c:v>
                </c:pt>
                <c:pt idx="2268">
                  <c:v>59130</c:v>
                </c:pt>
                <c:pt idx="2269">
                  <c:v>59156.07</c:v>
                </c:pt>
                <c:pt idx="2270">
                  <c:v>59182.14</c:v>
                </c:pt>
                <c:pt idx="2271">
                  <c:v>59208.21</c:v>
                </c:pt>
                <c:pt idx="2272">
                  <c:v>59234.29</c:v>
                </c:pt>
                <c:pt idx="2273">
                  <c:v>59260.36</c:v>
                </c:pt>
                <c:pt idx="2274">
                  <c:v>59286.43</c:v>
                </c:pt>
                <c:pt idx="2275">
                  <c:v>59312.5</c:v>
                </c:pt>
                <c:pt idx="2276">
                  <c:v>59338.57</c:v>
                </c:pt>
                <c:pt idx="2277">
                  <c:v>59364.639999999999</c:v>
                </c:pt>
                <c:pt idx="2278">
                  <c:v>59390.71</c:v>
                </c:pt>
                <c:pt idx="2279">
                  <c:v>59416.79</c:v>
                </c:pt>
                <c:pt idx="2280">
                  <c:v>59442.86</c:v>
                </c:pt>
                <c:pt idx="2281">
                  <c:v>59468.93</c:v>
                </c:pt>
                <c:pt idx="2282">
                  <c:v>59495</c:v>
                </c:pt>
                <c:pt idx="2283">
                  <c:v>59521.07</c:v>
                </c:pt>
                <c:pt idx="2284">
                  <c:v>59547.14</c:v>
                </c:pt>
                <c:pt idx="2285">
                  <c:v>59573.21</c:v>
                </c:pt>
                <c:pt idx="2286">
                  <c:v>59599.29</c:v>
                </c:pt>
                <c:pt idx="2287">
                  <c:v>59625.36</c:v>
                </c:pt>
                <c:pt idx="2288">
                  <c:v>59651.43</c:v>
                </c:pt>
                <c:pt idx="2289">
                  <c:v>59677.5</c:v>
                </c:pt>
                <c:pt idx="2290">
                  <c:v>59703.57</c:v>
                </c:pt>
                <c:pt idx="2291">
                  <c:v>59729.64</c:v>
                </c:pt>
                <c:pt idx="2292">
                  <c:v>59755.71</c:v>
                </c:pt>
                <c:pt idx="2293">
                  <c:v>59781.79</c:v>
                </c:pt>
                <c:pt idx="2294">
                  <c:v>59807.86</c:v>
                </c:pt>
                <c:pt idx="2295">
                  <c:v>59833.93</c:v>
                </c:pt>
                <c:pt idx="2296">
                  <c:v>59860</c:v>
                </c:pt>
                <c:pt idx="2297">
                  <c:v>59886.07</c:v>
                </c:pt>
                <c:pt idx="2298">
                  <c:v>59912.14</c:v>
                </c:pt>
                <c:pt idx="2299">
                  <c:v>59938.21</c:v>
                </c:pt>
                <c:pt idx="2300">
                  <c:v>59964.29</c:v>
                </c:pt>
                <c:pt idx="2301">
                  <c:v>59990.36</c:v>
                </c:pt>
                <c:pt idx="2302">
                  <c:v>60016.43</c:v>
                </c:pt>
                <c:pt idx="2303">
                  <c:v>60042.5</c:v>
                </c:pt>
                <c:pt idx="2304">
                  <c:v>60068.57</c:v>
                </c:pt>
                <c:pt idx="2305">
                  <c:v>60094.64</c:v>
                </c:pt>
                <c:pt idx="2306">
                  <c:v>60120.71</c:v>
                </c:pt>
                <c:pt idx="2307">
                  <c:v>60146.79</c:v>
                </c:pt>
                <c:pt idx="2308">
                  <c:v>60172.86</c:v>
                </c:pt>
                <c:pt idx="2309">
                  <c:v>60198.93</c:v>
                </c:pt>
                <c:pt idx="2310">
                  <c:v>60225</c:v>
                </c:pt>
                <c:pt idx="2311">
                  <c:v>60251.07</c:v>
                </c:pt>
                <c:pt idx="2312">
                  <c:v>60277.14</c:v>
                </c:pt>
                <c:pt idx="2313">
                  <c:v>60303.21</c:v>
                </c:pt>
                <c:pt idx="2314">
                  <c:v>60329.29</c:v>
                </c:pt>
                <c:pt idx="2315">
                  <c:v>60355.360000000001</c:v>
                </c:pt>
                <c:pt idx="2316">
                  <c:v>60381.43</c:v>
                </c:pt>
                <c:pt idx="2317">
                  <c:v>60407.5</c:v>
                </c:pt>
                <c:pt idx="2318">
                  <c:v>60433.57</c:v>
                </c:pt>
                <c:pt idx="2319">
                  <c:v>60459.64</c:v>
                </c:pt>
                <c:pt idx="2320">
                  <c:v>60485.71</c:v>
                </c:pt>
                <c:pt idx="2321">
                  <c:v>60511.79</c:v>
                </c:pt>
                <c:pt idx="2322">
                  <c:v>60537.86</c:v>
                </c:pt>
                <c:pt idx="2323">
                  <c:v>60563.93</c:v>
                </c:pt>
                <c:pt idx="2324">
                  <c:v>60590</c:v>
                </c:pt>
                <c:pt idx="2325">
                  <c:v>60616.07</c:v>
                </c:pt>
                <c:pt idx="2326">
                  <c:v>60642.14</c:v>
                </c:pt>
                <c:pt idx="2327">
                  <c:v>60668.21</c:v>
                </c:pt>
                <c:pt idx="2328">
                  <c:v>60694.29</c:v>
                </c:pt>
                <c:pt idx="2329">
                  <c:v>60720.36</c:v>
                </c:pt>
                <c:pt idx="2330">
                  <c:v>60746.43</c:v>
                </c:pt>
                <c:pt idx="2331">
                  <c:v>60772.5</c:v>
                </c:pt>
                <c:pt idx="2332">
                  <c:v>60798.57</c:v>
                </c:pt>
                <c:pt idx="2333">
                  <c:v>60824.639999999999</c:v>
                </c:pt>
                <c:pt idx="2334">
                  <c:v>60850.71</c:v>
                </c:pt>
                <c:pt idx="2335">
                  <c:v>60876.79</c:v>
                </c:pt>
                <c:pt idx="2336">
                  <c:v>60902.86</c:v>
                </c:pt>
                <c:pt idx="2337">
                  <c:v>60928.93</c:v>
                </c:pt>
                <c:pt idx="2338">
                  <c:v>60955</c:v>
                </c:pt>
                <c:pt idx="2339">
                  <c:v>60981.07</c:v>
                </c:pt>
                <c:pt idx="2340">
                  <c:v>61007.14</c:v>
                </c:pt>
                <c:pt idx="2341">
                  <c:v>61033.21</c:v>
                </c:pt>
                <c:pt idx="2342">
                  <c:v>61059.29</c:v>
                </c:pt>
                <c:pt idx="2343">
                  <c:v>61085.36</c:v>
                </c:pt>
                <c:pt idx="2344">
                  <c:v>61111.43</c:v>
                </c:pt>
                <c:pt idx="2345">
                  <c:v>61137.5</c:v>
                </c:pt>
                <c:pt idx="2346">
                  <c:v>61163.57</c:v>
                </c:pt>
                <c:pt idx="2347">
                  <c:v>61189.64</c:v>
                </c:pt>
                <c:pt idx="2348">
                  <c:v>61215.71</c:v>
                </c:pt>
                <c:pt idx="2349">
                  <c:v>61241.79</c:v>
                </c:pt>
                <c:pt idx="2350">
                  <c:v>61267.86</c:v>
                </c:pt>
                <c:pt idx="2351">
                  <c:v>61293.93</c:v>
                </c:pt>
                <c:pt idx="2352">
                  <c:v>61320</c:v>
                </c:pt>
                <c:pt idx="2353">
                  <c:v>61346.07</c:v>
                </c:pt>
                <c:pt idx="2354">
                  <c:v>61372.14</c:v>
                </c:pt>
                <c:pt idx="2355">
                  <c:v>61398.21</c:v>
                </c:pt>
                <c:pt idx="2356">
                  <c:v>61424.29</c:v>
                </c:pt>
                <c:pt idx="2357">
                  <c:v>61450.36</c:v>
                </c:pt>
                <c:pt idx="2358">
                  <c:v>61476.43</c:v>
                </c:pt>
                <c:pt idx="2359">
                  <c:v>61502.5</c:v>
                </c:pt>
                <c:pt idx="2360">
                  <c:v>61528.57</c:v>
                </c:pt>
                <c:pt idx="2361">
                  <c:v>61554.64</c:v>
                </c:pt>
                <c:pt idx="2362">
                  <c:v>61580.71</c:v>
                </c:pt>
                <c:pt idx="2363">
                  <c:v>61606.79</c:v>
                </c:pt>
                <c:pt idx="2364">
                  <c:v>61632.86</c:v>
                </c:pt>
                <c:pt idx="2365">
                  <c:v>61658.93</c:v>
                </c:pt>
                <c:pt idx="2366">
                  <c:v>61685</c:v>
                </c:pt>
                <c:pt idx="2367">
                  <c:v>61711.07</c:v>
                </c:pt>
                <c:pt idx="2368">
                  <c:v>61737.14</c:v>
                </c:pt>
                <c:pt idx="2369">
                  <c:v>61763.21</c:v>
                </c:pt>
                <c:pt idx="2370">
                  <c:v>61789.29</c:v>
                </c:pt>
                <c:pt idx="2371">
                  <c:v>61815.360000000001</c:v>
                </c:pt>
                <c:pt idx="2372">
                  <c:v>61841.43</c:v>
                </c:pt>
                <c:pt idx="2373">
                  <c:v>61867.5</c:v>
                </c:pt>
                <c:pt idx="2374">
                  <c:v>61893.57</c:v>
                </c:pt>
                <c:pt idx="2375">
                  <c:v>61919.64</c:v>
                </c:pt>
                <c:pt idx="2376">
                  <c:v>61945.71</c:v>
                </c:pt>
                <c:pt idx="2377">
                  <c:v>61971.79</c:v>
                </c:pt>
                <c:pt idx="2378">
                  <c:v>61997.86</c:v>
                </c:pt>
                <c:pt idx="2379">
                  <c:v>62023.93</c:v>
                </c:pt>
                <c:pt idx="2380">
                  <c:v>62050</c:v>
                </c:pt>
                <c:pt idx="2381">
                  <c:v>62076.07</c:v>
                </c:pt>
                <c:pt idx="2382">
                  <c:v>62102.14</c:v>
                </c:pt>
                <c:pt idx="2383">
                  <c:v>62128.21</c:v>
                </c:pt>
                <c:pt idx="2384">
                  <c:v>62154.29</c:v>
                </c:pt>
                <c:pt idx="2385">
                  <c:v>62180.36</c:v>
                </c:pt>
                <c:pt idx="2386">
                  <c:v>62206.43</c:v>
                </c:pt>
                <c:pt idx="2387">
                  <c:v>62232.5</c:v>
                </c:pt>
                <c:pt idx="2388">
                  <c:v>62258.57</c:v>
                </c:pt>
                <c:pt idx="2389">
                  <c:v>62284.639999999999</c:v>
                </c:pt>
                <c:pt idx="2390">
                  <c:v>62310.71</c:v>
                </c:pt>
                <c:pt idx="2391">
                  <c:v>62336.79</c:v>
                </c:pt>
                <c:pt idx="2392">
                  <c:v>62362.86</c:v>
                </c:pt>
                <c:pt idx="2393">
                  <c:v>62388.93</c:v>
                </c:pt>
                <c:pt idx="2394">
                  <c:v>62415</c:v>
                </c:pt>
                <c:pt idx="2395">
                  <c:v>62441.07</c:v>
                </c:pt>
                <c:pt idx="2396">
                  <c:v>62467.14</c:v>
                </c:pt>
                <c:pt idx="2397">
                  <c:v>62493.21</c:v>
                </c:pt>
                <c:pt idx="2398">
                  <c:v>62519.29</c:v>
                </c:pt>
                <c:pt idx="2399">
                  <c:v>62545.36</c:v>
                </c:pt>
                <c:pt idx="2400">
                  <c:v>62571.43</c:v>
                </c:pt>
                <c:pt idx="2401">
                  <c:v>62597.5</c:v>
                </c:pt>
                <c:pt idx="2402">
                  <c:v>62623.57</c:v>
                </c:pt>
                <c:pt idx="2403">
                  <c:v>62649.64</c:v>
                </c:pt>
                <c:pt idx="2404">
                  <c:v>62675.71</c:v>
                </c:pt>
                <c:pt idx="2405">
                  <c:v>62701.79</c:v>
                </c:pt>
                <c:pt idx="2406">
                  <c:v>62727.86</c:v>
                </c:pt>
                <c:pt idx="2407">
                  <c:v>62753.93</c:v>
                </c:pt>
                <c:pt idx="2408">
                  <c:v>62780</c:v>
                </c:pt>
                <c:pt idx="2409">
                  <c:v>62806.07</c:v>
                </c:pt>
                <c:pt idx="2410">
                  <c:v>62832.14</c:v>
                </c:pt>
                <c:pt idx="2411">
                  <c:v>62858.21</c:v>
                </c:pt>
                <c:pt idx="2412">
                  <c:v>62884.29</c:v>
                </c:pt>
                <c:pt idx="2413">
                  <c:v>62910.36</c:v>
                </c:pt>
                <c:pt idx="2414">
                  <c:v>62936.43</c:v>
                </c:pt>
                <c:pt idx="2415">
                  <c:v>62962.5</c:v>
                </c:pt>
                <c:pt idx="2416">
                  <c:v>62988.57</c:v>
                </c:pt>
                <c:pt idx="2417">
                  <c:v>63014.64</c:v>
                </c:pt>
                <c:pt idx="2418">
                  <c:v>63040.71</c:v>
                </c:pt>
                <c:pt idx="2419">
                  <c:v>63066.79</c:v>
                </c:pt>
                <c:pt idx="2420">
                  <c:v>63092.86</c:v>
                </c:pt>
                <c:pt idx="2421">
                  <c:v>63118.93</c:v>
                </c:pt>
                <c:pt idx="2422">
                  <c:v>63145</c:v>
                </c:pt>
                <c:pt idx="2423">
                  <c:v>63171.07</c:v>
                </c:pt>
                <c:pt idx="2424">
                  <c:v>63197.14</c:v>
                </c:pt>
                <c:pt idx="2425">
                  <c:v>63223.21</c:v>
                </c:pt>
                <c:pt idx="2426">
                  <c:v>63249.29</c:v>
                </c:pt>
                <c:pt idx="2427">
                  <c:v>63275.360000000001</c:v>
                </c:pt>
                <c:pt idx="2428">
                  <c:v>63301.43</c:v>
                </c:pt>
                <c:pt idx="2429">
                  <c:v>63327.5</c:v>
                </c:pt>
                <c:pt idx="2430">
                  <c:v>63353.57</c:v>
                </c:pt>
                <c:pt idx="2431">
                  <c:v>63379.64</c:v>
                </c:pt>
                <c:pt idx="2432">
                  <c:v>63405.71</c:v>
                </c:pt>
                <c:pt idx="2433">
                  <c:v>63431.79</c:v>
                </c:pt>
                <c:pt idx="2434">
                  <c:v>63457.86</c:v>
                </c:pt>
                <c:pt idx="2435">
                  <c:v>63483.93</c:v>
                </c:pt>
                <c:pt idx="2436">
                  <c:v>63510</c:v>
                </c:pt>
                <c:pt idx="2437">
                  <c:v>63536.07</c:v>
                </c:pt>
                <c:pt idx="2438">
                  <c:v>63562.14</c:v>
                </c:pt>
                <c:pt idx="2439">
                  <c:v>63588.21</c:v>
                </c:pt>
                <c:pt idx="2440">
                  <c:v>63614.29</c:v>
                </c:pt>
                <c:pt idx="2441">
                  <c:v>63640.36</c:v>
                </c:pt>
                <c:pt idx="2442">
                  <c:v>63666.43</c:v>
                </c:pt>
                <c:pt idx="2443">
                  <c:v>63692.5</c:v>
                </c:pt>
                <c:pt idx="2444">
                  <c:v>63718.57</c:v>
                </c:pt>
                <c:pt idx="2445">
                  <c:v>63744.639999999999</c:v>
                </c:pt>
                <c:pt idx="2446">
                  <c:v>63770.71</c:v>
                </c:pt>
                <c:pt idx="2447">
                  <c:v>63796.79</c:v>
                </c:pt>
                <c:pt idx="2448">
                  <c:v>63822.86</c:v>
                </c:pt>
                <c:pt idx="2449">
                  <c:v>63848.93</c:v>
                </c:pt>
                <c:pt idx="2450">
                  <c:v>63875</c:v>
                </c:pt>
                <c:pt idx="2451">
                  <c:v>63901.07</c:v>
                </c:pt>
                <c:pt idx="2452">
                  <c:v>63927.14</c:v>
                </c:pt>
                <c:pt idx="2453">
                  <c:v>63953.21</c:v>
                </c:pt>
                <c:pt idx="2454">
                  <c:v>63979.29</c:v>
                </c:pt>
                <c:pt idx="2455">
                  <c:v>64005.36</c:v>
                </c:pt>
                <c:pt idx="2456">
                  <c:v>64031.43</c:v>
                </c:pt>
                <c:pt idx="2457">
                  <c:v>64057.5</c:v>
                </c:pt>
                <c:pt idx="2458">
                  <c:v>64083.57</c:v>
                </c:pt>
                <c:pt idx="2459">
                  <c:v>64109.64</c:v>
                </c:pt>
                <c:pt idx="2460">
                  <c:v>64135.71</c:v>
                </c:pt>
                <c:pt idx="2461">
                  <c:v>64161.79</c:v>
                </c:pt>
                <c:pt idx="2462">
                  <c:v>64187.86</c:v>
                </c:pt>
                <c:pt idx="2463">
                  <c:v>64213.93</c:v>
                </c:pt>
                <c:pt idx="2464">
                  <c:v>64240</c:v>
                </c:pt>
                <c:pt idx="2465">
                  <c:v>64266.07</c:v>
                </c:pt>
                <c:pt idx="2466">
                  <c:v>64292.14</c:v>
                </c:pt>
                <c:pt idx="2467">
                  <c:v>64318.21</c:v>
                </c:pt>
                <c:pt idx="2468">
                  <c:v>64344.29</c:v>
                </c:pt>
                <c:pt idx="2469">
                  <c:v>64370.36</c:v>
                </c:pt>
                <c:pt idx="2470">
                  <c:v>64396.43</c:v>
                </c:pt>
                <c:pt idx="2471">
                  <c:v>64422.5</c:v>
                </c:pt>
                <c:pt idx="2472">
                  <c:v>64448.57</c:v>
                </c:pt>
                <c:pt idx="2473">
                  <c:v>64474.64</c:v>
                </c:pt>
                <c:pt idx="2474">
                  <c:v>64500.71</c:v>
                </c:pt>
                <c:pt idx="2475">
                  <c:v>64526.79</c:v>
                </c:pt>
                <c:pt idx="2476">
                  <c:v>64552.86</c:v>
                </c:pt>
                <c:pt idx="2477">
                  <c:v>64578.93</c:v>
                </c:pt>
                <c:pt idx="2478">
                  <c:v>64605</c:v>
                </c:pt>
                <c:pt idx="2479">
                  <c:v>64631.07</c:v>
                </c:pt>
                <c:pt idx="2480">
                  <c:v>64657.14</c:v>
                </c:pt>
                <c:pt idx="2481">
                  <c:v>64683.21</c:v>
                </c:pt>
                <c:pt idx="2482">
                  <c:v>64709.29</c:v>
                </c:pt>
                <c:pt idx="2483">
                  <c:v>64735.360000000001</c:v>
                </c:pt>
                <c:pt idx="2484">
                  <c:v>64761.43</c:v>
                </c:pt>
                <c:pt idx="2485">
                  <c:v>64787.5</c:v>
                </c:pt>
                <c:pt idx="2486">
                  <c:v>64813.57</c:v>
                </c:pt>
                <c:pt idx="2487">
                  <c:v>64839.64</c:v>
                </c:pt>
                <c:pt idx="2488">
                  <c:v>64865.71</c:v>
                </c:pt>
                <c:pt idx="2489">
                  <c:v>64891.79</c:v>
                </c:pt>
                <c:pt idx="2490">
                  <c:v>64917.86</c:v>
                </c:pt>
                <c:pt idx="2491">
                  <c:v>64943.93</c:v>
                </c:pt>
                <c:pt idx="2492">
                  <c:v>64970</c:v>
                </c:pt>
                <c:pt idx="2493">
                  <c:v>64996.07</c:v>
                </c:pt>
                <c:pt idx="2494">
                  <c:v>65022.14</c:v>
                </c:pt>
                <c:pt idx="2495">
                  <c:v>65048.21</c:v>
                </c:pt>
                <c:pt idx="2496">
                  <c:v>65074.29</c:v>
                </c:pt>
                <c:pt idx="2497">
                  <c:v>65100.36</c:v>
                </c:pt>
                <c:pt idx="2498">
                  <c:v>65126.43</c:v>
                </c:pt>
                <c:pt idx="2499">
                  <c:v>65152.5</c:v>
                </c:pt>
                <c:pt idx="2500">
                  <c:v>65178.57</c:v>
                </c:pt>
                <c:pt idx="2501">
                  <c:v>65204.639999999999</c:v>
                </c:pt>
                <c:pt idx="2502">
                  <c:v>65230.71</c:v>
                </c:pt>
                <c:pt idx="2503">
                  <c:v>65256.79</c:v>
                </c:pt>
                <c:pt idx="2504">
                  <c:v>65282.86</c:v>
                </c:pt>
                <c:pt idx="2505">
                  <c:v>65308.93</c:v>
                </c:pt>
                <c:pt idx="2506">
                  <c:v>65335</c:v>
                </c:pt>
                <c:pt idx="2507">
                  <c:v>65361.07</c:v>
                </c:pt>
                <c:pt idx="2508">
                  <c:v>65387.14</c:v>
                </c:pt>
                <c:pt idx="2509">
                  <c:v>65413.21</c:v>
                </c:pt>
                <c:pt idx="2510">
                  <c:v>65439.29</c:v>
                </c:pt>
                <c:pt idx="2511">
                  <c:v>65465.36</c:v>
                </c:pt>
                <c:pt idx="2512">
                  <c:v>65491.43</c:v>
                </c:pt>
                <c:pt idx="2513">
                  <c:v>65517.5</c:v>
                </c:pt>
                <c:pt idx="2514">
                  <c:v>65543.570000000007</c:v>
                </c:pt>
                <c:pt idx="2515">
                  <c:v>65569.64</c:v>
                </c:pt>
                <c:pt idx="2516">
                  <c:v>65595.710000000006</c:v>
                </c:pt>
                <c:pt idx="2517">
                  <c:v>65621.789999999994</c:v>
                </c:pt>
                <c:pt idx="2518">
                  <c:v>65647.86</c:v>
                </c:pt>
                <c:pt idx="2519">
                  <c:v>65673.929999999993</c:v>
                </c:pt>
                <c:pt idx="2520">
                  <c:v>65700</c:v>
                </c:pt>
                <c:pt idx="2521">
                  <c:v>65726.070000000007</c:v>
                </c:pt>
                <c:pt idx="2522">
                  <c:v>65752.14</c:v>
                </c:pt>
                <c:pt idx="2523">
                  <c:v>65778.210000000006</c:v>
                </c:pt>
                <c:pt idx="2524">
                  <c:v>65804.289999999994</c:v>
                </c:pt>
                <c:pt idx="2525">
                  <c:v>65830.36</c:v>
                </c:pt>
                <c:pt idx="2526">
                  <c:v>65856.429999999993</c:v>
                </c:pt>
                <c:pt idx="2527">
                  <c:v>65882.5</c:v>
                </c:pt>
                <c:pt idx="2528">
                  <c:v>65908.570000000007</c:v>
                </c:pt>
                <c:pt idx="2529">
                  <c:v>65934.64</c:v>
                </c:pt>
                <c:pt idx="2530">
                  <c:v>65960.710000000006</c:v>
                </c:pt>
                <c:pt idx="2531">
                  <c:v>65986.789999999994</c:v>
                </c:pt>
                <c:pt idx="2532">
                  <c:v>66012.86</c:v>
                </c:pt>
                <c:pt idx="2533">
                  <c:v>66038.929999999993</c:v>
                </c:pt>
                <c:pt idx="2534">
                  <c:v>66065</c:v>
                </c:pt>
                <c:pt idx="2535">
                  <c:v>66091.070000000007</c:v>
                </c:pt>
                <c:pt idx="2536">
                  <c:v>66117.14</c:v>
                </c:pt>
                <c:pt idx="2537">
                  <c:v>66143.210000000006</c:v>
                </c:pt>
                <c:pt idx="2538">
                  <c:v>66169.289999999994</c:v>
                </c:pt>
                <c:pt idx="2539">
                  <c:v>66195.360000000001</c:v>
                </c:pt>
                <c:pt idx="2540">
                  <c:v>66221.429999999993</c:v>
                </c:pt>
                <c:pt idx="2541">
                  <c:v>66247.5</c:v>
                </c:pt>
                <c:pt idx="2542">
                  <c:v>66273.570000000007</c:v>
                </c:pt>
                <c:pt idx="2543">
                  <c:v>66299.64</c:v>
                </c:pt>
                <c:pt idx="2544">
                  <c:v>66325.710000000006</c:v>
                </c:pt>
                <c:pt idx="2545">
                  <c:v>66351.789999999994</c:v>
                </c:pt>
                <c:pt idx="2546">
                  <c:v>66377.86</c:v>
                </c:pt>
                <c:pt idx="2547">
                  <c:v>66403.929999999993</c:v>
                </c:pt>
                <c:pt idx="2548">
                  <c:v>66430</c:v>
                </c:pt>
                <c:pt idx="2549">
                  <c:v>66456.070000000007</c:v>
                </c:pt>
                <c:pt idx="2550">
                  <c:v>66482.14</c:v>
                </c:pt>
                <c:pt idx="2551">
                  <c:v>66508.210000000006</c:v>
                </c:pt>
                <c:pt idx="2552">
                  <c:v>66534.289999999994</c:v>
                </c:pt>
                <c:pt idx="2553">
                  <c:v>66560.36</c:v>
                </c:pt>
                <c:pt idx="2554">
                  <c:v>66586.429999999993</c:v>
                </c:pt>
                <c:pt idx="2555">
                  <c:v>66612.5</c:v>
                </c:pt>
                <c:pt idx="2556">
                  <c:v>66638.570000000007</c:v>
                </c:pt>
                <c:pt idx="2557">
                  <c:v>66664.639999999999</c:v>
                </c:pt>
                <c:pt idx="2558">
                  <c:v>66690.710000000006</c:v>
                </c:pt>
                <c:pt idx="2559">
                  <c:v>66716.789999999994</c:v>
                </c:pt>
                <c:pt idx="2560">
                  <c:v>66742.86</c:v>
                </c:pt>
                <c:pt idx="2561">
                  <c:v>66768.929999999993</c:v>
                </c:pt>
                <c:pt idx="2562">
                  <c:v>66795</c:v>
                </c:pt>
                <c:pt idx="2563">
                  <c:v>66821.070000000007</c:v>
                </c:pt>
                <c:pt idx="2564">
                  <c:v>66847.14</c:v>
                </c:pt>
                <c:pt idx="2565">
                  <c:v>66873.210000000006</c:v>
                </c:pt>
                <c:pt idx="2566">
                  <c:v>66899.289999999994</c:v>
                </c:pt>
                <c:pt idx="2567">
                  <c:v>66925.36</c:v>
                </c:pt>
                <c:pt idx="2568">
                  <c:v>66951.429999999993</c:v>
                </c:pt>
                <c:pt idx="2569">
                  <c:v>66977.5</c:v>
                </c:pt>
                <c:pt idx="2570">
                  <c:v>67003.570000000007</c:v>
                </c:pt>
                <c:pt idx="2571">
                  <c:v>67029.64</c:v>
                </c:pt>
                <c:pt idx="2572">
                  <c:v>67055.710000000006</c:v>
                </c:pt>
                <c:pt idx="2573">
                  <c:v>67081.789999999994</c:v>
                </c:pt>
                <c:pt idx="2574">
                  <c:v>67107.86</c:v>
                </c:pt>
                <c:pt idx="2575">
                  <c:v>67133.929999999993</c:v>
                </c:pt>
                <c:pt idx="2576">
                  <c:v>67160</c:v>
                </c:pt>
                <c:pt idx="2577">
                  <c:v>67186.070000000007</c:v>
                </c:pt>
                <c:pt idx="2578">
                  <c:v>67212.14</c:v>
                </c:pt>
                <c:pt idx="2579">
                  <c:v>67238.210000000006</c:v>
                </c:pt>
                <c:pt idx="2580">
                  <c:v>67264.289999999994</c:v>
                </c:pt>
                <c:pt idx="2581">
                  <c:v>67290.36</c:v>
                </c:pt>
                <c:pt idx="2582">
                  <c:v>67316.429999999993</c:v>
                </c:pt>
                <c:pt idx="2583">
                  <c:v>67342.5</c:v>
                </c:pt>
                <c:pt idx="2584">
                  <c:v>67368.570000000007</c:v>
                </c:pt>
                <c:pt idx="2585">
                  <c:v>67394.64</c:v>
                </c:pt>
                <c:pt idx="2586">
                  <c:v>67420.710000000006</c:v>
                </c:pt>
                <c:pt idx="2587">
                  <c:v>67446.789999999994</c:v>
                </c:pt>
                <c:pt idx="2588">
                  <c:v>67472.86</c:v>
                </c:pt>
                <c:pt idx="2589">
                  <c:v>67498.929999999993</c:v>
                </c:pt>
                <c:pt idx="2590">
                  <c:v>67525</c:v>
                </c:pt>
                <c:pt idx="2591">
                  <c:v>67551.070000000007</c:v>
                </c:pt>
                <c:pt idx="2592">
                  <c:v>67577.14</c:v>
                </c:pt>
                <c:pt idx="2593">
                  <c:v>67603.210000000006</c:v>
                </c:pt>
                <c:pt idx="2594">
                  <c:v>67629.289999999994</c:v>
                </c:pt>
                <c:pt idx="2595">
                  <c:v>67655.360000000001</c:v>
                </c:pt>
                <c:pt idx="2596">
                  <c:v>67681.429999999993</c:v>
                </c:pt>
                <c:pt idx="2597">
                  <c:v>67707.5</c:v>
                </c:pt>
                <c:pt idx="2598">
                  <c:v>67733.570000000007</c:v>
                </c:pt>
                <c:pt idx="2599">
                  <c:v>67759.64</c:v>
                </c:pt>
                <c:pt idx="2600">
                  <c:v>67785.710000000006</c:v>
                </c:pt>
                <c:pt idx="2601">
                  <c:v>67811.789999999994</c:v>
                </c:pt>
                <c:pt idx="2602">
                  <c:v>67837.86</c:v>
                </c:pt>
                <c:pt idx="2603">
                  <c:v>67863.929999999993</c:v>
                </c:pt>
                <c:pt idx="2604">
                  <c:v>67890</c:v>
                </c:pt>
                <c:pt idx="2605">
                  <c:v>67916.070000000007</c:v>
                </c:pt>
                <c:pt idx="2606">
                  <c:v>67942.14</c:v>
                </c:pt>
                <c:pt idx="2607">
                  <c:v>67968.210000000006</c:v>
                </c:pt>
                <c:pt idx="2608">
                  <c:v>67994.289999999994</c:v>
                </c:pt>
                <c:pt idx="2609">
                  <c:v>68020.36</c:v>
                </c:pt>
                <c:pt idx="2610">
                  <c:v>68046.429999999993</c:v>
                </c:pt>
                <c:pt idx="2611">
                  <c:v>68072.5</c:v>
                </c:pt>
                <c:pt idx="2612">
                  <c:v>68098.570000000007</c:v>
                </c:pt>
                <c:pt idx="2613">
                  <c:v>68124.639999999999</c:v>
                </c:pt>
                <c:pt idx="2614">
                  <c:v>68150.710000000006</c:v>
                </c:pt>
                <c:pt idx="2615">
                  <c:v>68176.789999999994</c:v>
                </c:pt>
                <c:pt idx="2616">
                  <c:v>68202.86</c:v>
                </c:pt>
                <c:pt idx="2617">
                  <c:v>68228.929999999993</c:v>
                </c:pt>
                <c:pt idx="2618">
                  <c:v>68255</c:v>
                </c:pt>
                <c:pt idx="2619">
                  <c:v>68281.070000000007</c:v>
                </c:pt>
                <c:pt idx="2620">
                  <c:v>68307.14</c:v>
                </c:pt>
                <c:pt idx="2621">
                  <c:v>68333.210000000006</c:v>
                </c:pt>
                <c:pt idx="2622">
                  <c:v>68359.289999999994</c:v>
                </c:pt>
                <c:pt idx="2623">
                  <c:v>68385.36</c:v>
                </c:pt>
                <c:pt idx="2624">
                  <c:v>68411.429999999993</c:v>
                </c:pt>
                <c:pt idx="2625">
                  <c:v>68437.5</c:v>
                </c:pt>
                <c:pt idx="2626">
                  <c:v>68463.570000000007</c:v>
                </c:pt>
                <c:pt idx="2627">
                  <c:v>68489.64</c:v>
                </c:pt>
                <c:pt idx="2628">
                  <c:v>68515.710000000006</c:v>
                </c:pt>
                <c:pt idx="2629">
                  <c:v>68541.789999999994</c:v>
                </c:pt>
                <c:pt idx="2630">
                  <c:v>68567.86</c:v>
                </c:pt>
                <c:pt idx="2631">
                  <c:v>68593.929999999993</c:v>
                </c:pt>
                <c:pt idx="2632">
                  <c:v>68620</c:v>
                </c:pt>
                <c:pt idx="2633">
                  <c:v>68646.070000000007</c:v>
                </c:pt>
                <c:pt idx="2634">
                  <c:v>68672.14</c:v>
                </c:pt>
                <c:pt idx="2635">
                  <c:v>68698.210000000006</c:v>
                </c:pt>
                <c:pt idx="2636">
                  <c:v>68724.289999999994</c:v>
                </c:pt>
                <c:pt idx="2637">
                  <c:v>68750.36</c:v>
                </c:pt>
                <c:pt idx="2638">
                  <c:v>68776.429999999993</c:v>
                </c:pt>
                <c:pt idx="2639">
                  <c:v>68802.5</c:v>
                </c:pt>
                <c:pt idx="2640">
                  <c:v>68828.570000000007</c:v>
                </c:pt>
                <c:pt idx="2641">
                  <c:v>68854.64</c:v>
                </c:pt>
                <c:pt idx="2642">
                  <c:v>68880.710000000006</c:v>
                </c:pt>
                <c:pt idx="2643">
                  <c:v>68906.789999999994</c:v>
                </c:pt>
                <c:pt idx="2644">
                  <c:v>68932.86</c:v>
                </c:pt>
                <c:pt idx="2645">
                  <c:v>68958.929999999993</c:v>
                </c:pt>
                <c:pt idx="2646">
                  <c:v>68985</c:v>
                </c:pt>
                <c:pt idx="2647">
                  <c:v>69011.070000000007</c:v>
                </c:pt>
                <c:pt idx="2648">
                  <c:v>69037.14</c:v>
                </c:pt>
                <c:pt idx="2649">
                  <c:v>69063.210000000006</c:v>
                </c:pt>
                <c:pt idx="2650">
                  <c:v>69089.289999999994</c:v>
                </c:pt>
                <c:pt idx="2651">
                  <c:v>69115.360000000001</c:v>
                </c:pt>
                <c:pt idx="2652">
                  <c:v>69141.429999999993</c:v>
                </c:pt>
                <c:pt idx="2653">
                  <c:v>69167.5</c:v>
                </c:pt>
                <c:pt idx="2654">
                  <c:v>69193.570000000007</c:v>
                </c:pt>
                <c:pt idx="2655">
                  <c:v>69219.64</c:v>
                </c:pt>
                <c:pt idx="2656">
                  <c:v>69245.710000000006</c:v>
                </c:pt>
                <c:pt idx="2657">
                  <c:v>69271.789999999994</c:v>
                </c:pt>
                <c:pt idx="2658">
                  <c:v>69297.86</c:v>
                </c:pt>
                <c:pt idx="2659">
                  <c:v>69323.929999999993</c:v>
                </c:pt>
                <c:pt idx="2660">
                  <c:v>69350</c:v>
                </c:pt>
                <c:pt idx="2661">
                  <c:v>69376.070000000007</c:v>
                </c:pt>
                <c:pt idx="2662">
                  <c:v>69402.14</c:v>
                </c:pt>
                <c:pt idx="2663">
                  <c:v>69428.210000000006</c:v>
                </c:pt>
                <c:pt idx="2664">
                  <c:v>69454.289999999994</c:v>
                </c:pt>
                <c:pt idx="2665">
                  <c:v>69480.36</c:v>
                </c:pt>
                <c:pt idx="2666">
                  <c:v>69506.429999999993</c:v>
                </c:pt>
                <c:pt idx="2667">
                  <c:v>69532.5</c:v>
                </c:pt>
                <c:pt idx="2668">
                  <c:v>69558.570000000007</c:v>
                </c:pt>
                <c:pt idx="2669">
                  <c:v>69584.639999999999</c:v>
                </c:pt>
                <c:pt idx="2670">
                  <c:v>69610.710000000006</c:v>
                </c:pt>
                <c:pt idx="2671">
                  <c:v>69636.789999999994</c:v>
                </c:pt>
                <c:pt idx="2672">
                  <c:v>69662.86</c:v>
                </c:pt>
                <c:pt idx="2673">
                  <c:v>69688.929999999993</c:v>
                </c:pt>
                <c:pt idx="2674">
                  <c:v>69715</c:v>
                </c:pt>
                <c:pt idx="2675">
                  <c:v>69741.070000000007</c:v>
                </c:pt>
                <c:pt idx="2676">
                  <c:v>69767.14</c:v>
                </c:pt>
                <c:pt idx="2677">
                  <c:v>69793.210000000006</c:v>
                </c:pt>
                <c:pt idx="2678">
                  <c:v>69819.289999999994</c:v>
                </c:pt>
                <c:pt idx="2679">
                  <c:v>69845.36</c:v>
                </c:pt>
                <c:pt idx="2680">
                  <c:v>69871.429999999993</c:v>
                </c:pt>
                <c:pt idx="2681">
                  <c:v>69897.5</c:v>
                </c:pt>
                <c:pt idx="2682">
                  <c:v>69923.570000000007</c:v>
                </c:pt>
                <c:pt idx="2683">
                  <c:v>69949.64</c:v>
                </c:pt>
                <c:pt idx="2684">
                  <c:v>69975.710000000006</c:v>
                </c:pt>
                <c:pt idx="2685">
                  <c:v>70001.789999999994</c:v>
                </c:pt>
                <c:pt idx="2686">
                  <c:v>70027.86</c:v>
                </c:pt>
                <c:pt idx="2687">
                  <c:v>70053.929999999993</c:v>
                </c:pt>
                <c:pt idx="2688">
                  <c:v>70080</c:v>
                </c:pt>
                <c:pt idx="2689">
                  <c:v>70106.070000000007</c:v>
                </c:pt>
                <c:pt idx="2690">
                  <c:v>70132.14</c:v>
                </c:pt>
                <c:pt idx="2691">
                  <c:v>70158.210000000006</c:v>
                </c:pt>
                <c:pt idx="2692">
                  <c:v>70184.289999999994</c:v>
                </c:pt>
                <c:pt idx="2693">
                  <c:v>70210.36</c:v>
                </c:pt>
                <c:pt idx="2694">
                  <c:v>70236.429999999993</c:v>
                </c:pt>
                <c:pt idx="2695">
                  <c:v>70262.5</c:v>
                </c:pt>
                <c:pt idx="2696">
                  <c:v>70288.570000000007</c:v>
                </c:pt>
                <c:pt idx="2697">
                  <c:v>70314.64</c:v>
                </c:pt>
                <c:pt idx="2698">
                  <c:v>70340.710000000006</c:v>
                </c:pt>
                <c:pt idx="2699">
                  <c:v>70366.789999999994</c:v>
                </c:pt>
                <c:pt idx="2700">
                  <c:v>70392.86</c:v>
                </c:pt>
                <c:pt idx="2701">
                  <c:v>70418.929999999993</c:v>
                </c:pt>
                <c:pt idx="2702">
                  <c:v>70445</c:v>
                </c:pt>
                <c:pt idx="2703">
                  <c:v>70471.070000000007</c:v>
                </c:pt>
                <c:pt idx="2704">
                  <c:v>70497.14</c:v>
                </c:pt>
                <c:pt idx="2705">
                  <c:v>70523.210000000006</c:v>
                </c:pt>
                <c:pt idx="2706">
                  <c:v>70549.289999999994</c:v>
                </c:pt>
                <c:pt idx="2707">
                  <c:v>70575.360000000001</c:v>
                </c:pt>
                <c:pt idx="2708">
                  <c:v>70601.429999999993</c:v>
                </c:pt>
                <c:pt idx="2709">
                  <c:v>70627.5</c:v>
                </c:pt>
                <c:pt idx="2710">
                  <c:v>70653.570000000007</c:v>
                </c:pt>
                <c:pt idx="2711">
                  <c:v>70679.64</c:v>
                </c:pt>
                <c:pt idx="2712">
                  <c:v>70705.710000000006</c:v>
                </c:pt>
                <c:pt idx="2713">
                  <c:v>70731.789999999994</c:v>
                </c:pt>
                <c:pt idx="2714">
                  <c:v>70757.86</c:v>
                </c:pt>
                <c:pt idx="2715">
                  <c:v>70783.929999999993</c:v>
                </c:pt>
                <c:pt idx="2716">
                  <c:v>70810</c:v>
                </c:pt>
                <c:pt idx="2717">
                  <c:v>70836.070000000007</c:v>
                </c:pt>
                <c:pt idx="2718">
                  <c:v>70862.14</c:v>
                </c:pt>
                <c:pt idx="2719">
                  <c:v>70888.210000000006</c:v>
                </c:pt>
                <c:pt idx="2720">
                  <c:v>70914.289999999994</c:v>
                </c:pt>
                <c:pt idx="2721">
                  <c:v>70940.36</c:v>
                </c:pt>
                <c:pt idx="2722">
                  <c:v>70966.429999999993</c:v>
                </c:pt>
                <c:pt idx="2723">
                  <c:v>70992.5</c:v>
                </c:pt>
                <c:pt idx="2724">
                  <c:v>71018.570000000007</c:v>
                </c:pt>
                <c:pt idx="2725">
                  <c:v>71044.639999999999</c:v>
                </c:pt>
                <c:pt idx="2726">
                  <c:v>71070.710000000006</c:v>
                </c:pt>
                <c:pt idx="2727">
                  <c:v>71096.789999999994</c:v>
                </c:pt>
                <c:pt idx="2728">
                  <c:v>71122.86</c:v>
                </c:pt>
                <c:pt idx="2729">
                  <c:v>71148.929999999993</c:v>
                </c:pt>
                <c:pt idx="2730">
                  <c:v>71175</c:v>
                </c:pt>
                <c:pt idx="2731">
                  <c:v>71201.070000000007</c:v>
                </c:pt>
                <c:pt idx="2732">
                  <c:v>71227.14</c:v>
                </c:pt>
                <c:pt idx="2733">
                  <c:v>71253.210000000006</c:v>
                </c:pt>
                <c:pt idx="2734">
                  <c:v>71279.289999999994</c:v>
                </c:pt>
                <c:pt idx="2735">
                  <c:v>71305.36</c:v>
                </c:pt>
                <c:pt idx="2736">
                  <c:v>71331.429999999993</c:v>
                </c:pt>
                <c:pt idx="2737">
                  <c:v>71357.5</c:v>
                </c:pt>
                <c:pt idx="2738">
                  <c:v>71383.570000000007</c:v>
                </c:pt>
                <c:pt idx="2739">
                  <c:v>71409.64</c:v>
                </c:pt>
                <c:pt idx="2740">
                  <c:v>71435.710000000006</c:v>
                </c:pt>
                <c:pt idx="2741">
                  <c:v>71461.789999999994</c:v>
                </c:pt>
                <c:pt idx="2742">
                  <c:v>71487.86</c:v>
                </c:pt>
                <c:pt idx="2743">
                  <c:v>71513.929999999993</c:v>
                </c:pt>
                <c:pt idx="2744">
                  <c:v>71540</c:v>
                </c:pt>
                <c:pt idx="2745">
                  <c:v>71566.070000000007</c:v>
                </c:pt>
                <c:pt idx="2746">
                  <c:v>71592.14</c:v>
                </c:pt>
                <c:pt idx="2747">
                  <c:v>71618.210000000006</c:v>
                </c:pt>
                <c:pt idx="2748">
                  <c:v>71644.289999999994</c:v>
                </c:pt>
                <c:pt idx="2749">
                  <c:v>71670.36</c:v>
                </c:pt>
                <c:pt idx="2750">
                  <c:v>71696.429999999993</c:v>
                </c:pt>
                <c:pt idx="2751">
                  <c:v>71722.5</c:v>
                </c:pt>
                <c:pt idx="2752">
                  <c:v>71748.570000000007</c:v>
                </c:pt>
                <c:pt idx="2753">
                  <c:v>71774.64</c:v>
                </c:pt>
                <c:pt idx="2754">
                  <c:v>71800.710000000006</c:v>
                </c:pt>
                <c:pt idx="2755">
                  <c:v>71826.789999999994</c:v>
                </c:pt>
                <c:pt idx="2756">
                  <c:v>71852.86</c:v>
                </c:pt>
                <c:pt idx="2757">
                  <c:v>71878.929999999993</c:v>
                </c:pt>
                <c:pt idx="2758">
                  <c:v>71905</c:v>
                </c:pt>
                <c:pt idx="2759">
                  <c:v>71931.070000000007</c:v>
                </c:pt>
                <c:pt idx="2760">
                  <c:v>71957.14</c:v>
                </c:pt>
                <c:pt idx="2761">
                  <c:v>71983.210000000006</c:v>
                </c:pt>
                <c:pt idx="2762">
                  <c:v>72009.289999999994</c:v>
                </c:pt>
                <c:pt idx="2763">
                  <c:v>72035.360000000001</c:v>
                </c:pt>
                <c:pt idx="2764">
                  <c:v>72061.429999999993</c:v>
                </c:pt>
                <c:pt idx="2765">
                  <c:v>72087.5</c:v>
                </c:pt>
                <c:pt idx="2766">
                  <c:v>72113.570000000007</c:v>
                </c:pt>
                <c:pt idx="2767">
                  <c:v>72139.64</c:v>
                </c:pt>
                <c:pt idx="2768">
                  <c:v>72165.710000000006</c:v>
                </c:pt>
                <c:pt idx="2769">
                  <c:v>72191.789999999994</c:v>
                </c:pt>
                <c:pt idx="2770">
                  <c:v>72217.86</c:v>
                </c:pt>
                <c:pt idx="2771">
                  <c:v>72243.929999999993</c:v>
                </c:pt>
                <c:pt idx="2772">
                  <c:v>72270</c:v>
                </c:pt>
                <c:pt idx="2773">
                  <c:v>72296.070000000007</c:v>
                </c:pt>
                <c:pt idx="2774">
                  <c:v>72322.14</c:v>
                </c:pt>
                <c:pt idx="2775">
                  <c:v>72348.210000000006</c:v>
                </c:pt>
                <c:pt idx="2776">
                  <c:v>72374.289999999994</c:v>
                </c:pt>
                <c:pt idx="2777">
                  <c:v>72400.36</c:v>
                </c:pt>
                <c:pt idx="2778">
                  <c:v>72426.429999999993</c:v>
                </c:pt>
                <c:pt idx="2779">
                  <c:v>72452.5</c:v>
                </c:pt>
                <c:pt idx="2780">
                  <c:v>72478.570000000007</c:v>
                </c:pt>
                <c:pt idx="2781">
                  <c:v>72504.639999999999</c:v>
                </c:pt>
                <c:pt idx="2782">
                  <c:v>72530.710000000006</c:v>
                </c:pt>
                <c:pt idx="2783">
                  <c:v>72556.789999999994</c:v>
                </c:pt>
                <c:pt idx="2784">
                  <c:v>72582.86</c:v>
                </c:pt>
                <c:pt idx="2785">
                  <c:v>72608.929999999993</c:v>
                </c:pt>
                <c:pt idx="2786">
                  <c:v>72635</c:v>
                </c:pt>
                <c:pt idx="2787">
                  <c:v>72661.070000000007</c:v>
                </c:pt>
                <c:pt idx="2788">
                  <c:v>72687.14</c:v>
                </c:pt>
                <c:pt idx="2789">
                  <c:v>72713.210000000006</c:v>
                </c:pt>
                <c:pt idx="2790">
                  <c:v>72739.289999999994</c:v>
                </c:pt>
                <c:pt idx="2791">
                  <c:v>72765.36</c:v>
                </c:pt>
                <c:pt idx="2792">
                  <c:v>72791.429999999993</c:v>
                </c:pt>
                <c:pt idx="2793">
                  <c:v>72817.5</c:v>
                </c:pt>
                <c:pt idx="2794">
                  <c:v>72843.570000000007</c:v>
                </c:pt>
                <c:pt idx="2795">
                  <c:v>72869.64</c:v>
                </c:pt>
                <c:pt idx="2796">
                  <c:v>72895.710000000006</c:v>
                </c:pt>
                <c:pt idx="2797">
                  <c:v>72921.789999999994</c:v>
                </c:pt>
                <c:pt idx="2798">
                  <c:v>72947.86</c:v>
                </c:pt>
                <c:pt idx="2799">
                  <c:v>72973.929999999993</c:v>
                </c:pt>
                <c:pt idx="2800">
                  <c:v>73000</c:v>
                </c:pt>
                <c:pt idx="2801">
                  <c:v>73026.070000000007</c:v>
                </c:pt>
                <c:pt idx="2802">
                  <c:v>73052.14</c:v>
                </c:pt>
                <c:pt idx="2803">
                  <c:v>73078.210000000006</c:v>
                </c:pt>
                <c:pt idx="2804">
                  <c:v>73104.289999999994</c:v>
                </c:pt>
                <c:pt idx="2805">
                  <c:v>73130.36</c:v>
                </c:pt>
                <c:pt idx="2806">
                  <c:v>73156.429999999993</c:v>
                </c:pt>
                <c:pt idx="2807">
                  <c:v>73182.5</c:v>
                </c:pt>
                <c:pt idx="2808">
                  <c:v>73208.570000000007</c:v>
                </c:pt>
                <c:pt idx="2809">
                  <c:v>73234.64</c:v>
                </c:pt>
                <c:pt idx="2810">
                  <c:v>73260.710000000006</c:v>
                </c:pt>
                <c:pt idx="2811">
                  <c:v>73286.789999999994</c:v>
                </c:pt>
                <c:pt idx="2812">
                  <c:v>73312.86</c:v>
                </c:pt>
                <c:pt idx="2813">
                  <c:v>73338.929999999993</c:v>
                </c:pt>
                <c:pt idx="2814">
                  <c:v>73365</c:v>
                </c:pt>
                <c:pt idx="2815">
                  <c:v>73391.070000000007</c:v>
                </c:pt>
                <c:pt idx="2816">
                  <c:v>73417.14</c:v>
                </c:pt>
                <c:pt idx="2817">
                  <c:v>73443.210000000006</c:v>
                </c:pt>
                <c:pt idx="2818">
                  <c:v>73469.289999999994</c:v>
                </c:pt>
                <c:pt idx="2819">
                  <c:v>73495.360000000001</c:v>
                </c:pt>
                <c:pt idx="2820">
                  <c:v>73521.429999999993</c:v>
                </c:pt>
                <c:pt idx="2821">
                  <c:v>73547.5</c:v>
                </c:pt>
                <c:pt idx="2822">
                  <c:v>73573.570000000007</c:v>
                </c:pt>
                <c:pt idx="2823">
                  <c:v>73599.64</c:v>
                </c:pt>
                <c:pt idx="2824">
                  <c:v>73625.710000000006</c:v>
                </c:pt>
                <c:pt idx="2825">
                  <c:v>73651.789999999994</c:v>
                </c:pt>
                <c:pt idx="2826">
                  <c:v>73677.86</c:v>
                </c:pt>
                <c:pt idx="2827">
                  <c:v>73703.929999999993</c:v>
                </c:pt>
                <c:pt idx="2828">
                  <c:v>73730</c:v>
                </c:pt>
                <c:pt idx="2829">
                  <c:v>73756.070000000007</c:v>
                </c:pt>
                <c:pt idx="2830">
                  <c:v>73782.14</c:v>
                </c:pt>
                <c:pt idx="2831">
                  <c:v>73808.210000000006</c:v>
                </c:pt>
                <c:pt idx="2832">
                  <c:v>73834.289999999994</c:v>
                </c:pt>
                <c:pt idx="2833">
                  <c:v>73860.36</c:v>
                </c:pt>
                <c:pt idx="2834">
                  <c:v>73886.429999999993</c:v>
                </c:pt>
                <c:pt idx="2835">
                  <c:v>73912.5</c:v>
                </c:pt>
                <c:pt idx="2836">
                  <c:v>73938.570000000007</c:v>
                </c:pt>
                <c:pt idx="2837">
                  <c:v>73964.639999999999</c:v>
                </c:pt>
                <c:pt idx="2838">
                  <c:v>73990.710000000006</c:v>
                </c:pt>
                <c:pt idx="2839">
                  <c:v>74016.789999999994</c:v>
                </c:pt>
                <c:pt idx="2840">
                  <c:v>74042.86</c:v>
                </c:pt>
                <c:pt idx="2841">
                  <c:v>74068.929999999993</c:v>
                </c:pt>
                <c:pt idx="2842">
                  <c:v>74095</c:v>
                </c:pt>
                <c:pt idx="2843">
                  <c:v>74121.070000000007</c:v>
                </c:pt>
                <c:pt idx="2844">
                  <c:v>74147.14</c:v>
                </c:pt>
                <c:pt idx="2845">
                  <c:v>74173.210000000006</c:v>
                </c:pt>
                <c:pt idx="2846">
                  <c:v>74199.289999999994</c:v>
                </c:pt>
                <c:pt idx="2847">
                  <c:v>74225.36</c:v>
                </c:pt>
                <c:pt idx="2848">
                  <c:v>74251.429999999993</c:v>
                </c:pt>
                <c:pt idx="2849">
                  <c:v>74277.5</c:v>
                </c:pt>
                <c:pt idx="2850">
                  <c:v>74303.570000000007</c:v>
                </c:pt>
                <c:pt idx="2851">
                  <c:v>74329.64</c:v>
                </c:pt>
                <c:pt idx="2852">
                  <c:v>74355.710000000006</c:v>
                </c:pt>
                <c:pt idx="2853">
                  <c:v>74381.789999999994</c:v>
                </c:pt>
                <c:pt idx="2854">
                  <c:v>74407.86</c:v>
                </c:pt>
                <c:pt idx="2855">
                  <c:v>74433.929999999993</c:v>
                </c:pt>
                <c:pt idx="2856">
                  <c:v>74460</c:v>
                </c:pt>
                <c:pt idx="2857">
                  <c:v>74486.070000000007</c:v>
                </c:pt>
                <c:pt idx="2858">
                  <c:v>74512.14</c:v>
                </c:pt>
                <c:pt idx="2859">
                  <c:v>74538.210000000006</c:v>
                </c:pt>
                <c:pt idx="2860">
                  <c:v>74564.289999999994</c:v>
                </c:pt>
                <c:pt idx="2861">
                  <c:v>74590.36</c:v>
                </c:pt>
                <c:pt idx="2862">
                  <c:v>74616.429999999993</c:v>
                </c:pt>
                <c:pt idx="2863">
                  <c:v>74642.5</c:v>
                </c:pt>
                <c:pt idx="2864">
                  <c:v>74668.570000000007</c:v>
                </c:pt>
                <c:pt idx="2865">
                  <c:v>74694.64</c:v>
                </c:pt>
                <c:pt idx="2866">
                  <c:v>74720.710000000006</c:v>
                </c:pt>
                <c:pt idx="2867">
                  <c:v>74746.789999999994</c:v>
                </c:pt>
                <c:pt idx="2868">
                  <c:v>74772.86</c:v>
                </c:pt>
                <c:pt idx="2869">
                  <c:v>74798.929999999993</c:v>
                </c:pt>
                <c:pt idx="2870">
                  <c:v>74825</c:v>
                </c:pt>
                <c:pt idx="2871">
                  <c:v>74851.070000000007</c:v>
                </c:pt>
                <c:pt idx="2872">
                  <c:v>74877.14</c:v>
                </c:pt>
                <c:pt idx="2873">
                  <c:v>74903.210000000006</c:v>
                </c:pt>
                <c:pt idx="2874">
                  <c:v>74929.289999999994</c:v>
                </c:pt>
                <c:pt idx="2875">
                  <c:v>74955.360000000001</c:v>
                </c:pt>
                <c:pt idx="2876">
                  <c:v>74981.429999999993</c:v>
                </c:pt>
                <c:pt idx="2877">
                  <c:v>75007.5</c:v>
                </c:pt>
                <c:pt idx="2878">
                  <c:v>75033.570000000007</c:v>
                </c:pt>
                <c:pt idx="2879">
                  <c:v>75059.64</c:v>
                </c:pt>
                <c:pt idx="2880">
                  <c:v>75085.710000000006</c:v>
                </c:pt>
                <c:pt idx="2881">
                  <c:v>75111.789999999994</c:v>
                </c:pt>
                <c:pt idx="2882">
                  <c:v>75137.86</c:v>
                </c:pt>
                <c:pt idx="2883">
                  <c:v>75163.929999999993</c:v>
                </c:pt>
                <c:pt idx="2884">
                  <c:v>75190</c:v>
                </c:pt>
                <c:pt idx="2885">
                  <c:v>75216.070000000007</c:v>
                </c:pt>
                <c:pt idx="2886">
                  <c:v>75242.14</c:v>
                </c:pt>
                <c:pt idx="2887">
                  <c:v>75268.210000000006</c:v>
                </c:pt>
                <c:pt idx="2888">
                  <c:v>75294.289999999994</c:v>
                </c:pt>
                <c:pt idx="2889">
                  <c:v>75320.36</c:v>
                </c:pt>
                <c:pt idx="2890">
                  <c:v>75346.429999999993</c:v>
                </c:pt>
                <c:pt idx="2891">
                  <c:v>75372.5</c:v>
                </c:pt>
                <c:pt idx="2892">
                  <c:v>75398.570000000007</c:v>
                </c:pt>
                <c:pt idx="2893">
                  <c:v>75424.639999999999</c:v>
                </c:pt>
                <c:pt idx="2894">
                  <c:v>75450.710000000006</c:v>
                </c:pt>
                <c:pt idx="2895">
                  <c:v>75476.789999999994</c:v>
                </c:pt>
                <c:pt idx="2896">
                  <c:v>75502.86</c:v>
                </c:pt>
                <c:pt idx="2897">
                  <c:v>75528.929999999993</c:v>
                </c:pt>
                <c:pt idx="2898">
                  <c:v>75555</c:v>
                </c:pt>
                <c:pt idx="2899">
                  <c:v>75581.070000000007</c:v>
                </c:pt>
                <c:pt idx="2900">
                  <c:v>75607.14</c:v>
                </c:pt>
                <c:pt idx="2901">
                  <c:v>75633.210000000006</c:v>
                </c:pt>
                <c:pt idx="2902">
                  <c:v>75659.289999999994</c:v>
                </c:pt>
                <c:pt idx="2903">
                  <c:v>75685.36</c:v>
                </c:pt>
                <c:pt idx="2904">
                  <c:v>75711.429999999993</c:v>
                </c:pt>
                <c:pt idx="2905">
                  <c:v>75737.5</c:v>
                </c:pt>
                <c:pt idx="2906">
                  <c:v>75763.570000000007</c:v>
                </c:pt>
                <c:pt idx="2907">
                  <c:v>75789.64</c:v>
                </c:pt>
                <c:pt idx="2908">
                  <c:v>75815.710000000006</c:v>
                </c:pt>
                <c:pt idx="2909">
                  <c:v>75841.789999999994</c:v>
                </c:pt>
                <c:pt idx="2910">
                  <c:v>75867.86</c:v>
                </c:pt>
                <c:pt idx="2911">
                  <c:v>75893.929999999993</c:v>
                </c:pt>
                <c:pt idx="2912">
                  <c:v>75920</c:v>
                </c:pt>
                <c:pt idx="2913">
                  <c:v>75946.070000000007</c:v>
                </c:pt>
                <c:pt idx="2914">
                  <c:v>75972.14</c:v>
                </c:pt>
                <c:pt idx="2915">
                  <c:v>75998.210000000006</c:v>
                </c:pt>
                <c:pt idx="2916">
                  <c:v>76024.289999999994</c:v>
                </c:pt>
                <c:pt idx="2917">
                  <c:v>76050.36</c:v>
                </c:pt>
                <c:pt idx="2918">
                  <c:v>76076.429999999993</c:v>
                </c:pt>
                <c:pt idx="2919">
                  <c:v>76102.5</c:v>
                </c:pt>
                <c:pt idx="2920">
                  <c:v>76128.570000000007</c:v>
                </c:pt>
                <c:pt idx="2921">
                  <c:v>76154.64</c:v>
                </c:pt>
                <c:pt idx="2922">
                  <c:v>76180.710000000006</c:v>
                </c:pt>
                <c:pt idx="2923">
                  <c:v>76206.789999999994</c:v>
                </c:pt>
                <c:pt idx="2924">
                  <c:v>76232.86</c:v>
                </c:pt>
                <c:pt idx="2925">
                  <c:v>76258.929999999993</c:v>
                </c:pt>
                <c:pt idx="2926">
                  <c:v>76285</c:v>
                </c:pt>
                <c:pt idx="2927">
                  <c:v>76311.070000000007</c:v>
                </c:pt>
                <c:pt idx="2928">
                  <c:v>76337.14</c:v>
                </c:pt>
                <c:pt idx="2929">
                  <c:v>76363.210000000006</c:v>
                </c:pt>
                <c:pt idx="2930">
                  <c:v>76389.289999999994</c:v>
                </c:pt>
                <c:pt idx="2931">
                  <c:v>76415.360000000001</c:v>
                </c:pt>
                <c:pt idx="2932">
                  <c:v>76441.429999999993</c:v>
                </c:pt>
                <c:pt idx="2933">
                  <c:v>76467.5</c:v>
                </c:pt>
                <c:pt idx="2934">
                  <c:v>76493.570000000007</c:v>
                </c:pt>
                <c:pt idx="2935">
                  <c:v>76519.64</c:v>
                </c:pt>
                <c:pt idx="2936">
                  <c:v>76545.710000000006</c:v>
                </c:pt>
                <c:pt idx="2937">
                  <c:v>76571.789999999994</c:v>
                </c:pt>
                <c:pt idx="2938">
                  <c:v>76597.86</c:v>
                </c:pt>
                <c:pt idx="2939">
                  <c:v>76623.929999999993</c:v>
                </c:pt>
                <c:pt idx="2940">
                  <c:v>76650</c:v>
                </c:pt>
                <c:pt idx="2941">
                  <c:v>76676.070000000007</c:v>
                </c:pt>
                <c:pt idx="2942">
                  <c:v>76702.14</c:v>
                </c:pt>
                <c:pt idx="2943">
                  <c:v>76728.210000000006</c:v>
                </c:pt>
                <c:pt idx="2944">
                  <c:v>76754.289999999994</c:v>
                </c:pt>
                <c:pt idx="2945">
                  <c:v>76780.36</c:v>
                </c:pt>
                <c:pt idx="2946">
                  <c:v>76806.429999999993</c:v>
                </c:pt>
                <c:pt idx="2947">
                  <c:v>76832.5</c:v>
                </c:pt>
                <c:pt idx="2948">
                  <c:v>76858.570000000007</c:v>
                </c:pt>
                <c:pt idx="2949">
                  <c:v>76884.639999999999</c:v>
                </c:pt>
                <c:pt idx="2950">
                  <c:v>76910.710000000006</c:v>
                </c:pt>
                <c:pt idx="2951">
                  <c:v>76936.789999999994</c:v>
                </c:pt>
                <c:pt idx="2952">
                  <c:v>76962.86</c:v>
                </c:pt>
                <c:pt idx="2953">
                  <c:v>76988.929999999993</c:v>
                </c:pt>
                <c:pt idx="2954">
                  <c:v>77015</c:v>
                </c:pt>
                <c:pt idx="2955">
                  <c:v>77041.070000000007</c:v>
                </c:pt>
                <c:pt idx="2956">
                  <c:v>77067.14</c:v>
                </c:pt>
                <c:pt idx="2957">
                  <c:v>77093.210000000006</c:v>
                </c:pt>
                <c:pt idx="2958">
                  <c:v>77119.289999999994</c:v>
                </c:pt>
                <c:pt idx="2959">
                  <c:v>77145.36</c:v>
                </c:pt>
                <c:pt idx="2960">
                  <c:v>77171.429999999993</c:v>
                </c:pt>
                <c:pt idx="2961">
                  <c:v>77197.5</c:v>
                </c:pt>
                <c:pt idx="2962">
                  <c:v>77223.570000000007</c:v>
                </c:pt>
                <c:pt idx="2963">
                  <c:v>77249.64</c:v>
                </c:pt>
                <c:pt idx="2964">
                  <c:v>77275.710000000006</c:v>
                </c:pt>
                <c:pt idx="2965">
                  <c:v>77301.789999999994</c:v>
                </c:pt>
                <c:pt idx="2966">
                  <c:v>77327.86</c:v>
                </c:pt>
                <c:pt idx="2967">
                  <c:v>77353.929999999993</c:v>
                </c:pt>
                <c:pt idx="2968">
                  <c:v>77380</c:v>
                </c:pt>
                <c:pt idx="2969">
                  <c:v>77406.070000000007</c:v>
                </c:pt>
                <c:pt idx="2970">
                  <c:v>77432.14</c:v>
                </c:pt>
                <c:pt idx="2971">
                  <c:v>77458.210000000006</c:v>
                </c:pt>
                <c:pt idx="2972">
                  <c:v>77484.289999999994</c:v>
                </c:pt>
                <c:pt idx="2973">
                  <c:v>77510.36</c:v>
                </c:pt>
                <c:pt idx="2974">
                  <c:v>77536.429999999993</c:v>
                </c:pt>
                <c:pt idx="2975">
                  <c:v>77562.5</c:v>
                </c:pt>
                <c:pt idx="2976">
                  <c:v>77588.570000000007</c:v>
                </c:pt>
                <c:pt idx="2977">
                  <c:v>77614.64</c:v>
                </c:pt>
                <c:pt idx="2978">
                  <c:v>77640.710000000006</c:v>
                </c:pt>
                <c:pt idx="2979">
                  <c:v>77666.789999999994</c:v>
                </c:pt>
                <c:pt idx="2980">
                  <c:v>77692.86</c:v>
                </c:pt>
                <c:pt idx="2981">
                  <c:v>77718.929999999993</c:v>
                </c:pt>
                <c:pt idx="2982">
                  <c:v>77745</c:v>
                </c:pt>
                <c:pt idx="2983">
                  <c:v>77771.070000000007</c:v>
                </c:pt>
                <c:pt idx="2984">
                  <c:v>77797.14</c:v>
                </c:pt>
                <c:pt idx="2985">
                  <c:v>77823.210000000006</c:v>
                </c:pt>
                <c:pt idx="2986">
                  <c:v>77849.289999999994</c:v>
                </c:pt>
                <c:pt idx="2987">
                  <c:v>77875.360000000001</c:v>
                </c:pt>
                <c:pt idx="2988">
                  <c:v>77901.429999999993</c:v>
                </c:pt>
                <c:pt idx="2989">
                  <c:v>77927.5</c:v>
                </c:pt>
                <c:pt idx="2990">
                  <c:v>77953.570000000007</c:v>
                </c:pt>
                <c:pt idx="2991">
                  <c:v>77979.64</c:v>
                </c:pt>
                <c:pt idx="2992">
                  <c:v>78005.710000000006</c:v>
                </c:pt>
                <c:pt idx="2993">
                  <c:v>78031.789999999994</c:v>
                </c:pt>
                <c:pt idx="2994">
                  <c:v>78057.86</c:v>
                </c:pt>
                <c:pt idx="2995">
                  <c:v>78083.929999999993</c:v>
                </c:pt>
                <c:pt idx="2996">
                  <c:v>78110</c:v>
                </c:pt>
                <c:pt idx="2997">
                  <c:v>78136.070000000007</c:v>
                </c:pt>
                <c:pt idx="2998">
                  <c:v>78162.14</c:v>
                </c:pt>
                <c:pt idx="2999">
                  <c:v>78188.210000000006</c:v>
                </c:pt>
                <c:pt idx="3000">
                  <c:v>78214.289999999994</c:v>
                </c:pt>
                <c:pt idx="3001">
                  <c:v>78240.36</c:v>
                </c:pt>
                <c:pt idx="3002">
                  <c:v>78266.429999999993</c:v>
                </c:pt>
                <c:pt idx="3003">
                  <c:v>78292.5</c:v>
                </c:pt>
                <c:pt idx="3004">
                  <c:v>78318.570000000007</c:v>
                </c:pt>
                <c:pt idx="3005">
                  <c:v>78344.639999999999</c:v>
                </c:pt>
                <c:pt idx="3006">
                  <c:v>78370.710000000006</c:v>
                </c:pt>
                <c:pt idx="3007">
                  <c:v>78396.789999999994</c:v>
                </c:pt>
                <c:pt idx="3008">
                  <c:v>78422.86</c:v>
                </c:pt>
                <c:pt idx="3009">
                  <c:v>78448.929999999993</c:v>
                </c:pt>
                <c:pt idx="3010">
                  <c:v>78475</c:v>
                </c:pt>
                <c:pt idx="3011">
                  <c:v>78501.070000000007</c:v>
                </c:pt>
                <c:pt idx="3012">
                  <c:v>78527.14</c:v>
                </c:pt>
                <c:pt idx="3013">
                  <c:v>78553.210000000006</c:v>
                </c:pt>
                <c:pt idx="3014">
                  <c:v>78579.289999999994</c:v>
                </c:pt>
                <c:pt idx="3015">
                  <c:v>78605.36</c:v>
                </c:pt>
                <c:pt idx="3016">
                  <c:v>78631.429999999993</c:v>
                </c:pt>
                <c:pt idx="3017">
                  <c:v>78657.5</c:v>
                </c:pt>
                <c:pt idx="3018">
                  <c:v>78683.570000000007</c:v>
                </c:pt>
                <c:pt idx="3019">
                  <c:v>78709.64</c:v>
                </c:pt>
                <c:pt idx="3020">
                  <c:v>78735.710000000006</c:v>
                </c:pt>
                <c:pt idx="3021">
                  <c:v>78761.789999999994</c:v>
                </c:pt>
                <c:pt idx="3022">
                  <c:v>78787.86</c:v>
                </c:pt>
                <c:pt idx="3023">
                  <c:v>78813.929999999993</c:v>
                </c:pt>
                <c:pt idx="3024">
                  <c:v>78840</c:v>
                </c:pt>
                <c:pt idx="3025">
                  <c:v>78866.070000000007</c:v>
                </c:pt>
                <c:pt idx="3026">
                  <c:v>78892.14</c:v>
                </c:pt>
                <c:pt idx="3027">
                  <c:v>78918.210000000006</c:v>
                </c:pt>
                <c:pt idx="3028">
                  <c:v>78944.289999999994</c:v>
                </c:pt>
                <c:pt idx="3029">
                  <c:v>78970.36</c:v>
                </c:pt>
                <c:pt idx="3030">
                  <c:v>78996.429999999993</c:v>
                </c:pt>
                <c:pt idx="3031">
                  <c:v>79022.5</c:v>
                </c:pt>
                <c:pt idx="3032">
                  <c:v>79048.570000000007</c:v>
                </c:pt>
                <c:pt idx="3033">
                  <c:v>79074.64</c:v>
                </c:pt>
                <c:pt idx="3034">
                  <c:v>79100.710000000006</c:v>
                </c:pt>
                <c:pt idx="3035">
                  <c:v>79126.789999999994</c:v>
                </c:pt>
                <c:pt idx="3036">
                  <c:v>79152.86</c:v>
                </c:pt>
                <c:pt idx="3037">
                  <c:v>79178.929999999993</c:v>
                </c:pt>
                <c:pt idx="3038">
                  <c:v>79205</c:v>
                </c:pt>
                <c:pt idx="3039">
                  <c:v>79231.070000000007</c:v>
                </c:pt>
                <c:pt idx="3040">
                  <c:v>79257.14</c:v>
                </c:pt>
                <c:pt idx="3041">
                  <c:v>79283.210000000006</c:v>
                </c:pt>
                <c:pt idx="3042">
                  <c:v>79309.289999999994</c:v>
                </c:pt>
                <c:pt idx="3043">
                  <c:v>79335.360000000001</c:v>
                </c:pt>
                <c:pt idx="3044">
                  <c:v>79361.429999999993</c:v>
                </c:pt>
                <c:pt idx="3045">
                  <c:v>79387.5</c:v>
                </c:pt>
                <c:pt idx="3046">
                  <c:v>79413.570000000007</c:v>
                </c:pt>
                <c:pt idx="3047">
                  <c:v>79439.64</c:v>
                </c:pt>
                <c:pt idx="3048">
                  <c:v>79465.710000000006</c:v>
                </c:pt>
                <c:pt idx="3049">
                  <c:v>79491.789999999994</c:v>
                </c:pt>
                <c:pt idx="3050">
                  <c:v>79517.86</c:v>
                </c:pt>
                <c:pt idx="3051">
                  <c:v>79543.929999999993</c:v>
                </c:pt>
                <c:pt idx="3052">
                  <c:v>79570</c:v>
                </c:pt>
                <c:pt idx="3053">
                  <c:v>79596.070000000007</c:v>
                </c:pt>
                <c:pt idx="3054">
                  <c:v>79622.14</c:v>
                </c:pt>
                <c:pt idx="3055">
                  <c:v>79648.210000000006</c:v>
                </c:pt>
                <c:pt idx="3056">
                  <c:v>79674.289999999994</c:v>
                </c:pt>
                <c:pt idx="3057">
                  <c:v>79700.36</c:v>
                </c:pt>
                <c:pt idx="3058">
                  <c:v>79726.429999999993</c:v>
                </c:pt>
                <c:pt idx="3059">
                  <c:v>79752.5</c:v>
                </c:pt>
                <c:pt idx="3060">
                  <c:v>79778.570000000007</c:v>
                </c:pt>
                <c:pt idx="3061">
                  <c:v>79804.639999999999</c:v>
                </c:pt>
                <c:pt idx="3062">
                  <c:v>79830.710000000006</c:v>
                </c:pt>
                <c:pt idx="3063">
                  <c:v>79856.789999999994</c:v>
                </c:pt>
                <c:pt idx="3064">
                  <c:v>79882.86</c:v>
                </c:pt>
                <c:pt idx="3065">
                  <c:v>79908.929999999993</c:v>
                </c:pt>
                <c:pt idx="3066">
                  <c:v>79935</c:v>
                </c:pt>
                <c:pt idx="3067">
                  <c:v>79961.070000000007</c:v>
                </c:pt>
                <c:pt idx="3068">
                  <c:v>79987.14</c:v>
                </c:pt>
                <c:pt idx="3069">
                  <c:v>80013.210000000006</c:v>
                </c:pt>
                <c:pt idx="3070">
                  <c:v>80039.289999999994</c:v>
                </c:pt>
                <c:pt idx="3071">
                  <c:v>80065.36</c:v>
                </c:pt>
                <c:pt idx="3072">
                  <c:v>80091.429999999993</c:v>
                </c:pt>
                <c:pt idx="3073">
                  <c:v>80117.5</c:v>
                </c:pt>
                <c:pt idx="3074">
                  <c:v>80143.570000000007</c:v>
                </c:pt>
                <c:pt idx="3075">
                  <c:v>80169.64</c:v>
                </c:pt>
                <c:pt idx="3076">
                  <c:v>80195.710000000006</c:v>
                </c:pt>
                <c:pt idx="3077">
                  <c:v>80221.789999999994</c:v>
                </c:pt>
                <c:pt idx="3078">
                  <c:v>80247.86</c:v>
                </c:pt>
                <c:pt idx="3079">
                  <c:v>80273.929999999993</c:v>
                </c:pt>
                <c:pt idx="3080">
                  <c:v>80300</c:v>
                </c:pt>
                <c:pt idx="3081">
                  <c:v>80326.070000000007</c:v>
                </c:pt>
                <c:pt idx="3082">
                  <c:v>80352.14</c:v>
                </c:pt>
                <c:pt idx="3083">
                  <c:v>80378.210000000006</c:v>
                </c:pt>
                <c:pt idx="3084">
                  <c:v>80404.289999999994</c:v>
                </c:pt>
                <c:pt idx="3085">
                  <c:v>80430.36</c:v>
                </c:pt>
                <c:pt idx="3086">
                  <c:v>80456.429999999993</c:v>
                </c:pt>
                <c:pt idx="3087">
                  <c:v>80482.5</c:v>
                </c:pt>
                <c:pt idx="3088">
                  <c:v>80508.570000000007</c:v>
                </c:pt>
                <c:pt idx="3089">
                  <c:v>80534.64</c:v>
                </c:pt>
                <c:pt idx="3090">
                  <c:v>80560.710000000006</c:v>
                </c:pt>
                <c:pt idx="3091">
                  <c:v>80586.789999999994</c:v>
                </c:pt>
                <c:pt idx="3092">
                  <c:v>80612.86</c:v>
                </c:pt>
                <c:pt idx="3093">
                  <c:v>80638.929999999993</c:v>
                </c:pt>
                <c:pt idx="3094">
                  <c:v>80665</c:v>
                </c:pt>
                <c:pt idx="3095">
                  <c:v>80691.070000000007</c:v>
                </c:pt>
                <c:pt idx="3096">
                  <c:v>80717.14</c:v>
                </c:pt>
                <c:pt idx="3097">
                  <c:v>80743.210000000006</c:v>
                </c:pt>
                <c:pt idx="3098">
                  <c:v>80769.289999999994</c:v>
                </c:pt>
                <c:pt idx="3099">
                  <c:v>80795.360000000001</c:v>
                </c:pt>
                <c:pt idx="3100">
                  <c:v>80821.429999999993</c:v>
                </c:pt>
                <c:pt idx="3101">
                  <c:v>80847.5</c:v>
                </c:pt>
                <c:pt idx="3102">
                  <c:v>80873.570000000007</c:v>
                </c:pt>
                <c:pt idx="3103">
                  <c:v>80899.64</c:v>
                </c:pt>
                <c:pt idx="3104">
                  <c:v>80925.710000000006</c:v>
                </c:pt>
                <c:pt idx="3105">
                  <c:v>80951.789999999994</c:v>
                </c:pt>
                <c:pt idx="3106">
                  <c:v>80977.86</c:v>
                </c:pt>
                <c:pt idx="3107">
                  <c:v>81003.929999999993</c:v>
                </c:pt>
                <c:pt idx="3108">
                  <c:v>81030</c:v>
                </c:pt>
                <c:pt idx="3109">
                  <c:v>81056.070000000007</c:v>
                </c:pt>
                <c:pt idx="3110">
                  <c:v>81082.14</c:v>
                </c:pt>
                <c:pt idx="3111">
                  <c:v>81108.210000000006</c:v>
                </c:pt>
                <c:pt idx="3112">
                  <c:v>81134.289999999994</c:v>
                </c:pt>
                <c:pt idx="3113">
                  <c:v>81160.36</c:v>
                </c:pt>
                <c:pt idx="3114">
                  <c:v>81186.429999999993</c:v>
                </c:pt>
                <c:pt idx="3115">
                  <c:v>81212.5</c:v>
                </c:pt>
                <c:pt idx="3116">
                  <c:v>81238.570000000007</c:v>
                </c:pt>
                <c:pt idx="3117">
                  <c:v>81264.639999999999</c:v>
                </c:pt>
                <c:pt idx="3118">
                  <c:v>81290.710000000006</c:v>
                </c:pt>
                <c:pt idx="3119">
                  <c:v>81316.789999999994</c:v>
                </c:pt>
                <c:pt idx="3120">
                  <c:v>81342.86</c:v>
                </c:pt>
                <c:pt idx="3121">
                  <c:v>81368.929999999993</c:v>
                </c:pt>
                <c:pt idx="3122">
                  <c:v>81395</c:v>
                </c:pt>
                <c:pt idx="3123">
                  <c:v>81421.070000000007</c:v>
                </c:pt>
                <c:pt idx="3124">
                  <c:v>81447.14</c:v>
                </c:pt>
                <c:pt idx="3125">
                  <c:v>81473.210000000006</c:v>
                </c:pt>
                <c:pt idx="3126">
                  <c:v>81499.289999999994</c:v>
                </c:pt>
                <c:pt idx="3127">
                  <c:v>81525.36</c:v>
                </c:pt>
                <c:pt idx="3128">
                  <c:v>81551.429999999993</c:v>
                </c:pt>
                <c:pt idx="3129">
                  <c:v>81577.5</c:v>
                </c:pt>
                <c:pt idx="3130">
                  <c:v>81603.570000000007</c:v>
                </c:pt>
                <c:pt idx="3131">
                  <c:v>81629.64</c:v>
                </c:pt>
                <c:pt idx="3132">
                  <c:v>81655.710000000006</c:v>
                </c:pt>
                <c:pt idx="3133">
                  <c:v>81681.789999999994</c:v>
                </c:pt>
                <c:pt idx="3134">
                  <c:v>81707.86</c:v>
                </c:pt>
                <c:pt idx="3135">
                  <c:v>81733.929999999993</c:v>
                </c:pt>
                <c:pt idx="3136">
                  <c:v>81760</c:v>
                </c:pt>
                <c:pt idx="3137">
                  <c:v>81786.070000000007</c:v>
                </c:pt>
                <c:pt idx="3138">
                  <c:v>81812.14</c:v>
                </c:pt>
                <c:pt idx="3139">
                  <c:v>81838.210000000006</c:v>
                </c:pt>
                <c:pt idx="3140">
                  <c:v>81864.289999999994</c:v>
                </c:pt>
                <c:pt idx="3141">
                  <c:v>81890.36</c:v>
                </c:pt>
                <c:pt idx="3142">
                  <c:v>81916.429999999993</c:v>
                </c:pt>
                <c:pt idx="3143">
                  <c:v>81942.5</c:v>
                </c:pt>
                <c:pt idx="3144">
                  <c:v>81968.570000000007</c:v>
                </c:pt>
                <c:pt idx="3145">
                  <c:v>81994.64</c:v>
                </c:pt>
                <c:pt idx="3146">
                  <c:v>82020.710000000006</c:v>
                </c:pt>
                <c:pt idx="3147">
                  <c:v>82046.789999999994</c:v>
                </c:pt>
                <c:pt idx="3148">
                  <c:v>82072.86</c:v>
                </c:pt>
                <c:pt idx="3149">
                  <c:v>82098.929999999993</c:v>
                </c:pt>
                <c:pt idx="3150">
                  <c:v>82125</c:v>
                </c:pt>
                <c:pt idx="3151">
                  <c:v>82151.070000000007</c:v>
                </c:pt>
                <c:pt idx="3152">
                  <c:v>82177.14</c:v>
                </c:pt>
                <c:pt idx="3153">
                  <c:v>82203.210000000006</c:v>
                </c:pt>
                <c:pt idx="3154">
                  <c:v>82229.289999999994</c:v>
                </c:pt>
                <c:pt idx="3155">
                  <c:v>82255.360000000001</c:v>
                </c:pt>
                <c:pt idx="3156">
                  <c:v>82281.429999999993</c:v>
                </c:pt>
                <c:pt idx="3157">
                  <c:v>82307.5</c:v>
                </c:pt>
                <c:pt idx="3158">
                  <c:v>82333.570000000007</c:v>
                </c:pt>
                <c:pt idx="3159">
                  <c:v>82359.64</c:v>
                </c:pt>
                <c:pt idx="3160">
                  <c:v>82385.710000000006</c:v>
                </c:pt>
                <c:pt idx="3161">
                  <c:v>82411.789999999994</c:v>
                </c:pt>
                <c:pt idx="3162">
                  <c:v>82437.86</c:v>
                </c:pt>
                <c:pt idx="3163">
                  <c:v>82463.929999999993</c:v>
                </c:pt>
                <c:pt idx="3164">
                  <c:v>82490</c:v>
                </c:pt>
                <c:pt idx="3165">
                  <c:v>82516.070000000007</c:v>
                </c:pt>
                <c:pt idx="3166">
                  <c:v>82542.14</c:v>
                </c:pt>
                <c:pt idx="3167">
                  <c:v>82568.210000000006</c:v>
                </c:pt>
                <c:pt idx="3168">
                  <c:v>82594.289999999994</c:v>
                </c:pt>
                <c:pt idx="3169">
                  <c:v>82620.36</c:v>
                </c:pt>
                <c:pt idx="3170">
                  <c:v>82646.429999999993</c:v>
                </c:pt>
                <c:pt idx="3171">
                  <c:v>82672.5</c:v>
                </c:pt>
                <c:pt idx="3172">
                  <c:v>82698.570000000007</c:v>
                </c:pt>
                <c:pt idx="3173">
                  <c:v>82724.639999999999</c:v>
                </c:pt>
                <c:pt idx="3174">
                  <c:v>82750.710000000006</c:v>
                </c:pt>
                <c:pt idx="3175">
                  <c:v>82776.789999999994</c:v>
                </c:pt>
                <c:pt idx="3176">
                  <c:v>82802.86</c:v>
                </c:pt>
                <c:pt idx="3177">
                  <c:v>82828.929999999993</c:v>
                </c:pt>
                <c:pt idx="3178">
                  <c:v>82855</c:v>
                </c:pt>
                <c:pt idx="3179">
                  <c:v>82881.070000000007</c:v>
                </c:pt>
                <c:pt idx="3180">
                  <c:v>82907.14</c:v>
                </c:pt>
                <c:pt idx="3181">
                  <c:v>82933.210000000006</c:v>
                </c:pt>
                <c:pt idx="3182">
                  <c:v>82959.289999999994</c:v>
                </c:pt>
                <c:pt idx="3183">
                  <c:v>82985.36</c:v>
                </c:pt>
                <c:pt idx="3184">
                  <c:v>83011.429999999993</c:v>
                </c:pt>
                <c:pt idx="3185">
                  <c:v>83037.5</c:v>
                </c:pt>
                <c:pt idx="3186">
                  <c:v>83063.570000000007</c:v>
                </c:pt>
                <c:pt idx="3187">
                  <c:v>83089.64</c:v>
                </c:pt>
                <c:pt idx="3188">
                  <c:v>83115.710000000006</c:v>
                </c:pt>
                <c:pt idx="3189">
                  <c:v>83141.789999999994</c:v>
                </c:pt>
                <c:pt idx="3190">
                  <c:v>83167.86</c:v>
                </c:pt>
                <c:pt idx="3191">
                  <c:v>83193.929999999993</c:v>
                </c:pt>
                <c:pt idx="3192">
                  <c:v>83220</c:v>
                </c:pt>
                <c:pt idx="3193">
                  <c:v>83246.070000000007</c:v>
                </c:pt>
                <c:pt idx="3194">
                  <c:v>83272.14</c:v>
                </c:pt>
                <c:pt idx="3195">
                  <c:v>83298.210000000006</c:v>
                </c:pt>
                <c:pt idx="3196">
                  <c:v>83324.289999999994</c:v>
                </c:pt>
                <c:pt idx="3197">
                  <c:v>83350.36</c:v>
                </c:pt>
                <c:pt idx="3198">
                  <c:v>83376.429999999993</c:v>
                </c:pt>
                <c:pt idx="3199">
                  <c:v>83402.5</c:v>
                </c:pt>
                <c:pt idx="3200">
                  <c:v>83428.570000000007</c:v>
                </c:pt>
                <c:pt idx="3201">
                  <c:v>83454.64</c:v>
                </c:pt>
                <c:pt idx="3202">
                  <c:v>83480.710000000006</c:v>
                </c:pt>
                <c:pt idx="3203">
                  <c:v>83506.789999999994</c:v>
                </c:pt>
                <c:pt idx="3204">
                  <c:v>83532.86</c:v>
                </c:pt>
                <c:pt idx="3205">
                  <c:v>83558.929999999993</c:v>
                </c:pt>
                <c:pt idx="3206">
                  <c:v>83585</c:v>
                </c:pt>
                <c:pt idx="3207">
                  <c:v>83611.070000000007</c:v>
                </c:pt>
                <c:pt idx="3208">
                  <c:v>83637.14</c:v>
                </c:pt>
                <c:pt idx="3209">
                  <c:v>83663.210000000006</c:v>
                </c:pt>
                <c:pt idx="3210">
                  <c:v>83689.289999999994</c:v>
                </c:pt>
                <c:pt idx="3211">
                  <c:v>83715.360000000001</c:v>
                </c:pt>
                <c:pt idx="3212">
                  <c:v>83741.429999999993</c:v>
                </c:pt>
                <c:pt idx="3213">
                  <c:v>83767.5</c:v>
                </c:pt>
                <c:pt idx="3214">
                  <c:v>83793.570000000007</c:v>
                </c:pt>
                <c:pt idx="3215">
                  <c:v>83819.64</c:v>
                </c:pt>
                <c:pt idx="3216">
                  <c:v>83845.710000000006</c:v>
                </c:pt>
                <c:pt idx="3217">
                  <c:v>83871.789999999994</c:v>
                </c:pt>
                <c:pt idx="3218">
                  <c:v>83897.86</c:v>
                </c:pt>
                <c:pt idx="3219">
                  <c:v>83923.93</c:v>
                </c:pt>
                <c:pt idx="3220">
                  <c:v>83950</c:v>
                </c:pt>
                <c:pt idx="3221">
                  <c:v>83976.07</c:v>
                </c:pt>
                <c:pt idx="3222">
                  <c:v>84002.14</c:v>
                </c:pt>
                <c:pt idx="3223">
                  <c:v>84028.21</c:v>
                </c:pt>
                <c:pt idx="3224">
                  <c:v>84054.29</c:v>
                </c:pt>
                <c:pt idx="3225">
                  <c:v>84080.36</c:v>
                </c:pt>
                <c:pt idx="3226">
                  <c:v>84106.43</c:v>
                </c:pt>
                <c:pt idx="3227">
                  <c:v>84132.5</c:v>
                </c:pt>
                <c:pt idx="3228">
                  <c:v>84158.57</c:v>
                </c:pt>
                <c:pt idx="3229">
                  <c:v>84184.639999999999</c:v>
                </c:pt>
                <c:pt idx="3230">
                  <c:v>84210.71</c:v>
                </c:pt>
                <c:pt idx="3231">
                  <c:v>84236.79</c:v>
                </c:pt>
                <c:pt idx="3232">
                  <c:v>84262.86</c:v>
                </c:pt>
                <c:pt idx="3233">
                  <c:v>84288.93</c:v>
                </c:pt>
                <c:pt idx="3234">
                  <c:v>84315</c:v>
                </c:pt>
                <c:pt idx="3235">
                  <c:v>84341.07</c:v>
                </c:pt>
                <c:pt idx="3236">
                  <c:v>84367.14</c:v>
                </c:pt>
                <c:pt idx="3237">
                  <c:v>84393.21</c:v>
                </c:pt>
                <c:pt idx="3238">
                  <c:v>84419.29</c:v>
                </c:pt>
                <c:pt idx="3239">
                  <c:v>84445.36</c:v>
                </c:pt>
                <c:pt idx="3240">
                  <c:v>84471.43</c:v>
                </c:pt>
                <c:pt idx="3241">
                  <c:v>84497.5</c:v>
                </c:pt>
                <c:pt idx="3242">
                  <c:v>84523.57</c:v>
                </c:pt>
                <c:pt idx="3243">
                  <c:v>84549.64</c:v>
                </c:pt>
                <c:pt idx="3244">
                  <c:v>84575.71</c:v>
                </c:pt>
                <c:pt idx="3245">
                  <c:v>84601.79</c:v>
                </c:pt>
                <c:pt idx="3246">
                  <c:v>84627.86</c:v>
                </c:pt>
                <c:pt idx="3247">
                  <c:v>84653.93</c:v>
                </c:pt>
                <c:pt idx="3248">
                  <c:v>84680</c:v>
                </c:pt>
                <c:pt idx="3249">
                  <c:v>84706.07</c:v>
                </c:pt>
                <c:pt idx="3250">
                  <c:v>84732.14</c:v>
                </c:pt>
                <c:pt idx="3251">
                  <c:v>84758.21</c:v>
                </c:pt>
                <c:pt idx="3252">
                  <c:v>84784.29</c:v>
                </c:pt>
                <c:pt idx="3253">
                  <c:v>84810.36</c:v>
                </c:pt>
                <c:pt idx="3254">
                  <c:v>84836.43</c:v>
                </c:pt>
                <c:pt idx="3255">
                  <c:v>84862.5</c:v>
                </c:pt>
                <c:pt idx="3256">
                  <c:v>84888.57</c:v>
                </c:pt>
                <c:pt idx="3257">
                  <c:v>84914.64</c:v>
                </c:pt>
                <c:pt idx="3258">
                  <c:v>84940.71</c:v>
                </c:pt>
                <c:pt idx="3259">
                  <c:v>84966.79</c:v>
                </c:pt>
                <c:pt idx="3260">
                  <c:v>84992.86</c:v>
                </c:pt>
                <c:pt idx="3261">
                  <c:v>85018.93</c:v>
                </c:pt>
                <c:pt idx="3262">
                  <c:v>85045</c:v>
                </c:pt>
                <c:pt idx="3263">
                  <c:v>85071.07</c:v>
                </c:pt>
                <c:pt idx="3264">
                  <c:v>85097.14</c:v>
                </c:pt>
                <c:pt idx="3265">
                  <c:v>85123.21</c:v>
                </c:pt>
                <c:pt idx="3266">
                  <c:v>85149.29</c:v>
                </c:pt>
                <c:pt idx="3267">
                  <c:v>85175.360000000001</c:v>
                </c:pt>
                <c:pt idx="3268">
                  <c:v>85201.43</c:v>
                </c:pt>
                <c:pt idx="3269">
                  <c:v>85227.5</c:v>
                </c:pt>
                <c:pt idx="3270">
                  <c:v>85253.57</c:v>
                </c:pt>
                <c:pt idx="3271">
                  <c:v>85279.64</c:v>
                </c:pt>
                <c:pt idx="3272">
                  <c:v>85305.71</c:v>
                </c:pt>
                <c:pt idx="3273">
                  <c:v>85331.79</c:v>
                </c:pt>
                <c:pt idx="3274">
                  <c:v>85357.86</c:v>
                </c:pt>
                <c:pt idx="3275">
                  <c:v>85383.93</c:v>
                </c:pt>
                <c:pt idx="3276">
                  <c:v>85410</c:v>
                </c:pt>
                <c:pt idx="3277">
                  <c:v>85436.07</c:v>
                </c:pt>
                <c:pt idx="3278">
                  <c:v>85462.14</c:v>
                </c:pt>
                <c:pt idx="3279">
                  <c:v>85488.21</c:v>
                </c:pt>
                <c:pt idx="3280">
                  <c:v>85514.29</c:v>
                </c:pt>
                <c:pt idx="3281">
                  <c:v>85540.36</c:v>
                </c:pt>
                <c:pt idx="3282">
                  <c:v>85566.43</c:v>
                </c:pt>
                <c:pt idx="3283">
                  <c:v>85592.5</c:v>
                </c:pt>
                <c:pt idx="3284">
                  <c:v>85618.57</c:v>
                </c:pt>
                <c:pt idx="3285">
                  <c:v>85644.64</c:v>
                </c:pt>
                <c:pt idx="3286">
                  <c:v>85670.71</c:v>
                </c:pt>
                <c:pt idx="3287">
                  <c:v>85696.79</c:v>
                </c:pt>
                <c:pt idx="3288">
                  <c:v>85722.86</c:v>
                </c:pt>
                <c:pt idx="3289">
                  <c:v>85748.93</c:v>
                </c:pt>
                <c:pt idx="3290">
                  <c:v>85775</c:v>
                </c:pt>
                <c:pt idx="3291">
                  <c:v>85801.07</c:v>
                </c:pt>
                <c:pt idx="3292">
                  <c:v>85827.14</c:v>
                </c:pt>
                <c:pt idx="3293">
                  <c:v>85853.21</c:v>
                </c:pt>
                <c:pt idx="3294">
                  <c:v>85879.29</c:v>
                </c:pt>
                <c:pt idx="3295">
                  <c:v>85905.36</c:v>
                </c:pt>
                <c:pt idx="3296">
                  <c:v>85931.43</c:v>
                </c:pt>
                <c:pt idx="3297">
                  <c:v>85957.5</c:v>
                </c:pt>
                <c:pt idx="3298">
                  <c:v>85983.57</c:v>
                </c:pt>
                <c:pt idx="3299">
                  <c:v>86009.64</c:v>
                </c:pt>
                <c:pt idx="3300">
                  <c:v>86035.71</c:v>
                </c:pt>
                <c:pt idx="3301">
                  <c:v>86061.79</c:v>
                </c:pt>
                <c:pt idx="3302">
                  <c:v>86087.86</c:v>
                </c:pt>
                <c:pt idx="3303">
                  <c:v>86113.93</c:v>
                </c:pt>
                <c:pt idx="3304">
                  <c:v>86140</c:v>
                </c:pt>
                <c:pt idx="3305">
                  <c:v>86166.07</c:v>
                </c:pt>
                <c:pt idx="3306">
                  <c:v>86192.14</c:v>
                </c:pt>
                <c:pt idx="3307">
                  <c:v>86218.21</c:v>
                </c:pt>
                <c:pt idx="3308">
                  <c:v>86244.29</c:v>
                </c:pt>
                <c:pt idx="3309">
                  <c:v>86270.36</c:v>
                </c:pt>
                <c:pt idx="3310">
                  <c:v>86296.43</c:v>
                </c:pt>
                <c:pt idx="3311">
                  <c:v>86322.5</c:v>
                </c:pt>
                <c:pt idx="3312">
                  <c:v>86348.57</c:v>
                </c:pt>
                <c:pt idx="3313">
                  <c:v>86374.64</c:v>
                </c:pt>
                <c:pt idx="3314">
                  <c:v>86400.71</c:v>
                </c:pt>
                <c:pt idx="3315">
                  <c:v>86426.79</c:v>
                </c:pt>
                <c:pt idx="3316">
                  <c:v>86452.86</c:v>
                </c:pt>
                <c:pt idx="3317">
                  <c:v>86478.93</c:v>
                </c:pt>
                <c:pt idx="3318">
                  <c:v>86505</c:v>
                </c:pt>
                <c:pt idx="3319">
                  <c:v>86531.07</c:v>
                </c:pt>
                <c:pt idx="3320">
                  <c:v>86557.14</c:v>
                </c:pt>
                <c:pt idx="3321">
                  <c:v>86583.21</c:v>
                </c:pt>
                <c:pt idx="3322">
                  <c:v>86609.29</c:v>
                </c:pt>
                <c:pt idx="3323">
                  <c:v>86635.36</c:v>
                </c:pt>
                <c:pt idx="3324">
                  <c:v>86661.43</c:v>
                </c:pt>
                <c:pt idx="3325">
                  <c:v>86687.5</c:v>
                </c:pt>
                <c:pt idx="3326">
                  <c:v>86713.57</c:v>
                </c:pt>
                <c:pt idx="3327">
                  <c:v>86739.64</c:v>
                </c:pt>
                <c:pt idx="3328">
                  <c:v>86765.71</c:v>
                </c:pt>
                <c:pt idx="3329">
                  <c:v>86791.79</c:v>
                </c:pt>
                <c:pt idx="3330">
                  <c:v>86817.86</c:v>
                </c:pt>
                <c:pt idx="3331">
                  <c:v>86843.93</c:v>
                </c:pt>
                <c:pt idx="3332">
                  <c:v>86870</c:v>
                </c:pt>
                <c:pt idx="3333">
                  <c:v>86896.07</c:v>
                </c:pt>
                <c:pt idx="3334">
                  <c:v>86922.14</c:v>
                </c:pt>
                <c:pt idx="3335">
                  <c:v>86948.21</c:v>
                </c:pt>
                <c:pt idx="3336">
                  <c:v>86974.29</c:v>
                </c:pt>
                <c:pt idx="3337">
                  <c:v>87000.36</c:v>
                </c:pt>
                <c:pt idx="3338">
                  <c:v>87026.43</c:v>
                </c:pt>
                <c:pt idx="3339">
                  <c:v>87052.5</c:v>
                </c:pt>
                <c:pt idx="3340">
                  <c:v>87078.57</c:v>
                </c:pt>
                <c:pt idx="3341">
                  <c:v>87104.639999999999</c:v>
                </c:pt>
                <c:pt idx="3342">
                  <c:v>87130.71</c:v>
                </c:pt>
                <c:pt idx="3343">
                  <c:v>87156.79</c:v>
                </c:pt>
                <c:pt idx="3344">
                  <c:v>87182.86</c:v>
                </c:pt>
                <c:pt idx="3345">
                  <c:v>87208.93</c:v>
                </c:pt>
                <c:pt idx="3346">
                  <c:v>87235</c:v>
                </c:pt>
                <c:pt idx="3347">
                  <c:v>87261.07</c:v>
                </c:pt>
                <c:pt idx="3348">
                  <c:v>87287.14</c:v>
                </c:pt>
                <c:pt idx="3349">
                  <c:v>87313.21</c:v>
                </c:pt>
                <c:pt idx="3350">
                  <c:v>87339.29</c:v>
                </c:pt>
                <c:pt idx="3351">
                  <c:v>87365.36</c:v>
                </c:pt>
                <c:pt idx="3352">
                  <c:v>87391.43</c:v>
                </c:pt>
                <c:pt idx="3353">
                  <c:v>87417.5</c:v>
                </c:pt>
                <c:pt idx="3354">
                  <c:v>87443.57</c:v>
                </c:pt>
                <c:pt idx="3355">
                  <c:v>87469.64</c:v>
                </c:pt>
                <c:pt idx="3356">
                  <c:v>87495.71</c:v>
                </c:pt>
                <c:pt idx="3357">
                  <c:v>87521.79</c:v>
                </c:pt>
                <c:pt idx="3358">
                  <c:v>87547.86</c:v>
                </c:pt>
                <c:pt idx="3359">
                  <c:v>87573.93</c:v>
                </c:pt>
                <c:pt idx="3360">
                  <c:v>87600</c:v>
                </c:pt>
                <c:pt idx="3361">
                  <c:v>87626.07</c:v>
                </c:pt>
                <c:pt idx="3362">
                  <c:v>87652.14</c:v>
                </c:pt>
                <c:pt idx="3363">
                  <c:v>87678.21</c:v>
                </c:pt>
                <c:pt idx="3364">
                  <c:v>87704.29</c:v>
                </c:pt>
                <c:pt idx="3365">
                  <c:v>87730.36</c:v>
                </c:pt>
                <c:pt idx="3366">
                  <c:v>87756.43</c:v>
                </c:pt>
                <c:pt idx="3367">
                  <c:v>87782.5</c:v>
                </c:pt>
                <c:pt idx="3368">
                  <c:v>87808.57</c:v>
                </c:pt>
                <c:pt idx="3369">
                  <c:v>87834.64</c:v>
                </c:pt>
                <c:pt idx="3370">
                  <c:v>87860.71</c:v>
                </c:pt>
                <c:pt idx="3371">
                  <c:v>87886.79</c:v>
                </c:pt>
                <c:pt idx="3372">
                  <c:v>87912.86</c:v>
                </c:pt>
                <c:pt idx="3373">
                  <c:v>87938.93</c:v>
                </c:pt>
                <c:pt idx="3374">
                  <c:v>87965</c:v>
                </c:pt>
                <c:pt idx="3375">
                  <c:v>87991.07</c:v>
                </c:pt>
                <c:pt idx="3376">
                  <c:v>88017.14</c:v>
                </c:pt>
                <c:pt idx="3377">
                  <c:v>88043.21</c:v>
                </c:pt>
                <c:pt idx="3378">
                  <c:v>88069.29</c:v>
                </c:pt>
                <c:pt idx="3379">
                  <c:v>88095.360000000001</c:v>
                </c:pt>
                <c:pt idx="3380">
                  <c:v>88121.43</c:v>
                </c:pt>
                <c:pt idx="3381">
                  <c:v>88147.5</c:v>
                </c:pt>
                <c:pt idx="3382">
                  <c:v>88173.57</c:v>
                </c:pt>
                <c:pt idx="3383">
                  <c:v>88199.64</c:v>
                </c:pt>
                <c:pt idx="3384">
                  <c:v>88225.71</c:v>
                </c:pt>
                <c:pt idx="3385">
                  <c:v>88251.79</c:v>
                </c:pt>
                <c:pt idx="3386">
                  <c:v>88277.86</c:v>
                </c:pt>
                <c:pt idx="3387">
                  <c:v>88303.93</c:v>
                </c:pt>
                <c:pt idx="3388">
                  <c:v>88330</c:v>
                </c:pt>
                <c:pt idx="3389">
                  <c:v>88356.07</c:v>
                </c:pt>
                <c:pt idx="3390">
                  <c:v>88382.14</c:v>
                </c:pt>
                <c:pt idx="3391">
                  <c:v>88408.21</c:v>
                </c:pt>
                <c:pt idx="3392">
                  <c:v>88434.29</c:v>
                </c:pt>
                <c:pt idx="3393">
                  <c:v>88460.36</c:v>
                </c:pt>
                <c:pt idx="3394">
                  <c:v>88486.43</c:v>
                </c:pt>
                <c:pt idx="3395">
                  <c:v>88512.5</c:v>
                </c:pt>
                <c:pt idx="3396">
                  <c:v>88538.57</c:v>
                </c:pt>
                <c:pt idx="3397">
                  <c:v>88564.64</c:v>
                </c:pt>
                <c:pt idx="3398">
                  <c:v>88590.71</c:v>
                </c:pt>
                <c:pt idx="3399">
                  <c:v>88616.79</c:v>
                </c:pt>
                <c:pt idx="3400">
                  <c:v>88642.86</c:v>
                </c:pt>
                <c:pt idx="3401">
                  <c:v>88668.93</c:v>
                </c:pt>
                <c:pt idx="3402">
                  <c:v>88695</c:v>
                </c:pt>
                <c:pt idx="3403">
                  <c:v>88721.07</c:v>
                </c:pt>
                <c:pt idx="3404">
                  <c:v>88747.14</c:v>
                </c:pt>
                <c:pt idx="3405">
                  <c:v>88773.21</c:v>
                </c:pt>
                <c:pt idx="3406">
                  <c:v>88799.29</c:v>
                </c:pt>
                <c:pt idx="3407">
                  <c:v>88825.36</c:v>
                </c:pt>
                <c:pt idx="3408">
                  <c:v>88851.43</c:v>
                </c:pt>
                <c:pt idx="3409">
                  <c:v>88877.5</c:v>
                </c:pt>
                <c:pt idx="3410">
                  <c:v>88903.57</c:v>
                </c:pt>
                <c:pt idx="3411">
                  <c:v>88929.64</c:v>
                </c:pt>
                <c:pt idx="3412">
                  <c:v>88955.71</c:v>
                </c:pt>
                <c:pt idx="3413">
                  <c:v>88981.79</c:v>
                </c:pt>
                <c:pt idx="3414">
                  <c:v>89007.86</c:v>
                </c:pt>
                <c:pt idx="3415">
                  <c:v>89033.93</c:v>
                </c:pt>
                <c:pt idx="3416">
                  <c:v>89060</c:v>
                </c:pt>
                <c:pt idx="3417">
                  <c:v>89086.07</c:v>
                </c:pt>
                <c:pt idx="3418">
                  <c:v>89112.14</c:v>
                </c:pt>
                <c:pt idx="3419">
                  <c:v>89138.21</c:v>
                </c:pt>
                <c:pt idx="3420">
                  <c:v>89164.29</c:v>
                </c:pt>
                <c:pt idx="3421">
                  <c:v>89190.36</c:v>
                </c:pt>
                <c:pt idx="3422">
                  <c:v>89216.43</c:v>
                </c:pt>
                <c:pt idx="3423">
                  <c:v>89242.5</c:v>
                </c:pt>
                <c:pt idx="3424">
                  <c:v>89268.57</c:v>
                </c:pt>
                <c:pt idx="3425">
                  <c:v>89294.64</c:v>
                </c:pt>
                <c:pt idx="3426">
                  <c:v>89320.71</c:v>
                </c:pt>
                <c:pt idx="3427">
                  <c:v>89346.79</c:v>
                </c:pt>
                <c:pt idx="3428">
                  <c:v>89372.86</c:v>
                </c:pt>
                <c:pt idx="3429">
                  <c:v>89398.93</c:v>
                </c:pt>
                <c:pt idx="3430">
                  <c:v>89425</c:v>
                </c:pt>
                <c:pt idx="3431">
                  <c:v>89451.07</c:v>
                </c:pt>
                <c:pt idx="3432">
                  <c:v>89477.14</c:v>
                </c:pt>
                <c:pt idx="3433">
                  <c:v>89503.21</c:v>
                </c:pt>
                <c:pt idx="3434">
                  <c:v>89529.29</c:v>
                </c:pt>
                <c:pt idx="3435">
                  <c:v>89555.36</c:v>
                </c:pt>
                <c:pt idx="3436">
                  <c:v>89581.43</c:v>
                </c:pt>
                <c:pt idx="3437">
                  <c:v>89607.5</c:v>
                </c:pt>
                <c:pt idx="3438">
                  <c:v>89633.57</c:v>
                </c:pt>
                <c:pt idx="3439">
                  <c:v>89659.64</c:v>
                </c:pt>
                <c:pt idx="3440">
                  <c:v>89685.71</c:v>
                </c:pt>
                <c:pt idx="3441">
                  <c:v>89711.79</c:v>
                </c:pt>
                <c:pt idx="3442">
                  <c:v>89737.86</c:v>
                </c:pt>
                <c:pt idx="3443">
                  <c:v>89763.93</c:v>
                </c:pt>
                <c:pt idx="3444">
                  <c:v>89790</c:v>
                </c:pt>
                <c:pt idx="3445">
                  <c:v>89816.07</c:v>
                </c:pt>
                <c:pt idx="3446">
                  <c:v>89842.14</c:v>
                </c:pt>
                <c:pt idx="3447">
                  <c:v>89868.21</c:v>
                </c:pt>
                <c:pt idx="3448">
                  <c:v>89894.29</c:v>
                </c:pt>
                <c:pt idx="3449">
                  <c:v>89920.36</c:v>
                </c:pt>
                <c:pt idx="3450">
                  <c:v>89946.43</c:v>
                </c:pt>
                <c:pt idx="3451">
                  <c:v>89972.5</c:v>
                </c:pt>
                <c:pt idx="3452">
                  <c:v>89998.57</c:v>
                </c:pt>
                <c:pt idx="3453">
                  <c:v>90024.639999999999</c:v>
                </c:pt>
                <c:pt idx="3454">
                  <c:v>90050.71</c:v>
                </c:pt>
                <c:pt idx="3455">
                  <c:v>90076.79</c:v>
                </c:pt>
                <c:pt idx="3456">
                  <c:v>90102.86</c:v>
                </c:pt>
                <c:pt idx="3457">
                  <c:v>90128.93</c:v>
                </c:pt>
                <c:pt idx="3458">
                  <c:v>90155</c:v>
                </c:pt>
                <c:pt idx="3459">
                  <c:v>90181.07</c:v>
                </c:pt>
                <c:pt idx="3460">
                  <c:v>90207.14</c:v>
                </c:pt>
                <c:pt idx="3461">
                  <c:v>90233.21</c:v>
                </c:pt>
                <c:pt idx="3462">
                  <c:v>90259.29</c:v>
                </c:pt>
                <c:pt idx="3463">
                  <c:v>90285.36</c:v>
                </c:pt>
                <c:pt idx="3464">
                  <c:v>90311.43</c:v>
                </c:pt>
                <c:pt idx="3465">
                  <c:v>90337.5</c:v>
                </c:pt>
                <c:pt idx="3466">
                  <c:v>90363.57</c:v>
                </c:pt>
                <c:pt idx="3467">
                  <c:v>90389.64</c:v>
                </c:pt>
                <c:pt idx="3468">
                  <c:v>90415.71</c:v>
                </c:pt>
                <c:pt idx="3469">
                  <c:v>90441.79</c:v>
                </c:pt>
                <c:pt idx="3470">
                  <c:v>90467.86</c:v>
                </c:pt>
                <c:pt idx="3471">
                  <c:v>90493.93</c:v>
                </c:pt>
                <c:pt idx="3472">
                  <c:v>90520</c:v>
                </c:pt>
                <c:pt idx="3473">
                  <c:v>90546.07</c:v>
                </c:pt>
                <c:pt idx="3474">
                  <c:v>90572.14</c:v>
                </c:pt>
                <c:pt idx="3475">
                  <c:v>90598.21</c:v>
                </c:pt>
                <c:pt idx="3476">
                  <c:v>90624.29</c:v>
                </c:pt>
                <c:pt idx="3477">
                  <c:v>90650.36</c:v>
                </c:pt>
                <c:pt idx="3478">
                  <c:v>90676.43</c:v>
                </c:pt>
                <c:pt idx="3479">
                  <c:v>90702.5</c:v>
                </c:pt>
                <c:pt idx="3480">
                  <c:v>90728.57</c:v>
                </c:pt>
                <c:pt idx="3481">
                  <c:v>90754.64</c:v>
                </c:pt>
                <c:pt idx="3482">
                  <c:v>90780.71</c:v>
                </c:pt>
                <c:pt idx="3483">
                  <c:v>90806.79</c:v>
                </c:pt>
                <c:pt idx="3484">
                  <c:v>90832.86</c:v>
                </c:pt>
                <c:pt idx="3485">
                  <c:v>90858.93</c:v>
                </c:pt>
                <c:pt idx="3486">
                  <c:v>90885</c:v>
                </c:pt>
                <c:pt idx="3487">
                  <c:v>90911.07</c:v>
                </c:pt>
                <c:pt idx="3488">
                  <c:v>90937.14</c:v>
                </c:pt>
                <c:pt idx="3489">
                  <c:v>90963.21</c:v>
                </c:pt>
                <c:pt idx="3490">
                  <c:v>90989.29</c:v>
                </c:pt>
                <c:pt idx="3491">
                  <c:v>91015.360000000001</c:v>
                </c:pt>
                <c:pt idx="3492">
                  <c:v>91041.43</c:v>
                </c:pt>
                <c:pt idx="3493">
                  <c:v>91067.5</c:v>
                </c:pt>
                <c:pt idx="3494">
                  <c:v>91093.57</c:v>
                </c:pt>
                <c:pt idx="3495">
                  <c:v>91119.64</c:v>
                </c:pt>
                <c:pt idx="3496">
                  <c:v>91145.71</c:v>
                </c:pt>
                <c:pt idx="3497">
                  <c:v>91171.79</c:v>
                </c:pt>
                <c:pt idx="3498">
                  <c:v>91197.86</c:v>
                </c:pt>
                <c:pt idx="3499">
                  <c:v>91223.93</c:v>
                </c:pt>
                <c:pt idx="3500">
                  <c:v>91250</c:v>
                </c:pt>
                <c:pt idx="3501">
                  <c:v>91276.07</c:v>
                </c:pt>
                <c:pt idx="3502">
                  <c:v>91302.14</c:v>
                </c:pt>
                <c:pt idx="3503">
                  <c:v>91328.21</c:v>
                </c:pt>
                <c:pt idx="3504">
                  <c:v>91354.29</c:v>
                </c:pt>
                <c:pt idx="3505">
                  <c:v>91380.36</c:v>
                </c:pt>
                <c:pt idx="3506">
                  <c:v>91406.43</c:v>
                </c:pt>
                <c:pt idx="3507">
                  <c:v>91432.5</c:v>
                </c:pt>
                <c:pt idx="3508">
                  <c:v>91458.57</c:v>
                </c:pt>
                <c:pt idx="3509">
                  <c:v>91484.64</c:v>
                </c:pt>
                <c:pt idx="3510">
                  <c:v>91510.71</c:v>
                </c:pt>
                <c:pt idx="3511">
                  <c:v>91536.79</c:v>
                </c:pt>
                <c:pt idx="3512">
                  <c:v>91562.86</c:v>
                </c:pt>
                <c:pt idx="3513">
                  <c:v>91588.93</c:v>
                </c:pt>
                <c:pt idx="3514">
                  <c:v>91615</c:v>
                </c:pt>
                <c:pt idx="3515">
                  <c:v>91641.07</c:v>
                </c:pt>
                <c:pt idx="3516">
                  <c:v>91667.14</c:v>
                </c:pt>
                <c:pt idx="3517">
                  <c:v>91693.21</c:v>
                </c:pt>
                <c:pt idx="3518">
                  <c:v>91719.29</c:v>
                </c:pt>
                <c:pt idx="3519">
                  <c:v>91745.36</c:v>
                </c:pt>
                <c:pt idx="3520">
                  <c:v>91771.43</c:v>
                </c:pt>
                <c:pt idx="3521">
                  <c:v>91797.5</c:v>
                </c:pt>
                <c:pt idx="3522">
                  <c:v>91823.57</c:v>
                </c:pt>
                <c:pt idx="3523">
                  <c:v>91849.64</c:v>
                </c:pt>
                <c:pt idx="3524">
                  <c:v>91875.71</c:v>
                </c:pt>
                <c:pt idx="3525">
                  <c:v>91901.79</c:v>
                </c:pt>
                <c:pt idx="3526">
                  <c:v>91927.86</c:v>
                </c:pt>
                <c:pt idx="3527">
                  <c:v>91953.93</c:v>
                </c:pt>
                <c:pt idx="3528">
                  <c:v>91980</c:v>
                </c:pt>
                <c:pt idx="3529">
                  <c:v>92006.07</c:v>
                </c:pt>
                <c:pt idx="3530">
                  <c:v>92032.14</c:v>
                </c:pt>
                <c:pt idx="3531">
                  <c:v>92058.21</c:v>
                </c:pt>
                <c:pt idx="3532">
                  <c:v>92084.29</c:v>
                </c:pt>
                <c:pt idx="3533">
                  <c:v>92110.36</c:v>
                </c:pt>
                <c:pt idx="3534">
                  <c:v>92136.43</c:v>
                </c:pt>
                <c:pt idx="3535">
                  <c:v>92162.5</c:v>
                </c:pt>
                <c:pt idx="3536">
                  <c:v>92188.57</c:v>
                </c:pt>
                <c:pt idx="3537">
                  <c:v>92214.64</c:v>
                </c:pt>
                <c:pt idx="3538">
                  <c:v>92240.71</c:v>
                </c:pt>
                <c:pt idx="3539">
                  <c:v>92266.79</c:v>
                </c:pt>
                <c:pt idx="3540">
                  <c:v>92292.86</c:v>
                </c:pt>
                <c:pt idx="3541">
                  <c:v>92318.93</c:v>
                </c:pt>
                <c:pt idx="3542">
                  <c:v>92345</c:v>
                </c:pt>
                <c:pt idx="3543">
                  <c:v>92371.07</c:v>
                </c:pt>
                <c:pt idx="3544">
                  <c:v>92397.14</c:v>
                </c:pt>
                <c:pt idx="3545">
                  <c:v>92423.21</c:v>
                </c:pt>
                <c:pt idx="3546">
                  <c:v>92449.29</c:v>
                </c:pt>
                <c:pt idx="3547">
                  <c:v>92475.36</c:v>
                </c:pt>
                <c:pt idx="3548">
                  <c:v>92501.43</c:v>
                </c:pt>
                <c:pt idx="3549">
                  <c:v>92527.5</c:v>
                </c:pt>
                <c:pt idx="3550">
                  <c:v>92553.57</c:v>
                </c:pt>
                <c:pt idx="3551">
                  <c:v>92579.64</c:v>
                </c:pt>
                <c:pt idx="3552">
                  <c:v>92605.71</c:v>
                </c:pt>
                <c:pt idx="3553">
                  <c:v>92631.79</c:v>
                </c:pt>
                <c:pt idx="3554">
                  <c:v>92657.86</c:v>
                </c:pt>
                <c:pt idx="3555">
                  <c:v>92683.93</c:v>
                </c:pt>
                <c:pt idx="3556">
                  <c:v>92710</c:v>
                </c:pt>
                <c:pt idx="3557">
                  <c:v>92736.07</c:v>
                </c:pt>
                <c:pt idx="3558">
                  <c:v>92762.14</c:v>
                </c:pt>
                <c:pt idx="3559">
                  <c:v>92788.21</c:v>
                </c:pt>
                <c:pt idx="3560">
                  <c:v>92814.29</c:v>
                </c:pt>
                <c:pt idx="3561">
                  <c:v>92840.36</c:v>
                </c:pt>
                <c:pt idx="3562">
                  <c:v>92866.43</c:v>
                </c:pt>
                <c:pt idx="3563">
                  <c:v>92892.5</c:v>
                </c:pt>
                <c:pt idx="3564">
                  <c:v>92918.57</c:v>
                </c:pt>
                <c:pt idx="3565">
                  <c:v>92944.639999999999</c:v>
                </c:pt>
                <c:pt idx="3566">
                  <c:v>92970.71</c:v>
                </c:pt>
                <c:pt idx="3567">
                  <c:v>92996.79</c:v>
                </c:pt>
                <c:pt idx="3568">
                  <c:v>93022.86</c:v>
                </c:pt>
                <c:pt idx="3569">
                  <c:v>93048.93</c:v>
                </c:pt>
                <c:pt idx="3570">
                  <c:v>93075</c:v>
                </c:pt>
                <c:pt idx="3571">
                  <c:v>93101.07</c:v>
                </c:pt>
                <c:pt idx="3572">
                  <c:v>93127.14</c:v>
                </c:pt>
                <c:pt idx="3573">
                  <c:v>93153.21</c:v>
                </c:pt>
                <c:pt idx="3574">
                  <c:v>93179.29</c:v>
                </c:pt>
                <c:pt idx="3575">
                  <c:v>93205.36</c:v>
                </c:pt>
                <c:pt idx="3576">
                  <c:v>93231.43</c:v>
                </c:pt>
                <c:pt idx="3577">
                  <c:v>93257.5</c:v>
                </c:pt>
                <c:pt idx="3578">
                  <c:v>93283.57</c:v>
                </c:pt>
                <c:pt idx="3579">
                  <c:v>93309.64</c:v>
                </c:pt>
                <c:pt idx="3580">
                  <c:v>93335.71</c:v>
                </c:pt>
                <c:pt idx="3581">
                  <c:v>93361.79</c:v>
                </c:pt>
                <c:pt idx="3582">
                  <c:v>93387.86</c:v>
                </c:pt>
                <c:pt idx="3583">
                  <c:v>93413.93</c:v>
                </c:pt>
                <c:pt idx="3584">
                  <c:v>93440</c:v>
                </c:pt>
                <c:pt idx="3585">
                  <c:v>93466.07</c:v>
                </c:pt>
                <c:pt idx="3586">
                  <c:v>93492.14</c:v>
                </c:pt>
                <c:pt idx="3587">
                  <c:v>93518.21</c:v>
                </c:pt>
                <c:pt idx="3588">
                  <c:v>93544.29</c:v>
                </c:pt>
                <c:pt idx="3589">
                  <c:v>93570.36</c:v>
                </c:pt>
                <c:pt idx="3590">
                  <c:v>93596.43</c:v>
                </c:pt>
                <c:pt idx="3591">
                  <c:v>93622.5</c:v>
                </c:pt>
                <c:pt idx="3592">
                  <c:v>93648.57</c:v>
                </c:pt>
                <c:pt idx="3593">
                  <c:v>93674.64</c:v>
                </c:pt>
                <c:pt idx="3594">
                  <c:v>93700.71</c:v>
                </c:pt>
                <c:pt idx="3595">
                  <c:v>93726.79</c:v>
                </c:pt>
                <c:pt idx="3596">
                  <c:v>93752.86</c:v>
                </c:pt>
                <c:pt idx="3597">
                  <c:v>93778.93</c:v>
                </c:pt>
                <c:pt idx="3598">
                  <c:v>93805</c:v>
                </c:pt>
                <c:pt idx="3599">
                  <c:v>93831.07</c:v>
                </c:pt>
                <c:pt idx="3600">
                  <c:v>93857.14</c:v>
                </c:pt>
                <c:pt idx="3601">
                  <c:v>93883.21</c:v>
                </c:pt>
                <c:pt idx="3602">
                  <c:v>93909.29</c:v>
                </c:pt>
                <c:pt idx="3603">
                  <c:v>93935.360000000001</c:v>
                </c:pt>
                <c:pt idx="3604">
                  <c:v>93961.43</c:v>
                </c:pt>
                <c:pt idx="3605">
                  <c:v>93987.5</c:v>
                </c:pt>
                <c:pt idx="3606">
                  <c:v>94013.57</c:v>
                </c:pt>
                <c:pt idx="3607">
                  <c:v>94039.64</c:v>
                </c:pt>
                <c:pt idx="3608">
                  <c:v>94065.71</c:v>
                </c:pt>
                <c:pt idx="3609">
                  <c:v>94091.79</c:v>
                </c:pt>
                <c:pt idx="3610">
                  <c:v>94117.86</c:v>
                </c:pt>
                <c:pt idx="3611">
                  <c:v>94143.93</c:v>
                </c:pt>
                <c:pt idx="3612">
                  <c:v>94170</c:v>
                </c:pt>
                <c:pt idx="3613">
                  <c:v>94196.07</c:v>
                </c:pt>
                <c:pt idx="3614">
                  <c:v>94222.14</c:v>
                </c:pt>
                <c:pt idx="3615">
                  <c:v>94248.21</c:v>
                </c:pt>
                <c:pt idx="3616">
                  <c:v>94274.29</c:v>
                </c:pt>
                <c:pt idx="3617">
                  <c:v>94300.36</c:v>
                </c:pt>
                <c:pt idx="3618">
                  <c:v>94326.43</c:v>
                </c:pt>
                <c:pt idx="3619">
                  <c:v>94352.5</c:v>
                </c:pt>
                <c:pt idx="3620">
                  <c:v>94378.57</c:v>
                </c:pt>
                <c:pt idx="3621">
                  <c:v>94404.64</c:v>
                </c:pt>
                <c:pt idx="3622">
                  <c:v>94430.71</c:v>
                </c:pt>
                <c:pt idx="3623">
                  <c:v>94456.79</c:v>
                </c:pt>
                <c:pt idx="3624">
                  <c:v>94482.86</c:v>
                </c:pt>
                <c:pt idx="3625">
                  <c:v>94508.93</c:v>
                </c:pt>
                <c:pt idx="3626">
                  <c:v>94535</c:v>
                </c:pt>
                <c:pt idx="3627">
                  <c:v>94561.07</c:v>
                </c:pt>
                <c:pt idx="3628">
                  <c:v>94587.14</c:v>
                </c:pt>
                <c:pt idx="3629">
                  <c:v>94613.21</c:v>
                </c:pt>
                <c:pt idx="3630">
                  <c:v>94639.29</c:v>
                </c:pt>
                <c:pt idx="3631">
                  <c:v>94665.36</c:v>
                </c:pt>
                <c:pt idx="3632">
                  <c:v>94691.43</c:v>
                </c:pt>
                <c:pt idx="3633">
                  <c:v>94717.5</c:v>
                </c:pt>
                <c:pt idx="3634">
                  <c:v>94743.57</c:v>
                </c:pt>
                <c:pt idx="3635">
                  <c:v>94769.64</c:v>
                </c:pt>
                <c:pt idx="3636">
                  <c:v>94795.71</c:v>
                </c:pt>
                <c:pt idx="3637">
                  <c:v>94821.79</c:v>
                </c:pt>
                <c:pt idx="3638">
                  <c:v>94847.86</c:v>
                </c:pt>
                <c:pt idx="3639">
                  <c:v>94873.93</c:v>
                </c:pt>
                <c:pt idx="3640">
                  <c:v>94900</c:v>
                </c:pt>
                <c:pt idx="3641">
                  <c:v>94926.07</c:v>
                </c:pt>
                <c:pt idx="3642">
                  <c:v>94952.14</c:v>
                </c:pt>
                <c:pt idx="3643">
                  <c:v>94978.21</c:v>
                </c:pt>
                <c:pt idx="3644">
                  <c:v>95004.29</c:v>
                </c:pt>
                <c:pt idx="3645">
                  <c:v>95030.36</c:v>
                </c:pt>
                <c:pt idx="3646">
                  <c:v>95056.43</c:v>
                </c:pt>
                <c:pt idx="3647">
                  <c:v>95082.5</c:v>
                </c:pt>
                <c:pt idx="3648">
                  <c:v>95108.57</c:v>
                </c:pt>
                <c:pt idx="3649">
                  <c:v>95134.64</c:v>
                </c:pt>
                <c:pt idx="3650">
                  <c:v>95160.71</c:v>
                </c:pt>
                <c:pt idx="3651">
                  <c:v>95186.79</c:v>
                </c:pt>
                <c:pt idx="3652">
                  <c:v>95212.86</c:v>
                </c:pt>
                <c:pt idx="3653">
                  <c:v>95238.93</c:v>
                </c:pt>
                <c:pt idx="3654">
                  <c:v>95265</c:v>
                </c:pt>
                <c:pt idx="3655">
                  <c:v>95291.07</c:v>
                </c:pt>
                <c:pt idx="3656">
                  <c:v>95317.14</c:v>
                </c:pt>
                <c:pt idx="3657">
                  <c:v>95343.21</c:v>
                </c:pt>
                <c:pt idx="3658">
                  <c:v>95369.29</c:v>
                </c:pt>
                <c:pt idx="3659">
                  <c:v>95395.36</c:v>
                </c:pt>
                <c:pt idx="3660">
                  <c:v>95421.43</c:v>
                </c:pt>
                <c:pt idx="3661">
                  <c:v>95447.5</c:v>
                </c:pt>
                <c:pt idx="3662">
                  <c:v>95473.57</c:v>
                </c:pt>
                <c:pt idx="3663">
                  <c:v>95499.64</c:v>
                </c:pt>
                <c:pt idx="3664">
                  <c:v>95525.71</c:v>
                </c:pt>
                <c:pt idx="3665">
                  <c:v>95551.79</c:v>
                </c:pt>
                <c:pt idx="3666">
                  <c:v>95577.86</c:v>
                </c:pt>
                <c:pt idx="3667">
                  <c:v>95603.93</c:v>
                </c:pt>
                <c:pt idx="3668">
                  <c:v>95630</c:v>
                </c:pt>
                <c:pt idx="3669">
                  <c:v>95656.07</c:v>
                </c:pt>
                <c:pt idx="3670">
                  <c:v>95682.14</c:v>
                </c:pt>
                <c:pt idx="3671">
                  <c:v>95708.21</c:v>
                </c:pt>
                <c:pt idx="3672">
                  <c:v>95734.29</c:v>
                </c:pt>
                <c:pt idx="3673">
                  <c:v>95760.36</c:v>
                </c:pt>
                <c:pt idx="3674">
                  <c:v>95786.43</c:v>
                </c:pt>
                <c:pt idx="3675">
                  <c:v>95812.5</c:v>
                </c:pt>
                <c:pt idx="3676">
                  <c:v>95838.57</c:v>
                </c:pt>
                <c:pt idx="3677">
                  <c:v>95864.639999999999</c:v>
                </c:pt>
                <c:pt idx="3678">
                  <c:v>95890.71</c:v>
                </c:pt>
                <c:pt idx="3679">
                  <c:v>95916.79</c:v>
                </c:pt>
                <c:pt idx="3680">
                  <c:v>95942.86</c:v>
                </c:pt>
                <c:pt idx="3681">
                  <c:v>95968.93</c:v>
                </c:pt>
                <c:pt idx="3682">
                  <c:v>95995</c:v>
                </c:pt>
                <c:pt idx="3683">
                  <c:v>96021.07</c:v>
                </c:pt>
                <c:pt idx="3684">
                  <c:v>96047.14</c:v>
                </c:pt>
                <c:pt idx="3685">
                  <c:v>96073.21</c:v>
                </c:pt>
                <c:pt idx="3686">
                  <c:v>96099.29</c:v>
                </c:pt>
                <c:pt idx="3687">
                  <c:v>96125.36</c:v>
                </c:pt>
                <c:pt idx="3688">
                  <c:v>96151.43</c:v>
                </c:pt>
                <c:pt idx="3689">
                  <c:v>96177.5</c:v>
                </c:pt>
                <c:pt idx="3690">
                  <c:v>96203.57</c:v>
                </c:pt>
                <c:pt idx="3691">
                  <c:v>96229.64</c:v>
                </c:pt>
                <c:pt idx="3692">
                  <c:v>96255.71</c:v>
                </c:pt>
                <c:pt idx="3693">
                  <c:v>96281.79</c:v>
                </c:pt>
                <c:pt idx="3694">
                  <c:v>96307.86</c:v>
                </c:pt>
                <c:pt idx="3695">
                  <c:v>96333.93</c:v>
                </c:pt>
                <c:pt idx="3696">
                  <c:v>96360</c:v>
                </c:pt>
                <c:pt idx="3697">
                  <c:v>96386.07</c:v>
                </c:pt>
                <c:pt idx="3698">
                  <c:v>96412.14</c:v>
                </c:pt>
                <c:pt idx="3699">
                  <c:v>96438.21</c:v>
                </c:pt>
                <c:pt idx="3700">
                  <c:v>96464.29</c:v>
                </c:pt>
                <c:pt idx="3701">
                  <c:v>96490.36</c:v>
                </c:pt>
                <c:pt idx="3702">
                  <c:v>96516.43</c:v>
                </c:pt>
                <c:pt idx="3703">
                  <c:v>96542.5</c:v>
                </c:pt>
                <c:pt idx="3704">
                  <c:v>96568.57</c:v>
                </c:pt>
                <c:pt idx="3705">
                  <c:v>96594.64</c:v>
                </c:pt>
                <c:pt idx="3706">
                  <c:v>96620.71</c:v>
                </c:pt>
                <c:pt idx="3707">
                  <c:v>96646.79</c:v>
                </c:pt>
                <c:pt idx="3708">
                  <c:v>96672.86</c:v>
                </c:pt>
                <c:pt idx="3709">
                  <c:v>96698.93</c:v>
                </c:pt>
                <c:pt idx="3710">
                  <c:v>96725</c:v>
                </c:pt>
                <c:pt idx="3711">
                  <c:v>96751.07</c:v>
                </c:pt>
                <c:pt idx="3712">
                  <c:v>96777.14</c:v>
                </c:pt>
                <c:pt idx="3713">
                  <c:v>96803.21</c:v>
                </c:pt>
                <c:pt idx="3714">
                  <c:v>96829.29</c:v>
                </c:pt>
                <c:pt idx="3715">
                  <c:v>96855.360000000001</c:v>
                </c:pt>
                <c:pt idx="3716">
                  <c:v>96881.43</c:v>
                </c:pt>
                <c:pt idx="3717">
                  <c:v>96907.5</c:v>
                </c:pt>
                <c:pt idx="3718">
                  <c:v>96933.57</c:v>
                </c:pt>
                <c:pt idx="3719">
                  <c:v>96959.64</c:v>
                </c:pt>
                <c:pt idx="3720">
                  <c:v>96985.71</c:v>
                </c:pt>
                <c:pt idx="3721">
                  <c:v>97011.79</c:v>
                </c:pt>
                <c:pt idx="3722">
                  <c:v>97037.86</c:v>
                </c:pt>
                <c:pt idx="3723">
                  <c:v>97063.93</c:v>
                </c:pt>
                <c:pt idx="3724">
                  <c:v>97090</c:v>
                </c:pt>
                <c:pt idx="3725">
                  <c:v>97116.07</c:v>
                </c:pt>
                <c:pt idx="3726">
                  <c:v>97142.14</c:v>
                </c:pt>
                <c:pt idx="3727">
                  <c:v>97168.21</c:v>
                </c:pt>
                <c:pt idx="3728">
                  <c:v>97194.29</c:v>
                </c:pt>
                <c:pt idx="3729">
                  <c:v>97220.36</c:v>
                </c:pt>
                <c:pt idx="3730">
                  <c:v>97246.43</c:v>
                </c:pt>
                <c:pt idx="3731">
                  <c:v>97272.5</c:v>
                </c:pt>
                <c:pt idx="3732">
                  <c:v>97298.57</c:v>
                </c:pt>
                <c:pt idx="3733">
                  <c:v>97324.64</c:v>
                </c:pt>
                <c:pt idx="3734">
                  <c:v>97350.71</c:v>
                </c:pt>
                <c:pt idx="3735">
                  <c:v>97376.79</c:v>
                </c:pt>
                <c:pt idx="3736">
                  <c:v>97402.86</c:v>
                </c:pt>
                <c:pt idx="3737">
                  <c:v>97428.93</c:v>
                </c:pt>
                <c:pt idx="3738">
                  <c:v>97455</c:v>
                </c:pt>
                <c:pt idx="3739">
                  <c:v>97481.07</c:v>
                </c:pt>
                <c:pt idx="3740">
                  <c:v>97507.14</c:v>
                </c:pt>
                <c:pt idx="3741">
                  <c:v>97533.21</c:v>
                </c:pt>
                <c:pt idx="3742">
                  <c:v>97559.29</c:v>
                </c:pt>
                <c:pt idx="3743">
                  <c:v>97585.36</c:v>
                </c:pt>
                <c:pt idx="3744">
                  <c:v>97611.43</c:v>
                </c:pt>
                <c:pt idx="3745">
                  <c:v>97637.5</c:v>
                </c:pt>
                <c:pt idx="3746">
                  <c:v>97663.57</c:v>
                </c:pt>
                <c:pt idx="3747">
                  <c:v>97689.64</c:v>
                </c:pt>
                <c:pt idx="3748">
                  <c:v>97715.71</c:v>
                </c:pt>
                <c:pt idx="3749">
                  <c:v>97741.79</c:v>
                </c:pt>
                <c:pt idx="3750">
                  <c:v>97767.86</c:v>
                </c:pt>
                <c:pt idx="3751">
                  <c:v>97793.93</c:v>
                </c:pt>
                <c:pt idx="3752">
                  <c:v>97820</c:v>
                </c:pt>
                <c:pt idx="3753">
                  <c:v>97846.07</c:v>
                </c:pt>
                <c:pt idx="3754">
                  <c:v>97872.14</c:v>
                </c:pt>
                <c:pt idx="3755">
                  <c:v>97898.21</c:v>
                </c:pt>
                <c:pt idx="3756">
                  <c:v>97924.29</c:v>
                </c:pt>
                <c:pt idx="3757">
                  <c:v>97950.36</c:v>
                </c:pt>
                <c:pt idx="3758">
                  <c:v>97976.43</c:v>
                </c:pt>
                <c:pt idx="3759">
                  <c:v>98002.5</c:v>
                </c:pt>
                <c:pt idx="3760">
                  <c:v>98028.57</c:v>
                </c:pt>
                <c:pt idx="3761">
                  <c:v>98054.64</c:v>
                </c:pt>
                <c:pt idx="3762">
                  <c:v>98080.71</c:v>
                </c:pt>
                <c:pt idx="3763">
                  <c:v>98106.79</c:v>
                </c:pt>
                <c:pt idx="3764">
                  <c:v>98132.86</c:v>
                </c:pt>
                <c:pt idx="3765">
                  <c:v>98158.93</c:v>
                </c:pt>
                <c:pt idx="3766">
                  <c:v>98185</c:v>
                </c:pt>
                <c:pt idx="3767">
                  <c:v>98211.07</c:v>
                </c:pt>
                <c:pt idx="3768">
                  <c:v>98237.14</c:v>
                </c:pt>
                <c:pt idx="3769">
                  <c:v>98263.21</c:v>
                </c:pt>
                <c:pt idx="3770">
                  <c:v>98289.29</c:v>
                </c:pt>
                <c:pt idx="3771">
                  <c:v>98315.36</c:v>
                </c:pt>
                <c:pt idx="3772">
                  <c:v>98341.43</c:v>
                </c:pt>
                <c:pt idx="3773">
                  <c:v>98367.5</c:v>
                </c:pt>
                <c:pt idx="3774">
                  <c:v>98393.57</c:v>
                </c:pt>
                <c:pt idx="3775">
                  <c:v>98419.64</c:v>
                </c:pt>
                <c:pt idx="3776">
                  <c:v>98445.71</c:v>
                </c:pt>
                <c:pt idx="3777">
                  <c:v>98471.79</c:v>
                </c:pt>
                <c:pt idx="3778">
                  <c:v>98497.86</c:v>
                </c:pt>
                <c:pt idx="3779">
                  <c:v>98523.93</c:v>
                </c:pt>
                <c:pt idx="3780">
                  <c:v>98550</c:v>
                </c:pt>
                <c:pt idx="3781">
                  <c:v>98576.07</c:v>
                </c:pt>
                <c:pt idx="3782">
                  <c:v>98602.14</c:v>
                </c:pt>
                <c:pt idx="3783">
                  <c:v>98628.21</c:v>
                </c:pt>
                <c:pt idx="3784">
                  <c:v>98654.29</c:v>
                </c:pt>
                <c:pt idx="3785">
                  <c:v>98680.36</c:v>
                </c:pt>
                <c:pt idx="3786">
                  <c:v>98706.43</c:v>
                </c:pt>
                <c:pt idx="3787">
                  <c:v>98732.5</c:v>
                </c:pt>
                <c:pt idx="3788">
                  <c:v>98758.57</c:v>
                </c:pt>
                <c:pt idx="3789">
                  <c:v>98784.639999999999</c:v>
                </c:pt>
                <c:pt idx="3790">
                  <c:v>98810.71</c:v>
                </c:pt>
                <c:pt idx="3791">
                  <c:v>98836.79</c:v>
                </c:pt>
                <c:pt idx="3792">
                  <c:v>98862.86</c:v>
                </c:pt>
                <c:pt idx="3793">
                  <c:v>98888.93</c:v>
                </c:pt>
                <c:pt idx="3794">
                  <c:v>98915</c:v>
                </c:pt>
                <c:pt idx="3795">
                  <c:v>98941.07</c:v>
                </c:pt>
                <c:pt idx="3796">
                  <c:v>98967.14</c:v>
                </c:pt>
                <c:pt idx="3797">
                  <c:v>98993.21</c:v>
                </c:pt>
                <c:pt idx="3798">
                  <c:v>99019.29</c:v>
                </c:pt>
                <c:pt idx="3799">
                  <c:v>99045.36</c:v>
                </c:pt>
                <c:pt idx="3800">
                  <c:v>99071.43</c:v>
                </c:pt>
                <c:pt idx="3801">
                  <c:v>99097.5</c:v>
                </c:pt>
                <c:pt idx="3802">
                  <c:v>99123.57</c:v>
                </c:pt>
                <c:pt idx="3803">
                  <c:v>99149.64</c:v>
                </c:pt>
                <c:pt idx="3804">
                  <c:v>99175.71</c:v>
                </c:pt>
                <c:pt idx="3805">
                  <c:v>99201.79</c:v>
                </c:pt>
                <c:pt idx="3806">
                  <c:v>99227.86</c:v>
                </c:pt>
                <c:pt idx="3807">
                  <c:v>99253.93</c:v>
                </c:pt>
                <c:pt idx="3808">
                  <c:v>99280</c:v>
                </c:pt>
                <c:pt idx="3809">
                  <c:v>99306.07</c:v>
                </c:pt>
                <c:pt idx="3810">
                  <c:v>99332.14</c:v>
                </c:pt>
                <c:pt idx="3811">
                  <c:v>99358.21</c:v>
                </c:pt>
                <c:pt idx="3812">
                  <c:v>99384.29</c:v>
                </c:pt>
                <c:pt idx="3813">
                  <c:v>99410.36</c:v>
                </c:pt>
                <c:pt idx="3814">
                  <c:v>99436.43</c:v>
                </c:pt>
                <c:pt idx="3815">
                  <c:v>99462.5</c:v>
                </c:pt>
                <c:pt idx="3816">
                  <c:v>99488.57</c:v>
                </c:pt>
                <c:pt idx="3817">
                  <c:v>99514.64</c:v>
                </c:pt>
                <c:pt idx="3818">
                  <c:v>99540.71</c:v>
                </c:pt>
                <c:pt idx="3819">
                  <c:v>99566.79</c:v>
                </c:pt>
                <c:pt idx="3820">
                  <c:v>99592.86</c:v>
                </c:pt>
                <c:pt idx="3821">
                  <c:v>99618.93</c:v>
                </c:pt>
                <c:pt idx="3822">
                  <c:v>99645</c:v>
                </c:pt>
                <c:pt idx="3823">
                  <c:v>99671.07</c:v>
                </c:pt>
                <c:pt idx="3824">
                  <c:v>99697.14</c:v>
                </c:pt>
                <c:pt idx="3825">
                  <c:v>99723.21</c:v>
                </c:pt>
                <c:pt idx="3826">
                  <c:v>99749.29</c:v>
                </c:pt>
                <c:pt idx="3827">
                  <c:v>99775.360000000001</c:v>
                </c:pt>
                <c:pt idx="3828">
                  <c:v>99801.43</c:v>
                </c:pt>
                <c:pt idx="3829">
                  <c:v>99827.5</c:v>
                </c:pt>
                <c:pt idx="3830">
                  <c:v>99853.57</c:v>
                </c:pt>
                <c:pt idx="3831">
                  <c:v>99879.64</c:v>
                </c:pt>
                <c:pt idx="3832">
                  <c:v>99905.71</c:v>
                </c:pt>
                <c:pt idx="3833">
                  <c:v>99931.79</c:v>
                </c:pt>
                <c:pt idx="3834">
                  <c:v>99957.86</c:v>
                </c:pt>
                <c:pt idx="3835">
                  <c:v>99983.93</c:v>
                </c:pt>
                <c:pt idx="3836">
                  <c:v>100010</c:v>
                </c:pt>
                <c:pt idx="3837">
                  <c:v>100036.07</c:v>
                </c:pt>
                <c:pt idx="3838">
                  <c:v>100062.14</c:v>
                </c:pt>
                <c:pt idx="3839">
                  <c:v>100088.21</c:v>
                </c:pt>
                <c:pt idx="3840">
                  <c:v>100114.29</c:v>
                </c:pt>
                <c:pt idx="3841">
                  <c:v>100140.36</c:v>
                </c:pt>
                <c:pt idx="3842">
                  <c:v>100166.43</c:v>
                </c:pt>
                <c:pt idx="3843">
                  <c:v>100192.5</c:v>
                </c:pt>
                <c:pt idx="3844">
                  <c:v>100218.57</c:v>
                </c:pt>
                <c:pt idx="3845">
                  <c:v>100244.64</c:v>
                </c:pt>
                <c:pt idx="3846">
                  <c:v>100270.71</c:v>
                </c:pt>
                <c:pt idx="3847">
                  <c:v>100296.79</c:v>
                </c:pt>
                <c:pt idx="3848">
                  <c:v>100322.86</c:v>
                </c:pt>
                <c:pt idx="3849">
                  <c:v>100348.93</c:v>
                </c:pt>
                <c:pt idx="3850">
                  <c:v>100375</c:v>
                </c:pt>
                <c:pt idx="3851">
                  <c:v>100401.07</c:v>
                </c:pt>
                <c:pt idx="3852">
                  <c:v>100427.14</c:v>
                </c:pt>
                <c:pt idx="3853">
                  <c:v>100453.21</c:v>
                </c:pt>
                <c:pt idx="3854">
                  <c:v>100479.29</c:v>
                </c:pt>
                <c:pt idx="3855">
                  <c:v>100505.36</c:v>
                </c:pt>
                <c:pt idx="3856">
                  <c:v>100531.43</c:v>
                </c:pt>
                <c:pt idx="3857">
                  <c:v>100557.5</c:v>
                </c:pt>
                <c:pt idx="3858">
                  <c:v>100583.57</c:v>
                </c:pt>
                <c:pt idx="3859">
                  <c:v>100609.64</c:v>
                </c:pt>
                <c:pt idx="3860">
                  <c:v>100635.71</c:v>
                </c:pt>
                <c:pt idx="3861">
                  <c:v>100661.79</c:v>
                </c:pt>
                <c:pt idx="3862">
                  <c:v>100687.86</c:v>
                </c:pt>
                <c:pt idx="3863">
                  <c:v>100713.93</c:v>
                </c:pt>
                <c:pt idx="3864">
                  <c:v>100740</c:v>
                </c:pt>
                <c:pt idx="3865">
                  <c:v>100766.07</c:v>
                </c:pt>
                <c:pt idx="3866">
                  <c:v>100792.14</c:v>
                </c:pt>
                <c:pt idx="3867">
                  <c:v>100818.21</c:v>
                </c:pt>
                <c:pt idx="3868">
                  <c:v>100844.29</c:v>
                </c:pt>
                <c:pt idx="3869">
                  <c:v>100870.36</c:v>
                </c:pt>
                <c:pt idx="3870">
                  <c:v>100896.43</c:v>
                </c:pt>
                <c:pt idx="3871">
                  <c:v>100922.5</c:v>
                </c:pt>
                <c:pt idx="3872">
                  <c:v>100948.57</c:v>
                </c:pt>
                <c:pt idx="3873">
                  <c:v>100974.64</c:v>
                </c:pt>
                <c:pt idx="3874">
                  <c:v>101000.71</c:v>
                </c:pt>
                <c:pt idx="3875">
                  <c:v>101026.79</c:v>
                </c:pt>
                <c:pt idx="3876">
                  <c:v>101052.86</c:v>
                </c:pt>
                <c:pt idx="3877">
                  <c:v>101078.93</c:v>
                </c:pt>
                <c:pt idx="3878">
                  <c:v>101105</c:v>
                </c:pt>
                <c:pt idx="3879">
                  <c:v>101131.07</c:v>
                </c:pt>
                <c:pt idx="3880">
                  <c:v>101157.14</c:v>
                </c:pt>
                <c:pt idx="3881">
                  <c:v>101183.21</c:v>
                </c:pt>
                <c:pt idx="3882">
                  <c:v>101209.29</c:v>
                </c:pt>
                <c:pt idx="3883">
                  <c:v>101235.36</c:v>
                </c:pt>
                <c:pt idx="3884">
                  <c:v>101261.43</c:v>
                </c:pt>
                <c:pt idx="3885">
                  <c:v>101287.5</c:v>
                </c:pt>
                <c:pt idx="3886">
                  <c:v>101313.57</c:v>
                </c:pt>
                <c:pt idx="3887">
                  <c:v>101339.64</c:v>
                </c:pt>
                <c:pt idx="3888">
                  <c:v>101365.71</c:v>
                </c:pt>
                <c:pt idx="3889">
                  <c:v>101391.79</c:v>
                </c:pt>
                <c:pt idx="3890">
                  <c:v>101417.86</c:v>
                </c:pt>
                <c:pt idx="3891">
                  <c:v>101443.93</c:v>
                </c:pt>
                <c:pt idx="3892">
                  <c:v>101470</c:v>
                </c:pt>
                <c:pt idx="3893">
                  <c:v>101496.07</c:v>
                </c:pt>
                <c:pt idx="3894">
                  <c:v>101522.14</c:v>
                </c:pt>
                <c:pt idx="3895">
                  <c:v>101548.21</c:v>
                </c:pt>
                <c:pt idx="3896">
                  <c:v>101574.29</c:v>
                </c:pt>
                <c:pt idx="3897">
                  <c:v>101600.36</c:v>
                </c:pt>
                <c:pt idx="3898">
                  <c:v>101626.43</c:v>
                </c:pt>
                <c:pt idx="3899">
                  <c:v>101652.5</c:v>
                </c:pt>
                <c:pt idx="3900">
                  <c:v>101678.57</c:v>
                </c:pt>
                <c:pt idx="3901">
                  <c:v>101704.64</c:v>
                </c:pt>
                <c:pt idx="3902">
                  <c:v>101730.71</c:v>
                </c:pt>
                <c:pt idx="3903">
                  <c:v>101756.79</c:v>
                </c:pt>
                <c:pt idx="3904">
                  <c:v>101782.86</c:v>
                </c:pt>
                <c:pt idx="3905">
                  <c:v>101808.93</c:v>
                </c:pt>
                <c:pt idx="3906">
                  <c:v>101835</c:v>
                </c:pt>
                <c:pt idx="3907">
                  <c:v>101861.07</c:v>
                </c:pt>
                <c:pt idx="3908">
                  <c:v>101887.14</c:v>
                </c:pt>
                <c:pt idx="3909">
                  <c:v>101913.21</c:v>
                </c:pt>
                <c:pt idx="3910">
                  <c:v>101939.29</c:v>
                </c:pt>
                <c:pt idx="3911">
                  <c:v>101965.36</c:v>
                </c:pt>
                <c:pt idx="3912">
                  <c:v>101991.43</c:v>
                </c:pt>
                <c:pt idx="3913">
                  <c:v>102017.5</c:v>
                </c:pt>
                <c:pt idx="3914">
                  <c:v>102043.57</c:v>
                </c:pt>
                <c:pt idx="3915">
                  <c:v>102069.64</c:v>
                </c:pt>
                <c:pt idx="3916">
                  <c:v>102095.71</c:v>
                </c:pt>
                <c:pt idx="3917">
                  <c:v>102121.79</c:v>
                </c:pt>
                <c:pt idx="3918">
                  <c:v>102147.86</c:v>
                </c:pt>
                <c:pt idx="3919">
                  <c:v>102173.93</c:v>
                </c:pt>
                <c:pt idx="3920">
                  <c:v>102200</c:v>
                </c:pt>
                <c:pt idx="3921">
                  <c:v>102226.07</c:v>
                </c:pt>
                <c:pt idx="3922">
                  <c:v>102252.14</c:v>
                </c:pt>
                <c:pt idx="3923">
                  <c:v>102278.21</c:v>
                </c:pt>
                <c:pt idx="3924">
                  <c:v>102304.29</c:v>
                </c:pt>
                <c:pt idx="3925">
                  <c:v>102330.36</c:v>
                </c:pt>
                <c:pt idx="3926">
                  <c:v>102356.43</c:v>
                </c:pt>
                <c:pt idx="3927">
                  <c:v>102382.5</c:v>
                </c:pt>
                <c:pt idx="3928">
                  <c:v>102408.57</c:v>
                </c:pt>
                <c:pt idx="3929">
                  <c:v>102434.64</c:v>
                </c:pt>
                <c:pt idx="3930">
                  <c:v>102460.71</c:v>
                </c:pt>
                <c:pt idx="3931">
                  <c:v>102486.79</c:v>
                </c:pt>
                <c:pt idx="3932">
                  <c:v>102512.86</c:v>
                </c:pt>
                <c:pt idx="3933">
                  <c:v>102538.93</c:v>
                </c:pt>
                <c:pt idx="3934">
                  <c:v>102565</c:v>
                </c:pt>
                <c:pt idx="3935">
                  <c:v>102591.07</c:v>
                </c:pt>
                <c:pt idx="3936">
                  <c:v>102617.14</c:v>
                </c:pt>
                <c:pt idx="3937">
                  <c:v>102643.21</c:v>
                </c:pt>
                <c:pt idx="3938">
                  <c:v>102669.29</c:v>
                </c:pt>
                <c:pt idx="3939">
                  <c:v>102695.36</c:v>
                </c:pt>
                <c:pt idx="3940">
                  <c:v>102721.43</c:v>
                </c:pt>
                <c:pt idx="3941">
                  <c:v>102747.5</c:v>
                </c:pt>
                <c:pt idx="3942">
                  <c:v>102773.57</c:v>
                </c:pt>
                <c:pt idx="3943">
                  <c:v>102799.64</c:v>
                </c:pt>
                <c:pt idx="3944">
                  <c:v>102825.71</c:v>
                </c:pt>
                <c:pt idx="3945">
                  <c:v>102851.79</c:v>
                </c:pt>
                <c:pt idx="3946">
                  <c:v>102877.86</c:v>
                </c:pt>
                <c:pt idx="3947">
                  <c:v>102903.93</c:v>
                </c:pt>
                <c:pt idx="3948">
                  <c:v>102930</c:v>
                </c:pt>
                <c:pt idx="3949">
                  <c:v>102956.07</c:v>
                </c:pt>
                <c:pt idx="3950">
                  <c:v>102982.14</c:v>
                </c:pt>
                <c:pt idx="3951">
                  <c:v>103008.21</c:v>
                </c:pt>
                <c:pt idx="3952">
                  <c:v>103034.29</c:v>
                </c:pt>
                <c:pt idx="3953">
                  <c:v>103060.36</c:v>
                </c:pt>
                <c:pt idx="3954">
                  <c:v>103086.43</c:v>
                </c:pt>
                <c:pt idx="3955">
                  <c:v>103112.5</c:v>
                </c:pt>
                <c:pt idx="3956">
                  <c:v>103138.57</c:v>
                </c:pt>
                <c:pt idx="3957">
                  <c:v>103164.64</c:v>
                </c:pt>
                <c:pt idx="3958">
                  <c:v>103190.71</c:v>
                </c:pt>
                <c:pt idx="3959">
                  <c:v>103216.79</c:v>
                </c:pt>
                <c:pt idx="3960">
                  <c:v>103242.86</c:v>
                </c:pt>
                <c:pt idx="3961">
                  <c:v>103268.93</c:v>
                </c:pt>
                <c:pt idx="3962">
                  <c:v>103295</c:v>
                </c:pt>
                <c:pt idx="3963">
                  <c:v>103321.07</c:v>
                </c:pt>
                <c:pt idx="3964">
                  <c:v>103347.14</c:v>
                </c:pt>
                <c:pt idx="3965">
                  <c:v>103373.21</c:v>
                </c:pt>
                <c:pt idx="3966">
                  <c:v>103399.29</c:v>
                </c:pt>
                <c:pt idx="3967">
                  <c:v>103425.36</c:v>
                </c:pt>
                <c:pt idx="3968">
                  <c:v>103451.43</c:v>
                </c:pt>
                <c:pt idx="3969">
                  <c:v>103477.5</c:v>
                </c:pt>
                <c:pt idx="3970">
                  <c:v>103503.57</c:v>
                </c:pt>
                <c:pt idx="3971">
                  <c:v>103529.64</c:v>
                </c:pt>
                <c:pt idx="3972">
                  <c:v>103555.71</c:v>
                </c:pt>
                <c:pt idx="3973">
                  <c:v>103581.79</c:v>
                </c:pt>
                <c:pt idx="3974">
                  <c:v>103607.86</c:v>
                </c:pt>
                <c:pt idx="3975">
                  <c:v>103633.93</c:v>
                </c:pt>
                <c:pt idx="3976">
                  <c:v>103660</c:v>
                </c:pt>
                <c:pt idx="3977">
                  <c:v>103686.07</c:v>
                </c:pt>
                <c:pt idx="3978">
                  <c:v>103712.14</c:v>
                </c:pt>
                <c:pt idx="3979">
                  <c:v>103738.21</c:v>
                </c:pt>
                <c:pt idx="3980">
                  <c:v>103764.29</c:v>
                </c:pt>
                <c:pt idx="3981">
                  <c:v>103790.36</c:v>
                </c:pt>
                <c:pt idx="3982">
                  <c:v>103816.43</c:v>
                </c:pt>
                <c:pt idx="3983">
                  <c:v>103842.5</c:v>
                </c:pt>
                <c:pt idx="3984">
                  <c:v>103868.57</c:v>
                </c:pt>
                <c:pt idx="3985">
                  <c:v>103894.64</c:v>
                </c:pt>
                <c:pt idx="3986">
                  <c:v>103920.71</c:v>
                </c:pt>
                <c:pt idx="3987">
                  <c:v>103946.79</c:v>
                </c:pt>
                <c:pt idx="3988">
                  <c:v>103972.86</c:v>
                </c:pt>
                <c:pt idx="3989">
                  <c:v>103998.93</c:v>
                </c:pt>
                <c:pt idx="3990">
                  <c:v>104025</c:v>
                </c:pt>
                <c:pt idx="3991">
                  <c:v>104051.07</c:v>
                </c:pt>
                <c:pt idx="3992">
                  <c:v>104077.14</c:v>
                </c:pt>
                <c:pt idx="3993">
                  <c:v>104103.21</c:v>
                </c:pt>
                <c:pt idx="3994">
                  <c:v>104129.29</c:v>
                </c:pt>
                <c:pt idx="3995">
                  <c:v>104155.36</c:v>
                </c:pt>
                <c:pt idx="3996">
                  <c:v>104181.43</c:v>
                </c:pt>
                <c:pt idx="3997">
                  <c:v>104207.5</c:v>
                </c:pt>
                <c:pt idx="3998">
                  <c:v>104233.57</c:v>
                </c:pt>
                <c:pt idx="3999">
                  <c:v>104259.64</c:v>
                </c:pt>
                <c:pt idx="4000">
                  <c:v>104285.71</c:v>
                </c:pt>
                <c:pt idx="4001">
                  <c:v>104311.79</c:v>
                </c:pt>
                <c:pt idx="4002">
                  <c:v>104337.86</c:v>
                </c:pt>
                <c:pt idx="4003">
                  <c:v>104363.93</c:v>
                </c:pt>
                <c:pt idx="4004">
                  <c:v>104390</c:v>
                </c:pt>
                <c:pt idx="4005">
                  <c:v>104416.07</c:v>
                </c:pt>
                <c:pt idx="4006">
                  <c:v>104442.14</c:v>
                </c:pt>
                <c:pt idx="4007">
                  <c:v>104468.21</c:v>
                </c:pt>
                <c:pt idx="4008">
                  <c:v>104494.29</c:v>
                </c:pt>
                <c:pt idx="4009">
                  <c:v>104520.36</c:v>
                </c:pt>
                <c:pt idx="4010">
                  <c:v>104546.43</c:v>
                </c:pt>
                <c:pt idx="4011">
                  <c:v>104572.5</c:v>
                </c:pt>
                <c:pt idx="4012">
                  <c:v>104598.57</c:v>
                </c:pt>
                <c:pt idx="4013">
                  <c:v>104624.64</c:v>
                </c:pt>
                <c:pt idx="4014">
                  <c:v>104650.71</c:v>
                </c:pt>
                <c:pt idx="4015">
                  <c:v>104676.79</c:v>
                </c:pt>
                <c:pt idx="4016">
                  <c:v>104702.86</c:v>
                </c:pt>
                <c:pt idx="4017">
                  <c:v>104728.93</c:v>
                </c:pt>
                <c:pt idx="4018">
                  <c:v>104755</c:v>
                </c:pt>
                <c:pt idx="4019">
                  <c:v>104781.07</c:v>
                </c:pt>
                <c:pt idx="4020">
                  <c:v>104807.14</c:v>
                </c:pt>
                <c:pt idx="4021">
                  <c:v>104833.21</c:v>
                </c:pt>
                <c:pt idx="4022">
                  <c:v>104859.29</c:v>
                </c:pt>
                <c:pt idx="4023">
                  <c:v>104885.36</c:v>
                </c:pt>
                <c:pt idx="4024">
                  <c:v>104911.43</c:v>
                </c:pt>
                <c:pt idx="4025">
                  <c:v>104937.5</c:v>
                </c:pt>
                <c:pt idx="4026">
                  <c:v>104963.57</c:v>
                </c:pt>
                <c:pt idx="4027">
                  <c:v>104989.64</c:v>
                </c:pt>
                <c:pt idx="4028">
                  <c:v>105015.71</c:v>
                </c:pt>
                <c:pt idx="4029">
                  <c:v>105041.79</c:v>
                </c:pt>
                <c:pt idx="4030">
                  <c:v>105067.86</c:v>
                </c:pt>
                <c:pt idx="4031">
                  <c:v>105093.93</c:v>
                </c:pt>
                <c:pt idx="4032">
                  <c:v>105120</c:v>
                </c:pt>
                <c:pt idx="4033">
                  <c:v>105146.07</c:v>
                </c:pt>
                <c:pt idx="4034">
                  <c:v>105172.14</c:v>
                </c:pt>
                <c:pt idx="4035">
                  <c:v>105198.21</c:v>
                </c:pt>
                <c:pt idx="4036">
                  <c:v>105224.29</c:v>
                </c:pt>
                <c:pt idx="4037">
                  <c:v>105250.36</c:v>
                </c:pt>
                <c:pt idx="4038">
                  <c:v>105276.43</c:v>
                </c:pt>
                <c:pt idx="4039">
                  <c:v>105302.5</c:v>
                </c:pt>
                <c:pt idx="4040">
                  <c:v>105328.57</c:v>
                </c:pt>
                <c:pt idx="4041">
                  <c:v>105354.64</c:v>
                </c:pt>
                <c:pt idx="4042">
                  <c:v>105380.71</c:v>
                </c:pt>
                <c:pt idx="4043">
                  <c:v>105406.79</c:v>
                </c:pt>
                <c:pt idx="4044">
                  <c:v>105432.86</c:v>
                </c:pt>
                <c:pt idx="4045">
                  <c:v>105458.93</c:v>
                </c:pt>
                <c:pt idx="4046">
                  <c:v>105485</c:v>
                </c:pt>
                <c:pt idx="4047">
                  <c:v>105511.07</c:v>
                </c:pt>
                <c:pt idx="4048">
                  <c:v>105537.14</c:v>
                </c:pt>
                <c:pt idx="4049">
                  <c:v>105563.21</c:v>
                </c:pt>
                <c:pt idx="4050">
                  <c:v>105589.29</c:v>
                </c:pt>
                <c:pt idx="4051">
                  <c:v>105615.36</c:v>
                </c:pt>
                <c:pt idx="4052">
                  <c:v>105641.43</c:v>
                </c:pt>
                <c:pt idx="4053">
                  <c:v>105667.5</c:v>
                </c:pt>
                <c:pt idx="4054">
                  <c:v>105693.57</c:v>
                </c:pt>
                <c:pt idx="4055">
                  <c:v>105719.64</c:v>
                </c:pt>
                <c:pt idx="4056">
                  <c:v>105745.71</c:v>
                </c:pt>
                <c:pt idx="4057">
                  <c:v>105771.79</c:v>
                </c:pt>
                <c:pt idx="4058">
                  <c:v>105797.86</c:v>
                </c:pt>
                <c:pt idx="4059">
                  <c:v>105823.93</c:v>
                </c:pt>
                <c:pt idx="4060">
                  <c:v>105850</c:v>
                </c:pt>
                <c:pt idx="4061">
                  <c:v>105876.07</c:v>
                </c:pt>
                <c:pt idx="4062">
                  <c:v>105902.14</c:v>
                </c:pt>
                <c:pt idx="4063">
                  <c:v>105928.21</c:v>
                </c:pt>
                <c:pt idx="4064">
                  <c:v>105954.29</c:v>
                </c:pt>
                <c:pt idx="4065">
                  <c:v>105980.36</c:v>
                </c:pt>
                <c:pt idx="4066">
                  <c:v>106006.43</c:v>
                </c:pt>
                <c:pt idx="4067">
                  <c:v>106032.5</c:v>
                </c:pt>
                <c:pt idx="4068">
                  <c:v>106058.57</c:v>
                </c:pt>
                <c:pt idx="4069">
                  <c:v>106084.64</c:v>
                </c:pt>
                <c:pt idx="4070">
                  <c:v>106110.71</c:v>
                </c:pt>
                <c:pt idx="4071">
                  <c:v>106136.79</c:v>
                </c:pt>
                <c:pt idx="4072">
                  <c:v>106162.86</c:v>
                </c:pt>
                <c:pt idx="4073">
                  <c:v>106188.93</c:v>
                </c:pt>
                <c:pt idx="4074">
                  <c:v>106215</c:v>
                </c:pt>
                <c:pt idx="4075">
                  <c:v>106241.07</c:v>
                </c:pt>
                <c:pt idx="4076">
                  <c:v>106267.14</c:v>
                </c:pt>
                <c:pt idx="4077">
                  <c:v>106293.21</c:v>
                </c:pt>
                <c:pt idx="4078">
                  <c:v>106319.29</c:v>
                </c:pt>
                <c:pt idx="4079">
                  <c:v>106345.36</c:v>
                </c:pt>
                <c:pt idx="4080">
                  <c:v>106371.43</c:v>
                </c:pt>
                <c:pt idx="4081">
                  <c:v>106397.5</c:v>
                </c:pt>
                <c:pt idx="4082">
                  <c:v>106423.57</c:v>
                </c:pt>
                <c:pt idx="4083">
                  <c:v>106449.64</c:v>
                </c:pt>
                <c:pt idx="4084">
                  <c:v>106475.71</c:v>
                </c:pt>
                <c:pt idx="4085">
                  <c:v>106501.79</c:v>
                </c:pt>
                <c:pt idx="4086">
                  <c:v>106527.86</c:v>
                </c:pt>
                <c:pt idx="4087">
                  <c:v>106553.93</c:v>
                </c:pt>
                <c:pt idx="4088">
                  <c:v>106580</c:v>
                </c:pt>
                <c:pt idx="4089">
                  <c:v>106606.07</c:v>
                </c:pt>
                <c:pt idx="4090">
                  <c:v>106632.14</c:v>
                </c:pt>
                <c:pt idx="4091">
                  <c:v>106658.21</c:v>
                </c:pt>
                <c:pt idx="4092">
                  <c:v>106684.29</c:v>
                </c:pt>
                <c:pt idx="4093">
                  <c:v>106710.36</c:v>
                </c:pt>
                <c:pt idx="4094">
                  <c:v>106736.43</c:v>
                </c:pt>
                <c:pt idx="4095">
                  <c:v>106762.5</c:v>
                </c:pt>
                <c:pt idx="4096">
                  <c:v>106788.57</c:v>
                </c:pt>
                <c:pt idx="4097">
                  <c:v>106814.64</c:v>
                </c:pt>
                <c:pt idx="4098">
                  <c:v>106840.71</c:v>
                </c:pt>
                <c:pt idx="4099">
                  <c:v>106866.79</c:v>
                </c:pt>
                <c:pt idx="4100">
                  <c:v>106892.86</c:v>
                </c:pt>
                <c:pt idx="4101">
                  <c:v>106918.93</c:v>
                </c:pt>
                <c:pt idx="4102">
                  <c:v>106945</c:v>
                </c:pt>
                <c:pt idx="4103">
                  <c:v>106971.07</c:v>
                </c:pt>
                <c:pt idx="4104">
                  <c:v>106997.14</c:v>
                </c:pt>
                <c:pt idx="4105">
                  <c:v>107023.21</c:v>
                </c:pt>
                <c:pt idx="4106">
                  <c:v>107049.29</c:v>
                </c:pt>
                <c:pt idx="4107">
                  <c:v>107075.36</c:v>
                </c:pt>
                <c:pt idx="4108">
                  <c:v>107101.43</c:v>
                </c:pt>
                <c:pt idx="4109">
                  <c:v>107127.5</c:v>
                </c:pt>
                <c:pt idx="4110">
                  <c:v>107153.57</c:v>
                </c:pt>
                <c:pt idx="4111">
                  <c:v>107179.64</c:v>
                </c:pt>
                <c:pt idx="4112">
                  <c:v>107205.71</c:v>
                </c:pt>
                <c:pt idx="4113">
                  <c:v>107231.79</c:v>
                </c:pt>
                <c:pt idx="4114">
                  <c:v>107257.86</c:v>
                </c:pt>
                <c:pt idx="4115">
                  <c:v>107283.93</c:v>
                </c:pt>
                <c:pt idx="4116">
                  <c:v>107310</c:v>
                </c:pt>
                <c:pt idx="4117">
                  <c:v>107336.07</c:v>
                </c:pt>
                <c:pt idx="4118">
                  <c:v>107362.14</c:v>
                </c:pt>
                <c:pt idx="4119">
                  <c:v>107388.21</c:v>
                </c:pt>
                <c:pt idx="4120">
                  <c:v>107414.29</c:v>
                </c:pt>
                <c:pt idx="4121">
                  <c:v>107440.36</c:v>
                </c:pt>
                <c:pt idx="4122">
                  <c:v>107466.43</c:v>
                </c:pt>
                <c:pt idx="4123">
                  <c:v>107492.5</c:v>
                </c:pt>
                <c:pt idx="4124">
                  <c:v>107518.57</c:v>
                </c:pt>
                <c:pt idx="4125">
                  <c:v>107544.64</c:v>
                </c:pt>
                <c:pt idx="4126">
                  <c:v>107570.71</c:v>
                </c:pt>
                <c:pt idx="4127">
                  <c:v>107596.79</c:v>
                </c:pt>
                <c:pt idx="4128">
                  <c:v>107622.86</c:v>
                </c:pt>
                <c:pt idx="4129">
                  <c:v>107648.93</c:v>
                </c:pt>
                <c:pt idx="4130">
                  <c:v>107675</c:v>
                </c:pt>
                <c:pt idx="4131">
                  <c:v>107701.07</c:v>
                </c:pt>
                <c:pt idx="4132">
                  <c:v>107727.14</c:v>
                </c:pt>
                <c:pt idx="4133">
                  <c:v>107753.21</c:v>
                </c:pt>
                <c:pt idx="4134">
                  <c:v>107779.29</c:v>
                </c:pt>
                <c:pt idx="4135">
                  <c:v>107805.36</c:v>
                </c:pt>
                <c:pt idx="4136">
                  <c:v>107831.43</c:v>
                </c:pt>
                <c:pt idx="4137">
                  <c:v>107857.5</c:v>
                </c:pt>
                <c:pt idx="4138">
                  <c:v>107883.57</c:v>
                </c:pt>
                <c:pt idx="4139">
                  <c:v>107909.64</c:v>
                </c:pt>
                <c:pt idx="4140">
                  <c:v>107935.71</c:v>
                </c:pt>
                <c:pt idx="4141">
                  <c:v>107961.79</c:v>
                </c:pt>
                <c:pt idx="4142">
                  <c:v>107987.86</c:v>
                </c:pt>
                <c:pt idx="4143">
                  <c:v>108013.93</c:v>
                </c:pt>
                <c:pt idx="4144">
                  <c:v>108040</c:v>
                </c:pt>
                <c:pt idx="4145">
                  <c:v>108066.07</c:v>
                </c:pt>
                <c:pt idx="4146">
                  <c:v>108092.14</c:v>
                </c:pt>
                <c:pt idx="4147">
                  <c:v>108118.21</c:v>
                </c:pt>
                <c:pt idx="4148">
                  <c:v>108144.29</c:v>
                </c:pt>
                <c:pt idx="4149">
                  <c:v>108170.36</c:v>
                </c:pt>
                <c:pt idx="4150">
                  <c:v>108196.43</c:v>
                </c:pt>
                <c:pt idx="4151">
                  <c:v>108222.5</c:v>
                </c:pt>
                <c:pt idx="4152">
                  <c:v>108248.57</c:v>
                </c:pt>
                <c:pt idx="4153">
                  <c:v>108274.64</c:v>
                </c:pt>
                <c:pt idx="4154">
                  <c:v>108300.71</c:v>
                </c:pt>
                <c:pt idx="4155">
                  <c:v>108326.79</c:v>
                </c:pt>
                <c:pt idx="4156">
                  <c:v>108352.86</c:v>
                </c:pt>
                <c:pt idx="4157">
                  <c:v>108378.93</c:v>
                </c:pt>
                <c:pt idx="4158">
                  <c:v>108405</c:v>
                </c:pt>
                <c:pt idx="4159">
                  <c:v>108431.07</c:v>
                </c:pt>
                <c:pt idx="4160">
                  <c:v>108457.14</c:v>
                </c:pt>
                <c:pt idx="4161">
                  <c:v>108483.21</c:v>
                </c:pt>
                <c:pt idx="4162">
                  <c:v>108509.29</c:v>
                </c:pt>
                <c:pt idx="4163">
                  <c:v>108535.36</c:v>
                </c:pt>
                <c:pt idx="4164">
                  <c:v>108561.43</c:v>
                </c:pt>
                <c:pt idx="4165">
                  <c:v>108587.5</c:v>
                </c:pt>
                <c:pt idx="4166">
                  <c:v>108613.57</c:v>
                </c:pt>
                <c:pt idx="4167">
                  <c:v>108639.64</c:v>
                </c:pt>
                <c:pt idx="4168">
                  <c:v>108665.71</c:v>
                </c:pt>
                <c:pt idx="4169">
                  <c:v>108691.79</c:v>
                </c:pt>
                <c:pt idx="4170">
                  <c:v>108717.86</c:v>
                </c:pt>
                <c:pt idx="4171">
                  <c:v>108743.93</c:v>
                </c:pt>
                <c:pt idx="4172">
                  <c:v>108770</c:v>
                </c:pt>
                <c:pt idx="4173">
                  <c:v>108796.07</c:v>
                </c:pt>
                <c:pt idx="4174">
                  <c:v>108822.14</c:v>
                </c:pt>
                <c:pt idx="4175">
                  <c:v>108848.21</c:v>
                </c:pt>
                <c:pt idx="4176">
                  <c:v>108874.29</c:v>
                </c:pt>
                <c:pt idx="4177">
                  <c:v>108900.36</c:v>
                </c:pt>
                <c:pt idx="4178">
                  <c:v>108926.43</c:v>
                </c:pt>
                <c:pt idx="4179">
                  <c:v>108952.5</c:v>
                </c:pt>
                <c:pt idx="4180">
                  <c:v>108978.57</c:v>
                </c:pt>
                <c:pt idx="4181">
                  <c:v>109004.64</c:v>
                </c:pt>
                <c:pt idx="4182">
                  <c:v>109030.71</c:v>
                </c:pt>
                <c:pt idx="4183">
                  <c:v>109056.79</c:v>
                </c:pt>
                <c:pt idx="4184">
                  <c:v>109082.86</c:v>
                </c:pt>
                <c:pt idx="4185">
                  <c:v>109108.93</c:v>
                </c:pt>
                <c:pt idx="4186">
                  <c:v>109135</c:v>
                </c:pt>
                <c:pt idx="4187">
                  <c:v>109161.07</c:v>
                </c:pt>
                <c:pt idx="4188">
                  <c:v>109187.14</c:v>
                </c:pt>
                <c:pt idx="4189">
                  <c:v>109213.21</c:v>
                </c:pt>
                <c:pt idx="4190">
                  <c:v>109239.29</c:v>
                </c:pt>
                <c:pt idx="4191">
                  <c:v>109265.36</c:v>
                </c:pt>
                <c:pt idx="4192">
                  <c:v>109291.43</c:v>
                </c:pt>
                <c:pt idx="4193">
                  <c:v>109317.5</c:v>
                </c:pt>
                <c:pt idx="4194">
                  <c:v>109343.57</c:v>
                </c:pt>
                <c:pt idx="4195">
                  <c:v>109369.64</c:v>
                </c:pt>
                <c:pt idx="4196">
                  <c:v>109395.71</c:v>
                </c:pt>
                <c:pt idx="4197">
                  <c:v>109421.79</c:v>
                </c:pt>
                <c:pt idx="4198">
                  <c:v>109447.86</c:v>
                </c:pt>
                <c:pt idx="4199">
                  <c:v>109473.93</c:v>
                </c:pt>
                <c:pt idx="4200">
                  <c:v>109500</c:v>
                </c:pt>
                <c:pt idx="4201">
                  <c:v>109526.07</c:v>
                </c:pt>
                <c:pt idx="4202">
                  <c:v>109552.14</c:v>
                </c:pt>
                <c:pt idx="4203">
                  <c:v>109578.21</c:v>
                </c:pt>
                <c:pt idx="4204">
                  <c:v>109604.29</c:v>
                </c:pt>
                <c:pt idx="4205">
                  <c:v>109630.36</c:v>
                </c:pt>
                <c:pt idx="4206">
                  <c:v>109656.43</c:v>
                </c:pt>
                <c:pt idx="4207">
                  <c:v>109682.5</c:v>
                </c:pt>
                <c:pt idx="4208">
                  <c:v>109708.57</c:v>
                </c:pt>
                <c:pt idx="4209">
                  <c:v>109734.64</c:v>
                </c:pt>
                <c:pt idx="4210">
                  <c:v>109760.71</c:v>
                </c:pt>
                <c:pt idx="4211">
                  <c:v>109786.79</c:v>
                </c:pt>
                <c:pt idx="4212">
                  <c:v>109812.86</c:v>
                </c:pt>
                <c:pt idx="4213">
                  <c:v>109838.93</c:v>
                </c:pt>
                <c:pt idx="4214">
                  <c:v>109865</c:v>
                </c:pt>
                <c:pt idx="4215">
                  <c:v>109891.07</c:v>
                </c:pt>
                <c:pt idx="4216">
                  <c:v>109917.14</c:v>
                </c:pt>
                <c:pt idx="4217">
                  <c:v>109943.21</c:v>
                </c:pt>
                <c:pt idx="4218">
                  <c:v>109969.29</c:v>
                </c:pt>
                <c:pt idx="4219">
                  <c:v>109995.36</c:v>
                </c:pt>
                <c:pt idx="4220">
                  <c:v>110021.43</c:v>
                </c:pt>
                <c:pt idx="4221">
                  <c:v>110047.5</c:v>
                </c:pt>
                <c:pt idx="4222">
                  <c:v>110073.57</c:v>
                </c:pt>
                <c:pt idx="4223">
                  <c:v>110099.64</c:v>
                </c:pt>
                <c:pt idx="4224">
                  <c:v>110125.71</c:v>
                </c:pt>
                <c:pt idx="4225">
                  <c:v>110151.79</c:v>
                </c:pt>
                <c:pt idx="4226">
                  <c:v>110177.86</c:v>
                </c:pt>
                <c:pt idx="4227">
                  <c:v>110203.93</c:v>
                </c:pt>
                <c:pt idx="4228">
                  <c:v>110230</c:v>
                </c:pt>
                <c:pt idx="4229">
                  <c:v>110256.07</c:v>
                </c:pt>
                <c:pt idx="4230">
                  <c:v>110282.14</c:v>
                </c:pt>
                <c:pt idx="4231">
                  <c:v>110308.21</c:v>
                </c:pt>
                <c:pt idx="4232">
                  <c:v>110334.29</c:v>
                </c:pt>
                <c:pt idx="4233">
                  <c:v>110360.36</c:v>
                </c:pt>
                <c:pt idx="4234">
                  <c:v>110386.43</c:v>
                </c:pt>
                <c:pt idx="4235">
                  <c:v>110412.5</c:v>
                </c:pt>
                <c:pt idx="4236">
                  <c:v>110438.57</c:v>
                </c:pt>
                <c:pt idx="4237">
                  <c:v>110464.64</c:v>
                </c:pt>
                <c:pt idx="4238">
                  <c:v>110490.71</c:v>
                </c:pt>
                <c:pt idx="4239">
                  <c:v>110516.79</c:v>
                </c:pt>
                <c:pt idx="4240">
                  <c:v>110542.86</c:v>
                </c:pt>
                <c:pt idx="4241">
                  <c:v>110568.93</c:v>
                </c:pt>
                <c:pt idx="4242">
                  <c:v>110595</c:v>
                </c:pt>
                <c:pt idx="4243">
                  <c:v>110621.07</c:v>
                </c:pt>
                <c:pt idx="4244">
                  <c:v>110647.14</c:v>
                </c:pt>
                <c:pt idx="4245">
                  <c:v>110673.21</c:v>
                </c:pt>
                <c:pt idx="4246">
                  <c:v>110699.29</c:v>
                </c:pt>
                <c:pt idx="4247">
                  <c:v>110725.36</c:v>
                </c:pt>
                <c:pt idx="4248">
                  <c:v>110751.43</c:v>
                </c:pt>
                <c:pt idx="4249">
                  <c:v>110777.5</c:v>
                </c:pt>
                <c:pt idx="4250">
                  <c:v>110803.57</c:v>
                </c:pt>
                <c:pt idx="4251">
                  <c:v>110829.64</c:v>
                </c:pt>
                <c:pt idx="4252">
                  <c:v>110855.71</c:v>
                </c:pt>
                <c:pt idx="4253">
                  <c:v>110881.79</c:v>
                </c:pt>
                <c:pt idx="4254">
                  <c:v>110907.86</c:v>
                </c:pt>
                <c:pt idx="4255">
                  <c:v>110933.93</c:v>
                </c:pt>
                <c:pt idx="4256">
                  <c:v>110960</c:v>
                </c:pt>
                <c:pt idx="4257">
                  <c:v>110986.07</c:v>
                </c:pt>
                <c:pt idx="4258">
                  <c:v>111012.14</c:v>
                </c:pt>
                <c:pt idx="4259">
                  <c:v>111038.21</c:v>
                </c:pt>
                <c:pt idx="4260">
                  <c:v>111064.29</c:v>
                </c:pt>
                <c:pt idx="4261">
                  <c:v>111090.36</c:v>
                </c:pt>
                <c:pt idx="4262">
                  <c:v>111116.43</c:v>
                </c:pt>
                <c:pt idx="4263">
                  <c:v>111142.5</c:v>
                </c:pt>
                <c:pt idx="4264">
                  <c:v>111168.57</c:v>
                </c:pt>
                <c:pt idx="4265">
                  <c:v>111194.64</c:v>
                </c:pt>
                <c:pt idx="4266">
                  <c:v>111220.71</c:v>
                </c:pt>
                <c:pt idx="4267">
                  <c:v>111246.79</c:v>
                </c:pt>
                <c:pt idx="4268">
                  <c:v>111272.86</c:v>
                </c:pt>
                <c:pt idx="4269">
                  <c:v>111298.93</c:v>
                </c:pt>
                <c:pt idx="4270">
                  <c:v>111325</c:v>
                </c:pt>
                <c:pt idx="4271">
                  <c:v>111351.07</c:v>
                </c:pt>
                <c:pt idx="4272">
                  <c:v>111377.14</c:v>
                </c:pt>
                <c:pt idx="4273">
                  <c:v>111403.21</c:v>
                </c:pt>
                <c:pt idx="4274">
                  <c:v>111429.29</c:v>
                </c:pt>
                <c:pt idx="4275">
                  <c:v>111455.36</c:v>
                </c:pt>
                <c:pt idx="4276">
                  <c:v>111481.43</c:v>
                </c:pt>
                <c:pt idx="4277">
                  <c:v>111507.5</c:v>
                </c:pt>
                <c:pt idx="4278">
                  <c:v>111533.57</c:v>
                </c:pt>
                <c:pt idx="4279">
                  <c:v>111559.64</c:v>
                </c:pt>
                <c:pt idx="4280">
                  <c:v>111585.71</c:v>
                </c:pt>
                <c:pt idx="4281">
                  <c:v>111611.79</c:v>
                </c:pt>
                <c:pt idx="4282">
                  <c:v>111637.86</c:v>
                </c:pt>
                <c:pt idx="4283">
                  <c:v>111663.93</c:v>
                </c:pt>
                <c:pt idx="4284">
                  <c:v>111690</c:v>
                </c:pt>
                <c:pt idx="4285">
                  <c:v>111716.07</c:v>
                </c:pt>
                <c:pt idx="4286">
                  <c:v>111742.14</c:v>
                </c:pt>
                <c:pt idx="4287">
                  <c:v>111768.21</c:v>
                </c:pt>
                <c:pt idx="4288">
                  <c:v>111794.29</c:v>
                </c:pt>
                <c:pt idx="4289">
                  <c:v>111820.36</c:v>
                </c:pt>
                <c:pt idx="4290">
                  <c:v>111846.43</c:v>
                </c:pt>
                <c:pt idx="4291">
                  <c:v>111872.5</c:v>
                </c:pt>
                <c:pt idx="4292">
                  <c:v>111898.57</c:v>
                </c:pt>
                <c:pt idx="4293">
                  <c:v>111924.64</c:v>
                </c:pt>
                <c:pt idx="4294">
                  <c:v>111950.71</c:v>
                </c:pt>
                <c:pt idx="4295">
                  <c:v>111976.79</c:v>
                </c:pt>
                <c:pt idx="4296">
                  <c:v>112002.86</c:v>
                </c:pt>
                <c:pt idx="4297">
                  <c:v>112028.93</c:v>
                </c:pt>
                <c:pt idx="4298">
                  <c:v>112055</c:v>
                </c:pt>
                <c:pt idx="4299">
                  <c:v>112081.07</c:v>
                </c:pt>
                <c:pt idx="4300">
                  <c:v>112107.14</c:v>
                </c:pt>
                <c:pt idx="4301">
                  <c:v>112133.21</c:v>
                </c:pt>
                <c:pt idx="4302">
                  <c:v>112159.29</c:v>
                </c:pt>
                <c:pt idx="4303">
                  <c:v>112185.36</c:v>
                </c:pt>
                <c:pt idx="4304">
                  <c:v>112211.43</c:v>
                </c:pt>
                <c:pt idx="4305">
                  <c:v>112237.5</c:v>
                </c:pt>
                <c:pt idx="4306">
                  <c:v>112263.57</c:v>
                </c:pt>
                <c:pt idx="4307">
                  <c:v>112289.64</c:v>
                </c:pt>
                <c:pt idx="4308">
                  <c:v>112315.71</c:v>
                </c:pt>
                <c:pt idx="4309">
                  <c:v>112341.79</c:v>
                </c:pt>
                <c:pt idx="4310">
                  <c:v>112367.86</c:v>
                </c:pt>
                <c:pt idx="4311">
                  <c:v>112393.93</c:v>
                </c:pt>
                <c:pt idx="4312">
                  <c:v>112420</c:v>
                </c:pt>
                <c:pt idx="4313">
                  <c:v>112446.07</c:v>
                </c:pt>
                <c:pt idx="4314">
                  <c:v>112472.14</c:v>
                </c:pt>
                <c:pt idx="4315">
                  <c:v>112498.21</c:v>
                </c:pt>
                <c:pt idx="4316">
                  <c:v>112524.29</c:v>
                </c:pt>
                <c:pt idx="4317">
                  <c:v>112550.36</c:v>
                </c:pt>
                <c:pt idx="4318">
                  <c:v>112576.43</c:v>
                </c:pt>
                <c:pt idx="4319">
                  <c:v>112602.5</c:v>
                </c:pt>
                <c:pt idx="4320">
                  <c:v>112628.57</c:v>
                </c:pt>
                <c:pt idx="4321">
                  <c:v>112654.64</c:v>
                </c:pt>
                <c:pt idx="4322">
                  <c:v>112680.71</c:v>
                </c:pt>
                <c:pt idx="4323">
                  <c:v>112706.79</c:v>
                </c:pt>
                <c:pt idx="4324">
                  <c:v>112732.86</c:v>
                </c:pt>
                <c:pt idx="4325">
                  <c:v>112758.93</c:v>
                </c:pt>
                <c:pt idx="4326">
                  <c:v>112785</c:v>
                </c:pt>
                <c:pt idx="4327">
                  <c:v>112811.07</c:v>
                </c:pt>
                <c:pt idx="4328">
                  <c:v>112837.14</c:v>
                </c:pt>
                <c:pt idx="4329">
                  <c:v>112863.21</c:v>
                </c:pt>
                <c:pt idx="4330">
                  <c:v>112889.29</c:v>
                </c:pt>
                <c:pt idx="4331">
                  <c:v>112915.36</c:v>
                </c:pt>
                <c:pt idx="4332">
                  <c:v>112941.43</c:v>
                </c:pt>
                <c:pt idx="4333">
                  <c:v>112967.5</c:v>
                </c:pt>
                <c:pt idx="4334">
                  <c:v>112993.57</c:v>
                </c:pt>
                <c:pt idx="4335">
                  <c:v>113019.64</c:v>
                </c:pt>
                <c:pt idx="4336">
                  <c:v>113045.71</c:v>
                </c:pt>
                <c:pt idx="4337">
                  <c:v>113071.79</c:v>
                </c:pt>
                <c:pt idx="4338">
                  <c:v>113097.86</c:v>
                </c:pt>
                <c:pt idx="4339">
                  <c:v>113123.93</c:v>
                </c:pt>
                <c:pt idx="4340">
                  <c:v>113150</c:v>
                </c:pt>
                <c:pt idx="4341">
                  <c:v>113176.07</c:v>
                </c:pt>
                <c:pt idx="4342">
                  <c:v>113202.14</c:v>
                </c:pt>
                <c:pt idx="4343">
                  <c:v>113228.21</c:v>
                </c:pt>
                <c:pt idx="4344">
                  <c:v>113254.29</c:v>
                </c:pt>
                <c:pt idx="4345">
                  <c:v>113280.36</c:v>
                </c:pt>
                <c:pt idx="4346">
                  <c:v>113306.43</c:v>
                </c:pt>
                <c:pt idx="4347">
                  <c:v>113332.5</c:v>
                </c:pt>
                <c:pt idx="4348">
                  <c:v>113358.57</c:v>
                </c:pt>
                <c:pt idx="4349">
                  <c:v>113384.64</c:v>
                </c:pt>
                <c:pt idx="4350">
                  <c:v>113410.71</c:v>
                </c:pt>
                <c:pt idx="4351">
                  <c:v>113436.79</c:v>
                </c:pt>
                <c:pt idx="4352">
                  <c:v>113462.86</c:v>
                </c:pt>
                <c:pt idx="4353">
                  <c:v>113488.93</c:v>
                </c:pt>
                <c:pt idx="4354">
                  <c:v>113515</c:v>
                </c:pt>
                <c:pt idx="4355">
                  <c:v>113541.07</c:v>
                </c:pt>
                <c:pt idx="4356">
                  <c:v>113567.14</c:v>
                </c:pt>
                <c:pt idx="4357">
                  <c:v>113593.21</c:v>
                </c:pt>
                <c:pt idx="4358">
                  <c:v>113619.29</c:v>
                </c:pt>
                <c:pt idx="4359">
                  <c:v>113645.36</c:v>
                </c:pt>
                <c:pt idx="4360">
                  <c:v>113671.43</c:v>
                </c:pt>
                <c:pt idx="4361">
                  <c:v>113697.5</c:v>
                </c:pt>
                <c:pt idx="4362">
                  <c:v>113723.57</c:v>
                </c:pt>
                <c:pt idx="4363">
                  <c:v>113749.64</c:v>
                </c:pt>
                <c:pt idx="4364">
                  <c:v>113775.71</c:v>
                </c:pt>
                <c:pt idx="4365">
                  <c:v>113801.79</c:v>
                </c:pt>
                <c:pt idx="4366">
                  <c:v>113827.86</c:v>
                </c:pt>
                <c:pt idx="4367">
                  <c:v>113853.93</c:v>
                </c:pt>
                <c:pt idx="4368">
                  <c:v>113880</c:v>
                </c:pt>
                <c:pt idx="4369">
                  <c:v>113906.07</c:v>
                </c:pt>
                <c:pt idx="4370">
                  <c:v>113932.14</c:v>
                </c:pt>
                <c:pt idx="4371">
                  <c:v>113958.21</c:v>
                </c:pt>
                <c:pt idx="4372">
                  <c:v>113984.29</c:v>
                </c:pt>
                <c:pt idx="4373">
                  <c:v>114010.36</c:v>
                </c:pt>
                <c:pt idx="4374">
                  <c:v>114036.43</c:v>
                </c:pt>
                <c:pt idx="4375">
                  <c:v>114062.5</c:v>
                </c:pt>
                <c:pt idx="4376">
                  <c:v>114088.57</c:v>
                </c:pt>
                <c:pt idx="4377">
                  <c:v>114114.64</c:v>
                </c:pt>
                <c:pt idx="4378">
                  <c:v>114140.71</c:v>
                </c:pt>
                <c:pt idx="4379">
                  <c:v>114166.79</c:v>
                </c:pt>
                <c:pt idx="4380">
                  <c:v>114192.86</c:v>
                </c:pt>
                <c:pt idx="4381">
                  <c:v>114218.93</c:v>
                </c:pt>
                <c:pt idx="4382">
                  <c:v>114245</c:v>
                </c:pt>
                <c:pt idx="4383">
                  <c:v>114271.07</c:v>
                </c:pt>
                <c:pt idx="4384">
                  <c:v>114297.14</c:v>
                </c:pt>
                <c:pt idx="4385">
                  <c:v>114323.21</c:v>
                </c:pt>
                <c:pt idx="4386">
                  <c:v>114349.29</c:v>
                </c:pt>
                <c:pt idx="4387">
                  <c:v>114375.36</c:v>
                </c:pt>
                <c:pt idx="4388">
                  <c:v>114401.43</c:v>
                </c:pt>
                <c:pt idx="4389">
                  <c:v>114427.5</c:v>
                </c:pt>
                <c:pt idx="4390">
                  <c:v>114453.57</c:v>
                </c:pt>
                <c:pt idx="4391">
                  <c:v>114479.64</c:v>
                </c:pt>
                <c:pt idx="4392">
                  <c:v>114505.71</c:v>
                </c:pt>
                <c:pt idx="4393">
                  <c:v>114531.79</c:v>
                </c:pt>
                <c:pt idx="4394">
                  <c:v>114557.86</c:v>
                </c:pt>
                <c:pt idx="4395">
                  <c:v>114583.93</c:v>
                </c:pt>
                <c:pt idx="4396">
                  <c:v>114610</c:v>
                </c:pt>
                <c:pt idx="4397">
                  <c:v>114636.07</c:v>
                </c:pt>
                <c:pt idx="4398">
                  <c:v>114662.14</c:v>
                </c:pt>
                <c:pt idx="4399">
                  <c:v>114688.21</c:v>
                </c:pt>
                <c:pt idx="4400">
                  <c:v>114714.29</c:v>
                </c:pt>
                <c:pt idx="4401">
                  <c:v>114740.36</c:v>
                </c:pt>
                <c:pt idx="4402">
                  <c:v>114766.43</c:v>
                </c:pt>
                <c:pt idx="4403">
                  <c:v>114792.5</c:v>
                </c:pt>
                <c:pt idx="4404">
                  <c:v>114818.57</c:v>
                </c:pt>
                <c:pt idx="4405">
                  <c:v>114844.64</c:v>
                </c:pt>
                <c:pt idx="4406">
                  <c:v>114870.71</c:v>
                </c:pt>
                <c:pt idx="4407">
                  <c:v>114896.79</c:v>
                </c:pt>
                <c:pt idx="4408">
                  <c:v>114922.86</c:v>
                </c:pt>
                <c:pt idx="4409">
                  <c:v>114948.93</c:v>
                </c:pt>
                <c:pt idx="4410">
                  <c:v>114975</c:v>
                </c:pt>
                <c:pt idx="4411">
                  <c:v>115001.07</c:v>
                </c:pt>
                <c:pt idx="4412">
                  <c:v>115027.14</c:v>
                </c:pt>
                <c:pt idx="4413">
                  <c:v>115053.21</c:v>
                </c:pt>
                <c:pt idx="4414">
                  <c:v>115079.29</c:v>
                </c:pt>
                <c:pt idx="4415">
                  <c:v>115105.36</c:v>
                </c:pt>
                <c:pt idx="4416">
                  <c:v>115131.43</c:v>
                </c:pt>
                <c:pt idx="4417">
                  <c:v>115157.5</c:v>
                </c:pt>
                <c:pt idx="4418">
                  <c:v>115183.57</c:v>
                </c:pt>
                <c:pt idx="4419">
                  <c:v>115209.64</c:v>
                </c:pt>
                <c:pt idx="4420">
                  <c:v>115235.71</c:v>
                </c:pt>
                <c:pt idx="4421">
                  <c:v>115261.79</c:v>
                </c:pt>
                <c:pt idx="4422">
                  <c:v>115287.86</c:v>
                </c:pt>
                <c:pt idx="4423">
                  <c:v>115313.93</c:v>
                </c:pt>
                <c:pt idx="4424">
                  <c:v>115340</c:v>
                </c:pt>
                <c:pt idx="4425">
                  <c:v>115366.07</c:v>
                </c:pt>
                <c:pt idx="4426">
                  <c:v>115392.14</c:v>
                </c:pt>
                <c:pt idx="4427">
                  <c:v>115418.21</c:v>
                </c:pt>
                <c:pt idx="4428">
                  <c:v>115444.29</c:v>
                </c:pt>
                <c:pt idx="4429">
                  <c:v>115470.36</c:v>
                </c:pt>
                <c:pt idx="4430">
                  <c:v>115496.43</c:v>
                </c:pt>
                <c:pt idx="4431">
                  <c:v>115522.5</c:v>
                </c:pt>
                <c:pt idx="4432">
                  <c:v>115548.57</c:v>
                </c:pt>
                <c:pt idx="4433">
                  <c:v>115574.64</c:v>
                </c:pt>
                <c:pt idx="4434">
                  <c:v>115600.71</c:v>
                </c:pt>
                <c:pt idx="4435">
                  <c:v>115626.79</c:v>
                </c:pt>
                <c:pt idx="4436">
                  <c:v>115652.86</c:v>
                </c:pt>
                <c:pt idx="4437">
                  <c:v>115678.93</c:v>
                </c:pt>
                <c:pt idx="4438">
                  <c:v>115705</c:v>
                </c:pt>
                <c:pt idx="4439">
                  <c:v>115731.07</c:v>
                </c:pt>
                <c:pt idx="4440">
                  <c:v>115757.14</c:v>
                </c:pt>
                <c:pt idx="4441">
                  <c:v>115783.21</c:v>
                </c:pt>
                <c:pt idx="4442">
                  <c:v>115809.29</c:v>
                </c:pt>
                <c:pt idx="4443">
                  <c:v>115835.36</c:v>
                </c:pt>
                <c:pt idx="4444">
                  <c:v>115861.43</c:v>
                </c:pt>
                <c:pt idx="4445">
                  <c:v>115887.5</c:v>
                </c:pt>
                <c:pt idx="4446">
                  <c:v>115913.57</c:v>
                </c:pt>
                <c:pt idx="4447">
                  <c:v>115939.64</c:v>
                </c:pt>
                <c:pt idx="4448">
                  <c:v>115965.71</c:v>
                </c:pt>
                <c:pt idx="4449">
                  <c:v>115991.79</c:v>
                </c:pt>
                <c:pt idx="4450">
                  <c:v>116017.86</c:v>
                </c:pt>
                <c:pt idx="4451">
                  <c:v>116043.93</c:v>
                </c:pt>
                <c:pt idx="4452">
                  <c:v>116070</c:v>
                </c:pt>
                <c:pt idx="4453">
                  <c:v>116096.07</c:v>
                </c:pt>
                <c:pt idx="4454">
                  <c:v>116122.14</c:v>
                </c:pt>
                <c:pt idx="4455">
                  <c:v>116148.21</c:v>
                </c:pt>
                <c:pt idx="4456">
                  <c:v>116174.29</c:v>
                </c:pt>
                <c:pt idx="4457">
                  <c:v>116200.36</c:v>
                </c:pt>
                <c:pt idx="4458">
                  <c:v>116226.43</c:v>
                </c:pt>
                <c:pt idx="4459">
                  <c:v>116252.5</c:v>
                </c:pt>
                <c:pt idx="4460">
                  <c:v>116278.57</c:v>
                </c:pt>
                <c:pt idx="4461">
                  <c:v>116304.64</c:v>
                </c:pt>
                <c:pt idx="4462">
                  <c:v>116330.71</c:v>
                </c:pt>
                <c:pt idx="4463">
                  <c:v>116356.79</c:v>
                </c:pt>
                <c:pt idx="4464">
                  <c:v>116382.86</c:v>
                </c:pt>
                <c:pt idx="4465">
                  <c:v>116408.93</c:v>
                </c:pt>
                <c:pt idx="4466">
                  <c:v>116435</c:v>
                </c:pt>
                <c:pt idx="4467">
                  <c:v>116461.07</c:v>
                </c:pt>
                <c:pt idx="4468">
                  <c:v>116487.14</c:v>
                </c:pt>
                <c:pt idx="4469">
                  <c:v>116513.21</c:v>
                </c:pt>
                <c:pt idx="4470">
                  <c:v>116539.29</c:v>
                </c:pt>
                <c:pt idx="4471">
                  <c:v>116565.36</c:v>
                </c:pt>
                <c:pt idx="4472">
                  <c:v>116591.43</c:v>
                </c:pt>
                <c:pt idx="4473">
                  <c:v>116617.5</c:v>
                </c:pt>
                <c:pt idx="4474">
                  <c:v>116643.57</c:v>
                </c:pt>
                <c:pt idx="4475">
                  <c:v>116669.64</c:v>
                </c:pt>
                <c:pt idx="4476">
                  <c:v>116695.71</c:v>
                </c:pt>
                <c:pt idx="4477">
                  <c:v>116721.79</c:v>
                </c:pt>
                <c:pt idx="4478">
                  <c:v>116747.86</c:v>
                </c:pt>
                <c:pt idx="4479">
                  <c:v>116773.93</c:v>
                </c:pt>
                <c:pt idx="4480">
                  <c:v>116800</c:v>
                </c:pt>
                <c:pt idx="4481">
                  <c:v>116826.07</c:v>
                </c:pt>
                <c:pt idx="4482">
                  <c:v>116852.14</c:v>
                </c:pt>
                <c:pt idx="4483">
                  <c:v>116878.21</c:v>
                </c:pt>
                <c:pt idx="4484">
                  <c:v>116904.29</c:v>
                </c:pt>
                <c:pt idx="4485">
                  <c:v>116930.36</c:v>
                </c:pt>
                <c:pt idx="4486">
                  <c:v>116956.43</c:v>
                </c:pt>
                <c:pt idx="4487">
                  <c:v>116982.5</c:v>
                </c:pt>
                <c:pt idx="4488">
                  <c:v>117008.57</c:v>
                </c:pt>
                <c:pt idx="4489">
                  <c:v>117034.64</c:v>
                </c:pt>
                <c:pt idx="4490">
                  <c:v>117060.71</c:v>
                </c:pt>
                <c:pt idx="4491">
                  <c:v>117086.79</c:v>
                </c:pt>
                <c:pt idx="4492">
                  <c:v>117112.86</c:v>
                </c:pt>
                <c:pt idx="4493">
                  <c:v>117138.93</c:v>
                </c:pt>
                <c:pt idx="4494">
                  <c:v>117165</c:v>
                </c:pt>
                <c:pt idx="4495">
                  <c:v>117191.07</c:v>
                </c:pt>
                <c:pt idx="4496">
                  <c:v>117217.14</c:v>
                </c:pt>
                <c:pt idx="4497">
                  <c:v>117243.21</c:v>
                </c:pt>
                <c:pt idx="4498">
                  <c:v>117269.29</c:v>
                </c:pt>
                <c:pt idx="4499">
                  <c:v>117295.36</c:v>
                </c:pt>
                <c:pt idx="4500">
                  <c:v>117321.43</c:v>
                </c:pt>
                <c:pt idx="4501">
                  <c:v>117347.5</c:v>
                </c:pt>
                <c:pt idx="4502">
                  <c:v>117373.57</c:v>
                </c:pt>
                <c:pt idx="4503">
                  <c:v>117399.64</c:v>
                </c:pt>
                <c:pt idx="4504">
                  <c:v>117425.71</c:v>
                </c:pt>
                <c:pt idx="4505">
                  <c:v>117451.79</c:v>
                </c:pt>
                <c:pt idx="4506">
                  <c:v>117477.86</c:v>
                </c:pt>
                <c:pt idx="4507">
                  <c:v>117503.93</c:v>
                </c:pt>
                <c:pt idx="4508">
                  <c:v>117530</c:v>
                </c:pt>
                <c:pt idx="4509">
                  <c:v>117556.07</c:v>
                </c:pt>
                <c:pt idx="4510">
                  <c:v>117582.14</c:v>
                </c:pt>
                <c:pt idx="4511">
                  <c:v>117608.21</c:v>
                </c:pt>
                <c:pt idx="4512">
                  <c:v>117634.29</c:v>
                </c:pt>
                <c:pt idx="4513">
                  <c:v>117660.36</c:v>
                </c:pt>
                <c:pt idx="4514">
                  <c:v>117686.43</c:v>
                </c:pt>
                <c:pt idx="4515">
                  <c:v>117712.5</c:v>
                </c:pt>
                <c:pt idx="4516">
                  <c:v>117738.57</c:v>
                </c:pt>
                <c:pt idx="4517">
                  <c:v>117764.64</c:v>
                </c:pt>
                <c:pt idx="4518">
                  <c:v>117790.71</c:v>
                </c:pt>
                <c:pt idx="4519">
                  <c:v>117816.79</c:v>
                </c:pt>
                <c:pt idx="4520">
                  <c:v>117842.86</c:v>
                </c:pt>
                <c:pt idx="4521">
                  <c:v>117868.93</c:v>
                </c:pt>
                <c:pt idx="4522">
                  <c:v>117895</c:v>
                </c:pt>
                <c:pt idx="4523">
                  <c:v>117921.07</c:v>
                </c:pt>
                <c:pt idx="4524">
                  <c:v>117947.14</c:v>
                </c:pt>
                <c:pt idx="4525">
                  <c:v>117973.21</c:v>
                </c:pt>
                <c:pt idx="4526">
                  <c:v>117999.29</c:v>
                </c:pt>
                <c:pt idx="4527">
                  <c:v>118025.36</c:v>
                </c:pt>
                <c:pt idx="4528">
                  <c:v>118051.43</c:v>
                </c:pt>
                <c:pt idx="4529">
                  <c:v>118077.5</c:v>
                </c:pt>
                <c:pt idx="4530">
                  <c:v>118103.57</c:v>
                </c:pt>
                <c:pt idx="4531">
                  <c:v>118129.64</c:v>
                </c:pt>
                <c:pt idx="4532">
                  <c:v>118155.71</c:v>
                </c:pt>
                <c:pt idx="4533">
                  <c:v>118181.79</c:v>
                </c:pt>
                <c:pt idx="4534">
                  <c:v>118207.86</c:v>
                </c:pt>
                <c:pt idx="4535">
                  <c:v>118233.93</c:v>
                </c:pt>
                <c:pt idx="4536">
                  <c:v>118260</c:v>
                </c:pt>
                <c:pt idx="4537">
                  <c:v>118286.07</c:v>
                </c:pt>
                <c:pt idx="4538">
                  <c:v>118312.14</c:v>
                </c:pt>
                <c:pt idx="4539">
                  <c:v>118338.21</c:v>
                </c:pt>
                <c:pt idx="4540">
                  <c:v>118364.29</c:v>
                </c:pt>
                <c:pt idx="4541">
                  <c:v>118390.36</c:v>
                </c:pt>
                <c:pt idx="4542">
                  <c:v>118416.43</c:v>
                </c:pt>
                <c:pt idx="4543">
                  <c:v>118442.5</c:v>
                </c:pt>
                <c:pt idx="4544">
                  <c:v>118468.57</c:v>
                </c:pt>
                <c:pt idx="4545">
                  <c:v>118494.64</c:v>
                </c:pt>
                <c:pt idx="4546">
                  <c:v>118520.71</c:v>
                </c:pt>
                <c:pt idx="4547">
                  <c:v>118546.79</c:v>
                </c:pt>
                <c:pt idx="4548">
                  <c:v>118572.86</c:v>
                </c:pt>
                <c:pt idx="4549">
                  <c:v>118598.93</c:v>
                </c:pt>
                <c:pt idx="4550">
                  <c:v>118625</c:v>
                </c:pt>
                <c:pt idx="4551">
                  <c:v>118651.07</c:v>
                </c:pt>
                <c:pt idx="4552">
                  <c:v>118677.14</c:v>
                </c:pt>
                <c:pt idx="4553">
                  <c:v>118703.21</c:v>
                </c:pt>
                <c:pt idx="4554">
                  <c:v>118729.29</c:v>
                </c:pt>
                <c:pt idx="4555">
                  <c:v>118755.36</c:v>
                </c:pt>
                <c:pt idx="4556">
                  <c:v>118781.43</c:v>
                </c:pt>
                <c:pt idx="4557">
                  <c:v>118807.5</c:v>
                </c:pt>
                <c:pt idx="4558">
                  <c:v>118833.57</c:v>
                </c:pt>
                <c:pt idx="4559">
                  <c:v>118859.64</c:v>
                </c:pt>
                <c:pt idx="4560">
                  <c:v>118885.71</c:v>
                </c:pt>
                <c:pt idx="4561">
                  <c:v>118911.79</c:v>
                </c:pt>
                <c:pt idx="4562">
                  <c:v>118937.86</c:v>
                </c:pt>
                <c:pt idx="4563">
                  <c:v>118963.93</c:v>
                </c:pt>
                <c:pt idx="4564">
                  <c:v>118990</c:v>
                </c:pt>
                <c:pt idx="4565">
                  <c:v>119016.07</c:v>
                </c:pt>
                <c:pt idx="4566">
                  <c:v>119042.14</c:v>
                </c:pt>
                <c:pt idx="4567">
                  <c:v>119068.21</c:v>
                </c:pt>
                <c:pt idx="4568">
                  <c:v>119094.29</c:v>
                </c:pt>
                <c:pt idx="4569">
                  <c:v>119120.36</c:v>
                </c:pt>
                <c:pt idx="4570">
                  <c:v>119146.43</c:v>
                </c:pt>
                <c:pt idx="4571">
                  <c:v>119172.5</c:v>
                </c:pt>
                <c:pt idx="4572">
                  <c:v>119198.57</c:v>
                </c:pt>
                <c:pt idx="4573">
                  <c:v>119224.64</c:v>
                </c:pt>
                <c:pt idx="4574">
                  <c:v>119250.71</c:v>
                </c:pt>
                <c:pt idx="4575">
                  <c:v>119276.79</c:v>
                </c:pt>
                <c:pt idx="4576">
                  <c:v>119302.86</c:v>
                </c:pt>
                <c:pt idx="4577">
                  <c:v>119328.93</c:v>
                </c:pt>
                <c:pt idx="4578">
                  <c:v>119355</c:v>
                </c:pt>
                <c:pt idx="4579">
                  <c:v>119381.07</c:v>
                </c:pt>
                <c:pt idx="4580">
                  <c:v>119407.14</c:v>
                </c:pt>
                <c:pt idx="4581">
                  <c:v>119433.21</c:v>
                </c:pt>
                <c:pt idx="4582">
                  <c:v>119459.29</c:v>
                </c:pt>
                <c:pt idx="4583">
                  <c:v>119485.36</c:v>
                </c:pt>
                <c:pt idx="4584">
                  <c:v>119511.43</c:v>
                </c:pt>
                <c:pt idx="4585">
                  <c:v>119537.5</c:v>
                </c:pt>
                <c:pt idx="4586">
                  <c:v>119563.57</c:v>
                </c:pt>
                <c:pt idx="4587">
                  <c:v>119589.64</c:v>
                </c:pt>
                <c:pt idx="4588">
                  <c:v>119615.71</c:v>
                </c:pt>
                <c:pt idx="4589">
                  <c:v>119641.79</c:v>
                </c:pt>
                <c:pt idx="4590">
                  <c:v>119667.86</c:v>
                </c:pt>
                <c:pt idx="4591">
                  <c:v>119693.93</c:v>
                </c:pt>
                <c:pt idx="4592">
                  <c:v>119720</c:v>
                </c:pt>
                <c:pt idx="4593">
                  <c:v>119746.07</c:v>
                </c:pt>
                <c:pt idx="4594">
                  <c:v>119772.14</c:v>
                </c:pt>
                <c:pt idx="4595">
                  <c:v>119798.21</c:v>
                </c:pt>
                <c:pt idx="4596">
                  <c:v>119824.29</c:v>
                </c:pt>
                <c:pt idx="4597">
                  <c:v>119850.36</c:v>
                </c:pt>
                <c:pt idx="4598">
                  <c:v>119876.43</c:v>
                </c:pt>
                <c:pt idx="4599">
                  <c:v>119902.5</c:v>
                </c:pt>
                <c:pt idx="4600">
                  <c:v>119928.57</c:v>
                </c:pt>
                <c:pt idx="4601">
                  <c:v>119954.64</c:v>
                </c:pt>
                <c:pt idx="4602">
                  <c:v>119980.71</c:v>
                </c:pt>
                <c:pt idx="4603">
                  <c:v>120006.79</c:v>
                </c:pt>
                <c:pt idx="4604">
                  <c:v>120032.86</c:v>
                </c:pt>
                <c:pt idx="4605">
                  <c:v>120058.93</c:v>
                </c:pt>
                <c:pt idx="4606">
                  <c:v>120085</c:v>
                </c:pt>
                <c:pt idx="4607">
                  <c:v>120111.07</c:v>
                </c:pt>
                <c:pt idx="4608">
                  <c:v>120137.14</c:v>
                </c:pt>
                <c:pt idx="4609">
                  <c:v>120163.21</c:v>
                </c:pt>
                <c:pt idx="4610">
                  <c:v>120189.29</c:v>
                </c:pt>
                <c:pt idx="4611">
                  <c:v>120215.36</c:v>
                </c:pt>
                <c:pt idx="4612">
                  <c:v>120241.43</c:v>
                </c:pt>
                <c:pt idx="4613">
                  <c:v>120267.5</c:v>
                </c:pt>
                <c:pt idx="4614">
                  <c:v>120293.57</c:v>
                </c:pt>
                <c:pt idx="4615">
                  <c:v>120319.64</c:v>
                </c:pt>
                <c:pt idx="4616">
                  <c:v>120345.71</c:v>
                </c:pt>
                <c:pt idx="4617">
                  <c:v>120371.79</c:v>
                </c:pt>
                <c:pt idx="4618">
                  <c:v>120397.86</c:v>
                </c:pt>
                <c:pt idx="4619">
                  <c:v>120423.93</c:v>
                </c:pt>
                <c:pt idx="4620">
                  <c:v>120450</c:v>
                </c:pt>
                <c:pt idx="4621">
                  <c:v>120476.07</c:v>
                </c:pt>
                <c:pt idx="4622">
                  <c:v>120502.14</c:v>
                </c:pt>
                <c:pt idx="4623">
                  <c:v>120528.21</c:v>
                </c:pt>
                <c:pt idx="4624">
                  <c:v>120554.29</c:v>
                </c:pt>
                <c:pt idx="4625">
                  <c:v>120580.36</c:v>
                </c:pt>
                <c:pt idx="4626">
                  <c:v>120606.43</c:v>
                </c:pt>
                <c:pt idx="4627">
                  <c:v>120632.5</c:v>
                </c:pt>
                <c:pt idx="4628">
                  <c:v>120658.57</c:v>
                </c:pt>
                <c:pt idx="4629">
                  <c:v>120684.64</c:v>
                </c:pt>
                <c:pt idx="4630">
                  <c:v>120710.71</c:v>
                </c:pt>
                <c:pt idx="4631">
                  <c:v>120736.79</c:v>
                </c:pt>
                <c:pt idx="4632">
                  <c:v>120762.86</c:v>
                </c:pt>
                <c:pt idx="4633">
                  <c:v>120788.93</c:v>
                </c:pt>
                <c:pt idx="4634">
                  <c:v>120815</c:v>
                </c:pt>
                <c:pt idx="4635">
                  <c:v>120841.07</c:v>
                </c:pt>
                <c:pt idx="4636">
                  <c:v>120867.14</c:v>
                </c:pt>
                <c:pt idx="4637">
                  <c:v>120893.21</c:v>
                </c:pt>
                <c:pt idx="4638">
                  <c:v>120919.29</c:v>
                </c:pt>
                <c:pt idx="4639">
                  <c:v>120945.36</c:v>
                </c:pt>
                <c:pt idx="4640">
                  <c:v>120971.43</c:v>
                </c:pt>
                <c:pt idx="4641">
                  <c:v>120997.5</c:v>
                </c:pt>
                <c:pt idx="4642">
                  <c:v>121023.57</c:v>
                </c:pt>
                <c:pt idx="4643">
                  <c:v>121049.64</c:v>
                </c:pt>
                <c:pt idx="4644">
                  <c:v>121075.71</c:v>
                </c:pt>
                <c:pt idx="4645">
                  <c:v>121101.79</c:v>
                </c:pt>
                <c:pt idx="4646">
                  <c:v>121127.86</c:v>
                </c:pt>
                <c:pt idx="4647">
                  <c:v>121153.93</c:v>
                </c:pt>
                <c:pt idx="4648">
                  <c:v>121180</c:v>
                </c:pt>
                <c:pt idx="4649">
                  <c:v>121206.07</c:v>
                </c:pt>
                <c:pt idx="4650">
                  <c:v>121232.14</c:v>
                </c:pt>
                <c:pt idx="4651">
                  <c:v>121258.21</c:v>
                </c:pt>
                <c:pt idx="4652">
                  <c:v>121284.29</c:v>
                </c:pt>
                <c:pt idx="4653">
                  <c:v>121310.36</c:v>
                </c:pt>
                <c:pt idx="4654">
                  <c:v>121336.43</c:v>
                </c:pt>
                <c:pt idx="4655">
                  <c:v>121362.5</c:v>
                </c:pt>
                <c:pt idx="4656">
                  <c:v>121388.57</c:v>
                </c:pt>
                <c:pt idx="4657">
                  <c:v>121414.64</c:v>
                </c:pt>
                <c:pt idx="4658">
                  <c:v>121440.71</c:v>
                </c:pt>
                <c:pt idx="4659">
                  <c:v>121466.79</c:v>
                </c:pt>
                <c:pt idx="4660">
                  <c:v>121492.86</c:v>
                </c:pt>
                <c:pt idx="4661">
                  <c:v>121518.93</c:v>
                </c:pt>
                <c:pt idx="4662">
                  <c:v>121545</c:v>
                </c:pt>
                <c:pt idx="4663">
                  <c:v>121571.07</c:v>
                </c:pt>
                <c:pt idx="4664">
                  <c:v>121597.14</c:v>
                </c:pt>
                <c:pt idx="4665">
                  <c:v>121623.21</c:v>
                </c:pt>
                <c:pt idx="4666">
                  <c:v>121649.29</c:v>
                </c:pt>
                <c:pt idx="4667">
                  <c:v>121675.36</c:v>
                </c:pt>
                <c:pt idx="4668">
                  <c:v>121701.43</c:v>
                </c:pt>
                <c:pt idx="4669">
                  <c:v>121727.5</c:v>
                </c:pt>
                <c:pt idx="4670">
                  <c:v>121753.57</c:v>
                </c:pt>
                <c:pt idx="4671">
                  <c:v>121779.64</c:v>
                </c:pt>
                <c:pt idx="4672">
                  <c:v>121805.71</c:v>
                </c:pt>
                <c:pt idx="4673">
                  <c:v>121831.79</c:v>
                </c:pt>
                <c:pt idx="4674">
                  <c:v>121857.86</c:v>
                </c:pt>
                <c:pt idx="4675">
                  <c:v>121883.93</c:v>
                </c:pt>
                <c:pt idx="4676">
                  <c:v>121910</c:v>
                </c:pt>
                <c:pt idx="4677">
                  <c:v>121936.07</c:v>
                </c:pt>
                <c:pt idx="4678">
                  <c:v>121962.14</c:v>
                </c:pt>
                <c:pt idx="4679">
                  <c:v>121988.21</c:v>
                </c:pt>
                <c:pt idx="4680">
                  <c:v>122014.29</c:v>
                </c:pt>
                <c:pt idx="4681">
                  <c:v>122040.36</c:v>
                </c:pt>
                <c:pt idx="4682">
                  <c:v>122066.43</c:v>
                </c:pt>
                <c:pt idx="4683">
                  <c:v>122092.5</c:v>
                </c:pt>
                <c:pt idx="4684">
                  <c:v>122118.57</c:v>
                </c:pt>
                <c:pt idx="4685">
                  <c:v>122144.64</c:v>
                </c:pt>
                <c:pt idx="4686">
                  <c:v>122170.71</c:v>
                </c:pt>
                <c:pt idx="4687">
                  <c:v>122196.79</c:v>
                </c:pt>
                <c:pt idx="4688">
                  <c:v>122222.86</c:v>
                </c:pt>
                <c:pt idx="4689">
                  <c:v>122248.93</c:v>
                </c:pt>
                <c:pt idx="4690">
                  <c:v>122275</c:v>
                </c:pt>
                <c:pt idx="4691">
                  <c:v>122301.07</c:v>
                </c:pt>
                <c:pt idx="4692">
                  <c:v>122327.14</c:v>
                </c:pt>
                <c:pt idx="4693">
                  <c:v>122353.21</c:v>
                </c:pt>
                <c:pt idx="4694">
                  <c:v>122379.29</c:v>
                </c:pt>
                <c:pt idx="4695">
                  <c:v>122405.36</c:v>
                </c:pt>
                <c:pt idx="4696">
                  <c:v>122431.43</c:v>
                </c:pt>
                <c:pt idx="4697">
                  <c:v>122457.5</c:v>
                </c:pt>
                <c:pt idx="4698">
                  <c:v>122483.57</c:v>
                </c:pt>
                <c:pt idx="4699">
                  <c:v>122509.64</c:v>
                </c:pt>
                <c:pt idx="4700">
                  <c:v>122535.71</c:v>
                </c:pt>
                <c:pt idx="4701">
                  <c:v>122561.79</c:v>
                </c:pt>
                <c:pt idx="4702">
                  <c:v>122587.86</c:v>
                </c:pt>
                <c:pt idx="4703">
                  <c:v>122613.93</c:v>
                </c:pt>
                <c:pt idx="4704">
                  <c:v>122640</c:v>
                </c:pt>
                <c:pt idx="4705">
                  <c:v>122666.07</c:v>
                </c:pt>
                <c:pt idx="4706">
                  <c:v>122692.14</c:v>
                </c:pt>
                <c:pt idx="4707">
                  <c:v>122718.21</c:v>
                </c:pt>
                <c:pt idx="4708">
                  <c:v>122744.29</c:v>
                </c:pt>
                <c:pt idx="4709">
                  <c:v>122770.36</c:v>
                </c:pt>
                <c:pt idx="4710">
                  <c:v>122796.43</c:v>
                </c:pt>
                <c:pt idx="4711">
                  <c:v>122822.5</c:v>
                </c:pt>
                <c:pt idx="4712">
                  <c:v>122848.57</c:v>
                </c:pt>
                <c:pt idx="4713">
                  <c:v>122874.64</c:v>
                </c:pt>
                <c:pt idx="4714">
                  <c:v>122900.71</c:v>
                </c:pt>
                <c:pt idx="4715">
                  <c:v>122926.79</c:v>
                </c:pt>
                <c:pt idx="4716">
                  <c:v>122952.86</c:v>
                </c:pt>
                <c:pt idx="4717">
                  <c:v>122978.93</c:v>
                </c:pt>
                <c:pt idx="4718">
                  <c:v>123005</c:v>
                </c:pt>
                <c:pt idx="4719">
                  <c:v>123031.07</c:v>
                </c:pt>
                <c:pt idx="4720">
                  <c:v>123057.14</c:v>
                </c:pt>
                <c:pt idx="4721">
                  <c:v>123083.21</c:v>
                </c:pt>
                <c:pt idx="4722">
                  <c:v>123109.29</c:v>
                </c:pt>
                <c:pt idx="4723">
                  <c:v>123135.36</c:v>
                </c:pt>
                <c:pt idx="4724">
                  <c:v>123161.43</c:v>
                </c:pt>
                <c:pt idx="4725">
                  <c:v>123187.5</c:v>
                </c:pt>
                <c:pt idx="4726">
                  <c:v>123213.57</c:v>
                </c:pt>
                <c:pt idx="4727">
                  <c:v>123239.64</c:v>
                </c:pt>
                <c:pt idx="4728">
                  <c:v>123265.71</c:v>
                </c:pt>
                <c:pt idx="4729">
                  <c:v>123291.79</c:v>
                </c:pt>
                <c:pt idx="4730">
                  <c:v>123317.86</c:v>
                </c:pt>
                <c:pt idx="4731">
                  <c:v>123343.93</c:v>
                </c:pt>
                <c:pt idx="4732">
                  <c:v>123370</c:v>
                </c:pt>
                <c:pt idx="4733">
                  <c:v>123396.07</c:v>
                </c:pt>
                <c:pt idx="4734">
                  <c:v>123422.14</c:v>
                </c:pt>
                <c:pt idx="4735">
                  <c:v>123448.21</c:v>
                </c:pt>
                <c:pt idx="4736">
                  <c:v>123474.29</c:v>
                </c:pt>
                <c:pt idx="4737">
                  <c:v>123500.36</c:v>
                </c:pt>
                <c:pt idx="4738">
                  <c:v>123526.43</c:v>
                </c:pt>
                <c:pt idx="4739">
                  <c:v>123552.5</c:v>
                </c:pt>
                <c:pt idx="4740">
                  <c:v>123578.57</c:v>
                </c:pt>
                <c:pt idx="4741">
                  <c:v>123604.64</c:v>
                </c:pt>
                <c:pt idx="4742">
                  <c:v>123630.71</c:v>
                </c:pt>
                <c:pt idx="4743">
                  <c:v>123656.79</c:v>
                </c:pt>
                <c:pt idx="4744">
                  <c:v>123682.86</c:v>
                </c:pt>
                <c:pt idx="4745">
                  <c:v>123708.93</c:v>
                </c:pt>
                <c:pt idx="4746">
                  <c:v>123735</c:v>
                </c:pt>
                <c:pt idx="4747">
                  <c:v>123761.07</c:v>
                </c:pt>
                <c:pt idx="4748">
                  <c:v>123787.14</c:v>
                </c:pt>
                <c:pt idx="4749">
                  <c:v>123813.21</c:v>
                </c:pt>
                <c:pt idx="4750">
                  <c:v>123839.29</c:v>
                </c:pt>
                <c:pt idx="4751">
                  <c:v>123865.36</c:v>
                </c:pt>
                <c:pt idx="4752">
                  <c:v>123891.43</c:v>
                </c:pt>
                <c:pt idx="4753">
                  <c:v>123917.5</c:v>
                </c:pt>
                <c:pt idx="4754">
                  <c:v>123943.57</c:v>
                </c:pt>
                <c:pt idx="4755">
                  <c:v>123969.64</c:v>
                </c:pt>
                <c:pt idx="4756">
                  <c:v>123995.71</c:v>
                </c:pt>
                <c:pt idx="4757">
                  <c:v>124021.79</c:v>
                </c:pt>
                <c:pt idx="4758">
                  <c:v>124047.86</c:v>
                </c:pt>
                <c:pt idx="4759">
                  <c:v>124073.93</c:v>
                </c:pt>
                <c:pt idx="4760">
                  <c:v>124100</c:v>
                </c:pt>
                <c:pt idx="4761">
                  <c:v>124126.07</c:v>
                </c:pt>
                <c:pt idx="4762">
                  <c:v>124152.14</c:v>
                </c:pt>
                <c:pt idx="4763">
                  <c:v>124178.21</c:v>
                </c:pt>
                <c:pt idx="4764">
                  <c:v>124204.29</c:v>
                </c:pt>
                <c:pt idx="4765">
                  <c:v>124230.36</c:v>
                </c:pt>
                <c:pt idx="4766">
                  <c:v>124256.43</c:v>
                </c:pt>
                <c:pt idx="4767">
                  <c:v>124282.5</c:v>
                </c:pt>
                <c:pt idx="4768">
                  <c:v>124308.57</c:v>
                </c:pt>
                <c:pt idx="4769">
                  <c:v>124334.64</c:v>
                </c:pt>
                <c:pt idx="4770">
                  <c:v>124360.71</c:v>
                </c:pt>
                <c:pt idx="4771">
                  <c:v>124386.79</c:v>
                </c:pt>
                <c:pt idx="4772">
                  <c:v>124412.86</c:v>
                </c:pt>
                <c:pt idx="4773">
                  <c:v>124438.93</c:v>
                </c:pt>
                <c:pt idx="4774">
                  <c:v>124465</c:v>
                </c:pt>
                <c:pt idx="4775">
                  <c:v>124491.07</c:v>
                </c:pt>
                <c:pt idx="4776">
                  <c:v>124517.14</c:v>
                </c:pt>
                <c:pt idx="4777">
                  <c:v>124543.21</c:v>
                </c:pt>
                <c:pt idx="4778">
                  <c:v>124569.29</c:v>
                </c:pt>
                <c:pt idx="4779">
                  <c:v>124595.36</c:v>
                </c:pt>
                <c:pt idx="4780">
                  <c:v>124621.43</c:v>
                </c:pt>
                <c:pt idx="4781">
                  <c:v>124647.5</c:v>
                </c:pt>
                <c:pt idx="4782">
                  <c:v>124673.57</c:v>
                </c:pt>
                <c:pt idx="4783">
                  <c:v>124699.64</c:v>
                </c:pt>
                <c:pt idx="4784">
                  <c:v>124725.71</c:v>
                </c:pt>
                <c:pt idx="4785">
                  <c:v>124751.79</c:v>
                </c:pt>
                <c:pt idx="4786">
                  <c:v>124777.86</c:v>
                </c:pt>
                <c:pt idx="4787">
                  <c:v>124803.93</c:v>
                </c:pt>
                <c:pt idx="4788">
                  <c:v>124830</c:v>
                </c:pt>
                <c:pt idx="4789">
                  <c:v>124856.07</c:v>
                </c:pt>
                <c:pt idx="4790">
                  <c:v>124882.14</c:v>
                </c:pt>
                <c:pt idx="4791">
                  <c:v>124908.21</c:v>
                </c:pt>
                <c:pt idx="4792">
                  <c:v>124934.29</c:v>
                </c:pt>
                <c:pt idx="4793">
                  <c:v>124960.36</c:v>
                </c:pt>
                <c:pt idx="4794">
                  <c:v>124986.43</c:v>
                </c:pt>
                <c:pt idx="4795">
                  <c:v>125012.5</c:v>
                </c:pt>
                <c:pt idx="4796">
                  <c:v>125038.57</c:v>
                </c:pt>
                <c:pt idx="4797">
                  <c:v>125064.64</c:v>
                </c:pt>
                <c:pt idx="4798">
                  <c:v>125090.71</c:v>
                </c:pt>
                <c:pt idx="4799">
                  <c:v>125116.79</c:v>
                </c:pt>
                <c:pt idx="4800">
                  <c:v>125142.86</c:v>
                </c:pt>
                <c:pt idx="4801">
                  <c:v>125168.93</c:v>
                </c:pt>
                <c:pt idx="4802">
                  <c:v>125195</c:v>
                </c:pt>
                <c:pt idx="4803">
                  <c:v>125221.07</c:v>
                </c:pt>
                <c:pt idx="4804">
                  <c:v>125247.14</c:v>
                </c:pt>
                <c:pt idx="4805">
                  <c:v>125273.21</c:v>
                </c:pt>
                <c:pt idx="4806">
                  <c:v>125299.29</c:v>
                </c:pt>
                <c:pt idx="4807">
                  <c:v>125325.36</c:v>
                </c:pt>
                <c:pt idx="4808">
                  <c:v>125351.43</c:v>
                </c:pt>
                <c:pt idx="4809">
                  <c:v>125377.5</c:v>
                </c:pt>
                <c:pt idx="4810">
                  <c:v>125403.57</c:v>
                </c:pt>
                <c:pt idx="4811">
                  <c:v>125429.64</c:v>
                </c:pt>
                <c:pt idx="4812">
                  <c:v>125455.71</c:v>
                </c:pt>
                <c:pt idx="4813">
                  <c:v>125481.79</c:v>
                </c:pt>
                <c:pt idx="4814">
                  <c:v>125507.86</c:v>
                </c:pt>
                <c:pt idx="4815">
                  <c:v>125533.93</c:v>
                </c:pt>
                <c:pt idx="4816">
                  <c:v>125560</c:v>
                </c:pt>
                <c:pt idx="4817">
                  <c:v>125586.07</c:v>
                </c:pt>
                <c:pt idx="4818">
                  <c:v>125612.14</c:v>
                </c:pt>
                <c:pt idx="4819">
                  <c:v>125638.21</c:v>
                </c:pt>
                <c:pt idx="4820">
                  <c:v>125664.29</c:v>
                </c:pt>
                <c:pt idx="4821">
                  <c:v>125690.36</c:v>
                </c:pt>
                <c:pt idx="4822">
                  <c:v>125716.43</c:v>
                </c:pt>
                <c:pt idx="4823">
                  <c:v>125742.5</c:v>
                </c:pt>
                <c:pt idx="4824">
                  <c:v>125768.57</c:v>
                </c:pt>
                <c:pt idx="4825">
                  <c:v>125794.64</c:v>
                </c:pt>
                <c:pt idx="4826">
                  <c:v>125820.71</c:v>
                </c:pt>
                <c:pt idx="4827">
                  <c:v>125846.79</c:v>
                </c:pt>
                <c:pt idx="4828">
                  <c:v>125872.86</c:v>
                </c:pt>
                <c:pt idx="4829">
                  <c:v>125898.93</c:v>
                </c:pt>
                <c:pt idx="4830">
                  <c:v>125925</c:v>
                </c:pt>
                <c:pt idx="4831">
                  <c:v>125951.07</c:v>
                </c:pt>
                <c:pt idx="4832">
                  <c:v>125977.14</c:v>
                </c:pt>
                <c:pt idx="4833">
                  <c:v>126003.21</c:v>
                </c:pt>
                <c:pt idx="4834">
                  <c:v>126029.29</c:v>
                </c:pt>
                <c:pt idx="4835">
                  <c:v>126055.36</c:v>
                </c:pt>
                <c:pt idx="4836">
                  <c:v>126081.43</c:v>
                </c:pt>
                <c:pt idx="4837">
                  <c:v>126107.5</c:v>
                </c:pt>
                <c:pt idx="4838">
                  <c:v>126133.57</c:v>
                </c:pt>
                <c:pt idx="4839">
                  <c:v>126159.64</c:v>
                </c:pt>
                <c:pt idx="4840">
                  <c:v>126185.71</c:v>
                </c:pt>
                <c:pt idx="4841">
                  <c:v>126211.79</c:v>
                </c:pt>
                <c:pt idx="4842">
                  <c:v>126237.86</c:v>
                </c:pt>
                <c:pt idx="4843">
                  <c:v>126263.93</c:v>
                </c:pt>
                <c:pt idx="4844">
                  <c:v>126290</c:v>
                </c:pt>
                <c:pt idx="4845">
                  <c:v>126316.07</c:v>
                </c:pt>
                <c:pt idx="4846">
                  <c:v>126342.14</c:v>
                </c:pt>
                <c:pt idx="4847">
                  <c:v>126368.21</c:v>
                </c:pt>
                <c:pt idx="4848">
                  <c:v>126394.29</c:v>
                </c:pt>
                <c:pt idx="4849">
                  <c:v>126420.36</c:v>
                </c:pt>
                <c:pt idx="4850">
                  <c:v>126446.43</c:v>
                </c:pt>
                <c:pt idx="4851">
                  <c:v>126472.5</c:v>
                </c:pt>
                <c:pt idx="4852">
                  <c:v>126498.57</c:v>
                </c:pt>
                <c:pt idx="4853">
                  <c:v>126524.64</c:v>
                </c:pt>
                <c:pt idx="4854">
                  <c:v>126550.71</c:v>
                </c:pt>
                <c:pt idx="4855">
                  <c:v>126576.79</c:v>
                </c:pt>
                <c:pt idx="4856">
                  <c:v>126602.86</c:v>
                </c:pt>
                <c:pt idx="4857">
                  <c:v>126628.93</c:v>
                </c:pt>
                <c:pt idx="4858">
                  <c:v>126655</c:v>
                </c:pt>
                <c:pt idx="4859">
                  <c:v>126681.07</c:v>
                </c:pt>
                <c:pt idx="4860">
                  <c:v>126707.14</c:v>
                </c:pt>
                <c:pt idx="4861">
                  <c:v>126733.21</c:v>
                </c:pt>
                <c:pt idx="4862">
                  <c:v>126759.29</c:v>
                </c:pt>
                <c:pt idx="4863">
                  <c:v>126785.36</c:v>
                </c:pt>
                <c:pt idx="4864">
                  <c:v>126811.43</c:v>
                </c:pt>
                <c:pt idx="4865">
                  <c:v>126837.5</c:v>
                </c:pt>
                <c:pt idx="4866">
                  <c:v>126863.57</c:v>
                </c:pt>
                <c:pt idx="4867">
                  <c:v>126889.64</c:v>
                </c:pt>
                <c:pt idx="4868">
                  <c:v>126915.71</c:v>
                </c:pt>
                <c:pt idx="4869">
                  <c:v>126941.79</c:v>
                </c:pt>
                <c:pt idx="4870">
                  <c:v>126967.86</c:v>
                </c:pt>
                <c:pt idx="4871">
                  <c:v>126993.93</c:v>
                </c:pt>
                <c:pt idx="4872">
                  <c:v>127020</c:v>
                </c:pt>
                <c:pt idx="4873">
                  <c:v>127046.07</c:v>
                </c:pt>
                <c:pt idx="4874">
                  <c:v>127072.14</c:v>
                </c:pt>
                <c:pt idx="4875">
                  <c:v>127098.21</c:v>
                </c:pt>
                <c:pt idx="4876">
                  <c:v>127124.29</c:v>
                </c:pt>
                <c:pt idx="4877">
                  <c:v>127150.36</c:v>
                </c:pt>
                <c:pt idx="4878">
                  <c:v>127176.43</c:v>
                </c:pt>
                <c:pt idx="4879">
                  <c:v>127202.5</c:v>
                </c:pt>
                <c:pt idx="4880">
                  <c:v>127228.57</c:v>
                </c:pt>
                <c:pt idx="4881">
                  <c:v>127254.64</c:v>
                </c:pt>
                <c:pt idx="4882">
                  <c:v>127280.71</c:v>
                </c:pt>
                <c:pt idx="4883">
                  <c:v>127306.79</c:v>
                </c:pt>
                <c:pt idx="4884">
                  <c:v>127332.86</c:v>
                </c:pt>
                <c:pt idx="4885">
                  <c:v>127358.93</c:v>
                </c:pt>
                <c:pt idx="4886">
                  <c:v>127385</c:v>
                </c:pt>
                <c:pt idx="4887">
                  <c:v>127411.07</c:v>
                </c:pt>
                <c:pt idx="4888">
                  <c:v>127437.14</c:v>
                </c:pt>
                <c:pt idx="4889">
                  <c:v>127463.21</c:v>
                </c:pt>
                <c:pt idx="4890">
                  <c:v>127489.29</c:v>
                </c:pt>
                <c:pt idx="4891">
                  <c:v>127515.36</c:v>
                </c:pt>
                <c:pt idx="4892">
                  <c:v>127541.43</c:v>
                </c:pt>
                <c:pt idx="4893">
                  <c:v>127567.5</c:v>
                </c:pt>
                <c:pt idx="4894">
                  <c:v>127593.57</c:v>
                </c:pt>
                <c:pt idx="4895">
                  <c:v>127619.64</c:v>
                </c:pt>
                <c:pt idx="4896">
                  <c:v>127645.71</c:v>
                </c:pt>
                <c:pt idx="4897">
                  <c:v>127671.79</c:v>
                </c:pt>
                <c:pt idx="4898">
                  <c:v>127697.86</c:v>
                </c:pt>
                <c:pt idx="4899">
                  <c:v>127723.93</c:v>
                </c:pt>
                <c:pt idx="4900">
                  <c:v>127750</c:v>
                </c:pt>
                <c:pt idx="4901">
                  <c:v>127776.07</c:v>
                </c:pt>
                <c:pt idx="4902">
                  <c:v>127802.14</c:v>
                </c:pt>
                <c:pt idx="4903">
                  <c:v>127828.21</c:v>
                </c:pt>
                <c:pt idx="4904">
                  <c:v>127854.29</c:v>
                </c:pt>
                <c:pt idx="4905">
                  <c:v>127880.36</c:v>
                </c:pt>
                <c:pt idx="4906">
                  <c:v>127906.43</c:v>
                </c:pt>
                <c:pt idx="4907">
                  <c:v>127932.5</c:v>
                </c:pt>
                <c:pt idx="4908">
                  <c:v>127958.57</c:v>
                </c:pt>
                <c:pt idx="4909">
                  <c:v>127984.64</c:v>
                </c:pt>
                <c:pt idx="4910">
                  <c:v>128010.71</c:v>
                </c:pt>
                <c:pt idx="4911">
                  <c:v>128036.79</c:v>
                </c:pt>
                <c:pt idx="4912">
                  <c:v>128062.86</c:v>
                </c:pt>
                <c:pt idx="4913">
                  <c:v>128088.93</c:v>
                </c:pt>
                <c:pt idx="4914">
                  <c:v>128115</c:v>
                </c:pt>
                <c:pt idx="4915">
                  <c:v>128141.07</c:v>
                </c:pt>
                <c:pt idx="4916">
                  <c:v>128167.14</c:v>
                </c:pt>
                <c:pt idx="4917">
                  <c:v>128193.21</c:v>
                </c:pt>
                <c:pt idx="4918">
                  <c:v>128219.29</c:v>
                </c:pt>
                <c:pt idx="4919">
                  <c:v>128245.36</c:v>
                </c:pt>
                <c:pt idx="4920">
                  <c:v>128271.43</c:v>
                </c:pt>
                <c:pt idx="4921">
                  <c:v>128297.5</c:v>
                </c:pt>
                <c:pt idx="4922">
                  <c:v>128323.57</c:v>
                </c:pt>
                <c:pt idx="4923">
                  <c:v>128349.64</c:v>
                </c:pt>
                <c:pt idx="4924">
                  <c:v>128375.71</c:v>
                </c:pt>
                <c:pt idx="4925">
                  <c:v>128401.79</c:v>
                </c:pt>
                <c:pt idx="4926">
                  <c:v>128427.86</c:v>
                </c:pt>
                <c:pt idx="4927">
                  <c:v>128453.93</c:v>
                </c:pt>
                <c:pt idx="4928">
                  <c:v>128480</c:v>
                </c:pt>
                <c:pt idx="4929">
                  <c:v>128506.07</c:v>
                </c:pt>
                <c:pt idx="4930">
                  <c:v>128532.14</c:v>
                </c:pt>
                <c:pt idx="4931">
                  <c:v>128558.21</c:v>
                </c:pt>
                <c:pt idx="4932">
                  <c:v>128584.29</c:v>
                </c:pt>
                <c:pt idx="4933">
                  <c:v>128610.36</c:v>
                </c:pt>
                <c:pt idx="4934">
                  <c:v>128636.43</c:v>
                </c:pt>
                <c:pt idx="4935">
                  <c:v>128662.5</c:v>
                </c:pt>
                <c:pt idx="4936">
                  <c:v>128688.57</c:v>
                </c:pt>
                <c:pt idx="4937">
                  <c:v>128714.64</c:v>
                </c:pt>
                <c:pt idx="4938">
                  <c:v>128740.71</c:v>
                </c:pt>
                <c:pt idx="4939">
                  <c:v>128766.79</c:v>
                </c:pt>
                <c:pt idx="4940">
                  <c:v>128792.86</c:v>
                </c:pt>
                <c:pt idx="4941">
                  <c:v>128818.93</c:v>
                </c:pt>
                <c:pt idx="4942">
                  <c:v>128845</c:v>
                </c:pt>
                <c:pt idx="4943">
                  <c:v>128871.07</c:v>
                </c:pt>
                <c:pt idx="4944">
                  <c:v>128897.14</c:v>
                </c:pt>
                <c:pt idx="4945">
                  <c:v>128923.21</c:v>
                </c:pt>
                <c:pt idx="4946">
                  <c:v>128949.29</c:v>
                </c:pt>
                <c:pt idx="4947">
                  <c:v>128975.36</c:v>
                </c:pt>
                <c:pt idx="4948">
                  <c:v>129001.43</c:v>
                </c:pt>
                <c:pt idx="4949">
                  <c:v>129027.5</c:v>
                </c:pt>
                <c:pt idx="4950">
                  <c:v>129053.57</c:v>
                </c:pt>
                <c:pt idx="4951">
                  <c:v>129079.64</c:v>
                </c:pt>
                <c:pt idx="4952">
                  <c:v>129105.71</c:v>
                </c:pt>
                <c:pt idx="4953">
                  <c:v>129131.79</c:v>
                </c:pt>
                <c:pt idx="4954">
                  <c:v>129157.86</c:v>
                </c:pt>
                <c:pt idx="4955">
                  <c:v>129183.93</c:v>
                </c:pt>
                <c:pt idx="4956">
                  <c:v>129210</c:v>
                </c:pt>
                <c:pt idx="4957">
                  <c:v>129236.07</c:v>
                </c:pt>
                <c:pt idx="4958">
                  <c:v>129262.14</c:v>
                </c:pt>
                <c:pt idx="4959">
                  <c:v>129288.21</c:v>
                </c:pt>
                <c:pt idx="4960">
                  <c:v>129314.29</c:v>
                </c:pt>
                <c:pt idx="4961">
                  <c:v>129340.36</c:v>
                </c:pt>
                <c:pt idx="4962">
                  <c:v>129366.43</c:v>
                </c:pt>
                <c:pt idx="4963">
                  <c:v>129392.5</c:v>
                </c:pt>
                <c:pt idx="4964">
                  <c:v>129418.57</c:v>
                </c:pt>
                <c:pt idx="4965">
                  <c:v>129444.64</c:v>
                </c:pt>
                <c:pt idx="4966">
                  <c:v>129470.71</c:v>
                </c:pt>
                <c:pt idx="4967">
                  <c:v>129496.79</c:v>
                </c:pt>
                <c:pt idx="4968">
                  <c:v>129522.86</c:v>
                </c:pt>
                <c:pt idx="4969">
                  <c:v>129548.93</c:v>
                </c:pt>
                <c:pt idx="4970">
                  <c:v>129575</c:v>
                </c:pt>
                <c:pt idx="4971">
                  <c:v>129601.07</c:v>
                </c:pt>
                <c:pt idx="4972">
                  <c:v>129627.14</c:v>
                </c:pt>
                <c:pt idx="4973">
                  <c:v>129653.21</c:v>
                </c:pt>
                <c:pt idx="4974">
                  <c:v>129679.29</c:v>
                </c:pt>
                <c:pt idx="4975">
                  <c:v>129705.36</c:v>
                </c:pt>
                <c:pt idx="4976">
                  <c:v>129731.43</c:v>
                </c:pt>
                <c:pt idx="4977">
                  <c:v>129757.5</c:v>
                </c:pt>
                <c:pt idx="4978">
                  <c:v>129783.57</c:v>
                </c:pt>
                <c:pt idx="4979">
                  <c:v>129809.64</c:v>
                </c:pt>
                <c:pt idx="4980">
                  <c:v>129835.71</c:v>
                </c:pt>
                <c:pt idx="4981">
                  <c:v>129861.79</c:v>
                </c:pt>
                <c:pt idx="4982">
                  <c:v>129887.86</c:v>
                </c:pt>
                <c:pt idx="4983">
                  <c:v>129913.93</c:v>
                </c:pt>
                <c:pt idx="4984">
                  <c:v>129940</c:v>
                </c:pt>
                <c:pt idx="4985">
                  <c:v>129966.07</c:v>
                </c:pt>
                <c:pt idx="4986">
                  <c:v>129992.14</c:v>
                </c:pt>
                <c:pt idx="4987">
                  <c:v>130018.21</c:v>
                </c:pt>
                <c:pt idx="4988">
                  <c:v>130044.29</c:v>
                </c:pt>
                <c:pt idx="4989">
                  <c:v>130070.36</c:v>
                </c:pt>
                <c:pt idx="4990">
                  <c:v>130096.43</c:v>
                </c:pt>
                <c:pt idx="4991">
                  <c:v>130122.5</c:v>
                </c:pt>
                <c:pt idx="4992">
                  <c:v>130148.57</c:v>
                </c:pt>
                <c:pt idx="4993">
                  <c:v>130174.64</c:v>
                </c:pt>
                <c:pt idx="4994">
                  <c:v>130200.71</c:v>
                </c:pt>
                <c:pt idx="4995">
                  <c:v>130226.79</c:v>
                </c:pt>
                <c:pt idx="4996">
                  <c:v>130252.86</c:v>
                </c:pt>
                <c:pt idx="4997">
                  <c:v>130278.93</c:v>
                </c:pt>
                <c:pt idx="4998">
                  <c:v>130305</c:v>
                </c:pt>
                <c:pt idx="4999">
                  <c:v>130331.07</c:v>
                </c:pt>
                <c:pt idx="5000">
                  <c:v>130357.14</c:v>
                </c:pt>
                <c:pt idx="5001">
                  <c:v>130383.21</c:v>
                </c:pt>
                <c:pt idx="5002">
                  <c:v>130409.29</c:v>
                </c:pt>
                <c:pt idx="5003">
                  <c:v>130435.36</c:v>
                </c:pt>
                <c:pt idx="5004">
                  <c:v>130461.43</c:v>
                </c:pt>
                <c:pt idx="5005">
                  <c:v>130487.5</c:v>
                </c:pt>
                <c:pt idx="5006">
                  <c:v>130513.57</c:v>
                </c:pt>
                <c:pt idx="5007">
                  <c:v>130539.64</c:v>
                </c:pt>
                <c:pt idx="5008">
                  <c:v>130565.71</c:v>
                </c:pt>
                <c:pt idx="5009">
                  <c:v>130591.79</c:v>
                </c:pt>
                <c:pt idx="5010">
                  <c:v>130617.86</c:v>
                </c:pt>
                <c:pt idx="5011">
                  <c:v>130643.93</c:v>
                </c:pt>
                <c:pt idx="5012">
                  <c:v>130670</c:v>
                </c:pt>
                <c:pt idx="5013">
                  <c:v>130696.07</c:v>
                </c:pt>
                <c:pt idx="5014">
                  <c:v>130722.14</c:v>
                </c:pt>
                <c:pt idx="5015">
                  <c:v>130748.21</c:v>
                </c:pt>
                <c:pt idx="5016">
                  <c:v>130774.29</c:v>
                </c:pt>
                <c:pt idx="5017">
                  <c:v>130800.36</c:v>
                </c:pt>
                <c:pt idx="5018">
                  <c:v>130826.43</c:v>
                </c:pt>
                <c:pt idx="5019">
                  <c:v>130852.5</c:v>
                </c:pt>
                <c:pt idx="5020">
                  <c:v>130878.57</c:v>
                </c:pt>
                <c:pt idx="5021">
                  <c:v>130904.64</c:v>
                </c:pt>
                <c:pt idx="5022">
                  <c:v>130930.71</c:v>
                </c:pt>
                <c:pt idx="5023">
                  <c:v>130956.79</c:v>
                </c:pt>
                <c:pt idx="5024">
                  <c:v>130982.86</c:v>
                </c:pt>
                <c:pt idx="5025">
                  <c:v>131008.93</c:v>
                </c:pt>
                <c:pt idx="5026">
                  <c:v>131035</c:v>
                </c:pt>
                <c:pt idx="5027">
                  <c:v>131061.07</c:v>
                </c:pt>
                <c:pt idx="5028">
                  <c:v>131087.14000000001</c:v>
                </c:pt>
                <c:pt idx="5029">
                  <c:v>131113.21</c:v>
                </c:pt>
                <c:pt idx="5030">
                  <c:v>131139.29</c:v>
                </c:pt>
                <c:pt idx="5031">
                  <c:v>131165.35999999999</c:v>
                </c:pt>
                <c:pt idx="5032">
                  <c:v>131191.43</c:v>
                </c:pt>
                <c:pt idx="5033">
                  <c:v>131217.5</c:v>
                </c:pt>
                <c:pt idx="5034">
                  <c:v>131243.57</c:v>
                </c:pt>
                <c:pt idx="5035">
                  <c:v>131269.64000000001</c:v>
                </c:pt>
                <c:pt idx="5036">
                  <c:v>131295.71</c:v>
                </c:pt>
                <c:pt idx="5037">
                  <c:v>131321.79</c:v>
                </c:pt>
                <c:pt idx="5038">
                  <c:v>131347.85999999999</c:v>
                </c:pt>
                <c:pt idx="5039">
                  <c:v>131373.93</c:v>
                </c:pt>
                <c:pt idx="5040">
                  <c:v>131400</c:v>
                </c:pt>
                <c:pt idx="5041">
                  <c:v>131426.07</c:v>
                </c:pt>
                <c:pt idx="5042">
                  <c:v>131452.14000000001</c:v>
                </c:pt>
                <c:pt idx="5043">
                  <c:v>131478.21</c:v>
                </c:pt>
                <c:pt idx="5044">
                  <c:v>131504.29</c:v>
                </c:pt>
                <c:pt idx="5045">
                  <c:v>131530.35999999999</c:v>
                </c:pt>
                <c:pt idx="5046">
                  <c:v>131556.43</c:v>
                </c:pt>
                <c:pt idx="5047">
                  <c:v>131582.5</c:v>
                </c:pt>
                <c:pt idx="5048">
                  <c:v>131608.57</c:v>
                </c:pt>
                <c:pt idx="5049">
                  <c:v>131634.64000000001</c:v>
                </c:pt>
                <c:pt idx="5050">
                  <c:v>131660.71</c:v>
                </c:pt>
                <c:pt idx="5051">
                  <c:v>131686.79</c:v>
                </c:pt>
                <c:pt idx="5052">
                  <c:v>131712.85999999999</c:v>
                </c:pt>
                <c:pt idx="5053">
                  <c:v>131738.93</c:v>
                </c:pt>
                <c:pt idx="5054">
                  <c:v>131765</c:v>
                </c:pt>
                <c:pt idx="5055">
                  <c:v>131791.07</c:v>
                </c:pt>
                <c:pt idx="5056">
                  <c:v>131817.14000000001</c:v>
                </c:pt>
                <c:pt idx="5057">
                  <c:v>131843.21</c:v>
                </c:pt>
                <c:pt idx="5058">
                  <c:v>131869.29</c:v>
                </c:pt>
                <c:pt idx="5059">
                  <c:v>131895.35999999999</c:v>
                </c:pt>
                <c:pt idx="5060">
                  <c:v>131921.43</c:v>
                </c:pt>
                <c:pt idx="5061">
                  <c:v>131947.5</c:v>
                </c:pt>
                <c:pt idx="5062">
                  <c:v>131973.57</c:v>
                </c:pt>
                <c:pt idx="5063">
                  <c:v>131999.64000000001</c:v>
                </c:pt>
                <c:pt idx="5064">
                  <c:v>132025.71</c:v>
                </c:pt>
                <c:pt idx="5065">
                  <c:v>132051.79</c:v>
                </c:pt>
                <c:pt idx="5066">
                  <c:v>132077.85999999999</c:v>
                </c:pt>
                <c:pt idx="5067">
                  <c:v>132103.93</c:v>
                </c:pt>
                <c:pt idx="5068">
                  <c:v>132130</c:v>
                </c:pt>
                <c:pt idx="5069">
                  <c:v>132156.07</c:v>
                </c:pt>
                <c:pt idx="5070">
                  <c:v>132182.14000000001</c:v>
                </c:pt>
                <c:pt idx="5071">
                  <c:v>132208.21</c:v>
                </c:pt>
                <c:pt idx="5072">
                  <c:v>132234.29</c:v>
                </c:pt>
                <c:pt idx="5073">
                  <c:v>132260.35999999999</c:v>
                </c:pt>
                <c:pt idx="5074">
                  <c:v>132286.43</c:v>
                </c:pt>
                <c:pt idx="5075">
                  <c:v>132312.5</c:v>
                </c:pt>
                <c:pt idx="5076">
                  <c:v>132338.57</c:v>
                </c:pt>
                <c:pt idx="5077">
                  <c:v>132364.64000000001</c:v>
                </c:pt>
                <c:pt idx="5078">
                  <c:v>132390.71</c:v>
                </c:pt>
                <c:pt idx="5079">
                  <c:v>132416.79</c:v>
                </c:pt>
                <c:pt idx="5080">
                  <c:v>132442.85999999999</c:v>
                </c:pt>
                <c:pt idx="5081">
                  <c:v>132468.93</c:v>
                </c:pt>
                <c:pt idx="5082">
                  <c:v>132495</c:v>
                </c:pt>
                <c:pt idx="5083">
                  <c:v>132521.07</c:v>
                </c:pt>
                <c:pt idx="5084">
                  <c:v>132547.14000000001</c:v>
                </c:pt>
                <c:pt idx="5085">
                  <c:v>132573.21</c:v>
                </c:pt>
                <c:pt idx="5086">
                  <c:v>132599.29</c:v>
                </c:pt>
                <c:pt idx="5087">
                  <c:v>132625.35999999999</c:v>
                </c:pt>
                <c:pt idx="5088">
                  <c:v>132651.43</c:v>
                </c:pt>
                <c:pt idx="5089">
                  <c:v>132677.5</c:v>
                </c:pt>
                <c:pt idx="5090">
                  <c:v>132703.57</c:v>
                </c:pt>
                <c:pt idx="5091">
                  <c:v>132729.64000000001</c:v>
                </c:pt>
                <c:pt idx="5092">
                  <c:v>132755.71</c:v>
                </c:pt>
                <c:pt idx="5093">
                  <c:v>132781.79</c:v>
                </c:pt>
                <c:pt idx="5094">
                  <c:v>132807.85999999999</c:v>
                </c:pt>
                <c:pt idx="5095">
                  <c:v>132833.93</c:v>
                </c:pt>
                <c:pt idx="5096">
                  <c:v>132860</c:v>
                </c:pt>
                <c:pt idx="5097">
                  <c:v>132886.07</c:v>
                </c:pt>
                <c:pt idx="5098">
                  <c:v>132912.14000000001</c:v>
                </c:pt>
                <c:pt idx="5099">
                  <c:v>132938.21</c:v>
                </c:pt>
                <c:pt idx="5100">
                  <c:v>132964.29</c:v>
                </c:pt>
                <c:pt idx="5101">
                  <c:v>132990.35999999999</c:v>
                </c:pt>
                <c:pt idx="5102">
                  <c:v>133016.43</c:v>
                </c:pt>
                <c:pt idx="5103">
                  <c:v>133042.5</c:v>
                </c:pt>
                <c:pt idx="5104">
                  <c:v>133068.57</c:v>
                </c:pt>
                <c:pt idx="5105">
                  <c:v>133094.64000000001</c:v>
                </c:pt>
                <c:pt idx="5106">
                  <c:v>133120.71</c:v>
                </c:pt>
                <c:pt idx="5107">
                  <c:v>133146.79</c:v>
                </c:pt>
                <c:pt idx="5108">
                  <c:v>133172.85999999999</c:v>
                </c:pt>
                <c:pt idx="5109">
                  <c:v>133198.93</c:v>
                </c:pt>
                <c:pt idx="5110">
                  <c:v>133225</c:v>
                </c:pt>
                <c:pt idx="5111">
                  <c:v>133251.07</c:v>
                </c:pt>
                <c:pt idx="5112">
                  <c:v>133277.14000000001</c:v>
                </c:pt>
                <c:pt idx="5113">
                  <c:v>133303.21</c:v>
                </c:pt>
                <c:pt idx="5114">
                  <c:v>133329.29</c:v>
                </c:pt>
                <c:pt idx="5115">
                  <c:v>133355.35999999999</c:v>
                </c:pt>
                <c:pt idx="5116">
                  <c:v>133381.43</c:v>
                </c:pt>
                <c:pt idx="5117">
                  <c:v>133407.5</c:v>
                </c:pt>
                <c:pt idx="5118">
                  <c:v>133433.57</c:v>
                </c:pt>
                <c:pt idx="5119">
                  <c:v>133459.64000000001</c:v>
                </c:pt>
                <c:pt idx="5120">
                  <c:v>133485.71</c:v>
                </c:pt>
                <c:pt idx="5121">
                  <c:v>133511.79</c:v>
                </c:pt>
                <c:pt idx="5122">
                  <c:v>133537.85999999999</c:v>
                </c:pt>
                <c:pt idx="5123">
                  <c:v>133563.93</c:v>
                </c:pt>
                <c:pt idx="5124">
                  <c:v>133590</c:v>
                </c:pt>
                <c:pt idx="5125">
                  <c:v>133616.07</c:v>
                </c:pt>
                <c:pt idx="5126">
                  <c:v>133642.14000000001</c:v>
                </c:pt>
                <c:pt idx="5127">
                  <c:v>133668.21</c:v>
                </c:pt>
                <c:pt idx="5128">
                  <c:v>133694.29</c:v>
                </c:pt>
                <c:pt idx="5129">
                  <c:v>133720.35999999999</c:v>
                </c:pt>
                <c:pt idx="5130">
                  <c:v>133746.43</c:v>
                </c:pt>
                <c:pt idx="5131">
                  <c:v>133772.5</c:v>
                </c:pt>
                <c:pt idx="5132">
                  <c:v>133798.57</c:v>
                </c:pt>
                <c:pt idx="5133">
                  <c:v>133824.64000000001</c:v>
                </c:pt>
                <c:pt idx="5134">
                  <c:v>133850.71</c:v>
                </c:pt>
                <c:pt idx="5135">
                  <c:v>133876.79</c:v>
                </c:pt>
                <c:pt idx="5136">
                  <c:v>133902.85999999999</c:v>
                </c:pt>
                <c:pt idx="5137">
                  <c:v>133928.93</c:v>
                </c:pt>
                <c:pt idx="5138">
                  <c:v>133955</c:v>
                </c:pt>
                <c:pt idx="5139">
                  <c:v>133981.07</c:v>
                </c:pt>
                <c:pt idx="5140">
                  <c:v>134007.14000000001</c:v>
                </c:pt>
                <c:pt idx="5141">
                  <c:v>134033.21</c:v>
                </c:pt>
                <c:pt idx="5142">
                  <c:v>134059.29</c:v>
                </c:pt>
                <c:pt idx="5143">
                  <c:v>134085.35999999999</c:v>
                </c:pt>
                <c:pt idx="5144">
                  <c:v>134111.43</c:v>
                </c:pt>
                <c:pt idx="5145">
                  <c:v>134137.5</c:v>
                </c:pt>
                <c:pt idx="5146">
                  <c:v>134163.57</c:v>
                </c:pt>
                <c:pt idx="5147">
                  <c:v>134189.64000000001</c:v>
                </c:pt>
                <c:pt idx="5148">
                  <c:v>134215.71</c:v>
                </c:pt>
                <c:pt idx="5149">
                  <c:v>134241.79</c:v>
                </c:pt>
                <c:pt idx="5150">
                  <c:v>134267.85999999999</c:v>
                </c:pt>
                <c:pt idx="5151">
                  <c:v>134293.93</c:v>
                </c:pt>
                <c:pt idx="5152">
                  <c:v>134320</c:v>
                </c:pt>
                <c:pt idx="5153">
                  <c:v>134346.07</c:v>
                </c:pt>
                <c:pt idx="5154">
                  <c:v>134372.14000000001</c:v>
                </c:pt>
                <c:pt idx="5155">
                  <c:v>134398.21</c:v>
                </c:pt>
                <c:pt idx="5156">
                  <c:v>134424.29</c:v>
                </c:pt>
                <c:pt idx="5157">
                  <c:v>134450.35999999999</c:v>
                </c:pt>
                <c:pt idx="5158">
                  <c:v>134476.43</c:v>
                </c:pt>
                <c:pt idx="5159">
                  <c:v>134502.5</c:v>
                </c:pt>
                <c:pt idx="5160">
                  <c:v>134528.57</c:v>
                </c:pt>
                <c:pt idx="5161">
                  <c:v>134554.64000000001</c:v>
                </c:pt>
                <c:pt idx="5162">
                  <c:v>134580.71</c:v>
                </c:pt>
                <c:pt idx="5163">
                  <c:v>134606.79</c:v>
                </c:pt>
                <c:pt idx="5164">
                  <c:v>134632.85999999999</c:v>
                </c:pt>
                <c:pt idx="5165">
                  <c:v>134658.93</c:v>
                </c:pt>
                <c:pt idx="5166">
                  <c:v>134685</c:v>
                </c:pt>
                <c:pt idx="5167">
                  <c:v>134711.07</c:v>
                </c:pt>
                <c:pt idx="5168">
                  <c:v>134737.14000000001</c:v>
                </c:pt>
                <c:pt idx="5169">
                  <c:v>134763.21</c:v>
                </c:pt>
                <c:pt idx="5170">
                  <c:v>134789.29</c:v>
                </c:pt>
                <c:pt idx="5171">
                  <c:v>134815.35999999999</c:v>
                </c:pt>
                <c:pt idx="5172">
                  <c:v>134841.43</c:v>
                </c:pt>
                <c:pt idx="5173">
                  <c:v>134867.5</c:v>
                </c:pt>
                <c:pt idx="5174">
                  <c:v>134893.57</c:v>
                </c:pt>
                <c:pt idx="5175">
                  <c:v>134919.64000000001</c:v>
                </c:pt>
                <c:pt idx="5176">
                  <c:v>134945.71</c:v>
                </c:pt>
                <c:pt idx="5177">
                  <c:v>134971.79</c:v>
                </c:pt>
                <c:pt idx="5178">
                  <c:v>134997.85999999999</c:v>
                </c:pt>
                <c:pt idx="5179">
                  <c:v>135023.93</c:v>
                </c:pt>
                <c:pt idx="5180">
                  <c:v>135050</c:v>
                </c:pt>
                <c:pt idx="5181">
                  <c:v>135076.07</c:v>
                </c:pt>
                <c:pt idx="5182">
                  <c:v>135102.14000000001</c:v>
                </c:pt>
                <c:pt idx="5183">
                  <c:v>135128.21</c:v>
                </c:pt>
                <c:pt idx="5184">
                  <c:v>135154.29</c:v>
                </c:pt>
                <c:pt idx="5185">
                  <c:v>135180.35999999999</c:v>
                </c:pt>
                <c:pt idx="5186">
                  <c:v>135206.43</c:v>
                </c:pt>
                <c:pt idx="5187">
                  <c:v>135232.5</c:v>
                </c:pt>
                <c:pt idx="5188">
                  <c:v>135258.57</c:v>
                </c:pt>
                <c:pt idx="5189">
                  <c:v>135284.64000000001</c:v>
                </c:pt>
                <c:pt idx="5190">
                  <c:v>135310.71</c:v>
                </c:pt>
                <c:pt idx="5191">
                  <c:v>135336.79</c:v>
                </c:pt>
                <c:pt idx="5192">
                  <c:v>135362.85999999999</c:v>
                </c:pt>
                <c:pt idx="5193">
                  <c:v>135388.93</c:v>
                </c:pt>
                <c:pt idx="5194">
                  <c:v>135415</c:v>
                </c:pt>
                <c:pt idx="5195">
                  <c:v>135441.07</c:v>
                </c:pt>
                <c:pt idx="5196">
                  <c:v>135467.14000000001</c:v>
                </c:pt>
                <c:pt idx="5197">
                  <c:v>135493.21</c:v>
                </c:pt>
                <c:pt idx="5198">
                  <c:v>135519.29</c:v>
                </c:pt>
                <c:pt idx="5199">
                  <c:v>135545.35999999999</c:v>
                </c:pt>
                <c:pt idx="5200">
                  <c:v>135571.43</c:v>
                </c:pt>
                <c:pt idx="5201">
                  <c:v>135597.5</c:v>
                </c:pt>
                <c:pt idx="5202">
                  <c:v>135623.57</c:v>
                </c:pt>
                <c:pt idx="5203">
                  <c:v>135649.64000000001</c:v>
                </c:pt>
                <c:pt idx="5204">
                  <c:v>135675.71</c:v>
                </c:pt>
                <c:pt idx="5205">
                  <c:v>135701.79</c:v>
                </c:pt>
                <c:pt idx="5206">
                  <c:v>135727.85999999999</c:v>
                </c:pt>
                <c:pt idx="5207">
                  <c:v>135753.93</c:v>
                </c:pt>
                <c:pt idx="5208">
                  <c:v>135780</c:v>
                </c:pt>
                <c:pt idx="5209">
                  <c:v>135806.07</c:v>
                </c:pt>
                <c:pt idx="5210">
                  <c:v>135832.14000000001</c:v>
                </c:pt>
                <c:pt idx="5211">
                  <c:v>135858.21</c:v>
                </c:pt>
                <c:pt idx="5212">
                  <c:v>135884.29</c:v>
                </c:pt>
                <c:pt idx="5213">
                  <c:v>135910.35999999999</c:v>
                </c:pt>
                <c:pt idx="5214">
                  <c:v>135936.43</c:v>
                </c:pt>
                <c:pt idx="5215">
                  <c:v>135962.5</c:v>
                </c:pt>
                <c:pt idx="5216">
                  <c:v>135988.57</c:v>
                </c:pt>
                <c:pt idx="5217">
                  <c:v>136014.64000000001</c:v>
                </c:pt>
                <c:pt idx="5218">
                  <c:v>136040.71</c:v>
                </c:pt>
                <c:pt idx="5219">
                  <c:v>136066.79</c:v>
                </c:pt>
                <c:pt idx="5220">
                  <c:v>136092.85999999999</c:v>
                </c:pt>
                <c:pt idx="5221">
                  <c:v>136118.93</c:v>
                </c:pt>
                <c:pt idx="5222">
                  <c:v>136145</c:v>
                </c:pt>
                <c:pt idx="5223">
                  <c:v>136171.07</c:v>
                </c:pt>
                <c:pt idx="5224">
                  <c:v>136197.14000000001</c:v>
                </c:pt>
                <c:pt idx="5225">
                  <c:v>136223.21</c:v>
                </c:pt>
                <c:pt idx="5226">
                  <c:v>136249.29</c:v>
                </c:pt>
                <c:pt idx="5227">
                  <c:v>136275.35999999999</c:v>
                </c:pt>
                <c:pt idx="5228">
                  <c:v>136301.43</c:v>
                </c:pt>
                <c:pt idx="5229">
                  <c:v>136327.5</c:v>
                </c:pt>
                <c:pt idx="5230">
                  <c:v>136353.57</c:v>
                </c:pt>
                <c:pt idx="5231">
                  <c:v>136379.64000000001</c:v>
                </c:pt>
                <c:pt idx="5232">
                  <c:v>136405.71</c:v>
                </c:pt>
                <c:pt idx="5233">
                  <c:v>136431.79</c:v>
                </c:pt>
                <c:pt idx="5234">
                  <c:v>136457.85999999999</c:v>
                </c:pt>
                <c:pt idx="5235">
                  <c:v>136483.93</c:v>
                </c:pt>
                <c:pt idx="5236">
                  <c:v>136510</c:v>
                </c:pt>
                <c:pt idx="5237">
                  <c:v>136536.07</c:v>
                </c:pt>
                <c:pt idx="5238">
                  <c:v>136562.14000000001</c:v>
                </c:pt>
                <c:pt idx="5239">
                  <c:v>136588.21</c:v>
                </c:pt>
                <c:pt idx="5240">
                  <c:v>136614.29</c:v>
                </c:pt>
                <c:pt idx="5241">
                  <c:v>136640.35999999999</c:v>
                </c:pt>
                <c:pt idx="5242">
                  <c:v>136666.43</c:v>
                </c:pt>
                <c:pt idx="5243">
                  <c:v>136692.5</c:v>
                </c:pt>
                <c:pt idx="5244">
                  <c:v>136718.57</c:v>
                </c:pt>
                <c:pt idx="5245">
                  <c:v>136744.64000000001</c:v>
                </c:pt>
                <c:pt idx="5246">
                  <c:v>136770.71</c:v>
                </c:pt>
                <c:pt idx="5247">
                  <c:v>136796.79</c:v>
                </c:pt>
                <c:pt idx="5248">
                  <c:v>136822.85999999999</c:v>
                </c:pt>
                <c:pt idx="5249">
                  <c:v>136848.93</c:v>
                </c:pt>
                <c:pt idx="5250">
                  <c:v>136875</c:v>
                </c:pt>
                <c:pt idx="5251">
                  <c:v>136901.07</c:v>
                </c:pt>
                <c:pt idx="5252">
                  <c:v>136927.14000000001</c:v>
                </c:pt>
                <c:pt idx="5253">
                  <c:v>136953.21</c:v>
                </c:pt>
                <c:pt idx="5254">
                  <c:v>136979.29</c:v>
                </c:pt>
                <c:pt idx="5255">
                  <c:v>137005.35999999999</c:v>
                </c:pt>
                <c:pt idx="5256">
                  <c:v>137031.43</c:v>
                </c:pt>
                <c:pt idx="5257">
                  <c:v>137057.5</c:v>
                </c:pt>
                <c:pt idx="5258">
                  <c:v>137083.57</c:v>
                </c:pt>
                <c:pt idx="5259">
                  <c:v>137109.64000000001</c:v>
                </c:pt>
                <c:pt idx="5260">
                  <c:v>137135.71</c:v>
                </c:pt>
                <c:pt idx="5261">
                  <c:v>137161.79</c:v>
                </c:pt>
                <c:pt idx="5262">
                  <c:v>137187.85999999999</c:v>
                </c:pt>
                <c:pt idx="5263">
                  <c:v>137213.93</c:v>
                </c:pt>
                <c:pt idx="5264">
                  <c:v>137240</c:v>
                </c:pt>
                <c:pt idx="5265">
                  <c:v>137266.07</c:v>
                </c:pt>
                <c:pt idx="5266">
                  <c:v>137292.14000000001</c:v>
                </c:pt>
                <c:pt idx="5267">
                  <c:v>137318.21</c:v>
                </c:pt>
                <c:pt idx="5268">
                  <c:v>137344.29</c:v>
                </c:pt>
                <c:pt idx="5269">
                  <c:v>137370.35999999999</c:v>
                </c:pt>
                <c:pt idx="5270">
                  <c:v>137396.43</c:v>
                </c:pt>
                <c:pt idx="5271">
                  <c:v>137422.5</c:v>
                </c:pt>
                <c:pt idx="5272">
                  <c:v>137448.57</c:v>
                </c:pt>
                <c:pt idx="5273">
                  <c:v>137474.64000000001</c:v>
                </c:pt>
                <c:pt idx="5274">
                  <c:v>137500.71</c:v>
                </c:pt>
                <c:pt idx="5275">
                  <c:v>137526.79</c:v>
                </c:pt>
                <c:pt idx="5276">
                  <c:v>137552.85999999999</c:v>
                </c:pt>
                <c:pt idx="5277">
                  <c:v>137578.93</c:v>
                </c:pt>
                <c:pt idx="5278">
                  <c:v>137605</c:v>
                </c:pt>
                <c:pt idx="5279">
                  <c:v>137631.07</c:v>
                </c:pt>
                <c:pt idx="5280">
                  <c:v>137657.14000000001</c:v>
                </c:pt>
                <c:pt idx="5281">
                  <c:v>137683.21</c:v>
                </c:pt>
                <c:pt idx="5282">
                  <c:v>137709.29</c:v>
                </c:pt>
                <c:pt idx="5283">
                  <c:v>137735.35999999999</c:v>
                </c:pt>
                <c:pt idx="5284">
                  <c:v>137761.43</c:v>
                </c:pt>
                <c:pt idx="5285">
                  <c:v>137787.5</c:v>
                </c:pt>
                <c:pt idx="5286">
                  <c:v>137813.57</c:v>
                </c:pt>
                <c:pt idx="5287">
                  <c:v>137839.64000000001</c:v>
                </c:pt>
                <c:pt idx="5288">
                  <c:v>137865.71</c:v>
                </c:pt>
                <c:pt idx="5289">
                  <c:v>137891.79</c:v>
                </c:pt>
                <c:pt idx="5290">
                  <c:v>137917.85999999999</c:v>
                </c:pt>
                <c:pt idx="5291">
                  <c:v>137943.93</c:v>
                </c:pt>
                <c:pt idx="5292">
                  <c:v>137970</c:v>
                </c:pt>
                <c:pt idx="5293">
                  <c:v>137996.07</c:v>
                </c:pt>
                <c:pt idx="5294">
                  <c:v>138022.14000000001</c:v>
                </c:pt>
                <c:pt idx="5295">
                  <c:v>138048.21</c:v>
                </c:pt>
                <c:pt idx="5296">
                  <c:v>138074.29</c:v>
                </c:pt>
                <c:pt idx="5297">
                  <c:v>138100.35999999999</c:v>
                </c:pt>
                <c:pt idx="5298">
                  <c:v>138126.43</c:v>
                </c:pt>
                <c:pt idx="5299">
                  <c:v>138152.5</c:v>
                </c:pt>
                <c:pt idx="5300">
                  <c:v>138178.57</c:v>
                </c:pt>
                <c:pt idx="5301">
                  <c:v>138204.64000000001</c:v>
                </c:pt>
                <c:pt idx="5302">
                  <c:v>138230.71</c:v>
                </c:pt>
                <c:pt idx="5303">
                  <c:v>138256.79</c:v>
                </c:pt>
                <c:pt idx="5304">
                  <c:v>138282.85999999999</c:v>
                </c:pt>
                <c:pt idx="5305">
                  <c:v>138308.93</c:v>
                </c:pt>
                <c:pt idx="5306">
                  <c:v>138335</c:v>
                </c:pt>
                <c:pt idx="5307">
                  <c:v>138361.07</c:v>
                </c:pt>
                <c:pt idx="5308">
                  <c:v>138387.14000000001</c:v>
                </c:pt>
                <c:pt idx="5309">
                  <c:v>138413.21</c:v>
                </c:pt>
                <c:pt idx="5310">
                  <c:v>138439.29</c:v>
                </c:pt>
                <c:pt idx="5311">
                  <c:v>138465.35999999999</c:v>
                </c:pt>
                <c:pt idx="5312">
                  <c:v>138491.43</c:v>
                </c:pt>
                <c:pt idx="5313">
                  <c:v>138517.5</c:v>
                </c:pt>
                <c:pt idx="5314">
                  <c:v>138543.57</c:v>
                </c:pt>
                <c:pt idx="5315">
                  <c:v>138569.64000000001</c:v>
                </c:pt>
                <c:pt idx="5316">
                  <c:v>138595.71</c:v>
                </c:pt>
                <c:pt idx="5317">
                  <c:v>138621.79</c:v>
                </c:pt>
                <c:pt idx="5318">
                  <c:v>138647.85999999999</c:v>
                </c:pt>
                <c:pt idx="5319">
                  <c:v>138673.93</c:v>
                </c:pt>
                <c:pt idx="5320">
                  <c:v>138700</c:v>
                </c:pt>
                <c:pt idx="5321">
                  <c:v>138726.07</c:v>
                </c:pt>
                <c:pt idx="5322">
                  <c:v>138752.14000000001</c:v>
                </c:pt>
                <c:pt idx="5323">
                  <c:v>138778.21</c:v>
                </c:pt>
                <c:pt idx="5324">
                  <c:v>138804.29</c:v>
                </c:pt>
                <c:pt idx="5325">
                  <c:v>138830.35999999999</c:v>
                </c:pt>
                <c:pt idx="5326">
                  <c:v>138856.43</c:v>
                </c:pt>
                <c:pt idx="5327">
                  <c:v>138882.5</c:v>
                </c:pt>
                <c:pt idx="5328">
                  <c:v>138908.57</c:v>
                </c:pt>
                <c:pt idx="5329">
                  <c:v>138934.64000000001</c:v>
                </c:pt>
                <c:pt idx="5330">
                  <c:v>138960.71</c:v>
                </c:pt>
                <c:pt idx="5331">
                  <c:v>138986.79</c:v>
                </c:pt>
                <c:pt idx="5332">
                  <c:v>139012.85999999999</c:v>
                </c:pt>
                <c:pt idx="5333">
                  <c:v>139038.93</c:v>
                </c:pt>
                <c:pt idx="5334">
                  <c:v>139065</c:v>
                </c:pt>
                <c:pt idx="5335">
                  <c:v>139091.07</c:v>
                </c:pt>
                <c:pt idx="5336">
                  <c:v>139117.14000000001</c:v>
                </c:pt>
                <c:pt idx="5337">
                  <c:v>139143.21</c:v>
                </c:pt>
                <c:pt idx="5338">
                  <c:v>139169.29</c:v>
                </c:pt>
                <c:pt idx="5339">
                  <c:v>139195.35999999999</c:v>
                </c:pt>
                <c:pt idx="5340">
                  <c:v>139221.43</c:v>
                </c:pt>
                <c:pt idx="5341">
                  <c:v>139247.5</c:v>
                </c:pt>
                <c:pt idx="5342">
                  <c:v>139273.57</c:v>
                </c:pt>
                <c:pt idx="5343">
                  <c:v>139299.64000000001</c:v>
                </c:pt>
                <c:pt idx="5344">
                  <c:v>139325.71</c:v>
                </c:pt>
                <c:pt idx="5345">
                  <c:v>139351.79</c:v>
                </c:pt>
                <c:pt idx="5346">
                  <c:v>139377.85999999999</c:v>
                </c:pt>
                <c:pt idx="5347">
                  <c:v>139403.93</c:v>
                </c:pt>
                <c:pt idx="5348">
                  <c:v>139430</c:v>
                </c:pt>
                <c:pt idx="5349">
                  <c:v>139456.07</c:v>
                </c:pt>
                <c:pt idx="5350">
                  <c:v>139482.14000000001</c:v>
                </c:pt>
                <c:pt idx="5351">
                  <c:v>139508.21</c:v>
                </c:pt>
                <c:pt idx="5352">
                  <c:v>139534.29</c:v>
                </c:pt>
                <c:pt idx="5353">
                  <c:v>139560.35999999999</c:v>
                </c:pt>
                <c:pt idx="5354">
                  <c:v>139586.43</c:v>
                </c:pt>
                <c:pt idx="5355">
                  <c:v>139612.5</c:v>
                </c:pt>
                <c:pt idx="5356">
                  <c:v>139638.57</c:v>
                </c:pt>
                <c:pt idx="5357">
                  <c:v>139664.64000000001</c:v>
                </c:pt>
                <c:pt idx="5358">
                  <c:v>139690.71</c:v>
                </c:pt>
                <c:pt idx="5359">
                  <c:v>139716.79</c:v>
                </c:pt>
                <c:pt idx="5360">
                  <c:v>139742.85999999999</c:v>
                </c:pt>
                <c:pt idx="5361">
                  <c:v>139768.93</c:v>
                </c:pt>
                <c:pt idx="5362">
                  <c:v>139795</c:v>
                </c:pt>
                <c:pt idx="5363">
                  <c:v>139821.07</c:v>
                </c:pt>
                <c:pt idx="5364">
                  <c:v>139847.14000000001</c:v>
                </c:pt>
                <c:pt idx="5365">
                  <c:v>139873.21</c:v>
                </c:pt>
                <c:pt idx="5366">
                  <c:v>139899.29</c:v>
                </c:pt>
                <c:pt idx="5367">
                  <c:v>139925.35999999999</c:v>
                </c:pt>
                <c:pt idx="5368">
                  <c:v>139951.43</c:v>
                </c:pt>
                <c:pt idx="5369">
                  <c:v>139977.5</c:v>
                </c:pt>
                <c:pt idx="5370">
                  <c:v>140003.57</c:v>
                </c:pt>
                <c:pt idx="5371">
                  <c:v>140029.64000000001</c:v>
                </c:pt>
                <c:pt idx="5372">
                  <c:v>140055.71</c:v>
                </c:pt>
                <c:pt idx="5373">
                  <c:v>140081.79</c:v>
                </c:pt>
                <c:pt idx="5374">
                  <c:v>140107.85999999999</c:v>
                </c:pt>
                <c:pt idx="5375">
                  <c:v>140133.93</c:v>
                </c:pt>
                <c:pt idx="5376">
                  <c:v>140160</c:v>
                </c:pt>
                <c:pt idx="5377">
                  <c:v>140186.07</c:v>
                </c:pt>
                <c:pt idx="5378">
                  <c:v>140212.14000000001</c:v>
                </c:pt>
                <c:pt idx="5379">
                  <c:v>140238.21</c:v>
                </c:pt>
                <c:pt idx="5380">
                  <c:v>140264.29</c:v>
                </c:pt>
                <c:pt idx="5381">
                  <c:v>140290.35999999999</c:v>
                </c:pt>
                <c:pt idx="5382">
                  <c:v>140316.43</c:v>
                </c:pt>
                <c:pt idx="5383">
                  <c:v>140342.5</c:v>
                </c:pt>
                <c:pt idx="5384">
                  <c:v>140368.57</c:v>
                </c:pt>
                <c:pt idx="5385">
                  <c:v>140394.64000000001</c:v>
                </c:pt>
                <c:pt idx="5386">
                  <c:v>140420.71</c:v>
                </c:pt>
                <c:pt idx="5387">
                  <c:v>140446.79</c:v>
                </c:pt>
                <c:pt idx="5388">
                  <c:v>140472.85999999999</c:v>
                </c:pt>
                <c:pt idx="5389">
                  <c:v>140498.93</c:v>
                </c:pt>
                <c:pt idx="5390">
                  <c:v>140525</c:v>
                </c:pt>
                <c:pt idx="5391">
                  <c:v>140551.07</c:v>
                </c:pt>
                <c:pt idx="5392">
                  <c:v>140577.14000000001</c:v>
                </c:pt>
                <c:pt idx="5393">
                  <c:v>140603.21</c:v>
                </c:pt>
                <c:pt idx="5394">
                  <c:v>140629.29</c:v>
                </c:pt>
                <c:pt idx="5395">
                  <c:v>140655.35999999999</c:v>
                </c:pt>
                <c:pt idx="5396">
                  <c:v>140681.43</c:v>
                </c:pt>
                <c:pt idx="5397">
                  <c:v>140707.5</c:v>
                </c:pt>
                <c:pt idx="5398">
                  <c:v>140733.57</c:v>
                </c:pt>
                <c:pt idx="5399">
                  <c:v>140759.64000000001</c:v>
                </c:pt>
                <c:pt idx="5400">
                  <c:v>140785.71</c:v>
                </c:pt>
                <c:pt idx="5401">
                  <c:v>140811.79</c:v>
                </c:pt>
                <c:pt idx="5402">
                  <c:v>140837.85999999999</c:v>
                </c:pt>
                <c:pt idx="5403">
                  <c:v>140863.93</c:v>
                </c:pt>
                <c:pt idx="5404">
                  <c:v>140890</c:v>
                </c:pt>
                <c:pt idx="5405">
                  <c:v>140916.07</c:v>
                </c:pt>
                <c:pt idx="5406">
                  <c:v>140942.14000000001</c:v>
                </c:pt>
                <c:pt idx="5407">
                  <c:v>140968.21</c:v>
                </c:pt>
                <c:pt idx="5408">
                  <c:v>140994.29</c:v>
                </c:pt>
                <c:pt idx="5409">
                  <c:v>141020.35999999999</c:v>
                </c:pt>
                <c:pt idx="5410">
                  <c:v>141046.43</c:v>
                </c:pt>
                <c:pt idx="5411">
                  <c:v>141072.5</c:v>
                </c:pt>
                <c:pt idx="5412">
                  <c:v>141098.57</c:v>
                </c:pt>
                <c:pt idx="5413">
                  <c:v>141124.64000000001</c:v>
                </c:pt>
                <c:pt idx="5414">
                  <c:v>141150.71</c:v>
                </c:pt>
                <c:pt idx="5415">
                  <c:v>141176.79</c:v>
                </c:pt>
                <c:pt idx="5416">
                  <c:v>141202.85999999999</c:v>
                </c:pt>
                <c:pt idx="5417">
                  <c:v>141228.93</c:v>
                </c:pt>
                <c:pt idx="5418">
                  <c:v>141255</c:v>
                </c:pt>
                <c:pt idx="5419">
                  <c:v>141281.07</c:v>
                </c:pt>
                <c:pt idx="5420">
                  <c:v>141307.14000000001</c:v>
                </c:pt>
                <c:pt idx="5421">
                  <c:v>141333.21</c:v>
                </c:pt>
                <c:pt idx="5422">
                  <c:v>141359.29</c:v>
                </c:pt>
                <c:pt idx="5423">
                  <c:v>141385.35999999999</c:v>
                </c:pt>
                <c:pt idx="5424">
                  <c:v>141411.43</c:v>
                </c:pt>
                <c:pt idx="5425">
                  <c:v>141437.5</c:v>
                </c:pt>
                <c:pt idx="5426">
                  <c:v>141463.57</c:v>
                </c:pt>
                <c:pt idx="5427">
                  <c:v>141489.64000000001</c:v>
                </c:pt>
                <c:pt idx="5428">
                  <c:v>141515.71</c:v>
                </c:pt>
                <c:pt idx="5429">
                  <c:v>141541.79</c:v>
                </c:pt>
                <c:pt idx="5430">
                  <c:v>141567.85999999999</c:v>
                </c:pt>
                <c:pt idx="5431">
                  <c:v>141593.93</c:v>
                </c:pt>
                <c:pt idx="5432">
                  <c:v>141620</c:v>
                </c:pt>
                <c:pt idx="5433">
                  <c:v>141646.07</c:v>
                </c:pt>
                <c:pt idx="5434">
                  <c:v>141672.14000000001</c:v>
                </c:pt>
                <c:pt idx="5435">
                  <c:v>141698.21</c:v>
                </c:pt>
                <c:pt idx="5436">
                  <c:v>141724.29</c:v>
                </c:pt>
                <c:pt idx="5437">
                  <c:v>141750.35999999999</c:v>
                </c:pt>
                <c:pt idx="5438">
                  <c:v>141776.43</c:v>
                </c:pt>
                <c:pt idx="5439">
                  <c:v>141802.5</c:v>
                </c:pt>
                <c:pt idx="5440">
                  <c:v>141828.57</c:v>
                </c:pt>
                <c:pt idx="5441">
                  <c:v>141854.64000000001</c:v>
                </c:pt>
                <c:pt idx="5442">
                  <c:v>141880.71</c:v>
                </c:pt>
                <c:pt idx="5443">
                  <c:v>141906.79</c:v>
                </c:pt>
                <c:pt idx="5444">
                  <c:v>141932.85999999999</c:v>
                </c:pt>
                <c:pt idx="5445">
                  <c:v>141958.93</c:v>
                </c:pt>
                <c:pt idx="5446">
                  <c:v>141985</c:v>
                </c:pt>
                <c:pt idx="5447">
                  <c:v>142011.07</c:v>
                </c:pt>
                <c:pt idx="5448">
                  <c:v>142037.14000000001</c:v>
                </c:pt>
                <c:pt idx="5449">
                  <c:v>142063.21</c:v>
                </c:pt>
                <c:pt idx="5450">
                  <c:v>142089.29</c:v>
                </c:pt>
                <c:pt idx="5451">
                  <c:v>142115.35999999999</c:v>
                </c:pt>
                <c:pt idx="5452">
                  <c:v>142141.43</c:v>
                </c:pt>
                <c:pt idx="5453">
                  <c:v>142167.5</c:v>
                </c:pt>
                <c:pt idx="5454">
                  <c:v>142193.57</c:v>
                </c:pt>
                <c:pt idx="5455">
                  <c:v>142219.64000000001</c:v>
                </c:pt>
                <c:pt idx="5456">
                  <c:v>142245.71</c:v>
                </c:pt>
                <c:pt idx="5457">
                  <c:v>142271.79</c:v>
                </c:pt>
                <c:pt idx="5458">
                  <c:v>142297.85999999999</c:v>
                </c:pt>
                <c:pt idx="5459">
                  <c:v>142323.93</c:v>
                </c:pt>
                <c:pt idx="5460">
                  <c:v>142350</c:v>
                </c:pt>
                <c:pt idx="5461">
                  <c:v>142376.07</c:v>
                </c:pt>
                <c:pt idx="5462">
                  <c:v>142402.14000000001</c:v>
                </c:pt>
                <c:pt idx="5463">
                  <c:v>142428.21</c:v>
                </c:pt>
                <c:pt idx="5464">
                  <c:v>142454.29</c:v>
                </c:pt>
                <c:pt idx="5465">
                  <c:v>142480.35999999999</c:v>
                </c:pt>
                <c:pt idx="5466">
                  <c:v>142506.43</c:v>
                </c:pt>
                <c:pt idx="5467">
                  <c:v>142532.5</c:v>
                </c:pt>
                <c:pt idx="5468">
                  <c:v>142558.57</c:v>
                </c:pt>
                <c:pt idx="5469">
                  <c:v>142584.64000000001</c:v>
                </c:pt>
                <c:pt idx="5470">
                  <c:v>142610.71</c:v>
                </c:pt>
                <c:pt idx="5471">
                  <c:v>142636.79</c:v>
                </c:pt>
                <c:pt idx="5472">
                  <c:v>142662.85999999999</c:v>
                </c:pt>
                <c:pt idx="5473">
                  <c:v>142688.93</c:v>
                </c:pt>
                <c:pt idx="5474">
                  <c:v>142715</c:v>
                </c:pt>
                <c:pt idx="5475">
                  <c:v>142741.07</c:v>
                </c:pt>
                <c:pt idx="5476">
                  <c:v>142767.14000000001</c:v>
                </c:pt>
                <c:pt idx="5477">
                  <c:v>142793.21</c:v>
                </c:pt>
                <c:pt idx="5478">
                  <c:v>142819.29</c:v>
                </c:pt>
                <c:pt idx="5479">
                  <c:v>142845.35999999999</c:v>
                </c:pt>
                <c:pt idx="5480">
                  <c:v>142871.43</c:v>
                </c:pt>
                <c:pt idx="5481">
                  <c:v>142897.5</c:v>
                </c:pt>
                <c:pt idx="5482">
                  <c:v>142923.57</c:v>
                </c:pt>
                <c:pt idx="5483">
                  <c:v>142949.64000000001</c:v>
                </c:pt>
                <c:pt idx="5484">
                  <c:v>142975.71</c:v>
                </c:pt>
                <c:pt idx="5485">
                  <c:v>143001.79</c:v>
                </c:pt>
                <c:pt idx="5486">
                  <c:v>143027.85999999999</c:v>
                </c:pt>
                <c:pt idx="5487">
                  <c:v>143053.93</c:v>
                </c:pt>
                <c:pt idx="5488">
                  <c:v>143080</c:v>
                </c:pt>
                <c:pt idx="5489">
                  <c:v>143106.07</c:v>
                </c:pt>
                <c:pt idx="5490">
                  <c:v>143132.14000000001</c:v>
                </c:pt>
                <c:pt idx="5491">
                  <c:v>143158.21</c:v>
                </c:pt>
                <c:pt idx="5492">
                  <c:v>143184.29</c:v>
                </c:pt>
                <c:pt idx="5493">
                  <c:v>143210.35999999999</c:v>
                </c:pt>
                <c:pt idx="5494">
                  <c:v>143236.43</c:v>
                </c:pt>
                <c:pt idx="5495">
                  <c:v>143262.5</c:v>
                </c:pt>
                <c:pt idx="5496">
                  <c:v>143288.57</c:v>
                </c:pt>
                <c:pt idx="5497">
                  <c:v>143314.64000000001</c:v>
                </c:pt>
                <c:pt idx="5498">
                  <c:v>143340.71</c:v>
                </c:pt>
                <c:pt idx="5499">
                  <c:v>143366.79</c:v>
                </c:pt>
                <c:pt idx="5500">
                  <c:v>143392.85999999999</c:v>
                </c:pt>
                <c:pt idx="5501">
                  <c:v>143418.93</c:v>
                </c:pt>
                <c:pt idx="5502">
                  <c:v>143445</c:v>
                </c:pt>
                <c:pt idx="5503">
                  <c:v>143471.07</c:v>
                </c:pt>
                <c:pt idx="5504">
                  <c:v>143497.14000000001</c:v>
                </c:pt>
                <c:pt idx="5505">
                  <c:v>143523.21</c:v>
                </c:pt>
                <c:pt idx="5506">
                  <c:v>143549.29</c:v>
                </c:pt>
                <c:pt idx="5507">
                  <c:v>143575.35999999999</c:v>
                </c:pt>
                <c:pt idx="5508">
                  <c:v>143601.43</c:v>
                </c:pt>
                <c:pt idx="5509">
                  <c:v>143627.5</c:v>
                </c:pt>
                <c:pt idx="5510">
                  <c:v>143653.57</c:v>
                </c:pt>
                <c:pt idx="5511">
                  <c:v>143679.64000000001</c:v>
                </c:pt>
                <c:pt idx="5512">
                  <c:v>143705.71</c:v>
                </c:pt>
                <c:pt idx="5513">
                  <c:v>143731.79</c:v>
                </c:pt>
                <c:pt idx="5514">
                  <c:v>143757.85999999999</c:v>
                </c:pt>
                <c:pt idx="5515">
                  <c:v>143783.93</c:v>
                </c:pt>
                <c:pt idx="5516">
                  <c:v>143810</c:v>
                </c:pt>
                <c:pt idx="5517">
                  <c:v>143836.07</c:v>
                </c:pt>
                <c:pt idx="5518">
                  <c:v>143862.14000000001</c:v>
                </c:pt>
                <c:pt idx="5519">
                  <c:v>143888.21</c:v>
                </c:pt>
                <c:pt idx="5520">
                  <c:v>143914.29</c:v>
                </c:pt>
                <c:pt idx="5521">
                  <c:v>143940.35999999999</c:v>
                </c:pt>
                <c:pt idx="5522">
                  <c:v>143966.43</c:v>
                </c:pt>
                <c:pt idx="5523">
                  <c:v>143992.5</c:v>
                </c:pt>
                <c:pt idx="5524">
                  <c:v>144018.57</c:v>
                </c:pt>
                <c:pt idx="5525">
                  <c:v>144044.64000000001</c:v>
                </c:pt>
                <c:pt idx="5526">
                  <c:v>144070.71</c:v>
                </c:pt>
                <c:pt idx="5527">
                  <c:v>144096.79</c:v>
                </c:pt>
                <c:pt idx="5528">
                  <c:v>144122.85999999999</c:v>
                </c:pt>
                <c:pt idx="5529">
                  <c:v>144148.93</c:v>
                </c:pt>
                <c:pt idx="5530">
                  <c:v>144175</c:v>
                </c:pt>
                <c:pt idx="5531">
                  <c:v>144201.07</c:v>
                </c:pt>
                <c:pt idx="5532">
                  <c:v>144227.14000000001</c:v>
                </c:pt>
                <c:pt idx="5533">
                  <c:v>144253.21</c:v>
                </c:pt>
                <c:pt idx="5534">
                  <c:v>144279.29</c:v>
                </c:pt>
                <c:pt idx="5535">
                  <c:v>144305.35999999999</c:v>
                </c:pt>
                <c:pt idx="5536">
                  <c:v>144331.43</c:v>
                </c:pt>
                <c:pt idx="5537">
                  <c:v>144357.5</c:v>
                </c:pt>
                <c:pt idx="5538">
                  <c:v>144383.57</c:v>
                </c:pt>
                <c:pt idx="5539">
                  <c:v>144409.64000000001</c:v>
                </c:pt>
                <c:pt idx="5540">
                  <c:v>144435.71</c:v>
                </c:pt>
                <c:pt idx="5541">
                  <c:v>144461.79</c:v>
                </c:pt>
                <c:pt idx="5542">
                  <c:v>144487.85999999999</c:v>
                </c:pt>
                <c:pt idx="5543">
                  <c:v>144513.93</c:v>
                </c:pt>
                <c:pt idx="5544">
                  <c:v>144540</c:v>
                </c:pt>
                <c:pt idx="5545">
                  <c:v>144566.07</c:v>
                </c:pt>
                <c:pt idx="5546">
                  <c:v>144592.14000000001</c:v>
                </c:pt>
                <c:pt idx="5547">
                  <c:v>144618.21</c:v>
                </c:pt>
                <c:pt idx="5548">
                  <c:v>144644.29</c:v>
                </c:pt>
                <c:pt idx="5549">
                  <c:v>144670.35999999999</c:v>
                </c:pt>
                <c:pt idx="5550">
                  <c:v>144696.43</c:v>
                </c:pt>
                <c:pt idx="5551">
                  <c:v>144722.5</c:v>
                </c:pt>
                <c:pt idx="5552">
                  <c:v>144748.57</c:v>
                </c:pt>
                <c:pt idx="5553">
                  <c:v>144774.64000000001</c:v>
                </c:pt>
                <c:pt idx="5554">
                  <c:v>144800.71</c:v>
                </c:pt>
                <c:pt idx="5555">
                  <c:v>144826.79</c:v>
                </c:pt>
                <c:pt idx="5556">
                  <c:v>144852.85999999999</c:v>
                </c:pt>
                <c:pt idx="5557">
                  <c:v>144878.93</c:v>
                </c:pt>
                <c:pt idx="5558">
                  <c:v>144905</c:v>
                </c:pt>
                <c:pt idx="5559">
                  <c:v>144931.07</c:v>
                </c:pt>
                <c:pt idx="5560">
                  <c:v>144957.14000000001</c:v>
                </c:pt>
                <c:pt idx="5561">
                  <c:v>144983.21</c:v>
                </c:pt>
                <c:pt idx="5562">
                  <c:v>145009.29</c:v>
                </c:pt>
                <c:pt idx="5563">
                  <c:v>145035.35999999999</c:v>
                </c:pt>
                <c:pt idx="5564">
                  <c:v>145061.43</c:v>
                </c:pt>
                <c:pt idx="5565">
                  <c:v>145087.5</c:v>
                </c:pt>
                <c:pt idx="5566">
                  <c:v>145113.57</c:v>
                </c:pt>
                <c:pt idx="5567">
                  <c:v>145139.64000000001</c:v>
                </c:pt>
                <c:pt idx="5568">
                  <c:v>145165.71</c:v>
                </c:pt>
                <c:pt idx="5569">
                  <c:v>145191.79</c:v>
                </c:pt>
                <c:pt idx="5570">
                  <c:v>145217.85999999999</c:v>
                </c:pt>
                <c:pt idx="5571">
                  <c:v>145243.93</c:v>
                </c:pt>
                <c:pt idx="5572">
                  <c:v>145270</c:v>
                </c:pt>
                <c:pt idx="5573">
                  <c:v>145296.07</c:v>
                </c:pt>
                <c:pt idx="5574">
                  <c:v>145322.14000000001</c:v>
                </c:pt>
                <c:pt idx="5575">
                  <c:v>145348.21</c:v>
                </c:pt>
                <c:pt idx="5576">
                  <c:v>145374.29</c:v>
                </c:pt>
                <c:pt idx="5577">
                  <c:v>145400.35999999999</c:v>
                </c:pt>
                <c:pt idx="5578">
                  <c:v>145426.43</c:v>
                </c:pt>
                <c:pt idx="5579">
                  <c:v>145452.5</c:v>
                </c:pt>
                <c:pt idx="5580">
                  <c:v>145478.57</c:v>
                </c:pt>
                <c:pt idx="5581">
                  <c:v>145504.64000000001</c:v>
                </c:pt>
                <c:pt idx="5582">
                  <c:v>145530.71</c:v>
                </c:pt>
                <c:pt idx="5583">
                  <c:v>145556.79</c:v>
                </c:pt>
                <c:pt idx="5584">
                  <c:v>145582.85999999999</c:v>
                </c:pt>
                <c:pt idx="5585">
                  <c:v>145608.93</c:v>
                </c:pt>
                <c:pt idx="5586">
                  <c:v>145635</c:v>
                </c:pt>
                <c:pt idx="5587">
                  <c:v>145661.07</c:v>
                </c:pt>
                <c:pt idx="5588">
                  <c:v>145687.14000000001</c:v>
                </c:pt>
                <c:pt idx="5589">
                  <c:v>145713.21</c:v>
                </c:pt>
                <c:pt idx="5590">
                  <c:v>145739.29</c:v>
                </c:pt>
                <c:pt idx="5591">
                  <c:v>145765.35999999999</c:v>
                </c:pt>
                <c:pt idx="5592">
                  <c:v>145791.43</c:v>
                </c:pt>
                <c:pt idx="5593">
                  <c:v>145817.5</c:v>
                </c:pt>
                <c:pt idx="5594">
                  <c:v>145843.57</c:v>
                </c:pt>
                <c:pt idx="5595">
                  <c:v>145869.64000000001</c:v>
                </c:pt>
                <c:pt idx="5596">
                  <c:v>145895.71</c:v>
                </c:pt>
                <c:pt idx="5597">
                  <c:v>145921.79</c:v>
                </c:pt>
                <c:pt idx="5598">
                  <c:v>145947.85999999999</c:v>
                </c:pt>
                <c:pt idx="5599">
                  <c:v>145973.93</c:v>
                </c:pt>
                <c:pt idx="5600">
                  <c:v>146000</c:v>
                </c:pt>
                <c:pt idx="5601">
                  <c:v>146026.07</c:v>
                </c:pt>
                <c:pt idx="5602">
                  <c:v>146052.14000000001</c:v>
                </c:pt>
                <c:pt idx="5603">
                  <c:v>146078.21</c:v>
                </c:pt>
                <c:pt idx="5604">
                  <c:v>146104.29</c:v>
                </c:pt>
                <c:pt idx="5605">
                  <c:v>146130.35999999999</c:v>
                </c:pt>
                <c:pt idx="5606">
                  <c:v>146156.43</c:v>
                </c:pt>
                <c:pt idx="5607">
                  <c:v>146182.5</c:v>
                </c:pt>
                <c:pt idx="5608">
                  <c:v>146208.57</c:v>
                </c:pt>
                <c:pt idx="5609">
                  <c:v>146234.64000000001</c:v>
                </c:pt>
                <c:pt idx="5610">
                  <c:v>146260.71</c:v>
                </c:pt>
                <c:pt idx="5611">
                  <c:v>146286.79</c:v>
                </c:pt>
                <c:pt idx="5612">
                  <c:v>146312.85999999999</c:v>
                </c:pt>
                <c:pt idx="5613">
                  <c:v>146338.93</c:v>
                </c:pt>
                <c:pt idx="5614">
                  <c:v>146365</c:v>
                </c:pt>
                <c:pt idx="5615">
                  <c:v>146391.07</c:v>
                </c:pt>
                <c:pt idx="5616">
                  <c:v>146417.14000000001</c:v>
                </c:pt>
                <c:pt idx="5617">
                  <c:v>146443.21</c:v>
                </c:pt>
                <c:pt idx="5618">
                  <c:v>146469.29</c:v>
                </c:pt>
                <c:pt idx="5619">
                  <c:v>146495.35999999999</c:v>
                </c:pt>
                <c:pt idx="5620">
                  <c:v>146521.43</c:v>
                </c:pt>
                <c:pt idx="5621">
                  <c:v>146547.5</c:v>
                </c:pt>
                <c:pt idx="5622">
                  <c:v>146573.57</c:v>
                </c:pt>
                <c:pt idx="5623">
                  <c:v>146599.64000000001</c:v>
                </c:pt>
                <c:pt idx="5624">
                  <c:v>146625.71</c:v>
                </c:pt>
                <c:pt idx="5625">
                  <c:v>146651.79</c:v>
                </c:pt>
                <c:pt idx="5626">
                  <c:v>146677.85999999999</c:v>
                </c:pt>
                <c:pt idx="5627">
                  <c:v>146703.93</c:v>
                </c:pt>
                <c:pt idx="5628">
                  <c:v>146730</c:v>
                </c:pt>
                <c:pt idx="5629">
                  <c:v>146756.07</c:v>
                </c:pt>
                <c:pt idx="5630">
                  <c:v>146782.14000000001</c:v>
                </c:pt>
                <c:pt idx="5631">
                  <c:v>146808.21</c:v>
                </c:pt>
                <c:pt idx="5632">
                  <c:v>146834.29</c:v>
                </c:pt>
                <c:pt idx="5633">
                  <c:v>146860.35999999999</c:v>
                </c:pt>
                <c:pt idx="5634">
                  <c:v>146886.43</c:v>
                </c:pt>
                <c:pt idx="5635">
                  <c:v>146912.5</c:v>
                </c:pt>
                <c:pt idx="5636">
                  <c:v>146938.57</c:v>
                </c:pt>
                <c:pt idx="5637">
                  <c:v>146964.64000000001</c:v>
                </c:pt>
                <c:pt idx="5638">
                  <c:v>146990.71</c:v>
                </c:pt>
                <c:pt idx="5639">
                  <c:v>147016.79</c:v>
                </c:pt>
                <c:pt idx="5640">
                  <c:v>147042.85999999999</c:v>
                </c:pt>
                <c:pt idx="5641">
                  <c:v>147068.93</c:v>
                </c:pt>
                <c:pt idx="5642">
                  <c:v>147095</c:v>
                </c:pt>
                <c:pt idx="5643">
                  <c:v>147121.07</c:v>
                </c:pt>
                <c:pt idx="5644">
                  <c:v>147147.14000000001</c:v>
                </c:pt>
                <c:pt idx="5645">
                  <c:v>147173.21</c:v>
                </c:pt>
                <c:pt idx="5646">
                  <c:v>147199.29</c:v>
                </c:pt>
                <c:pt idx="5647">
                  <c:v>147225.35999999999</c:v>
                </c:pt>
                <c:pt idx="5648">
                  <c:v>147251.43</c:v>
                </c:pt>
                <c:pt idx="5649">
                  <c:v>147277.5</c:v>
                </c:pt>
                <c:pt idx="5650">
                  <c:v>147303.57</c:v>
                </c:pt>
                <c:pt idx="5651">
                  <c:v>147329.64000000001</c:v>
                </c:pt>
                <c:pt idx="5652">
                  <c:v>147355.71</c:v>
                </c:pt>
                <c:pt idx="5653">
                  <c:v>147381.79</c:v>
                </c:pt>
                <c:pt idx="5654">
                  <c:v>147407.85999999999</c:v>
                </c:pt>
                <c:pt idx="5655">
                  <c:v>147433.93</c:v>
                </c:pt>
                <c:pt idx="5656">
                  <c:v>147460</c:v>
                </c:pt>
                <c:pt idx="5657">
                  <c:v>147486.07</c:v>
                </c:pt>
                <c:pt idx="5658">
                  <c:v>147512.14000000001</c:v>
                </c:pt>
                <c:pt idx="5659">
                  <c:v>147538.21</c:v>
                </c:pt>
                <c:pt idx="5660">
                  <c:v>147564.29</c:v>
                </c:pt>
                <c:pt idx="5661">
                  <c:v>147590.35999999999</c:v>
                </c:pt>
                <c:pt idx="5662">
                  <c:v>147616.43</c:v>
                </c:pt>
                <c:pt idx="5663">
                  <c:v>147642.5</c:v>
                </c:pt>
                <c:pt idx="5664">
                  <c:v>147668.57</c:v>
                </c:pt>
                <c:pt idx="5665">
                  <c:v>147694.64000000001</c:v>
                </c:pt>
                <c:pt idx="5666">
                  <c:v>147720.71</c:v>
                </c:pt>
                <c:pt idx="5667">
                  <c:v>147746.79</c:v>
                </c:pt>
                <c:pt idx="5668">
                  <c:v>147772.85999999999</c:v>
                </c:pt>
                <c:pt idx="5669">
                  <c:v>147798.93</c:v>
                </c:pt>
                <c:pt idx="5670">
                  <c:v>147825</c:v>
                </c:pt>
                <c:pt idx="5671">
                  <c:v>147851.07</c:v>
                </c:pt>
                <c:pt idx="5672">
                  <c:v>147877.14000000001</c:v>
                </c:pt>
                <c:pt idx="5673">
                  <c:v>147903.21</c:v>
                </c:pt>
                <c:pt idx="5674">
                  <c:v>147929.29</c:v>
                </c:pt>
                <c:pt idx="5675">
                  <c:v>147955.35999999999</c:v>
                </c:pt>
                <c:pt idx="5676">
                  <c:v>147981.43</c:v>
                </c:pt>
                <c:pt idx="5677">
                  <c:v>148007.5</c:v>
                </c:pt>
                <c:pt idx="5678">
                  <c:v>148033.57</c:v>
                </c:pt>
                <c:pt idx="5679">
                  <c:v>148059.64000000001</c:v>
                </c:pt>
                <c:pt idx="5680">
                  <c:v>148085.71</c:v>
                </c:pt>
                <c:pt idx="5681">
                  <c:v>148111.79</c:v>
                </c:pt>
                <c:pt idx="5682">
                  <c:v>148137.85999999999</c:v>
                </c:pt>
                <c:pt idx="5683">
                  <c:v>148163.93</c:v>
                </c:pt>
                <c:pt idx="5684">
                  <c:v>148190</c:v>
                </c:pt>
                <c:pt idx="5685">
                  <c:v>148216.07</c:v>
                </c:pt>
                <c:pt idx="5686">
                  <c:v>148242.14000000001</c:v>
                </c:pt>
                <c:pt idx="5687">
                  <c:v>148268.21</c:v>
                </c:pt>
                <c:pt idx="5688">
                  <c:v>148294.29</c:v>
                </c:pt>
                <c:pt idx="5689">
                  <c:v>148320.35999999999</c:v>
                </c:pt>
                <c:pt idx="5690">
                  <c:v>148346.43</c:v>
                </c:pt>
                <c:pt idx="5691">
                  <c:v>148372.5</c:v>
                </c:pt>
                <c:pt idx="5692">
                  <c:v>148398.57</c:v>
                </c:pt>
                <c:pt idx="5693">
                  <c:v>148424.64000000001</c:v>
                </c:pt>
                <c:pt idx="5694">
                  <c:v>148450.71</c:v>
                </c:pt>
                <c:pt idx="5695">
                  <c:v>148476.79</c:v>
                </c:pt>
                <c:pt idx="5696">
                  <c:v>148502.85999999999</c:v>
                </c:pt>
                <c:pt idx="5697">
                  <c:v>148528.93</c:v>
                </c:pt>
                <c:pt idx="5698">
                  <c:v>148555</c:v>
                </c:pt>
                <c:pt idx="5699">
                  <c:v>148581.07</c:v>
                </c:pt>
                <c:pt idx="5700">
                  <c:v>148607.14000000001</c:v>
                </c:pt>
                <c:pt idx="5701">
                  <c:v>148633.21</c:v>
                </c:pt>
                <c:pt idx="5702">
                  <c:v>148659.29</c:v>
                </c:pt>
                <c:pt idx="5703">
                  <c:v>148685.35999999999</c:v>
                </c:pt>
                <c:pt idx="5704">
                  <c:v>148711.43</c:v>
                </c:pt>
                <c:pt idx="5705">
                  <c:v>148737.5</c:v>
                </c:pt>
                <c:pt idx="5706">
                  <c:v>148763.57</c:v>
                </c:pt>
                <c:pt idx="5707">
                  <c:v>148789.64000000001</c:v>
                </c:pt>
                <c:pt idx="5708">
                  <c:v>148815.71</c:v>
                </c:pt>
                <c:pt idx="5709">
                  <c:v>148841.79</c:v>
                </c:pt>
                <c:pt idx="5710">
                  <c:v>148867.85999999999</c:v>
                </c:pt>
                <c:pt idx="5711">
                  <c:v>148893.93</c:v>
                </c:pt>
                <c:pt idx="5712">
                  <c:v>148920</c:v>
                </c:pt>
                <c:pt idx="5713">
                  <c:v>148946.07</c:v>
                </c:pt>
                <c:pt idx="5714">
                  <c:v>148972.14000000001</c:v>
                </c:pt>
                <c:pt idx="5715">
                  <c:v>148998.21</c:v>
                </c:pt>
                <c:pt idx="5716">
                  <c:v>149024.29</c:v>
                </c:pt>
                <c:pt idx="5717">
                  <c:v>149050.35999999999</c:v>
                </c:pt>
                <c:pt idx="5718">
                  <c:v>149076.43</c:v>
                </c:pt>
                <c:pt idx="5719">
                  <c:v>149102.5</c:v>
                </c:pt>
                <c:pt idx="5720">
                  <c:v>149128.57</c:v>
                </c:pt>
                <c:pt idx="5721">
                  <c:v>149154.64000000001</c:v>
                </c:pt>
                <c:pt idx="5722">
                  <c:v>149180.71</c:v>
                </c:pt>
                <c:pt idx="5723">
                  <c:v>149206.79</c:v>
                </c:pt>
                <c:pt idx="5724">
                  <c:v>149232.85999999999</c:v>
                </c:pt>
                <c:pt idx="5725">
                  <c:v>149258.93</c:v>
                </c:pt>
                <c:pt idx="5726">
                  <c:v>149285</c:v>
                </c:pt>
                <c:pt idx="5727">
                  <c:v>149311.07</c:v>
                </c:pt>
                <c:pt idx="5728">
                  <c:v>149337.14000000001</c:v>
                </c:pt>
                <c:pt idx="5729">
                  <c:v>149363.21</c:v>
                </c:pt>
                <c:pt idx="5730">
                  <c:v>149389.29</c:v>
                </c:pt>
                <c:pt idx="5731">
                  <c:v>149415.35999999999</c:v>
                </c:pt>
                <c:pt idx="5732">
                  <c:v>149441.43</c:v>
                </c:pt>
                <c:pt idx="5733">
                  <c:v>149467.5</c:v>
                </c:pt>
                <c:pt idx="5734">
                  <c:v>149493.57</c:v>
                </c:pt>
                <c:pt idx="5735">
                  <c:v>149519.64000000001</c:v>
                </c:pt>
                <c:pt idx="5736">
                  <c:v>149545.71</c:v>
                </c:pt>
                <c:pt idx="5737">
                  <c:v>149571.79</c:v>
                </c:pt>
                <c:pt idx="5738">
                  <c:v>149597.85999999999</c:v>
                </c:pt>
                <c:pt idx="5739">
                  <c:v>149623.93</c:v>
                </c:pt>
                <c:pt idx="5740">
                  <c:v>149650</c:v>
                </c:pt>
                <c:pt idx="5741">
                  <c:v>149676.07</c:v>
                </c:pt>
                <c:pt idx="5742">
                  <c:v>149702.14000000001</c:v>
                </c:pt>
                <c:pt idx="5743">
                  <c:v>149728.21</c:v>
                </c:pt>
                <c:pt idx="5744">
                  <c:v>149754.29</c:v>
                </c:pt>
                <c:pt idx="5745">
                  <c:v>149780.35999999999</c:v>
                </c:pt>
                <c:pt idx="5746">
                  <c:v>149806.43</c:v>
                </c:pt>
                <c:pt idx="5747">
                  <c:v>149832.5</c:v>
                </c:pt>
                <c:pt idx="5748">
                  <c:v>149858.57</c:v>
                </c:pt>
                <c:pt idx="5749">
                  <c:v>149884.64000000001</c:v>
                </c:pt>
                <c:pt idx="5750">
                  <c:v>149910.71</c:v>
                </c:pt>
                <c:pt idx="5751">
                  <c:v>149936.79</c:v>
                </c:pt>
                <c:pt idx="5752">
                  <c:v>149962.85999999999</c:v>
                </c:pt>
                <c:pt idx="5753">
                  <c:v>149988.93</c:v>
                </c:pt>
                <c:pt idx="5754">
                  <c:v>150015</c:v>
                </c:pt>
                <c:pt idx="5755">
                  <c:v>150041.07</c:v>
                </c:pt>
                <c:pt idx="5756">
                  <c:v>150067.14000000001</c:v>
                </c:pt>
                <c:pt idx="5757">
                  <c:v>150093.21</c:v>
                </c:pt>
                <c:pt idx="5758">
                  <c:v>150119.29</c:v>
                </c:pt>
                <c:pt idx="5759">
                  <c:v>150145.35999999999</c:v>
                </c:pt>
                <c:pt idx="5760">
                  <c:v>150171.43</c:v>
                </c:pt>
                <c:pt idx="5761">
                  <c:v>150197.5</c:v>
                </c:pt>
                <c:pt idx="5762">
                  <c:v>150223.57</c:v>
                </c:pt>
                <c:pt idx="5763">
                  <c:v>150249.64000000001</c:v>
                </c:pt>
                <c:pt idx="5764">
                  <c:v>150275.71</c:v>
                </c:pt>
                <c:pt idx="5765">
                  <c:v>150301.79</c:v>
                </c:pt>
                <c:pt idx="5766">
                  <c:v>150327.85999999999</c:v>
                </c:pt>
                <c:pt idx="5767">
                  <c:v>150353.93</c:v>
                </c:pt>
                <c:pt idx="5768">
                  <c:v>150380</c:v>
                </c:pt>
                <c:pt idx="5769">
                  <c:v>150406.07</c:v>
                </c:pt>
                <c:pt idx="5770">
                  <c:v>150432.14000000001</c:v>
                </c:pt>
                <c:pt idx="5771">
                  <c:v>150458.21</c:v>
                </c:pt>
                <c:pt idx="5772">
                  <c:v>150484.29</c:v>
                </c:pt>
                <c:pt idx="5773">
                  <c:v>150510.35999999999</c:v>
                </c:pt>
                <c:pt idx="5774">
                  <c:v>150536.43</c:v>
                </c:pt>
                <c:pt idx="5775">
                  <c:v>150562.5</c:v>
                </c:pt>
                <c:pt idx="5776">
                  <c:v>150588.57</c:v>
                </c:pt>
                <c:pt idx="5777">
                  <c:v>150614.64000000001</c:v>
                </c:pt>
                <c:pt idx="5778">
                  <c:v>150640.71</c:v>
                </c:pt>
                <c:pt idx="5779">
                  <c:v>150666.79</c:v>
                </c:pt>
                <c:pt idx="5780">
                  <c:v>150692.85999999999</c:v>
                </c:pt>
                <c:pt idx="5781">
                  <c:v>150718.93</c:v>
                </c:pt>
                <c:pt idx="5782">
                  <c:v>150745</c:v>
                </c:pt>
                <c:pt idx="5783">
                  <c:v>150771.07</c:v>
                </c:pt>
                <c:pt idx="5784">
                  <c:v>150797.14000000001</c:v>
                </c:pt>
                <c:pt idx="5785">
                  <c:v>150823.21</c:v>
                </c:pt>
                <c:pt idx="5786">
                  <c:v>150849.29</c:v>
                </c:pt>
                <c:pt idx="5787">
                  <c:v>150875.35999999999</c:v>
                </c:pt>
                <c:pt idx="5788">
                  <c:v>150901.43</c:v>
                </c:pt>
                <c:pt idx="5789">
                  <c:v>150927.5</c:v>
                </c:pt>
                <c:pt idx="5790">
                  <c:v>150953.57</c:v>
                </c:pt>
                <c:pt idx="5791">
                  <c:v>150979.64000000001</c:v>
                </c:pt>
                <c:pt idx="5792">
                  <c:v>151005.71</c:v>
                </c:pt>
                <c:pt idx="5793">
                  <c:v>151031.79</c:v>
                </c:pt>
                <c:pt idx="5794">
                  <c:v>151057.85999999999</c:v>
                </c:pt>
                <c:pt idx="5795">
                  <c:v>151083.93</c:v>
                </c:pt>
                <c:pt idx="5796">
                  <c:v>151110</c:v>
                </c:pt>
                <c:pt idx="5797">
                  <c:v>151136.07</c:v>
                </c:pt>
                <c:pt idx="5798">
                  <c:v>151162.14000000001</c:v>
                </c:pt>
                <c:pt idx="5799">
                  <c:v>151188.21</c:v>
                </c:pt>
                <c:pt idx="5800">
                  <c:v>151214.29</c:v>
                </c:pt>
                <c:pt idx="5801">
                  <c:v>151240.35999999999</c:v>
                </c:pt>
                <c:pt idx="5802">
                  <c:v>151266.43</c:v>
                </c:pt>
                <c:pt idx="5803">
                  <c:v>151292.5</c:v>
                </c:pt>
                <c:pt idx="5804">
                  <c:v>151318.57</c:v>
                </c:pt>
                <c:pt idx="5805">
                  <c:v>151344.64000000001</c:v>
                </c:pt>
                <c:pt idx="5806">
                  <c:v>151370.71</c:v>
                </c:pt>
                <c:pt idx="5807">
                  <c:v>151396.79</c:v>
                </c:pt>
                <c:pt idx="5808">
                  <c:v>151422.85999999999</c:v>
                </c:pt>
                <c:pt idx="5809">
                  <c:v>151448.93</c:v>
                </c:pt>
                <c:pt idx="5810">
                  <c:v>151475</c:v>
                </c:pt>
                <c:pt idx="5811">
                  <c:v>151501.07</c:v>
                </c:pt>
                <c:pt idx="5812">
                  <c:v>151527.14000000001</c:v>
                </c:pt>
                <c:pt idx="5813">
                  <c:v>151553.21</c:v>
                </c:pt>
                <c:pt idx="5814">
                  <c:v>151579.29</c:v>
                </c:pt>
                <c:pt idx="5815">
                  <c:v>151605.35999999999</c:v>
                </c:pt>
                <c:pt idx="5816">
                  <c:v>151631.43</c:v>
                </c:pt>
                <c:pt idx="5817">
                  <c:v>151657.5</c:v>
                </c:pt>
                <c:pt idx="5818">
                  <c:v>151683.57</c:v>
                </c:pt>
                <c:pt idx="5819">
                  <c:v>151709.64000000001</c:v>
                </c:pt>
                <c:pt idx="5820">
                  <c:v>151735.71</c:v>
                </c:pt>
                <c:pt idx="5821">
                  <c:v>151761.79</c:v>
                </c:pt>
                <c:pt idx="5822">
                  <c:v>151787.85999999999</c:v>
                </c:pt>
                <c:pt idx="5823">
                  <c:v>151813.93</c:v>
                </c:pt>
                <c:pt idx="5824">
                  <c:v>151840</c:v>
                </c:pt>
                <c:pt idx="5825">
                  <c:v>151866.07</c:v>
                </c:pt>
                <c:pt idx="5826">
                  <c:v>151892.14000000001</c:v>
                </c:pt>
                <c:pt idx="5827">
                  <c:v>151918.21</c:v>
                </c:pt>
                <c:pt idx="5828">
                  <c:v>151944.29</c:v>
                </c:pt>
                <c:pt idx="5829">
                  <c:v>151970.35999999999</c:v>
                </c:pt>
                <c:pt idx="5830">
                  <c:v>151996.43</c:v>
                </c:pt>
                <c:pt idx="5831">
                  <c:v>152022.5</c:v>
                </c:pt>
                <c:pt idx="5832">
                  <c:v>152048.57</c:v>
                </c:pt>
                <c:pt idx="5833">
                  <c:v>152074.64000000001</c:v>
                </c:pt>
                <c:pt idx="5834">
                  <c:v>152100.71</c:v>
                </c:pt>
                <c:pt idx="5835">
                  <c:v>152126.79</c:v>
                </c:pt>
                <c:pt idx="5836">
                  <c:v>152152.85999999999</c:v>
                </c:pt>
                <c:pt idx="5837">
                  <c:v>152178.93</c:v>
                </c:pt>
                <c:pt idx="5838">
                  <c:v>152205</c:v>
                </c:pt>
                <c:pt idx="5839">
                  <c:v>152231.07</c:v>
                </c:pt>
                <c:pt idx="5840">
                  <c:v>152257.14000000001</c:v>
                </c:pt>
                <c:pt idx="5841">
                  <c:v>152283.21</c:v>
                </c:pt>
                <c:pt idx="5842">
                  <c:v>152309.29</c:v>
                </c:pt>
                <c:pt idx="5843">
                  <c:v>152335.35999999999</c:v>
                </c:pt>
                <c:pt idx="5844">
                  <c:v>152361.43</c:v>
                </c:pt>
                <c:pt idx="5845">
                  <c:v>152387.5</c:v>
                </c:pt>
                <c:pt idx="5846">
                  <c:v>152413.57</c:v>
                </c:pt>
                <c:pt idx="5847">
                  <c:v>152439.64000000001</c:v>
                </c:pt>
                <c:pt idx="5848">
                  <c:v>152465.71</c:v>
                </c:pt>
                <c:pt idx="5849">
                  <c:v>152491.79</c:v>
                </c:pt>
                <c:pt idx="5850">
                  <c:v>152517.85999999999</c:v>
                </c:pt>
                <c:pt idx="5851">
                  <c:v>152543.93</c:v>
                </c:pt>
                <c:pt idx="5852">
                  <c:v>152570</c:v>
                </c:pt>
                <c:pt idx="5853">
                  <c:v>152596.07</c:v>
                </c:pt>
                <c:pt idx="5854">
                  <c:v>152622.14000000001</c:v>
                </c:pt>
                <c:pt idx="5855">
                  <c:v>152648.21</c:v>
                </c:pt>
                <c:pt idx="5856">
                  <c:v>152674.29</c:v>
                </c:pt>
                <c:pt idx="5857">
                  <c:v>152700.35999999999</c:v>
                </c:pt>
                <c:pt idx="5858">
                  <c:v>152726.43</c:v>
                </c:pt>
                <c:pt idx="5859">
                  <c:v>152752.5</c:v>
                </c:pt>
                <c:pt idx="5860">
                  <c:v>152778.57</c:v>
                </c:pt>
                <c:pt idx="5861">
                  <c:v>152804.64000000001</c:v>
                </c:pt>
                <c:pt idx="5862">
                  <c:v>152830.71</c:v>
                </c:pt>
                <c:pt idx="5863">
                  <c:v>152856.79</c:v>
                </c:pt>
                <c:pt idx="5864">
                  <c:v>152882.85999999999</c:v>
                </c:pt>
                <c:pt idx="5865">
                  <c:v>152908.93</c:v>
                </c:pt>
                <c:pt idx="5866">
                  <c:v>152935</c:v>
                </c:pt>
                <c:pt idx="5867">
                  <c:v>152961.07</c:v>
                </c:pt>
                <c:pt idx="5868">
                  <c:v>152987.14000000001</c:v>
                </c:pt>
                <c:pt idx="5869">
                  <c:v>153013.21</c:v>
                </c:pt>
                <c:pt idx="5870">
                  <c:v>153039.29</c:v>
                </c:pt>
                <c:pt idx="5871">
                  <c:v>153065.35999999999</c:v>
                </c:pt>
                <c:pt idx="5872">
                  <c:v>153091.43</c:v>
                </c:pt>
                <c:pt idx="5873">
                  <c:v>153117.5</c:v>
                </c:pt>
                <c:pt idx="5874">
                  <c:v>153143.57</c:v>
                </c:pt>
                <c:pt idx="5875">
                  <c:v>153169.64000000001</c:v>
                </c:pt>
                <c:pt idx="5876">
                  <c:v>153195.71</c:v>
                </c:pt>
                <c:pt idx="5877">
                  <c:v>153221.79</c:v>
                </c:pt>
                <c:pt idx="5878">
                  <c:v>153247.85999999999</c:v>
                </c:pt>
                <c:pt idx="5879">
                  <c:v>153273.93</c:v>
                </c:pt>
                <c:pt idx="5880">
                  <c:v>153300</c:v>
                </c:pt>
                <c:pt idx="5881">
                  <c:v>153326.07</c:v>
                </c:pt>
                <c:pt idx="5882">
                  <c:v>153352.14000000001</c:v>
                </c:pt>
                <c:pt idx="5883">
                  <c:v>153378.21</c:v>
                </c:pt>
                <c:pt idx="5884">
                  <c:v>153404.29</c:v>
                </c:pt>
                <c:pt idx="5885">
                  <c:v>153430.35999999999</c:v>
                </c:pt>
                <c:pt idx="5886">
                  <c:v>153456.43</c:v>
                </c:pt>
                <c:pt idx="5887">
                  <c:v>153482.5</c:v>
                </c:pt>
                <c:pt idx="5888">
                  <c:v>153508.57</c:v>
                </c:pt>
                <c:pt idx="5889">
                  <c:v>153534.64000000001</c:v>
                </c:pt>
                <c:pt idx="5890">
                  <c:v>153560.71</c:v>
                </c:pt>
                <c:pt idx="5891">
                  <c:v>153586.79</c:v>
                </c:pt>
                <c:pt idx="5892">
                  <c:v>153612.85999999999</c:v>
                </c:pt>
                <c:pt idx="5893">
                  <c:v>153638.93</c:v>
                </c:pt>
                <c:pt idx="5894">
                  <c:v>153665</c:v>
                </c:pt>
                <c:pt idx="5895">
                  <c:v>153691.07</c:v>
                </c:pt>
                <c:pt idx="5896">
                  <c:v>153717.14000000001</c:v>
                </c:pt>
                <c:pt idx="5897">
                  <c:v>153743.21</c:v>
                </c:pt>
                <c:pt idx="5898">
                  <c:v>153769.29</c:v>
                </c:pt>
                <c:pt idx="5899">
                  <c:v>153795.35999999999</c:v>
                </c:pt>
                <c:pt idx="5900">
                  <c:v>153821.43</c:v>
                </c:pt>
                <c:pt idx="5901">
                  <c:v>153847.5</c:v>
                </c:pt>
                <c:pt idx="5902">
                  <c:v>153873.57</c:v>
                </c:pt>
                <c:pt idx="5903">
                  <c:v>153899.64000000001</c:v>
                </c:pt>
                <c:pt idx="5904">
                  <c:v>153925.71</c:v>
                </c:pt>
                <c:pt idx="5905">
                  <c:v>153951.79</c:v>
                </c:pt>
                <c:pt idx="5906">
                  <c:v>153977.85999999999</c:v>
                </c:pt>
                <c:pt idx="5907">
                  <c:v>154003.93</c:v>
                </c:pt>
                <c:pt idx="5908">
                  <c:v>154030</c:v>
                </c:pt>
                <c:pt idx="5909">
                  <c:v>154056.07</c:v>
                </c:pt>
                <c:pt idx="5910">
                  <c:v>154082.14000000001</c:v>
                </c:pt>
                <c:pt idx="5911">
                  <c:v>154108.21</c:v>
                </c:pt>
                <c:pt idx="5912">
                  <c:v>154134.29</c:v>
                </c:pt>
                <c:pt idx="5913">
                  <c:v>154160.35999999999</c:v>
                </c:pt>
                <c:pt idx="5914">
                  <c:v>154186.43</c:v>
                </c:pt>
                <c:pt idx="5915">
                  <c:v>154212.5</c:v>
                </c:pt>
                <c:pt idx="5916">
                  <c:v>154238.57</c:v>
                </c:pt>
                <c:pt idx="5917">
                  <c:v>154264.64000000001</c:v>
                </c:pt>
                <c:pt idx="5918">
                  <c:v>154290.71</c:v>
                </c:pt>
                <c:pt idx="5919">
                  <c:v>154316.79</c:v>
                </c:pt>
                <c:pt idx="5920">
                  <c:v>154342.85999999999</c:v>
                </c:pt>
                <c:pt idx="5921">
                  <c:v>154368.93</c:v>
                </c:pt>
                <c:pt idx="5922">
                  <c:v>154395</c:v>
                </c:pt>
                <c:pt idx="5923">
                  <c:v>154421.07</c:v>
                </c:pt>
                <c:pt idx="5924">
                  <c:v>154447.14000000001</c:v>
                </c:pt>
                <c:pt idx="5925">
                  <c:v>154473.21</c:v>
                </c:pt>
                <c:pt idx="5926">
                  <c:v>154499.29</c:v>
                </c:pt>
                <c:pt idx="5927">
                  <c:v>154525.35999999999</c:v>
                </c:pt>
                <c:pt idx="5928">
                  <c:v>154551.43</c:v>
                </c:pt>
                <c:pt idx="5929">
                  <c:v>154577.5</c:v>
                </c:pt>
                <c:pt idx="5930">
                  <c:v>154603.57</c:v>
                </c:pt>
                <c:pt idx="5931">
                  <c:v>154629.64000000001</c:v>
                </c:pt>
                <c:pt idx="5932">
                  <c:v>154655.71</c:v>
                </c:pt>
                <c:pt idx="5933">
                  <c:v>154681.79</c:v>
                </c:pt>
                <c:pt idx="5934">
                  <c:v>154707.85999999999</c:v>
                </c:pt>
                <c:pt idx="5935">
                  <c:v>154733.93</c:v>
                </c:pt>
                <c:pt idx="5936">
                  <c:v>154760</c:v>
                </c:pt>
                <c:pt idx="5937">
                  <c:v>154786.07</c:v>
                </c:pt>
                <c:pt idx="5938">
                  <c:v>154812.14000000001</c:v>
                </c:pt>
                <c:pt idx="5939">
                  <c:v>154838.21</c:v>
                </c:pt>
                <c:pt idx="5940">
                  <c:v>154864.29</c:v>
                </c:pt>
                <c:pt idx="5941">
                  <c:v>154890.35999999999</c:v>
                </c:pt>
                <c:pt idx="5942">
                  <c:v>154916.43</c:v>
                </c:pt>
                <c:pt idx="5943">
                  <c:v>154942.5</c:v>
                </c:pt>
                <c:pt idx="5944">
                  <c:v>154968.57</c:v>
                </c:pt>
                <c:pt idx="5945">
                  <c:v>154994.64000000001</c:v>
                </c:pt>
                <c:pt idx="5946">
                  <c:v>155020.71</c:v>
                </c:pt>
                <c:pt idx="5947">
                  <c:v>155046.79</c:v>
                </c:pt>
                <c:pt idx="5948">
                  <c:v>155072.85999999999</c:v>
                </c:pt>
                <c:pt idx="5949">
                  <c:v>155098.93</c:v>
                </c:pt>
                <c:pt idx="5950">
                  <c:v>155125</c:v>
                </c:pt>
                <c:pt idx="5951">
                  <c:v>155151.07</c:v>
                </c:pt>
                <c:pt idx="5952">
                  <c:v>155177.14000000001</c:v>
                </c:pt>
                <c:pt idx="5953">
                  <c:v>155203.21</c:v>
                </c:pt>
                <c:pt idx="5954">
                  <c:v>155229.29</c:v>
                </c:pt>
                <c:pt idx="5955">
                  <c:v>155255.35999999999</c:v>
                </c:pt>
                <c:pt idx="5956">
                  <c:v>155281.43</c:v>
                </c:pt>
                <c:pt idx="5957">
                  <c:v>155307.5</c:v>
                </c:pt>
                <c:pt idx="5958">
                  <c:v>155333.57</c:v>
                </c:pt>
                <c:pt idx="5959">
                  <c:v>155359.64000000001</c:v>
                </c:pt>
                <c:pt idx="5960">
                  <c:v>155385.71</c:v>
                </c:pt>
                <c:pt idx="5961">
                  <c:v>155411.79</c:v>
                </c:pt>
                <c:pt idx="5962">
                  <c:v>155437.85999999999</c:v>
                </c:pt>
                <c:pt idx="5963">
                  <c:v>155463.93</c:v>
                </c:pt>
                <c:pt idx="5964">
                  <c:v>155490</c:v>
                </c:pt>
                <c:pt idx="5965">
                  <c:v>155516.07</c:v>
                </c:pt>
                <c:pt idx="5966">
                  <c:v>155542.14000000001</c:v>
                </c:pt>
                <c:pt idx="5967">
                  <c:v>155568.21</c:v>
                </c:pt>
                <c:pt idx="5968">
                  <c:v>155594.29</c:v>
                </c:pt>
                <c:pt idx="5969">
                  <c:v>155620.35999999999</c:v>
                </c:pt>
                <c:pt idx="5970">
                  <c:v>155646.43</c:v>
                </c:pt>
                <c:pt idx="5971">
                  <c:v>155672.5</c:v>
                </c:pt>
                <c:pt idx="5972">
                  <c:v>155698.57</c:v>
                </c:pt>
                <c:pt idx="5973">
                  <c:v>155724.64000000001</c:v>
                </c:pt>
                <c:pt idx="5974">
                  <c:v>155750.71</c:v>
                </c:pt>
                <c:pt idx="5975">
                  <c:v>155776.79</c:v>
                </c:pt>
                <c:pt idx="5976">
                  <c:v>155802.85999999999</c:v>
                </c:pt>
                <c:pt idx="5977">
                  <c:v>155828.93</c:v>
                </c:pt>
                <c:pt idx="5978">
                  <c:v>155855</c:v>
                </c:pt>
                <c:pt idx="5979">
                  <c:v>155881.07</c:v>
                </c:pt>
                <c:pt idx="5980">
                  <c:v>155907.14000000001</c:v>
                </c:pt>
                <c:pt idx="5981">
                  <c:v>155933.21</c:v>
                </c:pt>
                <c:pt idx="5982">
                  <c:v>155959.29</c:v>
                </c:pt>
                <c:pt idx="5983">
                  <c:v>155985.35999999999</c:v>
                </c:pt>
                <c:pt idx="5984">
                  <c:v>156011.43</c:v>
                </c:pt>
                <c:pt idx="5985">
                  <c:v>156037.5</c:v>
                </c:pt>
                <c:pt idx="5986">
                  <c:v>156063.57</c:v>
                </c:pt>
                <c:pt idx="5987">
                  <c:v>156089.64000000001</c:v>
                </c:pt>
                <c:pt idx="5988">
                  <c:v>156115.71</c:v>
                </c:pt>
                <c:pt idx="5989">
                  <c:v>156141.79</c:v>
                </c:pt>
                <c:pt idx="5990">
                  <c:v>156167.85999999999</c:v>
                </c:pt>
                <c:pt idx="5991">
                  <c:v>156193.93</c:v>
                </c:pt>
                <c:pt idx="5992">
                  <c:v>156220</c:v>
                </c:pt>
                <c:pt idx="5993">
                  <c:v>156246.07</c:v>
                </c:pt>
                <c:pt idx="5994">
                  <c:v>156272.14000000001</c:v>
                </c:pt>
                <c:pt idx="5995">
                  <c:v>156298.21</c:v>
                </c:pt>
                <c:pt idx="5996">
                  <c:v>156324.29</c:v>
                </c:pt>
                <c:pt idx="5997">
                  <c:v>156350.35999999999</c:v>
                </c:pt>
                <c:pt idx="5998">
                  <c:v>156376.43</c:v>
                </c:pt>
                <c:pt idx="5999">
                  <c:v>156402.5</c:v>
                </c:pt>
                <c:pt idx="6000">
                  <c:v>156428.57</c:v>
                </c:pt>
              </c:numCache>
            </c:numRef>
          </c:xVal>
          <c:yVal>
            <c:numRef>
              <c:f>'Net income and EMTR (data)'!$J$2:$J$6002</c:f>
              <c:numCache>
                <c:formatCode>General</c:formatCode>
                <c:ptCount val="6001"/>
                <c:pt idx="0">
                  <c:v>0</c:v>
                </c:pt>
                <c:pt idx="1">
                  <c:v>0.25</c:v>
                </c:pt>
                <c:pt idx="2">
                  <c:v>0.25</c:v>
                </c:pt>
                <c:pt idx="3">
                  <c:v>0.25</c:v>
                </c:pt>
                <c:pt idx="4">
                  <c:v>0.25</c:v>
                </c:pt>
                <c:pt idx="5">
                  <c:v>0.25</c:v>
                </c:pt>
                <c:pt idx="6">
                  <c:v>0.25</c:v>
                </c:pt>
                <c:pt idx="7">
                  <c:v>0.25</c:v>
                </c:pt>
                <c:pt idx="8">
                  <c:v>0.25</c:v>
                </c:pt>
                <c:pt idx="9">
                  <c:v>0.25</c:v>
                </c:pt>
                <c:pt idx="10">
                  <c:v>0.25</c:v>
                </c:pt>
                <c:pt idx="11">
                  <c:v>0.25</c:v>
                </c:pt>
                <c:pt idx="12">
                  <c:v>0.25</c:v>
                </c:pt>
                <c:pt idx="13">
                  <c:v>0.25</c:v>
                </c:pt>
                <c:pt idx="14">
                  <c:v>0.25</c:v>
                </c:pt>
                <c:pt idx="15">
                  <c:v>0.25</c:v>
                </c:pt>
                <c:pt idx="16">
                  <c:v>0.25</c:v>
                </c:pt>
                <c:pt idx="17">
                  <c:v>0.25</c:v>
                </c:pt>
                <c:pt idx="18">
                  <c:v>0.25</c:v>
                </c:pt>
                <c:pt idx="19">
                  <c:v>0.25</c:v>
                </c:pt>
                <c:pt idx="20">
                  <c:v>0.25</c:v>
                </c:pt>
                <c:pt idx="21">
                  <c:v>0.25</c:v>
                </c:pt>
                <c:pt idx="22">
                  <c:v>0.25</c:v>
                </c:pt>
                <c:pt idx="23">
                  <c:v>0.25</c:v>
                </c:pt>
                <c:pt idx="24">
                  <c:v>0.25</c:v>
                </c:pt>
                <c:pt idx="25">
                  <c:v>0.25</c:v>
                </c:pt>
                <c:pt idx="26">
                  <c:v>0.25</c:v>
                </c:pt>
                <c:pt idx="27">
                  <c:v>0.25</c:v>
                </c:pt>
                <c:pt idx="28">
                  <c:v>0.25</c:v>
                </c:pt>
                <c:pt idx="29">
                  <c:v>0.25</c:v>
                </c:pt>
                <c:pt idx="30">
                  <c:v>0.25</c:v>
                </c:pt>
                <c:pt idx="31">
                  <c:v>0.25</c:v>
                </c:pt>
                <c:pt idx="32">
                  <c:v>0.25</c:v>
                </c:pt>
                <c:pt idx="33">
                  <c:v>0.25</c:v>
                </c:pt>
                <c:pt idx="34">
                  <c:v>0.25</c:v>
                </c:pt>
                <c:pt idx="35">
                  <c:v>0.25</c:v>
                </c:pt>
                <c:pt idx="36">
                  <c:v>0.25</c:v>
                </c:pt>
                <c:pt idx="37">
                  <c:v>0.25</c:v>
                </c:pt>
                <c:pt idx="38">
                  <c:v>0.25</c:v>
                </c:pt>
                <c:pt idx="39">
                  <c:v>0.25</c:v>
                </c:pt>
                <c:pt idx="40">
                  <c:v>0.25</c:v>
                </c:pt>
                <c:pt idx="41">
                  <c:v>0.25</c:v>
                </c:pt>
                <c:pt idx="42">
                  <c:v>0.25</c:v>
                </c:pt>
                <c:pt idx="43">
                  <c:v>0.25</c:v>
                </c:pt>
                <c:pt idx="44">
                  <c:v>0.25</c:v>
                </c:pt>
                <c:pt idx="45">
                  <c:v>0.25</c:v>
                </c:pt>
                <c:pt idx="46">
                  <c:v>0.25</c:v>
                </c:pt>
                <c:pt idx="47">
                  <c:v>0.25</c:v>
                </c:pt>
                <c:pt idx="48">
                  <c:v>0.25</c:v>
                </c:pt>
                <c:pt idx="49">
                  <c:v>0.25</c:v>
                </c:pt>
                <c:pt idx="50">
                  <c:v>0.25</c:v>
                </c:pt>
                <c:pt idx="51">
                  <c:v>0.25</c:v>
                </c:pt>
                <c:pt idx="52">
                  <c:v>0.25</c:v>
                </c:pt>
                <c:pt idx="53">
                  <c:v>0.25</c:v>
                </c:pt>
                <c:pt idx="54">
                  <c:v>0.25</c:v>
                </c:pt>
                <c:pt idx="55">
                  <c:v>0.25</c:v>
                </c:pt>
                <c:pt idx="56">
                  <c:v>0.25</c:v>
                </c:pt>
                <c:pt idx="57">
                  <c:v>0.25</c:v>
                </c:pt>
                <c:pt idx="58">
                  <c:v>0.25</c:v>
                </c:pt>
                <c:pt idx="59">
                  <c:v>0.25</c:v>
                </c:pt>
                <c:pt idx="60">
                  <c:v>0.25</c:v>
                </c:pt>
                <c:pt idx="61">
                  <c:v>0.25</c:v>
                </c:pt>
                <c:pt idx="62">
                  <c:v>0.25</c:v>
                </c:pt>
                <c:pt idx="63">
                  <c:v>0.25</c:v>
                </c:pt>
                <c:pt idx="64">
                  <c:v>0.25</c:v>
                </c:pt>
                <c:pt idx="65">
                  <c:v>0.25</c:v>
                </c:pt>
                <c:pt idx="66">
                  <c:v>0.25</c:v>
                </c:pt>
                <c:pt idx="67">
                  <c:v>0.25</c:v>
                </c:pt>
                <c:pt idx="68">
                  <c:v>0.25</c:v>
                </c:pt>
                <c:pt idx="69">
                  <c:v>0.25</c:v>
                </c:pt>
                <c:pt idx="70">
                  <c:v>0.25</c:v>
                </c:pt>
                <c:pt idx="71">
                  <c:v>0.25</c:v>
                </c:pt>
                <c:pt idx="72">
                  <c:v>0.25</c:v>
                </c:pt>
                <c:pt idx="73">
                  <c:v>0.25</c:v>
                </c:pt>
                <c:pt idx="74">
                  <c:v>0.25</c:v>
                </c:pt>
                <c:pt idx="75">
                  <c:v>0.25</c:v>
                </c:pt>
                <c:pt idx="76">
                  <c:v>0.25</c:v>
                </c:pt>
                <c:pt idx="77">
                  <c:v>0.25</c:v>
                </c:pt>
                <c:pt idx="78">
                  <c:v>0.25</c:v>
                </c:pt>
                <c:pt idx="79">
                  <c:v>0.25</c:v>
                </c:pt>
                <c:pt idx="80">
                  <c:v>0.25</c:v>
                </c:pt>
                <c:pt idx="81">
                  <c:v>0.25</c:v>
                </c:pt>
                <c:pt idx="82">
                  <c:v>0.25</c:v>
                </c:pt>
                <c:pt idx="83">
                  <c:v>0.25</c:v>
                </c:pt>
                <c:pt idx="84">
                  <c:v>0.25</c:v>
                </c:pt>
                <c:pt idx="85">
                  <c:v>0.25</c:v>
                </c:pt>
                <c:pt idx="86">
                  <c:v>0.25</c:v>
                </c:pt>
                <c:pt idx="87">
                  <c:v>0.25</c:v>
                </c:pt>
                <c:pt idx="88">
                  <c:v>0.25</c:v>
                </c:pt>
                <c:pt idx="89">
                  <c:v>0.25</c:v>
                </c:pt>
                <c:pt idx="90">
                  <c:v>0.25</c:v>
                </c:pt>
                <c:pt idx="91">
                  <c:v>0.25</c:v>
                </c:pt>
                <c:pt idx="92">
                  <c:v>0.25</c:v>
                </c:pt>
                <c:pt idx="93">
                  <c:v>0.25</c:v>
                </c:pt>
                <c:pt idx="94">
                  <c:v>0.25</c:v>
                </c:pt>
                <c:pt idx="95">
                  <c:v>0.25</c:v>
                </c:pt>
                <c:pt idx="96">
                  <c:v>0.25</c:v>
                </c:pt>
                <c:pt idx="97">
                  <c:v>0.25</c:v>
                </c:pt>
                <c:pt idx="98">
                  <c:v>0.25</c:v>
                </c:pt>
                <c:pt idx="99">
                  <c:v>0.25</c:v>
                </c:pt>
                <c:pt idx="100">
                  <c:v>0.25</c:v>
                </c:pt>
                <c:pt idx="101">
                  <c:v>0.625</c:v>
                </c:pt>
                <c:pt idx="102">
                  <c:v>0.625</c:v>
                </c:pt>
                <c:pt idx="103">
                  <c:v>0.625</c:v>
                </c:pt>
                <c:pt idx="104">
                  <c:v>0.625</c:v>
                </c:pt>
                <c:pt idx="105">
                  <c:v>0.625</c:v>
                </c:pt>
                <c:pt idx="106">
                  <c:v>0.625</c:v>
                </c:pt>
                <c:pt idx="107">
                  <c:v>0.625</c:v>
                </c:pt>
                <c:pt idx="108">
                  <c:v>0.625</c:v>
                </c:pt>
                <c:pt idx="109">
                  <c:v>0.625</c:v>
                </c:pt>
                <c:pt idx="110">
                  <c:v>0.625</c:v>
                </c:pt>
                <c:pt idx="111">
                  <c:v>0.625</c:v>
                </c:pt>
                <c:pt idx="112">
                  <c:v>0.625</c:v>
                </c:pt>
                <c:pt idx="113">
                  <c:v>0.625</c:v>
                </c:pt>
                <c:pt idx="114">
                  <c:v>0.625</c:v>
                </c:pt>
                <c:pt idx="115">
                  <c:v>0.625</c:v>
                </c:pt>
                <c:pt idx="116">
                  <c:v>0.625</c:v>
                </c:pt>
                <c:pt idx="117">
                  <c:v>0.625</c:v>
                </c:pt>
                <c:pt idx="118">
                  <c:v>0.625</c:v>
                </c:pt>
                <c:pt idx="119">
                  <c:v>0.625</c:v>
                </c:pt>
                <c:pt idx="120">
                  <c:v>0.625</c:v>
                </c:pt>
                <c:pt idx="121">
                  <c:v>0.625</c:v>
                </c:pt>
                <c:pt idx="122">
                  <c:v>0.625</c:v>
                </c:pt>
                <c:pt idx="123">
                  <c:v>0.625</c:v>
                </c:pt>
                <c:pt idx="124">
                  <c:v>0.625</c:v>
                </c:pt>
                <c:pt idx="125">
                  <c:v>0.625</c:v>
                </c:pt>
                <c:pt idx="126">
                  <c:v>0.625</c:v>
                </c:pt>
                <c:pt idx="127">
                  <c:v>0.625</c:v>
                </c:pt>
                <c:pt idx="128">
                  <c:v>0.625</c:v>
                </c:pt>
                <c:pt idx="129">
                  <c:v>0.625</c:v>
                </c:pt>
                <c:pt idx="130">
                  <c:v>0.625</c:v>
                </c:pt>
                <c:pt idx="131">
                  <c:v>0.625</c:v>
                </c:pt>
                <c:pt idx="132">
                  <c:v>0.625</c:v>
                </c:pt>
                <c:pt idx="133">
                  <c:v>0.625</c:v>
                </c:pt>
                <c:pt idx="134">
                  <c:v>0.625</c:v>
                </c:pt>
                <c:pt idx="135">
                  <c:v>0.625</c:v>
                </c:pt>
                <c:pt idx="136">
                  <c:v>0.625</c:v>
                </c:pt>
                <c:pt idx="137">
                  <c:v>0.625</c:v>
                </c:pt>
                <c:pt idx="138">
                  <c:v>0.625</c:v>
                </c:pt>
                <c:pt idx="139">
                  <c:v>0.625</c:v>
                </c:pt>
                <c:pt idx="140">
                  <c:v>0.625</c:v>
                </c:pt>
                <c:pt idx="141">
                  <c:v>0.625</c:v>
                </c:pt>
                <c:pt idx="142">
                  <c:v>0.625</c:v>
                </c:pt>
                <c:pt idx="143">
                  <c:v>0.625</c:v>
                </c:pt>
                <c:pt idx="144">
                  <c:v>0.625</c:v>
                </c:pt>
                <c:pt idx="145">
                  <c:v>0.625</c:v>
                </c:pt>
                <c:pt idx="146">
                  <c:v>0.625</c:v>
                </c:pt>
                <c:pt idx="147">
                  <c:v>0.625</c:v>
                </c:pt>
                <c:pt idx="148">
                  <c:v>0.625</c:v>
                </c:pt>
                <c:pt idx="149">
                  <c:v>0.625</c:v>
                </c:pt>
                <c:pt idx="150">
                  <c:v>0.625</c:v>
                </c:pt>
                <c:pt idx="151">
                  <c:v>0.625</c:v>
                </c:pt>
                <c:pt idx="152">
                  <c:v>0.625</c:v>
                </c:pt>
                <c:pt idx="153">
                  <c:v>0.625</c:v>
                </c:pt>
                <c:pt idx="154">
                  <c:v>0.625</c:v>
                </c:pt>
                <c:pt idx="155">
                  <c:v>0.625</c:v>
                </c:pt>
                <c:pt idx="156">
                  <c:v>0.625</c:v>
                </c:pt>
                <c:pt idx="157">
                  <c:v>0.625</c:v>
                </c:pt>
                <c:pt idx="158">
                  <c:v>0.625</c:v>
                </c:pt>
                <c:pt idx="159">
                  <c:v>0.625</c:v>
                </c:pt>
                <c:pt idx="160">
                  <c:v>0.625</c:v>
                </c:pt>
                <c:pt idx="161">
                  <c:v>0.625</c:v>
                </c:pt>
                <c:pt idx="162">
                  <c:v>0.625</c:v>
                </c:pt>
                <c:pt idx="163">
                  <c:v>0.625</c:v>
                </c:pt>
                <c:pt idx="164">
                  <c:v>0.625</c:v>
                </c:pt>
                <c:pt idx="165">
                  <c:v>0.625</c:v>
                </c:pt>
                <c:pt idx="166">
                  <c:v>0.625</c:v>
                </c:pt>
                <c:pt idx="167">
                  <c:v>0.625</c:v>
                </c:pt>
                <c:pt idx="168">
                  <c:v>0.625</c:v>
                </c:pt>
                <c:pt idx="169">
                  <c:v>0.625</c:v>
                </c:pt>
                <c:pt idx="170">
                  <c:v>0.625</c:v>
                </c:pt>
                <c:pt idx="171">
                  <c:v>0.625</c:v>
                </c:pt>
                <c:pt idx="172">
                  <c:v>0.625</c:v>
                </c:pt>
                <c:pt idx="173">
                  <c:v>0.625</c:v>
                </c:pt>
                <c:pt idx="174">
                  <c:v>0.625</c:v>
                </c:pt>
                <c:pt idx="175">
                  <c:v>0.625</c:v>
                </c:pt>
                <c:pt idx="176">
                  <c:v>0.625</c:v>
                </c:pt>
                <c:pt idx="177">
                  <c:v>0.625</c:v>
                </c:pt>
                <c:pt idx="178">
                  <c:v>0.625</c:v>
                </c:pt>
                <c:pt idx="179">
                  <c:v>0.625</c:v>
                </c:pt>
                <c:pt idx="180">
                  <c:v>0.625</c:v>
                </c:pt>
                <c:pt idx="181">
                  <c:v>0.625</c:v>
                </c:pt>
                <c:pt idx="182">
                  <c:v>0.625</c:v>
                </c:pt>
                <c:pt idx="183">
                  <c:v>0.625</c:v>
                </c:pt>
                <c:pt idx="184">
                  <c:v>0.625</c:v>
                </c:pt>
                <c:pt idx="185">
                  <c:v>0.625</c:v>
                </c:pt>
                <c:pt idx="186">
                  <c:v>0.625</c:v>
                </c:pt>
                <c:pt idx="187">
                  <c:v>0.625</c:v>
                </c:pt>
                <c:pt idx="188">
                  <c:v>0.625</c:v>
                </c:pt>
                <c:pt idx="189">
                  <c:v>0.625</c:v>
                </c:pt>
                <c:pt idx="190">
                  <c:v>0.625</c:v>
                </c:pt>
                <c:pt idx="191">
                  <c:v>0.625</c:v>
                </c:pt>
                <c:pt idx="192">
                  <c:v>0.625</c:v>
                </c:pt>
                <c:pt idx="193">
                  <c:v>0.625</c:v>
                </c:pt>
                <c:pt idx="194">
                  <c:v>0.625</c:v>
                </c:pt>
                <c:pt idx="195">
                  <c:v>0.625</c:v>
                </c:pt>
                <c:pt idx="196">
                  <c:v>0.625</c:v>
                </c:pt>
                <c:pt idx="197">
                  <c:v>0.625</c:v>
                </c:pt>
                <c:pt idx="198">
                  <c:v>0.625</c:v>
                </c:pt>
                <c:pt idx="199">
                  <c:v>0.625</c:v>
                </c:pt>
                <c:pt idx="200">
                  <c:v>0.625</c:v>
                </c:pt>
                <c:pt idx="201">
                  <c:v>0.625</c:v>
                </c:pt>
                <c:pt idx="202">
                  <c:v>0.625</c:v>
                </c:pt>
                <c:pt idx="203">
                  <c:v>0.625</c:v>
                </c:pt>
                <c:pt idx="204">
                  <c:v>0.625</c:v>
                </c:pt>
                <c:pt idx="205">
                  <c:v>0.625</c:v>
                </c:pt>
                <c:pt idx="206">
                  <c:v>0.625</c:v>
                </c:pt>
                <c:pt idx="207">
                  <c:v>0.625</c:v>
                </c:pt>
                <c:pt idx="208">
                  <c:v>0.625</c:v>
                </c:pt>
                <c:pt idx="209">
                  <c:v>0.625</c:v>
                </c:pt>
                <c:pt idx="210">
                  <c:v>0.625</c:v>
                </c:pt>
                <c:pt idx="211">
                  <c:v>0.625</c:v>
                </c:pt>
                <c:pt idx="212">
                  <c:v>0.625</c:v>
                </c:pt>
                <c:pt idx="213">
                  <c:v>0.625</c:v>
                </c:pt>
                <c:pt idx="214">
                  <c:v>0.625</c:v>
                </c:pt>
                <c:pt idx="215">
                  <c:v>0.625</c:v>
                </c:pt>
                <c:pt idx="216">
                  <c:v>0.625</c:v>
                </c:pt>
                <c:pt idx="217">
                  <c:v>0.625</c:v>
                </c:pt>
                <c:pt idx="218">
                  <c:v>0.625</c:v>
                </c:pt>
                <c:pt idx="219">
                  <c:v>0.625</c:v>
                </c:pt>
                <c:pt idx="220">
                  <c:v>0.625</c:v>
                </c:pt>
                <c:pt idx="221">
                  <c:v>0.625</c:v>
                </c:pt>
                <c:pt idx="222">
                  <c:v>0.625</c:v>
                </c:pt>
                <c:pt idx="223">
                  <c:v>0.625</c:v>
                </c:pt>
                <c:pt idx="224">
                  <c:v>0.625</c:v>
                </c:pt>
                <c:pt idx="225">
                  <c:v>0.625</c:v>
                </c:pt>
                <c:pt idx="226">
                  <c:v>0.625</c:v>
                </c:pt>
                <c:pt idx="227">
                  <c:v>0.625</c:v>
                </c:pt>
                <c:pt idx="228">
                  <c:v>0.625</c:v>
                </c:pt>
                <c:pt idx="229">
                  <c:v>0.625</c:v>
                </c:pt>
                <c:pt idx="230">
                  <c:v>0.625</c:v>
                </c:pt>
                <c:pt idx="231">
                  <c:v>0.625</c:v>
                </c:pt>
                <c:pt idx="232">
                  <c:v>0.625</c:v>
                </c:pt>
                <c:pt idx="233">
                  <c:v>0.625</c:v>
                </c:pt>
                <c:pt idx="234">
                  <c:v>0.625</c:v>
                </c:pt>
                <c:pt idx="235">
                  <c:v>0.625</c:v>
                </c:pt>
                <c:pt idx="236">
                  <c:v>0.625</c:v>
                </c:pt>
                <c:pt idx="237">
                  <c:v>0.625</c:v>
                </c:pt>
                <c:pt idx="238">
                  <c:v>0.625</c:v>
                </c:pt>
                <c:pt idx="239">
                  <c:v>0.625</c:v>
                </c:pt>
                <c:pt idx="240">
                  <c:v>0.625</c:v>
                </c:pt>
                <c:pt idx="241">
                  <c:v>0.625</c:v>
                </c:pt>
                <c:pt idx="242">
                  <c:v>0.625</c:v>
                </c:pt>
                <c:pt idx="243">
                  <c:v>0.625</c:v>
                </c:pt>
                <c:pt idx="244">
                  <c:v>0.625</c:v>
                </c:pt>
                <c:pt idx="245">
                  <c:v>0.625</c:v>
                </c:pt>
                <c:pt idx="246">
                  <c:v>0.625</c:v>
                </c:pt>
                <c:pt idx="247">
                  <c:v>0.625</c:v>
                </c:pt>
                <c:pt idx="248">
                  <c:v>0.625</c:v>
                </c:pt>
                <c:pt idx="249">
                  <c:v>0.625</c:v>
                </c:pt>
                <c:pt idx="250">
                  <c:v>0.625</c:v>
                </c:pt>
                <c:pt idx="251">
                  <c:v>0.7</c:v>
                </c:pt>
                <c:pt idx="252">
                  <c:v>0.7</c:v>
                </c:pt>
                <c:pt idx="253">
                  <c:v>0.7</c:v>
                </c:pt>
                <c:pt idx="254">
                  <c:v>0.7</c:v>
                </c:pt>
                <c:pt idx="255">
                  <c:v>0.7</c:v>
                </c:pt>
                <c:pt idx="256">
                  <c:v>0.7</c:v>
                </c:pt>
                <c:pt idx="257">
                  <c:v>0.7</c:v>
                </c:pt>
                <c:pt idx="258">
                  <c:v>0.7</c:v>
                </c:pt>
                <c:pt idx="259">
                  <c:v>0.7</c:v>
                </c:pt>
                <c:pt idx="260">
                  <c:v>0.7</c:v>
                </c:pt>
                <c:pt idx="261">
                  <c:v>0.7</c:v>
                </c:pt>
                <c:pt idx="262">
                  <c:v>0.7</c:v>
                </c:pt>
                <c:pt idx="263">
                  <c:v>0.7</c:v>
                </c:pt>
                <c:pt idx="264">
                  <c:v>0.7</c:v>
                </c:pt>
                <c:pt idx="265">
                  <c:v>0.7</c:v>
                </c:pt>
                <c:pt idx="266">
                  <c:v>0.7</c:v>
                </c:pt>
                <c:pt idx="267">
                  <c:v>0.7</c:v>
                </c:pt>
                <c:pt idx="268">
                  <c:v>0.7</c:v>
                </c:pt>
                <c:pt idx="269">
                  <c:v>0.7</c:v>
                </c:pt>
                <c:pt idx="270">
                  <c:v>0.7</c:v>
                </c:pt>
                <c:pt idx="271">
                  <c:v>0.7</c:v>
                </c:pt>
                <c:pt idx="272">
                  <c:v>0.7</c:v>
                </c:pt>
                <c:pt idx="273">
                  <c:v>0.7</c:v>
                </c:pt>
                <c:pt idx="274">
                  <c:v>0.7</c:v>
                </c:pt>
                <c:pt idx="275">
                  <c:v>0.7</c:v>
                </c:pt>
                <c:pt idx="276">
                  <c:v>0.7</c:v>
                </c:pt>
                <c:pt idx="277">
                  <c:v>0.7</c:v>
                </c:pt>
                <c:pt idx="278">
                  <c:v>0.7</c:v>
                </c:pt>
                <c:pt idx="279">
                  <c:v>0.7</c:v>
                </c:pt>
                <c:pt idx="280">
                  <c:v>0.7</c:v>
                </c:pt>
                <c:pt idx="281">
                  <c:v>0.7</c:v>
                </c:pt>
                <c:pt idx="282">
                  <c:v>0.7</c:v>
                </c:pt>
                <c:pt idx="283">
                  <c:v>0.7</c:v>
                </c:pt>
                <c:pt idx="284">
                  <c:v>0.7</c:v>
                </c:pt>
                <c:pt idx="285">
                  <c:v>0.7</c:v>
                </c:pt>
                <c:pt idx="286">
                  <c:v>0.7</c:v>
                </c:pt>
                <c:pt idx="287">
                  <c:v>0.7</c:v>
                </c:pt>
                <c:pt idx="288">
                  <c:v>0.7</c:v>
                </c:pt>
                <c:pt idx="289">
                  <c:v>0.7</c:v>
                </c:pt>
                <c:pt idx="290">
                  <c:v>0.7</c:v>
                </c:pt>
                <c:pt idx="291">
                  <c:v>0.7</c:v>
                </c:pt>
                <c:pt idx="292">
                  <c:v>0.7</c:v>
                </c:pt>
                <c:pt idx="293">
                  <c:v>0.7</c:v>
                </c:pt>
                <c:pt idx="294">
                  <c:v>0.7</c:v>
                </c:pt>
                <c:pt idx="295">
                  <c:v>0.7</c:v>
                </c:pt>
                <c:pt idx="296">
                  <c:v>0.7</c:v>
                </c:pt>
                <c:pt idx="297">
                  <c:v>0.7</c:v>
                </c:pt>
                <c:pt idx="298">
                  <c:v>0.7</c:v>
                </c:pt>
                <c:pt idx="299">
                  <c:v>0.7</c:v>
                </c:pt>
                <c:pt idx="300">
                  <c:v>0.7</c:v>
                </c:pt>
                <c:pt idx="301">
                  <c:v>0.7</c:v>
                </c:pt>
                <c:pt idx="302">
                  <c:v>0.7</c:v>
                </c:pt>
                <c:pt idx="303">
                  <c:v>0.7</c:v>
                </c:pt>
                <c:pt idx="304">
                  <c:v>0.7</c:v>
                </c:pt>
                <c:pt idx="305">
                  <c:v>0.7</c:v>
                </c:pt>
                <c:pt idx="306">
                  <c:v>0.7</c:v>
                </c:pt>
                <c:pt idx="307">
                  <c:v>0.7</c:v>
                </c:pt>
                <c:pt idx="308">
                  <c:v>0.7</c:v>
                </c:pt>
                <c:pt idx="309">
                  <c:v>0.7</c:v>
                </c:pt>
                <c:pt idx="310">
                  <c:v>0.7</c:v>
                </c:pt>
                <c:pt idx="311">
                  <c:v>0.7</c:v>
                </c:pt>
                <c:pt idx="312">
                  <c:v>0.7</c:v>
                </c:pt>
                <c:pt idx="313">
                  <c:v>0.7</c:v>
                </c:pt>
                <c:pt idx="314">
                  <c:v>0.7</c:v>
                </c:pt>
                <c:pt idx="315">
                  <c:v>0.7</c:v>
                </c:pt>
                <c:pt idx="316">
                  <c:v>0.7</c:v>
                </c:pt>
                <c:pt idx="317">
                  <c:v>0.7</c:v>
                </c:pt>
                <c:pt idx="318">
                  <c:v>0.7</c:v>
                </c:pt>
                <c:pt idx="319">
                  <c:v>0.7</c:v>
                </c:pt>
                <c:pt idx="320">
                  <c:v>0.7</c:v>
                </c:pt>
                <c:pt idx="321">
                  <c:v>0.7</c:v>
                </c:pt>
                <c:pt idx="322">
                  <c:v>0.7</c:v>
                </c:pt>
                <c:pt idx="323">
                  <c:v>0.7</c:v>
                </c:pt>
                <c:pt idx="324">
                  <c:v>0.7</c:v>
                </c:pt>
                <c:pt idx="325">
                  <c:v>0.7</c:v>
                </c:pt>
                <c:pt idx="326">
                  <c:v>0.7</c:v>
                </c:pt>
                <c:pt idx="327">
                  <c:v>0.7</c:v>
                </c:pt>
                <c:pt idx="328">
                  <c:v>0.7</c:v>
                </c:pt>
                <c:pt idx="329">
                  <c:v>0.7</c:v>
                </c:pt>
                <c:pt idx="330">
                  <c:v>0.7</c:v>
                </c:pt>
                <c:pt idx="331">
                  <c:v>0.7</c:v>
                </c:pt>
                <c:pt idx="332">
                  <c:v>0.7</c:v>
                </c:pt>
                <c:pt idx="333">
                  <c:v>0.7</c:v>
                </c:pt>
                <c:pt idx="334">
                  <c:v>0.7</c:v>
                </c:pt>
                <c:pt idx="335">
                  <c:v>0.7</c:v>
                </c:pt>
                <c:pt idx="336">
                  <c:v>0.7</c:v>
                </c:pt>
                <c:pt idx="337">
                  <c:v>0.7</c:v>
                </c:pt>
                <c:pt idx="338">
                  <c:v>0.7</c:v>
                </c:pt>
                <c:pt idx="339">
                  <c:v>0.7</c:v>
                </c:pt>
                <c:pt idx="340">
                  <c:v>0.7</c:v>
                </c:pt>
                <c:pt idx="341">
                  <c:v>0.7</c:v>
                </c:pt>
                <c:pt idx="342">
                  <c:v>0.7</c:v>
                </c:pt>
                <c:pt idx="343">
                  <c:v>0.7</c:v>
                </c:pt>
                <c:pt idx="344">
                  <c:v>0.7</c:v>
                </c:pt>
                <c:pt idx="345">
                  <c:v>0.7</c:v>
                </c:pt>
                <c:pt idx="346">
                  <c:v>0.7</c:v>
                </c:pt>
                <c:pt idx="347">
                  <c:v>0.7</c:v>
                </c:pt>
                <c:pt idx="348">
                  <c:v>0.7</c:v>
                </c:pt>
                <c:pt idx="349">
                  <c:v>0.7</c:v>
                </c:pt>
                <c:pt idx="350">
                  <c:v>0.7</c:v>
                </c:pt>
                <c:pt idx="351">
                  <c:v>0.7</c:v>
                </c:pt>
                <c:pt idx="352">
                  <c:v>0.7</c:v>
                </c:pt>
                <c:pt idx="353">
                  <c:v>0.7</c:v>
                </c:pt>
                <c:pt idx="354">
                  <c:v>0.7</c:v>
                </c:pt>
                <c:pt idx="355">
                  <c:v>0.7</c:v>
                </c:pt>
                <c:pt idx="356">
                  <c:v>0.7</c:v>
                </c:pt>
                <c:pt idx="357">
                  <c:v>0.7</c:v>
                </c:pt>
                <c:pt idx="358">
                  <c:v>0.7</c:v>
                </c:pt>
                <c:pt idx="359">
                  <c:v>0.7</c:v>
                </c:pt>
                <c:pt idx="360">
                  <c:v>0.7</c:v>
                </c:pt>
                <c:pt idx="361">
                  <c:v>0.7</c:v>
                </c:pt>
                <c:pt idx="362">
                  <c:v>0.7</c:v>
                </c:pt>
                <c:pt idx="363">
                  <c:v>0.7</c:v>
                </c:pt>
                <c:pt idx="364">
                  <c:v>0.7</c:v>
                </c:pt>
                <c:pt idx="365">
                  <c:v>0.7</c:v>
                </c:pt>
                <c:pt idx="366">
                  <c:v>0.7</c:v>
                </c:pt>
                <c:pt idx="367">
                  <c:v>0.7</c:v>
                </c:pt>
                <c:pt idx="368">
                  <c:v>0.7</c:v>
                </c:pt>
                <c:pt idx="369">
                  <c:v>0.7</c:v>
                </c:pt>
                <c:pt idx="370">
                  <c:v>0.7</c:v>
                </c:pt>
                <c:pt idx="371">
                  <c:v>0.7</c:v>
                </c:pt>
                <c:pt idx="372">
                  <c:v>0.7</c:v>
                </c:pt>
                <c:pt idx="373">
                  <c:v>0.7</c:v>
                </c:pt>
                <c:pt idx="374">
                  <c:v>0.7</c:v>
                </c:pt>
                <c:pt idx="375">
                  <c:v>0.7</c:v>
                </c:pt>
                <c:pt idx="376">
                  <c:v>0.7</c:v>
                </c:pt>
                <c:pt idx="377">
                  <c:v>0.7</c:v>
                </c:pt>
                <c:pt idx="378">
                  <c:v>0.7</c:v>
                </c:pt>
                <c:pt idx="379">
                  <c:v>0.7</c:v>
                </c:pt>
                <c:pt idx="380">
                  <c:v>0.7</c:v>
                </c:pt>
                <c:pt idx="381">
                  <c:v>0.7</c:v>
                </c:pt>
                <c:pt idx="382">
                  <c:v>0.7</c:v>
                </c:pt>
                <c:pt idx="383">
                  <c:v>0.7</c:v>
                </c:pt>
                <c:pt idx="384">
                  <c:v>0.7</c:v>
                </c:pt>
                <c:pt idx="385">
                  <c:v>0.7</c:v>
                </c:pt>
                <c:pt idx="386">
                  <c:v>0.7</c:v>
                </c:pt>
                <c:pt idx="387">
                  <c:v>0.7</c:v>
                </c:pt>
                <c:pt idx="388">
                  <c:v>0.7</c:v>
                </c:pt>
                <c:pt idx="389">
                  <c:v>0.7</c:v>
                </c:pt>
                <c:pt idx="390">
                  <c:v>0.7</c:v>
                </c:pt>
                <c:pt idx="391">
                  <c:v>0.7</c:v>
                </c:pt>
                <c:pt idx="392">
                  <c:v>0.7</c:v>
                </c:pt>
                <c:pt idx="393">
                  <c:v>0.7</c:v>
                </c:pt>
                <c:pt idx="394">
                  <c:v>0.7</c:v>
                </c:pt>
                <c:pt idx="395">
                  <c:v>0.7</c:v>
                </c:pt>
                <c:pt idx="396">
                  <c:v>0.7</c:v>
                </c:pt>
                <c:pt idx="397">
                  <c:v>0.7</c:v>
                </c:pt>
                <c:pt idx="398">
                  <c:v>0.7</c:v>
                </c:pt>
                <c:pt idx="399">
                  <c:v>0.7</c:v>
                </c:pt>
                <c:pt idx="400">
                  <c:v>0.7</c:v>
                </c:pt>
                <c:pt idx="401">
                  <c:v>0.7</c:v>
                </c:pt>
                <c:pt idx="402">
                  <c:v>0.7</c:v>
                </c:pt>
                <c:pt idx="403">
                  <c:v>0.7</c:v>
                </c:pt>
                <c:pt idx="404">
                  <c:v>0.7</c:v>
                </c:pt>
                <c:pt idx="405">
                  <c:v>0.7</c:v>
                </c:pt>
                <c:pt idx="406">
                  <c:v>0.7</c:v>
                </c:pt>
                <c:pt idx="407">
                  <c:v>0.7</c:v>
                </c:pt>
                <c:pt idx="408">
                  <c:v>0.7</c:v>
                </c:pt>
                <c:pt idx="409">
                  <c:v>0.7</c:v>
                </c:pt>
                <c:pt idx="410">
                  <c:v>0.7</c:v>
                </c:pt>
                <c:pt idx="411">
                  <c:v>0.7</c:v>
                </c:pt>
                <c:pt idx="412">
                  <c:v>0.7</c:v>
                </c:pt>
                <c:pt idx="413">
                  <c:v>0.7</c:v>
                </c:pt>
                <c:pt idx="414">
                  <c:v>0.7</c:v>
                </c:pt>
                <c:pt idx="415">
                  <c:v>0.7</c:v>
                </c:pt>
                <c:pt idx="416">
                  <c:v>0.7</c:v>
                </c:pt>
                <c:pt idx="417">
                  <c:v>0.7</c:v>
                </c:pt>
                <c:pt idx="418">
                  <c:v>0.7</c:v>
                </c:pt>
                <c:pt idx="419">
                  <c:v>0.7</c:v>
                </c:pt>
                <c:pt idx="420">
                  <c:v>0.7</c:v>
                </c:pt>
                <c:pt idx="421">
                  <c:v>0.7</c:v>
                </c:pt>
                <c:pt idx="422">
                  <c:v>0.7</c:v>
                </c:pt>
                <c:pt idx="423">
                  <c:v>0.7</c:v>
                </c:pt>
                <c:pt idx="424">
                  <c:v>0.7</c:v>
                </c:pt>
                <c:pt idx="425">
                  <c:v>0.7</c:v>
                </c:pt>
                <c:pt idx="426">
                  <c:v>0.7</c:v>
                </c:pt>
                <c:pt idx="427">
                  <c:v>0.7</c:v>
                </c:pt>
                <c:pt idx="428">
                  <c:v>0.7</c:v>
                </c:pt>
                <c:pt idx="429">
                  <c:v>0.7</c:v>
                </c:pt>
                <c:pt idx="430">
                  <c:v>0.7</c:v>
                </c:pt>
                <c:pt idx="431">
                  <c:v>0.7</c:v>
                </c:pt>
                <c:pt idx="432">
                  <c:v>0.7</c:v>
                </c:pt>
                <c:pt idx="433">
                  <c:v>0.7</c:v>
                </c:pt>
                <c:pt idx="434">
                  <c:v>0.7</c:v>
                </c:pt>
                <c:pt idx="435">
                  <c:v>0.7</c:v>
                </c:pt>
                <c:pt idx="436">
                  <c:v>0.7</c:v>
                </c:pt>
                <c:pt idx="437">
                  <c:v>0.7</c:v>
                </c:pt>
                <c:pt idx="438">
                  <c:v>0.7</c:v>
                </c:pt>
                <c:pt idx="439">
                  <c:v>0.7</c:v>
                </c:pt>
                <c:pt idx="440">
                  <c:v>0.7</c:v>
                </c:pt>
                <c:pt idx="441">
                  <c:v>0.7</c:v>
                </c:pt>
                <c:pt idx="442">
                  <c:v>0.7</c:v>
                </c:pt>
                <c:pt idx="443">
                  <c:v>0.7</c:v>
                </c:pt>
                <c:pt idx="444">
                  <c:v>0.7</c:v>
                </c:pt>
                <c:pt idx="445">
                  <c:v>0.7</c:v>
                </c:pt>
                <c:pt idx="446">
                  <c:v>0.7</c:v>
                </c:pt>
                <c:pt idx="447">
                  <c:v>0.7</c:v>
                </c:pt>
                <c:pt idx="448">
                  <c:v>0.7</c:v>
                </c:pt>
                <c:pt idx="449">
                  <c:v>0.7</c:v>
                </c:pt>
                <c:pt idx="450">
                  <c:v>0.7</c:v>
                </c:pt>
                <c:pt idx="451">
                  <c:v>0.7</c:v>
                </c:pt>
                <c:pt idx="452">
                  <c:v>0.7</c:v>
                </c:pt>
                <c:pt idx="453">
                  <c:v>0.7</c:v>
                </c:pt>
                <c:pt idx="454">
                  <c:v>0.7</c:v>
                </c:pt>
                <c:pt idx="455">
                  <c:v>0.7</c:v>
                </c:pt>
                <c:pt idx="456">
                  <c:v>0.7</c:v>
                </c:pt>
                <c:pt idx="457">
                  <c:v>0.7</c:v>
                </c:pt>
                <c:pt idx="458">
                  <c:v>0.7</c:v>
                </c:pt>
                <c:pt idx="459">
                  <c:v>0.7</c:v>
                </c:pt>
                <c:pt idx="460">
                  <c:v>0.7</c:v>
                </c:pt>
                <c:pt idx="461">
                  <c:v>0.7</c:v>
                </c:pt>
                <c:pt idx="462">
                  <c:v>0.7</c:v>
                </c:pt>
                <c:pt idx="463">
                  <c:v>0.7</c:v>
                </c:pt>
                <c:pt idx="464">
                  <c:v>0.7</c:v>
                </c:pt>
                <c:pt idx="465">
                  <c:v>0.7</c:v>
                </c:pt>
                <c:pt idx="466">
                  <c:v>0.7</c:v>
                </c:pt>
                <c:pt idx="467">
                  <c:v>0.7</c:v>
                </c:pt>
                <c:pt idx="468">
                  <c:v>0.7</c:v>
                </c:pt>
                <c:pt idx="469">
                  <c:v>0.7</c:v>
                </c:pt>
                <c:pt idx="470">
                  <c:v>0.7</c:v>
                </c:pt>
                <c:pt idx="471">
                  <c:v>0.7</c:v>
                </c:pt>
                <c:pt idx="472">
                  <c:v>0.7</c:v>
                </c:pt>
                <c:pt idx="473">
                  <c:v>0.7</c:v>
                </c:pt>
                <c:pt idx="474">
                  <c:v>0.7</c:v>
                </c:pt>
                <c:pt idx="475">
                  <c:v>0.7</c:v>
                </c:pt>
                <c:pt idx="476">
                  <c:v>0.7</c:v>
                </c:pt>
                <c:pt idx="477">
                  <c:v>0.7</c:v>
                </c:pt>
                <c:pt idx="478">
                  <c:v>0.7</c:v>
                </c:pt>
                <c:pt idx="479">
                  <c:v>0.7</c:v>
                </c:pt>
                <c:pt idx="480">
                  <c:v>0.7</c:v>
                </c:pt>
                <c:pt idx="481">
                  <c:v>0.7</c:v>
                </c:pt>
                <c:pt idx="482">
                  <c:v>0.7</c:v>
                </c:pt>
                <c:pt idx="483">
                  <c:v>0.7</c:v>
                </c:pt>
                <c:pt idx="484">
                  <c:v>0.7</c:v>
                </c:pt>
                <c:pt idx="485">
                  <c:v>0.7</c:v>
                </c:pt>
                <c:pt idx="486">
                  <c:v>0.7</c:v>
                </c:pt>
                <c:pt idx="487">
                  <c:v>0.7</c:v>
                </c:pt>
                <c:pt idx="488">
                  <c:v>0.7</c:v>
                </c:pt>
                <c:pt idx="489">
                  <c:v>0.7</c:v>
                </c:pt>
                <c:pt idx="490">
                  <c:v>0.7</c:v>
                </c:pt>
                <c:pt idx="491">
                  <c:v>0.7</c:v>
                </c:pt>
                <c:pt idx="492">
                  <c:v>0.7</c:v>
                </c:pt>
                <c:pt idx="493">
                  <c:v>0.7</c:v>
                </c:pt>
                <c:pt idx="494">
                  <c:v>0.7</c:v>
                </c:pt>
                <c:pt idx="495">
                  <c:v>0.7</c:v>
                </c:pt>
                <c:pt idx="496">
                  <c:v>0.7</c:v>
                </c:pt>
                <c:pt idx="497">
                  <c:v>0.7</c:v>
                </c:pt>
                <c:pt idx="498">
                  <c:v>0.7</c:v>
                </c:pt>
                <c:pt idx="499">
                  <c:v>0.7</c:v>
                </c:pt>
                <c:pt idx="500">
                  <c:v>0.7</c:v>
                </c:pt>
                <c:pt idx="501">
                  <c:v>0.7</c:v>
                </c:pt>
                <c:pt idx="502">
                  <c:v>0.7</c:v>
                </c:pt>
                <c:pt idx="503">
                  <c:v>0.7</c:v>
                </c:pt>
                <c:pt idx="504">
                  <c:v>0.7</c:v>
                </c:pt>
                <c:pt idx="505">
                  <c:v>0.7</c:v>
                </c:pt>
                <c:pt idx="506">
                  <c:v>0.7</c:v>
                </c:pt>
                <c:pt idx="507">
                  <c:v>0.73899999999999999</c:v>
                </c:pt>
                <c:pt idx="508">
                  <c:v>0.74</c:v>
                </c:pt>
                <c:pt idx="509">
                  <c:v>0.74</c:v>
                </c:pt>
                <c:pt idx="510">
                  <c:v>0.74</c:v>
                </c:pt>
                <c:pt idx="511">
                  <c:v>0.74</c:v>
                </c:pt>
                <c:pt idx="512">
                  <c:v>0.74</c:v>
                </c:pt>
                <c:pt idx="513">
                  <c:v>0.74</c:v>
                </c:pt>
                <c:pt idx="514">
                  <c:v>0.74</c:v>
                </c:pt>
                <c:pt idx="515">
                  <c:v>0.74</c:v>
                </c:pt>
                <c:pt idx="516">
                  <c:v>0.81040000000000001</c:v>
                </c:pt>
                <c:pt idx="517">
                  <c:v>0.82499999999999996</c:v>
                </c:pt>
                <c:pt idx="518">
                  <c:v>0.82499999999999996</c:v>
                </c:pt>
                <c:pt idx="519">
                  <c:v>0.82499999999999996</c:v>
                </c:pt>
                <c:pt idx="520">
                  <c:v>0.82499999999999996</c:v>
                </c:pt>
                <c:pt idx="521">
                  <c:v>0.82499999999999996</c:v>
                </c:pt>
                <c:pt idx="522">
                  <c:v>0.82499999999999996</c:v>
                </c:pt>
                <c:pt idx="523">
                  <c:v>0.82499999999999996</c:v>
                </c:pt>
                <c:pt idx="524">
                  <c:v>0.82499999999999996</c:v>
                </c:pt>
                <c:pt idx="525">
                  <c:v>0.82499999999999996</c:v>
                </c:pt>
                <c:pt idx="526">
                  <c:v>0.82499999999999996</c:v>
                </c:pt>
                <c:pt idx="527">
                  <c:v>0.82499999999999996</c:v>
                </c:pt>
                <c:pt idx="528">
                  <c:v>0.82499999999999996</c:v>
                </c:pt>
                <c:pt idx="529">
                  <c:v>0.82499999999999996</c:v>
                </c:pt>
                <c:pt idx="530">
                  <c:v>0.82499999999999996</c:v>
                </c:pt>
                <c:pt idx="531">
                  <c:v>0.82499999999999996</c:v>
                </c:pt>
                <c:pt idx="532">
                  <c:v>0.82499999999999996</c:v>
                </c:pt>
                <c:pt idx="533">
                  <c:v>0.82499999999999996</c:v>
                </c:pt>
                <c:pt idx="534">
                  <c:v>0.82499999999999996</c:v>
                </c:pt>
                <c:pt idx="535">
                  <c:v>0.82499999999999996</c:v>
                </c:pt>
                <c:pt idx="536">
                  <c:v>0.82499999999999996</c:v>
                </c:pt>
                <c:pt idx="537">
                  <c:v>0.82499999999999996</c:v>
                </c:pt>
                <c:pt idx="538">
                  <c:v>0.82499999999999996</c:v>
                </c:pt>
                <c:pt idx="539">
                  <c:v>0.82499999999999996</c:v>
                </c:pt>
                <c:pt idx="540">
                  <c:v>0.82499999999999996</c:v>
                </c:pt>
                <c:pt idx="541">
                  <c:v>0.82499999999999996</c:v>
                </c:pt>
                <c:pt idx="542">
                  <c:v>0.82499999999999996</c:v>
                </c:pt>
                <c:pt idx="543">
                  <c:v>0.82499999999999996</c:v>
                </c:pt>
                <c:pt idx="544">
                  <c:v>0.82499999999999996</c:v>
                </c:pt>
                <c:pt idx="545">
                  <c:v>0.82499999999999996</c:v>
                </c:pt>
                <c:pt idx="546">
                  <c:v>0.82499999999999996</c:v>
                </c:pt>
                <c:pt idx="547">
                  <c:v>0.82499999999999996</c:v>
                </c:pt>
                <c:pt idx="548">
                  <c:v>0.82499999999999996</c:v>
                </c:pt>
                <c:pt idx="549">
                  <c:v>0.82499999999999996</c:v>
                </c:pt>
                <c:pt idx="550">
                  <c:v>0.82499999999999996</c:v>
                </c:pt>
                <c:pt idx="551">
                  <c:v>0.82499999999999996</c:v>
                </c:pt>
                <c:pt idx="552">
                  <c:v>0.82499999999999996</c:v>
                </c:pt>
                <c:pt idx="553">
                  <c:v>0.82499999999999996</c:v>
                </c:pt>
                <c:pt idx="554">
                  <c:v>0.82499999999999996</c:v>
                </c:pt>
                <c:pt idx="555">
                  <c:v>0.82499999999999996</c:v>
                </c:pt>
                <c:pt idx="556">
                  <c:v>0.82499999999999996</c:v>
                </c:pt>
                <c:pt idx="557">
                  <c:v>0.82499999999999996</c:v>
                </c:pt>
                <c:pt idx="558">
                  <c:v>0.82499999999999996</c:v>
                </c:pt>
                <c:pt idx="559">
                  <c:v>0.82499999999999996</c:v>
                </c:pt>
                <c:pt idx="560">
                  <c:v>0.82499999999999996</c:v>
                </c:pt>
                <c:pt idx="561">
                  <c:v>0.82499999999999996</c:v>
                </c:pt>
                <c:pt idx="562">
                  <c:v>0.82499999999999996</c:v>
                </c:pt>
                <c:pt idx="563">
                  <c:v>0.82499999999999996</c:v>
                </c:pt>
                <c:pt idx="564">
                  <c:v>0.82499999999999996</c:v>
                </c:pt>
                <c:pt idx="565">
                  <c:v>0.82499999999999996</c:v>
                </c:pt>
                <c:pt idx="566">
                  <c:v>0.82499999999999996</c:v>
                </c:pt>
                <c:pt idx="567">
                  <c:v>0.82499999999999996</c:v>
                </c:pt>
                <c:pt idx="568">
                  <c:v>0.82499999999999996</c:v>
                </c:pt>
                <c:pt idx="569">
                  <c:v>0.82499999999999996</c:v>
                </c:pt>
                <c:pt idx="570">
                  <c:v>0.82499999999999996</c:v>
                </c:pt>
                <c:pt idx="571">
                  <c:v>0.82499999999999996</c:v>
                </c:pt>
                <c:pt idx="572">
                  <c:v>0.82499999999999996</c:v>
                </c:pt>
                <c:pt idx="573">
                  <c:v>0.82499999999999996</c:v>
                </c:pt>
                <c:pt idx="574">
                  <c:v>0.82499999999999996</c:v>
                </c:pt>
                <c:pt idx="575">
                  <c:v>0.82499999999999996</c:v>
                </c:pt>
                <c:pt idx="576">
                  <c:v>0.82499999999999996</c:v>
                </c:pt>
                <c:pt idx="577">
                  <c:v>0.82499999999999996</c:v>
                </c:pt>
                <c:pt idx="578">
                  <c:v>0.82499999999999996</c:v>
                </c:pt>
                <c:pt idx="579">
                  <c:v>0.82499999999999996</c:v>
                </c:pt>
                <c:pt idx="580">
                  <c:v>0.82499999999999996</c:v>
                </c:pt>
                <c:pt idx="581">
                  <c:v>0.82499999999999996</c:v>
                </c:pt>
                <c:pt idx="582">
                  <c:v>0.82499999999999996</c:v>
                </c:pt>
                <c:pt idx="583">
                  <c:v>0.82499999999999996</c:v>
                </c:pt>
                <c:pt idx="584">
                  <c:v>0.82499999999999996</c:v>
                </c:pt>
                <c:pt idx="585">
                  <c:v>0.82499999999999996</c:v>
                </c:pt>
                <c:pt idx="586">
                  <c:v>0.82499999999999996</c:v>
                </c:pt>
                <c:pt idx="587">
                  <c:v>0.82499999999999996</c:v>
                </c:pt>
                <c:pt idx="588">
                  <c:v>0.82499999999999996</c:v>
                </c:pt>
                <c:pt idx="589">
                  <c:v>0.82499999999999996</c:v>
                </c:pt>
                <c:pt idx="590">
                  <c:v>0.82499999999999996</c:v>
                </c:pt>
                <c:pt idx="591">
                  <c:v>0.82499999999999996</c:v>
                </c:pt>
                <c:pt idx="592">
                  <c:v>0.82499999999999996</c:v>
                </c:pt>
                <c:pt idx="593">
                  <c:v>0.81840000000000002</c:v>
                </c:pt>
                <c:pt idx="594">
                  <c:v>0.81599999999999995</c:v>
                </c:pt>
                <c:pt idx="595">
                  <c:v>0.81599999999999995</c:v>
                </c:pt>
                <c:pt idx="596">
                  <c:v>0.81599999999999995</c:v>
                </c:pt>
                <c:pt idx="597">
                  <c:v>0.81599999999999995</c:v>
                </c:pt>
                <c:pt idx="598">
                  <c:v>0.81599999999999995</c:v>
                </c:pt>
                <c:pt idx="599">
                  <c:v>0.81599999999999995</c:v>
                </c:pt>
                <c:pt idx="600">
                  <c:v>0.81599999999999995</c:v>
                </c:pt>
                <c:pt idx="601">
                  <c:v>0.81599999999999995</c:v>
                </c:pt>
                <c:pt idx="602">
                  <c:v>0.81599999999999995</c:v>
                </c:pt>
                <c:pt idx="603">
                  <c:v>0.81599999999999995</c:v>
                </c:pt>
                <c:pt idx="604">
                  <c:v>0.81599999999999995</c:v>
                </c:pt>
                <c:pt idx="605">
                  <c:v>0.81599999999999995</c:v>
                </c:pt>
                <c:pt idx="606">
                  <c:v>0.81599999999999995</c:v>
                </c:pt>
                <c:pt idx="607">
                  <c:v>0.81599999999999995</c:v>
                </c:pt>
                <c:pt idx="608">
                  <c:v>0.81599999999999995</c:v>
                </c:pt>
                <c:pt idx="609">
                  <c:v>0.81599999999999995</c:v>
                </c:pt>
                <c:pt idx="610">
                  <c:v>0.81599999999999995</c:v>
                </c:pt>
                <c:pt idx="611">
                  <c:v>0.81599999999999995</c:v>
                </c:pt>
                <c:pt idx="612">
                  <c:v>0.81599999999999995</c:v>
                </c:pt>
                <c:pt idx="613">
                  <c:v>0.81599999999999995</c:v>
                </c:pt>
                <c:pt idx="614">
                  <c:v>0.81599999999999995</c:v>
                </c:pt>
                <c:pt idx="615">
                  <c:v>0.81599999999999995</c:v>
                </c:pt>
                <c:pt idx="616">
                  <c:v>0.81599999999999995</c:v>
                </c:pt>
                <c:pt idx="617">
                  <c:v>0.81599999999999995</c:v>
                </c:pt>
                <c:pt idx="618">
                  <c:v>0.81599999999999995</c:v>
                </c:pt>
                <c:pt idx="619">
                  <c:v>0.81599999999999995</c:v>
                </c:pt>
                <c:pt idx="620">
                  <c:v>0.81599999999999995</c:v>
                </c:pt>
                <c:pt idx="621">
                  <c:v>0.81599999999999995</c:v>
                </c:pt>
                <c:pt idx="622">
                  <c:v>0.81599999999999995</c:v>
                </c:pt>
                <c:pt idx="623">
                  <c:v>0.81599999999999995</c:v>
                </c:pt>
                <c:pt idx="624">
                  <c:v>0.81599999999999995</c:v>
                </c:pt>
                <c:pt idx="625">
                  <c:v>0.81599999999999995</c:v>
                </c:pt>
                <c:pt idx="626">
                  <c:v>0.81599999999999995</c:v>
                </c:pt>
                <c:pt idx="627">
                  <c:v>0.81599999999999995</c:v>
                </c:pt>
                <c:pt idx="628">
                  <c:v>0.81599999999999995</c:v>
                </c:pt>
                <c:pt idx="629">
                  <c:v>0.81599999999999995</c:v>
                </c:pt>
                <c:pt idx="630">
                  <c:v>0.81599999999999995</c:v>
                </c:pt>
                <c:pt idx="631">
                  <c:v>0.81599999999999995</c:v>
                </c:pt>
                <c:pt idx="632">
                  <c:v>0.81599999999999995</c:v>
                </c:pt>
                <c:pt idx="633">
                  <c:v>0.81599999999999995</c:v>
                </c:pt>
                <c:pt idx="634">
                  <c:v>0.81599999999999995</c:v>
                </c:pt>
                <c:pt idx="635">
                  <c:v>0.81599999999999995</c:v>
                </c:pt>
                <c:pt idx="636">
                  <c:v>0.81599999999999995</c:v>
                </c:pt>
                <c:pt idx="637">
                  <c:v>0.81599999999999995</c:v>
                </c:pt>
                <c:pt idx="638">
                  <c:v>0.81599999999999995</c:v>
                </c:pt>
                <c:pt idx="639">
                  <c:v>0.81599999999999995</c:v>
                </c:pt>
                <c:pt idx="640">
                  <c:v>0.81599999999999995</c:v>
                </c:pt>
                <c:pt idx="641">
                  <c:v>0.81599999999999995</c:v>
                </c:pt>
                <c:pt idx="642">
                  <c:v>0.81599999999999995</c:v>
                </c:pt>
                <c:pt idx="643">
                  <c:v>0.81599999999999995</c:v>
                </c:pt>
                <c:pt idx="644">
                  <c:v>0.81599999999999995</c:v>
                </c:pt>
                <c:pt idx="645">
                  <c:v>0.81599999999999995</c:v>
                </c:pt>
                <c:pt idx="646">
                  <c:v>0.81599999999999995</c:v>
                </c:pt>
                <c:pt idx="647">
                  <c:v>0.81599999999999995</c:v>
                </c:pt>
                <c:pt idx="648">
                  <c:v>0.81599999999999995</c:v>
                </c:pt>
                <c:pt idx="649">
                  <c:v>0.81599999999999995</c:v>
                </c:pt>
                <c:pt idx="650">
                  <c:v>0.81599999999999995</c:v>
                </c:pt>
                <c:pt idx="651">
                  <c:v>0.81599999999999995</c:v>
                </c:pt>
                <c:pt idx="652">
                  <c:v>0.81599999999999995</c:v>
                </c:pt>
                <c:pt idx="653">
                  <c:v>0.81599999999999995</c:v>
                </c:pt>
                <c:pt idx="654">
                  <c:v>0.81599999999999995</c:v>
                </c:pt>
                <c:pt idx="655">
                  <c:v>0.81599999999999995</c:v>
                </c:pt>
                <c:pt idx="656">
                  <c:v>0.81599999999999995</c:v>
                </c:pt>
                <c:pt idx="657">
                  <c:v>0.81599999999999995</c:v>
                </c:pt>
                <c:pt idx="658">
                  <c:v>0.81599999999999995</c:v>
                </c:pt>
                <c:pt idx="659">
                  <c:v>0.81599999999999995</c:v>
                </c:pt>
                <c:pt idx="660">
                  <c:v>0.81599999999999995</c:v>
                </c:pt>
                <c:pt idx="661">
                  <c:v>0.81599999999999995</c:v>
                </c:pt>
                <c:pt idx="662">
                  <c:v>0.81599999999999995</c:v>
                </c:pt>
                <c:pt idx="663">
                  <c:v>0.81599999999999995</c:v>
                </c:pt>
                <c:pt idx="664">
                  <c:v>0.81599999999999995</c:v>
                </c:pt>
                <c:pt idx="665">
                  <c:v>0.81599999999999995</c:v>
                </c:pt>
                <c:pt idx="666">
                  <c:v>0.81599999999999995</c:v>
                </c:pt>
                <c:pt idx="667">
                  <c:v>0.81599999999999995</c:v>
                </c:pt>
                <c:pt idx="668">
                  <c:v>0.81599999999999995</c:v>
                </c:pt>
                <c:pt idx="669">
                  <c:v>0.81599999999999995</c:v>
                </c:pt>
                <c:pt idx="670">
                  <c:v>0.81599999999999995</c:v>
                </c:pt>
                <c:pt idx="671">
                  <c:v>0.81599999999999995</c:v>
                </c:pt>
                <c:pt idx="672">
                  <c:v>0.81599999999999995</c:v>
                </c:pt>
                <c:pt idx="673">
                  <c:v>0.81599999999999995</c:v>
                </c:pt>
                <c:pt idx="674">
                  <c:v>0.81599999999999995</c:v>
                </c:pt>
                <c:pt idx="675">
                  <c:v>0.81599999999999995</c:v>
                </c:pt>
                <c:pt idx="676">
                  <c:v>0.81599999999999995</c:v>
                </c:pt>
                <c:pt idx="677">
                  <c:v>0.81599999999999995</c:v>
                </c:pt>
                <c:pt idx="678">
                  <c:v>0.81599999999999995</c:v>
                </c:pt>
                <c:pt idx="679">
                  <c:v>0.81599999999999995</c:v>
                </c:pt>
                <c:pt idx="680">
                  <c:v>0.81599999999999995</c:v>
                </c:pt>
                <c:pt idx="681">
                  <c:v>0.81599999999999995</c:v>
                </c:pt>
                <c:pt idx="682">
                  <c:v>0.81599999999999995</c:v>
                </c:pt>
                <c:pt idx="683">
                  <c:v>0.81599999999999995</c:v>
                </c:pt>
                <c:pt idx="684">
                  <c:v>0.81599999999999995</c:v>
                </c:pt>
                <c:pt idx="685">
                  <c:v>0.81599999999999995</c:v>
                </c:pt>
                <c:pt idx="686">
                  <c:v>0.81599999999999995</c:v>
                </c:pt>
                <c:pt idx="687">
                  <c:v>0.81599999999999995</c:v>
                </c:pt>
                <c:pt idx="688">
                  <c:v>0.81599999999999995</c:v>
                </c:pt>
                <c:pt idx="689">
                  <c:v>0.81599999999999995</c:v>
                </c:pt>
                <c:pt idx="690">
                  <c:v>0.81599999999999995</c:v>
                </c:pt>
                <c:pt idx="691">
                  <c:v>0.81599999999999995</c:v>
                </c:pt>
                <c:pt idx="692">
                  <c:v>0.81599999999999995</c:v>
                </c:pt>
                <c:pt idx="693">
                  <c:v>0.81599999999999995</c:v>
                </c:pt>
                <c:pt idx="694">
                  <c:v>0.81599999999999995</c:v>
                </c:pt>
                <c:pt idx="695">
                  <c:v>0.81599999999999995</c:v>
                </c:pt>
                <c:pt idx="696">
                  <c:v>0.81599999999999995</c:v>
                </c:pt>
                <c:pt idx="697">
                  <c:v>0.81599999999999995</c:v>
                </c:pt>
                <c:pt idx="698">
                  <c:v>0.81599999999999995</c:v>
                </c:pt>
                <c:pt idx="699">
                  <c:v>0.81599999999999995</c:v>
                </c:pt>
                <c:pt idx="700">
                  <c:v>0.81599999999999995</c:v>
                </c:pt>
                <c:pt idx="701">
                  <c:v>0.81599999999999995</c:v>
                </c:pt>
                <c:pt idx="702">
                  <c:v>0.81599999999999995</c:v>
                </c:pt>
                <c:pt idx="703">
                  <c:v>0.81599999999999995</c:v>
                </c:pt>
                <c:pt idx="704">
                  <c:v>0.81599999999999995</c:v>
                </c:pt>
                <c:pt idx="705">
                  <c:v>0.81599999999999995</c:v>
                </c:pt>
                <c:pt idx="706">
                  <c:v>0.81599999999999995</c:v>
                </c:pt>
                <c:pt idx="707">
                  <c:v>0.81599999999999995</c:v>
                </c:pt>
                <c:pt idx="708">
                  <c:v>0.81599999999999995</c:v>
                </c:pt>
                <c:pt idx="709">
                  <c:v>0.81599999999999995</c:v>
                </c:pt>
                <c:pt idx="710">
                  <c:v>0.81599999999999995</c:v>
                </c:pt>
                <c:pt idx="711">
                  <c:v>0.81599999999999995</c:v>
                </c:pt>
                <c:pt idx="712">
                  <c:v>0.81599999999999995</c:v>
                </c:pt>
                <c:pt idx="713">
                  <c:v>0.81599999999999995</c:v>
                </c:pt>
                <c:pt idx="714">
                  <c:v>0.81599999999999995</c:v>
                </c:pt>
                <c:pt idx="715">
                  <c:v>0.81599999999999995</c:v>
                </c:pt>
                <c:pt idx="716">
                  <c:v>0.81599999999999995</c:v>
                </c:pt>
                <c:pt idx="717">
                  <c:v>0.81599999999999995</c:v>
                </c:pt>
                <c:pt idx="718">
                  <c:v>0.81599999999999995</c:v>
                </c:pt>
                <c:pt idx="719">
                  <c:v>0.81599999999999995</c:v>
                </c:pt>
                <c:pt idx="720">
                  <c:v>0.81599999999999995</c:v>
                </c:pt>
                <c:pt idx="721">
                  <c:v>0.81599999999999995</c:v>
                </c:pt>
                <c:pt idx="722">
                  <c:v>0.81599999999999995</c:v>
                </c:pt>
                <c:pt idx="723">
                  <c:v>0.81599999999999995</c:v>
                </c:pt>
                <c:pt idx="724">
                  <c:v>0.81599999999999995</c:v>
                </c:pt>
                <c:pt idx="725">
                  <c:v>0.81599999999999995</c:v>
                </c:pt>
                <c:pt idx="726">
                  <c:v>0.81599999999999995</c:v>
                </c:pt>
                <c:pt idx="727">
                  <c:v>0.81599999999999995</c:v>
                </c:pt>
                <c:pt idx="728">
                  <c:v>0.81599999999999995</c:v>
                </c:pt>
                <c:pt idx="729">
                  <c:v>0.81599999999999995</c:v>
                </c:pt>
                <c:pt idx="730">
                  <c:v>0.81599999999999995</c:v>
                </c:pt>
                <c:pt idx="731">
                  <c:v>0.81599999999999995</c:v>
                </c:pt>
                <c:pt idx="732">
                  <c:v>0.81599999999999995</c:v>
                </c:pt>
                <c:pt idx="733">
                  <c:v>0.81599999999999995</c:v>
                </c:pt>
                <c:pt idx="734">
                  <c:v>0.81599999999999995</c:v>
                </c:pt>
                <c:pt idx="735">
                  <c:v>0.81599999999999995</c:v>
                </c:pt>
                <c:pt idx="736">
                  <c:v>0.81599999999999995</c:v>
                </c:pt>
                <c:pt idx="737">
                  <c:v>0.81599999999999995</c:v>
                </c:pt>
                <c:pt idx="738">
                  <c:v>0.81599999999999995</c:v>
                </c:pt>
                <c:pt idx="739">
                  <c:v>0.81599999999999995</c:v>
                </c:pt>
                <c:pt idx="740">
                  <c:v>0.81599999999999995</c:v>
                </c:pt>
                <c:pt idx="741">
                  <c:v>0.81599999999999995</c:v>
                </c:pt>
                <c:pt idx="742">
                  <c:v>0.81599999999999995</c:v>
                </c:pt>
                <c:pt idx="743">
                  <c:v>0.81599999999999995</c:v>
                </c:pt>
                <c:pt idx="744">
                  <c:v>0.81599999999999995</c:v>
                </c:pt>
                <c:pt idx="745">
                  <c:v>0.81599999999999995</c:v>
                </c:pt>
                <c:pt idx="746">
                  <c:v>0.81599999999999995</c:v>
                </c:pt>
                <c:pt idx="747">
                  <c:v>0.81599999999999995</c:v>
                </c:pt>
                <c:pt idx="748">
                  <c:v>0.81599999999999995</c:v>
                </c:pt>
                <c:pt idx="749">
                  <c:v>0.81599999999999995</c:v>
                </c:pt>
                <c:pt idx="750">
                  <c:v>0.81599999999999995</c:v>
                </c:pt>
                <c:pt idx="751">
                  <c:v>0.81599999999999995</c:v>
                </c:pt>
                <c:pt idx="752">
                  <c:v>0.81599999999999995</c:v>
                </c:pt>
                <c:pt idx="753">
                  <c:v>0.81599999999999995</c:v>
                </c:pt>
                <c:pt idx="754">
                  <c:v>0.81599999999999995</c:v>
                </c:pt>
                <c:pt idx="755">
                  <c:v>0.81599999999999995</c:v>
                </c:pt>
                <c:pt idx="756">
                  <c:v>0.81599999999999995</c:v>
                </c:pt>
                <c:pt idx="757">
                  <c:v>0.81599999999999995</c:v>
                </c:pt>
                <c:pt idx="758">
                  <c:v>0.81599999999999995</c:v>
                </c:pt>
                <c:pt idx="759">
                  <c:v>0.81599999999999995</c:v>
                </c:pt>
                <c:pt idx="760">
                  <c:v>0.81599999999999995</c:v>
                </c:pt>
                <c:pt idx="761">
                  <c:v>0.81599999999999995</c:v>
                </c:pt>
                <c:pt idx="762">
                  <c:v>0.81599999999999995</c:v>
                </c:pt>
                <c:pt idx="763">
                  <c:v>0.81599999999999995</c:v>
                </c:pt>
                <c:pt idx="764">
                  <c:v>0.81599999999999995</c:v>
                </c:pt>
                <c:pt idx="765">
                  <c:v>0.81599999999999995</c:v>
                </c:pt>
                <c:pt idx="766">
                  <c:v>0.81599999999999995</c:v>
                </c:pt>
                <c:pt idx="767">
                  <c:v>0.81599999999999995</c:v>
                </c:pt>
                <c:pt idx="768">
                  <c:v>0.81599999999999995</c:v>
                </c:pt>
                <c:pt idx="769">
                  <c:v>0.81599999999999995</c:v>
                </c:pt>
                <c:pt idx="770">
                  <c:v>0.81599999999999995</c:v>
                </c:pt>
                <c:pt idx="771">
                  <c:v>0.81599999999999995</c:v>
                </c:pt>
                <c:pt idx="772">
                  <c:v>0.81599999999999995</c:v>
                </c:pt>
                <c:pt idx="773">
                  <c:v>0.81599999999999995</c:v>
                </c:pt>
                <c:pt idx="774">
                  <c:v>0.81599999999999995</c:v>
                </c:pt>
                <c:pt idx="775">
                  <c:v>0.81599999999999995</c:v>
                </c:pt>
                <c:pt idx="776">
                  <c:v>0.81599999999999995</c:v>
                </c:pt>
                <c:pt idx="777">
                  <c:v>0.81599999999999995</c:v>
                </c:pt>
                <c:pt idx="778">
                  <c:v>0.81599999999999995</c:v>
                </c:pt>
                <c:pt idx="779">
                  <c:v>0.81599999999999995</c:v>
                </c:pt>
                <c:pt idx="780">
                  <c:v>0.81599999999999995</c:v>
                </c:pt>
                <c:pt idx="781">
                  <c:v>0.81599999999999995</c:v>
                </c:pt>
                <c:pt idx="782">
                  <c:v>0.81599999999999995</c:v>
                </c:pt>
                <c:pt idx="783">
                  <c:v>0.81599999999999995</c:v>
                </c:pt>
                <c:pt idx="784">
                  <c:v>0.81599999999999995</c:v>
                </c:pt>
                <c:pt idx="785">
                  <c:v>0.81599999999999995</c:v>
                </c:pt>
                <c:pt idx="786">
                  <c:v>0.81599999999999995</c:v>
                </c:pt>
                <c:pt idx="787">
                  <c:v>0.81599999999999995</c:v>
                </c:pt>
                <c:pt idx="788">
                  <c:v>0.81599999999999995</c:v>
                </c:pt>
                <c:pt idx="789">
                  <c:v>0.81599999999999995</c:v>
                </c:pt>
                <c:pt idx="790">
                  <c:v>0.81599999999999995</c:v>
                </c:pt>
                <c:pt idx="791">
                  <c:v>0.81599999999999995</c:v>
                </c:pt>
                <c:pt idx="792">
                  <c:v>0.81599999999999995</c:v>
                </c:pt>
                <c:pt idx="793">
                  <c:v>0.81599999999999995</c:v>
                </c:pt>
                <c:pt idx="794">
                  <c:v>0.81599999999999995</c:v>
                </c:pt>
                <c:pt idx="795">
                  <c:v>0.81599999999999995</c:v>
                </c:pt>
                <c:pt idx="796">
                  <c:v>0.81599999999999995</c:v>
                </c:pt>
                <c:pt idx="797">
                  <c:v>0.81599999999999995</c:v>
                </c:pt>
                <c:pt idx="798">
                  <c:v>0.81599999999999995</c:v>
                </c:pt>
                <c:pt idx="799">
                  <c:v>0.81599999999999995</c:v>
                </c:pt>
                <c:pt idx="800">
                  <c:v>0.81599999999999995</c:v>
                </c:pt>
                <c:pt idx="801">
                  <c:v>0.81599999999999995</c:v>
                </c:pt>
                <c:pt idx="802">
                  <c:v>0.81599999999999995</c:v>
                </c:pt>
                <c:pt idx="803">
                  <c:v>0.81599999999999995</c:v>
                </c:pt>
                <c:pt idx="804">
                  <c:v>0.81599999999999995</c:v>
                </c:pt>
                <c:pt idx="805">
                  <c:v>0.81599999999999995</c:v>
                </c:pt>
                <c:pt idx="806">
                  <c:v>0.81599999999999995</c:v>
                </c:pt>
                <c:pt idx="807">
                  <c:v>0.81599999999999995</c:v>
                </c:pt>
                <c:pt idx="808">
                  <c:v>0.81599999999999995</c:v>
                </c:pt>
                <c:pt idx="809">
                  <c:v>0.81599999999999995</c:v>
                </c:pt>
                <c:pt idx="810">
                  <c:v>0.81599999999999995</c:v>
                </c:pt>
                <c:pt idx="811">
                  <c:v>0.81599999999999995</c:v>
                </c:pt>
                <c:pt idx="812">
                  <c:v>0.81599999999999995</c:v>
                </c:pt>
                <c:pt idx="813">
                  <c:v>0.81599999999999995</c:v>
                </c:pt>
                <c:pt idx="814">
                  <c:v>0.81599999999999995</c:v>
                </c:pt>
                <c:pt idx="815">
                  <c:v>0.81599999999999995</c:v>
                </c:pt>
                <c:pt idx="816">
                  <c:v>0.81599999999999995</c:v>
                </c:pt>
                <c:pt idx="817">
                  <c:v>0.81599999999999995</c:v>
                </c:pt>
                <c:pt idx="818">
                  <c:v>0.81599999999999995</c:v>
                </c:pt>
                <c:pt idx="819">
                  <c:v>0.81599999999999995</c:v>
                </c:pt>
                <c:pt idx="820">
                  <c:v>0.81599999999999995</c:v>
                </c:pt>
                <c:pt idx="821">
                  <c:v>0.81599999999999995</c:v>
                </c:pt>
                <c:pt idx="822">
                  <c:v>0.81599999999999995</c:v>
                </c:pt>
                <c:pt idx="823">
                  <c:v>0.81599999999999995</c:v>
                </c:pt>
                <c:pt idx="824">
                  <c:v>0.81599999999999995</c:v>
                </c:pt>
                <c:pt idx="825">
                  <c:v>0.81599999999999995</c:v>
                </c:pt>
                <c:pt idx="826">
                  <c:v>0.81599999999999995</c:v>
                </c:pt>
                <c:pt idx="827">
                  <c:v>0.81599999999999995</c:v>
                </c:pt>
                <c:pt idx="828">
                  <c:v>0.81599999999999995</c:v>
                </c:pt>
                <c:pt idx="829">
                  <c:v>0.81599999999999995</c:v>
                </c:pt>
                <c:pt idx="830">
                  <c:v>0.81599999999999995</c:v>
                </c:pt>
                <c:pt idx="831">
                  <c:v>0.81599999999999995</c:v>
                </c:pt>
                <c:pt idx="832">
                  <c:v>0.81599999999999995</c:v>
                </c:pt>
                <c:pt idx="833">
                  <c:v>0.81599999999999995</c:v>
                </c:pt>
                <c:pt idx="834">
                  <c:v>0.81599999999999995</c:v>
                </c:pt>
                <c:pt idx="835">
                  <c:v>0.81599999999999995</c:v>
                </c:pt>
                <c:pt idx="836">
                  <c:v>0.81599999999999995</c:v>
                </c:pt>
                <c:pt idx="837">
                  <c:v>0.81599999999999995</c:v>
                </c:pt>
                <c:pt idx="838">
                  <c:v>0.81599999999999995</c:v>
                </c:pt>
                <c:pt idx="839">
                  <c:v>0.81599999999999995</c:v>
                </c:pt>
                <c:pt idx="840">
                  <c:v>0.81599999999999995</c:v>
                </c:pt>
                <c:pt idx="841">
                  <c:v>0.81599999999999995</c:v>
                </c:pt>
                <c:pt idx="842">
                  <c:v>0.81599999999999995</c:v>
                </c:pt>
                <c:pt idx="843">
                  <c:v>0.81599999999999995</c:v>
                </c:pt>
                <c:pt idx="844">
                  <c:v>0.81599999999999995</c:v>
                </c:pt>
                <c:pt idx="845">
                  <c:v>0.81599999999999995</c:v>
                </c:pt>
                <c:pt idx="846">
                  <c:v>0.81599999999999995</c:v>
                </c:pt>
                <c:pt idx="847">
                  <c:v>0.81599999999999995</c:v>
                </c:pt>
                <c:pt idx="848">
                  <c:v>0.81599999999999995</c:v>
                </c:pt>
                <c:pt idx="849">
                  <c:v>0.81599999999999995</c:v>
                </c:pt>
                <c:pt idx="850">
                  <c:v>0.81599999999999995</c:v>
                </c:pt>
                <c:pt idx="851">
                  <c:v>0.81599999999999995</c:v>
                </c:pt>
                <c:pt idx="852">
                  <c:v>0.81599999999999995</c:v>
                </c:pt>
                <c:pt idx="853">
                  <c:v>0.81599999999999995</c:v>
                </c:pt>
                <c:pt idx="854">
                  <c:v>0.80349999999999999</c:v>
                </c:pt>
                <c:pt idx="855">
                  <c:v>0.78200000000000003</c:v>
                </c:pt>
                <c:pt idx="856">
                  <c:v>0.78200000000000003</c:v>
                </c:pt>
                <c:pt idx="857">
                  <c:v>0.78200000000000003</c:v>
                </c:pt>
                <c:pt idx="858">
                  <c:v>0.78200000000000003</c:v>
                </c:pt>
                <c:pt idx="859">
                  <c:v>0.78200000000000003</c:v>
                </c:pt>
                <c:pt idx="860">
                  <c:v>0.78200000000000003</c:v>
                </c:pt>
                <c:pt idx="861">
                  <c:v>0.78200000000000003</c:v>
                </c:pt>
                <c:pt idx="862">
                  <c:v>0.78200000000000003</c:v>
                </c:pt>
                <c:pt idx="863">
                  <c:v>0.78200000000000003</c:v>
                </c:pt>
                <c:pt idx="864">
                  <c:v>0.78200000000000003</c:v>
                </c:pt>
                <c:pt idx="865">
                  <c:v>0.78200000000000003</c:v>
                </c:pt>
                <c:pt idx="866">
                  <c:v>0.78200000000000003</c:v>
                </c:pt>
                <c:pt idx="867">
                  <c:v>0.78200000000000003</c:v>
                </c:pt>
                <c:pt idx="868">
                  <c:v>0.78200000000000003</c:v>
                </c:pt>
                <c:pt idx="869">
                  <c:v>0.78200000000000003</c:v>
                </c:pt>
                <c:pt idx="870">
                  <c:v>0.78200000000000003</c:v>
                </c:pt>
                <c:pt idx="871">
                  <c:v>0.78200000000000003</c:v>
                </c:pt>
                <c:pt idx="872">
                  <c:v>0.78200000000000003</c:v>
                </c:pt>
                <c:pt idx="873">
                  <c:v>0.78200000000000003</c:v>
                </c:pt>
                <c:pt idx="874">
                  <c:v>0.78200000000000003</c:v>
                </c:pt>
                <c:pt idx="875">
                  <c:v>0.78200000000000003</c:v>
                </c:pt>
                <c:pt idx="876">
                  <c:v>0.78200000000000003</c:v>
                </c:pt>
                <c:pt idx="877">
                  <c:v>0.78200000000000003</c:v>
                </c:pt>
                <c:pt idx="878">
                  <c:v>0.78200000000000003</c:v>
                </c:pt>
                <c:pt idx="879">
                  <c:v>0.78200000000000003</c:v>
                </c:pt>
                <c:pt idx="880">
                  <c:v>0.78200000000000003</c:v>
                </c:pt>
                <c:pt idx="881">
                  <c:v>0.78200000000000003</c:v>
                </c:pt>
                <c:pt idx="882">
                  <c:v>0.78200000000000003</c:v>
                </c:pt>
                <c:pt idx="883">
                  <c:v>0.78200000000000003</c:v>
                </c:pt>
                <c:pt idx="884">
                  <c:v>0.78200000000000003</c:v>
                </c:pt>
                <c:pt idx="885">
                  <c:v>0.78200000000000003</c:v>
                </c:pt>
                <c:pt idx="886">
                  <c:v>0.78200000000000003</c:v>
                </c:pt>
                <c:pt idx="887">
                  <c:v>0.78200000000000003</c:v>
                </c:pt>
                <c:pt idx="888">
                  <c:v>0.78200000000000003</c:v>
                </c:pt>
                <c:pt idx="889">
                  <c:v>0.78200000000000003</c:v>
                </c:pt>
                <c:pt idx="890">
                  <c:v>0.78200000000000003</c:v>
                </c:pt>
                <c:pt idx="891">
                  <c:v>0.78200000000000003</c:v>
                </c:pt>
                <c:pt idx="892">
                  <c:v>0.78200000000000003</c:v>
                </c:pt>
                <c:pt idx="893">
                  <c:v>0.78200000000000003</c:v>
                </c:pt>
                <c:pt idx="894">
                  <c:v>0.78200000000000003</c:v>
                </c:pt>
                <c:pt idx="895">
                  <c:v>0.78200000000000003</c:v>
                </c:pt>
                <c:pt idx="896">
                  <c:v>0.78200000000000003</c:v>
                </c:pt>
                <c:pt idx="897">
                  <c:v>0.78200000000000003</c:v>
                </c:pt>
                <c:pt idx="898">
                  <c:v>0.78200000000000003</c:v>
                </c:pt>
                <c:pt idx="899">
                  <c:v>0.78200000000000003</c:v>
                </c:pt>
                <c:pt idx="900">
                  <c:v>0.78200000000000003</c:v>
                </c:pt>
                <c:pt idx="901">
                  <c:v>0.78200000000000003</c:v>
                </c:pt>
                <c:pt idx="902">
                  <c:v>0.78200000000000003</c:v>
                </c:pt>
                <c:pt idx="903">
                  <c:v>0.78200000000000003</c:v>
                </c:pt>
                <c:pt idx="904">
                  <c:v>0.78200000000000003</c:v>
                </c:pt>
                <c:pt idx="905">
                  <c:v>0.78200000000000003</c:v>
                </c:pt>
                <c:pt idx="906">
                  <c:v>0.78200000000000003</c:v>
                </c:pt>
                <c:pt idx="907">
                  <c:v>0.78200000000000003</c:v>
                </c:pt>
                <c:pt idx="908">
                  <c:v>0.78200000000000003</c:v>
                </c:pt>
                <c:pt idx="909">
                  <c:v>0.78200000000000003</c:v>
                </c:pt>
                <c:pt idx="910">
                  <c:v>0.78200000000000003</c:v>
                </c:pt>
                <c:pt idx="911">
                  <c:v>0.78200000000000003</c:v>
                </c:pt>
                <c:pt idx="912">
                  <c:v>0.78200000000000003</c:v>
                </c:pt>
                <c:pt idx="913">
                  <c:v>0.78200000000000003</c:v>
                </c:pt>
                <c:pt idx="914">
                  <c:v>0.78200000000000003</c:v>
                </c:pt>
                <c:pt idx="915">
                  <c:v>0.78200000000000003</c:v>
                </c:pt>
                <c:pt idx="916">
                  <c:v>0.78200000000000003</c:v>
                </c:pt>
                <c:pt idx="917">
                  <c:v>0.78200000000000003</c:v>
                </c:pt>
                <c:pt idx="918">
                  <c:v>0.78200000000000003</c:v>
                </c:pt>
                <c:pt idx="919">
                  <c:v>0.78200000000000003</c:v>
                </c:pt>
                <c:pt idx="920">
                  <c:v>0.78200000000000003</c:v>
                </c:pt>
                <c:pt idx="921">
                  <c:v>0.78200000000000003</c:v>
                </c:pt>
                <c:pt idx="922">
                  <c:v>0.78200000000000003</c:v>
                </c:pt>
                <c:pt idx="923">
                  <c:v>0.78200000000000003</c:v>
                </c:pt>
                <c:pt idx="924">
                  <c:v>0.78200000000000003</c:v>
                </c:pt>
                <c:pt idx="925">
                  <c:v>0.78200000000000003</c:v>
                </c:pt>
                <c:pt idx="926">
                  <c:v>0.78200000000000003</c:v>
                </c:pt>
                <c:pt idx="927">
                  <c:v>0.78200000000000003</c:v>
                </c:pt>
                <c:pt idx="928">
                  <c:v>0.78200000000000003</c:v>
                </c:pt>
                <c:pt idx="929">
                  <c:v>0.78200000000000003</c:v>
                </c:pt>
                <c:pt idx="930">
                  <c:v>0.78200000000000003</c:v>
                </c:pt>
                <c:pt idx="931">
                  <c:v>0.78200000000000003</c:v>
                </c:pt>
                <c:pt idx="932">
                  <c:v>0.78200000000000003</c:v>
                </c:pt>
                <c:pt idx="933">
                  <c:v>0.78200000000000003</c:v>
                </c:pt>
                <c:pt idx="934">
                  <c:v>0.78200000000000003</c:v>
                </c:pt>
                <c:pt idx="935">
                  <c:v>0.78200000000000003</c:v>
                </c:pt>
                <c:pt idx="936">
                  <c:v>0.78200000000000003</c:v>
                </c:pt>
                <c:pt idx="937">
                  <c:v>0.78200000000000003</c:v>
                </c:pt>
                <c:pt idx="938">
                  <c:v>0.78200000000000003</c:v>
                </c:pt>
                <c:pt idx="939">
                  <c:v>0.78200000000000003</c:v>
                </c:pt>
                <c:pt idx="940">
                  <c:v>0.78200000000000003</c:v>
                </c:pt>
                <c:pt idx="941">
                  <c:v>0.78200000000000003</c:v>
                </c:pt>
                <c:pt idx="942">
                  <c:v>0.78200000000000003</c:v>
                </c:pt>
                <c:pt idx="943">
                  <c:v>0.78200000000000003</c:v>
                </c:pt>
                <c:pt idx="944">
                  <c:v>0.78200000000000003</c:v>
                </c:pt>
                <c:pt idx="945">
                  <c:v>0.78200000000000003</c:v>
                </c:pt>
                <c:pt idx="946">
                  <c:v>0.78200000000000003</c:v>
                </c:pt>
                <c:pt idx="947">
                  <c:v>0.78200000000000003</c:v>
                </c:pt>
                <c:pt idx="948">
                  <c:v>0.78200000000000003</c:v>
                </c:pt>
                <c:pt idx="949">
                  <c:v>0.78200000000000003</c:v>
                </c:pt>
                <c:pt idx="950">
                  <c:v>0.78200000000000003</c:v>
                </c:pt>
                <c:pt idx="951">
                  <c:v>0.78200000000000003</c:v>
                </c:pt>
                <c:pt idx="952">
                  <c:v>0.78200000000000003</c:v>
                </c:pt>
                <c:pt idx="953">
                  <c:v>0.78200000000000003</c:v>
                </c:pt>
                <c:pt idx="954">
                  <c:v>0.78200000000000003</c:v>
                </c:pt>
                <c:pt idx="955">
                  <c:v>0.78200000000000003</c:v>
                </c:pt>
                <c:pt idx="956">
                  <c:v>0.78200000000000003</c:v>
                </c:pt>
                <c:pt idx="957">
                  <c:v>0.78200000000000003</c:v>
                </c:pt>
                <c:pt idx="958">
                  <c:v>0.78200000000000003</c:v>
                </c:pt>
                <c:pt idx="959">
                  <c:v>0.78200000000000003</c:v>
                </c:pt>
                <c:pt idx="960">
                  <c:v>0.78200000000000003</c:v>
                </c:pt>
                <c:pt idx="961">
                  <c:v>0.78200000000000003</c:v>
                </c:pt>
                <c:pt idx="962">
                  <c:v>0.78200000000000003</c:v>
                </c:pt>
                <c:pt idx="963">
                  <c:v>0.78200000000000003</c:v>
                </c:pt>
                <c:pt idx="964">
                  <c:v>0.78200000000000003</c:v>
                </c:pt>
                <c:pt idx="965">
                  <c:v>0.78200000000000003</c:v>
                </c:pt>
                <c:pt idx="966">
                  <c:v>0.78200000000000003</c:v>
                </c:pt>
                <c:pt idx="967">
                  <c:v>0.78200000000000003</c:v>
                </c:pt>
                <c:pt idx="968">
                  <c:v>0.78200000000000003</c:v>
                </c:pt>
                <c:pt idx="969">
                  <c:v>0.78200000000000003</c:v>
                </c:pt>
                <c:pt idx="970">
                  <c:v>0.78200000000000003</c:v>
                </c:pt>
                <c:pt idx="971">
                  <c:v>0.78200000000000003</c:v>
                </c:pt>
                <c:pt idx="972">
                  <c:v>0.78200000000000003</c:v>
                </c:pt>
                <c:pt idx="973">
                  <c:v>0.78200000000000003</c:v>
                </c:pt>
                <c:pt idx="974">
                  <c:v>0.78200000000000003</c:v>
                </c:pt>
                <c:pt idx="975">
                  <c:v>0.78200000000000003</c:v>
                </c:pt>
                <c:pt idx="976">
                  <c:v>0.72750000000000004</c:v>
                </c:pt>
                <c:pt idx="977">
                  <c:v>0.45500000000000002</c:v>
                </c:pt>
                <c:pt idx="978">
                  <c:v>0.45500000000000002</c:v>
                </c:pt>
                <c:pt idx="979">
                  <c:v>0.45500000000000002</c:v>
                </c:pt>
                <c:pt idx="980">
                  <c:v>0.45500000000000002</c:v>
                </c:pt>
                <c:pt idx="981">
                  <c:v>0.45500000000000002</c:v>
                </c:pt>
                <c:pt idx="982">
                  <c:v>0.45500000000000002</c:v>
                </c:pt>
                <c:pt idx="983">
                  <c:v>0.45500000000000002</c:v>
                </c:pt>
                <c:pt idx="984">
                  <c:v>0.45500000000000002</c:v>
                </c:pt>
                <c:pt idx="985">
                  <c:v>0.45500000000000002</c:v>
                </c:pt>
                <c:pt idx="986">
                  <c:v>0.45500000000000002</c:v>
                </c:pt>
                <c:pt idx="987">
                  <c:v>0.45500000000000002</c:v>
                </c:pt>
                <c:pt idx="988">
                  <c:v>0.45500000000000002</c:v>
                </c:pt>
                <c:pt idx="989">
                  <c:v>0.45500000000000002</c:v>
                </c:pt>
                <c:pt idx="990">
                  <c:v>0.45500000000000002</c:v>
                </c:pt>
                <c:pt idx="991">
                  <c:v>0.45500000000000002</c:v>
                </c:pt>
                <c:pt idx="992">
                  <c:v>0.45500000000000002</c:v>
                </c:pt>
                <c:pt idx="993">
                  <c:v>0.45500000000000002</c:v>
                </c:pt>
                <c:pt idx="994">
                  <c:v>0.45500000000000002</c:v>
                </c:pt>
                <c:pt idx="995">
                  <c:v>0.45500000000000002</c:v>
                </c:pt>
                <c:pt idx="996">
                  <c:v>0.45500000000000002</c:v>
                </c:pt>
                <c:pt idx="997">
                  <c:v>0.45500000000000002</c:v>
                </c:pt>
                <c:pt idx="998">
                  <c:v>0.45500000000000002</c:v>
                </c:pt>
                <c:pt idx="999">
                  <c:v>0.45500000000000002</c:v>
                </c:pt>
                <c:pt idx="1000">
                  <c:v>0.45500000000000002</c:v>
                </c:pt>
                <c:pt idx="1001">
                  <c:v>0.45500000000000002</c:v>
                </c:pt>
                <c:pt idx="1002">
                  <c:v>0.45500000000000002</c:v>
                </c:pt>
                <c:pt idx="1003">
                  <c:v>0.45500000000000002</c:v>
                </c:pt>
                <c:pt idx="1004">
                  <c:v>0.45500000000000002</c:v>
                </c:pt>
                <c:pt idx="1005">
                  <c:v>0.45500000000000002</c:v>
                </c:pt>
                <c:pt idx="1006">
                  <c:v>0.45500000000000002</c:v>
                </c:pt>
                <c:pt idx="1007">
                  <c:v>0.45500000000000002</c:v>
                </c:pt>
                <c:pt idx="1008">
                  <c:v>0.45500000000000002</c:v>
                </c:pt>
                <c:pt idx="1009">
                  <c:v>0.45500000000000002</c:v>
                </c:pt>
                <c:pt idx="1010">
                  <c:v>0.45500000000000002</c:v>
                </c:pt>
                <c:pt idx="1011">
                  <c:v>0.45500000000000002</c:v>
                </c:pt>
                <c:pt idx="1012">
                  <c:v>0.45500000000000002</c:v>
                </c:pt>
                <c:pt idx="1013">
                  <c:v>0.45500000000000002</c:v>
                </c:pt>
                <c:pt idx="1014">
                  <c:v>0.45500000000000002</c:v>
                </c:pt>
                <c:pt idx="1015">
                  <c:v>0.45500000000000002</c:v>
                </c:pt>
                <c:pt idx="1016">
                  <c:v>0.45500000000000002</c:v>
                </c:pt>
                <c:pt idx="1017">
                  <c:v>0.45500000000000002</c:v>
                </c:pt>
                <c:pt idx="1018">
                  <c:v>0.45500000000000002</c:v>
                </c:pt>
                <c:pt idx="1019">
                  <c:v>0.45500000000000002</c:v>
                </c:pt>
                <c:pt idx="1020">
                  <c:v>0.45500000000000002</c:v>
                </c:pt>
                <c:pt idx="1021">
                  <c:v>0.45500000000000002</c:v>
                </c:pt>
                <c:pt idx="1022">
                  <c:v>0.45500000000000002</c:v>
                </c:pt>
                <c:pt idx="1023">
                  <c:v>0.45500000000000002</c:v>
                </c:pt>
                <c:pt idx="1024">
                  <c:v>0.45500000000000002</c:v>
                </c:pt>
                <c:pt idx="1025">
                  <c:v>0.45500000000000002</c:v>
                </c:pt>
                <c:pt idx="1026">
                  <c:v>0.45500000000000002</c:v>
                </c:pt>
                <c:pt idx="1027">
                  <c:v>0.45500000000000002</c:v>
                </c:pt>
                <c:pt idx="1028">
                  <c:v>0.45500000000000002</c:v>
                </c:pt>
                <c:pt idx="1029">
                  <c:v>0.45500000000000002</c:v>
                </c:pt>
                <c:pt idx="1030">
                  <c:v>0.45500000000000002</c:v>
                </c:pt>
                <c:pt idx="1031">
                  <c:v>0.45500000000000002</c:v>
                </c:pt>
                <c:pt idx="1032">
                  <c:v>0.45500000000000002</c:v>
                </c:pt>
                <c:pt idx="1033">
                  <c:v>0.45500000000000002</c:v>
                </c:pt>
                <c:pt idx="1034">
                  <c:v>0.45500000000000002</c:v>
                </c:pt>
                <c:pt idx="1035">
                  <c:v>0.45500000000000002</c:v>
                </c:pt>
                <c:pt idx="1036">
                  <c:v>0.45500000000000002</c:v>
                </c:pt>
                <c:pt idx="1037">
                  <c:v>0.45500000000000002</c:v>
                </c:pt>
                <c:pt idx="1038">
                  <c:v>0.45500000000000002</c:v>
                </c:pt>
                <c:pt idx="1039">
                  <c:v>0.45500000000000002</c:v>
                </c:pt>
                <c:pt idx="1040">
                  <c:v>0.45500000000000002</c:v>
                </c:pt>
                <c:pt idx="1041">
                  <c:v>0.45500000000000002</c:v>
                </c:pt>
                <c:pt idx="1042">
                  <c:v>0.45500000000000002</c:v>
                </c:pt>
                <c:pt idx="1043">
                  <c:v>0.45500000000000002</c:v>
                </c:pt>
                <c:pt idx="1044">
                  <c:v>0.45500000000000002</c:v>
                </c:pt>
                <c:pt idx="1045">
                  <c:v>0.45500000000000002</c:v>
                </c:pt>
                <c:pt idx="1046">
                  <c:v>0.45500000000000002</c:v>
                </c:pt>
                <c:pt idx="1047">
                  <c:v>0.45500000000000002</c:v>
                </c:pt>
                <c:pt idx="1048">
                  <c:v>0.45500000000000002</c:v>
                </c:pt>
                <c:pt idx="1049">
                  <c:v>0.45500000000000002</c:v>
                </c:pt>
                <c:pt idx="1050">
                  <c:v>0.45500000000000002</c:v>
                </c:pt>
                <c:pt idx="1051">
                  <c:v>0.45500000000000002</c:v>
                </c:pt>
                <c:pt idx="1052">
                  <c:v>0.45500000000000002</c:v>
                </c:pt>
                <c:pt idx="1053">
                  <c:v>0.45500000000000002</c:v>
                </c:pt>
                <c:pt idx="1054">
                  <c:v>0.45500000000000002</c:v>
                </c:pt>
                <c:pt idx="1055">
                  <c:v>0.45500000000000002</c:v>
                </c:pt>
                <c:pt idx="1056">
                  <c:v>0.45500000000000002</c:v>
                </c:pt>
                <c:pt idx="1057">
                  <c:v>0.45500000000000002</c:v>
                </c:pt>
                <c:pt idx="1058">
                  <c:v>0.45500000000000002</c:v>
                </c:pt>
                <c:pt idx="1059">
                  <c:v>0.45500000000000002</c:v>
                </c:pt>
                <c:pt idx="1060">
                  <c:v>0.45500000000000002</c:v>
                </c:pt>
                <c:pt idx="1061">
                  <c:v>0.45500000000000002</c:v>
                </c:pt>
                <c:pt idx="1062">
                  <c:v>0.45500000000000002</c:v>
                </c:pt>
                <c:pt idx="1063">
                  <c:v>0.45500000000000002</c:v>
                </c:pt>
                <c:pt idx="1064">
                  <c:v>0.45500000000000002</c:v>
                </c:pt>
                <c:pt idx="1065">
                  <c:v>0.45500000000000002</c:v>
                </c:pt>
                <c:pt idx="1066">
                  <c:v>0.45500000000000002</c:v>
                </c:pt>
                <c:pt idx="1067">
                  <c:v>0.45500000000000002</c:v>
                </c:pt>
                <c:pt idx="1068">
                  <c:v>0.45500000000000002</c:v>
                </c:pt>
                <c:pt idx="1069">
                  <c:v>0.45500000000000002</c:v>
                </c:pt>
                <c:pt idx="1070">
                  <c:v>0.45500000000000002</c:v>
                </c:pt>
                <c:pt idx="1071">
                  <c:v>0.45500000000000002</c:v>
                </c:pt>
                <c:pt idx="1072">
                  <c:v>0.45500000000000002</c:v>
                </c:pt>
                <c:pt idx="1073">
                  <c:v>0.45500000000000002</c:v>
                </c:pt>
                <c:pt idx="1074">
                  <c:v>0.45500000000000002</c:v>
                </c:pt>
                <c:pt idx="1075">
                  <c:v>0.45500000000000002</c:v>
                </c:pt>
                <c:pt idx="1076">
                  <c:v>0.45500000000000002</c:v>
                </c:pt>
                <c:pt idx="1077">
                  <c:v>0.45500000000000002</c:v>
                </c:pt>
                <c:pt idx="1078">
                  <c:v>0.45500000000000002</c:v>
                </c:pt>
                <c:pt idx="1079">
                  <c:v>0.45500000000000002</c:v>
                </c:pt>
                <c:pt idx="1080">
                  <c:v>0.45500000000000002</c:v>
                </c:pt>
                <c:pt idx="1081">
                  <c:v>0.45500000000000002</c:v>
                </c:pt>
                <c:pt idx="1082">
                  <c:v>0.45500000000000002</c:v>
                </c:pt>
                <c:pt idx="1083">
                  <c:v>0.45500000000000002</c:v>
                </c:pt>
                <c:pt idx="1084">
                  <c:v>0.45500000000000002</c:v>
                </c:pt>
                <c:pt idx="1085">
                  <c:v>0.45500000000000002</c:v>
                </c:pt>
                <c:pt idx="1086">
                  <c:v>0.45500000000000002</c:v>
                </c:pt>
                <c:pt idx="1087">
                  <c:v>0.45500000000000002</c:v>
                </c:pt>
                <c:pt idx="1088">
                  <c:v>0.45500000000000002</c:v>
                </c:pt>
                <c:pt idx="1089">
                  <c:v>0.45500000000000002</c:v>
                </c:pt>
                <c:pt idx="1090">
                  <c:v>0.45500000000000002</c:v>
                </c:pt>
                <c:pt idx="1091">
                  <c:v>0.45500000000000002</c:v>
                </c:pt>
                <c:pt idx="1092">
                  <c:v>0.45500000000000002</c:v>
                </c:pt>
                <c:pt idx="1093">
                  <c:v>0.45500000000000002</c:v>
                </c:pt>
                <c:pt idx="1094">
                  <c:v>0.45500000000000002</c:v>
                </c:pt>
                <c:pt idx="1095">
                  <c:v>0.45500000000000002</c:v>
                </c:pt>
                <c:pt idx="1096">
                  <c:v>0.45500000000000002</c:v>
                </c:pt>
                <c:pt idx="1097">
                  <c:v>0.45500000000000002</c:v>
                </c:pt>
                <c:pt idx="1098">
                  <c:v>0.45500000000000002</c:v>
                </c:pt>
                <c:pt idx="1099">
                  <c:v>0.45500000000000002</c:v>
                </c:pt>
                <c:pt idx="1100">
                  <c:v>0.45500000000000002</c:v>
                </c:pt>
                <c:pt idx="1101">
                  <c:v>0.45500000000000002</c:v>
                </c:pt>
                <c:pt idx="1102">
                  <c:v>0.45500000000000002</c:v>
                </c:pt>
                <c:pt idx="1103">
                  <c:v>0.45500000000000002</c:v>
                </c:pt>
                <c:pt idx="1104">
                  <c:v>0.45500000000000002</c:v>
                </c:pt>
                <c:pt idx="1105">
                  <c:v>0.45500000000000002</c:v>
                </c:pt>
                <c:pt idx="1106">
                  <c:v>0.45500000000000002</c:v>
                </c:pt>
                <c:pt idx="1107">
                  <c:v>0.45500000000000002</c:v>
                </c:pt>
                <c:pt idx="1108">
                  <c:v>0.45500000000000002</c:v>
                </c:pt>
                <c:pt idx="1109">
                  <c:v>0.45500000000000002</c:v>
                </c:pt>
                <c:pt idx="1110">
                  <c:v>0.45500000000000002</c:v>
                </c:pt>
                <c:pt idx="1111">
                  <c:v>0.45500000000000002</c:v>
                </c:pt>
                <c:pt idx="1112">
                  <c:v>0.45500000000000002</c:v>
                </c:pt>
                <c:pt idx="1113">
                  <c:v>0.45500000000000002</c:v>
                </c:pt>
                <c:pt idx="1114">
                  <c:v>0.45500000000000002</c:v>
                </c:pt>
                <c:pt idx="1115">
                  <c:v>0.45500000000000002</c:v>
                </c:pt>
                <c:pt idx="1116">
                  <c:v>0.45500000000000002</c:v>
                </c:pt>
                <c:pt idx="1117">
                  <c:v>0.45500000000000002</c:v>
                </c:pt>
                <c:pt idx="1118">
                  <c:v>0.45500000000000002</c:v>
                </c:pt>
                <c:pt idx="1119">
                  <c:v>0.45500000000000002</c:v>
                </c:pt>
                <c:pt idx="1120">
                  <c:v>0.45500000000000002</c:v>
                </c:pt>
                <c:pt idx="1121">
                  <c:v>0.45500000000000002</c:v>
                </c:pt>
                <c:pt idx="1122">
                  <c:v>0.45500000000000002</c:v>
                </c:pt>
                <c:pt idx="1123">
                  <c:v>0.45500000000000002</c:v>
                </c:pt>
                <c:pt idx="1124">
                  <c:v>0.45500000000000002</c:v>
                </c:pt>
                <c:pt idx="1125">
                  <c:v>0.45500000000000002</c:v>
                </c:pt>
                <c:pt idx="1126">
                  <c:v>0.45500000000000002</c:v>
                </c:pt>
                <c:pt idx="1127">
                  <c:v>0.45500000000000002</c:v>
                </c:pt>
                <c:pt idx="1128">
                  <c:v>0.45500000000000002</c:v>
                </c:pt>
                <c:pt idx="1129">
                  <c:v>0.45500000000000002</c:v>
                </c:pt>
                <c:pt idx="1130">
                  <c:v>0.45500000000000002</c:v>
                </c:pt>
                <c:pt idx="1131">
                  <c:v>0.45500000000000002</c:v>
                </c:pt>
                <c:pt idx="1132">
                  <c:v>0.45500000000000002</c:v>
                </c:pt>
                <c:pt idx="1133">
                  <c:v>0.45500000000000002</c:v>
                </c:pt>
                <c:pt idx="1134">
                  <c:v>0.45500000000000002</c:v>
                </c:pt>
                <c:pt idx="1135">
                  <c:v>0.45500000000000002</c:v>
                </c:pt>
                <c:pt idx="1136">
                  <c:v>0.45500000000000002</c:v>
                </c:pt>
                <c:pt idx="1137">
                  <c:v>0.45500000000000002</c:v>
                </c:pt>
                <c:pt idx="1138">
                  <c:v>0.45500000000000002</c:v>
                </c:pt>
                <c:pt idx="1139">
                  <c:v>0.45500000000000002</c:v>
                </c:pt>
                <c:pt idx="1140">
                  <c:v>0.45500000000000002</c:v>
                </c:pt>
                <c:pt idx="1141">
                  <c:v>0.45500000000000002</c:v>
                </c:pt>
                <c:pt idx="1142">
                  <c:v>0.45500000000000002</c:v>
                </c:pt>
                <c:pt idx="1143">
                  <c:v>0.45500000000000002</c:v>
                </c:pt>
                <c:pt idx="1144">
                  <c:v>0.45500000000000002</c:v>
                </c:pt>
                <c:pt idx="1145">
                  <c:v>0.45500000000000002</c:v>
                </c:pt>
                <c:pt idx="1146">
                  <c:v>0.45500000000000002</c:v>
                </c:pt>
                <c:pt idx="1147">
                  <c:v>0.45500000000000002</c:v>
                </c:pt>
                <c:pt idx="1148">
                  <c:v>0.45500000000000002</c:v>
                </c:pt>
                <c:pt idx="1149">
                  <c:v>0.45500000000000002</c:v>
                </c:pt>
                <c:pt idx="1150">
                  <c:v>0.45500000000000002</c:v>
                </c:pt>
                <c:pt idx="1151">
                  <c:v>0.45500000000000002</c:v>
                </c:pt>
                <c:pt idx="1152">
                  <c:v>0.45500000000000002</c:v>
                </c:pt>
                <c:pt idx="1153">
                  <c:v>0.45500000000000002</c:v>
                </c:pt>
                <c:pt idx="1154">
                  <c:v>0.45500000000000002</c:v>
                </c:pt>
                <c:pt idx="1155">
                  <c:v>0.45500000000000002</c:v>
                </c:pt>
                <c:pt idx="1156">
                  <c:v>0.45500000000000002</c:v>
                </c:pt>
                <c:pt idx="1157">
                  <c:v>0.45500000000000002</c:v>
                </c:pt>
                <c:pt idx="1158">
                  <c:v>0.45500000000000002</c:v>
                </c:pt>
                <c:pt idx="1159">
                  <c:v>0.45500000000000002</c:v>
                </c:pt>
                <c:pt idx="1160">
                  <c:v>0.45500000000000002</c:v>
                </c:pt>
                <c:pt idx="1161">
                  <c:v>0.45500000000000002</c:v>
                </c:pt>
                <c:pt idx="1162">
                  <c:v>0.45500000000000002</c:v>
                </c:pt>
                <c:pt idx="1163">
                  <c:v>0.45500000000000002</c:v>
                </c:pt>
                <c:pt idx="1164">
                  <c:v>0.45500000000000002</c:v>
                </c:pt>
                <c:pt idx="1165">
                  <c:v>0.45500000000000002</c:v>
                </c:pt>
                <c:pt idx="1166">
                  <c:v>0.45500000000000002</c:v>
                </c:pt>
                <c:pt idx="1167">
                  <c:v>0.45500000000000002</c:v>
                </c:pt>
                <c:pt idx="1168">
                  <c:v>0.45500000000000002</c:v>
                </c:pt>
                <c:pt idx="1169">
                  <c:v>0.45500000000000002</c:v>
                </c:pt>
                <c:pt idx="1170">
                  <c:v>0.45500000000000002</c:v>
                </c:pt>
                <c:pt idx="1171">
                  <c:v>0.45500000000000002</c:v>
                </c:pt>
                <c:pt idx="1172">
                  <c:v>0.45500000000000002</c:v>
                </c:pt>
                <c:pt idx="1173">
                  <c:v>0.45500000000000002</c:v>
                </c:pt>
                <c:pt idx="1174">
                  <c:v>0.45500000000000002</c:v>
                </c:pt>
                <c:pt idx="1175">
                  <c:v>0.45500000000000002</c:v>
                </c:pt>
                <c:pt idx="1176">
                  <c:v>0.45500000000000002</c:v>
                </c:pt>
                <c:pt idx="1177">
                  <c:v>0.45500000000000002</c:v>
                </c:pt>
                <c:pt idx="1178">
                  <c:v>0.45500000000000002</c:v>
                </c:pt>
                <c:pt idx="1179">
                  <c:v>0.45500000000000002</c:v>
                </c:pt>
                <c:pt idx="1180">
                  <c:v>0.45500000000000002</c:v>
                </c:pt>
                <c:pt idx="1181">
                  <c:v>0.45500000000000002</c:v>
                </c:pt>
                <c:pt idx="1182">
                  <c:v>0.45500000000000002</c:v>
                </c:pt>
                <c:pt idx="1183">
                  <c:v>0.45500000000000002</c:v>
                </c:pt>
                <c:pt idx="1184">
                  <c:v>0.45500000000000002</c:v>
                </c:pt>
                <c:pt idx="1185">
                  <c:v>0.45500000000000002</c:v>
                </c:pt>
                <c:pt idx="1186">
                  <c:v>0.45500000000000002</c:v>
                </c:pt>
                <c:pt idx="1187">
                  <c:v>0.45500000000000002</c:v>
                </c:pt>
                <c:pt idx="1188">
                  <c:v>0.45500000000000002</c:v>
                </c:pt>
                <c:pt idx="1189">
                  <c:v>0.45500000000000002</c:v>
                </c:pt>
                <c:pt idx="1190">
                  <c:v>0.45500000000000002</c:v>
                </c:pt>
                <c:pt idx="1191">
                  <c:v>0.45500000000000002</c:v>
                </c:pt>
                <c:pt idx="1192">
                  <c:v>0.45500000000000002</c:v>
                </c:pt>
                <c:pt idx="1193">
                  <c:v>0.45500000000000002</c:v>
                </c:pt>
                <c:pt idx="1194">
                  <c:v>0.45500000000000002</c:v>
                </c:pt>
                <c:pt idx="1195">
                  <c:v>0.45500000000000002</c:v>
                </c:pt>
                <c:pt idx="1196">
                  <c:v>0.45500000000000002</c:v>
                </c:pt>
                <c:pt idx="1197">
                  <c:v>0.45500000000000002</c:v>
                </c:pt>
                <c:pt idx="1198">
                  <c:v>0.45500000000000002</c:v>
                </c:pt>
                <c:pt idx="1199">
                  <c:v>0.45500000000000002</c:v>
                </c:pt>
                <c:pt idx="1200">
                  <c:v>0.45500000000000002</c:v>
                </c:pt>
                <c:pt idx="1201">
                  <c:v>0.45500000000000002</c:v>
                </c:pt>
                <c:pt idx="1202">
                  <c:v>0.45500000000000002</c:v>
                </c:pt>
                <c:pt idx="1203">
                  <c:v>0.45500000000000002</c:v>
                </c:pt>
                <c:pt idx="1204">
                  <c:v>0.45500000000000002</c:v>
                </c:pt>
                <c:pt idx="1205">
                  <c:v>0.45500000000000002</c:v>
                </c:pt>
                <c:pt idx="1206">
                  <c:v>0.45500000000000002</c:v>
                </c:pt>
                <c:pt idx="1207">
                  <c:v>0.45500000000000002</c:v>
                </c:pt>
                <c:pt idx="1208">
                  <c:v>0.45500000000000002</c:v>
                </c:pt>
                <c:pt idx="1209">
                  <c:v>0.45500000000000002</c:v>
                </c:pt>
                <c:pt idx="1210">
                  <c:v>0.45500000000000002</c:v>
                </c:pt>
                <c:pt idx="1211">
                  <c:v>0.45500000000000002</c:v>
                </c:pt>
                <c:pt idx="1212">
                  <c:v>0.45500000000000002</c:v>
                </c:pt>
                <c:pt idx="1213">
                  <c:v>0.45500000000000002</c:v>
                </c:pt>
                <c:pt idx="1214">
                  <c:v>0.45500000000000002</c:v>
                </c:pt>
                <c:pt idx="1215">
                  <c:v>0.45500000000000002</c:v>
                </c:pt>
                <c:pt idx="1216">
                  <c:v>0.45500000000000002</c:v>
                </c:pt>
                <c:pt idx="1217">
                  <c:v>0.45500000000000002</c:v>
                </c:pt>
                <c:pt idx="1218">
                  <c:v>0.45500000000000002</c:v>
                </c:pt>
                <c:pt idx="1219">
                  <c:v>0.45500000000000002</c:v>
                </c:pt>
                <c:pt idx="1220">
                  <c:v>0.45500000000000002</c:v>
                </c:pt>
                <c:pt idx="1221">
                  <c:v>0.45500000000000002</c:v>
                </c:pt>
                <c:pt idx="1222">
                  <c:v>0.45500000000000002</c:v>
                </c:pt>
                <c:pt idx="1223">
                  <c:v>0.45500000000000002</c:v>
                </c:pt>
                <c:pt idx="1224">
                  <c:v>0.45500000000000002</c:v>
                </c:pt>
                <c:pt idx="1225">
                  <c:v>0.45500000000000002</c:v>
                </c:pt>
                <c:pt idx="1226">
                  <c:v>0.45500000000000002</c:v>
                </c:pt>
                <c:pt idx="1227">
                  <c:v>0.45500000000000002</c:v>
                </c:pt>
                <c:pt idx="1228">
                  <c:v>0.45500000000000002</c:v>
                </c:pt>
                <c:pt idx="1229">
                  <c:v>0.45500000000000002</c:v>
                </c:pt>
                <c:pt idx="1230">
                  <c:v>0.45500000000000002</c:v>
                </c:pt>
                <c:pt idx="1231">
                  <c:v>0.45500000000000002</c:v>
                </c:pt>
                <c:pt idx="1232">
                  <c:v>0.45500000000000002</c:v>
                </c:pt>
                <c:pt idx="1233">
                  <c:v>0.45500000000000002</c:v>
                </c:pt>
                <c:pt idx="1234">
                  <c:v>0.45500000000000002</c:v>
                </c:pt>
                <c:pt idx="1235">
                  <c:v>0.45500000000000002</c:v>
                </c:pt>
                <c:pt idx="1236">
                  <c:v>0.45500000000000002</c:v>
                </c:pt>
                <c:pt idx="1237">
                  <c:v>0.45500000000000002</c:v>
                </c:pt>
                <c:pt idx="1238">
                  <c:v>0.45500000000000002</c:v>
                </c:pt>
                <c:pt idx="1239">
                  <c:v>0.45500000000000002</c:v>
                </c:pt>
                <c:pt idx="1240">
                  <c:v>0.45500000000000002</c:v>
                </c:pt>
                <c:pt idx="1241">
                  <c:v>0.45500000000000002</c:v>
                </c:pt>
                <c:pt idx="1242">
                  <c:v>0.45500000000000002</c:v>
                </c:pt>
                <c:pt idx="1243">
                  <c:v>0.45500000000000002</c:v>
                </c:pt>
                <c:pt idx="1244">
                  <c:v>0.45500000000000002</c:v>
                </c:pt>
                <c:pt idx="1245">
                  <c:v>0.45500000000000002</c:v>
                </c:pt>
                <c:pt idx="1246">
                  <c:v>0.45500000000000002</c:v>
                </c:pt>
                <c:pt idx="1247">
                  <c:v>0.45500000000000002</c:v>
                </c:pt>
                <c:pt idx="1248">
                  <c:v>0.45500000000000002</c:v>
                </c:pt>
                <c:pt idx="1249">
                  <c:v>0.45500000000000002</c:v>
                </c:pt>
                <c:pt idx="1250">
                  <c:v>0.45500000000000002</c:v>
                </c:pt>
                <c:pt idx="1251">
                  <c:v>0.45500000000000002</c:v>
                </c:pt>
                <c:pt idx="1252">
                  <c:v>0.45500000000000002</c:v>
                </c:pt>
                <c:pt idx="1253">
                  <c:v>0.45500000000000002</c:v>
                </c:pt>
                <c:pt idx="1254">
                  <c:v>0.45500000000000002</c:v>
                </c:pt>
                <c:pt idx="1255">
                  <c:v>0.45500000000000002</c:v>
                </c:pt>
                <c:pt idx="1256">
                  <c:v>0.45500000000000002</c:v>
                </c:pt>
                <c:pt idx="1257">
                  <c:v>0.45500000000000002</c:v>
                </c:pt>
                <c:pt idx="1258">
                  <c:v>0.45500000000000002</c:v>
                </c:pt>
                <c:pt idx="1259">
                  <c:v>0.45500000000000002</c:v>
                </c:pt>
                <c:pt idx="1260">
                  <c:v>0.45500000000000002</c:v>
                </c:pt>
                <c:pt idx="1261">
                  <c:v>0.45500000000000002</c:v>
                </c:pt>
                <c:pt idx="1262">
                  <c:v>0.45500000000000002</c:v>
                </c:pt>
                <c:pt idx="1263">
                  <c:v>0.45500000000000002</c:v>
                </c:pt>
                <c:pt idx="1264">
                  <c:v>0.45500000000000002</c:v>
                </c:pt>
                <c:pt idx="1265">
                  <c:v>0.45500000000000002</c:v>
                </c:pt>
                <c:pt idx="1266">
                  <c:v>0.45500000000000002</c:v>
                </c:pt>
                <c:pt idx="1267">
                  <c:v>0.45500000000000002</c:v>
                </c:pt>
                <c:pt idx="1268">
                  <c:v>0.45500000000000002</c:v>
                </c:pt>
                <c:pt idx="1269">
                  <c:v>0.45500000000000002</c:v>
                </c:pt>
                <c:pt idx="1270">
                  <c:v>0.45500000000000002</c:v>
                </c:pt>
                <c:pt idx="1271">
                  <c:v>0.45500000000000002</c:v>
                </c:pt>
                <c:pt idx="1272">
                  <c:v>0.45500000000000002</c:v>
                </c:pt>
                <c:pt idx="1273">
                  <c:v>0.45500000000000002</c:v>
                </c:pt>
                <c:pt idx="1274">
                  <c:v>0.45500000000000002</c:v>
                </c:pt>
                <c:pt idx="1275">
                  <c:v>0.45500000000000002</c:v>
                </c:pt>
                <c:pt idx="1276">
                  <c:v>0.45500000000000002</c:v>
                </c:pt>
                <c:pt idx="1277">
                  <c:v>0.45500000000000002</c:v>
                </c:pt>
                <c:pt idx="1278">
                  <c:v>0.45500000000000002</c:v>
                </c:pt>
                <c:pt idx="1279">
                  <c:v>0.45500000000000002</c:v>
                </c:pt>
                <c:pt idx="1280">
                  <c:v>0.45500000000000002</c:v>
                </c:pt>
                <c:pt idx="1281">
                  <c:v>0.45500000000000002</c:v>
                </c:pt>
                <c:pt idx="1282">
                  <c:v>0.45500000000000002</c:v>
                </c:pt>
                <c:pt idx="1283">
                  <c:v>0.45500000000000002</c:v>
                </c:pt>
                <c:pt idx="1284">
                  <c:v>0.45500000000000002</c:v>
                </c:pt>
                <c:pt idx="1285">
                  <c:v>0.45500000000000002</c:v>
                </c:pt>
                <c:pt idx="1286">
                  <c:v>0.45500000000000002</c:v>
                </c:pt>
                <c:pt idx="1287">
                  <c:v>0.45500000000000002</c:v>
                </c:pt>
                <c:pt idx="1288">
                  <c:v>0.45500000000000002</c:v>
                </c:pt>
                <c:pt idx="1289">
                  <c:v>0.45500000000000002</c:v>
                </c:pt>
                <c:pt idx="1290">
                  <c:v>0.45500000000000002</c:v>
                </c:pt>
                <c:pt idx="1291">
                  <c:v>0.45500000000000002</c:v>
                </c:pt>
                <c:pt idx="1292">
                  <c:v>0.45500000000000002</c:v>
                </c:pt>
                <c:pt idx="1293">
                  <c:v>0.45500000000000002</c:v>
                </c:pt>
                <c:pt idx="1294">
                  <c:v>0.45500000000000002</c:v>
                </c:pt>
                <c:pt idx="1295">
                  <c:v>0.45500000000000002</c:v>
                </c:pt>
                <c:pt idx="1296">
                  <c:v>0.45500000000000002</c:v>
                </c:pt>
                <c:pt idx="1297">
                  <c:v>0.45500000000000002</c:v>
                </c:pt>
                <c:pt idx="1298">
                  <c:v>0.45500000000000002</c:v>
                </c:pt>
                <c:pt idx="1299">
                  <c:v>0.45500000000000002</c:v>
                </c:pt>
                <c:pt idx="1300">
                  <c:v>0.45500000000000002</c:v>
                </c:pt>
                <c:pt idx="1301">
                  <c:v>0.45500000000000002</c:v>
                </c:pt>
                <c:pt idx="1302">
                  <c:v>0.45500000000000002</c:v>
                </c:pt>
                <c:pt idx="1303">
                  <c:v>0.45500000000000002</c:v>
                </c:pt>
                <c:pt idx="1304">
                  <c:v>0.45500000000000002</c:v>
                </c:pt>
                <c:pt idx="1305">
                  <c:v>0.45500000000000002</c:v>
                </c:pt>
                <c:pt idx="1306">
                  <c:v>0.45500000000000002</c:v>
                </c:pt>
                <c:pt idx="1307">
                  <c:v>0.45500000000000002</c:v>
                </c:pt>
                <c:pt idx="1308">
                  <c:v>0.45500000000000002</c:v>
                </c:pt>
                <c:pt idx="1309">
                  <c:v>0.45500000000000002</c:v>
                </c:pt>
                <c:pt idx="1310">
                  <c:v>0.45500000000000002</c:v>
                </c:pt>
                <c:pt idx="1311">
                  <c:v>0.45500000000000002</c:v>
                </c:pt>
                <c:pt idx="1312">
                  <c:v>0.45500000000000002</c:v>
                </c:pt>
                <c:pt idx="1313">
                  <c:v>0.45500000000000002</c:v>
                </c:pt>
                <c:pt idx="1314">
                  <c:v>0.45500000000000002</c:v>
                </c:pt>
                <c:pt idx="1315">
                  <c:v>0.45500000000000002</c:v>
                </c:pt>
                <c:pt idx="1316">
                  <c:v>0.45500000000000002</c:v>
                </c:pt>
                <c:pt idx="1317">
                  <c:v>0.45500000000000002</c:v>
                </c:pt>
                <c:pt idx="1318">
                  <c:v>0.45500000000000002</c:v>
                </c:pt>
                <c:pt idx="1319">
                  <c:v>0.45500000000000002</c:v>
                </c:pt>
                <c:pt idx="1320">
                  <c:v>0.45500000000000002</c:v>
                </c:pt>
                <c:pt idx="1321">
                  <c:v>0.45500000000000002</c:v>
                </c:pt>
                <c:pt idx="1322">
                  <c:v>0.45500000000000002</c:v>
                </c:pt>
                <c:pt idx="1323">
                  <c:v>0.45500000000000002</c:v>
                </c:pt>
                <c:pt idx="1324">
                  <c:v>0.45500000000000002</c:v>
                </c:pt>
                <c:pt idx="1325">
                  <c:v>0.45500000000000002</c:v>
                </c:pt>
                <c:pt idx="1326">
                  <c:v>0.45500000000000002</c:v>
                </c:pt>
                <c:pt idx="1327">
                  <c:v>0.45500000000000002</c:v>
                </c:pt>
                <c:pt idx="1328">
                  <c:v>0.45500000000000002</c:v>
                </c:pt>
                <c:pt idx="1329">
                  <c:v>0.45500000000000002</c:v>
                </c:pt>
                <c:pt idx="1330">
                  <c:v>0.45500000000000002</c:v>
                </c:pt>
                <c:pt idx="1331">
                  <c:v>0.45500000000000002</c:v>
                </c:pt>
                <c:pt idx="1332">
                  <c:v>0.45500000000000002</c:v>
                </c:pt>
                <c:pt idx="1333">
                  <c:v>0.45500000000000002</c:v>
                </c:pt>
                <c:pt idx="1334">
                  <c:v>0.45500000000000002</c:v>
                </c:pt>
                <c:pt idx="1335">
                  <c:v>0.45500000000000002</c:v>
                </c:pt>
                <c:pt idx="1336">
                  <c:v>0.45500000000000002</c:v>
                </c:pt>
                <c:pt idx="1337">
                  <c:v>0.45500000000000002</c:v>
                </c:pt>
                <c:pt idx="1338">
                  <c:v>0.45500000000000002</c:v>
                </c:pt>
                <c:pt idx="1339">
                  <c:v>0.45500000000000002</c:v>
                </c:pt>
                <c:pt idx="1340">
                  <c:v>0.45500000000000002</c:v>
                </c:pt>
                <c:pt idx="1341">
                  <c:v>0.45500000000000002</c:v>
                </c:pt>
                <c:pt idx="1342">
                  <c:v>0.45500000000000002</c:v>
                </c:pt>
                <c:pt idx="1343">
                  <c:v>0.45500000000000002</c:v>
                </c:pt>
                <c:pt idx="1344">
                  <c:v>0.45500000000000002</c:v>
                </c:pt>
                <c:pt idx="1345">
                  <c:v>0.45500000000000002</c:v>
                </c:pt>
                <c:pt idx="1346">
                  <c:v>0.45500000000000002</c:v>
                </c:pt>
                <c:pt idx="1347">
                  <c:v>0.45500000000000002</c:v>
                </c:pt>
                <c:pt idx="1348">
                  <c:v>0.45500000000000002</c:v>
                </c:pt>
                <c:pt idx="1349">
                  <c:v>0.45500000000000002</c:v>
                </c:pt>
                <c:pt idx="1350">
                  <c:v>0.45500000000000002</c:v>
                </c:pt>
                <c:pt idx="1351">
                  <c:v>0.45500000000000002</c:v>
                </c:pt>
                <c:pt idx="1352">
                  <c:v>0.45500000000000002</c:v>
                </c:pt>
                <c:pt idx="1353">
                  <c:v>0.45500000000000002</c:v>
                </c:pt>
                <c:pt idx="1354">
                  <c:v>0.45500000000000002</c:v>
                </c:pt>
                <c:pt idx="1355">
                  <c:v>0.45500000000000002</c:v>
                </c:pt>
                <c:pt idx="1356">
                  <c:v>0.45500000000000002</c:v>
                </c:pt>
                <c:pt idx="1357">
                  <c:v>0.45500000000000002</c:v>
                </c:pt>
                <c:pt idx="1358">
                  <c:v>0.45500000000000002</c:v>
                </c:pt>
                <c:pt idx="1359">
                  <c:v>0.45500000000000002</c:v>
                </c:pt>
                <c:pt idx="1360">
                  <c:v>0.45500000000000002</c:v>
                </c:pt>
                <c:pt idx="1361">
                  <c:v>0.45500000000000002</c:v>
                </c:pt>
                <c:pt idx="1362">
                  <c:v>0.45500000000000002</c:v>
                </c:pt>
                <c:pt idx="1363">
                  <c:v>0.45500000000000002</c:v>
                </c:pt>
                <c:pt idx="1364">
                  <c:v>0.45500000000000002</c:v>
                </c:pt>
                <c:pt idx="1365">
                  <c:v>0.45500000000000002</c:v>
                </c:pt>
                <c:pt idx="1366">
                  <c:v>0.45500000000000002</c:v>
                </c:pt>
                <c:pt idx="1367">
                  <c:v>0.45500000000000002</c:v>
                </c:pt>
                <c:pt idx="1368">
                  <c:v>0.45500000000000002</c:v>
                </c:pt>
                <c:pt idx="1369">
                  <c:v>0.45500000000000002</c:v>
                </c:pt>
                <c:pt idx="1370">
                  <c:v>0.45500000000000002</c:v>
                </c:pt>
                <c:pt idx="1371">
                  <c:v>0.45500000000000002</c:v>
                </c:pt>
                <c:pt idx="1372">
                  <c:v>0.45500000000000002</c:v>
                </c:pt>
                <c:pt idx="1373">
                  <c:v>0.45500000000000002</c:v>
                </c:pt>
                <c:pt idx="1374">
                  <c:v>0.45500000000000002</c:v>
                </c:pt>
                <c:pt idx="1375">
                  <c:v>0.45500000000000002</c:v>
                </c:pt>
                <c:pt idx="1376">
                  <c:v>0.45500000000000002</c:v>
                </c:pt>
                <c:pt idx="1377">
                  <c:v>0.45500000000000002</c:v>
                </c:pt>
                <c:pt idx="1378">
                  <c:v>0.45500000000000002</c:v>
                </c:pt>
                <c:pt idx="1379">
                  <c:v>0.45500000000000002</c:v>
                </c:pt>
                <c:pt idx="1380">
                  <c:v>0.45500000000000002</c:v>
                </c:pt>
                <c:pt idx="1381">
                  <c:v>0.45500000000000002</c:v>
                </c:pt>
                <c:pt idx="1382">
                  <c:v>0.45500000000000002</c:v>
                </c:pt>
                <c:pt idx="1383">
                  <c:v>0.45500000000000002</c:v>
                </c:pt>
                <c:pt idx="1384">
                  <c:v>0.45500000000000002</c:v>
                </c:pt>
                <c:pt idx="1385">
                  <c:v>0.45500000000000002</c:v>
                </c:pt>
                <c:pt idx="1386">
                  <c:v>0.45500000000000002</c:v>
                </c:pt>
                <c:pt idx="1387">
                  <c:v>0.45500000000000002</c:v>
                </c:pt>
                <c:pt idx="1388">
                  <c:v>0.45500000000000002</c:v>
                </c:pt>
                <c:pt idx="1389">
                  <c:v>0.45500000000000002</c:v>
                </c:pt>
                <c:pt idx="1390">
                  <c:v>0.45500000000000002</c:v>
                </c:pt>
                <c:pt idx="1391">
                  <c:v>0.45500000000000002</c:v>
                </c:pt>
                <c:pt idx="1392">
                  <c:v>0.45500000000000002</c:v>
                </c:pt>
                <c:pt idx="1393">
                  <c:v>0.45500000000000002</c:v>
                </c:pt>
                <c:pt idx="1394">
                  <c:v>0.45500000000000002</c:v>
                </c:pt>
                <c:pt idx="1395">
                  <c:v>0.45500000000000002</c:v>
                </c:pt>
                <c:pt idx="1396">
                  <c:v>0.45500000000000002</c:v>
                </c:pt>
                <c:pt idx="1397">
                  <c:v>0.45500000000000002</c:v>
                </c:pt>
                <c:pt idx="1398">
                  <c:v>0.45500000000000002</c:v>
                </c:pt>
                <c:pt idx="1399">
                  <c:v>0.45500000000000002</c:v>
                </c:pt>
                <c:pt idx="1400">
                  <c:v>0.45500000000000002</c:v>
                </c:pt>
                <c:pt idx="1401">
                  <c:v>0.45500000000000002</c:v>
                </c:pt>
                <c:pt idx="1402">
                  <c:v>0.45500000000000002</c:v>
                </c:pt>
                <c:pt idx="1403">
                  <c:v>0.45500000000000002</c:v>
                </c:pt>
                <c:pt idx="1404">
                  <c:v>0.45500000000000002</c:v>
                </c:pt>
                <c:pt idx="1405">
                  <c:v>0.45500000000000002</c:v>
                </c:pt>
                <c:pt idx="1406">
                  <c:v>0.45500000000000002</c:v>
                </c:pt>
                <c:pt idx="1407">
                  <c:v>0.45500000000000002</c:v>
                </c:pt>
                <c:pt idx="1408">
                  <c:v>0.45500000000000002</c:v>
                </c:pt>
                <c:pt idx="1409">
                  <c:v>0.45500000000000002</c:v>
                </c:pt>
                <c:pt idx="1410">
                  <c:v>0.45500000000000002</c:v>
                </c:pt>
                <c:pt idx="1411">
                  <c:v>0.45500000000000002</c:v>
                </c:pt>
                <c:pt idx="1412">
                  <c:v>0.45500000000000002</c:v>
                </c:pt>
                <c:pt idx="1413">
                  <c:v>0.45500000000000002</c:v>
                </c:pt>
                <c:pt idx="1414">
                  <c:v>0.45500000000000002</c:v>
                </c:pt>
                <c:pt idx="1415">
                  <c:v>0.45500000000000002</c:v>
                </c:pt>
                <c:pt idx="1416">
                  <c:v>0.45500000000000002</c:v>
                </c:pt>
                <c:pt idx="1417">
                  <c:v>0.45500000000000002</c:v>
                </c:pt>
                <c:pt idx="1418">
                  <c:v>0.45500000000000002</c:v>
                </c:pt>
                <c:pt idx="1419">
                  <c:v>0.45500000000000002</c:v>
                </c:pt>
                <c:pt idx="1420">
                  <c:v>0.57769999999999999</c:v>
                </c:pt>
                <c:pt idx="1421">
                  <c:v>0.60499999999999998</c:v>
                </c:pt>
                <c:pt idx="1422">
                  <c:v>0.60499999999999998</c:v>
                </c:pt>
                <c:pt idx="1423">
                  <c:v>0.60499999999999998</c:v>
                </c:pt>
                <c:pt idx="1424">
                  <c:v>0.60499999999999998</c:v>
                </c:pt>
                <c:pt idx="1425">
                  <c:v>0.60499999999999998</c:v>
                </c:pt>
                <c:pt idx="1426">
                  <c:v>0.60499999999999998</c:v>
                </c:pt>
                <c:pt idx="1427">
                  <c:v>0.60499999999999998</c:v>
                </c:pt>
                <c:pt idx="1428">
                  <c:v>0.60499999999999998</c:v>
                </c:pt>
                <c:pt idx="1429">
                  <c:v>0.60499999999999998</c:v>
                </c:pt>
                <c:pt idx="1430">
                  <c:v>0.60499999999999998</c:v>
                </c:pt>
                <c:pt idx="1431">
                  <c:v>0.60499999999999998</c:v>
                </c:pt>
                <c:pt idx="1432">
                  <c:v>0.60499999999999998</c:v>
                </c:pt>
                <c:pt idx="1433">
                  <c:v>0.60499999999999998</c:v>
                </c:pt>
                <c:pt idx="1434">
                  <c:v>0.60499999999999998</c:v>
                </c:pt>
                <c:pt idx="1435">
                  <c:v>0.60499999999999998</c:v>
                </c:pt>
                <c:pt idx="1436">
                  <c:v>0.60499999999999998</c:v>
                </c:pt>
                <c:pt idx="1437">
                  <c:v>0.60499999999999998</c:v>
                </c:pt>
                <c:pt idx="1438">
                  <c:v>0.60499999999999998</c:v>
                </c:pt>
                <c:pt idx="1439">
                  <c:v>0.60499999999999998</c:v>
                </c:pt>
                <c:pt idx="1440">
                  <c:v>0.60499999999999998</c:v>
                </c:pt>
                <c:pt idx="1441">
                  <c:v>0.60499999999999998</c:v>
                </c:pt>
                <c:pt idx="1442">
                  <c:v>0.60499999999999998</c:v>
                </c:pt>
                <c:pt idx="1443">
                  <c:v>0.60499999999999998</c:v>
                </c:pt>
                <c:pt idx="1444">
                  <c:v>0.60499999999999998</c:v>
                </c:pt>
                <c:pt idx="1445">
                  <c:v>0.60499999999999998</c:v>
                </c:pt>
                <c:pt idx="1446">
                  <c:v>0.60499999999999998</c:v>
                </c:pt>
                <c:pt idx="1447">
                  <c:v>0.60499999999999998</c:v>
                </c:pt>
                <c:pt idx="1448">
                  <c:v>0.60499999999999998</c:v>
                </c:pt>
                <c:pt idx="1449">
                  <c:v>0.60499999999999998</c:v>
                </c:pt>
                <c:pt idx="1450">
                  <c:v>0.60499999999999998</c:v>
                </c:pt>
                <c:pt idx="1451">
                  <c:v>0.60499999999999998</c:v>
                </c:pt>
                <c:pt idx="1452">
                  <c:v>0.60499999999999998</c:v>
                </c:pt>
                <c:pt idx="1453">
                  <c:v>0.60499999999999998</c:v>
                </c:pt>
                <c:pt idx="1454">
                  <c:v>0.60499999999999998</c:v>
                </c:pt>
                <c:pt idx="1455">
                  <c:v>0.60499999999999998</c:v>
                </c:pt>
                <c:pt idx="1456">
                  <c:v>0.60499999999999998</c:v>
                </c:pt>
                <c:pt idx="1457">
                  <c:v>0.60499999999999998</c:v>
                </c:pt>
                <c:pt idx="1458">
                  <c:v>0.60499999999999998</c:v>
                </c:pt>
                <c:pt idx="1459">
                  <c:v>0.60499999999999998</c:v>
                </c:pt>
                <c:pt idx="1460">
                  <c:v>0.60499999999999998</c:v>
                </c:pt>
                <c:pt idx="1461">
                  <c:v>0.60499999999999998</c:v>
                </c:pt>
                <c:pt idx="1462">
                  <c:v>0.60499999999999998</c:v>
                </c:pt>
                <c:pt idx="1463">
                  <c:v>0.60499999999999998</c:v>
                </c:pt>
                <c:pt idx="1464">
                  <c:v>0.60499999999999998</c:v>
                </c:pt>
                <c:pt idx="1465">
                  <c:v>0.60499999999999998</c:v>
                </c:pt>
                <c:pt idx="1466">
                  <c:v>0.60499999999999998</c:v>
                </c:pt>
                <c:pt idx="1467">
                  <c:v>0.60499999999999998</c:v>
                </c:pt>
                <c:pt idx="1468">
                  <c:v>0.60499999999999998</c:v>
                </c:pt>
                <c:pt idx="1469">
                  <c:v>0.60499999999999998</c:v>
                </c:pt>
                <c:pt idx="1470">
                  <c:v>0.60499999999999998</c:v>
                </c:pt>
                <c:pt idx="1471">
                  <c:v>0.60499999999999998</c:v>
                </c:pt>
                <c:pt idx="1472">
                  <c:v>0.60499999999999998</c:v>
                </c:pt>
                <c:pt idx="1473">
                  <c:v>0.60499999999999998</c:v>
                </c:pt>
                <c:pt idx="1474">
                  <c:v>0.60499999999999998</c:v>
                </c:pt>
                <c:pt idx="1475">
                  <c:v>0.60499999999999998</c:v>
                </c:pt>
                <c:pt idx="1476">
                  <c:v>0.60499999999999998</c:v>
                </c:pt>
                <c:pt idx="1477">
                  <c:v>0.60499999999999998</c:v>
                </c:pt>
                <c:pt idx="1478">
                  <c:v>0.60499999999999998</c:v>
                </c:pt>
                <c:pt idx="1479">
                  <c:v>0.60499999999999998</c:v>
                </c:pt>
                <c:pt idx="1480">
                  <c:v>0.60499999999999998</c:v>
                </c:pt>
                <c:pt idx="1481">
                  <c:v>0.60499999999999998</c:v>
                </c:pt>
                <c:pt idx="1482">
                  <c:v>0.60499999999999998</c:v>
                </c:pt>
                <c:pt idx="1483">
                  <c:v>0.60499999999999998</c:v>
                </c:pt>
                <c:pt idx="1484">
                  <c:v>0.60499999999999998</c:v>
                </c:pt>
                <c:pt idx="1485">
                  <c:v>0.60499999999999998</c:v>
                </c:pt>
                <c:pt idx="1486">
                  <c:v>0.60499999999999998</c:v>
                </c:pt>
                <c:pt idx="1487">
                  <c:v>0.60499999999999998</c:v>
                </c:pt>
                <c:pt idx="1488">
                  <c:v>0.60499999999999998</c:v>
                </c:pt>
                <c:pt idx="1489">
                  <c:v>0.60499999999999998</c:v>
                </c:pt>
                <c:pt idx="1490">
                  <c:v>0.60499999999999998</c:v>
                </c:pt>
                <c:pt idx="1491">
                  <c:v>0.60499999999999998</c:v>
                </c:pt>
                <c:pt idx="1492">
                  <c:v>0.60499999999999998</c:v>
                </c:pt>
                <c:pt idx="1493">
                  <c:v>0.60499999999999998</c:v>
                </c:pt>
                <c:pt idx="1494">
                  <c:v>0.60499999999999998</c:v>
                </c:pt>
                <c:pt idx="1495">
                  <c:v>0.60499999999999998</c:v>
                </c:pt>
                <c:pt idx="1496">
                  <c:v>0.60499999999999998</c:v>
                </c:pt>
                <c:pt idx="1497">
                  <c:v>0.60499999999999998</c:v>
                </c:pt>
                <c:pt idx="1498">
                  <c:v>0.60499999999999998</c:v>
                </c:pt>
                <c:pt idx="1499">
                  <c:v>0.60499999999999998</c:v>
                </c:pt>
                <c:pt idx="1500">
                  <c:v>0.60499999999999998</c:v>
                </c:pt>
                <c:pt idx="1501">
                  <c:v>0.60499999999999998</c:v>
                </c:pt>
                <c:pt idx="1502">
                  <c:v>0.60499999999999998</c:v>
                </c:pt>
                <c:pt idx="1503">
                  <c:v>0.60499999999999998</c:v>
                </c:pt>
                <c:pt idx="1504">
                  <c:v>0.60499999999999998</c:v>
                </c:pt>
                <c:pt idx="1505">
                  <c:v>0.60499999999999998</c:v>
                </c:pt>
                <c:pt idx="1506">
                  <c:v>0.60499999999999998</c:v>
                </c:pt>
                <c:pt idx="1507">
                  <c:v>0.60499999999999998</c:v>
                </c:pt>
                <c:pt idx="1508">
                  <c:v>0.60499999999999998</c:v>
                </c:pt>
                <c:pt idx="1509">
                  <c:v>0.60499999999999998</c:v>
                </c:pt>
                <c:pt idx="1510">
                  <c:v>0.60499999999999998</c:v>
                </c:pt>
                <c:pt idx="1511">
                  <c:v>0.60499999999999998</c:v>
                </c:pt>
                <c:pt idx="1512">
                  <c:v>0.60499999999999998</c:v>
                </c:pt>
                <c:pt idx="1513">
                  <c:v>0.60499999999999998</c:v>
                </c:pt>
                <c:pt idx="1514">
                  <c:v>0.60499999999999998</c:v>
                </c:pt>
                <c:pt idx="1515">
                  <c:v>0.60499999999999998</c:v>
                </c:pt>
                <c:pt idx="1516">
                  <c:v>0.60499999999999998</c:v>
                </c:pt>
                <c:pt idx="1517">
                  <c:v>0.60499999999999998</c:v>
                </c:pt>
                <c:pt idx="1518">
                  <c:v>0.60499999999999998</c:v>
                </c:pt>
                <c:pt idx="1519">
                  <c:v>0.60499999999999998</c:v>
                </c:pt>
                <c:pt idx="1520">
                  <c:v>0.60499999999999998</c:v>
                </c:pt>
                <c:pt idx="1521">
                  <c:v>0.60499999999999998</c:v>
                </c:pt>
                <c:pt idx="1522">
                  <c:v>0.60499999999999998</c:v>
                </c:pt>
                <c:pt idx="1523">
                  <c:v>0.60499999999999998</c:v>
                </c:pt>
                <c:pt idx="1524">
                  <c:v>0.60499999999999998</c:v>
                </c:pt>
                <c:pt idx="1525">
                  <c:v>0.60499999999999998</c:v>
                </c:pt>
                <c:pt idx="1526">
                  <c:v>0.60499999999999998</c:v>
                </c:pt>
                <c:pt idx="1527">
                  <c:v>0.60499999999999998</c:v>
                </c:pt>
                <c:pt idx="1528">
                  <c:v>0.60499999999999998</c:v>
                </c:pt>
                <c:pt idx="1529">
                  <c:v>0.60499999999999998</c:v>
                </c:pt>
                <c:pt idx="1530">
                  <c:v>0.60499999999999998</c:v>
                </c:pt>
                <c:pt idx="1531">
                  <c:v>0.60499999999999998</c:v>
                </c:pt>
                <c:pt idx="1532">
                  <c:v>0.60499999999999998</c:v>
                </c:pt>
                <c:pt idx="1533">
                  <c:v>0.60499999999999998</c:v>
                </c:pt>
                <c:pt idx="1534">
                  <c:v>0.60499999999999998</c:v>
                </c:pt>
                <c:pt idx="1535">
                  <c:v>0.41660000000000003</c:v>
                </c:pt>
                <c:pt idx="1536">
                  <c:v>0.35499999999999998</c:v>
                </c:pt>
                <c:pt idx="1537">
                  <c:v>0.35499999999999998</c:v>
                </c:pt>
                <c:pt idx="1538">
                  <c:v>0.35499999999999998</c:v>
                </c:pt>
                <c:pt idx="1539">
                  <c:v>0.35499999999999998</c:v>
                </c:pt>
                <c:pt idx="1540">
                  <c:v>0.35499999999999998</c:v>
                </c:pt>
                <c:pt idx="1541">
                  <c:v>0.35499999999999998</c:v>
                </c:pt>
                <c:pt idx="1542">
                  <c:v>0.35499999999999998</c:v>
                </c:pt>
                <c:pt idx="1543">
                  <c:v>0.35499999999999998</c:v>
                </c:pt>
                <c:pt idx="1544">
                  <c:v>0.35499999999999998</c:v>
                </c:pt>
                <c:pt idx="1545">
                  <c:v>0.35499999999999998</c:v>
                </c:pt>
                <c:pt idx="1546">
                  <c:v>0.35499999999999998</c:v>
                </c:pt>
                <c:pt idx="1547">
                  <c:v>0.35499999999999998</c:v>
                </c:pt>
                <c:pt idx="1548">
                  <c:v>0.35499999999999998</c:v>
                </c:pt>
                <c:pt idx="1549">
                  <c:v>0.35499999999999998</c:v>
                </c:pt>
                <c:pt idx="1550">
                  <c:v>0.35499999999999998</c:v>
                </c:pt>
                <c:pt idx="1551">
                  <c:v>0.35499999999999998</c:v>
                </c:pt>
                <c:pt idx="1552">
                  <c:v>0.35499999999999998</c:v>
                </c:pt>
                <c:pt idx="1553">
                  <c:v>0.35499999999999998</c:v>
                </c:pt>
                <c:pt idx="1554">
                  <c:v>0.35499999999999998</c:v>
                </c:pt>
                <c:pt idx="1555">
                  <c:v>0.35499999999999998</c:v>
                </c:pt>
                <c:pt idx="1556">
                  <c:v>0.35499999999999998</c:v>
                </c:pt>
                <c:pt idx="1557">
                  <c:v>0.35499999999999998</c:v>
                </c:pt>
                <c:pt idx="1558">
                  <c:v>0.35499999999999998</c:v>
                </c:pt>
                <c:pt idx="1559">
                  <c:v>0.35499999999999998</c:v>
                </c:pt>
                <c:pt idx="1560">
                  <c:v>0.35499999999999998</c:v>
                </c:pt>
                <c:pt idx="1561">
                  <c:v>0.35499999999999998</c:v>
                </c:pt>
                <c:pt idx="1562">
                  <c:v>0.35499999999999998</c:v>
                </c:pt>
                <c:pt idx="1563">
                  <c:v>0.35499999999999998</c:v>
                </c:pt>
                <c:pt idx="1564">
                  <c:v>0.35499999999999998</c:v>
                </c:pt>
                <c:pt idx="1565">
                  <c:v>0.35499999999999998</c:v>
                </c:pt>
                <c:pt idx="1566">
                  <c:v>0.35499999999999998</c:v>
                </c:pt>
                <c:pt idx="1567">
                  <c:v>0.35499999999999998</c:v>
                </c:pt>
                <c:pt idx="1568">
                  <c:v>0.35499999999999998</c:v>
                </c:pt>
                <c:pt idx="1569">
                  <c:v>0.35499999999999998</c:v>
                </c:pt>
                <c:pt idx="1570">
                  <c:v>0.35499999999999998</c:v>
                </c:pt>
                <c:pt idx="1571">
                  <c:v>0.35499999999999998</c:v>
                </c:pt>
                <c:pt idx="1572">
                  <c:v>0.35499999999999998</c:v>
                </c:pt>
                <c:pt idx="1573">
                  <c:v>0.35499999999999998</c:v>
                </c:pt>
                <c:pt idx="1574">
                  <c:v>0.35499999999999998</c:v>
                </c:pt>
                <c:pt idx="1575">
                  <c:v>0.35499999999999998</c:v>
                </c:pt>
                <c:pt idx="1576">
                  <c:v>0.35499999999999998</c:v>
                </c:pt>
                <c:pt idx="1577">
                  <c:v>0.35499999999999998</c:v>
                </c:pt>
                <c:pt idx="1578">
                  <c:v>0.35499999999999998</c:v>
                </c:pt>
                <c:pt idx="1579">
                  <c:v>0.35499999999999998</c:v>
                </c:pt>
                <c:pt idx="1580">
                  <c:v>0.35499999999999998</c:v>
                </c:pt>
                <c:pt idx="1581">
                  <c:v>0.35499999999999998</c:v>
                </c:pt>
                <c:pt idx="1582">
                  <c:v>0.35499999999999998</c:v>
                </c:pt>
                <c:pt idx="1583">
                  <c:v>0.35499999999999998</c:v>
                </c:pt>
                <c:pt idx="1584">
                  <c:v>0.35499999999999998</c:v>
                </c:pt>
                <c:pt idx="1585">
                  <c:v>0.35499999999999998</c:v>
                </c:pt>
                <c:pt idx="1586">
                  <c:v>0.35499999999999998</c:v>
                </c:pt>
                <c:pt idx="1587">
                  <c:v>0.35499999999999998</c:v>
                </c:pt>
                <c:pt idx="1588">
                  <c:v>0.35499999999999998</c:v>
                </c:pt>
                <c:pt idx="1589">
                  <c:v>0.35499999999999998</c:v>
                </c:pt>
                <c:pt idx="1590">
                  <c:v>0.35499999999999998</c:v>
                </c:pt>
                <c:pt idx="1591">
                  <c:v>0.35499999999999998</c:v>
                </c:pt>
                <c:pt idx="1592">
                  <c:v>0.35499999999999998</c:v>
                </c:pt>
                <c:pt idx="1593">
                  <c:v>0.35499999999999998</c:v>
                </c:pt>
                <c:pt idx="1594">
                  <c:v>0.35499999999999998</c:v>
                </c:pt>
                <c:pt idx="1595">
                  <c:v>0.35499999999999998</c:v>
                </c:pt>
                <c:pt idx="1596">
                  <c:v>0.35499999999999998</c:v>
                </c:pt>
                <c:pt idx="1597">
                  <c:v>0.35499999999999998</c:v>
                </c:pt>
                <c:pt idx="1598">
                  <c:v>0.35499999999999998</c:v>
                </c:pt>
                <c:pt idx="1599">
                  <c:v>0.35499999999999998</c:v>
                </c:pt>
                <c:pt idx="1600">
                  <c:v>0.35499999999999998</c:v>
                </c:pt>
                <c:pt idx="1601">
                  <c:v>0.35499999999999998</c:v>
                </c:pt>
                <c:pt idx="1602">
                  <c:v>0.35499999999999998</c:v>
                </c:pt>
                <c:pt idx="1603">
                  <c:v>0.35499999999999998</c:v>
                </c:pt>
                <c:pt idx="1604">
                  <c:v>0.35499999999999998</c:v>
                </c:pt>
                <c:pt idx="1605">
                  <c:v>0.35499999999999998</c:v>
                </c:pt>
                <c:pt idx="1606">
                  <c:v>0.35499999999999998</c:v>
                </c:pt>
                <c:pt idx="1607">
                  <c:v>0.35499999999999998</c:v>
                </c:pt>
                <c:pt idx="1608">
                  <c:v>0.35499999999999998</c:v>
                </c:pt>
                <c:pt idx="1609">
                  <c:v>0.35499999999999998</c:v>
                </c:pt>
                <c:pt idx="1610">
                  <c:v>0.35499999999999998</c:v>
                </c:pt>
                <c:pt idx="1611">
                  <c:v>0.35499999999999998</c:v>
                </c:pt>
                <c:pt idx="1612">
                  <c:v>0.35499999999999998</c:v>
                </c:pt>
                <c:pt idx="1613">
                  <c:v>0.35499999999999998</c:v>
                </c:pt>
                <c:pt idx="1614">
                  <c:v>0.35499999999999998</c:v>
                </c:pt>
                <c:pt idx="1615">
                  <c:v>0.35499999999999998</c:v>
                </c:pt>
                <c:pt idx="1616">
                  <c:v>0.35499999999999998</c:v>
                </c:pt>
                <c:pt idx="1617">
                  <c:v>0.35499999999999998</c:v>
                </c:pt>
                <c:pt idx="1618">
                  <c:v>0.35499999999999998</c:v>
                </c:pt>
                <c:pt idx="1619">
                  <c:v>0.35499999999999998</c:v>
                </c:pt>
                <c:pt idx="1620">
                  <c:v>0.35499999999999998</c:v>
                </c:pt>
                <c:pt idx="1621">
                  <c:v>0.35499999999999998</c:v>
                </c:pt>
                <c:pt idx="1622">
                  <c:v>0.35499999999999998</c:v>
                </c:pt>
                <c:pt idx="1623">
                  <c:v>0.35499999999999998</c:v>
                </c:pt>
                <c:pt idx="1624">
                  <c:v>0.35499999999999998</c:v>
                </c:pt>
                <c:pt idx="1625">
                  <c:v>0.35499999999999998</c:v>
                </c:pt>
                <c:pt idx="1626">
                  <c:v>0.35499999999999998</c:v>
                </c:pt>
                <c:pt idx="1627">
                  <c:v>0.35499999999999998</c:v>
                </c:pt>
                <c:pt idx="1628">
                  <c:v>0.35499999999999998</c:v>
                </c:pt>
                <c:pt idx="1629">
                  <c:v>0.35499999999999998</c:v>
                </c:pt>
                <c:pt idx="1630">
                  <c:v>0.35499999999999998</c:v>
                </c:pt>
                <c:pt idx="1631">
                  <c:v>0.35499999999999998</c:v>
                </c:pt>
                <c:pt idx="1632">
                  <c:v>0.35499999999999998</c:v>
                </c:pt>
                <c:pt idx="1633">
                  <c:v>0.35499999999999998</c:v>
                </c:pt>
                <c:pt idx="1634">
                  <c:v>0.35499999999999998</c:v>
                </c:pt>
                <c:pt idx="1635">
                  <c:v>0.35499999999999998</c:v>
                </c:pt>
                <c:pt idx="1636">
                  <c:v>0.35499999999999998</c:v>
                </c:pt>
                <c:pt idx="1637">
                  <c:v>0.35499999999999998</c:v>
                </c:pt>
                <c:pt idx="1638">
                  <c:v>0.35499999999999998</c:v>
                </c:pt>
                <c:pt idx="1639">
                  <c:v>0.35499999999999998</c:v>
                </c:pt>
                <c:pt idx="1640">
                  <c:v>0.35499999999999998</c:v>
                </c:pt>
                <c:pt idx="1641">
                  <c:v>0.35499999999999998</c:v>
                </c:pt>
                <c:pt idx="1642">
                  <c:v>0.35499999999999998</c:v>
                </c:pt>
                <c:pt idx="1643">
                  <c:v>0.35499999999999998</c:v>
                </c:pt>
                <c:pt idx="1644">
                  <c:v>0.35499999999999998</c:v>
                </c:pt>
                <c:pt idx="1645">
                  <c:v>0.35499999999999998</c:v>
                </c:pt>
                <c:pt idx="1646">
                  <c:v>0.35499999999999998</c:v>
                </c:pt>
                <c:pt idx="1647">
                  <c:v>0.35499999999999998</c:v>
                </c:pt>
                <c:pt idx="1648">
                  <c:v>0.35499999999999998</c:v>
                </c:pt>
                <c:pt idx="1649">
                  <c:v>0.35499999999999998</c:v>
                </c:pt>
                <c:pt idx="1650">
                  <c:v>0.35499999999999998</c:v>
                </c:pt>
                <c:pt idx="1651">
                  <c:v>0.35499999999999998</c:v>
                </c:pt>
                <c:pt idx="1652">
                  <c:v>0.35499999999999998</c:v>
                </c:pt>
                <c:pt idx="1653">
                  <c:v>0.35499999999999998</c:v>
                </c:pt>
                <c:pt idx="1654">
                  <c:v>0.35499999999999998</c:v>
                </c:pt>
                <c:pt idx="1655">
                  <c:v>0.35499999999999998</c:v>
                </c:pt>
                <c:pt idx="1656">
                  <c:v>0.35499999999999998</c:v>
                </c:pt>
                <c:pt idx="1657">
                  <c:v>0.35499999999999998</c:v>
                </c:pt>
                <c:pt idx="1658">
                  <c:v>0.35499999999999998</c:v>
                </c:pt>
                <c:pt idx="1659">
                  <c:v>0.35499999999999998</c:v>
                </c:pt>
                <c:pt idx="1660">
                  <c:v>0.35499999999999998</c:v>
                </c:pt>
                <c:pt idx="1661">
                  <c:v>0.35499999999999998</c:v>
                </c:pt>
                <c:pt idx="1662">
                  <c:v>0.35499999999999998</c:v>
                </c:pt>
                <c:pt idx="1663">
                  <c:v>0.35499999999999998</c:v>
                </c:pt>
                <c:pt idx="1664">
                  <c:v>0.35499999999999998</c:v>
                </c:pt>
                <c:pt idx="1665">
                  <c:v>0.35499999999999998</c:v>
                </c:pt>
                <c:pt idx="1666">
                  <c:v>0.35499999999999998</c:v>
                </c:pt>
                <c:pt idx="1667">
                  <c:v>0.35499999999999998</c:v>
                </c:pt>
                <c:pt idx="1668">
                  <c:v>0.35499999999999998</c:v>
                </c:pt>
                <c:pt idx="1669">
                  <c:v>0.35499999999999998</c:v>
                </c:pt>
                <c:pt idx="1670">
                  <c:v>0.35499999999999998</c:v>
                </c:pt>
                <c:pt idx="1671">
                  <c:v>0.35499999999999998</c:v>
                </c:pt>
                <c:pt idx="1672">
                  <c:v>0.35499999999999998</c:v>
                </c:pt>
                <c:pt idx="1673">
                  <c:v>0.35499999999999998</c:v>
                </c:pt>
                <c:pt idx="1674">
                  <c:v>0.35499999999999998</c:v>
                </c:pt>
                <c:pt idx="1675">
                  <c:v>0.35499999999999998</c:v>
                </c:pt>
                <c:pt idx="1676">
                  <c:v>0.35499999999999998</c:v>
                </c:pt>
                <c:pt idx="1677">
                  <c:v>0.35499999999999998</c:v>
                </c:pt>
                <c:pt idx="1678">
                  <c:v>0.35499999999999998</c:v>
                </c:pt>
                <c:pt idx="1679">
                  <c:v>0.35499999999999998</c:v>
                </c:pt>
                <c:pt idx="1680">
                  <c:v>0.35499999999999998</c:v>
                </c:pt>
                <c:pt idx="1681">
                  <c:v>0.35499999999999998</c:v>
                </c:pt>
                <c:pt idx="1682">
                  <c:v>0.35499999999999998</c:v>
                </c:pt>
                <c:pt idx="1683">
                  <c:v>0.35499999999999998</c:v>
                </c:pt>
                <c:pt idx="1684">
                  <c:v>0.35499999999999998</c:v>
                </c:pt>
                <c:pt idx="1685">
                  <c:v>0.35499999999999998</c:v>
                </c:pt>
                <c:pt idx="1686">
                  <c:v>0.35499999999999998</c:v>
                </c:pt>
                <c:pt idx="1687">
                  <c:v>0.35499999999999998</c:v>
                </c:pt>
                <c:pt idx="1688">
                  <c:v>0.35499999999999998</c:v>
                </c:pt>
                <c:pt idx="1689">
                  <c:v>0.35499999999999998</c:v>
                </c:pt>
                <c:pt idx="1690">
                  <c:v>0.35499999999999998</c:v>
                </c:pt>
                <c:pt idx="1691">
                  <c:v>0.35499999999999998</c:v>
                </c:pt>
                <c:pt idx="1692">
                  <c:v>0.35499999999999998</c:v>
                </c:pt>
                <c:pt idx="1693">
                  <c:v>0.35499999999999998</c:v>
                </c:pt>
                <c:pt idx="1694">
                  <c:v>0.35499999999999998</c:v>
                </c:pt>
                <c:pt idx="1695">
                  <c:v>0.35499999999999998</c:v>
                </c:pt>
                <c:pt idx="1696">
                  <c:v>0.35499999999999998</c:v>
                </c:pt>
                <c:pt idx="1697">
                  <c:v>0.35499999999999998</c:v>
                </c:pt>
                <c:pt idx="1698">
                  <c:v>0.35499999999999998</c:v>
                </c:pt>
                <c:pt idx="1699">
                  <c:v>0.35499999999999998</c:v>
                </c:pt>
                <c:pt idx="1700">
                  <c:v>0.35499999999999998</c:v>
                </c:pt>
                <c:pt idx="1701">
                  <c:v>0.35499999999999998</c:v>
                </c:pt>
                <c:pt idx="1702">
                  <c:v>0.35499999999999998</c:v>
                </c:pt>
                <c:pt idx="1703">
                  <c:v>0.35499999999999998</c:v>
                </c:pt>
                <c:pt idx="1704">
                  <c:v>0.35499999999999998</c:v>
                </c:pt>
                <c:pt idx="1705">
                  <c:v>0.35499999999999998</c:v>
                </c:pt>
                <c:pt idx="1706">
                  <c:v>0.35499999999999998</c:v>
                </c:pt>
                <c:pt idx="1707">
                  <c:v>0.35499999999999998</c:v>
                </c:pt>
                <c:pt idx="1708">
                  <c:v>0.35499999999999998</c:v>
                </c:pt>
                <c:pt idx="1709">
                  <c:v>0.35499999999999998</c:v>
                </c:pt>
                <c:pt idx="1710">
                  <c:v>0.35499999999999998</c:v>
                </c:pt>
                <c:pt idx="1711">
                  <c:v>0.35499999999999998</c:v>
                </c:pt>
                <c:pt idx="1712">
                  <c:v>0.35499999999999998</c:v>
                </c:pt>
                <c:pt idx="1713">
                  <c:v>0.35499999999999998</c:v>
                </c:pt>
                <c:pt idx="1714">
                  <c:v>0.35499999999999998</c:v>
                </c:pt>
                <c:pt idx="1715">
                  <c:v>0.35499999999999998</c:v>
                </c:pt>
                <c:pt idx="1716">
                  <c:v>0.35499999999999998</c:v>
                </c:pt>
                <c:pt idx="1717">
                  <c:v>0.35499999999999998</c:v>
                </c:pt>
                <c:pt idx="1718">
                  <c:v>0.35499999999999998</c:v>
                </c:pt>
                <c:pt idx="1719">
                  <c:v>0.35499999999999998</c:v>
                </c:pt>
                <c:pt idx="1720">
                  <c:v>0.35499999999999998</c:v>
                </c:pt>
                <c:pt idx="1721">
                  <c:v>0.35499999999999998</c:v>
                </c:pt>
                <c:pt idx="1722">
                  <c:v>0.35499999999999998</c:v>
                </c:pt>
                <c:pt idx="1723">
                  <c:v>0.35499999999999998</c:v>
                </c:pt>
                <c:pt idx="1724">
                  <c:v>0.35499999999999998</c:v>
                </c:pt>
                <c:pt idx="1725">
                  <c:v>0.35499999999999998</c:v>
                </c:pt>
                <c:pt idx="1726">
                  <c:v>0.35499999999999998</c:v>
                </c:pt>
                <c:pt idx="1727">
                  <c:v>0.35499999999999998</c:v>
                </c:pt>
                <c:pt idx="1728">
                  <c:v>0.35499999999999998</c:v>
                </c:pt>
                <c:pt idx="1729">
                  <c:v>0.35499999999999998</c:v>
                </c:pt>
                <c:pt idx="1730">
                  <c:v>0.35499999999999998</c:v>
                </c:pt>
                <c:pt idx="1731">
                  <c:v>0.35499999999999998</c:v>
                </c:pt>
                <c:pt idx="1732">
                  <c:v>0.35499999999999998</c:v>
                </c:pt>
                <c:pt idx="1733">
                  <c:v>0.35499999999999998</c:v>
                </c:pt>
                <c:pt idx="1734">
                  <c:v>0.35499999999999998</c:v>
                </c:pt>
                <c:pt idx="1735">
                  <c:v>0.35499999999999998</c:v>
                </c:pt>
                <c:pt idx="1736">
                  <c:v>0.35499999999999998</c:v>
                </c:pt>
                <c:pt idx="1737">
                  <c:v>0.35499999999999998</c:v>
                </c:pt>
                <c:pt idx="1738">
                  <c:v>0.35499999999999998</c:v>
                </c:pt>
                <c:pt idx="1739">
                  <c:v>0.35499999999999998</c:v>
                </c:pt>
                <c:pt idx="1740">
                  <c:v>0.35499999999999998</c:v>
                </c:pt>
                <c:pt idx="1741">
                  <c:v>0.35499999999999998</c:v>
                </c:pt>
                <c:pt idx="1742">
                  <c:v>0.35499999999999998</c:v>
                </c:pt>
                <c:pt idx="1743">
                  <c:v>0.35499999999999998</c:v>
                </c:pt>
                <c:pt idx="1744">
                  <c:v>0.35499999999999998</c:v>
                </c:pt>
                <c:pt idx="1745">
                  <c:v>0.35499999999999998</c:v>
                </c:pt>
                <c:pt idx="1746">
                  <c:v>0.35499999999999998</c:v>
                </c:pt>
                <c:pt idx="1747">
                  <c:v>0.35499999999999998</c:v>
                </c:pt>
                <c:pt idx="1748">
                  <c:v>0.35499999999999998</c:v>
                </c:pt>
                <c:pt idx="1749">
                  <c:v>0.35499999999999998</c:v>
                </c:pt>
                <c:pt idx="1750">
                  <c:v>0.35499999999999998</c:v>
                </c:pt>
                <c:pt idx="1751">
                  <c:v>0.35499999999999998</c:v>
                </c:pt>
                <c:pt idx="1752">
                  <c:v>0.35499999999999998</c:v>
                </c:pt>
                <c:pt idx="1753">
                  <c:v>0.35499999999999998</c:v>
                </c:pt>
                <c:pt idx="1754">
                  <c:v>0.35499999999999998</c:v>
                </c:pt>
                <c:pt idx="1755">
                  <c:v>0.35499999999999998</c:v>
                </c:pt>
                <c:pt idx="1756">
                  <c:v>0.35499999999999998</c:v>
                </c:pt>
                <c:pt idx="1757">
                  <c:v>0.35499999999999998</c:v>
                </c:pt>
                <c:pt idx="1758">
                  <c:v>0.35499999999999998</c:v>
                </c:pt>
                <c:pt idx="1759">
                  <c:v>0.35499999999999998</c:v>
                </c:pt>
                <c:pt idx="1760">
                  <c:v>0.35499999999999998</c:v>
                </c:pt>
                <c:pt idx="1761">
                  <c:v>0.35499999999999998</c:v>
                </c:pt>
                <c:pt idx="1762">
                  <c:v>0.35499999999999998</c:v>
                </c:pt>
                <c:pt idx="1763">
                  <c:v>0.35499999999999998</c:v>
                </c:pt>
                <c:pt idx="1764">
                  <c:v>0.35499999999999998</c:v>
                </c:pt>
                <c:pt idx="1765">
                  <c:v>0.35499999999999998</c:v>
                </c:pt>
                <c:pt idx="1766">
                  <c:v>0.35499999999999998</c:v>
                </c:pt>
                <c:pt idx="1767">
                  <c:v>0.35499999999999998</c:v>
                </c:pt>
                <c:pt idx="1768">
                  <c:v>0.35499999999999998</c:v>
                </c:pt>
                <c:pt idx="1769">
                  <c:v>0.35499999999999998</c:v>
                </c:pt>
                <c:pt idx="1770">
                  <c:v>0.35499999999999998</c:v>
                </c:pt>
                <c:pt idx="1771">
                  <c:v>0.35499999999999998</c:v>
                </c:pt>
                <c:pt idx="1772">
                  <c:v>0.35499999999999998</c:v>
                </c:pt>
                <c:pt idx="1773">
                  <c:v>0.35499999999999998</c:v>
                </c:pt>
                <c:pt idx="1774">
                  <c:v>0.35499999999999998</c:v>
                </c:pt>
                <c:pt idx="1775">
                  <c:v>0.35499999999999998</c:v>
                </c:pt>
                <c:pt idx="1776">
                  <c:v>0.35499999999999998</c:v>
                </c:pt>
                <c:pt idx="1777">
                  <c:v>0.35499999999999998</c:v>
                </c:pt>
                <c:pt idx="1778">
                  <c:v>0.35499999999999998</c:v>
                </c:pt>
                <c:pt idx="1779">
                  <c:v>0.35499999999999998</c:v>
                </c:pt>
                <c:pt idx="1780">
                  <c:v>0.35499999999999998</c:v>
                </c:pt>
                <c:pt idx="1781">
                  <c:v>0.35499999999999998</c:v>
                </c:pt>
                <c:pt idx="1782">
                  <c:v>0.35499999999999998</c:v>
                </c:pt>
                <c:pt idx="1783">
                  <c:v>0.35499999999999998</c:v>
                </c:pt>
                <c:pt idx="1784">
                  <c:v>0.35499999999999998</c:v>
                </c:pt>
                <c:pt idx="1785">
                  <c:v>0.35499999999999998</c:v>
                </c:pt>
                <c:pt idx="1786">
                  <c:v>0.35499999999999998</c:v>
                </c:pt>
                <c:pt idx="1787">
                  <c:v>0.35499999999999998</c:v>
                </c:pt>
                <c:pt idx="1788">
                  <c:v>0.35499999999999998</c:v>
                </c:pt>
                <c:pt idx="1789">
                  <c:v>0.35499999999999998</c:v>
                </c:pt>
                <c:pt idx="1790">
                  <c:v>0.35499999999999998</c:v>
                </c:pt>
                <c:pt idx="1791">
                  <c:v>0.35499999999999998</c:v>
                </c:pt>
                <c:pt idx="1792">
                  <c:v>0.35499999999999998</c:v>
                </c:pt>
                <c:pt idx="1793">
                  <c:v>0.35499999999999998</c:v>
                </c:pt>
                <c:pt idx="1794">
                  <c:v>0.35499999999999998</c:v>
                </c:pt>
                <c:pt idx="1795">
                  <c:v>0.35499999999999998</c:v>
                </c:pt>
                <c:pt idx="1796">
                  <c:v>0.35499999999999998</c:v>
                </c:pt>
                <c:pt idx="1797">
                  <c:v>0.35499999999999998</c:v>
                </c:pt>
                <c:pt idx="1798">
                  <c:v>0.35499999999999998</c:v>
                </c:pt>
                <c:pt idx="1799">
                  <c:v>0.35499999999999998</c:v>
                </c:pt>
                <c:pt idx="1800">
                  <c:v>0.35499999999999998</c:v>
                </c:pt>
                <c:pt idx="1801">
                  <c:v>0.35499999999999998</c:v>
                </c:pt>
                <c:pt idx="1802">
                  <c:v>0.35499999999999998</c:v>
                </c:pt>
                <c:pt idx="1803">
                  <c:v>0.35499999999999998</c:v>
                </c:pt>
                <c:pt idx="1804">
                  <c:v>0.35499999999999998</c:v>
                </c:pt>
                <c:pt idx="1805">
                  <c:v>0.35499999999999998</c:v>
                </c:pt>
                <c:pt idx="1806">
                  <c:v>0.35499999999999998</c:v>
                </c:pt>
                <c:pt idx="1807">
                  <c:v>0.35499999999999998</c:v>
                </c:pt>
                <c:pt idx="1808">
                  <c:v>0.35499999999999998</c:v>
                </c:pt>
                <c:pt idx="1809">
                  <c:v>0.35499999999999998</c:v>
                </c:pt>
                <c:pt idx="1810">
                  <c:v>0.35499999999999998</c:v>
                </c:pt>
                <c:pt idx="1811">
                  <c:v>0.35499999999999998</c:v>
                </c:pt>
                <c:pt idx="1812">
                  <c:v>0.35499999999999998</c:v>
                </c:pt>
                <c:pt idx="1813">
                  <c:v>0.35499999999999998</c:v>
                </c:pt>
                <c:pt idx="1814">
                  <c:v>0.35499999999999998</c:v>
                </c:pt>
                <c:pt idx="1815">
                  <c:v>0.35499999999999998</c:v>
                </c:pt>
                <c:pt idx="1816">
                  <c:v>0.35499999999999998</c:v>
                </c:pt>
                <c:pt idx="1817">
                  <c:v>0.35499999999999998</c:v>
                </c:pt>
                <c:pt idx="1818">
                  <c:v>0.35499999999999998</c:v>
                </c:pt>
                <c:pt idx="1819">
                  <c:v>0.35499999999999998</c:v>
                </c:pt>
                <c:pt idx="1820">
                  <c:v>0.35499999999999998</c:v>
                </c:pt>
                <c:pt idx="1821">
                  <c:v>0.35499999999999998</c:v>
                </c:pt>
                <c:pt idx="1822">
                  <c:v>0.35499999999999998</c:v>
                </c:pt>
                <c:pt idx="1823">
                  <c:v>0.35499999999999998</c:v>
                </c:pt>
                <c:pt idx="1824">
                  <c:v>0.35499999999999998</c:v>
                </c:pt>
                <c:pt idx="1825">
                  <c:v>0.35499999999999998</c:v>
                </c:pt>
                <c:pt idx="1826">
                  <c:v>0.35499999999999998</c:v>
                </c:pt>
                <c:pt idx="1827">
                  <c:v>0.35499999999999998</c:v>
                </c:pt>
                <c:pt idx="1828">
                  <c:v>0.35499999999999998</c:v>
                </c:pt>
                <c:pt idx="1829">
                  <c:v>0.35499999999999998</c:v>
                </c:pt>
                <c:pt idx="1830">
                  <c:v>0.35499999999999998</c:v>
                </c:pt>
                <c:pt idx="1831">
                  <c:v>0.35499999999999998</c:v>
                </c:pt>
                <c:pt idx="1832">
                  <c:v>0.35499999999999998</c:v>
                </c:pt>
                <c:pt idx="1833">
                  <c:v>0.35499999999999998</c:v>
                </c:pt>
                <c:pt idx="1834">
                  <c:v>0.35499999999999998</c:v>
                </c:pt>
                <c:pt idx="1835">
                  <c:v>0.35499999999999998</c:v>
                </c:pt>
                <c:pt idx="1836">
                  <c:v>0.35499999999999998</c:v>
                </c:pt>
                <c:pt idx="1837">
                  <c:v>0.35499999999999998</c:v>
                </c:pt>
                <c:pt idx="1838">
                  <c:v>0.35499999999999998</c:v>
                </c:pt>
                <c:pt idx="1839">
                  <c:v>0.35499999999999998</c:v>
                </c:pt>
                <c:pt idx="1840">
                  <c:v>0.35499999999999998</c:v>
                </c:pt>
                <c:pt idx="1841">
                  <c:v>0.35499999999999998</c:v>
                </c:pt>
                <c:pt idx="1842">
                  <c:v>0.35499999999999998</c:v>
                </c:pt>
                <c:pt idx="1843">
                  <c:v>0.35499999999999998</c:v>
                </c:pt>
                <c:pt idx="1844">
                  <c:v>0.35499999999999998</c:v>
                </c:pt>
                <c:pt idx="1845">
                  <c:v>0.35499999999999998</c:v>
                </c:pt>
                <c:pt idx="1846">
                  <c:v>0.35499999999999998</c:v>
                </c:pt>
                <c:pt idx="1847">
                  <c:v>0.35499999999999998</c:v>
                </c:pt>
                <c:pt idx="1848">
                  <c:v>0.35499999999999998</c:v>
                </c:pt>
                <c:pt idx="1849">
                  <c:v>0.35499999999999998</c:v>
                </c:pt>
                <c:pt idx="1850">
                  <c:v>0.35499999999999998</c:v>
                </c:pt>
                <c:pt idx="1851">
                  <c:v>0.35499999999999998</c:v>
                </c:pt>
                <c:pt idx="1852">
                  <c:v>0.35499999999999998</c:v>
                </c:pt>
                <c:pt idx="1853">
                  <c:v>0.35499999999999998</c:v>
                </c:pt>
                <c:pt idx="1854">
                  <c:v>0.35499999999999998</c:v>
                </c:pt>
                <c:pt idx="1855">
                  <c:v>0.35499999999999998</c:v>
                </c:pt>
                <c:pt idx="1856">
                  <c:v>0.35499999999999998</c:v>
                </c:pt>
                <c:pt idx="1857">
                  <c:v>0.35499999999999998</c:v>
                </c:pt>
                <c:pt idx="1858">
                  <c:v>0.35499999999999998</c:v>
                </c:pt>
                <c:pt idx="1859">
                  <c:v>0.35499999999999998</c:v>
                </c:pt>
                <c:pt idx="1860">
                  <c:v>0.35499999999999998</c:v>
                </c:pt>
                <c:pt idx="1861">
                  <c:v>0.35499999999999998</c:v>
                </c:pt>
                <c:pt idx="1862">
                  <c:v>0.35499999999999998</c:v>
                </c:pt>
                <c:pt idx="1863">
                  <c:v>0.35499999999999998</c:v>
                </c:pt>
                <c:pt idx="1864">
                  <c:v>0.35499999999999998</c:v>
                </c:pt>
                <c:pt idx="1865">
                  <c:v>0.35499999999999998</c:v>
                </c:pt>
                <c:pt idx="1866">
                  <c:v>0.35499999999999998</c:v>
                </c:pt>
                <c:pt idx="1867">
                  <c:v>0.35499999999999998</c:v>
                </c:pt>
                <c:pt idx="1868">
                  <c:v>0.35499999999999998</c:v>
                </c:pt>
                <c:pt idx="1869">
                  <c:v>0.35499999999999998</c:v>
                </c:pt>
                <c:pt idx="1870">
                  <c:v>0.35499999999999998</c:v>
                </c:pt>
                <c:pt idx="1871">
                  <c:v>0.35499999999999998</c:v>
                </c:pt>
                <c:pt idx="1872">
                  <c:v>0.35499999999999998</c:v>
                </c:pt>
                <c:pt idx="1873">
                  <c:v>0.35499999999999998</c:v>
                </c:pt>
                <c:pt idx="1874">
                  <c:v>0.35499999999999998</c:v>
                </c:pt>
                <c:pt idx="1875">
                  <c:v>0.35499999999999998</c:v>
                </c:pt>
                <c:pt idx="1876">
                  <c:v>0.35499999999999998</c:v>
                </c:pt>
                <c:pt idx="1877">
                  <c:v>0.35499999999999998</c:v>
                </c:pt>
                <c:pt idx="1878">
                  <c:v>0.35499999999999998</c:v>
                </c:pt>
                <c:pt idx="1879">
                  <c:v>0.35499999999999998</c:v>
                </c:pt>
                <c:pt idx="1880">
                  <c:v>0.35499999999999998</c:v>
                </c:pt>
                <c:pt idx="1881">
                  <c:v>0.35499999999999998</c:v>
                </c:pt>
                <c:pt idx="1882">
                  <c:v>0.35499999999999998</c:v>
                </c:pt>
                <c:pt idx="1883">
                  <c:v>0.35499999999999998</c:v>
                </c:pt>
                <c:pt idx="1884">
                  <c:v>0.35499999999999998</c:v>
                </c:pt>
                <c:pt idx="1885">
                  <c:v>0.35499999999999998</c:v>
                </c:pt>
                <c:pt idx="1886">
                  <c:v>0.35499999999999998</c:v>
                </c:pt>
                <c:pt idx="1887">
                  <c:v>0.35499999999999998</c:v>
                </c:pt>
                <c:pt idx="1888">
                  <c:v>0.35499999999999998</c:v>
                </c:pt>
                <c:pt idx="1889">
                  <c:v>0.35499999999999998</c:v>
                </c:pt>
                <c:pt idx="1890">
                  <c:v>0.35499999999999998</c:v>
                </c:pt>
                <c:pt idx="1891">
                  <c:v>0.35499999999999998</c:v>
                </c:pt>
                <c:pt idx="1892">
                  <c:v>0.35499999999999998</c:v>
                </c:pt>
                <c:pt idx="1893">
                  <c:v>0.35499999999999998</c:v>
                </c:pt>
                <c:pt idx="1894">
                  <c:v>0.35499999999999998</c:v>
                </c:pt>
                <c:pt idx="1895">
                  <c:v>0.35499999999999998</c:v>
                </c:pt>
                <c:pt idx="1896">
                  <c:v>0.35499999999999998</c:v>
                </c:pt>
                <c:pt idx="1897">
                  <c:v>0.35499999999999998</c:v>
                </c:pt>
                <c:pt idx="1898">
                  <c:v>0.35499999999999998</c:v>
                </c:pt>
                <c:pt idx="1899">
                  <c:v>0.35499999999999998</c:v>
                </c:pt>
                <c:pt idx="1900">
                  <c:v>0.35499999999999998</c:v>
                </c:pt>
                <c:pt idx="1901">
                  <c:v>0.35499999999999998</c:v>
                </c:pt>
                <c:pt idx="1902">
                  <c:v>0.35499999999999998</c:v>
                </c:pt>
                <c:pt idx="1903">
                  <c:v>0.35499999999999998</c:v>
                </c:pt>
                <c:pt idx="1904">
                  <c:v>0.35499999999999998</c:v>
                </c:pt>
                <c:pt idx="1905">
                  <c:v>0.35499999999999998</c:v>
                </c:pt>
                <c:pt idx="1906">
                  <c:v>0.35499999999999998</c:v>
                </c:pt>
                <c:pt idx="1907">
                  <c:v>0.35499999999999998</c:v>
                </c:pt>
                <c:pt idx="1908">
                  <c:v>0.35499999999999998</c:v>
                </c:pt>
                <c:pt idx="1909">
                  <c:v>0.35499999999999998</c:v>
                </c:pt>
                <c:pt idx="1910">
                  <c:v>0.35499999999999998</c:v>
                </c:pt>
                <c:pt idx="1911">
                  <c:v>0.35499999999999998</c:v>
                </c:pt>
                <c:pt idx="1912">
                  <c:v>0.35499999999999998</c:v>
                </c:pt>
                <c:pt idx="1913">
                  <c:v>0.35499999999999998</c:v>
                </c:pt>
                <c:pt idx="1914">
                  <c:v>0.35499999999999998</c:v>
                </c:pt>
                <c:pt idx="1915">
                  <c:v>0.35499999999999998</c:v>
                </c:pt>
                <c:pt idx="1916">
                  <c:v>0.35499999999999998</c:v>
                </c:pt>
                <c:pt idx="1917">
                  <c:v>0.35499999999999998</c:v>
                </c:pt>
                <c:pt idx="1918">
                  <c:v>0.35499999999999998</c:v>
                </c:pt>
                <c:pt idx="1919">
                  <c:v>0.35499999999999998</c:v>
                </c:pt>
                <c:pt idx="1920">
                  <c:v>0.35499999999999998</c:v>
                </c:pt>
                <c:pt idx="1921">
                  <c:v>0.35499999999999998</c:v>
                </c:pt>
                <c:pt idx="1922">
                  <c:v>0.35499999999999998</c:v>
                </c:pt>
                <c:pt idx="1923">
                  <c:v>0.35499999999999998</c:v>
                </c:pt>
                <c:pt idx="1924">
                  <c:v>0.35499999999999998</c:v>
                </c:pt>
                <c:pt idx="1925">
                  <c:v>0.35499999999999998</c:v>
                </c:pt>
                <c:pt idx="1926">
                  <c:v>0.35499999999999998</c:v>
                </c:pt>
                <c:pt idx="1927">
                  <c:v>0.35499999999999998</c:v>
                </c:pt>
                <c:pt idx="1928">
                  <c:v>0.35499999999999998</c:v>
                </c:pt>
                <c:pt idx="1929">
                  <c:v>0.35499999999999998</c:v>
                </c:pt>
                <c:pt idx="1930">
                  <c:v>0.35499999999999998</c:v>
                </c:pt>
                <c:pt idx="1931">
                  <c:v>0.35499999999999998</c:v>
                </c:pt>
                <c:pt idx="1932">
                  <c:v>0.35499999999999998</c:v>
                </c:pt>
                <c:pt idx="1933">
                  <c:v>0.35499999999999998</c:v>
                </c:pt>
                <c:pt idx="1934">
                  <c:v>0.35499999999999998</c:v>
                </c:pt>
                <c:pt idx="1935">
                  <c:v>0.35499999999999998</c:v>
                </c:pt>
                <c:pt idx="1936">
                  <c:v>0.35499999999999998</c:v>
                </c:pt>
                <c:pt idx="1937">
                  <c:v>0.35499999999999998</c:v>
                </c:pt>
                <c:pt idx="1938">
                  <c:v>0.35499999999999998</c:v>
                </c:pt>
                <c:pt idx="1939">
                  <c:v>0.35499999999999998</c:v>
                </c:pt>
                <c:pt idx="1940">
                  <c:v>0.35499999999999998</c:v>
                </c:pt>
                <c:pt idx="1941">
                  <c:v>0.35499999999999998</c:v>
                </c:pt>
                <c:pt idx="1942">
                  <c:v>0.35499999999999998</c:v>
                </c:pt>
                <c:pt idx="1943">
                  <c:v>0.35499999999999998</c:v>
                </c:pt>
                <c:pt idx="1944">
                  <c:v>0.35499999999999998</c:v>
                </c:pt>
                <c:pt idx="1945">
                  <c:v>0.35499999999999998</c:v>
                </c:pt>
                <c:pt idx="1946">
                  <c:v>0.35499999999999998</c:v>
                </c:pt>
                <c:pt idx="1947">
                  <c:v>0.35499999999999998</c:v>
                </c:pt>
                <c:pt idx="1948">
                  <c:v>0.35499999999999998</c:v>
                </c:pt>
                <c:pt idx="1949">
                  <c:v>0.35499999999999998</c:v>
                </c:pt>
                <c:pt idx="1950">
                  <c:v>0.35499999999999998</c:v>
                </c:pt>
                <c:pt idx="1951">
                  <c:v>0.35499999999999998</c:v>
                </c:pt>
                <c:pt idx="1952">
                  <c:v>0.35499999999999998</c:v>
                </c:pt>
                <c:pt idx="1953">
                  <c:v>0.35499999999999998</c:v>
                </c:pt>
                <c:pt idx="1954">
                  <c:v>0.35499999999999998</c:v>
                </c:pt>
                <c:pt idx="1955">
                  <c:v>0.35499999999999998</c:v>
                </c:pt>
                <c:pt idx="1956">
                  <c:v>0.35499999999999998</c:v>
                </c:pt>
                <c:pt idx="1957">
                  <c:v>0.35499999999999998</c:v>
                </c:pt>
                <c:pt idx="1958">
                  <c:v>0.35499999999999998</c:v>
                </c:pt>
                <c:pt idx="1959">
                  <c:v>0.35499999999999998</c:v>
                </c:pt>
                <c:pt idx="1960">
                  <c:v>0.35499999999999998</c:v>
                </c:pt>
                <c:pt idx="1961">
                  <c:v>0.35499999999999998</c:v>
                </c:pt>
                <c:pt idx="1962">
                  <c:v>0.35499999999999998</c:v>
                </c:pt>
                <c:pt idx="1963">
                  <c:v>0.35499999999999998</c:v>
                </c:pt>
                <c:pt idx="1964">
                  <c:v>0.35499999999999998</c:v>
                </c:pt>
                <c:pt idx="1965">
                  <c:v>0.35499999999999998</c:v>
                </c:pt>
                <c:pt idx="1966">
                  <c:v>0.35499999999999998</c:v>
                </c:pt>
                <c:pt idx="1967">
                  <c:v>0.35499999999999998</c:v>
                </c:pt>
                <c:pt idx="1968">
                  <c:v>0.35499999999999998</c:v>
                </c:pt>
                <c:pt idx="1969">
                  <c:v>0.35499999999999998</c:v>
                </c:pt>
                <c:pt idx="1970">
                  <c:v>0.35499999999999998</c:v>
                </c:pt>
                <c:pt idx="1971">
                  <c:v>0.35499999999999998</c:v>
                </c:pt>
                <c:pt idx="1972">
                  <c:v>0.35499999999999998</c:v>
                </c:pt>
                <c:pt idx="1973">
                  <c:v>0.35499999999999998</c:v>
                </c:pt>
                <c:pt idx="1974">
                  <c:v>0.35499999999999998</c:v>
                </c:pt>
                <c:pt idx="1975">
                  <c:v>0.35499999999999998</c:v>
                </c:pt>
                <c:pt idx="1976">
                  <c:v>0.35499999999999998</c:v>
                </c:pt>
                <c:pt idx="1977">
                  <c:v>0.35499999999999998</c:v>
                </c:pt>
                <c:pt idx="1978">
                  <c:v>0.35499999999999998</c:v>
                </c:pt>
                <c:pt idx="1979">
                  <c:v>0.35499999999999998</c:v>
                </c:pt>
                <c:pt idx="1980">
                  <c:v>0.35499999999999998</c:v>
                </c:pt>
                <c:pt idx="1981">
                  <c:v>0.35499999999999998</c:v>
                </c:pt>
                <c:pt idx="1982">
                  <c:v>0.35499999999999998</c:v>
                </c:pt>
                <c:pt idx="1983">
                  <c:v>0.35499999999999998</c:v>
                </c:pt>
                <c:pt idx="1984">
                  <c:v>0.35499999999999998</c:v>
                </c:pt>
                <c:pt idx="1985">
                  <c:v>0.35499999999999998</c:v>
                </c:pt>
                <c:pt idx="1986">
                  <c:v>0.35499999999999998</c:v>
                </c:pt>
                <c:pt idx="1987">
                  <c:v>0.35499999999999998</c:v>
                </c:pt>
                <c:pt idx="1988">
                  <c:v>0.35499999999999998</c:v>
                </c:pt>
                <c:pt idx="1989">
                  <c:v>0.35499999999999998</c:v>
                </c:pt>
                <c:pt idx="1990">
                  <c:v>0.35499999999999998</c:v>
                </c:pt>
                <c:pt idx="1991">
                  <c:v>0.35499999999999998</c:v>
                </c:pt>
                <c:pt idx="1992">
                  <c:v>0.35499999999999998</c:v>
                </c:pt>
                <c:pt idx="1993">
                  <c:v>0.35499999999999998</c:v>
                </c:pt>
                <c:pt idx="1994">
                  <c:v>0.35499999999999998</c:v>
                </c:pt>
                <c:pt idx="1995">
                  <c:v>0.35499999999999998</c:v>
                </c:pt>
                <c:pt idx="1996">
                  <c:v>0.35499999999999998</c:v>
                </c:pt>
                <c:pt idx="1997">
                  <c:v>0.35499999999999998</c:v>
                </c:pt>
                <c:pt idx="1998">
                  <c:v>0.35499999999999998</c:v>
                </c:pt>
                <c:pt idx="1999">
                  <c:v>0.35499999999999998</c:v>
                </c:pt>
                <c:pt idx="2000">
                  <c:v>0.35499999999999998</c:v>
                </c:pt>
                <c:pt idx="2001">
                  <c:v>0.35499999999999998</c:v>
                </c:pt>
                <c:pt idx="2002">
                  <c:v>0.35499999999999998</c:v>
                </c:pt>
                <c:pt idx="2003">
                  <c:v>0.35499999999999998</c:v>
                </c:pt>
                <c:pt idx="2004">
                  <c:v>0.35499999999999998</c:v>
                </c:pt>
                <c:pt idx="2005">
                  <c:v>0.35499999999999998</c:v>
                </c:pt>
                <c:pt idx="2006">
                  <c:v>0.35499999999999998</c:v>
                </c:pt>
                <c:pt idx="2007">
                  <c:v>0.35499999999999998</c:v>
                </c:pt>
                <c:pt idx="2008">
                  <c:v>0.35499999999999998</c:v>
                </c:pt>
                <c:pt idx="2009">
                  <c:v>0.35499999999999998</c:v>
                </c:pt>
                <c:pt idx="2010">
                  <c:v>0.35499999999999998</c:v>
                </c:pt>
                <c:pt idx="2011">
                  <c:v>0.35499999999999998</c:v>
                </c:pt>
                <c:pt idx="2012">
                  <c:v>0.35499999999999998</c:v>
                </c:pt>
                <c:pt idx="2013">
                  <c:v>0.35499999999999998</c:v>
                </c:pt>
                <c:pt idx="2014">
                  <c:v>0.35499999999999998</c:v>
                </c:pt>
                <c:pt idx="2015">
                  <c:v>0.35499999999999998</c:v>
                </c:pt>
                <c:pt idx="2016">
                  <c:v>0.35499999999999998</c:v>
                </c:pt>
                <c:pt idx="2017">
                  <c:v>0.35499999999999998</c:v>
                </c:pt>
                <c:pt idx="2018">
                  <c:v>0.35499999999999998</c:v>
                </c:pt>
                <c:pt idx="2019">
                  <c:v>0.35499999999999998</c:v>
                </c:pt>
                <c:pt idx="2020">
                  <c:v>0.35499999999999998</c:v>
                </c:pt>
                <c:pt idx="2021">
                  <c:v>0.35499999999999998</c:v>
                </c:pt>
                <c:pt idx="2022">
                  <c:v>0.35499999999999998</c:v>
                </c:pt>
                <c:pt idx="2023">
                  <c:v>0.35499999999999998</c:v>
                </c:pt>
                <c:pt idx="2024">
                  <c:v>0.35499999999999998</c:v>
                </c:pt>
                <c:pt idx="2025">
                  <c:v>0.35499999999999998</c:v>
                </c:pt>
                <c:pt idx="2026">
                  <c:v>0.35499999999999998</c:v>
                </c:pt>
                <c:pt idx="2027">
                  <c:v>0.35499999999999998</c:v>
                </c:pt>
                <c:pt idx="2028">
                  <c:v>0.35499999999999998</c:v>
                </c:pt>
                <c:pt idx="2029">
                  <c:v>0.35499999999999998</c:v>
                </c:pt>
                <c:pt idx="2030">
                  <c:v>0.35499999999999998</c:v>
                </c:pt>
                <c:pt idx="2031">
                  <c:v>0.35499999999999998</c:v>
                </c:pt>
                <c:pt idx="2032">
                  <c:v>0.35499999999999998</c:v>
                </c:pt>
                <c:pt idx="2033">
                  <c:v>0.35499999999999998</c:v>
                </c:pt>
                <c:pt idx="2034">
                  <c:v>0.35499999999999998</c:v>
                </c:pt>
                <c:pt idx="2035">
                  <c:v>0.35499999999999998</c:v>
                </c:pt>
                <c:pt idx="2036">
                  <c:v>0.35499999999999998</c:v>
                </c:pt>
                <c:pt idx="2037">
                  <c:v>0.35499999999999998</c:v>
                </c:pt>
                <c:pt idx="2038">
                  <c:v>0.35499999999999998</c:v>
                </c:pt>
                <c:pt idx="2039">
                  <c:v>0.35499999999999998</c:v>
                </c:pt>
                <c:pt idx="2040">
                  <c:v>0.35499999999999998</c:v>
                </c:pt>
                <c:pt idx="2041">
                  <c:v>0.35499999999999998</c:v>
                </c:pt>
                <c:pt idx="2042">
                  <c:v>0.35499999999999998</c:v>
                </c:pt>
                <c:pt idx="2043">
                  <c:v>0.35499999999999998</c:v>
                </c:pt>
                <c:pt idx="2044">
                  <c:v>0.35499999999999998</c:v>
                </c:pt>
                <c:pt idx="2045">
                  <c:v>0.35499999999999998</c:v>
                </c:pt>
                <c:pt idx="2046">
                  <c:v>0.35499999999999998</c:v>
                </c:pt>
                <c:pt idx="2047">
                  <c:v>0.35499999999999998</c:v>
                </c:pt>
                <c:pt idx="2048">
                  <c:v>0.35499999999999998</c:v>
                </c:pt>
                <c:pt idx="2049">
                  <c:v>0.35499999999999998</c:v>
                </c:pt>
                <c:pt idx="2050">
                  <c:v>0.35499999999999998</c:v>
                </c:pt>
                <c:pt idx="2051">
                  <c:v>0.35499999999999998</c:v>
                </c:pt>
                <c:pt idx="2052">
                  <c:v>0.35499999999999998</c:v>
                </c:pt>
                <c:pt idx="2053">
                  <c:v>0.35499999999999998</c:v>
                </c:pt>
                <c:pt idx="2054">
                  <c:v>0.35499999999999998</c:v>
                </c:pt>
                <c:pt idx="2055">
                  <c:v>0.35499999999999998</c:v>
                </c:pt>
                <c:pt idx="2056">
                  <c:v>0.35499999999999998</c:v>
                </c:pt>
                <c:pt idx="2057">
                  <c:v>0.35499999999999998</c:v>
                </c:pt>
                <c:pt idx="2058">
                  <c:v>0.35499999999999998</c:v>
                </c:pt>
                <c:pt idx="2059">
                  <c:v>0.35499999999999998</c:v>
                </c:pt>
                <c:pt idx="2060">
                  <c:v>0.35499999999999998</c:v>
                </c:pt>
                <c:pt idx="2061">
                  <c:v>0.35499999999999998</c:v>
                </c:pt>
                <c:pt idx="2062">
                  <c:v>0.35499999999999998</c:v>
                </c:pt>
                <c:pt idx="2063">
                  <c:v>0.35499999999999998</c:v>
                </c:pt>
                <c:pt idx="2064">
                  <c:v>0.35499999999999998</c:v>
                </c:pt>
                <c:pt idx="2065">
                  <c:v>0.35499999999999998</c:v>
                </c:pt>
                <c:pt idx="2066">
                  <c:v>0.35499999999999998</c:v>
                </c:pt>
                <c:pt idx="2067">
                  <c:v>0.35499999999999998</c:v>
                </c:pt>
                <c:pt idx="2068">
                  <c:v>0.35499999999999998</c:v>
                </c:pt>
                <c:pt idx="2069">
                  <c:v>0.35499999999999998</c:v>
                </c:pt>
                <c:pt idx="2070">
                  <c:v>0.35499999999999998</c:v>
                </c:pt>
                <c:pt idx="2071">
                  <c:v>0.35499999999999998</c:v>
                </c:pt>
                <c:pt idx="2072">
                  <c:v>0.35499999999999998</c:v>
                </c:pt>
                <c:pt idx="2073">
                  <c:v>0.35499999999999998</c:v>
                </c:pt>
                <c:pt idx="2074">
                  <c:v>0.35499999999999998</c:v>
                </c:pt>
                <c:pt idx="2075">
                  <c:v>0.35499999999999998</c:v>
                </c:pt>
                <c:pt idx="2076">
                  <c:v>0.35499999999999998</c:v>
                </c:pt>
                <c:pt idx="2077">
                  <c:v>0.35499999999999998</c:v>
                </c:pt>
                <c:pt idx="2078">
                  <c:v>0.35499999999999998</c:v>
                </c:pt>
                <c:pt idx="2079">
                  <c:v>0.35499999999999998</c:v>
                </c:pt>
                <c:pt idx="2080">
                  <c:v>0.35499999999999998</c:v>
                </c:pt>
                <c:pt idx="2081">
                  <c:v>0.35499999999999998</c:v>
                </c:pt>
                <c:pt idx="2082">
                  <c:v>0.35499999999999998</c:v>
                </c:pt>
                <c:pt idx="2083">
                  <c:v>0.35499999999999998</c:v>
                </c:pt>
                <c:pt idx="2084">
                  <c:v>0.35499999999999998</c:v>
                </c:pt>
                <c:pt idx="2085">
                  <c:v>0.35499999999999998</c:v>
                </c:pt>
                <c:pt idx="2086">
                  <c:v>0.35499999999999998</c:v>
                </c:pt>
                <c:pt idx="2087">
                  <c:v>0.35499999999999998</c:v>
                </c:pt>
                <c:pt idx="2088">
                  <c:v>0.35499999999999998</c:v>
                </c:pt>
                <c:pt idx="2089">
                  <c:v>0.35499999999999998</c:v>
                </c:pt>
                <c:pt idx="2090">
                  <c:v>0.35499999999999998</c:v>
                </c:pt>
                <c:pt idx="2091">
                  <c:v>0.35499999999999998</c:v>
                </c:pt>
                <c:pt idx="2092">
                  <c:v>0.35499999999999998</c:v>
                </c:pt>
                <c:pt idx="2093">
                  <c:v>0.35499999999999998</c:v>
                </c:pt>
                <c:pt idx="2094">
                  <c:v>0.35499999999999998</c:v>
                </c:pt>
                <c:pt idx="2095">
                  <c:v>0.35499999999999998</c:v>
                </c:pt>
                <c:pt idx="2096">
                  <c:v>0.35499999999999998</c:v>
                </c:pt>
                <c:pt idx="2097">
                  <c:v>0.35499999999999998</c:v>
                </c:pt>
                <c:pt idx="2098">
                  <c:v>0.35499999999999998</c:v>
                </c:pt>
                <c:pt idx="2099">
                  <c:v>0.35499999999999998</c:v>
                </c:pt>
                <c:pt idx="2100">
                  <c:v>0.35499999999999998</c:v>
                </c:pt>
                <c:pt idx="2101">
                  <c:v>0.35499999999999998</c:v>
                </c:pt>
                <c:pt idx="2102">
                  <c:v>0.35499999999999998</c:v>
                </c:pt>
                <c:pt idx="2103">
                  <c:v>0.35499999999999998</c:v>
                </c:pt>
                <c:pt idx="2104">
                  <c:v>0.35499999999999998</c:v>
                </c:pt>
                <c:pt idx="2105">
                  <c:v>0.35499999999999998</c:v>
                </c:pt>
                <c:pt idx="2106">
                  <c:v>0.35499999999999998</c:v>
                </c:pt>
                <c:pt idx="2107">
                  <c:v>0.35499999999999998</c:v>
                </c:pt>
                <c:pt idx="2108">
                  <c:v>0.35499999999999998</c:v>
                </c:pt>
                <c:pt idx="2109">
                  <c:v>0.35499999999999998</c:v>
                </c:pt>
                <c:pt idx="2110">
                  <c:v>0.35499999999999998</c:v>
                </c:pt>
                <c:pt idx="2111">
                  <c:v>0.35499999999999998</c:v>
                </c:pt>
                <c:pt idx="2112">
                  <c:v>0.35499999999999998</c:v>
                </c:pt>
                <c:pt idx="2113">
                  <c:v>0.35499999999999998</c:v>
                </c:pt>
                <c:pt idx="2114">
                  <c:v>0.35499999999999998</c:v>
                </c:pt>
                <c:pt idx="2115">
                  <c:v>0.35499999999999998</c:v>
                </c:pt>
                <c:pt idx="2116">
                  <c:v>0.35499999999999998</c:v>
                </c:pt>
                <c:pt idx="2117">
                  <c:v>0.35499999999999998</c:v>
                </c:pt>
                <c:pt idx="2118">
                  <c:v>0.35499999999999998</c:v>
                </c:pt>
                <c:pt idx="2119">
                  <c:v>0.35499999999999998</c:v>
                </c:pt>
                <c:pt idx="2120">
                  <c:v>0.35499999999999998</c:v>
                </c:pt>
                <c:pt idx="2121">
                  <c:v>0.35499999999999998</c:v>
                </c:pt>
                <c:pt idx="2122">
                  <c:v>0.35499999999999998</c:v>
                </c:pt>
                <c:pt idx="2123">
                  <c:v>0.35499999999999998</c:v>
                </c:pt>
                <c:pt idx="2124">
                  <c:v>0.35499999999999998</c:v>
                </c:pt>
                <c:pt idx="2125">
                  <c:v>0.35499999999999998</c:v>
                </c:pt>
                <c:pt idx="2126">
                  <c:v>0.35499999999999998</c:v>
                </c:pt>
                <c:pt idx="2127">
                  <c:v>0.35499999999999998</c:v>
                </c:pt>
                <c:pt idx="2128">
                  <c:v>0.35499999999999998</c:v>
                </c:pt>
                <c:pt idx="2129">
                  <c:v>0.35499999999999998</c:v>
                </c:pt>
                <c:pt idx="2130">
                  <c:v>0.35499999999999998</c:v>
                </c:pt>
                <c:pt idx="2131">
                  <c:v>0.35499999999999998</c:v>
                </c:pt>
                <c:pt idx="2132">
                  <c:v>0.35499999999999998</c:v>
                </c:pt>
                <c:pt idx="2133">
                  <c:v>0.35499999999999998</c:v>
                </c:pt>
                <c:pt idx="2134">
                  <c:v>0.35499999999999998</c:v>
                </c:pt>
                <c:pt idx="2135">
                  <c:v>0.35499999999999998</c:v>
                </c:pt>
                <c:pt idx="2136">
                  <c:v>0.35499999999999998</c:v>
                </c:pt>
                <c:pt idx="2137">
                  <c:v>0.35499999999999998</c:v>
                </c:pt>
                <c:pt idx="2138">
                  <c:v>0.35499999999999998</c:v>
                </c:pt>
                <c:pt idx="2139">
                  <c:v>0.35499999999999998</c:v>
                </c:pt>
                <c:pt idx="2140">
                  <c:v>0.35499999999999998</c:v>
                </c:pt>
                <c:pt idx="2141">
                  <c:v>0.35499999999999998</c:v>
                </c:pt>
                <c:pt idx="2142">
                  <c:v>0.35499999999999998</c:v>
                </c:pt>
                <c:pt idx="2143">
                  <c:v>0.35499999999999998</c:v>
                </c:pt>
                <c:pt idx="2144">
                  <c:v>0.35499999999999998</c:v>
                </c:pt>
                <c:pt idx="2145">
                  <c:v>0.35499999999999998</c:v>
                </c:pt>
                <c:pt idx="2146">
                  <c:v>0.35499999999999998</c:v>
                </c:pt>
                <c:pt idx="2147">
                  <c:v>0.35499999999999998</c:v>
                </c:pt>
                <c:pt idx="2148">
                  <c:v>0.35499999999999998</c:v>
                </c:pt>
                <c:pt idx="2149">
                  <c:v>0.35499999999999998</c:v>
                </c:pt>
                <c:pt idx="2150">
                  <c:v>0.35499999999999998</c:v>
                </c:pt>
                <c:pt idx="2151">
                  <c:v>0.35499999999999998</c:v>
                </c:pt>
                <c:pt idx="2152">
                  <c:v>0.35499999999999998</c:v>
                </c:pt>
                <c:pt idx="2153">
                  <c:v>0.35499999999999998</c:v>
                </c:pt>
                <c:pt idx="2154">
                  <c:v>0.35499999999999998</c:v>
                </c:pt>
                <c:pt idx="2155">
                  <c:v>0.35499999999999998</c:v>
                </c:pt>
                <c:pt idx="2156">
                  <c:v>0.35499999999999998</c:v>
                </c:pt>
                <c:pt idx="2157">
                  <c:v>0.35499999999999998</c:v>
                </c:pt>
                <c:pt idx="2158">
                  <c:v>0.35499999999999998</c:v>
                </c:pt>
                <c:pt idx="2159">
                  <c:v>0.35499999999999998</c:v>
                </c:pt>
                <c:pt idx="2160">
                  <c:v>0.35499999999999998</c:v>
                </c:pt>
                <c:pt idx="2161">
                  <c:v>0.35499999999999998</c:v>
                </c:pt>
                <c:pt idx="2162">
                  <c:v>0.35499999999999998</c:v>
                </c:pt>
                <c:pt idx="2163">
                  <c:v>0.35499999999999998</c:v>
                </c:pt>
                <c:pt idx="2164">
                  <c:v>0.35499999999999998</c:v>
                </c:pt>
                <c:pt idx="2165">
                  <c:v>0.35499999999999998</c:v>
                </c:pt>
                <c:pt idx="2166">
                  <c:v>0.35499999999999998</c:v>
                </c:pt>
                <c:pt idx="2167">
                  <c:v>0.35499999999999998</c:v>
                </c:pt>
                <c:pt idx="2168">
                  <c:v>0.35499999999999998</c:v>
                </c:pt>
                <c:pt idx="2169">
                  <c:v>0.35499999999999998</c:v>
                </c:pt>
                <c:pt idx="2170">
                  <c:v>0.35499999999999998</c:v>
                </c:pt>
                <c:pt idx="2171">
                  <c:v>0.35499999999999998</c:v>
                </c:pt>
                <c:pt idx="2172">
                  <c:v>0.35499999999999998</c:v>
                </c:pt>
                <c:pt idx="2173">
                  <c:v>0.35499999999999998</c:v>
                </c:pt>
                <c:pt idx="2174">
                  <c:v>0.35499999999999998</c:v>
                </c:pt>
                <c:pt idx="2175">
                  <c:v>0.35499999999999998</c:v>
                </c:pt>
                <c:pt idx="2176">
                  <c:v>0.35499999999999998</c:v>
                </c:pt>
                <c:pt idx="2177">
                  <c:v>0.35499999999999998</c:v>
                </c:pt>
                <c:pt idx="2178">
                  <c:v>0.35499999999999998</c:v>
                </c:pt>
                <c:pt idx="2179">
                  <c:v>0.35499999999999998</c:v>
                </c:pt>
                <c:pt idx="2180">
                  <c:v>0.35499999999999998</c:v>
                </c:pt>
                <c:pt idx="2181">
                  <c:v>0.35499999999999998</c:v>
                </c:pt>
                <c:pt idx="2182">
                  <c:v>0.35499999999999998</c:v>
                </c:pt>
                <c:pt idx="2183">
                  <c:v>0.35499999999999998</c:v>
                </c:pt>
                <c:pt idx="2184">
                  <c:v>0.35499999999999998</c:v>
                </c:pt>
                <c:pt idx="2185">
                  <c:v>0.35499999999999998</c:v>
                </c:pt>
                <c:pt idx="2186">
                  <c:v>0.35499999999999998</c:v>
                </c:pt>
                <c:pt idx="2187">
                  <c:v>0.35499999999999998</c:v>
                </c:pt>
                <c:pt idx="2188">
                  <c:v>0.35499999999999998</c:v>
                </c:pt>
                <c:pt idx="2189">
                  <c:v>0.35499999999999998</c:v>
                </c:pt>
                <c:pt idx="2190">
                  <c:v>0.35499999999999998</c:v>
                </c:pt>
                <c:pt idx="2191">
                  <c:v>0.35499999999999998</c:v>
                </c:pt>
                <c:pt idx="2192">
                  <c:v>0.35499999999999998</c:v>
                </c:pt>
                <c:pt idx="2193">
                  <c:v>0.35499999999999998</c:v>
                </c:pt>
                <c:pt idx="2194">
                  <c:v>0.35499999999999998</c:v>
                </c:pt>
                <c:pt idx="2195">
                  <c:v>0.35499999999999998</c:v>
                </c:pt>
                <c:pt idx="2196">
                  <c:v>0.35499999999999998</c:v>
                </c:pt>
                <c:pt idx="2197">
                  <c:v>0.35499999999999998</c:v>
                </c:pt>
                <c:pt idx="2198">
                  <c:v>0.35499999999999998</c:v>
                </c:pt>
                <c:pt idx="2199">
                  <c:v>0.35499999999999998</c:v>
                </c:pt>
                <c:pt idx="2200">
                  <c:v>0.35499999999999998</c:v>
                </c:pt>
                <c:pt idx="2201">
                  <c:v>0.35499999999999998</c:v>
                </c:pt>
                <c:pt idx="2202">
                  <c:v>0.35499999999999998</c:v>
                </c:pt>
                <c:pt idx="2203">
                  <c:v>0.35499999999999998</c:v>
                </c:pt>
                <c:pt idx="2204">
                  <c:v>0.35499999999999998</c:v>
                </c:pt>
                <c:pt idx="2205">
                  <c:v>0.35499999999999998</c:v>
                </c:pt>
                <c:pt idx="2206">
                  <c:v>0.35499999999999998</c:v>
                </c:pt>
                <c:pt idx="2207">
                  <c:v>0.35499999999999998</c:v>
                </c:pt>
                <c:pt idx="2208">
                  <c:v>0.35499999999999998</c:v>
                </c:pt>
                <c:pt idx="2209">
                  <c:v>0.35499999999999998</c:v>
                </c:pt>
                <c:pt idx="2210">
                  <c:v>0.35499999999999998</c:v>
                </c:pt>
                <c:pt idx="2211">
                  <c:v>0.35499999999999998</c:v>
                </c:pt>
                <c:pt idx="2212">
                  <c:v>0.35499999999999998</c:v>
                </c:pt>
                <c:pt idx="2213">
                  <c:v>0.35499999999999998</c:v>
                </c:pt>
                <c:pt idx="2214">
                  <c:v>0.35499999999999998</c:v>
                </c:pt>
                <c:pt idx="2215">
                  <c:v>0.35499999999999998</c:v>
                </c:pt>
                <c:pt idx="2216">
                  <c:v>0.35499999999999998</c:v>
                </c:pt>
                <c:pt idx="2217">
                  <c:v>0.35499999999999998</c:v>
                </c:pt>
                <c:pt idx="2218">
                  <c:v>0.35499999999999998</c:v>
                </c:pt>
                <c:pt idx="2219">
                  <c:v>0.35499999999999998</c:v>
                </c:pt>
                <c:pt idx="2220">
                  <c:v>0.35499999999999998</c:v>
                </c:pt>
                <c:pt idx="2221">
                  <c:v>0.35499999999999998</c:v>
                </c:pt>
                <c:pt idx="2222">
                  <c:v>0.35499999999999998</c:v>
                </c:pt>
                <c:pt idx="2223">
                  <c:v>0.35499999999999998</c:v>
                </c:pt>
                <c:pt idx="2224">
                  <c:v>0.35499999999999998</c:v>
                </c:pt>
                <c:pt idx="2225">
                  <c:v>0.35499999999999998</c:v>
                </c:pt>
                <c:pt idx="2226">
                  <c:v>0.35499999999999998</c:v>
                </c:pt>
                <c:pt idx="2227">
                  <c:v>0.35499999999999998</c:v>
                </c:pt>
                <c:pt idx="2228">
                  <c:v>0.35499999999999998</c:v>
                </c:pt>
                <c:pt idx="2229">
                  <c:v>0.35499999999999998</c:v>
                </c:pt>
                <c:pt idx="2230">
                  <c:v>0.35499999999999998</c:v>
                </c:pt>
                <c:pt idx="2231">
                  <c:v>0.35499999999999998</c:v>
                </c:pt>
                <c:pt idx="2232">
                  <c:v>0.35499999999999998</c:v>
                </c:pt>
                <c:pt idx="2233">
                  <c:v>0.35499999999999998</c:v>
                </c:pt>
                <c:pt idx="2234">
                  <c:v>0.35499999999999998</c:v>
                </c:pt>
                <c:pt idx="2235">
                  <c:v>0.35499999999999998</c:v>
                </c:pt>
                <c:pt idx="2236">
                  <c:v>0.35499999999999998</c:v>
                </c:pt>
                <c:pt idx="2237">
                  <c:v>0.35499999999999998</c:v>
                </c:pt>
                <c:pt idx="2238">
                  <c:v>0.35499999999999998</c:v>
                </c:pt>
                <c:pt idx="2239">
                  <c:v>0.35499999999999998</c:v>
                </c:pt>
                <c:pt idx="2240">
                  <c:v>0.35499999999999998</c:v>
                </c:pt>
                <c:pt idx="2241">
                  <c:v>0.35499999999999998</c:v>
                </c:pt>
                <c:pt idx="2242">
                  <c:v>0.35499999999999998</c:v>
                </c:pt>
                <c:pt idx="2243">
                  <c:v>0.35499999999999998</c:v>
                </c:pt>
                <c:pt idx="2244">
                  <c:v>0.35499999999999998</c:v>
                </c:pt>
                <c:pt idx="2245">
                  <c:v>0.35499999999999998</c:v>
                </c:pt>
                <c:pt idx="2246">
                  <c:v>0.35499999999999998</c:v>
                </c:pt>
                <c:pt idx="2247">
                  <c:v>0.35499999999999998</c:v>
                </c:pt>
                <c:pt idx="2248">
                  <c:v>0.35499999999999998</c:v>
                </c:pt>
                <c:pt idx="2249">
                  <c:v>0.35499999999999998</c:v>
                </c:pt>
                <c:pt idx="2250">
                  <c:v>0.35499999999999998</c:v>
                </c:pt>
                <c:pt idx="2251">
                  <c:v>0.35499999999999998</c:v>
                </c:pt>
                <c:pt idx="2252">
                  <c:v>0.35499999999999998</c:v>
                </c:pt>
                <c:pt idx="2253">
                  <c:v>0.35499999999999998</c:v>
                </c:pt>
                <c:pt idx="2254">
                  <c:v>0.35499999999999998</c:v>
                </c:pt>
                <c:pt idx="2255">
                  <c:v>0.35499999999999998</c:v>
                </c:pt>
                <c:pt idx="2256">
                  <c:v>0.35499999999999998</c:v>
                </c:pt>
                <c:pt idx="2257">
                  <c:v>0.35499999999999998</c:v>
                </c:pt>
                <c:pt idx="2258">
                  <c:v>0.35499999999999998</c:v>
                </c:pt>
                <c:pt idx="2259">
                  <c:v>0.35499999999999998</c:v>
                </c:pt>
                <c:pt idx="2260">
                  <c:v>0.35499999999999998</c:v>
                </c:pt>
                <c:pt idx="2261">
                  <c:v>0.35499999999999998</c:v>
                </c:pt>
                <c:pt idx="2262">
                  <c:v>0.35499999999999998</c:v>
                </c:pt>
                <c:pt idx="2263">
                  <c:v>0.35499999999999998</c:v>
                </c:pt>
                <c:pt idx="2264">
                  <c:v>0.35499999999999998</c:v>
                </c:pt>
                <c:pt idx="2265">
                  <c:v>0.35499999999999998</c:v>
                </c:pt>
                <c:pt idx="2266">
                  <c:v>0.35499999999999998</c:v>
                </c:pt>
                <c:pt idx="2267">
                  <c:v>0.35499999999999998</c:v>
                </c:pt>
                <c:pt idx="2268">
                  <c:v>0.35499999999999998</c:v>
                </c:pt>
                <c:pt idx="2269">
                  <c:v>0.35499999999999998</c:v>
                </c:pt>
                <c:pt idx="2270">
                  <c:v>0.35499999999999998</c:v>
                </c:pt>
                <c:pt idx="2271">
                  <c:v>0.35499999999999998</c:v>
                </c:pt>
                <c:pt idx="2272">
                  <c:v>0.35499999999999998</c:v>
                </c:pt>
                <c:pt idx="2273">
                  <c:v>0.35499999999999998</c:v>
                </c:pt>
                <c:pt idx="2274">
                  <c:v>0.35499999999999998</c:v>
                </c:pt>
                <c:pt idx="2275">
                  <c:v>0.35499999999999998</c:v>
                </c:pt>
                <c:pt idx="2276">
                  <c:v>0.35499999999999998</c:v>
                </c:pt>
                <c:pt idx="2277">
                  <c:v>0.35499999999999998</c:v>
                </c:pt>
                <c:pt idx="2278">
                  <c:v>0.35499999999999998</c:v>
                </c:pt>
                <c:pt idx="2279">
                  <c:v>0.35499999999999998</c:v>
                </c:pt>
                <c:pt idx="2280">
                  <c:v>0.35499999999999998</c:v>
                </c:pt>
                <c:pt idx="2281">
                  <c:v>0.35499999999999998</c:v>
                </c:pt>
                <c:pt idx="2282">
                  <c:v>0.35499999999999998</c:v>
                </c:pt>
                <c:pt idx="2283">
                  <c:v>0.35499999999999998</c:v>
                </c:pt>
                <c:pt idx="2284">
                  <c:v>0.35499999999999998</c:v>
                </c:pt>
                <c:pt idx="2285">
                  <c:v>0.35499999999999998</c:v>
                </c:pt>
                <c:pt idx="2286">
                  <c:v>0.35499999999999998</c:v>
                </c:pt>
                <c:pt idx="2287">
                  <c:v>0.35499999999999998</c:v>
                </c:pt>
                <c:pt idx="2288">
                  <c:v>0.35499999999999998</c:v>
                </c:pt>
                <c:pt idx="2289">
                  <c:v>0.35499999999999998</c:v>
                </c:pt>
                <c:pt idx="2290">
                  <c:v>0.35499999999999998</c:v>
                </c:pt>
                <c:pt idx="2291">
                  <c:v>0.35499999999999998</c:v>
                </c:pt>
                <c:pt idx="2292">
                  <c:v>0.35499999999999998</c:v>
                </c:pt>
                <c:pt idx="2293">
                  <c:v>0.35499999999999998</c:v>
                </c:pt>
                <c:pt idx="2294">
                  <c:v>0.35499999999999998</c:v>
                </c:pt>
                <c:pt idx="2295">
                  <c:v>0.35499999999999998</c:v>
                </c:pt>
                <c:pt idx="2296">
                  <c:v>0.35499999999999998</c:v>
                </c:pt>
                <c:pt idx="2297">
                  <c:v>0.35499999999999998</c:v>
                </c:pt>
                <c:pt idx="2298">
                  <c:v>0.35499999999999998</c:v>
                </c:pt>
                <c:pt idx="2299">
                  <c:v>0.35499999999999998</c:v>
                </c:pt>
                <c:pt idx="2300">
                  <c:v>0.35499999999999998</c:v>
                </c:pt>
                <c:pt idx="2301">
                  <c:v>0.35499999999999998</c:v>
                </c:pt>
                <c:pt idx="2302">
                  <c:v>0.35499999999999998</c:v>
                </c:pt>
                <c:pt idx="2303">
                  <c:v>0.35499999999999998</c:v>
                </c:pt>
                <c:pt idx="2304">
                  <c:v>0.35499999999999998</c:v>
                </c:pt>
                <c:pt idx="2305">
                  <c:v>0.35499999999999998</c:v>
                </c:pt>
                <c:pt idx="2306">
                  <c:v>0.35499999999999998</c:v>
                </c:pt>
                <c:pt idx="2307">
                  <c:v>0.35499999999999998</c:v>
                </c:pt>
                <c:pt idx="2308">
                  <c:v>0.35499999999999998</c:v>
                </c:pt>
                <c:pt idx="2309">
                  <c:v>0.35499999999999998</c:v>
                </c:pt>
                <c:pt idx="2310">
                  <c:v>0.35499999999999998</c:v>
                </c:pt>
                <c:pt idx="2311">
                  <c:v>0.35499999999999998</c:v>
                </c:pt>
                <c:pt idx="2312">
                  <c:v>0.35499999999999998</c:v>
                </c:pt>
                <c:pt idx="2313">
                  <c:v>0.35499999999999998</c:v>
                </c:pt>
                <c:pt idx="2314">
                  <c:v>0.35499999999999998</c:v>
                </c:pt>
                <c:pt idx="2315">
                  <c:v>0.35499999999999998</c:v>
                </c:pt>
                <c:pt idx="2316">
                  <c:v>0.35499999999999998</c:v>
                </c:pt>
                <c:pt idx="2317">
                  <c:v>0.35499999999999998</c:v>
                </c:pt>
                <c:pt idx="2318">
                  <c:v>0.35499999999999998</c:v>
                </c:pt>
                <c:pt idx="2319">
                  <c:v>0.35499999999999998</c:v>
                </c:pt>
                <c:pt idx="2320">
                  <c:v>0.35499999999999998</c:v>
                </c:pt>
                <c:pt idx="2321">
                  <c:v>0.35499999999999998</c:v>
                </c:pt>
                <c:pt idx="2322">
                  <c:v>0.35499999999999998</c:v>
                </c:pt>
                <c:pt idx="2323">
                  <c:v>0.35499999999999998</c:v>
                </c:pt>
                <c:pt idx="2324">
                  <c:v>0.35499999999999998</c:v>
                </c:pt>
                <c:pt idx="2325">
                  <c:v>0.35499999999999998</c:v>
                </c:pt>
                <c:pt idx="2326">
                  <c:v>0.35499999999999998</c:v>
                </c:pt>
                <c:pt idx="2327">
                  <c:v>0.35499999999999998</c:v>
                </c:pt>
                <c:pt idx="2328">
                  <c:v>0.35499999999999998</c:v>
                </c:pt>
                <c:pt idx="2329">
                  <c:v>0.35499999999999998</c:v>
                </c:pt>
                <c:pt idx="2330">
                  <c:v>0.35499999999999998</c:v>
                </c:pt>
                <c:pt idx="2331">
                  <c:v>0.35499999999999998</c:v>
                </c:pt>
                <c:pt idx="2332">
                  <c:v>0.35499999999999998</c:v>
                </c:pt>
                <c:pt idx="2333">
                  <c:v>0.35499999999999998</c:v>
                </c:pt>
                <c:pt idx="2334">
                  <c:v>0.35499999999999998</c:v>
                </c:pt>
                <c:pt idx="2335">
                  <c:v>0.35499999999999998</c:v>
                </c:pt>
                <c:pt idx="2336">
                  <c:v>0.35499999999999998</c:v>
                </c:pt>
                <c:pt idx="2337">
                  <c:v>0.35499999999999998</c:v>
                </c:pt>
                <c:pt idx="2338">
                  <c:v>0.35499999999999998</c:v>
                </c:pt>
                <c:pt idx="2339">
                  <c:v>0.35499999999999998</c:v>
                </c:pt>
                <c:pt idx="2340">
                  <c:v>0.35499999999999998</c:v>
                </c:pt>
                <c:pt idx="2341">
                  <c:v>0.35499999999999998</c:v>
                </c:pt>
                <c:pt idx="2342">
                  <c:v>0.35499999999999998</c:v>
                </c:pt>
                <c:pt idx="2343">
                  <c:v>0.35499999999999998</c:v>
                </c:pt>
                <c:pt idx="2344">
                  <c:v>0.35499999999999998</c:v>
                </c:pt>
                <c:pt idx="2345">
                  <c:v>0.35499999999999998</c:v>
                </c:pt>
                <c:pt idx="2346">
                  <c:v>0.35499999999999998</c:v>
                </c:pt>
                <c:pt idx="2347">
                  <c:v>0.35499999999999998</c:v>
                </c:pt>
                <c:pt idx="2348">
                  <c:v>0.35499999999999998</c:v>
                </c:pt>
                <c:pt idx="2349">
                  <c:v>0.35499999999999998</c:v>
                </c:pt>
                <c:pt idx="2350">
                  <c:v>0.35499999999999998</c:v>
                </c:pt>
                <c:pt idx="2351">
                  <c:v>0.35499999999999998</c:v>
                </c:pt>
                <c:pt idx="2352">
                  <c:v>0.35499999999999998</c:v>
                </c:pt>
                <c:pt idx="2353">
                  <c:v>0.35499999999999998</c:v>
                </c:pt>
                <c:pt idx="2354">
                  <c:v>0.35499999999999998</c:v>
                </c:pt>
                <c:pt idx="2355">
                  <c:v>0.35499999999999998</c:v>
                </c:pt>
                <c:pt idx="2356">
                  <c:v>0.35499999999999998</c:v>
                </c:pt>
                <c:pt idx="2357">
                  <c:v>0.35499999999999998</c:v>
                </c:pt>
                <c:pt idx="2358">
                  <c:v>0.35499999999999998</c:v>
                </c:pt>
                <c:pt idx="2359">
                  <c:v>0.35499999999999998</c:v>
                </c:pt>
                <c:pt idx="2360">
                  <c:v>0.35499999999999998</c:v>
                </c:pt>
                <c:pt idx="2361">
                  <c:v>0.35499999999999998</c:v>
                </c:pt>
                <c:pt idx="2362">
                  <c:v>0.35499999999999998</c:v>
                </c:pt>
                <c:pt idx="2363">
                  <c:v>0.35499999999999998</c:v>
                </c:pt>
                <c:pt idx="2364">
                  <c:v>0.35499999999999998</c:v>
                </c:pt>
                <c:pt idx="2365">
                  <c:v>0.35499999999999998</c:v>
                </c:pt>
                <c:pt idx="2366">
                  <c:v>0.35499999999999998</c:v>
                </c:pt>
                <c:pt idx="2367">
                  <c:v>0.35499999999999998</c:v>
                </c:pt>
                <c:pt idx="2368">
                  <c:v>0.35499999999999998</c:v>
                </c:pt>
                <c:pt idx="2369">
                  <c:v>0.35499999999999998</c:v>
                </c:pt>
                <c:pt idx="2370">
                  <c:v>0.35499999999999998</c:v>
                </c:pt>
                <c:pt idx="2371">
                  <c:v>0.35499999999999998</c:v>
                </c:pt>
                <c:pt idx="2372">
                  <c:v>0.35499999999999998</c:v>
                </c:pt>
                <c:pt idx="2373">
                  <c:v>0.35499999999999998</c:v>
                </c:pt>
                <c:pt idx="2374">
                  <c:v>0.35499999999999998</c:v>
                </c:pt>
                <c:pt idx="2375">
                  <c:v>0.35499999999999998</c:v>
                </c:pt>
                <c:pt idx="2376">
                  <c:v>0.35499999999999998</c:v>
                </c:pt>
                <c:pt idx="2377">
                  <c:v>0.35499999999999998</c:v>
                </c:pt>
                <c:pt idx="2378">
                  <c:v>0.35499999999999998</c:v>
                </c:pt>
                <c:pt idx="2379">
                  <c:v>0.35499999999999998</c:v>
                </c:pt>
                <c:pt idx="2380">
                  <c:v>0.35499999999999998</c:v>
                </c:pt>
                <c:pt idx="2381">
                  <c:v>0.35499999999999998</c:v>
                </c:pt>
                <c:pt idx="2382">
                  <c:v>0.35499999999999998</c:v>
                </c:pt>
                <c:pt idx="2383">
                  <c:v>0.35499999999999998</c:v>
                </c:pt>
                <c:pt idx="2384">
                  <c:v>0.35499999999999998</c:v>
                </c:pt>
                <c:pt idx="2385">
                  <c:v>0.35499999999999998</c:v>
                </c:pt>
                <c:pt idx="2386">
                  <c:v>0.35499999999999998</c:v>
                </c:pt>
                <c:pt idx="2387">
                  <c:v>0.35499999999999998</c:v>
                </c:pt>
                <c:pt idx="2388">
                  <c:v>0.35499999999999998</c:v>
                </c:pt>
                <c:pt idx="2389">
                  <c:v>0.35499999999999998</c:v>
                </c:pt>
                <c:pt idx="2390">
                  <c:v>0.35499999999999998</c:v>
                </c:pt>
                <c:pt idx="2391">
                  <c:v>0.35499999999999998</c:v>
                </c:pt>
                <c:pt idx="2392">
                  <c:v>0.35499999999999998</c:v>
                </c:pt>
                <c:pt idx="2393">
                  <c:v>0.35499999999999998</c:v>
                </c:pt>
                <c:pt idx="2394">
                  <c:v>0.35499999999999998</c:v>
                </c:pt>
                <c:pt idx="2395">
                  <c:v>0.35499999999999998</c:v>
                </c:pt>
                <c:pt idx="2396">
                  <c:v>0.35499999999999998</c:v>
                </c:pt>
                <c:pt idx="2397">
                  <c:v>0.35499999999999998</c:v>
                </c:pt>
                <c:pt idx="2398">
                  <c:v>0.35499999999999998</c:v>
                </c:pt>
                <c:pt idx="2399">
                  <c:v>0.35499999999999998</c:v>
                </c:pt>
                <c:pt idx="2400">
                  <c:v>0.35499999999999998</c:v>
                </c:pt>
                <c:pt idx="2401">
                  <c:v>0.35499999999999998</c:v>
                </c:pt>
                <c:pt idx="2402">
                  <c:v>0.35499999999999998</c:v>
                </c:pt>
                <c:pt idx="2403">
                  <c:v>0.35499999999999998</c:v>
                </c:pt>
                <c:pt idx="2404">
                  <c:v>0.35499999999999998</c:v>
                </c:pt>
                <c:pt idx="2405">
                  <c:v>0.35499999999999998</c:v>
                </c:pt>
                <c:pt idx="2406">
                  <c:v>0.35499999999999998</c:v>
                </c:pt>
                <c:pt idx="2407">
                  <c:v>0.35499999999999998</c:v>
                </c:pt>
                <c:pt idx="2408">
                  <c:v>0.35499999999999998</c:v>
                </c:pt>
                <c:pt idx="2409">
                  <c:v>0.35499999999999998</c:v>
                </c:pt>
                <c:pt idx="2410">
                  <c:v>0.35499999999999998</c:v>
                </c:pt>
                <c:pt idx="2411">
                  <c:v>0.35499999999999998</c:v>
                </c:pt>
                <c:pt idx="2412">
                  <c:v>0.35499999999999998</c:v>
                </c:pt>
                <c:pt idx="2413">
                  <c:v>0.35499999999999998</c:v>
                </c:pt>
                <c:pt idx="2414">
                  <c:v>0.35499999999999998</c:v>
                </c:pt>
                <c:pt idx="2415">
                  <c:v>0.35499999999999998</c:v>
                </c:pt>
                <c:pt idx="2416">
                  <c:v>0.35499999999999998</c:v>
                </c:pt>
                <c:pt idx="2417">
                  <c:v>0.35499999999999998</c:v>
                </c:pt>
                <c:pt idx="2418">
                  <c:v>0.35499999999999998</c:v>
                </c:pt>
                <c:pt idx="2419">
                  <c:v>0.35499999999999998</c:v>
                </c:pt>
                <c:pt idx="2420">
                  <c:v>0.35499999999999998</c:v>
                </c:pt>
                <c:pt idx="2421">
                  <c:v>0.35499999999999998</c:v>
                </c:pt>
                <c:pt idx="2422">
                  <c:v>0.35499999999999998</c:v>
                </c:pt>
                <c:pt idx="2423">
                  <c:v>0.35499999999999998</c:v>
                </c:pt>
                <c:pt idx="2424">
                  <c:v>0.35499999999999998</c:v>
                </c:pt>
                <c:pt idx="2425">
                  <c:v>0.35499999999999998</c:v>
                </c:pt>
                <c:pt idx="2426">
                  <c:v>0.35499999999999998</c:v>
                </c:pt>
                <c:pt idx="2427">
                  <c:v>0.35499999999999998</c:v>
                </c:pt>
                <c:pt idx="2428">
                  <c:v>0.35499999999999998</c:v>
                </c:pt>
                <c:pt idx="2429">
                  <c:v>0.35499999999999998</c:v>
                </c:pt>
                <c:pt idx="2430">
                  <c:v>0.35499999999999998</c:v>
                </c:pt>
                <c:pt idx="2431">
                  <c:v>0.35499999999999998</c:v>
                </c:pt>
                <c:pt idx="2432">
                  <c:v>0.35499999999999998</c:v>
                </c:pt>
                <c:pt idx="2433">
                  <c:v>0.35499999999999998</c:v>
                </c:pt>
                <c:pt idx="2434">
                  <c:v>0.35499999999999998</c:v>
                </c:pt>
                <c:pt idx="2435">
                  <c:v>0.35499999999999998</c:v>
                </c:pt>
                <c:pt idx="2436">
                  <c:v>0.35499999999999998</c:v>
                </c:pt>
                <c:pt idx="2437">
                  <c:v>0.35499999999999998</c:v>
                </c:pt>
                <c:pt idx="2438">
                  <c:v>0.35499999999999998</c:v>
                </c:pt>
                <c:pt idx="2439">
                  <c:v>0.35499999999999998</c:v>
                </c:pt>
                <c:pt idx="2440">
                  <c:v>0.35499999999999998</c:v>
                </c:pt>
                <c:pt idx="2441">
                  <c:v>0.35499999999999998</c:v>
                </c:pt>
                <c:pt idx="2442">
                  <c:v>0.35499999999999998</c:v>
                </c:pt>
                <c:pt idx="2443">
                  <c:v>0.35499999999999998</c:v>
                </c:pt>
                <c:pt idx="2444">
                  <c:v>0.35499999999999998</c:v>
                </c:pt>
                <c:pt idx="2445">
                  <c:v>0.35499999999999998</c:v>
                </c:pt>
                <c:pt idx="2446">
                  <c:v>0.35499999999999998</c:v>
                </c:pt>
                <c:pt idx="2447">
                  <c:v>0.35499999999999998</c:v>
                </c:pt>
                <c:pt idx="2448">
                  <c:v>0.35499999999999998</c:v>
                </c:pt>
                <c:pt idx="2449">
                  <c:v>0.35499999999999998</c:v>
                </c:pt>
                <c:pt idx="2450">
                  <c:v>0.35499999999999998</c:v>
                </c:pt>
                <c:pt idx="2451">
                  <c:v>0.35499999999999998</c:v>
                </c:pt>
                <c:pt idx="2452">
                  <c:v>0.35499999999999998</c:v>
                </c:pt>
                <c:pt idx="2453">
                  <c:v>0.35499999999999998</c:v>
                </c:pt>
                <c:pt idx="2454">
                  <c:v>0.35499999999999998</c:v>
                </c:pt>
                <c:pt idx="2455">
                  <c:v>0.35499999999999998</c:v>
                </c:pt>
                <c:pt idx="2456">
                  <c:v>0.35499999999999998</c:v>
                </c:pt>
                <c:pt idx="2457">
                  <c:v>0.35499999999999998</c:v>
                </c:pt>
                <c:pt idx="2458">
                  <c:v>0.35499999999999998</c:v>
                </c:pt>
                <c:pt idx="2459">
                  <c:v>0.35499999999999998</c:v>
                </c:pt>
                <c:pt idx="2460">
                  <c:v>0.35499999999999998</c:v>
                </c:pt>
                <c:pt idx="2461">
                  <c:v>0.35499999999999998</c:v>
                </c:pt>
                <c:pt idx="2462">
                  <c:v>0.35499999999999998</c:v>
                </c:pt>
                <c:pt idx="2463">
                  <c:v>0.35499999999999998</c:v>
                </c:pt>
                <c:pt idx="2464">
                  <c:v>0.35499999999999998</c:v>
                </c:pt>
                <c:pt idx="2465">
                  <c:v>0.35499999999999998</c:v>
                </c:pt>
                <c:pt idx="2466">
                  <c:v>0.35499999999999998</c:v>
                </c:pt>
                <c:pt idx="2467">
                  <c:v>0.35499999999999998</c:v>
                </c:pt>
                <c:pt idx="2468">
                  <c:v>0.35499999999999998</c:v>
                </c:pt>
                <c:pt idx="2469">
                  <c:v>0.35499999999999998</c:v>
                </c:pt>
                <c:pt idx="2470">
                  <c:v>0.35499999999999998</c:v>
                </c:pt>
                <c:pt idx="2471">
                  <c:v>0.35499999999999998</c:v>
                </c:pt>
                <c:pt idx="2472">
                  <c:v>0.35499999999999998</c:v>
                </c:pt>
                <c:pt idx="2473">
                  <c:v>0.35499999999999998</c:v>
                </c:pt>
                <c:pt idx="2474">
                  <c:v>0.35499999999999998</c:v>
                </c:pt>
                <c:pt idx="2475">
                  <c:v>0.35499999999999998</c:v>
                </c:pt>
                <c:pt idx="2476">
                  <c:v>0.35499999999999998</c:v>
                </c:pt>
                <c:pt idx="2477">
                  <c:v>0.35499999999999998</c:v>
                </c:pt>
                <c:pt idx="2478">
                  <c:v>0.35499999999999998</c:v>
                </c:pt>
                <c:pt idx="2479">
                  <c:v>0.35499999999999998</c:v>
                </c:pt>
                <c:pt idx="2480">
                  <c:v>0.35499999999999998</c:v>
                </c:pt>
                <c:pt idx="2481">
                  <c:v>0.35499999999999998</c:v>
                </c:pt>
                <c:pt idx="2482">
                  <c:v>0.35499999999999998</c:v>
                </c:pt>
                <c:pt idx="2483">
                  <c:v>0.35499999999999998</c:v>
                </c:pt>
                <c:pt idx="2484">
                  <c:v>0.35499999999999998</c:v>
                </c:pt>
                <c:pt idx="2485">
                  <c:v>0.35499999999999998</c:v>
                </c:pt>
                <c:pt idx="2486">
                  <c:v>0.35499999999999998</c:v>
                </c:pt>
                <c:pt idx="2487">
                  <c:v>0.35499999999999998</c:v>
                </c:pt>
                <c:pt idx="2488">
                  <c:v>0.35499999999999998</c:v>
                </c:pt>
                <c:pt idx="2489">
                  <c:v>0.35499999999999998</c:v>
                </c:pt>
                <c:pt idx="2490">
                  <c:v>0.35499999999999998</c:v>
                </c:pt>
                <c:pt idx="2491">
                  <c:v>0.35499999999999998</c:v>
                </c:pt>
                <c:pt idx="2492">
                  <c:v>0.35499999999999998</c:v>
                </c:pt>
                <c:pt idx="2493">
                  <c:v>0.35499999999999998</c:v>
                </c:pt>
                <c:pt idx="2494">
                  <c:v>0.35499999999999998</c:v>
                </c:pt>
                <c:pt idx="2495">
                  <c:v>0.35499999999999998</c:v>
                </c:pt>
                <c:pt idx="2496">
                  <c:v>0.35499999999999998</c:v>
                </c:pt>
                <c:pt idx="2497">
                  <c:v>0.35499999999999998</c:v>
                </c:pt>
                <c:pt idx="2498">
                  <c:v>0.35499999999999998</c:v>
                </c:pt>
                <c:pt idx="2499">
                  <c:v>0.35499999999999998</c:v>
                </c:pt>
                <c:pt idx="2500">
                  <c:v>0.35499999999999998</c:v>
                </c:pt>
                <c:pt idx="2501">
                  <c:v>0.35499999999999998</c:v>
                </c:pt>
                <c:pt idx="2502">
                  <c:v>0.35499999999999998</c:v>
                </c:pt>
                <c:pt idx="2503">
                  <c:v>0.35499999999999998</c:v>
                </c:pt>
                <c:pt idx="2504">
                  <c:v>0.35499999999999998</c:v>
                </c:pt>
                <c:pt idx="2505">
                  <c:v>0.35499999999999998</c:v>
                </c:pt>
                <c:pt idx="2506">
                  <c:v>0.35499999999999998</c:v>
                </c:pt>
                <c:pt idx="2507">
                  <c:v>0.35499999999999998</c:v>
                </c:pt>
                <c:pt idx="2508">
                  <c:v>0.35499999999999998</c:v>
                </c:pt>
                <c:pt idx="2509">
                  <c:v>0.35499999999999998</c:v>
                </c:pt>
                <c:pt idx="2510">
                  <c:v>0.35499999999999998</c:v>
                </c:pt>
                <c:pt idx="2511">
                  <c:v>0.35499999999999998</c:v>
                </c:pt>
                <c:pt idx="2512">
                  <c:v>0.35499999999999998</c:v>
                </c:pt>
                <c:pt idx="2513">
                  <c:v>0.35499999999999998</c:v>
                </c:pt>
                <c:pt idx="2514">
                  <c:v>0.35499999999999998</c:v>
                </c:pt>
                <c:pt idx="2515">
                  <c:v>0.35499999999999998</c:v>
                </c:pt>
                <c:pt idx="2516">
                  <c:v>0.35499999999999998</c:v>
                </c:pt>
                <c:pt idx="2517">
                  <c:v>0.35499999999999998</c:v>
                </c:pt>
                <c:pt idx="2518">
                  <c:v>0.35499999999999998</c:v>
                </c:pt>
                <c:pt idx="2519">
                  <c:v>0.35499999999999998</c:v>
                </c:pt>
                <c:pt idx="2520">
                  <c:v>0.35499999999999998</c:v>
                </c:pt>
                <c:pt idx="2521">
                  <c:v>0.35499999999999998</c:v>
                </c:pt>
                <c:pt idx="2522">
                  <c:v>0.35499999999999998</c:v>
                </c:pt>
                <c:pt idx="2523">
                  <c:v>0.35499999999999998</c:v>
                </c:pt>
                <c:pt idx="2524">
                  <c:v>0.35499999999999998</c:v>
                </c:pt>
                <c:pt idx="2525">
                  <c:v>0.35499999999999998</c:v>
                </c:pt>
                <c:pt idx="2526">
                  <c:v>0.35499999999999998</c:v>
                </c:pt>
                <c:pt idx="2527">
                  <c:v>0.35499999999999998</c:v>
                </c:pt>
                <c:pt idx="2528">
                  <c:v>0.35499999999999998</c:v>
                </c:pt>
                <c:pt idx="2529">
                  <c:v>0.35499999999999998</c:v>
                </c:pt>
                <c:pt idx="2530">
                  <c:v>0.35499999999999998</c:v>
                </c:pt>
                <c:pt idx="2531">
                  <c:v>0.35499999999999998</c:v>
                </c:pt>
                <c:pt idx="2532">
                  <c:v>0.35499999999999998</c:v>
                </c:pt>
                <c:pt idx="2533">
                  <c:v>0.35499999999999998</c:v>
                </c:pt>
                <c:pt idx="2534">
                  <c:v>0.35499999999999998</c:v>
                </c:pt>
                <c:pt idx="2535">
                  <c:v>0.35499999999999998</c:v>
                </c:pt>
                <c:pt idx="2536">
                  <c:v>0.35499999999999998</c:v>
                </c:pt>
                <c:pt idx="2537">
                  <c:v>0.35499999999999998</c:v>
                </c:pt>
                <c:pt idx="2538">
                  <c:v>0.35499999999999998</c:v>
                </c:pt>
                <c:pt idx="2539">
                  <c:v>0.35499999999999998</c:v>
                </c:pt>
                <c:pt idx="2540">
                  <c:v>0.35499999999999998</c:v>
                </c:pt>
                <c:pt idx="2541">
                  <c:v>0.35499999999999998</c:v>
                </c:pt>
                <c:pt idx="2542">
                  <c:v>0.35499999999999998</c:v>
                </c:pt>
                <c:pt idx="2543">
                  <c:v>0.35499999999999998</c:v>
                </c:pt>
                <c:pt idx="2544">
                  <c:v>0.35499999999999998</c:v>
                </c:pt>
                <c:pt idx="2545">
                  <c:v>0.35499999999999998</c:v>
                </c:pt>
                <c:pt idx="2546">
                  <c:v>0.35499999999999998</c:v>
                </c:pt>
                <c:pt idx="2547">
                  <c:v>0.35499999999999998</c:v>
                </c:pt>
                <c:pt idx="2548">
                  <c:v>0.35499999999999998</c:v>
                </c:pt>
                <c:pt idx="2549">
                  <c:v>0.35499999999999998</c:v>
                </c:pt>
                <c:pt idx="2550">
                  <c:v>0.35499999999999998</c:v>
                </c:pt>
                <c:pt idx="2551">
                  <c:v>0.35499999999999998</c:v>
                </c:pt>
                <c:pt idx="2552">
                  <c:v>0.35499999999999998</c:v>
                </c:pt>
                <c:pt idx="2553">
                  <c:v>0.35499999999999998</c:v>
                </c:pt>
                <c:pt idx="2554">
                  <c:v>0.35499999999999998</c:v>
                </c:pt>
                <c:pt idx="2555">
                  <c:v>0.35499999999999998</c:v>
                </c:pt>
                <c:pt idx="2556">
                  <c:v>0.35499999999999998</c:v>
                </c:pt>
                <c:pt idx="2557">
                  <c:v>0.35499999999999998</c:v>
                </c:pt>
                <c:pt idx="2558">
                  <c:v>0.3417</c:v>
                </c:pt>
                <c:pt idx="2559">
                  <c:v>0.34</c:v>
                </c:pt>
                <c:pt idx="2560">
                  <c:v>0.34</c:v>
                </c:pt>
                <c:pt idx="2561">
                  <c:v>0.34</c:v>
                </c:pt>
                <c:pt idx="2562">
                  <c:v>0.34</c:v>
                </c:pt>
                <c:pt idx="2563">
                  <c:v>0.34</c:v>
                </c:pt>
                <c:pt idx="2564">
                  <c:v>0.34</c:v>
                </c:pt>
                <c:pt idx="2565">
                  <c:v>0.34</c:v>
                </c:pt>
                <c:pt idx="2566">
                  <c:v>0.34</c:v>
                </c:pt>
                <c:pt idx="2567">
                  <c:v>0.34</c:v>
                </c:pt>
                <c:pt idx="2568">
                  <c:v>0.34</c:v>
                </c:pt>
                <c:pt idx="2569">
                  <c:v>0.34</c:v>
                </c:pt>
                <c:pt idx="2570">
                  <c:v>0.34</c:v>
                </c:pt>
                <c:pt idx="2571">
                  <c:v>0.34</c:v>
                </c:pt>
                <c:pt idx="2572">
                  <c:v>0.34</c:v>
                </c:pt>
                <c:pt idx="2573">
                  <c:v>0.34</c:v>
                </c:pt>
                <c:pt idx="2574">
                  <c:v>0.34</c:v>
                </c:pt>
                <c:pt idx="2575">
                  <c:v>0.34</c:v>
                </c:pt>
                <c:pt idx="2576">
                  <c:v>0.34</c:v>
                </c:pt>
                <c:pt idx="2577">
                  <c:v>0.34</c:v>
                </c:pt>
                <c:pt idx="2578">
                  <c:v>0.34</c:v>
                </c:pt>
                <c:pt idx="2579">
                  <c:v>0.34</c:v>
                </c:pt>
                <c:pt idx="2580">
                  <c:v>0.34</c:v>
                </c:pt>
                <c:pt idx="2581">
                  <c:v>0.34</c:v>
                </c:pt>
                <c:pt idx="2582">
                  <c:v>0.34</c:v>
                </c:pt>
                <c:pt idx="2583">
                  <c:v>0.34</c:v>
                </c:pt>
                <c:pt idx="2584">
                  <c:v>0.34</c:v>
                </c:pt>
                <c:pt idx="2585">
                  <c:v>0.34</c:v>
                </c:pt>
                <c:pt idx="2586">
                  <c:v>0.34</c:v>
                </c:pt>
                <c:pt idx="2587">
                  <c:v>0.34</c:v>
                </c:pt>
                <c:pt idx="2588">
                  <c:v>0.34</c:v>
                </c:pt>
                <c:pt idx="2589">
                  <c:v>0.34</c:v>
                </c:pt>
                <c:pt idx="2590">
                  <c:v>0.34</c:v>
                </c:pt>
                <c:pt idx="2591">
                  <c:v>0.34</c:v>
                </c:pt>
                <c:pt idx="2592">
                  <c:v>0.34</c:v>
                </c:pt>
                <c:pt idx="2593">
                  <c:v>0.34</c:v>
                </c:pt>
                <c:pt idx="2594">
                  <c:v>0.34</c:v>
                </c:pt>
                <c:pt idx="2595">
                  <c:v>0.34</c:v>
                </c:pt>
                <c:pt idx="2596">
                  <c:v>0.34</c:v>
                </c:pt>
                <c:pt idx="2597">
                  <c:v>0.34</c:v>
                </c:pt>
                <c:pt idx="2598">
                  <c:v>0.34</c:v>
                </c:pt>
                <c:pt idx="2599">
                  <c:v>0.34</c:v>
                </c:pt>
                <c:pt idx="2600">
                  <c:v>0.34</c:v>
                </c:pt>
                <c:pt idx="2601">
                  <c:v>0.34</c:v>
                </c:pt>
                <c:pt idx="2602">
                  <c:v>0.34</c:v>
                </c:pt>
                <c:pt idx="2603">
                  <c:v>0.34</c:v>
                </c:pt>
                <c:pt idx="2604">
                  <c:v>0.34</c:v>
                </c:pt>
                <c:pt idx="2605">
                  <c:v>0.34</c:v>
                </c:pt>
                <c:pt idx="2606">
                  <c:v>0.34</c:v>
                </c:pt>
                <c:pt idx="2607">
                  <c:v>0.34</c:v>
                </c:pt>
                <c:pt idx="2608">
                  <c:v>0.34</c:v>
                </c:pt>
                <c:pt idx="2609">
                  <c:v>0.34</c:v>
                </c:pt>
                <c:pt idx="2610">
                  <c:v>0.34</c:v>
                </c:pt>
                <c:pt idx="2611">
                  <c:v>0.34</c:v>
                </c:pt>
                <c:pt idx="2612">
                  <c:v>0.34</c:v>
                </c:pt>
                <c:pt idx="2613">
                  <c:v>0.34</c:v>
                </c:pt>
                <c:pt idx="2614">
                  <c:v>0.34</c:v>
                </c:pt>
                <c:pt idx="2615">
                  <c:v>0.34</c:v>
                </c:pt>
                <c:pt idx="2616">
                  <c:v>0.34</c:v>
                </c:pt>
                <c:pt idx="2617">
                  <c:v>0.34</c:v>
                </c:pt>
                <c:pt idx="2618">
                  <c:v>0.34</c:v>
                </c:pt>
                <c:pt idx="2619">
                  <c:v>0.34</c:v>
                </c:pt>
                <c:pt idx="2620">
                  <c:v>0.34</c:v>
                </c:pt>
                <c:pt idx="2621">
                  <c:v>0.34</c:v>
                </c:pt>
                <c:pt idx="2622">
                  <c:v>0.34</c:v>
                </c:pt>
                <c:pt idx="2623">
                  <c:v>0.34</c:v>
                </c:pt>
                <c:pt idx="2624">
                  <c:v>0.34</c:v>
                </c:pt>
                <c:pt idx="2625">
                  <c:v>0.34</c:v>
                </c:pt>
                <c:pt idx="2626">
                  <c:v>0.34</c:v>
                </c:pt>
                <c:pt idx="2627">
                  <c:v>0.34</c:v>
                </c:pt>
                <c:pt idx="2628">
                  <c:v>0.34</c:v>
                </c:pt>
                <c:pt idx="2629">
                  <c:v>0.34</c:v>
                </c:pt>
                <c:pt idx="2630">
                  <c:v>0.34</c:v>
                </c:pt>
                <c:pt idx="2631">
                  <c:v>0.34</c:v>
                </c:pt>
                <c:pt idx="2632">
                  <c:v>0.34</c:v>
                </c:pt>
                <c:pt idx="2633">
                  <c:v>0.34</c:v>
                </c:pt>
                <c:pt idx="2634">
                  <c:v>0.34</c:v>
                </c:pt>
                <c:pt idx="2635">
                  <c:v>0.34</c:v>
                </c:pt>
                <c:pt idx="2636">
                  <c:v>0.34</c:v>
                </c:pt>
                <c:pt idx="2637">
                  <c:v>0.34</c:v>
                </c:pt>
                <c:pt idx="2638">
                  <c:v>0.34</c:v>
                </c:pt>
                <c:pt idx="2639">
                  <c:v>0.34</c:v>
                </c:pt>
                <c:pt idx="2640">
                  <c:v>0.34</c:v>
                </c:pt>
                <c:pt idx="2641">
                  <c:v>0.34</c:v>
                </c:pt>
                <c:pt idx="2642">
                  <c:v>0.34</c:v>
                </c:pt>
                <c:pt idx="2643">
                  <c:v>0.34</c:v>
                </c:pt>
                <c:pt idx="2644">
                  <c:v>0.34</c:v>
                </c:pt>
                <c:pt idx="2645">
                  <c:v>0.34</c:v>
                </c:pt>
                <c:pt idx="2646">
                  <c:v>0.34</c:v>
                </c:pt>
                <c:pt idx="2647">
                  <c:v>0.34</c:v>
                </c:pt>
                <c:pt idx="2648">
                  <c:v>0.34</c:v>
                </c:pt>
                <c:pt idx="2649">
                  <c:v>0.34</c:v>
                </c:pt>
                <c:pt idx="2650">
                  <c:v>0.34</c:v>
                </c:pt>
                <c:pt idx="2651">
                  <c:v>0.34</c:v>
                </c:pt>
                <c:pt idx="2652">
                  <c:v>0.34</c:v>
                </c:pt>
                <c:pt idx="2653">
                  <c:v>0.34</c:v>
                </c:pt>
                <c:pt idx="2654">
                  <c:v>0.34</c:v>
                </c:pt>
                <c:pt idx="2655">
                  <c:v>0.34</c:v>
                </c:pt>
                <c:pt idx="2656">
                  <c:v>0.34</c:v>
                </c:pt>
                <c:pt idx="2657">
                  <c:v>0.34</c:v>
                </c:pt>
                <c:pt idx="2658">
                  <c:v>0.34</c:v>
                </c:pt>
                <c:pt idx="2659">
                  <c:v>0.34</c:v>
                </c:pt>
                <c:pt idx="2660">
                  <c:v>0.34</c:v>
                </c:pt>
                <c:pt idx="2661">
                  <c:v>0.34</c:v>
                </c:pt>
                <c:pt idx="2662">
                  <c:v>0.34</c:v>
                </c:pt>
                <c:pt idx="2663">
                  <c:v>0.34</c:v>
                </c:pt>
                <c:pt idx="2664">
                  <c:v>0.34</c:v>
                </c:pt>
                <c:pt idx="2665">
                  <c:v>0.34</c:v>
                </c:pt>
                <c:pt idx="2666">
                  <c:v>0.34</c:v>
                </c:pt>
                <c:pt idx="2667">
                  <c:v>0.34</c:v>
                </c:pt>
                <c:pt idx="2668">
                  <c:v>0.34</c:v>
                </c:pt>
                <c:pt idx="2669">
                  <c:v>0.34</c:v>
                </c:pt>
                <c:pt idx="2670">
                  <c:v>0.34</c:v>
                </c:pt>
                <c:pt idx="2671">
                  <c:v>0.34</c:v>
                </c:pt>
                <c:pt idx="2672">
                  <c:v>0.34</c:v>
                </c:pt>
                <c:pt idx="2673">
                  <c:v>0.34</c:v>
                </c:pt>
                <c:pt idx="2674">
                  <c:v>0.34</c:v>
                </c:pt>
                <c:pt idx="2675">
                  <c:v>0.34</c:v>
                </c:pt>
                <c:pt idx="2676">
                  <c:v>0.34</c:v>
                </c:pt>
                <c:pt idx="2677">
                  <c:v>0.34</c:v>
                </c:pt>
                <c:pt idx="2678">
                  <c:v>0.34</c:v>
                </c:pt>
                <c:pt idx="2679">
                  <c:v>0.34</c:v>
                </c:pt>
                <c:pt idx="2680">
                  <c:v>0.34</c:v>
                </c:pt>
                <c:pt idx="2681">
                  <c:v>0.34</c:v>
                </c:pt>
                <c:pt idx="2682">
                  <c:v>0.34</c:v>
                </c:pt>
                <c:pt idx="2683">
                  <c:v>0.34</c:v>
                </c:pt>
                <c:pt idx="2684">
                  <c:v>0.34</c:v>
                </c:pt>
                <c:pt idx="2685">
                  <c:v>0.34</c:v>
                </c:pt>
                <c:pt idx="2686">
                  <c:v>0.34</c:v>
                </c:pt>
                <c:pt idx="2687">
                  <c:v>0.34</c:v>
                </c:pt>
                <c:pt idx="2688">
                  <c:v>0.34</c:v>
                </c:pt>
                <c:pt idx="2689">
                  <c:v>0.34</c:v>
                </c:pt>
                <c:pt idx="2690">
                  <c:v>0.34</c:v>
                </c:pt>
                <c:pt idx="2691">
                  <c:v>0.34</c:v>
                </c:pt>
                <c:pt idx="2692">
                  <c:v>0.34</c:v>
                </c:pt>
                <c:pt idx="2693">
                  <c:v>0.34</c:v>
                </c:pt>
                <c:pt idx="2694">
                  <c:v>0.34</c:v>
                </c:pt>
                <c:pt idx="2695">
                  <c:v>0.34</c:v>
                </c:pt>
                <c:pt idx="2696">
                  <c:v>0.34</c:v>
                </c:pt>
                <c:pt idx="2697">
                  <c:v>0.34</c:v>
                </c:pt>
                <c:pt idx="2698">
                  <c:v>0.34</c:v>
                </c:pt>
                <c:pt idx="2699">
                  <c:v>0.34</c:v>
                </c:pt>
                <c:pt idx="2700">
                  <c:v>0.34</c:v>
                </c:pt>
                <c:pt idx="2701">
                  <c:v>0.34</c:v>
                </c:pt>
                <c:pt idx="2702">
                  <c:v>0.34</c:v>
                </c:pt>
                <c:pt idx="2703">
                  <c:v>0.34</c:v>
                </c:pt>
                <c:pt idx="2704">
                  <c:v>0.34</c:v>
                </c:pt>
                <c:pt idx="2705">
                  <c:v>0.34</c:v>
                </c:pt>
                <c:pt idx="2706">
                  <c:v>0.34</c:v>
                </c:pt>
                <c:pt idx="2707">
                  <c:v>0.34</c:v>
                </c:pt>
                <c:pt idx="2708">
                  <c:v>0.34</c:v>
                </c:pt>
                <c:pt idx="2709">
                  <c:v>0.34</c:v>
                </c:pt>
                <c:pt idx="2710">
                  <c:v>0.34</c:v>
                </c:pt>
                <c:pt idx="2711">
                  <c:v>0.34</c:v>
                </c:pt>
                <c:pt idx="2712">
                  <c:v>0.34</c:v>
                </c:pt>
                <c:pt idx="2713">
                  <c:v>0.34</c:v>
                </c:pt>
                <c:pt idx="2714">
                  <c:v>0.34</c:v>
                </c:pt>
                <c:pt idx="2715">
                  <c:v>0.34</c:v>
                </c:pt>
                <c:pt idx="2716">
                  <c:v>0.34</c:v>
                </c:pt>
                <c:pt idx="2717">
                  <c:v>0.34</c:v>
                </c:pt>
                <c:pt idx="2718">
                  <c:v>0.34</c:v>
                </c:pt>
                <c:pt idx="2719">
                  <c:v>0.34</c:v>
                </c:pt>
                <c:pt idx="2720">
                  <c:v>0.34</c:v>
                </c:pt>
                <c:pt idx="2721">
                  <c:v>0.34</c:v>
                </c:pt>
                <c:pt idx="2722">
                  <c:v>0.34</c:v>
                </c:pt>
                <c:pt idx="2723">
                  <c:v>0.34</c:v>
                </c:pt>
                <c:pt idx="2724">
                  <c:v>0.34</c:v>
                </c:pt>
                <c:pt idx="2725">
                  <c:v>0.34</c:v>
                </c:pt>
                <c:pt idx="2726">
                  <c:v>0.34</c:v>
                </c:pt>
                <c:pt idx="2727">
                  <c:v>0.34</c:v>
                </c:pt>
                <c:pt idx="2728">
                  <c:v>0.34</c:v>
                </c:pt>
                <c:pt idx="2729">
                  <c:v>0.34</c:v>
                </c:pt>
                <c:pt idx="2730">
                  <c:v>0.34</c:v>
                </c:pt>
                <c:pt idx="2731">
                  <c:v>0.34</c:v>
                </c:pt>
                <c:pt idx="2732">
                  <c:v>0.34</c:v>
                </c:pt>
                <c:pt idx="2733">
                  <c:v>0.34</c:v>
                </c:pt>
                <c:pt idx="2734">
                  <c:v>0.34</c:v>
                </c:pt>
                <c:pt idx="2735">
                  <c:v>0.34</c:v>
                </c:pt>
                <c:pt idx="2736">
                  <c:v>0.34</c:v>
                </c:pt>
                <c:pt idx="2737">
                  <c:v>0.34</c:v>
                </c:pt>
                <c:pt idx="2738">
                  <c:v>0.34</c:v>
                </c:pt>
                <c:pt idx="2739">
                  <c:v>0.34</c:v>
                </c:pt>
                <c:pt idx="2740">
                  <c:v>0.34</c:v>
                </c:pt>
                <c:pt idx="2741">
                  <c:v>0.34</c:v>
                </c:pt>
                <c:pt idx="2742">
                  <c:v>0.34</c:v>
                </c:pt>
                <c:pt idx="2743">
                  <c:v>0.34</c:v>
                </c:pt>
                <c:pt idx="2744">
                  <c:v>0.34</c:v>
                </c:pt>
                <c:pt idx="2745">
                  <c:v>0.34</c:v>
                </c:pt>
                <c:pt idx="2746">
                  <c:v>0.34</c:v>
                </c:pt>
                <c:pt idx="2747">
                  <c:v>0.34</c:v>
                </c:pt>
                <c:pt idx="2748">
                  <c:v>0.34</c:v>
                </c:pt>
                <c:pt idx="2749">
                  <c:v>0.34</c:v>
                </c:pt>
                <c:pt idx="2750">
                  <c:v>0.34</c:v>
                </c:pt>
                <c:pt idx="2751">
                  <c:v>0.34</c:v>
                </c:pt>
                <c:pt idx="2752">
                  <c:v>0.34</c:v>
                </c:pt>
                <c:pt idx="2753">
                  <c:v>0.34</c:v>
                </c:pt>
                <c:pt idx="2754">
                  <c:v>0.34</c:v>
                </c:pt>
                <c:pt idx="2755">
                  <c:v>0.34</c:v>
                </c:pt>
                <c:pt idx="2756">
                  <c:v>0.34</c:v>
                </c:pt>
                <c:pt idx="2757">
                  <c:v>0.34</c:v>
                </c:pt>
                <c:pt idx="2758">
                  <c:v>0.34</c:v>
                </c:pt>
                <c:pt idx="2759">
                  <c:v>0.34</c:v>
                </c:pt>
                <c:pt idx="2760">
                  <c:v>0.34</c:v>
                </c:pt>
                <c:pt idx="2761">
                  <c:v>0.34</c:v>
                </c:pt>
                <c:pt idx="2762">
                  <c:v>0.34</c:v>
                </c:pt>
                <c:pt idx="2763">
                  <c:v>0.34</c:v>
                </c:pt>
                <c:pt idx="2764">
                  <c:v>0.34</c:v>
                </c:pt>
                <c:pt idx="2765">
                  <c:v>0.34</c:v>
                </c:pt>
                <c:pt idx="2766">
                  <c:v>0.34</c:v>
                </c:pt>
                <c:pt idx="2767">
                  <c:v>0.34</c:v>
                </c:pt>
                <c:pt idx="2768">
                  <c:v>0.34</c:v>
                </c:pt>
                <c:pt idx="2769">
                  <c:v>0.34</c:v>
                </c:pt>
                <c:pt idx="2770">
                  <c:v>0.34</c:v>
                </c:pt>
                <c:pt idx="2771">
                  <c:v>0.34</c:v>
                </c:pt>
                <c:pt idx="2772">
                  <c:v>0.34</c:v>
                </c:pt>
                <c:pt idx="2773">
                  <c:v>0.34</c:v>
                </c:pt>
                <c:pt idx="2774">
                  <c:v>0.34</c:v>
                </c:pt>
                <c:pt idx="2775">
                  <c:v>0.34</c:v>
                </c:pt>
                <c:pt idx="2776">
                  <c:v>0.34</c:v>
                </c:pt>
                <c:pt idx="2777">
                  <c:v>0.34</c:v>
                </c:pt>
                <c:pt idx="2778">
                  <c:v>0.34</c:v>
                </c:pt>
                <c:pt idx="2779">
                  <c:v>0.34</c:v>
                </c:pt>
                <c:pt idx="2780">
                  <c:v>0.34</c:v>
                </c:pt>
                <c:pt idx="2781">
                  <c:v>0.34</c:v>
                </c:pt>
                <c:pt idx="2782">
                  <c:v>0.34</c:v>
                </c:pt>
                <c:pt idx="2783">
                  <c:v>0.34</c:v>
                </c:pt>
                <c:pt idx="2784">
                  <c:v>0.34</c:v>
                </c:pt>
                <c:pt idx="2785">
                  <c:v>0.34</c:v>
                </c:pt>
                <c:pt idx="2786">
                  <c:v>0.34</c:v>
                </c:pt>
                <c:pt idx="2787">
                  <c:v>0.34</c:v>
                </c:pt>
                <c:pt idx="2788">
                  <c:v>0.34</c:v>
                </c:pt>
                <c:pt idx="2789">
                  <c:v>0.34</c:v>
                </c:pt>
                <c:pt idx="2790">
                  <c:v>0.34</c:v>
                </c:pt>
                <c:pt idx="2791">
                  <c:v>0.34</c:v>
                </c:pt>
                <c:pt idx="2792">
                  <c:v>0.34</c:v>
                </c:pt>
                <c:pt idx="2793">
                  <c:v>0.34</c:v>
                </c:pt>
                <c:pt idx="2794">
                  <c:v>0.34</c:v>
                </c:pt>
                <c:pt idx="2795">
                  <c:v>0.34</c:v>
                </c:pt>
                <c:pt idx="2796">
                  <c:v>0.34</c:v>
                </c:pt>
                <c:pt idx="2797">
                  <c:v>0.34</c:v>
                </c:pt>
                <c:pt idx="2798">
                  <c:v>0.34</c:v>
                </c:pt>
                <c:pt idx="2799">
                  <c:v>0.34</c:v>
                </c:pt>
                <c:pt idx="2800">
                  <c:v>0.34</c:v>
                </c:pt>
                <c:pt idx="2801">
                  <c:v>0.34</c:v>
                </c:pt>
                <c:pt idx="2802">
                  <c:v>0.34</c:v>
                </c:pt>
                <c:pt idx="2803">
                  <c:v>0.34</c:v>
                </c:pt>
                <c:pt idx="2804">
                  <c:v>0.34</c:v>
                </c:pt>
                <c:pt idx="2805">
                  <c:v>0.34</c:v>
                </c:pt>
                <c:pt idx="2806">
                  <c:v>0.34</c:v>
                </c:pt>
                <c:pt idx="2807">
                  <c:v>0.34</c:v>
                </c:pt>
                <c:pt idx="2808">
                  <c:v>0.34</c:v>
                </c:pt>
                <c:pt idx="2809">
                  <c:v>0.34</c:v>
                </c:pt>
                <c:pt idx="2810">
                  <c:v>0.34</c:v>
                </c:pt>
                <c:pt idx="2811">
                  <c:v>0.34</c:v>
                </c:pt>
                <c:pt idx="2812">
                  <c:v>0.34</c:v>
                </c:pt>
                <c:pt idx="2813">
                  <c:v>0.34</c:v>
                </c:pt>
                <c:pt idx="2814">
                  <c:v>0.34</c:v>
                </c:pt>
                <c:pt idx="2815">
                  <c:v>0.34</c:v>
                </c:pt>
                <c:pt idx="2816">
                  <c:v>0.34</c:v>
                </c:pt>
                <c:pt idx="2817">
                  <c:v>0.34</c:v>
                </c:pt>
                <c:pt idx="2818">
                  <c:v>0.34</c:v>
                </c:pt>
                <c:pt idx="2819">
                  <c:v>0.34</c:v>
                </c:pt>
                <c:pt idx="2820">
                  <c:v>0.34</c:v>
                </c:pt>
                <c:pt idx="2821">
                  <c:v>0.34</c:v>
                </c:pt>
                <c:pt idx="2822">
                  <c:v>0.34</c:v>
                </c:pt>
                <c:pt idx="2823">
                  <c:v>0.34</c:v>
                </c:pt>
                <c:pt idx="2824">
                  <c:v>0.34</c:v>
                </c:pt>
                <c:pt idx="2825">
                  <c:v>0.34</c:v>
                </c:pt>
                <c:pt idx="2826">
                  <c:v>0.34</c:v>
                </c:pt>
                <c:pt idx="2827">
                  <c:v>0.34</c:v>
                </c:pt>
                <c:pt idx="2828">
                  <c:v>0.34</c:v>
                </c:pt>
                <c:pt idx="2829">
                  <c:v>0.34</c:v>
                </c:pt>
                <c:pt idx="2830">
                  <c:v>0.34</c:v>
                </c:pt>
                <c:pt idx="2831">
                  <c:v>0.34</c:v>
                </c:pt>
                <c:pt idx="2832">
                  <c:v>0.34</c:v>
                </c:pt>
                <c:pt idx="2833">
                  <c:v>0.34</c:v>
                </c:pt>
                <c:pt idx="2834">
                  <c:v>0.34</c:v>
                </c:pt>
                <c:pt idx="2835">
                  <c:v>0.34</c:v>
                </c:pt>
                <c:pt idx="2836">
                  <c:v>0.34</c:v>
                </c:pt>
                <c:pt idx="2837">
                  <c:v>0.34</c:v>
                </c:pt>
                <c:pt idx="2838">
                  <c:v>0.34</c:v>
                </c:pt>
                <c:pt idx="2839">
                  <c:v>0.34</c:v>
                </c:pt>
                <c:pt idx="2840">
                  <c:v>0.34</c:v>
                </c:pt>
                <c:pt idx="2841">
                  <c:v>0.34</c:v>
                </c:pt>
                <c:pt idx="2842">
                  <c:v>0.34</c:v>
                </c:pt>
                <c:pt idx="2843">
                  <c:v>0.34</c:v>
                </c:pt>
                <c:pt idx="2844">
                  <c:v>0.34</c:v>
                </c:pt>
                <c:pt idx="2845">
                  <c:v>0.34</c:v>
                </c:pt>
                <c:pt idx="2846">
                  <c:v>0.34</c:v>
                </c:pt>
                <c:pt idx="2847">
                  <c:v>0.34</c:v>
                </c:pt>
                <c:pt idx="2848">
                  <c:v>0.34</c:v>
                </c:pt>
                <c:pt idx="2849">
                  <c:v>0.34</c:v>
                </c:pt>
                <c:pt idx="2850">
                  <c:v>0.34</c:v>
                </c:pt>
                <c:pt idx="2851">
                  <c:v>0.34</c:v>
                </c:pt>
                <c:pt idx="2852">
                  <c:v>0.34</c:v>
                </c:pt>
                <c:pt idx="2853">
                  <c:v>0.34</c:v>
                </c:pt>
                <c:pt idx="2854">
                  <c:v>0.34</c:v>
                </c:pt>
                <c:pt idx="2855">
                  <c:v>0.34</c:v>
                </c:pt>
                <c:pt idx="2856">
                  <c:v>0.34</c:v>
                </c:pt>
                <c:pt idx="2857">
                  <c:v>0.34</c:v>
                </c:pt>
                <c:pt idx="2858">
                  <c:v>0.34</c:v>
                </c:pt>
                <c:pt idx="2859">
                  <c:v>0.34</c:v>
                </c:pt>
                <c:pt idx="2860">
                  <c:v>0.34</c:v>
                </c:pt>
                <c:pt idx="2861">
                  <c:v>0.34</c:v>
                </c:pt>
                <c:pt idx="2862">
                  <c:v>0.34</c:v>
                </c:pt>
                <c:pt idx="2863">
                  <c:v>0.34</c:v>
                </c:pt>
                <c:pt idx="2864">
                  <c:v>0.34</c:v>
                </c:pt>
                <c:pt idx="2865">
                  <c:v>0.34</c:v>
                </c:pt>
                <c:pt idx="2866">
                  <c:v>0.34</c:v>
                </c:pt>
                <c:pt idx="2867">
                  <c:v>0.34</c:v>
                </c:pt>
                <c:pt idx="2868">
                  <c:v>0.34</c:v>
                </c:pt>
                <c:pt idx="2869">
                  <c:v>0.34</c:v>
                </c:pt>
                <c:pt idx="2870">
                  <c:v>0.34</c:v>
                </c:pt>
                <c:pt idx="2871">
                  <c:v>0.34</c:v>
                </c:pt>
                <c:pt idx="2872">
                  <c:v>0.34</c:v>
                </c:pt>
                <c:pt idx="2873">
                  <c:v>0.34</c:v>
                </c:pt>
                <c:pt idx="2874">
                  <c:v>0.34</c:v>
                </c:pt>
                <c:pt idx="2875">
                  <c:v>0.34</c:v>
                </c:pt>
                <c:pt idx="2876">
                  <c:v>0.34</c:v>
                </c:pt>
                <c:pt idx="2877">
                  <c:v>0.34</c:v>
                </c:pt>
                <c:pt idx="2878">
                  <c:v>0.34</c:v>
                </c:pt>
                <c:pt idx="2879">
                  <c:v>0.34</c:v>
                </c:pt>
                <c:pt idx="2880">
                  <c:v>0.34</c:v>
                </c:pt>
                <c:pt idx="2881">
                  <c:v>0.34</c:v>
                </c:pt>
                <c:pt idx="2882">
                  <c:v>0.34</c:v>
                </c:pt>
                <c:pt idx="2883">
                  <c:v>0.34</c:v>
                </c:pt>
                <c:pt idx="2884">
                  <c:v>0.34</c:v>
                </c:pt>
                <c:pt idx="2885">
                  <c:v>0.34</c:v>
                </c:pt>
                <c:pt idx="2886">
                  <c:v>0.34</c:v>
                </c:pt>
                <c:pt idx="2887">
                  <c:v>0.34</c:v>
                </c:pt>
                <c:pt idx="2888">
                  <c:v>0.34</c:v>
                </c:pt>
                <c:pt idx="2889">
                  <c:v>0.34</c:v>
                </c:pt>
                <c:pt idx="2890">
                  <c:v>0.34</c:v>
                </c:pt>
                <c:pt idx="2891">
                  <c:v>0.34</c:v>
                </c:pt>
                <c:pt idx="2892">
                  <c:v>0.34</c:v>
                </c:pt>
                <c:pt idx="2893">
                  <c:v>0.34</c:v>
                </c:pt>
                <c:pt idx="2894">
                  <c:v>0.34</c:v>
                </c:pt>
                <c:pt idx="2895">
                  <c:v>0.34</c:v>
                </c:pt>
                <c:pt idx="2896">
                  <c:v>0.34</c:v>
                </c:pt>
                <c:pt idx="2897">
                  <c:v>0.34</c:v>
                </c:pt>
                <c:pt idx="2898">
                  <c:v>0.34</c:v>
                </c:pt>
                <c:pt idx="2899">
                  <c:v>0.34</c:v>
                </c:pt>
                <c:pt idx="2900">
                  <c:v>0.34</c:v>
                </c:pt>
                <c:pt idx="2901">
                  <c:v>0.34</c:v>
                </c:pt>
                <c:pt idx="2902">
                  <c:v>0.34</c:v>
                </c:pt>
                <c:pt idx="2903">
                  <c:v>0.34</c:v>
                </c:pt>
                <c:pt idx="2904">
                  <c:v>0.34</c:v>
                </c:pt>
                <c:pt idx="2905">
                  <c:v>0.34</c:v>
                </c:pt>
                <c:pt idx="2906">
                  <c:v>0.34</c:v>
                </c:pt>
                <c:pt idx="2907">
                  <c:v>0.34</c:v>
                </c:pt>
                <c:pt idx="2908">
                  <c:v>0.34</c:v>
                </c:pt>
                <c:pt idx="2909">
                  <c:v>0.34</c:v>
                </c:pt>
                <c:pt idx="2910">
                  <c:v>0.34</c:v>
                </c:pt>
                <c:pt idx="2911">
                  <c:v>0.34</c:v>
                </c:pt>
                <c:pt idx="2912">
                  <c:v>0.34</c:v>
                </c:pt>
                <c:pt idx="2913">
                  <c:v>0.34</c:v>
                </c:pt>
                <c:pt idx="2914">
                  <c:v>0.34</c:v>
                </c:pt>
                <c:pt idx="2915">
                  <c:v>0.34</c:v>
                </c:pt>
                <c:pt idx="2916">
                  <c:v>0.34</c:v>
                </c:pt>
                <c:pt idx="2917">
                  <c:v>0.34</c:v>
                </c:pt>
                <c:pt idx="2918">
                  <c:v>0.34</c:v>
                </c:pt>
                <c:pt idx="2919">
                  <c:v>0.34</c:v>
                </c:pt>
                <c:pt idx="2920">
                  <c:v>0.34</c:v>
                </c:pt>
                <c:pt idx="2921">
                  <c:v>0.34</c:v>
                </c:pt>
                <c:pt idx="2922">
                  <c:v>0.34</c:v>
                </c:pt>
                <c:pt idx="2923">
                  <c:v>0.34</c:v>
                </c:pt>
                <c:pt idx="2924">
                  <c:v>0.34</c:v>
                </c:pt>
                <c:pt idx="2925">
                  <c:v>0.34</c:v>
                </c:pt>
                <c:pt idx="2926">
                  <c:v>0.34</c:v>
                </c:pt>
                <c:pt idx="2927">
                  <c:v>0.34</c:v>
                </c:pt>
                <c:pt idx="2928">
                  <c:v>0.34</c:v>
                </c:pt>
                <c:pt idx="2929">
                  <c:v>0.34</c:v>
                </c:pt>
                <c:pt idx="2930">
                  <c:v>0.34</c:v>
                </c:pt>
                <c:pt idx="2931">
                  <c:v>0.34</c:v>
                </c:pt>
                <c:pt idx="2932">
                  <c:v>0.34</c:v>
                </c:pt>
                <c:pt idx="2933">
                  <c:v>0.34</c:v>
                </c:pt>
                <c:pt idx="2934">
                  <c:v>0.34</c:v>
                </c:pt>
                <c:pt idx="2935">
                  <c:v>0.34</c:v>
                </c:pt>
                <c:pt idx="2936">
                  <c:v>0.34</c:v>
                </c:pt>
                <c:pt idx="2937">
                  <c:v>0.34</c:v>
                </c:pt>
                <c:pt idx="2938">
                  <c:v>0.34</c:v>
                </c:pt>
                <c:pt idx="2939">
                  <c:v>0.34</c:v>
                </c:pt>
                <c:pt idx="2940">
                  <c:v>0.34</c:v>
                </c:pt>
                <c:pt idx="2941">
                  <c:v>0.34</c:v>
                </c:pt>
                <c:pt idx="2942">
                  <c:v>0.34</c:v>
                </c:pt>
                <c:pt idx="2943">
                  <c:v>0.34</c:v>
                </c:pt>
                <c:pt idx="2944">
                  <c:v>0.34</c:v>
                </c:pt>
                <c:pt idx="2945">
                  <c:v>0.34</c:v>
                </c:pt>
                <c:pt idx="2946">
                  <c:v>0.34</c:v>
                </c:pt>
                <c:pt idx="2947">
                  <c:v>0.34</c:v>
                </c:pt>
                <c:pt idx="2948">
                  <c:v>0.34</c:v>
                </c:pt>
                <c:pt idx="2949">
                  <c:v>0.34</c:v>
                </c:pt>
                <c:pt idx="2950">
                  <c:v>0.34</c:v>
                </c:pt>
                <c:pt idx="2951">
                  <c:v>0.34</c:v>
                </c:pt>
                <c:pt idx="2952">
                  <c:v>0.34</c:v>
                </c:pt>
                <c:pt idx="2953">
                  <c:v>0.34</c:v>
                </c:pt>
                <c:pt idx="2954">
                  <c:v>0.34</c:v>
                </c:pt>
                <c:pt idx="2955">
                  <c:v>0.34</c:v>
                </c:pt>
                <c:pt idx="2956">
                  <c:v>0.34</c:v>
                </c:pt>
                <c:pt idx="2957">
                  <c:v>0.34</c:v>
                </c:pt>
                <c:pt idx="2958">
                  <c:v>0.34</c:v>
                </c:pt>
                <c:pt idx="2959">
                  <c:v>0.34</c:v>
                </c:pt>
                <c:pt idx="2960">
                  <c:v>0.34</c:v>
                </c:pt>
                <c:pt idx="2961">
                  <c:v>0.34</c:v>
                </c:pt>
                <c:pt idx="2962">
                  <c:v>0.34</c:v>
                </c:pt>
                <c:pt idx="2963">
                  <c:v>0.34</c:v>
                </c:pt>
                <c:pt idx="2964">
                  <c:v>0.34</c:v>
                </c:pt>
                <c:pt idx="2965">
                  <c:v>0.34</c:v>
                </c:pt>
                <c:pt idx="2966">
                  <c:v>0.34</c:v>
                </c:pt>
                <c:pt idx="2967">
                  <c:v>0.34</c:v>
                </c:pt>
                <c:pt idx="2968">
                  <c:v>0.34</c:v>
                </c:pt>
                <c:pt idx="2969">
                  <c:v>0.34</c:v>
                </c:pt>
                <c:pt idx="2970">
                  <c:v>0.34</c:v>
                </c:pt>
                <c:pt idx="2971">
                  <c:v>0.34</c:v>
                </c:pt>
                <c:pt idx="2972">
                  <c:v>0.34</c:v>
                </c:pt>
                <c:pt idx="2973">
                  <c:v>0.34</c:v>
                </c:pt>
                <c:pt idx="2974">
                  <c:v>0.34</c:v>
                </c:pt>
                <c:pt idx="2975">
                  <c:v>0.34</c:v>
                </c:pt>
                <c:pt idx="2976">
                  <c:v>0.34</c:v>
                </c:pt>
                <c:pt idx="2977">
                  <c:v>0.34</c:v>
                </c:pt>
                <c:pt idx="2978">
                  <c:v>0.34</c:v>
                </c:pt>
                <c:pt idx="2979">
                  <c:v>0.34</c:v>
                </c:pt>
                <c:pt idx="2980">
                  <c:v>0.34</c:v>
                </c:pt>
                <c:pt idx="2981">
                  <c:v>0.34</c:v>
                </c:pt>
                <c:pt idx="2982">
                  <c:v>0.34</c:v>
                </c:pt>
                <c:pt idx="2983">
                  <c:v>0.34</c:v>
                </c:pt>
                <c:pt idx="2984">
                  <c:v>0.34</c:v>
                </c:pt>
                <c:pt idx="2985">
                  <c:v>0.34</c:v>
                </c:pt>
                <c:pt idx="2986">
                  <c:v>0.34</c:v>
                </c:pt>
                <c:pt idx="2987">
                  <c:v>0.34</c:v>
                </c:pt>
                <c:pt idx="2988">
                  <c:v>0.34</c:v>
                </c:pt>
                <c:pt idx="2989">
                  <c:v>0.34</c:v>
                </c:pt>
                <c:pt idx="2990">
                  <c:v>0.34</c:v>
                </c:pt>
                <c:pt idx="2991">
                  <c:v>0.34</c:v>
                </c:pt>
                <c:pt idx="2992">
                  <c:v>0.34</c:v>
                </c:pt>
                <c:pt idx="2993">
                  <c:v>0.34</c:v>
                </c:pt>
                <c:pt idx="2994">
                  <c:v>0.34</c:v>
                </c:pt>
                <c:pt idx="2995">
                  <c:v>0.34</c:v>
                </c:pt>
                <c:pt idx="2996">
                  <c:v>0.34</c:v>
                </c:pt>
                <c:pt idx="2997">
                  <c:v>0.34</c:v>
                </c:pt>
                <c:pt idx="2998">
                  <c:v>0.34</c:v>
                </c:pt>
                <c:pt idx="2999">
                  <c:v>0.34</c:v>
                </c:pt>
                <c:pt idx="3000">
                  <c:v>0.34</c:v>
                </c:pt>
                <c:pt idx="3001">
                  <c:v>0.34</c:v>
                </c:pt>
                <c:pt idx="3002">
                  <c:v>0.34</c:v>
                </c:pt>
                <c:pt idx="3003">
                  <c:v>0.34</c:v>
                </c:pt>
                <c:pt idx="3004">
                  <c:v>0.34</c:v>
                </c:pt>
                <c:pt idx="3005">
                  <c:v>0.34</c:v>
                </c:pt>
                <c:pt idx="3006">
                  <c:v>0.34</c:v>
                </c:pt>
                <c:pt idx="3007">
                  <c:v>0.34</c:v>
                </c:pt>
                <c:pt idx="3008">
                  <c:v>0.34</c:v>
                </c:pt>
                <c:pt idx="3009">
                  <c:v>0.34</c:v>
                </c:pt>
                <c:pt idx="3010">
                  <c:v>0.34</c:v>
                </c:pt>
                <c:pt idx="3011">
                  <c:v>0.34</c:v>
                </c:pt>
                <c:pt idx="3012">
                  <c:v>0.34</c:v>
                </c:pt>
                <c:pt idx="3013">
                  <c:v>0.34</c:v>
                </c:pt>
                <c:pt idx="3014">
                  <c:v>0.34</c:v>
                </c:pt>
                <c:pt idx="3015">
                  <c:v>0.34</c:v>
                </c:pt>
                <c:pt idx="3016">
                  <c:v>0.34</c:v>
                </c:pt>
                <c:pt idx="3017">
                  <c:v>0.34</c:v>
                </c:pt>
                <c:pt idx="3018">
                  <c:v>0.34</c:v>
                </c:pt>
                <c:pt idx="3019">
                  <c:v>0.34</c:v>
                </c:pt>
                <c:pt idx="3020">
                  <c:v>0.34</c:v>
                </c:pt>
                <c:pt idx="3021">
                  <c:v>0.34</c:v>
                </c:pt>
                <c:pt idx="3022">
                  <c:v>0.34</c:v>
                </c:pt>
                <c:pt idx="3023">
                  <c:v>0.34</c:v>
                </c:pt>
                <c:pt idx="3024">
                  <c:v>0.34</c:v>
                </c:pt>
                <c:pt idx="3025">
                  <c:v>0.34</c:v>
                </c:pt>
                <c:pt idx="3026">
                  <c:v>0.34</c:v>
                </c:pt>
                <c:pt idx="3027">
                  <c:v>0.34</c:v>
                </c:pt>
                <c:pt idx="3028">
                  <c:v>0.34</c:v>
                </c:pt>
                <c:pt idx="3029">
                  <c:v>0.34</c:v>
                </c:pt>
                <c:pt idx="3030">
                  <c:v>0.34</c:v>
                </c:pt>
                <c:pt idx="3031">
                  <c:v>0.34</c:v>
                </c:pt>
                <c:pt idx="3032">
                  <c:v>0.34</c:v>
                </c:pt>
                <c:pt idx="3033">
                  <c:v>0.34</c:v>
                </c:pt>
                <c:pt idx="3034">
                  <c:v>0.34</c:v>
                </c:pt>
                <c:pt idx="3035">
                  <c:v>0.34</c:v>
                </c:pt>
                <c:pt idx="3036">
                  <c:v>0.34</c:v>
                </c:pt>
                <c:pt idx="3037">
                  <c:v>0.34</c:v>
                </c:pt>
                <c:pt idx="3038">
                  <c:v>0.34</c:v>
                </c:pt>
                <c:pt idx="3039">
                  <c:v>0.34</c:v>
                </c:pt>
                <c:pt idx="3040">
                  <c:v>0.34</c:v>
                </c:pt>
                <c:pt idx="3041">
                  <c:v>0.34</c:v>
                </c:pt>
                <c:pt idx="3042">
                  <c:v>0.34</c:v>
                </c:pt>
                <c:pt idx="3043">
                  <c:v>0.34</c:v>
                </c:pt>
                <c:pt idx="3044">
                  <c:v>0.34</c:v>
                </c:pt>
                <c:pt idx="3045">
                  <c:v>0.34</c:v>
                </c:pt>
                <c:pt idx="3046">
                  <c:v>0.34</c:v>
                </c:pt>
                <c:pt idx="3047">
                  <c:v>0.34</c:v>
                </c:pt>
                <c:pt idx="3048">
                  <c:v>0.34</c:v>
                </c:pt>
                <c:pt idx="3049">
                  <c:v>0.34</c:v>
                </c:pt>
                <c:pt idx="3050">
                  <c:v>0.34</c:v>
                </c:pt>
                <c:pt idx="3051">
                  <c:v>0.34</c:v>
                </c:pt>
                <c:pt idx="3052">
                  <c:v>0.34</c:v>
                </c:pt>
                <c:pt idx="3053">
                  <c:v>0.34</c:v>
                </c:pt>
                <c:pt idx="3054">
                  <c:v>0.34</c:v>
                </c:pt>
                <c:pt idx="3055">
                  <c:v>0.34</c:v>
                </c:pt>
                <c:pt idx="3056">
                  <c:v>0.34</c:v>
                </c:pt>
                <c:pt idx="3057">
                  <c:v>0.34</c:v>
                </c:pt>
                <c:pt idx="3058">
                  <c:v>0.34</c:v>
                </c:pt>
                <c:pt idx="3059">
                  <c:v>0.34</c:v>
                </c:pt>
                <c:pt idx="3060">
                  <c:v>0.34</c:v>
                </c:pt>
                <c:pt idx="3061">
                  <c:v>0.34</c:v>
                </c:pt>
                <c:pt idx="3062">
                  <c:v>0.34</c:v>
                </c:pt>
                <c:pt idx="3063">
                  <c:v>0.34</c:v>
                </c:pt>
                <c:pt idx="3064">
                  <c:v>0.34</c:v>
                </c:pt>
                <c:pt idx="3065">
                  <c:v>0.34</c:v>
                </c:pt>
                <c:pt idx="3066">
                  <c:v>0.34</c:v>
                </c:pt>
                <c:pt idx="3067">
                  <c:v>0.34</c:v>
                </c:pt>
                <c:pt idx="3068">
                  <c:v>0.34</c:v>
                </c:pt>
                <c:pt idx="3069">
                  <c:v>0.36280000000000001</c:v>
                </c:pt>
                <c:pt idx="3070">
                  <c:v>0.38500000000000001</c:v>
                </c:pt>
                <c:pt idx="3071">
                  <c:v>0.38500000000000001</c:v>
                </c:pt>
                <c:pt idx="3072">
                  <c:v>0.38500000000000001</c:v>
                </c:pt>
                <c:pt idx="3073">
                  <c:v>0.38500000000000001</c:v>
                </c:pt>
                <c:pt idx="3074">
                  <c:v>0.38500000000000001</c:v>
                </c:pt>
                <c:pt idx="3075">
                  <c:v>0.38500000000000001</c:v>
                </c:pt>
                <c:pt idx="3076">
                  <c:v>0.38500000000000001</c:v>
                </c:pt>
                <c:pt idx="3077">
                  <c:v>0.38500000000000001</c:v>
                </c:pt>
                <c:pt idx="3078">
                  <c:v>0.38500000000000001</c:v>
                </c:pt>
                <c:pt idx="3079">
                  <c:v>0.38500000000000001</c:v>
                </c:pt>
                <c:pt idx="3080">
                  <c:v>0.38500000000000001</c:v>
                </c:pt>
                <c:pt idx="3081">
                  <c:v>0.38500000000000001</c:v>
                </c:pt>
                <c:pt idx="3082">
                  <c:v>0.38500000000000001</c:v>
                </c:pt>
                <c:pt idx="3083">
                  <c:v>0.38500000000000001</c:v>
                </c:pt>
                <c:pt idx="3084">
                  <c:v>0.38500000000000001</c:v>
                </c:pt>
                <c:pt idx="3085">
                  <c:v>0.38500000000000001</c:v>
                </c:pt>
                <c:pt idx="3086">
                  <c:v>0.38500000000000001</c:v>
                </c:pt>
                <c:pt idx="3087">
                  <c:v>0.38500000000000001</c:v>
                </c:pt>
                <c:pt idx="3088">
                  <c:v>0.38500000000000001</c:v>
                </c:pt>
                <c:pt idx="3089">
                  <c:v>0.38500000000000001</c:v>
                </c:pt>
                <c:pt idx="3090">
                  <c:v>0.38500000000000001</c:v>
                </c:pt>
                <c:pt idx="3091">
                  <c:v>0.38500000000000001</c:v>
                </c:pt>
                <c:pt idx="3092">
                  <c:v>0.38500000000000001</c:v>
                </c:pt>
                <c:pt idx="3093">
                  <c:v>0.38500000000000001</c:v>
                </c:pt>
                <c:pt idx="3094">
                  <c:v>0.38500000000000001</c:v>
                </c:pt>
                <c:pt idx="3095">
                  <c:v>0.38500000000000001</c:v>
                </c:pt>
                <c:pt idx="3096">
                  <c:v>0.38500000000000001</c:v>
                </c:pt>
                <c:pt idx="3097">
                  <c:v>0.38500000000000001</c:v>
                </c:pt>
                <c:pt idx="3098">
                  <c:v>0.38500000000000001</c:v>
                </c:pt>
                <c:pt idx="3099">
                  <c:v>0.38500000000000001</c:v>
                </c:pt>
                <c:pt idx="3100">
                  <c:v>0.38500000000000001</c:v>
                </c:pt>
                <c:pt idx="3101">
                  <c:v>0.38500000000000001</c:v>
                </c:pt>
                <c:pt idx="3102">
                  <c:v>0.38500000000000001</c:v>
                </c:pt>
                <c:pt idx="3103">
                  <c:v>0.38500000000000001</c:v>
                </c:pt>
                <c:pt idx="3104">
                  <c:v>0.38500000000000001</c:v>
                </c:pt>
                <c:pt idx="3105">
                  <c:v>0.38500000000000001</c:v>
                </c:pt>
                <c:pt idx="3106">
                  <c:v>0.38500000000000001</c:v>
                </c:pt>
                <c:pt idx="3107">
                  <c:v>0.38500000000000001</c:v>
                </c:pt>
                <c:pt idx="3108">
                  <c:v>0.38500000000000001</c:v>
                </c:pt>
                <c:pt idx="3109">
                  <c:v>0.38500000000000001</c:v>
                </c:pt>
                <c:pt idx="3110">
                  <c:v>0.38500000000000001</c:v>
                </c:pt>
                <c:pt idx="3111">
                  <c:v>0.38500000000000001</c:v>
                </c:pt>
                <c:pt idx="3112">
                  <c:v>0.38500000000000001</c:v>
                </c:pt>
                <c:pt idx="3113">
                  <c:v>0.38500000000000001</c:v>
                </c:pt>
                <c:pt idx="3114">
                  <c:v>0.38500000000000001</c:v>
                </c:pt>
                <c:pt idx="3115">
                  <c:v>0.38500000000000001</c:v>
                </c:pt>
                <c:pt idx="3116">
                  <c:v>0.38500000000000001</c:v>
                </c:pt>
                <c:pt idx="3117">
                  <c:v>0.38500000000000001</c:v>
                </c:pt>
                <c:pt idx="3118">
                  <c:v>0.38500000000000001</c:v>
                </c:pt>
                <c:pt idx="3119">
                  <c:v>0.38500000000000001</c:v>
                </c:pt>
                <c:pt idx="3120">
                  <c:v>0.38500000000000001</c:v>
                </c:pt>
                <c:pt idx="3121">
                  <c:v>0.38500000000000001</c:v>
                </c:pt>
                <c:pt idx="3122">
                  <c:v>0.38500000000000001</c:v>
                </c:pt>
                <c:pt idx="3123">
                  <c:v>0.38500000000000001</c:v>
                </c:pt>
                <c:pt idx="3124">
                  <c:v>0.38500000000000001</c:v>
                </c:pt>
                <c:pt idx="3125">
                  <c:v>0.38500000000000001</c:v>
                </c:pt>
                <c:pt idx="3126">
                  <c:v>0.38500000000000001</c:v>
                </c:pt>
                <c:pt idx="3127">
                  <c:v>0.38500000000000001</c:v>
                </c:pt>
                <c:pt idx="3128">
                  <c:v>0.38500000000000001</c:v>
                </c:pt>
                <c:pt idx="3129">
                  <c:v>0.38500000000000001</c:v>
                </c:pt>
                <c:pt idx="3130">
                  <c:v>0.38500000000000001</c:v>
                </c:pt>
                <c:pt idx="3131">
                  <c:v>0.38500000000000001</c:v>
                </c:pt>
                <c:pt idx="3132">
                  <c:v>0.38500000000000001</c:v>
                </c:pt>
                <c:pt idx="3133">
                  <c:v>0.38500000000000001</c:v>
                </c:pt>
                <c:pt idx="3134">
                  <c:v>0.38500000000000001</c:v>
                </c:pt>
                <c:pt idx="3135">
                  <c:v>0.38500000000000001</c:v>
                </c:pt>
                <c:pt idx="3136">
                  <c:v>0.38500000000000001</c:v>
                </c:pt>
                <c:pt idx="3137">
                  <c:v>0.38500000000000001</c:v>
                </c:pt>
                <c:pt idx="3138">
                  <c:v>0.38500000000000001</c:v>
                </c:pt>
                <c:pt idx="3139">
                  <c:v>0.38500000000000001</c:v>
                </c:pt>
                <c:pt idx="3140">
                  <c:v>0.38500000000000001</c:v>
                </c:pt>
                <c:pt idx="3141">
                  <c:v>0.38500000000000001</c:v>
                </c:pt>
                <c:pt idx="3142">
                  <c:v>0.38500000000000001</c:v>
                </c:pt>
                <c:pt idx="3143">
                  <c:v>0.38500000000000001</c:v>
                </c:pt>
                <c:pt idx="3144">
                  <c:v>0.38500000000000001</c:v>
                </c:pt>
                <c:pt idx="3145">
                  <c:v>0.38500000000000001</c:v>
                </c:pt>
                <c:pt idx="3146">
                  <c:v>0.38500000000000001</c:v>
                </c:pt>
                <c:pt idx="3147">
                  <c:v>0.38500000000000001</c:v>
                </c:pt>
                <c:pt idx="3148">
                  <c:v>0.38500000000000001</c:v>
                </c:pt>
                <c:pt idx="3149">
                  <c:v>0.38500000000000001</c:v>
                </c:pt>
                <c:pt idx="3150">
                  <c:v>0.38500000000000001</c:v>
                </c:pt>
                <c:pt idx="3151">
                  <c:v>0.38500000000000001</c:v>
                </c:pt>
                <c:pt idx="3152">
                  <c:v>0.38500000000000001</c:v>
                </c:pt>
                <c:pt idx="3153">
                  <c:v>0.38500000000000001</c:v>
                </c:pt>
                <c:pt idx="3154">
                  <c:v>0.38500000000000001</c:v>
                </c:pt>
                <c:pt idx="3155">
                  <c:v>0.38500000000000001</c:v>
                </c:pt>
                <c:pt idx="3156">
                  <c:v>0.38500000000000001</c:v>
                </c:pt>
                <c:pt idx="3157">
                  <c:v>0.38500000000000001</c:v>
                </c:pt>
                <c:pt idx="3158">
                  <c:v>0.38500000000000001</c:v>
                </c:pt>
                <c:pt idx="3159">
                  <c:v>0.38500000000000001</c:v>
                </c:pt>
                <c:pt idx="3160">
                  <c:v>0.38500000000000001</c:v>
                </c:pt>
                <c:pt idx="3161">
                  <c:v>0.38500000000000001</c:v>
                </c:pt>
                <c:pt idx="3162">
                  <c:v>0.38500000000000001</c:v>
                </c:pt>
                <c:pt idx="3163">
                  <c:v>0.38500000000000001</c:v>
                </c:pt>
                <c:pt idx="3164">
                  <c:v>0.38500000000000001</c:v>
                </c:pt>
                <c:pt idx="3165">
                  <c:v>0.38500000000000001</c:v>
                </c:pt>
                <c:pt idx="3166">
                  <c:v>0.38500000000000001</c:v>
                </c:pt>
                <c:pt idx="3167">
                  <c:v>0.38500000000000001</c:v>
                </c:pt>
                <c:pt idx="3168">
                  <c:v>0.38500000000000001</c:v>
                </c:pt>
                <c:pt idx="3169">
                  <c:v>0.38500000000000001</c:v>
                </c:pt>
                <c:pt idx="3170">
                  <c:v>0.38500000000000001</c:v>
                </c:pt>
                <c:pt idx="3171">
                  <c:v>0.38500000000000001</c:v>
                </c:pt>
                <c:pt idx="3172">
                  <c:v>0.38500000000000001</c:v>
                </c:pt>
                <c:pt idx="3173">
                  <c:v>0.38500000000000001</c:v>
                </c:pt>
                <c:pt idx="3174">
                  <c:v>0.38500000000000001</c:v>
                </c:pt>
                <c:pt idx="3175">
                  <c:v>0.38500000000000001</c:v>
                </c:pt>
                <c:pt idx="3176">
                  <c:v>0.38500000000000001</c:v>
                </c:pt>
                <c:pt idx="3177">
                  <c:v>0.38500000000000001</c:v>
                </c:pt>
                <c:pt idx="3178">
                  <c:v>0.38500000000000001</c:v>
                </c:pt>
                <c:pt idx="3179">
                  <c:v>0.38500000000000001</c:v>
                </c:pt>
                <c:pt idx="3180">
                  <c:v>0.38500000000000001</c:v>
                </c:pt>
                <c:pt idx="3181">
                  <c:v>0.38500000000000001</c:v>
                </c:pt>
                <c:pt idx="3182">
                  <c:v>0.38500000000000001</c:v>
                </c:pt>
                <c:pt idx="3183">
                  <c:v>0.38500000000000001</c:v>
                </c:pt>
                <c:pt idx="3184">
                  <c:v>0.38500000000000001</c:v>
                </c:pt>
                <c:pt idx="3185">
                  <c:v>0.38500000000000001</c:v>
                </c:pt>
                <c:pt idx="3186">
                  <c:v>0.38500000000000001</c:v>
                </c:pt>
                <c:pt idx="3187">
                  <c:v>0.38500000000000001</c:v>
                </c:pt>
                <c:pt idx="3188">
                  <c:v>0.38500000000000001</c:v>
                </c:pt>
                <c:pt idx="3189">
                  <c:v>0.38500000000000001</c:v>
                </c:pt>
                <c:pt idx="3190">
                  <c:v>0.38500000000000001</c:v>
                </c:pt>
                <c:pt idx="3191">
                  <c:v>0.38500000000000001</c:v>
                </c:pt>
                <c:pt idx="3192">
                  <c:v>0.38500000000000001</c:v>
                </c:pt>
                <c:pt idx="3193">
                  <c:v>0.38500000000000001</c:v>
                </c:pt>
                <c:pt idx="3194">
                  <c:v>0.38500000000000001</c:v>
                </c:pt>
                <c:pt idx="3195">
                  <c:v>0.38500000000000001</c:v>
                </c:pt>
                <c:pt idx="3196">
                  <c:v>0.38500000000000001</c:v>
                </c:pt>
                <c:pt idx="3197">
                  <c:v>0.38500000000000001</c:v>
                </c:pt>
                <c:pt idx="3198">
                  <c:v>0.38500000000000001</c:v>
                </c:pt>
                <c:pt idx="3199">
                  <c:v>0.38500000000000001</c:v>
                </c:pt>
                <c:pt idx="3200">
                  <c:v>0.38500000000000001</c:v>
                </c:pt>
                <c:pt idx="3201">
                  <c:v>0.38500000000000001</c:v>
                </c:pt>
                <c:pt idx="3202">
                  <c:v>0.38500000000000001</c:v>
                </c:pt>
                <c:pt idx="3203">
                  <c:v>0.38500000000000001</c:v>
                </c:pt>
                <c:pt idx="3204">
                  <c:v>0.38500000000000001</c:v>
                </c:pt>
                <c:pt idx="3205">
                  <c:v>0.38500000000000001</c:v>
                </c:pt>
                <c:pt idx="3206">
                  <c:v>0.38500000000000001</c:v>
                </c:pt>
                <c:pt idx="3207">
                  <c:v>0.38500000000000001</c:v>
                </c:pt>
                <c:pt idx="3208">
                  <c:v>0.38500000000000001</c:v>
                </c:pt>
                <c:pt idx="3209">
                  <c:v>0.38500000000000001</c:v>
                </c:pt>
                <c:pt idx="3210">
                  <c:v>0.38500000000000001</c:v>
                </c:pt>
                <c:pt idx="3211">
                  <c:v>0.38500000000000001</c:v>
                </c:pt>
                <c:pt idx="3212">
                  <c:v>0.38500000000000001</c:v>
                </c:pt>
                <c:pt idx="3213">
                  <c:v>0.38500000000000001</c:v>
                </c:pt>
                <c:pt idx="3214">
                  <c:v>0.38500000000000001</c:v>
                </c:pt>
                <c:pt idx="3215">
                  <c:v>0.38500000000000001</c:v>
                </c:pt>
                <c:pt idx="3216">
                  <c:v>0.38500000000000001</c:v>
                </c:pt>
                <c:pt idx="3217">
                  <c:v>0.38500000000000001</c:v>
                </c:pt>
                <c:pt idx="3218">
                  <c:v>0.38500000000000001</c:v>
                </c:pt>
                <c:pt idx="3219">
                  <c:v>0.38500000000000001</c:v>
                </c:pt>
                <c:pt idx="3220">
                  <c:v>0.38500000000000001</c:v>
                </c:pt>
                <c:pt idx="3221">
                  <c:v>0.38500000000000001</c:v>
                </c:pt>
                <c:pt idx="3222">
                  <c:v>0.38500000000000001</c:v>
                </c:pt>
                <c:pt idx="3223">
                  <c:v>0.38500000000000001</c:v>
                </c:pt>
                <c:pt idx="3224">
                  <c:v>0.38500000000000001</c:v>
                </c:pt>
                <c:pt idx="3225">
                  <c:v>0.38500000000000001</c:v>
                </c:pt>
                <c:pt idx="3226">
                  <c:v>0.38500000000000001</c:v>
                </c:pt>
                <c:pt idx="3227">
                  <c:v>0.38500000000000001</c:v>
                </c:pt>
                <c:pt idx="3228">
                  <c:v>0.38500000000000001</c:v>
                </c:pt>
                <c:pt idx="3229">
                  <c:v>0.38500000000000001</c:v>
                </c:pt>
                <c:pt idx="3230">
                  <c:v>0.38500000000000001</c:v>
                </c:pt>
                <c:pt idx="3231">
                  <c:v>0.38500000000000001</c:v>
                </c:pt>
                <c:pt idx="3232">
                  <c:v>0.38500000000000001</c:v>
                </c:pt>
                <c:pt idx="3233">
                  <c:v>0.38500000000000001</c:v>
                </c:pt>
                <c:pt idx="3234">
                  <c:v>0.38500000000000001</c:v>
                </c:pt>
                <c:pt idx="3235">
                  <c:v>0.38500000000000001</c:v>
                </c:pt>
                <c:pt idx="3236">
                  <c:v>0.38500000000000001</c:v>
                </c:pt>
                <c:pt idx="3237">
                  <c:v>0.38500000000000001</c:v>
                </c:pt>
                <c:pt idx="3238">
                  <c:v>0.38500000000000001</c:v>
                </c:pt>
                <c:pt idx="3239">
                  <c:v>0.38500000000000001</c:v>
                </c:pt>
                <c:pt idx="3240">
                  <c:v>0.38500000000000001</c:v>
                </c:pt>
                <c:pt idx="3241">
                  <c:v>0.38500000000000001</c:v>
                </c:pt>
                <c:pt idx="3242">
                  <c:v>0.38500000000000001</c:v>
                </c:pt>
                <c:pt idx="3243">
                  <c:v>0.38500000000000001</c:v>
                </c:pt>
                <c:pt idx="3244">
                  <c:v>0.38500000000000001</c:v>
                </c:pt>
                <c:pt idx="3245">
                  <c:v>0.38500000000000001</c:v>
                </c:pt>
                <c:pt idx="3246">
                  <c:v>0.38500000000000001</c:v>
                </c:pt>
                <c:pt idx="3247">
                  <c:v>0.38500000000000001</c:v>
                </c:pt>
                <c:pt idx="3248">
                  <c:v>0.38500000000000001</c:v>
                </c:pt>
                <c:pt idx="3249">
                  <c:v>0.38500000000000001</c:v>
                </c:pt>
                <c:pt idx="3250">
                  <c:v>0.38500000000000001</c:v>
                </c:pt>
                <c:pt idx="3251">
                  <c:v>0.38500000000000001</c:v>
                </c:pt>
                <c:pt idx="3252">
                  <c:v>0.38500000000000001</c:v>
                </c:pt>
                <c:pt idx="3253">
                  <c:v>0.38500000000000001</c:v>
                </c:pt>
                <c:pt idx="3254">
                  <c:v>0.38500000000000001</c:v>
                </c:pt>
                <c:pt idx="3255">
                  <c:v>0.38500000000000001</c:v>
                </c:pt>
                <c:pt idx="3256">
                  <c:v>0.38500000000000001</c:v>
                </c:pt>
                <c:pt idx="3257">
                  <c:v>0.38500000000000001</c:v>
                </c:pt>
                <c:pt idx="3258">
                  <c:v>0.38500000000000001</c:v>
                </c:pt>
                <c:pt idx="3259">
                  <c:v>0.38500000000000001</c:v>
                </c:pt>
                <c:pt idx="3260">
                  <c:v>0.38500000000000001</c:v>
                </c:pt>
                <c:pt idx="3261">
                  <c:v>0.38500000000000001</c:v>
                </c:pt>
                <c:pt idx="3262">
                  <c:v>0.38500000000000001</c:v>
                </c:pt>
                <c:pt idx="3263">
                  <c:v>0.38500000000000001</c:v>
                </c:pt>
                <c:pt idx="3264">
                  <c:v>0.38500000000000001</c:v>
                </c:pt>
                <c:pt idx="3265">
                  <c:v>0.38500000000000001</c:v>
                </c:pt>
                <c:pt idx="3266">
                  <c:v>0.38500000000000001</c:v>
                </c:pt>
                <c:pt idx="3267">
                  <c:v>0.38500000000000001</c:v>
                </c:pt>
                <c:pt idx="3268">
                  <c:v>0.38500000000000001</c:v>
                </c:pt>
                <c:pt idx="3269">
                  <c:v>0.38500000000000001</c:v>
                </c:pt>
                <c:pt idx="3270">
                  <c:v>0.38500000000000001</c:v>
                </c:pt>
                <c:pt idx="3271">
                  <c:v>0.38500000000000001</c:v>
                </c:pt>
                <c:pt idx="3272">
                  <c:v>0.38500000000000001</c:v>
                </c:pt>
                <c:pt idx="3273">
                  <c:v>0.38500000000000001</c:v>
                </c:pt>
                <c:pt idx="3274">
                  <c:v>0.38500000000000001</c:v>
                </c:pt>
                <c:pt idx="3275">
                  <c:v>0.38500000000000001</c:v>
                </c:pt>
                <c:pt idx="3276">
                  <c:v>0.38500000000000001</c:v>
                </c:pt>
                <c:pt idx="3277">
                  <c:v>0.38500000000000001</c:v>
                </c:pt>
                <c:pt idx="3278">
                  <c:v>0.38500000000000001</c:v>
                </c:pt>
                <c:pt idx="3279">
                  <c:v>0.38500000000000001</c:v>
                </c:pt>
                <c:pt idx="3280">
                  <c:v>0.38500000000000001</c:v>
                </c:pt>
                <c:pt idx="3281">
                  <c:v>0.38500000000000001</c:v>
                </c:pt>
                <c:pt idx="3282">
                  <c:v>0.38500000000000001</c:v>
                </c:pt>
                <c:pt idx="3283">
                  <c:v>0.38500000000000001</c:v>
                </c:pt>
                <c:pt idx="3284">
                  <c:v>0.38500000000000001</c:v>
                </c:pt>
                <c:pt idx="3285">
                  <c:v>0.38500000000000001</c:v>
                </c:pt>
                <c:pt idx="3286">
                  <c:v>0.38500000000000001</c:v>
                </c:pt>
                <c:pt idx="3287">
                  <c:v>0.38500000000000001</c:v>
                </c:pt>
                <c:pt idx="3288">
                  <c:v>0.38500000000000001</c:v>
                </c:pt>
                <c:pt idx="3289">
                  <c:v>0.38500000000000001</c:v>
                </c:pt>
                <c:pt idx="3290">
                  <c:v>0.38500000000000001</c:v>
                </c:pt>
                <c:pt idx="3291">
                  <c:v>0.38500000000000001</c:v>
                </c:pt>
                <c:pt idx="3292">
                  <c:v>0.38500000000000001</c:v>
                </c:pt>
                <c:pt idx="3293">
                  <c:v>0.38500000000000001</c:v>
                </c:pt>
                <c:pt idx="3294">
                  <c:v>0.38500000000000001</c:v>
                </c:pt>
                <c:pt idx="3295">
                  <c:v>0.38500000000000001</c:v>
                </c:pt>
                <c:pt idx="3296">
                  <c:v>0.38500000000000001</c:v>
                </c:pt>
                <c:pt idx="3297">
                  <c:v>0.38500000000000001</c:v>
                </c:pt>
                <c:pt idx="3298">
                  <c:v>0.38500000000000001</c:v>
                </c:pt>
                <c:pt idx="3299">
                  <c:v>0.38500000000000001</c:v>
                </c:pt>
                <c:pt idx="3300">
                  <c:v>0.38500000000000001</c:v>
                </c:pt>
                <c:pt idx="3301">
                  <c:v>0.38500000000000001</c:v>
                </c:pt>
                <c:pt idx="3302">
                  <c:v>0.38500000000000001</c:v>
                </c:pt>
                <c:pt idx="3303">
                  <c:v>0.38500000000000001</c:v>
                </c:pt>
                <c:pt idx="3304">
                  <c:v>0.38500000000000001</c:v>
                </c:pt>
                <c:pt idx="3305">
                  <c:v>0.38500000000000001</c:v>
                </c:pt>
                <c:pt idx="3306">
                  <c:v>0.38500000000000001</c:v>
                </c:pt>
                <c:pt idx="3307">
                  <c:v>0.38500000000000001</c:v>
                </c:pt>
                <c:pt idx="3308">
                  <c:v>0.38500000000000001</c:v>
                </c:pt>
                <c:pt idx="3309">
                  <c:v>0.38500000000000001</c:v>
                </c:pt>
                <c:pt idx="3310">
                  <c:v>0.38500000000000001</c:v>
                </c:pt>
                <c:pt idx="3311">
                  <c:v>0.38500000000000001</c:v>
                </c:pt>
                <c:pt idx="3312">
                  <c:v>0.38500000000000001</c:v>
                </c:pt>
                <c:pt idx="3313">
                  <c:v>0.38500000000000001</c:v>
                </c:pt>
                <c:pt idx="3314">
                  <c:v>0.38500000000000001</c:v>
                </c:pt>
                <c:pt idx="3315">
                  <c:v>0.38500000000000001</c:v>
                </c:pt>
                <c:pt idx="3316">
                  <c:v>0.38500000000000001</c:v>
                </c:pt>
                <c:pt idx="3317">
                  <c:v>0.38500000000000001</c:v>
                </c:pt>
                <c:pt idx="3318">
                  <c:v>0.38500000000000001</c:v>
                </c:pt>
                <c:pt idx="3319">
                  <c:v>0.38500000000000001</c:v>
                </c:pt>
                <c:pt idx="3320">
                  <c:v>0.38500000000000001</c:v>
                </c:pt>
                <c:pt idx="3321">
                  <c:v>0.38500000000000001</c:v>
                </c:pt>
                <c:pt idx="3322">
                  <c:v>0.38500000000000001</c:v>
                </c:pt>
                <c:pt idx="3323">
                  <c:v>0.38500000000000001</c:v>
                </c:pt>
                <c:pt idx="3324">
                  <c:v>0.38500000000000001</c:v>
                </c:pt>
                <c:pt idx="3325">
                  <c:v>0.38500000000000001</c:v>
                </c:pt>
                <c:pt idx="3326">
                  <c:v>0.38500000000000001</c:v>
                </c:pt>
                <c:pt idx="3327">
                  <c:v>0.38500000000000001</c:v>
                </c:pt>
                <c:pt idx="3328">
                  <c:v>0.38500000000000001</c:v>
                </c:pt>
                <c:pt idx="3329">
                  <c:v>0.38500000000000001</c:v>
                </c:pt>
                <c:pt idx="3330">
                  <c:v>0.38500000000000001</c:v>
                </c:pt>
                <c:pt idx="3331">
                  <c:v>0.38500000000000001</c:v>
                </c:pt>
                <c:pt idx="3332">
                  <c:v>0.38500000000000001</c:v>
                </c:pt>
                <c:pt idx="3333">
                  <c:v>0.38500000000000001</c:v>
                </c:pt>
                <c:pt idx="3334">
                  <c:v>0.38500000000000001</c:v>
                </c:pt>
                <c:pt idx="3335">
                  <c:v>0.38500000000000001</c:v>
                </c:pt>
                <c:pt idx="3336">
                  <c:v>0.38500000000000001</c:v>
                </c:pt>
                <c:pt idx="3337">
                  <c:v>0.38500000000000001</c:v>
                </c:pt>
                <c:pt idx="3338">
                  <c:v>0.38500000000000001</c:v>
                </c:pt>
                <c:pt idx="3339">
                  <c:v>0.38500000000000001</c:v>
                </c:pt>
                <c:pt idx="3340">
                  <c:v>0.38500000000000001</c:v>
                </c:pt>
                <c:pt idx="3341">
                  <c:v>0.38500000000000001</c:v>
                </c:pt>
                <c:pt idx="3342">
                  <c:v>0.38500000000000001</c:v>
                </c:pt>
                <c:pt idx="3343">
                  <c:v>0.38500000000000001</c:v>
                </c:pt>
                <c:pt idx="3344">
                  <c:v>0.38500000000000001</c:v>
                </c:pt>
                <c:pt idx="3345">
                  <c:v>0.38500000000000001</c:v>
                </c:pt>
                <c:pt idx="3346">
                  <c:v>0.38500000000000001</c:v>
                </c:pt>
                <c:pt idx="3347">
                  <c:v>0.38500000000000001</c:v>
                </c:pt>
                <c:pt idx="3348">
                  <c:v>0.38500000000000001</c:v>
                </c:pt>
                <c:pt idx="3349">
                  <c:v>0.38500000000000001</c:v>
                </c:pt>
                <c:pt idx="3350">
                  <c:v>0.38500000000000001</c:v>
                </c:pt>
                <c:pt idx="3351">
                  <c:v>0.38500000000000001</c:v>
                </c:pt>
                <c:pt idx="3352">
                  <c:v>0.38500000000000001</c:v>
                </c:pt>
                <c:pt idx="3353">
                  <c:v>0.38500000000000001</c:v>
                </c:pt>
                <c:pt idx="3354">
                  <c:v>0.38500000000000001</c:v>
                </c:pt>
                <c:pt idx="3355">
                  <c:v>0.38500000000000001</c:v>
                </c:pt>
                <c:pt idx="3356">
                  <c:v>0.38500000000000001</c:v>
                </c:pt>
                <c:pt idx="3357">
                  <c:v>0.38500000000000001</c:v>
                </c:pt>
                <c:pt idx="3358">
                  <c:v>0.38500000000000001</c:v>
                </c:pt>
                <c:pt idx="3359">
                  <c:v>0.38500000000000001</c:v>
                </c:pt>
                <c:pt idx="3360">
                  <c:v>0.38500000000000001</c:v>
                </c:pt>
                <c:pt idx="3361">
                  <c:v>0.38500000000000001</c:v>
                </c:pt>
                <c:pt idx="3362">
                  <c:v>0.38500000000000001</c:v>
                </c:pt>
                <c:pt idx="3363">
                  <c:v>0.38500000000000001</c:v>
                </c:pt>
                <c:pt idx="3364">
                  <c:v>0.38500000000000001</c:v>
                </c:pt>
                <c:pt idx="3365">
                  <c:v>0.38500000000000001</c:v>
                </c:pt>
                <c:pt idx="3366">
                  <c:v>0.38500000000000001</c:v>
                </c:pt>
                <c:pt idx="3367">
                  <c:v>0.38500000000000001</c:v>
                </c:pt>
                <c:pt idx="3368">
                  <c:v>0.38500000000000001</c:v>
                </c:pt>
                <c:pt idx="3369">
                  <c:v>0.38500000000000001</c:v>
                </c:pt>
                <c:pt idx="3370">
                  <c:v>0.38500000000000001</c:v>
                </c:pt>
                <c:pt idx="3371">
                  <c:v>0.38500000000000001</c:v>
                </c:pt>
                <c:pt idx="3372">
                  <c:v>0.38500000000000001</c:v>
                </c:pt>
                <c:pt idx="3373">
                  <c:v>0.38500000000000001</c:v>
                </c:pt>
                <c:pt idx="3374">
                  <c:v>0.38500000000000001</c:v>
                </c:pt>
                <c:pt idx="3375">
                  <c:v>0.38500000000000001</c:v>
                </c:pt>
                <c:pt idx="3376">
                  <c:v>34.145000000000003</c:v>
                </c:pt>
                <c:pt idx="3377">
                  <c:v>0.39500000000000002</c:v>
                </c:pt>
                <c:pt idx="3378">
                  <c:v>0.39500000000000002</c:v>
                </c:pt>
                <c:pt idx="3379">
                  <c:v>0.39500000000000002</c:v>
                </c:pt>
                <c:pt idx="3380">
                  <c:v>0.39500000000000002</c:v>
                </c:pt>
                <c:pt idx="3381">
                  <c:v>0.39500000000000002</c:v>
                </c:pt>
                <c:pt idx="3382">
                  <c:v>0.39500000000000002</c:v>
                </c:pt>
                <c:pt idx="3383">
                  <c:v>0.39500000000000002</c:v>
                </c:pt>
                <c:pt idx="3384">
                  <c:v>0.39500000000000002</c:v>
                </c:pt>
                <c:pt idx="3385">
                  <c:v>0.39500000000000002</c:v>
                </c:pt>
                <c:pt idx="3386">
                  <c:v>0.39500000000000002</c:v>
                </c:pt>
                <c:pt idx="3387">
                  <c:v>0.39500000000000002</c:v>
                </c:pt>
                <c:pt idx="3388">
                  <c:v>0.39500000000000002</c:v>
                </c:pt>
                <c:pt idx="3389">
                  <c:v>0.39500000000000002</c:v>
                </c:pt>
                <c:pt idx="3390">
                  <c:v>0.39500000000000002</c:v>
                </c:pt>
                <c:pt idx="3391">
                  <c:v>0.39500000000000002</c:v>
                </c:pt>
                <c:pt idx="3392">
                  <c:v>0.39500000000000002</c:v>
                </c:pt>
                <c:pt idx="3393">
                  <c:v>0.39500000000000002</c:v>
                </c:pt>
                <c:pt idx="3394">
                  <c:v>0.39500000000000002</c:v>
                </c:pt>
                <c:pt idx="3395">
                  <c:v>0.39500000000000002</c:v>
                </c:pt>
                <c:pt idx="3396">
                  <c:v>0.39500000000000002</c:v>
                </c:pt>
                <c:pt idx="3397">
                  <c:v>0.39500000000000002</c:v>
                </c:pt>
                <c:pt idx="3398">
                  <c:v>0.39500000000000002</c:v>
                </c:pt>
                <c:pt idx="3399">
                  <c:v>0.39500000000000002</c:v>
                </c:pt>
                <c:pt idx="3400">
                  <c:v>0.39500000000000002</c:v>
                </c:pt>
                <c:pt idx="3401">
                  <c:v>0.39500000000000002</c:v>
                </c:pt>
                <c:pt idx="3402">
                  <c:v>0.39500000000000002</c:v>
                </c:pt>
                <c:pt idx="3403">
                  <c:v>0.39500000000000002</c:v>
                </c:pt>
                <c:pt idx="3404">
                  <c:v>0.39500000000000002</c:v>
                </c:pt>
                <c:pt idx="3405">
                  <c:v>0.39500000000000002</c:v>
                </c:pt>
                <c:pt idx="3406">
                  <c:v>0.39500000000000002</c:v>
                </c:pt>
                <c:pt idx="3407">
                  <c:v>0.39500000000000002</c:v>
                </c:pt>
                <c:pt idx="3408">
                  <c:v>0.39500000000000002</c:v>
                </c:pt>
                <c:pt idx="3409">
                  <c:v>0.39500000000000002</c:v>
                </c:pt>
                <c:pt idx="3410">
                  <c:v>0.39500000000000002</c:v>
                </c:pt>
                <c:pt idx="3411">
                  <c:v>0.39500000000000002</c:v>
                </c:pt>
                <c:pt idx="3412">
                  <c:v>0.39500000000000002</c:v>
                </c:pt>
                <c:pt idx="3413">
                  <c:v>0.39500000000000002</c:v>
                </c:pt>
                <c:pt idx="3414">
                  <c:v>0.39500000000000002</c:v>
                </c:pt>
                <c:pt idx="3415">
                  <c:v>0.39500000000000002</c:v>
                </c:pt>
                <c:pt idx="3416">
                  <c:v>0.39500000000000002</c:v>
                </c:pt>
                <c:pt idx="3417">
                  <c:v>0.39500000000000002</c:v>
                </c:pt>
                <c:pt idx="3418">
                  <c:v>0.39500000000000002</c:v>
                </c:pt>
                <c:pt idx="3419">
                  <c:v>0.39500000000000002</c:v>
                </c:pt>
                <c:pt idx="3420">
                  <c:v>0.39500000000000002</c:v>
                </c:pt>
                <c:pt idx="3421">
                  <c:v>0.39500000000000002</c:v>
                </c:pt>
                <c:pt idx="3422">
                  <c:v>0.39500000000000002</c:v>
                </c:pt>
                <c:pt idx="3423">
                  <c:v>0.39500000000000002</c:v>
                </c:pt>
                <c:pt idx="3424">
                  <c:v>0.39500000000000002</c:v>
                </c:pt>
                <c:pt idx="3425">
                  <c:v>0.39500000000000002</c:v>
                </c:pt>
                <c:pt idx="3426">
                  <c:v>0.39500000000000002</c:v>
                </c:pt>
                <c:pt idx="3427">
                  <c:v>0.39500000000000002</c:v>
                </c:pt>
                <c:pt idx="3428">
                  <c:v>0.39500000000000002</c:v>
                </c:pt>
                <c:pt idx="3429">
                  <c:v>0.39500000000000002</c:v>
                </c:pt>
                <c:pt idx="3430">
                  <c:v>0.39500000000000002</c:v>
                </c:pt>
                <c:pt idx="3431">
                  <c:v>0.39500000000000002</c:v>
                </c:pt>
                <c:pt idx="3432">
                  <c:v>0.39500000000000002</c:v>
                </c:pt>
                <c:pt idx="3433">
                  <c:v>0.39500000000000002</c:v>
                </c:pt>
                <c:pt idx="3434">
                  <c:v>0.39500000000000002</c:v>
                </c:pt>
                <c:pt idx="3435">
                  <c:v>0.39500000000000002</c:v>
                </c:pt>
                <c:pt idx="3436">
                  <c:v>0.39500000000000002</c:v>
                </c:pt>
                <c:pt idx="3437">
                  <c:v>0.39500000000000002</c:v>
                </c:pt>
                <c:pt idx="3438">
                  <c:v>0.39500000000000002</c:v>
                </c:pt>
                <c:pt idx="3439">
                  <c:v>0.39500000000000002</c:v>
                </c:pt>
                <c:pt idx="3440">
                  <c:v>0.39500000000000002</c:v>
                </c:pt>
                <c:pt idx="3441">
                  <c:v>0.39500000000000002</c:v>
                </c:pt>
                <c:pt idx="3442">
                  <c:v>0.39500000000000002</c:v>
                </c:pt>
                <c:pt idx="3443">
                  <c:v>0.39500000000000002</c:v>
                </c:pt>
                <c:pt idx="3444">
                  <c:v>0.39500000000000002</c:v>
                </c:pt>
                <c:pt idx="3445">
                  <c:v>0.39500000000000002</c:v>
                </c:pt>
                <c:pt idx="3446">
                  <c:v>0.39500000000000002</c:v>
                </c:pt>
                <c:pt idx="3447">
                  <c:v>0.39500000000000002</c:v>
                </c:pt>
                <c:pt idx="3448">
                  <c:v>0.39500000000000002</c:v>
                </c:pt>
                <c:pt idx="3449">
                  <c:v>0.39500000000000002</c:v>
                </c:pt>
                <c:pt idx="3450">
                  <c:v>0.39500000000000002</c:v>
                </c:pt>
                <c:pt idx="3451">
                  <c:v>0.39500000000000002</c:v>
                </c:pt>
                <c:pt idx="3452">
                  <c:v>0.39500000000000002</c:v>
                </c:pt>
                <c:pt idx="3453">
                  <c:v>0.39500000000000002</c:v>
                </c:pt>
                <c:pt idx="3454">
                  <c:v>0.39500000000000002</c:v>
                </c:pt>
                <c:pt idx="3455">
                  <c:v>0.39500000000000002</c:v>
                </c:pt>
                <c:pt idx="3456">
                  <c:v>0.39500000000000002</c:v>
                </c:pt>
                <c:pt idx="3457">
                  <c:v>0.39500000000000002</c:v>
                </c:pt>
                <c:pt idx="3458">
                  <c:v>0.39500000000000002</c:v>
                </c:pt>
                <c:pt idx="3459">
                  <c:v>0.39500000000000002</c:v>
                </c:pt>
                <c:pt idx="3460">
                  <c:v>0.39500000000000002</c:v>
                </c:pt>
                <c:pt idx="3461">
                  <c:v>0.39500000000000002</c:v>
                </c:pt>
                <c:pt idx="3462">
                  <c:v>0.39500000000000002</c:v>
                </c:pt>
                <c:pt idx="3463">
                  <c:v>0.39500000000000002</c:v>
                </c:pt>
                <c:pt idx="3464">
                  <c:v>0.39500000000000002</c:v>
                </c:pt>
                <c:pt idx="3465">
                  <c:v>0.39500000000000002</c:v>
                </c:pt>
                <c:pt idx="3466">
                  <c:v>0.39500000000000002</c:v>
                </c:pt>
                <c:pt idx="3467">
                  <c:v>0.39500000000000002</c:v>
                </c:pt>
                <c:pt idx="3468">
                  <c:v>0.39500000000000002</c:v>
                </c:pt>
                <c:pt idx="3469">
                  <c:v>0.39500000000000002</c:v>
                </c:pt>
                <c:pt idx="3470">
                  <c:v>0.39500000000000002</c:v>
                </c:pt>
                <c:pt idx="3471">
                  <c:v>0.39500000000000002</c:v>
                </c:pt>
                <c:pt idx="3472">
                  <c:v>0.39500000000000002</c:v>
                </c:pt>
                <c:pt idx="3473">
                  <c:v>0.39500000000000002</c:v>
                </c:pt>
                <c:pt idx="3474">
                  <c:v>0.39500000000000002</c:v>
                </c:pt>
                <c:pt idx="3475">
                  <c:v>0.39500000000000002</c:v>
                </c:pt>
                <c:pt idx="3476">
                  <c:v>0.39500000000000002</c:v>
                </c:pt>
                <c:pt idx="3477">
                  <c:v>0.39500000000000002</c:v>
                </c:pt>
                <c:pt idx="3478">
                  <c:v>0.39500000000000002</c:v>
                </c:pt>
                <c:pt idx="3479">
                  <c:v>0.39500000000000002</c:v>
                </c:pt>
                <c:pt idx="3480">
                  <c:v>0.39500000000000002</c:v>
                </c:pt>
                <c:pt idx="3481">
                  <c:v>0.39500000000000002</c:v>
                </c:pt>
                <c:pt idx="3482">
                  <c:v>0.39500000000000002</c:v>
                </c:pt>
                <c:pt idx="3483">
                  <c:v>0.39500000000000002</c:v>
                </c:pt>
                <c:pt idx="3484">
                  <c:v>0.39500000000000002</c:v>
                </c:pt>
                <c:pt idx="3485">
                  <c:v>0.39500000000000002</c:v>
                </c:pt>
                <c:pt idx="3486">
                  <c:v>0.39500000000000002</c:v>
                </c:pt>
                <c:pt idx="3487">
                  <c:v>0.39500000000000002</c:v>
                </c:pt>
                <c:pt idx="3488">
                  <c:v>0.39500000000000002</c:v>
                </c:pt>
                <c:pt idx="3489">
                  <c:v>0.39500000000000002</c:v>
                </c:pt>
                <c:pt idx="3490">
                  <c:v>0.39500000000000002</c:v>
                </c:pt>
                <c:pt idx="3491">
                  <c:v>0.39500000000000002</c:v>
                </c:pt>
                <c:pt idx="3492">
                  <c:v>0.39500000000000002</c:v>
                </c:pt>
                <c:pt idx="3493">
                  <c:v>0.39500000000000002</c:v>
                </c:pt>
                <c:pt idx="3494">
                  <c:v>0.39500000000000002</c:v>
                </c:pt>
                <c:pt idx="3495">
                  <c:v>0.39500000000000002</c:v>
                </c:pt>
                <c:pt idx="3496">
                  <c:v>0.39500000000000002</c:v>
                </c:pt>
                <c:pt idx="3497">
                  <c:v>0.39500000000000002</c:v>
                </c:pt>
                <c:pt idx="3498">
                  <c:v>0.39500000000000002</c:v>
                </c:pt>
                <c:pt idx="3499">
                  <c:v>0.39500000000000002</c:v>
                </c:pt>
                <c:pt idx="3500">
                  <c:v>0.39500000000000002</c:v>
                </c:pt>
                <c:pt idx="3501">
                  <c:v>0.39500000000000002</c:v>
                </c:pt>
                <c:pt idx="3502">
                  <c:v>0.39500000000000002</c:v>
                </c:pt>
                <c:pt idx="3503">
                  <c:v>0.39500000000000002</c:v>
                </c:pt>
                <c:pt idx="3504">
                  <c:v>0.39500000000000002</c:v>
                </c:pt>
                <c:pt idx="3505">
                  <c:v>0.39500000000000002</c:v>
                </c:pt>
                <c:pt idx="3506">
                  <c:v>0.39500000000000002</c:v>
                </c:pt>
                <c:pt idx="3507">
                  <c:v>0.39500000000000002</c:v>
                </c:pt>
                <c:pt idx="3508">
                  <c:v>0.39500000000000002</c:v>
                </c:pt>
                <c:pt idx="3509">
                  <c:v>0.39500000000000002</c:v>
                </c:pt>
                <c:pt idx="3510">
                  <c:v>0.39500000000000002</c:v>
                </c:pt>
                <c:pt idx="3511">
                  <c:v>0.39500000000000002</c:v>
                </c:pt>
                <c:pt idx="3512">
                  <c:v>0.39500000000000002</c:v>
                </c:pt>
                <c:pt idx="3513">
                  <c:v>0.39500000000000002</c:v>
                </c:pt>
                <c:pt idx="3514">
                  <c:v>0.39500000000000002</c:v>
                </c:pt>
                <c:pt idx="3515">
                  <c:v>0.39500000000000002</c:v>
                </c:pt>
                <c:pt idx="3516">
                  <c:v>0.39500000000000002</c:v>
                </c:pt>
                <c:pt idx="3517">
                  <c:v>0.39500000000000002</c:v>
                </c:pt>
                <c:pt idx="3518">
                  <c:v>0.39500000000000002</c:v>
                </c:pt>
                <c:pt idx="3519">
                  <c:v>0.39500000000000002</c:v>
                </c:pt>
                <c:pt idx="3520">
                  <c:v>0.39500000000000002</c:v>
                </c:pt>
                <c:pt idx="3521">
                  <c:v>0.39500000000000002</c:v>
                </c:pt>
                <c:pt idx="3522">
                  <c:v>0.39500000000000002</c:v>
                </c:pt>
                <c:pt idx="3523">
                  <c:v>0.39500000000000002</c:v>
                </c:pt>
                <c:pt idx="3524">
                  <c:v>0.39500000000000002</c:v>
                </c:pt>
                <c:pt idx="3525">
                  <c:v>0.39500000000000002</c:v>
                </c:pt>
                <c:pt idx="3526">
                  <c:v>0.39500000000000002</c:v>
                </c:pt>
                <c:pt idx="3527">
                  <c:v>0.39500000000000002</c:v>
                </c:pt>
                <c:pt idx="3528">
                  <c:v>0.39500000000000002</c:v>
                </c:pt>
                <c:pt idx="3529">
                  <c:v>0.39500000000000002</c:v>
                </c:pt>
                <c:pt idx="3530">
                  <c:v>0.39500000000000002</c:v>
                </c:pt>
                <c:pt idx="3531">
                  <c:v>0.39500000000000002</c:v>
                </c:pt>
                <c:pt idx="3532">
                  <c:v>0.39500000000000002</c:v>
                </c:pt>
                <c:pt idx="3533">
                  <c:v>0.39500000000000002</c:v>
                </c:pt>
                <c:pt idx="3534">
                  <c:v>0.39500000000000002</c:v>
                </c:pt>
                <c:pt idx="3535">
                  <c:v>0.39500000000000002</c:v>
                </c:pt>
                <c:pt idx="3536">
                  <c:v>0.39500000000000002</c:v>
                </c:pt>
                <c:pt idx="3537">
                  <c:v>0.39500000000000002</c:v>
                </c:pt>
                <c:pt idx="3538">
                  <c:v>0.39500000000000002</c:v>
                </c:pt>
                <c:pt idx="3539">
                  <c:v>0.39500000000000002</c:v>
                </c:pt>
                <c:pt idx="3540">
                  <c:v>0.39500000000000002</c:v>
                </c:pt>
                <c:pt idx="3541">
                  <c:v>0.39500000000000002</c:v>
                </c:pt>
                <c:pt idx="3542">
                  <c:v>0.39500000000000002</c:v>
                </c:pt>
                <c:pt idx="3543">
                  <c:v>0.39500000000000002</c:v>
                </c:pt>
                <c:pt idx="3544">
                  <c:v>0.39500000000000002</c:v>
                </c:pt>
                <c:pt idx="3545">
                  <c:v>0.39500000000000002</c:v>
                </c:pt>
                <c:pt idx="3546">
                  <c:v>0.39500000000000002</c:v>
                </c:pt>
                <c:pt idx="3547">
                  <c:v>0.39500000000000002</c:v>
                </c:pt>
                <c:pt idx="3548">
                  <c:v>0.39500000000000002</c:v>
                </c:pt>
                <c:pt idx="3549">
                  <c:v>0.39500000000000002</c:v>
                </c:pt>
                <c:pt idx="3550">
                  <c:v>0.39500000000000002</c:v>
                </c:pt>
                <c:pt idx="3551">
                  <c:v>0.39500000000000002</c:v>
                </c:pt>
                <c:pt idx="3552">
                  <c:v>0.39500000000000002</c:v>
                </c:pt>
                <c:pt idx="3553">
                  <c:v>0.39500000000000002</c:v>
                </c:pt>
                <c:pt idx="3554">
                  <c:v>0.39500000000000002</c:v>
                </c:pt>
                <c:pt idx="3555">
                  <c:v>0.39500000000000002</c:v>
                </c:pt>
                <c:pt idx="3556">
                  <c:v>0.39500000000000002</c:v>
                </c:pt>
                <c:pt idx="3557">
                  <c:v>0.39500000000000002</c:v>
                </c:pt>
                <c:pt idx="3558">
                  <c:v>0.39500000000000002</c:v>
                </c:pt>
                <c:pt idx="3559">
                  <c:v>0.39500000000000002</c:v>
                </c:pt>
                <c:pt idx="3560">
                  <c:v>0.39500000000000002</c:v>
                </c:pt>
                <c:pt idx="3561">
                  <c:v>0.39500000000000002</c:v>
                </c:pt>
                <c:pt idx="3562">
                  <c:v>0.39500000000000002</c:v>
                </c:pt>
                <c:pt idx="3563">
                  <c:v>0.39500000000000002</c:v>
                </c:pt>
                <c:pt idx="3564">
                  <c:v>0.39500000000000002</c:v>
                </c:pt>
                <c:pt idx="3565">
                  <c:v>0.39500000000000002</c:v>
                </c:pt>
                <c:pt idx="3566">
                  <c:v>0.39500000000000002</c:v>
                </c:pt>
                <c:pt idx="3567">
                  <c:v>0.39500000000000002</c:v>
                </c:pt>
                <c:pt idx="3568">
                  <c:v>0.39500000000000002</c:v>
                </c:pt>
                <c:pt idx="3569">
                  <c:v>0.39500000000000002</c:v>
                </c:pt>
                <c:pt idx="3570">
                  <c:v>0.39500000000000002</c:v>
                </c:pt>
                <c:pt idx="3571">
                  <c:v>0.39500000000000002</c:v>
                </c:pt>
                <c:pt idx="3572">
                  <c:v>0.39500000000000002</c:v>
                </c:pt>
                <c:pt idx="3573">
                  <c:v>0.39500000000000002</c:v>
                </c:pt>
                <c:pt idx="3574">
                  <c:v>0.39500000000000002</c:v>
                </c:pt>
                <c:pt idx="3575">
                  <c:v>0.39500000000000002</c:v>
                </c:pt>
                <c:pt idx="3576">
                  <c:v>0.39500000000000002</c:v>
                </c:pt>
                <c:pt idx="3577">
                  <c:v>0.39500000000000002</c:v>
                </c:pt>
                <c:pt idx="3578">
                  <c:v>0.39500000000000002</c:v>
                </c:pt>
                <c:pt idx="3579">
                  <c:v>0.39500000000000002</c:v>
                </c:pt>
                <c:pt idx="3580">
                  <c:v>0.39500000000000002</c:v>
                </c:pt>
                <c:pt idx="3581">
                  <c:v>0.39500000000000002</c:v>
                </c:pt>
                <c:pt idx="3582">
                  <c:v>0.39500000000000002</c:v>
                </c:pt>
                <c:pt idx="3583">
                  <c:v>0.39500000000000002</c:v>
                </c:pt>
                <c:pt idx="3584">
                  <c:v>0.39500000000000002</c:v>
                </c:pt>
                <c:pt idx="3585">
                  <c:v>0.39500000000000002</c:v>
                </c:pt>
                <c:pt idx="3586">
                  <c:v>0.39500000000000002</c:v>
                </c:pt>
                <c:pt idx="3587">
                  <c:v>0.39500000000000002</c:v>
                </c:pt>
                <c:pt idx="3588">
                  <c:v>0.39500000000000002</c:v>
                </c:pt>
                <c:pt idx="3589">
                  <c:v>0.39500000000000002</c:v>
                </c:pt>
                <c:pt idx="3590">
                  <c:v>0.39500000000000002</c:v>
                </c:pt>
                <c:pt idx="3591">
                  <c:v>0.39500000000000002</c:v>
                </c:pt>
                <c:pt idx="3592">
                  <c:v>0.39500000000000002</c:v>
                </c:pt>
                <c:pt idx="3593">
                  <c:v>0.39500000000000002</c:v>
                </c:pt>
                <c:pt idx="3594">
                  <c:v>0.39500000000000002</c:v>
                </c:pt>
                <c:pt idx="3595">
                  <c:v>0.39500000000000002</c:v>
                </c:pt>
                <c:pt idx="3596">
                  <c:v>0.39500000000000002</c:v>
                </c:pt>
                <c:pt idx="3597">
                  <c:v>0.39500000000000002</c:v>
                </c:pt>
                <c:pt idx="3598">
                  <c:v>0.39500000000000002</c:v>
                </c:pt>
                <c:pt idx="3599">
                  <c:v>0.39500000000000002</c:v>
                </c:pt>
                <c:pt idx="3600">
                  <c:v>0.39500000000000002</c:v>
                </c:pt>
                <c:pt idx="3601">
                  <c:v>0.39500000000000002</c:v>
                </c:pt>
                <c:pt idx="3602">
                  <c:v>0.39500000000000002</c:v>
                </c:pt>
                <c:pt idx="3603">
                  <c:v>0.39500000000000002</c:v>
                </c:pt>
                <c:pt idx="3604">
                  <c:v>0.39500000000000002</c:v>
                </c:pt>
                <c:pt idx="3605">
                  <c:v>0.39500000000000002</c:v>
                </c:pt>
                <c:pt idx="3606">
                  <c:v>0.39500000000000002</c:v>
                </c:pt>
                <c:pt idx="3607">
                  <c:v>0.39500000000000002</c:v>
                </c:pt>
                <c:pt idx="3608">
                  <c:v>0.39500000000000002</c:v>
                </c:pt>
                <c:pt idx="3609">
                  <c:v>0.39500000000000002</c:v>
                </c:pt>
                <c:pt idx="3610">
                  <c:v>0.39500000000000002</c:v>
                </c:pt>
                <c:pt idx="3611">
                  <c:v>0.39500000000000002</c:v>
                </c:pt>
                <c:pt idx="3612">
                  <c:v>0.39500000000000002</c:v>
                </c:pt>
                <c:pt idx="3613">
                  <c:v>0.39500000000000002</c:v>
                </c:pt>
                <c:pt idx="3614">
                  <c:v>0.39500000000000002</c:v>
                </c:pt>
                <c:pt idx="3615">
                  <c:v>0.39500000000000002</c:v>
                </c:pt>
                <c:pt idx="3616">
                  <c:v>0.39500000000000002</c:v>
                </c:pt>
                <c:pt idx="3617">
                  <c:v>0.39500000000000002</c:v>
                </c:pt>
                <c:pt idx="3618">
                  <c:v>0.39500000000000002</c:v>
                </c:pt>
                <c:pt idx="3619">
                  <c:v>0.39500000000000002</c:v>
                </c:pt>
                <c:pt idx="3620">
                  <c:v>0.39500000000000002</c:v>
                </c:pt>
                <c:pt idx="3621">
                  <c:v>0.39500000000000002</c:v>
                </c:pt>
                <c:pt idx="3622">
                  <c:v>0.39500000000000002</c:v>
                </c:pt>
                <c:pt idx="3623">
                  <c:v>0.39500000000000002</c:v>
                </c:pt>
                <c:pt idx="3624">
                  <c:v>0.39500000000000002</c:v>
                </c:pt>
                <c:pt idx="3625">
                  <c:v>0.39500000000000002</c:v>
                </c:pt>
                <c:pt idx="3626">
                  <c:v>0.39500000000000002</c:v>
                </c:pt>
                <c:pt idx="3627">
                  <c:v>0.39500000000000002</c:v>
                </c:pt>
                <c:pt idx="3628">
                  <c:v>0.39500000000000002</c:v>
                </c:pt>
                <c:pt idx="3629">
                  <c:v>0.39500000000000002</c:v>
                </c:pt>
                <c:pt idx="3630">
                  <c:v>0.39500000000000002</c:v>
                </c:pt>
                <c:pt idx="3631">
                  <c:v>0.39500000000000002</c:v>
                </c:pt>
                <c:pt idx="3632">
                  <c:v>0.39500000000000002</c:v>
                </c:pt>
                <c:pt idx="3633">
                  <c:v>0.39500000000000002</c:v>
                </c:pt>
                <c:pt idx="3634">
                  <c:v>0.39500000000000002</c:v>
                </c:pt>
                <c:pt idx="3635">
                  <c:v>0.39500000000000002</c:v>
                </c:pt>
                <c:pt idx="3636">
                  <c:v>0.39500000000000002</c:v>
                </c:pt>
                <c:pt idx="3637">
                  <c:v>0.39500000000000002</c:v>
                </c:pt>
                <c:pt idx="3638">
                  <c:v>0.39500000000000002</c:v>
                </c:pt>
                <c:pt idx="3639">
                  <c:v>0.39500000000000002</c:v>
                </c:pt>
                <c:pt idx="3640">
                  <c:v>0.39500000000000002</c:v>
                </c:pt>
                <c:pt idx="3641">
                  <c:v>0.39500000000000002</c:v>
                </c:pt>
                <c:pt idx="3642">
                  <c:v>0.39500000000000002</c:v>
                </c:pt>
                <c:pt idx="3643">
                  <c:v>0.39500000000000002</c:v>
                </c:pt>
                <c:pt idx="3644">
                  <c:v>0.39500000000000002</c:v>
                </c:pt>
                <c:pt idx="3645">
                  <c:v>0.39500000000000002</c:v>
                </c:pt>
                <c:pt idx="3646">
                  <c:v>0.39500000000000002</c:v>
                </c:pt>
                <c:pt idx="3647">
                  <c:v>0.39500000000000002</c:v>
                </c:pt>
                <c:pt idx="3648">
                  <c:v>0.39500000000000002</c:v>
                </c:pt>
                <c:pt idx="3649">
                  <c:v>0.39500000000000002</c:v>
                </c:pt>
                <c:pt idx="3650">
                  <c:v>0.39500000000000002</c:v>
                </c:pt>
                <c:pt idx="3651">
                  <c:v>0.39500000000000002</c:v>
                </c:pt>
                <c:pt idx="3652">
                  <c:v>0.39500000000000002</c:v>
                </c:pt>
                <c:pt idx="3653">
                  <c:v>0.39500000000000002</c:v>
                </c:pt>
                <c:pt idx="3654">
                  <c:v>0.39500000000000002</c:v>
                </c:pt>
                <c:pt idx="3655">
                  <c:v>0.39500000000000002</c:v>
                </c:pt>
                <c:pt idx="3656">
                  <c:v>0.39500000000000002</c:v>
                </c:pt>
                <c:pt idx="3657">
                  <c:v>0.39500000000000002</c:v>
                </c:pt>
                <c:pt idx="3658">
                  <c:v>0.39500000000000002</c:v>
                </c:pt>
                <c:pt idx="3659">
                  <c:v>0.39500000000000002</c:v>
                </c:pt>
                <c:pt idx="3660">
                  <c:v>0.39500000000000002</c:v>
                </c:pt>
                <c:pt idx="3661">
                  <c:v>0.39500000000000002</c:v>
                </c:pt>
                <c:pt idx="3662">
                  <c:v>0.39500000000000002</c:v>
                </c:pt>
                <c:pt idx="3663">
                  <c:v>0.39500000000000002</c:v>
                </c:pt>
                <c:pt idx="3664">
                  <c:v>0.39500000000000002</c:v>
                </c:pt>
                <c:pt idx="3665">
                  <c:v>0.39500000000000002</c:v>
                </c:pt>
                <c:pt idx="3666">
                  <c:v>0.39500000000000002</c:v>
                </c:pt>
                <c:pt idx="3667">
                  <c:v>0.39500000000000002</c:v>
                </c:pt>
                <c:pt idx="3668">
                  <c:v>0.39500000000000002</c:v>
                </c:pt>
                <c:pt idx="3669">
                  <c:v>0.39500000000000002</c:v>
                </c:pt>
                <c:pt idx="3670">
                  <c:v>0.39500000000000002</c:v>
                </c:pt>
                <c:pt idx="3671">
                  <c:v>0.39500000000000002</c:v>
                </c:pt>
                <c:pt idx="3672">
                  <c:v>0.39500000000000002</c:v>
                </c:pt>
                <c:pt idx="3673">
                  <c:v>0.39500000000000002</c:v>
                </c:pt>
                <c:pt idx="3674">
                  <c:v>0.39500000000000002</c:v>
                </c:pt>
                <c:pt idx="3675">
                  <c:v>0.39500000000000002</c:v>
                </c:pt>
                <c:pt idx="3676">
                  <c:v>0.39500000000000002</c:v>
                </c:pt>
                <c:pt idx="3677">
                  <c:v>0.39500000000000002</c:v>
                </c:pt>
                <c:pt idx="3678">
                  <c:v>0.39500000000000002</c:v>
                </c:pt>
                <c:pt idx="3679">
                  <c:v>0.39500000000000002</c:v>
                </c:pt>
                <c:pt idx="3680">
                  <c:v>0.39500000000000002</c:v>
                </c:pt>
                <c:pt idx="3681">
                  <c:v>0.39500000000000002</c:v>
                </c:pt>
                <c:pt idx="3682">
                  <c:v>0.39500000000000002</c:v>
                </c:pt>
                <c:pt idx="3683">
                  <c:v>0.39500000000000002</c:v>
                </c:pt>
                <c:pt idx="3684">
                  <c:v>0.39500000000000002</c:v>
                </c:pt>
                <c:pt idx="3685">
                  <c:v>0.39500000000000002</c:v>
                </c:pt>
                <c:pt idx="3686">
                  <c:v>0.39500000000000002</c:v>
                </c:pt>
                <c:pt idx="3687">
                  <c:v>0.39500000000000002</c:v>
                </c:pt>
                <c:pt idx="3688">
                  <c:v>0.39500000000000002</c:v>
                </c:pt>
                <c:pt idx="3689">
                  <c:v>0.39500000000000002</c:v>
                </c:pt>
                <c:pt idx="3690">
                  <c:v>0.39500000000000002</c:v>
                </c:pt>
                <c:pt idx="3691">
                  <c:v>0.39500000000000002</c:v>
                </c:pt>
                <c:pt idx="3692">
                  <c:v>0.39500000000000002</c:v>
                </c:pt>
                <c:pt idx="3693">
                  <c:v>0.39500000000000002</c:v>
                </c:pt>
                <c:pt idx="3694">
                  <c:v>0.39500000000000002</c:v>
                </c:pt>
                <c:pt idx="3695">
                  <c:v>0.39500000000000002</c:v>
                </c:pt>
                <c:pt idx="3696">
                  <c:v>0.39500000000000002</c:v>
                </c:pt>
                <c:pt idx="3697">
                  <c:v>0.39500000000000002</c:v>
                </c:pt>
                <c:pt idx="3698">
                  <c:v>0.39500000000000002</c:v>
                </c:pt>
                <c:pt idx="3699">
                  <c:v>0.39500000000000002</c:v>
                </c:pt>
                <c:pt idx="3700">
                  <c:v>0.39500000000000002</c:v>
                </c:pt>
                <c:pt idx="3701">
                  <c:v>0.39500000000000002</c:v>
                </c:pt>
                <c:pt idx="3702">
                  <c:v>0.39500000000000002</c:v>
                </c:pt>
                <c:pt idx="3703">
                  <c:v>0.39500000000000002</c:v>
                </c:pt>
                <c:pt idx="3704">
                  <c:v>0.39500000000000002</c:v>
                </c:pt>
                <c:pt idx="3705">
                  <c:v>0.39500000000000002</c:v>
                </c:pt>
                <c:pt idx="3706">
                  <c:v>0.39500000000000002</c:v>
                </c:pt>
                <c:pt idx="3707">
                  <c:v>0.39500000000000002</c:v>
                </c:pt>
                <c:pt idx="3708">
                  <c:v>0.39500000000000002</c:v>
                </c:pt>
                <c:pt idx="3709">
                  <c:v>0.39500000000000002</c:v>
                </c:pt>
                <c:pt idx="3710">
                  <c:v>0.39500000000000002</c:v>
                </c:pt>
                <c:pt idx="3711">
                  <c:v>0.39500000000000002</c:v>
                </c:pt>
                <c:pt idx="3712">
                  <c:v>0.39500000000000002</c:v>
                </c:pt>
                <c:pt idx="3713">
                  <c:v>0.39500000000000002</c:v>
                </c:pt>
                <c:pt idx="3714">
                  <c:v>0.39500000000000002</c:v>
                </c:pt>
                <c:pt idx="3715">
                  <c:v>0.39500000000000002</c:v>
                </c:pt>
                <c:pt idx="3716">
                  <c:v>0.39500000000000002</c:v>
                </c:pt>
                <c:pt idx="3717">
                  <c:v>0.39500000000000002</c:v>
                </c:pt>
                <c:pt idx="3718">
                  <c:v>0.39500000000000002</c:v>
                </c:pt>
                <c:pt idx="3719">
                  <c:v>0.39500000000000002</c:v>
                </c:pt>
                <c:pt idx="3720">
                  <c:v>0.39500000000000002</c:v>
                </c:pt>
                <c:pt idx="3721">
                  <c:v>0.39500000000000002</c:v>
                </c:pt>
                <c:pt idx="3722">
                  <c:v>0.39500000000000002</c:v>
                </c:pt>
                <c:pt idx="3723">
                  <c:v>0.39500000000000002</c:v>
                </c:pt>
                <c:pt idx="3724">
                  <c:v>0.39500000000000002</c:v>
                </c:pt>
                <c:pt idx="3725">
                  <c:v>0.39500000000000002</c:v>
                </c:pt>
                <c:pt idx="3726">
                  <c:v>0.39500000000000002</c:v>
                </c:pt>
                <c:pt idx="3727">
                  <c:v>0.39500000000000002</c:v>
                </c:pt>
                <c:pt idx="3728">
                  <c:v>0.39500000000000002</c:v>
                </c:pt>
                <c:pt idx="3729">
                  <c:v>0.39500000000000002</c:v>
                </c:pt>
                <c:pt idx="3730">
                  <c:v>0.39500000000000002</c:v>
                </c:pt>
                <c:pt idx="3731">
                  <c:v>0.39500000000000002</c:v>
                </c:pt>
                <c:pt idx="3732">
                  <c:v>0.39500000000000002</c:v>
                </c:pt>
                <c:pt idx="3733">
                  <c:v>0.39500000000000002</c:v>
                </c:pt>
                <c:pt idx="3734">
                  <c:v>0.39500000000000002</c:v>
                </c:pt>
                <c:pt idx="3735">
                  <c:v>0.39500000000000002</c:v>
                </c:pt>
                <c:pt idx="3736">
                  <c:v>0.39500000000000002</c:v>
                </c:pt>
                <c:pt idx="3737">
                  <c:v>0.39500000000000002</c:v>
                </c:pt>
                <c:pt idx="3738">
                  <c:v>0.39500000000000002</c:v>
                </c:pt>
                <c:pt idx="3739">
                  <c:v>0.39500000000000002</c:v>
                </c:pt>
                <c:pt idx="3740">
                  <c:v>0.39500000000000002</c:v>
                </c:pt>
                <c:pt idx="3741">
                  <c:v>0.39500000000000002</c:v>
                </c:pt>
                <c:pt idx="3742">
                  <c:v>0.39500000000000002</c:v>
                </c:pt>
                <c:pt idx="3743">
                  <c:v>0.39500000000000002</c:v>
                </c:pt>
                <c:pt idx="3744">
                  <c:v>0.39500000000000002</c:v>
                </c:pt>
                <c:pt idx="3745">
                  <c:v>0.39500000000000002</c:v>
                </c:pt>
                <c:pt idx="3746">
                  <c:v>0.39500000000000002</c:v>
                </c:pt>
                <c:pt idx="3747">
                  <c:v>0.39500000000000002</c:v>
                </c:pt>
                <c:pt idx="3748">
                  <c:v>0.39500000000000002</c:v>
                </c:pt>
                <c:pt idx="3749">
                  <c:v>0.39500000000000002</c:v>
                </c:pt>
                <c:pt idx="3750">
                  <c:v>0.39500000000000002</c:v>
                </c:pt>
                <c:pt idx="3751">
                  <c:v>0.39500000000000002</c:v>
                </c:pt>
                <c:pt idx="3752">
                  <c:v>0.39500000000000002</c:v>
                </c:pt>
                <c:pt idx="3753">
                  <c:v>0.39500000000000002</c:v>
                </c:pt>
                <c:pt idx="3754">
                  <c:v>0.39500000000000002</c:v>
                </c:pt>
                <c:pt idx="3755">
                  <c:v>0.39500000000000002</c:v>
                </c:pt>
                <c:pt idx="3756">
                  <c:v>0.39500000000000002</c:v>
                </c:pt>
                <c:pt idx="3757">
                  <c:v>0.39500000000000002</c:v>
                </c:pt>
                <c:pt idx="3758">
                  <c:v>0.39500000000000002</c:v>
                </c:pt>
                <c:pt idx="3759">
                  <c:v>0.39500000000000002</c:v>
                </c:pt>
                <c:pt idx="3760">
                  <c:v>0.39500000000000002</c:v>
                </c:pt>
                <c:pt idx="3761">
                  <c:v>0.39500000000000002</c:v>
                </c:pt>
                <c:pt idx="3762">
                  <c:v>0.39500000000000002</c:v>
                </c:pt>
                <c:pt idx="3763">
                  <c:v>0.39500000000000002</c:v>
                </c:pt>
                <c:pt idx="3764">
                  <c:v>0.39500000000000002</c:v>
                </c:pt>
                <c:pt idx="3765">
                  <c:v>0.39500000000000002</c:v>
                </c:pt>
                <c:pt idx="3766">
                  <c:v>0.39500000000000002</c:v>
                </c:pt>
                <c:pt idx="3767">
                  <c:v>0.39500000000000002</c:v>
                </c:pt>
                <c:pt idx="3768">
                  <c:v>0.39500000000000002</c:v>
                </c:pt>
                <c:pt idx="3769">
                  <c:v>0.39500000000000002</c:v>
                </c:pt>
                <c:pt idx="3770">
                  <c:v>0.39500000000000002</c:v>
                </c:pt>
                <c:pt idx="3771">
                  <c:v>0.39500000000000002</c:v>
                </c:pt>
                <c:pt idx="3772">
                  <c:v>0.39500000000000002</c:v>
                </c:pt>
                <c:pt idx="3773">
                  <c:v>0.39500000000000002</c:v>
                </c:pt>
                <c:pt idx="3774">
                  <c:v>0.39500000000000002</c:v>
                </c:pt>
                <c:pt idx="3775">
                  <c:v>0.39500000000000002</c:v>
                </c:pt>
                <c:pt idx="3776">
                  <c:v>0.39500000000000002</c:v>
                </c:pt>
                <c:pt idx="3777">
                  <c:v>0.39500000000000002</c:v>
                </c:pt>
                <c:pt idx="3778">
                  <c:v>0.39500000000000002</c:v>
                </c:pt>
                <c:pt idx="3779">
                  <c:v>0.39500000000000002</c:v>
                </c:pt>
                <c:pt idx="3780">
                  <c:v>0.39500000000000002</c:v>
                </c:pt>
                <c:pt idx="3781">
                  <c:v>0.39500000000000002</c:v>
                </c:pt>
                <c:pt idx="3782">
                  <c:v>0.39500000000000002</c:v>
                </c:pt>
                <c:pt idx="3783">
                  <c:v>0.39500000000000002</c:v>
                </c:pt>
                <c:pt idx="3784">
                  <c:v>0.39500000000000002</c:v>
                </c:pt>
                <c:pt idx="3785">
                  <c:v>0.39500000000000002</c:v>
                </c:pt>
                <c:pt idx="3786">
                  <c:v>0.39500000000000002</c:v>
                </c:pt>
                <c:pt idx="3787">
                  <c:v>0.39500000000000002</c:v>
                </c:pt>
                <c:pt idx="3788">
                  <c:v>0.39500000000000002</c:v>
                </c:pt>
                <c:pt idx="3789">
                  <c:v>0.39500000000000002</c:v>
                </c:pt>
                <c:pt idx="3790">
                  <c:v>0.39500000000000002</c:v>
                </c:pt>
                <c:pt idx="3791">
                  <c:v>0.39500000000000002</c:v>
                </c:pt>
                <c:pt idx="3792">
                  <c:v>0.39500000000000002</c:v>
                </c:pt>
                <c:pt idx="3793">
                  <c:v>0.39500000000000002</c:v>
                </c:pt>
                <c:pt idx="3794">
                  <c:v>0.39500000000000002</c:v>
                </c:pt>
                <c:pt idx="3795">
                  <c:v>0.39500000000000002</c:v>
                </c:pt>
                <c:pt idx="3796">
                  <c:v>0.39500000000000002</c:v>
                </c:pt>
                <c:pt idx="3797">
                  <c:v>0.39500000000000002</c:v>
                </c:pt>
                <c:pt idx="3798">
                  <c:v>0.39500000000000002</c:v>
                </c:pt>
                <c:pt idx="3799">
                  <c:v>0.39500000000000002</c:v>
                </c:pt>
                <c:pt idx="3800">
                  <c:v>0.39500000000000002</c:v>
                </c:pt>
                <c:pt idx="3801">
                  <c:v>0.39500000000000002</c:v>
                </c:pt>
                <c:pt idx="3802">
                  <c:v>0.39500000000000002</c:v>
                </c:pt>
                <c:pt idx="3803">
                  <c:v>0.39500000000000002</c:v>
                </c:pt>
                <c:pt idx="3804">
                  <c:v>0.39500000000000002</c:v>
                </c:pt>
                <c:pt idx="3805">
                  <c:v>0.39500000000000002</c:v>
                </c:pt>
                <c:pt idx="3806">
                  <c:v>0.39500000000000002</c:v>
                </c:pt>
                <c:pt idx="3807">
                  <c:v>0.39500000000000002</c:v>
                </c:pt>
                <c:pt idx="3808">
                  <c:v>0.39500000000000002</c:v>
                </c:pt>
                <c:pt idx="3809">
                  <c:v>0.39500000000000002</c:v>
                </c:pt>
                <c:pt idx="3810">
                  <c:v>0.39500000000000002</c:v>
                </c:pt>
                <c:pt idx="3811">
                  <c:v>0.39500000000000002</c:v>
                </c:pt>
                <c:pt idx="3812">
                  <c:v>0.39500000000000002</c:v>
                </c:pt>
                <c:pt idx="3813">
                  <c:v>0.39500000000000002</c:v>
                </c:pt>
                <c:pt idx="3814">
                  <c:v>0.39500000000000002</c:v>
                </c:pt>
                <c:pt idx="3815">
                  <c:v>0.39500000000000002</c:v>
                </c:pt>
                <c:pt idx="3816">
                  <c:v>0.39500000000000002</c:v>
                </c:pt>
                <c:pt idx="3817">
                  <c:v>0.39500000000000002</c:v>
                </c:pt>
                <c:pt idx="3818">
                  <c:v>0.39500000000000002</c:v>
                </c:pt>
                <c:pt idx="3819">
                  <c:v>0.39500000000000002</c:v>
                </c:pt>
                <c:pt idx="3820">
                  <c:v>0.39500000000000002</c:v>
                </c:pt>
                <c:pt idx="3821">
                  <c:v>0.39500000000000002</c:v>
                </c:pt>
                <c:pt idx="3822">
                  <c:v>0.39500000000000002</c:v>
                </c:pt>
                <c:pt idx="3823">
                  <c:v>0.39500000000000002</c:v>
                </c:pt>
                <c:pt idx="3824">
                  <c:v>0.39500000000000002</c:v>
                </c:pt>
                <c:pt idx="3825">
                  <c:v>0.39500000000000002</c:v>
                </c:pt>
                <c:pt idx="3826">
                  <c:v>0.39500000000000002</c:v>
                </c:pt>
                <c:pt idx="3827">
                  <c:v>0.39500000000000002</c:v>
                </c:pt>
                <c:pt idx="3828">
                  <c:v>0.39500000000000002</c:v>
                </c:pt>
                <c:pt idx="3829">
                  <c:v>0.39500000000000002</c:v>
                </c:pt>
                <c:pt idx="3830">
                  <c:v>0.39500000000000002</c:v>
                </c:pt>
                <c:pt idx="3831">
                  <c:v>0.39500000000000002</c:v>
                </c:pt>
                <c:pt idx="3832">
                  <c:v>0.39500000000000002</c:v>
                </c:pt>
                <c:pt idx="3833">
                  <c:v>0.39500000000000002</c:v>
                </c:pt>
                <c:pt idx="3834">
                  <c:v>0.39500000000000002</c:v>
                </c:pt>
                <c:pt idx="3835">
                  <c:v>0.39500000000000002</c:v>
                </c:pt>
                <c:pt idx="3836">
                  <c:v>0.39500000000000002</c:v>
                </c:pt>
                <c:pt idx="3837">
                  <c:v>0.39500000000000002</c:v>
                </c:pt>
                <c:pt idx="3838">
                  <c:v>0.39500000000000002</c:v>
                </c:pt>
                <c:pt idx="3839">
                  <c:v>0.39500000000000002</c:v>
                </c:pt>
                <c:pt idx="3840">
                  <c:v>0.39500000000000002</c:v>
                </c:pt>
                <c:pt idx="3841">
                  <c:v>0.39500000000000002</c:v>
                </c:pt>
                <c:pt idx="3842">
                  <c:v>0.39500000000000002</c:v>
                </c:pt>
                <c:pt idx="3843">
                  <c:v>0.39500000000000002</c:v>
                </c:pt>
                <c:pt idx="3844">
                  <c:v>0.39500000000000002</c:v>
                </c:pt>
                <c:pt idx="3845">
                  <c:v>0.39500000000000002</c:v>
                </c:pt>
                <c:pt idx="3846">
                  <c:v>0.39500000000000002</c:v>
                </c:pt>
                <c:pt idx="3847">
                  <c:v>0.39500000000000002</c:v>
                </c:pt>
                <c:pt idx="3848">
                  <c:v>0.39500000000000002</c:v>
                </c:pt>
                <c:pt idx="3849">
                  <c:v>0.39500000000000002</c:v>
                </c:pt>
                <c:pt idx="3850">
                  <c:v>0.39500000000000002</c:v>
                </c:pt>
                <c:pt idx="3851">
                  <c:v>0.39500000000000002</c:v>
                </c:pt>
                <c:pt idx="3852">
                  <c:v>0.39500000000000002</c:v>
                </c:pt>
                <c:pt idx="3853">
                  <c:v>0.39500000000000002</c:v>
                </c:pt>
                <c:pt idx="3854">
                  <c:v>0.39500000000000002</c:v>
                </c:pt>
                <c:pt idx="3855">
                  <c:v>0.39500000000000002</c:v>
                </c:pt>
                <c:pt idx="3856">
                  <c:v>0.39500000000000002</c:v>
                </c:pt>
                <c:pt idx="3857">
                  <c:v>0.39500000000000002</c:v>
                </c:pt>
                <c:pt idx="3858">
                  <c:v>0.39500000000000002</c:v>
                </c:pt>
                <c:pt idx="3859">
                  <c:v>0.39500000000000002</c:v>
                </c:pt>
                <c:pt idx="3860">
                  <c:v>0.39500000000000002</c:v>
                </c:pt>
                <c:pt idx="3861">
                  <c:v>0.39500000000000002</c:v>
                </c:pt>
                <c:pt idx="3862">
                  <c:v>0.39500000000000002</c:v>
                </c:pt>
                <c:pt idx="3863">
                  <c:v>0.39500000000000002</c:v>
                </c:pt>
                <c:pt idx="3864">
                  <c:v>0.39500000000000002</c:v>
                </c:pt>
                <c:pt idx="3865">
                  <c:v>0.39500000000000002</c:v>
                </c:pt>
                <c:pt idx="3866">
                  <c:v>0.39500000000000002</c:v>
                </c:pt>
                <c:pt idx="3867">
                  <c:v>0.39500000000000002</c:v>
                </c:pt>
                <c:pt idx="3868">
                  <c:v>0.39500000000000002</c:v>
                </c:pt>
                <c:pt idx="3869">
                  <c:v>0.39500000000000002</c:v>
                </c:pt>
                <c:pt idx="3870">
                  <c:v>0.39500000000000002</c:v>
                </c:pt>
                <c:pt idx="3871">
                  <c:v>0.39500000000000002</c:v>
                </c:pt>
                <c:pt idx="3872">
                  <c:v>0.39500000000000002</c:v>
                </c:pt>
                <c:pt idx="3873">
                  <c:v>0.39500000000000002</c:v>
                </c:pt>
                <c:pt idx="3874">
                  <c:v>0.39500000000000002</c:v>
                </c:pt>
                <c:pt idx="3875">
                  <c:v>0.39500000000000002</c:v>
                </c:pt>
                <c:pt idx="3876">
                  <c:v>0.39500000000000002</c:v>
                </c:pt>
                <c:pt idx="3877">
                  <c:v>0.39500000000000002</c:v>
                </c:pt>
                <c:pt idx="3878">
                  <c:v>0.39500000000000002</c:v>
                </c:pt>
                <c:pt idx="3879">
                  <c:v>0.39500000000000002</c:v>
                </c:pt>
                <c:pt idx="3880">
                  <c:v>0.39500000000000002</c:v>
                </c:pt>
                <c:pt idx="3881">
                  <c:v>0.39500000000000002</c:v>
                </c:pt>
                <c:pt idx="3882">
                  <c:v>0.39500000000000002</c:v>
                </c:pt>
                <c:pt idx="3883">
                  <c:v>0.39500000000000002</c:v>
                </c:pt>
                <c:pt idx="3884">
                  <c:v>0.39500000000000002</c:v>
                </c:pt>
                <c:pt idx="3885">
                  <c:v>0.39500000000000002</c:v>
                </c:pt>
                <c:pt idx="3886">
                  <c:v>0.39500000000000002</c:v>
                </c:pt>
                <c:pt idx="3887">
                  <c:v>0.39500000000000002</c:v>
                </c:pt>
                <c:pt idx="3888">
                  <c:v>0.39500000000000002</c:v>
                </c:pt>
                <c:pt idx="3889">
                  <c:v>0.39500000000000002</c:v>
                </c:pt>
                <c:pt idx="3890">
                  <c:v>0.39500000000000002</c:v>
                </c:pt>
                <c:pt idx="3891">
                  <c:v>0.39500000000000002</c:v>
                </c:pt>
                <c:pt idx="3892">
                  <c:v>0.39500000000000002</c:v>
                </c:pt>
                <c:pt idx="3893">
                  <c:v>0.39500000000000002</c:v>
                </c:pt>
                <c:pt idx="3894">
                  <c:v>0.39500000000000002</c:v>
                </c:pt>
                <c:pt idx="3895">
                  <c:v>0.39500000000000002</c:v>
                </c:pt>
                <c:pt idx="3896">
                  <c:v>0.39500000000000002</c:v>
                </c:pt>
                <c:pt idx="3897">
                  <c:v>0.39500000000000002</c:v>
                </c:pt>
                <c:pt idx="3898">
                  <c:v>0.39500000000000002</c:v>
                </c:pt>
                <c:pt idx="3899">
                  <c:v>0.39500000000000002</c:v>
                </c:pt>
                <c:pt idx="3900">
                  <c:v>0.39500000000000002</c:v>
                </c:pt>
                <c:pt idx="3901">
                  <c:v>0.39500000000000002</c:v>
                </c:pt>
                <c:pt idx="3902">
                  <c:v>0.39500000000000002</c:v>
                </c:pt>
                <c:pt idx="3903">
                  <c:v>0.39500000000000002</c:v>
                </c:pt>
                <c:pt idx="3904">
                  <c:v>0.39500000000000002</c:v>
                </c:pt>
                <c:pt idx="3905">
                  <c:v>0.39500000000000002</c:v>
                </c:pt>
                <c:pt idx="3906">
                  <c:v>0.39500000000000002</c:v>
                </c:pt>
                <c:pt idx="3907">
                  <c:v>0.39500000000000002</c:v>
                </c:pt>
                <c:pt idx="3908">
                  <c:v>0.39500000000000002</c:v>
                </c:pt>
                <c:pt idx="3909">
                  <c:v>0.39500000000000002</c:v>
                </c:pt>
                <c:pt idx="3910">
                  <c:v>0.39500000000000002</c:v>
                </c:pt>
                <c:pt idx="3911">
                  <c:v>0.39500000000000002</c:v>
                </c:pt>
                <c:pt idx="3912">
                  <c:v>0.39500000000000002</c:v>
                </c:pt>
                <c:pt idx="3913">
                  <c:v>10.1775</c:v>
                </c:pt>
                <c:pt idx="3914">
                  <c:v>0.39750000000000002</c:v>
                </c:pt>
                <c:pt idx="3915">
                  <c:v>0.39750000000000002</c:v>
                </c:pt>
                <c:pt idx="3916">
                  <c:v>0.39750000000000002</c:v>
                </c:pt>
                <c:pt idx="3917">
                  <c:v>0.39750000000000002</c:v>
                </c:pt>
                <c:pt idx="3918">
                  <c:v>0.39750000000000002</c:v>
                </c:pt>
                <c:pt idx="3919">
                  <c:v>0.39750000000000002</c:v>
                </c:pt>
                <c:pt idx="3920">
                  <c:v>0.39750000000000002</c:v>
                </c:pt>
                <c:pt idx="3921">
                  <c:v>0.39750000000000002</c:v>
                </c:pt>
                <c:pt idx="3922">
                  <c:v>0.39750000000000002</c:v>
                </c:pt>
                <c:pt idx="3923">
                  <c:v>0.39750000000000002</c:v>
                </c:pt>
                <c:pt idx="3924">
                  <c:v>0.39750000000000002</c:v>
                </c:pt>
                <c:pt idx="3925">
                  <c:v>0.39750000000000002</c:v>
                </c:pt>
                <c:pt idx="3926">
                  <c:v>0.39750000000000002</c:v>
                </c:pt>
                <c:pt idx="3927">
                  <c:v>0.39750000000000002</c:v>
                </c:pt>
                <c:pt idx="3928">
                  <c:v>0.39750000000000002</c:v>
                </c:pt>
                <c:pt idx="3929">
                  <c:v>0.39750000000000002</c:v>
                </c:pt>
                <c:pt idx="3930">
                  <c:v>0.39750000000000002</c:v>
                </c:pt>
                <c:pt idx="3931">
                  <c:v>0.39750000000000002</c:v>
                </c:pt>
                <c:pt idx="3932">
                  <c:v>0.39750000000000002</c:v>
                </c:pt>
                <c:pt idx="3933">
                  <c:v>0.39750000000000002</c:v>
                </c:pt>
                <c:pt idx="3934">
                  <c:v>0.39750000000000002</c:v>
                </c:pt>
                <c:pt idx="3935">
                  <c:v>0.39750000000000002</c:v>
                </c:pt>
                <c:pt idx="3936">
                  <c:v>0.39750000000000002</c:v>
                </c:pt>
                <c:pt idx="3937">
                  <c:v>0.39750000000000002</c:v>
                </c:pt>
                <c:pt idx="3938">
                  <c:v>0.39750000000000002</c:v>
                </c:pt>
                <c:pt idx="3939">
                  <c:v>0.39750000000000002</c:v>
                </c:pt>
                <c:pt idx="3940">
                  <c:v>0.39750000000000002</c:v>
                </c:pt>
                <c:pt idx="3941">
                  <c:v>0.39750000000000002</c:v>
                </c:pt>
                <c:pt idx="3942">
                  <c:v>0.39750000000000002</c:v>
                </c:pt>
                <c:pt idx="3943">
                  <c:v>0.39750000000000002</c:v>
                </c:pt>
                <c:pt idx="3944">
                  <c:v>0.39750000000000002</c:v>
                </c:pt>
                <c:pt idx="3945">
                  <c:v>0.39750000000000002</c:v>
                </c:pt>
                <c:pt idx="3946">
                  <c:v>0.39750000000000002</c:v>
                </c:pt>
                <c:pt idx="3947">
                  <c:v>0.39750000000000002</c:v>
                </c:pt>
                <c:pt idx="3948">
                  <c:v>0.39750000000000002</c:v>
                </c:pt>
                <c:pt idx="3949">
                  <c:v>0.39750000000000002</c:v>
                </c:pt>
                <c:pt idx="3950">
                  <c:v>0.39750000000000002</c:v>
                </c:pt>
                <c:pt idx="3951">
                  <c:v>0.39750000000000002</c:v>
                </c:pt>
                <c:pt idx="3952">
                  <c:v>0.39750000000000002</c:v>
                </c:pt>
                <c:pt idx="3953">
                  <c:v>0.39750000000000002</c:v>
                </c:pt>
                <c:pt idx="3954">
                  <c:v>0.39750000000000002</c:v>
                </c:pt>
                <c:pt idx="3955">
                  <c:v>0.39750000000000002</c:v>
                </c:pt>
                <c:pt idx="3956">
                  <c:v>0.39750000000000002</c:v>
                </c:pt>
                <c:pt idx="3957">
                  <c:v>0.39750000000000002</c:v>
                </c:pt>
                <c:pt idx="3958">
                  <c:v>0.39750000000000002</c:v>
                </c:pt>
                <c:pt idx="3959">
                  <c:v>0.39750000000000002</c:v>
                </c:pt>
                <c:pt idx="3960">
                  <c:v>0.39750000000000002</c:v>
                </c:pt>
                <c:pt idx="3961">
                  <c:v>0.39750000000000002</c:v>
                </c:pt>
                <c:pt idx="3962">
                  <c:v>0.39750000000000002</c:v>
                </c:pt>
                <c:pt idx="3963">
                  <c:v>0.39750000000000002</c:v>
                </c:pt>
                <c:pt idx="3964">
                  <c:v>0.39750000000000002</c:v>
                </c:pt>
                <c:pt idx="3965">
                  <c:v>0.39750000000000002</c:v>
                </c:pt>
                <c:pt idx="3966">
                  <c:v>0.39750000000000002</c:v>
                </c:pt>
                <c:pt idx="3967">
                  <c:v>0.39750000000000002</c:v>
                </c:pt>
                <c:pt idx="3968">
                  <c:v>0.39750000000000002</c:v>
                </c:pt>
                <c:pt idx="3969">
                  <c:v>0.39750000000000002</c:v>
                </c:pt>
                <c:pt idx="3970">
                  <c:v>0.39750000000000002</c:v>
                </c:pt>
                <c:pt idx="3971">
                  <c:v>0.39750000000000002</c:v>
                </c:pt>
                <c:pt idx="3972">
                  <c:v>0.39750000000000002</c:v>
                </c:pt>
                <c:pt idx="3973">
                  <c:v>0.39750000000000002</c:v>
                </c:pt>
                <c:pt idx="3974">
                  <c:v>0.39750000000000002</c:v>
                </c:pt>
                <c:pt idx="3975">
                  <c:v>0.39750000000000002</c:v>
                </c:pt>
                <c:pt idx="3976">
                  <c:v>0.39750000000000002</c:v>
                </c:pt>
                <c:pt idx="3977">
                  <c:v>0.39750000000000002</c:v>
                </c:pt>
                <c:pt idx="3978">
                  <c:v>0.39750000000000002</c:v>
                </c:pt>
                <c:pt idx="3979">
                  <c:v>0.39750000000000002</c:v>
                </c:pt>
                <c:pt idx="3980">
                  <c:v>0.39750000000000002</c:v>
                </c:pt>
                <c:pt idx="3981">
                  <c:v>0.39750000000000002</c:v>
                </c:pt>
                <c:pt idx="3982">
                  <c:v>0.39750000000000002</c:v>
                </c:pt>
                <c:pt idx="3983">
                  <c:v>0.39750000000000002</c:v>
                </c:pt>
                <c:pt idx="3984">
                  <c:v>0.39750000000000002</c:v>
                </c:pt>
                <c:pt idx="3985">
                  <c:v>0.39750000000000002</c:v>
                </c:pt>
                <c:pt idx="3986">
                  <c:v>0.39750000000000002</c:v>
                </c:pt>
                <c:pt idx="3987">
                  <c:v>0.39750000000000002</c:v>
                </c:pt>
                <c:pt idx="3988">
                  <c:v>0.39750000000000002</c:v>
                </c:pt>
                <c:pt idx="3989">
                  <c:v>0.39750000000000002</c:v>
                </c:pt>
                <c:pt idx="3990">
                  <c:v>0.39750000000000002</c:v>
                </c:pt>
                <c:pt idx="3991">
                  <c:v>0.39750000000000002</c:v>
                </c:pt>
                <c:pt idx="3992">
                  <c:v>0.39750000000000002</c:v>
                </c:pt>
                <c:pt idx="3993">
                  <c:v>0.39750000000000002</c:v>
                </c:pt>
                <c:pt idx="3994">
                  <c:v>0.39750000000000002</c:v>
                </c:pt>
                <c:pt idx="3995">
                  <c:v>0.39750000000000002</c:v>
                </c:pt>
                <c:pt idx="3996">
                  <c:v>0.39750000000000002</c:v>
                </c:pt>
                <c:pt idx="3997">
                  <c:v>0.39750000000000002</c:v>
                </c:pt>
                <c:pt idx="3998">
                  <c:v>0.39750000000000002</c:v>
                </c:pt>
                <c:pt idx="3999">
                  <c:v>0.39750000000000002</c:v>
                </c:pt>
                <c:pt idx="4000">
                  <c:v>0.39750000000000002</c:v>
                </c:pt>
                <c:pt idx="4001">
                  <c:v>0.39750000000000002</c:v>
                </c:pt>
                <c:pt idx="4002">
                  <c:v>0.39750000000000002</c:v>
                </c:pt>
                <c:pt idx="4003">
                  <c:v>0.39750000000000002</c:v>
                </c:pt>
                <c:pt idx="4004">
                  <c:v>0.39750000000000002</c:v>
                </c:pt>
                <c:pt idx="4005">
                  <c:v>0.39750000000000002</c:v>
                </c:pt>
                <c:pt idx="4006">
                  <c:v>0.39750000000000002</c:v>
                </c:pt>
                <c:pt idx="4007">
                  <c:v>0.39750000000000002</c:v>
                </c:pt>
                <c:pt idx="4008">
                  <c:v>0.39750000000000002</c:v>
                </c:pt>
                <c:pt idx="4009">
                  <c:v>0.39750000000000002</c:v>
                </c:pt>
                <c:pt idx="4010">
                  <c:v>0.39750000000000002</c:v>
                </c:pt>
                <c:pt idx="4011">
                  <c:v>0.39750000000000002</c:v>
                </c:pt>
                <c:pt idx="4012">
                  <c:v>0.39750000000000002</c:v>
                </c:pt>
                <c:pt idx="4013">
                  <c:v>0.39750000000000002</c:v>
                </c:pt>
                <c:pt idx="4014">
                  <c:v>0.39750000000000002</c:v>
                </c:pt>
                <c:pt idx="4015">
                  <c:v>0.39750000000000002</c:v>
                </c:pt>
                <c:pt idx="4016">
                  <c:v>0.39750000000000002</c:v>
                </c:pt>
                <c:pt idx="4017">
                  <c:v>0.39750000000000002</c:v>
                </c:pt>
                <c:pt idx="4018">
                  <c:v>0.39750000000000002</c:v>
                </c:pt>
                <c:pt idx="4019">
                  <c:v>0.39750000000000002</c:v>
                </c:pt>
                <c:pt idx="4020">
                  <c:v>0.39750000000000002</c:v>
                </c:pt>
                <c:pt idx="4021">
                  <c:v>0.39750000000000002</c:v>
                </c:pt>
                <c:pt idx="4022">
                  <c:v>0.39750000000000002</c:v>
                </c:pt>
                <c:pt idx="4023">
                  <c:v>0.39750000000000002</c:v>
                </c:pt>
                <c:pt idx="4024">
                  <c:v>0.39750000000000002</c:v>
                </c:pt>
                <c:pt idx="4025">
                  <c:v>0.39750000000000002</c:v>
                </c:pt>
                <c:pt idx="4026">
                  <c:v>0.39750000000000002</c:v>
                </c:pt>
                <c:pt idx="4027">
                  <c:v>0.39750000000000002</c:v>
                </c:pt>
                <c:pt idx="4028">
                  <c:v>0.39750000000000002</c:v>
                </c:pt>
                <c:pt idx="4029">
                  <c:v>0.39750000000000002</c:v>
                </c:pt>
                <c:pt idx="4030">
                  <c:v>0.39750000000000002</c:v>
                </c:pt>
                <c:pt idx="4031">
                  <c:v>0.39750000000000002</c:v>
                </c:pt>
                <c:pt idx="4032">
                  <c:v>0.39750000000000002</c:v>
                </c:pt>
                <c:pt idx="4033">
                  <c:v>0.39750000000000002</c:v>
                </c:pt>
                <c:pt idx="4034">
                  <c:v>0.39750000000000002</c:v>
                </c:pt>
                <c:pt idx="4035">
                  <c:v>0.39750000000000002</c:v>
                </c:pt>
                <c:pt idx="4036">
                  <c:v>0.39750000000000002</c:v>
                </c:pt>
                <c:pt idx="4037">
                  <c:v>0.39750000000000002</c:v>
                </c:pt>
                <c:pt idx="4038">
                  <c:v>0.39750000000000002</c:v>
                </c:pt>
                <c:pt idx="4039">
                  <c:v>0.39750000000000002</c:v>
                </c:pt>
                <c:pt idx="4040">
                  <c:v>0.39750000000000002</c:v>
                </c:pt>
                <c:pt idx="4041">
                  <c:v>0.39750000000000002</c:v>
                </c:pt>
                <c:pt idx="4042">
                  <c:v>0.39750000000000002</c:v>
                </c:pt>
                <c:pt idx="4043">
                  <c:v>0.39750000000000002</c:v>
                </c:pt>
                <c:pt idx="4044">
                  <c:v>0.39750000000000002</c:v>
                </c:pt>
                <c:pt idx="4045">
                  <c:v>0.39750000000000002</c:v>
                </c:pt>
                <c:pt idx="4046">
                  <c:v>0.39750000000000002</c:v>
                </c:pt>
                <c:pt idx="4047">
                  <c:v>0.39750000000000002</c:v>
                </c:pt>
                <c:pt idx="4048">
                  <c:v>0.39750000000000002</c:v>
                </c:pt>
                <c:pt idx="4049">
                  <c:v>0.39750000000000002</c:v>
                </c:pt>
                <c:pt idx="4050">
                  <c:v>0.39750000000000002</c:v>
                </c:pt>
                <c:pt idx="4051">
                  <c:v>0.39750000000000002</c:v>
                </c:pt>
                <c:pt idx="4052">
                  <c:v>0.39750000000000002</c:v>
                </c:pt>
                <c:pt idx="4053">
                  <c:v>0.39750000000000002</c:v>
                </c:pt>
                <c:pt idx="4054">
                  <c:v>0.39750000000000002</c:v>
                </c:pt>
                <c:pt idx="4055">
                  <c:v>0.39750000000000002</c:v>
                </c:pt>
                <c:pt idx="4056">
                  <c:v>0.39750000000000002</c:v>
                </c:pt>
                <c:pt idx="4057">
                  <c:v>0.39750000000000002</c:v>
                </c:pt>
                <c:pt idx="4058">
                  <c:v>0.39750000000000002</c:v>
                </c:pt>
                <c:pt idx="4059">
                  <c:v>0.39750000000000002</c:v>
                </c:pt>
                <c:pt idx="4060">
                  <c:v>0.39750000000000002</c:v>
                </c:pt>
                <c:pt idx="4061">
                  <c:v>0.39750000000000002</c:v>
                </c:pt>
                <c:pt idx="4062">
                  <c:v>0.39750000000000002</c:v>
                </c:pt>
                <c:pt idx="4063">
                  <c:v>0.39750000000000002</c:v>
                </c:pt>
                <c:pt idx="4064">
                  <c:v>0.39750000000000002</c:v>
                </c:pt>
                <c:pt idx="4065">
                  <c:v>0.39750000000000002</c:v>
                </c:pt>
                <c:pt idx="4066">
                  <c:v>0.39750000000000002</c:v>
                </c:pt>
                <c:pt idx="4067">
                  <c:v>0.39750000000000002</c:v>
                </c:pt>
                <c:pt idx="4068">
                  <c:v>0.39750000000000002</c:v>
                </c:pt>
                <c:pt idx="4069">
                  <c:v>0.39750000000000002</c:v>
                </c:pt>
                <c:pt idx="4070">
                  <c:v>0.39750000000000002</c:v>
                </c:pt>
                <c:pt idx="4071">
                  <c:v>0.39750000000000002</c:v>
                </c:pt>
                <c:pt idx="4072">
                  <c:v>0.39750000000000002</c:v>
                </c:pt>
                <c:pt idx="4073">
                  <c:v>0.39750000000000002</c:v>
                </c:pt>
                <c:pt idx="4074">
                  <c:v>0.39750000000000002</c:v>
                </c:pt>
                <c:pt idx="4075">
                  <c:v>0.39750000000000002</c:v>
                </c:pt>
                <c:pt idx="4076">
                  <c:v>0.39750000000000002</c:v>
                </c:pt>
                <c:pt idx="4077">
                  <c:v>0.39750000000000002</c:v>
                </c:pt>
                <c:pt idx="4078">
                  <c:v>0.39750000000000002</c:v>
                </c:pt>
                <c:pt idx="4079">
                  <c:v>0.39750000000000002</c:v>
                </c:pt>
                <c:pt idx="4080">
                  <c:v>0.39750000000000002</c:v>
                </c:pt>
                <c:pt idx="4081">
                  <c:v>0.39750000000000002</c:v>
                </c:pt>
                <c:pt idx="4082">
                  <c:v>0.39750000000000002</c:v>
                </c:pt>
                <c:pt idx="4083">
                  <c:v>0.39750000000000002</c:v>
                </c:pt>
                <c:pt idx="4084">
                  <c:v>0.39750000000000002</c:v>
                </c:pt>
                <c:pt idx="4085">
                  <c:v>0.39750000000000002</c:v>
                </c:pt>
                <c:pt idx="4086">
                  <c:v>0.39750000000000002</c:v>
                </c:pt>
                <c:pt idx="4087">
                  <c:v>0.39750000000000002</c:v>
                </c:pt>
                <c:pt idx="4088">
                  <c:v>0.39750000000000002</c:v>
                </c:pt>
                <c:pt idx="4089">
                  <c:v>0.39750000000000002</c:v>
                </c:pt>
                <c:pt idx="4090">
                  <c:v>0.39750000000000002</c:v>
                </c:pt>
                <c:pt idx="4091">
                  <c:v>0.39750000000000002</c:v>
                </c:pt>
                <c:pt idx="4092">
                  <c:v>0.39750000000000002</c:v>
                </c:pt>
                <c:pt idx="4093">
                  <c:v>0.39750000000000002</c:v>
                </c:pt>
                <c:pt idx="4094">
                  <c:v>0.39750000000000002</c:v>
                </c:pt>
                <c:pt idx="4095">
                  <c:v>0.39750000000000002</c:v>
                </c:pt>
                <c:pt idx="4096">
                  <c:v>0.39750000000000002</c:v>
                </c:pt>
                <c:pt idx="4097">
                  <c:v>0.39750000000000002</c:v>
                </c:pt>
                <c:pt idx="4098">
                  <c:v>0.39750000000000002</c:v>
                </c:pt>
                <c:pt idx="4099">
                  <c:v>0.39750000000000002</c:v>
                </c:pt>
                <c:pt idx="4100">
                  <c:v>0.39750000000000002</c:v>
                </c:pt>
                <c:pt idx="4101">
                  <c:v>0.39750000000000002</c:v>
                </c:pt>
                <c:pt idx="4102">
                  <c:v>0.39750000000000002</c:v>
                </c:pt>
                <c:pt idx="4103">
                  <c:v>0.39750000000000002</c:v>
                </c:pt>
                <c:pt idx="4104">
                  <c:v>0.39750000000000002</c:v>
                </c:pt>
                <c:pt idx="4105">
                  <c:v>0.39750000000000002</c:v>
                </c:pt>
                <c:pt idx="4106">
                  <c:v>0.39750000000000002</c:v>
                </c:pt>
                <c:pt idx="4107">
                  <c:v>0.39750000000000002</c:v>
                </c:pt>
                <c:pt idx="4108">
                  <c:v>0.39750000000000002</c:v>
                </c:pt>
                <c:pt idx="4109">
                  <c:v>0.39750000000000002</c:v>
                </c:pt>
                <c:pt idx="4110">
                  <c:v>0.39750000000000002</c:v>
                </c:pt>
                <c:pt idx="4111">
                  <c:v>0.39750000000000002</c:v>
                </c:pt>
                <c:pt idx="4112">
                  <c:v>0.39750000000000002</c:v>
                </c:pt>
                <c:pt idx="4113">
                  <c:v>0.39750000000000002</c:v>
                </c:pt>
                <c:pt idx="4114">
                  <c:v>0.39750000000000002</c:v>
                </c:pt>
                <c:pt idx="4115">
                  <c:v>0.39750000000000002</c:v>
                </c:pt>
                <c:pt idx="4116">
                  <c:v>0.39750000000000002</c:v>
                </c:pt>
                <c:pt idx="4117">
                  <c:v>0.39750000000000002</c:v>
                </c:pt>
                <c:pt idx="4118">
                  <c:v>0.39750000000000002</c:v>
                </c:pt>
                <c:pt idx="4119">
                  <c:v>0.39750000000000002</c:v>
                </c:pt>
                <c:pt idx="4120">
                  <c:v>0.39750000000000002</c:v>
                </c:pt>
                <c:pt idx="4121">
                  <c:v>0.39750000000000002</c:v>
                </c:pt>
                <c:pt idx="4122">
                  <c:v>0.39750000000000002</c:v>
                </c:pt>
                <c:pt idx="4123">
                  <c:v>0.39750000000000002</c:v>
                </c:pt>
                <c:pt idx="4124">
                  <c:v>0.39750000000000002</c:v>
                </c:pt>
                <c:pt idx="4125">
                  <c:v>0.39750000000000002</c:v>
                </c:pt>
                <c:pt idx="4126">
                  <c:v>0.39750000000000002</c:v>
                </c:pt>
                <c:pt idx="4127">
                  <c:v>0.39750000000000002</c:v>
                </c:pt>
                <c:pt idx="4128">
                  <c:v>0.39750000000000002</c:v>
                </c:pt>
                <c:pt idx="4129">
                  <c:v>0.39750000000000002</c:v>
                </c:pt>
                <c:pt idx="4130">
                  <c:v>0.39750000000000002</c:v>
                </c:pt>
                <c:pt idx="4131">
                  <c:v>0.39750000000000002</c:v>
                </c:pt>
                <c:pt idx="4132">
                  <c:v>0.39750000000000002</c:v>
                </c:pt>
                <c:pt idx="4133">
                  <c:v>0.39750000000000002</c:v>
                </c:pt>
                <c:pt idx="4134">
                  <c:v>0.39750000000000002</c:v>
                </c:pt>
                <c:pt idx="4135">
                  <c:v>0.39750000000000002</c:v>
                </c:pt>
                <c:pt idx="4136">
                  <c:v>0.39750000000000002</c:v>
                </c:pt>
                <c:pt idx="4137">
                  <c:v>0.39750000000000002</c:v>
                </c:pt>
                <c:pt idx="4138">
                  <c:v>0.39750000000000002</c:v>
                </c:pt>
                <c:pt idx="4139">
                  <c:v>0.39750000000000002</c:v>
                </c:pt>
                <c:pt idx="4140">
                  <c:v>0.39750000000000002</c:v>
                </c:pt>
                <c:pt idx="4141">
                  <c:v>0.39750000000000002</c:v>
                </c:pt>
                <c:pt idx="4142">
                  <c:v>0.39750000000000002</c:v>
                </c:pt>
                <c:pt idx="4143">
                  <c:v>0.39750000000000002</c:v>
                </c:pt>
                <c:pt idx="4144">
                  <c:v>0.39750000000000002</c:v>
                </c:pt>
                <c:pt idx="4145">
                  <c:v>0.39750000000000002</c:v>
                </c:pt>
                <c:pt idx="4146">
                  <c:v>0.39750000000000002</c:v>
                </c:pt>
                <c:pt idx="4147">
                  <c:v>0.39750000000000002</c:v>
                </c:pt>
                <c:pt idx="4148">
                  <c:v>0.39750000000000002</c:v>
                </c:pt>
                <c:pt idx="4149">
                  <c:v>0.39750000000000002</c:v>
                </c:pt>
                <c:pt idx="4150">
                  <c:v>0.39750000000000002</c:v>
                </c:pt>
                <c:pt idx="4151">
                  <c:v>0.39750000000000002</c:v>
                </c:pt>
                <c:pt idx="4152">
                  <c:v>0.39750000000000002</c:v>
                </c:pt>
                <c:pt idx="4153">
                  <c:v>0.39750000000000002</c:v>
                </c:pt>
                <c:pt idx="4154">
                  <c:v>0.39750000000000002</c:v>
                </c:pt>
                <c:pt idx="4155">
                  <c:v>0.39750000000000002</c:v>
                </c:pt>
                <c:pt idx="4156">
                  <c:v>0.39750000000000002</c:v>
                </c:pt>
                <c:pt idx="4157">
                  <c:v>0.39750000000000002</c:v>
                </c:pt>
                <c:pt idx="4158">
                  <c:v>0.39750000000000002</c:v>
                </c:pt>
                <c:pt idx="4159">
                  <c:v>0.39750000000000002</c:v>
                </c:pt>
                <c:pt idx="4160">
                  <c:v>0.39750000000000002</c:v>
                </c:pt>
                <c:pt idx="4161">
                  <c:v>0.39750000000000002</c:v>
                </c:pt>
                <c:pt idx="4162">
                  <c:v>0.39750000000000002</c:v>
                </c:pt>
                <c:pt idx="4163">
                  <c:v>0.39750000000000002</c:v>
                </c:pt>
                <c:pt idx="4164">
                  <c:v>0.39750000000000002</c:v>
                </c:pt>
                <c:pt idx="4165">
                  <c:v>0.39750000000000002</c:v>
                </c:pt>
                <c:pt idx="4166">
                  <c:v>0.39750000000000002</c:v>
                </c:pt>
                <c:pt idx="4167">
                  <c:v>0.39750000000000002</c:v>
                </c:pt>
                <c:pt idx="4168">
                  <c:v>0.39750000000000002</c:v>
                </c:pt>
                <c:pt idx="4169">
                  <c:v>0.39750000000000002</c:v>
                </c:pt>
                <c:pt idx="4170">
                  <c:v>0.39750000000000002</c:v>
                </c:pt>
                <c:pt idx="4171">
                  <c:v>0.39750000000000002</c:v>
                </c:pt>
                <c:pt idx="4172">
                  <c:v>0.39750000000000002</c:v>
                </c:pt>
                <c:pt idx="4173">
                  <c:v>0.39750000000000002</c:v>
                </c:pt>
                <c:pt idx="4174">
                  <c:v>0.39750000000000002</c:v>
                </c:pt>
                <c:pt idx="4175">
                  <c:v>0.39750000000000002</c:v>
                </c:pt>
                <c:pt idx="4176">
                  <c:v>0.39750000000000002</c:v>
                </c:pt>
                <c:pt idx="4177">
                  <c:v>0.39750000000000002</c:v>
                </c:pt>
                <c:pt idx="4178">
                  <c:v>0.39750000000000002</c:v>
                </c:pt>
                <c:pt idx="4179">
                  <c:v>0.39750000000000002</c:v>
                </c:pt>
                <c:pt idx="4180">
                  <c:v>0.39750000000000002</c:v>
                </c:pt>
                <c:pt idx="4181">
                  <c:v>0.39750000000000002</c:v>
                </c:pt>
                <c:pt idx="4182">
                  <c:v>0.39750000000000002</c:v>
                </c:pt>
                <c:pt idx="4183">
                  <c:v>0.39750000000000002</c:v>
                </c:pt>
                <c:pt idx="4184">
                  <c:v>0.39750000000000002</c:v>
                </c:pt>
                <c:pt idx="4185">
                  <c:v>0.39750000000000002</c:v>
                </c:pt>
                <c:pt idx="4186">
                  <c:v>0.39750000000000002</c:v>
                </c:pt>
                <c:pt idx="4187">
                  <c:v>0.39750000000000002</c:v>
                </c:pt>
                <c:pt idx="4188">
                  <c:v>0.39750000000000002</c:v>
                </c:pt>
                <c:pt idx="4189">
                  <c:v>0.39750000000000002</c:v>
                </c:pt>
                <c:pt idx="4190">
                  <c:v>0.39750000000000002</c:v>
                </c:pt>
                <c:pt idx="4191">
                  <c:v>0.39750000000000002</c:v>
                </c:pt>
                <c:pt idx="4192">
                  <c:v>0.39750000000000002</c:v>
                </c:pt>
                <c:pt idx="4193">
                  <c:v>0.39750000000000002</c:v>
                </c:pt>
                <c:pt idx="4194">
                  <c:v>0.39750000000000002</c:v>
                </c:pt>
                <c:pt idx="4195">
                  <c:v>0.39750000000000002</c:v>
                </c:pt>
                <c:pt idx="4196">
                  <c:v>0.39750000000000002</c:v>
                </c:pt>
                <c:pt idx="4197">
                  <c:v>0.39750000000000002</c:v>
                </c:pt>
                <c:pt idx="4198">
                  <c:v>0.39750000000000002</c:v>
                </c:pt>
                <c:pt idx="4199">
                  <c:v>0.39750000000000002</c:v>
                </c:pt>
                <c:pt idx="4200">
                  <c:v>0.39750000000000002</c:v>
                </c:pt>
                <c:pt idx="4201">
                  <c:v>0.39750000000000002</c:v>
                </c:pt>
                <c:pt idx="4202">
                  <c:v>0.39750000000000002</c:v>
                </c:pt>
                <c:pt idx="4203">
                  <c:v>0.39750000000000002</c:v>
                </c:pt>
                <c:pt idx="4204">
                  <c:v>0.39750000000000002</c:v>
                </c:pt>
                <c:pt idx="4205">
                  <c:v>0.39750000000000002</c:v>
                </c:pt>
                <c:pt idx="4206">
                  <c:v>0.39750000000000002</c:v>
                </c:pt>
                <c:pt idx="4207">
                  <c:v>0.39750000000000002</c:v>
                </c:pt>
                <c:pt idx="4208">
                  <c:v>0.39750000000000002</c:v>
                </c:pt>
                <c:pt idx="4209">
                  <c:v>0.39750000000000002</c:v>
                </c:pt>
                <c:pt idx="4210">
                  <c:v>0.39750000000000002</c:v>
                </c:pt>
                <c:pt idx="4211">
                  <c:v>0.39750000000000002</c:v>
                </c:pt>
                <c:pt idx="4212">
                  <c:v>0.39750000000000002</c:v>
                </c:pt>
                <c:pt idx="4213">
                  <c:v>0.39750000000000002</c:v>
                </c:pt>
                <c:pt idx="4214">
                  <c:v>0.39750000000000002</c:v>
                </c:pt>
                <c:pt idx="4215">
                  <c:v>0.39750000000000002</c:v>
                </c:pt>
                <c:pt idx="4216">
                  <c:v>0.39750000000000002</c:v>
                </c:pt>
                <c:pt idx="4217">
                  <c:v>0.39750000000000002</c:v>
                </c:pt>
                <c:pt idx="4218">
                  <c:v>0.39750000000000002</c:v>
                </c:pt>
                <c:pt idx="4219">
                  <c:v>0.39750000000000002</c:v>
                </c:pt>
                <c:pt idx="4220">
                  <c:v>0.39750000000000002</c:v>
                </c:pt>
                <c:pt idx="4221">
                  <c:v>0.39750000000000002</c:v>
                </c:pt>
                <c:pt idx="4222">
                  <c:v>0.39750000000000002</c:v>
                </c:pt>
                <c:pt idx="4223">
                  <c:v>0.39750000000000002</c:v>
                </c:pt>
                <c:pt idx="4224">
                  <c:v>0.39750000000000002</c:v>
                </c:pt>
                <c:pt idx="4225">
                  <c:v>0.39750000000000002</c:v>
                </c:pt>
                <c:pt idx="4226">
                  <c:v>0.39750000000000002</c:v>
                </c:pt>
                <c:pt idx="4227">
                  <c:v>0.39750000000000002</c:v>
                </c:pt>
                <c:pt idx="4228">
                  <c:v>0.39750000000000002</c:v>
                </c:pt>
                <c:pt idx="4229">
                  <c:v>0.39750000000000002</c:v>
                </c:pt>
                <c:pt idx="4230">
                  <c:v>0.39750000000000002</c:v>
                </c:pt>
                <c:pt idx="4231">
                  <c:v>0.39750000000000002</c:v>
                </c:pt>
                <c:pt idx="4232">
                  <c:v>0.39750000000000002</c:v>
                </c:pt>
                <c:pt idx="4233">
                  <c:v>0.39750000000000002</c:v>
                </c:pt>
                <c:pt idx="4234">
                  <c:v>0.39750000000000002</c:v>
                </c:pt>
                <c:pt idx="4235">
                  <c:v>0.39750000000000002</c:v>
                </c:pt>
                <c:pt idx="4236">
                  <c:v>0.39750000000000002</c:v>
                </c:pt>
                <c:pt idx="4237">
                  <c:v>0.39750000000000002</c:v>
                </c:pt>
                <c:pt idx="4238">
                  <c:v>0.39750000000000002</c:v>
                </c:pt>
                <c:pt idx="4239">
                  <c:v>0.39750000000000002</c:v>
                </c:pt>
                <c:pt idx="4240">
                  <c:v>0.39750000000000002</c:v>
                </c:pt>
                <c:pt idx="4241">
                  <c:v>0.39750000000000002</c:v>
                </c:pt>
                <c:pt idx="4242">
                  <c:v>0.39750000000000002</c:v>
                </c:pt>
                <c:pt idx="4243">
                  <c:v>0.39750000000000002</c:v>
                </c:pt>
                <c:pt idx="4244">
                  <c:v>0.39750000000000002</c:v>
                </c:pt>
                <c:pt idx="4245">
                  <c:v>0.39750000000000002</c:v>
                </c:pt>
                <c:pt idx="4246">
                  <c:v>0.39750000000000002</c:v>
                </c:pt>
                <c:pt idx="4247">
                  <c:v>0.39750000000000002</c:v>
                </c:pt>
                <c:pt idx="4248">
                  <c:v>0.39750000000000002</c:v>
                </c:pt>
                <c:pt idx="4249">
                  <c:v>0.39750000000000002</c:v>
                </c:pt>
                <c:pt idx="4250">
                  <c:v>0.39750000000000002</c:v>
                </c:pt>
                <c:pt idx="4251">
                  <c:v>0.39750000000000002</c:v>
                </c:pt>
                <c:pt idx="4252">
                  <c:v>0.39750000000000002</c:v>
                </c:pt>
                <c:pt idx="4253">
                  <c:v>0.39750000000000002</c:v>
                </c:pt>
                <c:pt idx="4254">
                  <c:v>0.39750000000000002</c:v>
                </c:pt>
                <c:pt idx="4255">
                  <c:v>0.39750000000000002</c:v>
                </c:pt>
                <c:pt idx="4256">
                  <c:v>0.39750000000000002</c:v>
                </c:pt>
                <c:pt idx="4257">
                  <c:v>0.39750000000000002</c:v>
                </c:pt>
                <c:pt idx="4258">
                  <c:v>0.39750000000000002</c:v>
                </c:pt>
                <c:pt idx="4259">
                  <c:v>0.39750000000000002</c:v>
                </c:pt>
                <c:pt idx="4260">
                  <c:v>0.39750000000000002</c:v>
                </c:pt>
                <c:pt idx="4261">
                  <c:v>0.39750000000000002</c:v>
                </c:pt>
                <c:pt idx="4262">
                  <c:v>0.39750000000000002</c:v>
                </c:pt>
                <c:pt idx="4263">
                  <c:v>0.39750000000000002</c:v>
                </c:pt>
                <c:pt idx="4264">
                  <c:v>0.39750000000000002</c:v>
                </c:pt>
                <c:pt idx="4265">
                  <c:v>0.39750000000000002</c:v>
                </c:pt>
                <c:pt idx="4266">
                  <c:v>0.39750000000000002</c:v>
                </c:pt>
                <c:pt idx="4267">
                  <c:v>0.39750000000000002</c:v>
                </c:pt>
                <c:pt idx="4268">
                  <c:v>0.39750000000000002</c:v>
                </c:pt>
                <c:pt idx="4269">
                  <c:v>0.39750000000000002</c:v>
                </c:pt>
                <c:pt idx="4270">
                  <c:v>0.39750000000000002</c:v>
                </c:pt>
                <c:pt idx="4271">
                  <c:v>0.39750000000000002</c:v>
                </c:pt>
                <c:pt idx="4272">
                  <c:v>0.39750000000000002</c:v>
                </c:pt>
                <c:pt idx="4273">
                  <c:v>0.39750000000000002</c:v>
                </c:pt>
                <c:pt idx="4274">
                  <c:v>0.39750000000000002</c:v>
                </c:pt>
                <c:pt idx="4275">
                  <c:v>0.39750000000000002</c:v>
                </c:pt>
                <c:pt idx="4276">
                  <c:v>0.39750000000000002</c:v>
                </c:pt>
                <c:pt idx="4277">
                  <c:v>0.39750000000000002</c:v>
                </c:pt>
                <c:pt idx="4278">
                  <c:v>0.39750000000000002</c:v>
                </c:pt>
                <c:pt idx="4279">
                  <c:v>0.39750000000000002</c:v>
                </c:pt>
                <c:pt idx="4280">
                  <c:v>0.39750000000000002</c:v>
                </c:pt>
                <c:pt idx="4281">
                  <c:v>0.39750000000000002</c:v>
                </c:pt>
                <c:pt idx="4282">
                  <c:v>0.39750000000000002</c:v>
                </c:pt>
                <c:pt idx="4283">
                  <c:v>0.39750000000000002</c:v>
                </c:pt>
                <c:pt idx="4284">
                  <c:v>0.39750000000000002</c:v>
                </c:pt>
                <c:pt idx="4285">
                  <c:v>0.39750000000000002</c:v>
                </c:pt>
                <c:pt idx="4286">
                  <c:v>0.39750000000000002</c:v>
                </c:pt>
                <c:pt idx="4287">
                  <c:v>0.39750000000000002</c:v>
                </c:pt>
                <c:pt idx="4288">
                  <c:v>0.39750000000000002</c:v>
                </c:pt>
                <c:pt idx="4289">
                  <c:v>0.39750000000000002</c:v>
                </c:pt>
                <c:pt idx="4290">
                  <c:v>0.39750000000000002</c:v>
                </c:pt>
                <c:pt idx="4291">
                  <c:v>0.39750000000000002</c:v>
                </c:pt>
                <c:pt idx="4292">
                  <c:v>0.39750000000000002</c:v>
                </c:pt>
                <c:pt idx="4293">
                  <c:v>0.39750000000000002</c:v>
                </c:pt>
                <c:pt idx="4294">
                  <c:v>0.39750000000000002</c:v>
                </c:pt>
                <c:pt idx="4295">
                  <c:v>0.39750000000000002</c:v>
                </c:pt>
                <c:pt idx="4296">
                  <c:v>0.39750000000000002</c:v>
                </c:pt>
                <c:pt idx="4297">
                  <c:v>0.39750000000000002</c:v>
                </c:pt>
                <c:pt idx="4298">
                  <c:v>0.39750000000000002</c:v>
                </c:pt>
                <c:pt idx="4299">
                  <c:v>0.39750000000000002</c:v>
                </c:pt>
                <c:pt idx="4300">
                  <c:v>0.39750000000000002</c:v>
                </c:pt>
                <c:pt idx="4301">
                  <c:v>0.39750000000000002</c:v>
                </c:pt>
                <c:pt idx="4302">
                  <c:v>0.39750000000000002</c:v>
                </c:pt>
                <c:pt idx="4303">
                  <c:v>0.39750000000000002</c:v>
                </c:pt>
                <c:pt idx="4304">
                  <c:v>0.39750000000000002</c:v>
                </c:pt>
                <c:pt idx="4305">
                  <c:v>0.39750000000000002</c:v>
                </c:pt>
                <c:pt idx="4306">
                  <c:v>0.39750000000000002</c:v>
                </c:pt>
                <c:pt idx="4307">
                  <c:v>0.39750000000000002</c:v>
                </c:pt>
                <c:pt idx="4308">
                  <c:v>0.39750000000000002</c:v>
                </c:pt>
                <c:pt idx="4309">
                  <c:v>0.39750000000000002</c:v>
                </c:pt>
                <c:pt idx="4310">
                  <c:v>0.39750000000000002</c:v>
                </c:pt>
                <c:pt idx="4311">
                  <c:v>0.39750000000000002</c:v>
                </c:pt>
                <c:pt idx="4312">
                  <c:v>0.39750000000000002</c:v>
                </c:pt>
                <c:pt idx="4313">
                  <c:v>0.39750000000000002</c:v>
                </c:pt>
                <c:pt idx="4314">
                  <c:v>0.39750000000000002</c:v>
                </c:pt>
                <c:pt idx="4315">
                  <c:v>0.39750000000000002</c:v>
                </c:pt>
                <c:pt idx="4316">
                  <c:v>0.39750000000000002</c:v>
                </c:pt>
                <c:pt idx="4317">
                  <c:v>0.39750000000000002</c:v>
                </c:pt>
                <c:pt idx="4318">
                  <c:v>0.39750000000000002</c:v>
                </c:pt>
                <c:pt idx="4319">
                  <c:v>0.39750000000000002</c:v>
                </c:pt>
                <c:pt idx="4320">
                  <c:v>0.39750000000000002</c:v>
                </c:pt>
                <c:pt idx="4321">
                  <c:v>0.39750000000000002</c:v>
                </c:pt>
                <c:pt idx="4322">
                  <c:v>0.39750000000000002</c:v>
                </c:pt>
                <c:pt idx="4323">
                  <c:v>0.39750000000000002</c:v>
                </c:pt>
                <c:pt idx="4324">
                  <c:v>0.39750000000000002</c:v>
                </c:pt>
                <c:pt idx="4325">
                  <c:v>0.39750000000000002</c:v>
                </c:pt>
                <c:pt idx="4326">
                  <c:v>0.39750000000000002</c:v>
                </c:pt>
                <c:pt idx="4327">
                  <c:v>0.39750000000000002</c:v>
                </c:pt>
                <c:pt idx="4328">
                  <c:v>0.39750000000000002</c:v>
                </c:pt>
                <c:pt idx="4329">
                  <c:v>0.39750000000000002</c:v>
                </c:pt>
                <c:pt idx="4330">
                  <c:v>0.39750000000000002</c:v>
                </c:pt>
                <c:pt idx="4331">
                  <c:v>0.39750000000000002</c:v>
                </c:pt>
                <c:pt idx="4332">
                  <c:v>0.39750000000000002</c:v>
                </c:pt>
                <c:pt idx="4333">
                  <c:v>0.39750000000000002</c:v>
                </c:pt>
                <c:pt idx="4334">
                  <c:v>0.39750000000000002</c:v>
                </c:pt>
                <c:pt idx="4335">
                  <c:v>0.39750000000000002</c:v>
                </c:pt>
                <c:pt idx="4336">
                  <c:v>0.39750000000000002</c:v>
                </c:pt>
                <c:pt idx="4337">
                  <c:v>0.39750000000000002</c:v>
                </c:pt>
                <c:pt idx="4338">
                  <c:v>0.39750000000000002</c:v>
                </c:pt>
                <c:pt idx="4339">
                  <c:v>0.39750000000000002</c:v>
                </c:pt>
                <c:pt idx="4340">
                  <c:v>0.39750000000000002</c:v>
                </c:pt>
                <c:pt idx="4341">
                  <c:v>0.39750000000000002</c:v>
                </c:pt>
                <c:pt idx="4342">
                  <c:v>0.39750000000000002</c:v>
                </c:pt>
                <c:pt idx="4343">
                  <c:v>0.39750000000000002</c:v>
                </c:pt>
                <c:pt idx="4344">
                  <c:v>0.39750000000000002</c:v>
                </c:pt>
                <c:pt idx="4345">
                  <c:v>0.39750000000000002</c:v>
                </c:pt>
                <c:pt idx="4346">
                  <c:v>0.39750000000000002</c:v>
                </c:pt>
                <c:pt idx="4347">
                  <c:v>0.39750000000000002</c:v>
                </c:pt>
                <c:pt idx="4348">
                  <c:v>0.39750000000000002</c:v>
                </c:pt>
                <c:pt idx="4349">
                  <c:v>0.39750000000000002</c:v>
                </c:pt>
                <c:pt idx="4350">
                  <c:v>0.39750000000000002</c:v>
                </c:pt>
                <c:pt idx="4351">
                  <c:v>0.39750000000000002</c:v>
                </c:pt>
                <c:pt idx="4352">
                  <c:v>0.39750000000000002</c:v>
                </c:pt>
                <c:pt idx="4353">
                  <c:v>0.39750000000000002</c:v>
                </c:pt>
                <c:pt idx="4354">
                  <c:v>0.39750000000000002</c:v>
                </c:pt>
                <c:pt idx="4355">
                  <c:v>0.39750000000000002</c:v>
                </c:pt>
                <c:pt idx="4356">
                  <c:v>0.39750000000000002</c:v>
                </c:pt>
                <c:pt idx="4357">
                  <c:v>0.39750000000000002</c:v>
                </c:pt>
                <c:pt idx="4358">
                  <c:v>0.39750000000000002</c:v>
                </c:pt>
                <c:pt idx="4359">
                  <c:v>0.39750000000000002</c:v>
                </c:pt>
                <c:pt idx="4360">
                  <c:v>0.39750000000000002</c:v>
                </c:pt>
                <c:pt idx="4361">
                  <c:v>0.39750000000000002</c:v>
                </c:pt>
                <c:pt idx="4362">
                  <c:v>0.39750000000000002</c:v>
                </c:pt>
                <c:pt idx="4363">
                  <c:v>0.39750000000000002</c:v>
                </c:pt>
                <c:pt idx="4364">
                  <c:v>0.39750000000000002</c:v>
                </c:pt>
                <c:pt idx="4365">
                  <c:v>0.39750000000000002</c:v>
                </c:pt>
                <c:pt idx="4366">
                  <c:v>0.39750000000000002</c:v>
                </c:pt>
                <c:pt idx="4367">
                  <c:v>0.39750000000000002</c:v>
                </c:pt>
                <c:pt idx="4368">
                  <c:v>0.39750000000000002</c:v>
                </c:pt>
                <c:pt idx="4369">
                  <c:v>0.39750000000000002</c:v>
                </c:pt>
                <c:pt idx="4370">
                  <c:v>0.39750000000000002</c:v>
                </c:pt>
                <c:pt idx="4371">
                  <c:v>0.39750000000000002</c:v>
                </c:pt>
                <c:pt idx="4372">
                  <c:v>0.39750000000000002</c:v>
                </c:pt>
                <c:pt idx="4373">
                  <c:v>0.39750000000000002</c:v>
                </c:pt>
                <c:pt idx="4374">
                  <c:v>0.39750000000000002</c:v>
                </c:pt>
                <c:pt idx="4375">
                  <c:v>0.39750000000000002</c:v>
                </c:pt>
                <c:pt idx="4376">
                  <c:v>0.39750000000000002</c:v>
                </c:pt>
                <c:pt idx="4377">
                  <c:v>0.39750000000000002</c:v>
                </c:pt>
                <c:pt idx="4378">
                  <c:v>0.39750000000000002</c:v>
                </c:pt>
                <c:pt idx="4379">
                  <c:v>0.39750000000000002</c:v>
                </c:pt>
                <c:pt idx="4380">
                  <c:v>0.39750000000000002</c:v>
                </c:pt>
                <c:pt idx="4381">
                  <c:v>0.39750000000000002</c:v>
                </c:pt>
                <c:pt idx="4382">
                  <c:v>0.39750000000000002</c:v>
                </c:pt>
                <c:pt idx="4383">
                  <c:v>0.39750000000000002</c:v>
                </c:pt>
                <c:pt idx="4384">
                  <c:v>0.39750000000000002</c:v>
                </c:pt>
                <c:pt idx="4385">
                  <c:v>0.39750000000000002</c:v>
                </c:pt>
                <c:pt idx="4386">
                  <c:v>0.39750000000000002</c:v>
                </c:pt>
                <c:pt idx="4387">
                  <c:v>0.39750000000000002</c:v>
                </c:pt>
                <c:pt idx="4388">
                  <c:v>0.39750000000000002</c:v>
                </c:pt>
                <c:pt idx="4389">
                  <c:v>0.39750000000000002</c:v>
                </c:pt>
                <c:pt idx="4390">
                  <c:v>0.39750000000000002</c:v>
                </c:pt>
                <c:pt idx="4391">
                  <c:v>0.39750000000000002</c:v>
                </c:pt>
                <c:pt idx="4392">
                  <c:v>0.39750000000000002</c:v>
                </c:pt>
                <c:pt idx="4393">
                  <c:v>0.39750000000000002</c:v>
                </c:pt>
                <c:pt idx="4394">
                  <c:v>0.39750000000000002</c:v>
                </c:pt>
                <c:pt idx="4395">
                  <c:v>0.39750000000000002</c:v>
                </c:pt>
                <c:pt idx="4396">
                  <c:v>0.39750000000000002</c:v>
                </c:pt>
                <c:pt idx="4397">
                  <c:v>0.39750000000000002</c:v>
                </c:pt>
                <c:pt idx="4398">
                  <c:v>0.39750000000000002</c:v>
                </c:pt>
                <c:pt idx="4399">
                  <c:v>0.39750000000000002</c:v>
                </c:pt>
                <c:pt idx="4400">
                  <c:v>0.39750000000000002</c:v>
                </c:pt>
                <c:pt idx="4401">
                  <c:v>0.39750000000000002</c:v>
                </c:pt>
                <c:pt idx="4402">
                  <c:v>0.39750000000000002</c:v>
                </c:pt>
                <c:pt idx="4403">
                  <c:v>0.39750000000000002</c:v>
                </c:pt>
                <c:pt idx="4404">
                  <c:v>0.39750000000000002</c:v>
                </c:pt>
                <c:pt idx="4405">
                  <c:v>0.39750000000000002</c:v>
                </c:pt>
                <c:pt idx="4406">
                  <c:v>0.39750000000000002</c:v>
                </c:pt>
                <c:pt idx="4407">
                  <c:v>0.39750000000000002</c:v>
                </c:pt>
                <c:pt idx="4408">
                  <c:v>0.39750000000000002</c:v>
                </c:pt>
                <c:pt idx="4409">
                  <c:v>0.39750000000000002</c:v>
                </c:pt>
                <c:pt idx="4410">
                  <c:v>0.39750000000000002</c:v>
                </c:pt>
                <c:pt idx="4411">
                  <c:v>0.39750000000000002</c:v>
                </c:pt>
                <c:pt idx="4412">
                  <c:v>0.39750000000000002</c:v>
                </c:pt>
                <c:pt idx="4413">
                  <c:v>0.39750000000000002</c:v>
                </c:pt>
                <c:pt idx="4414">
                  <c:v>0.39750000000000002</c:v>
                </c:pt>
                <c:pt idx="4415">
                  <c:v>0.39750000000000002</c:v>
                </c:pt>
                <c:pt idx="4416">
                  <c:v>0.39750000000000002</c:v>
                </c:pt>
                <c:pt idx="4417">
                  <c:v>0.39750000000000002</c:v>
                </c:pt>
                <c:pt idx="4418">
                  <c:v>0.39750000000000002</c:v>
                </c:pt>
                <c:pt idx="4419">
                  <c:v>0.39750000000000002</c:v>
                </c:pt>
                <c:pt idx="4420">
                  <c:v>0.39750000000000002</c:v>
                </c:pt>
                <c:pt idx="4421">
                  <c:v>0.39750000000000002</c:v>
                </c:pt>
                <c:pt idx="4422">
                  <c:v>0.39750000000000002</c:v>
                </c:pt>
                <c:pt idx="4423">
                  <c:v>0.39750000000000002</c:v>
                </c:pt>
                <c:pt idx="4424">
                  <c:v>0.39750000000000002</c:v>
                </c:pt>
                <c:pt idx="4425">
                  <c:v>0.39750000000000002</c:v>
                </c:pt>
                <c:pt idx="4426">
                  <c:v>0.39750000000000002</c:v>
                </c:pt>
                <c:pt idx="4427">
                  <c:v>0.39750000000000002</c:v>
                </c:pt>
                <c:pt idx="4428">
                  <c:v>0.39750000000000002</c:v>
                </c:pt>
                <c:pt idx="4429">
                  <c:v>0.39750000000000002</c:v>
                </c:pt>
                <c:pt idx="4430">
                  <c:v>0.39750000000000002</c:v>
                </c:pt>
                <c:pt idx="4431">
                  <c:v>0.39750000000000002</c:v>
                </c:pt>
                <c:pt idx="4432">
                  <c:v>0.39750000000000002</c:v>
                </c:pt>
                <c:pt idx="4433">
                  <c:v>0.39750000000000002</c:v>
                </c:pt>
                <c:pt idx="4434">
                  <c:v>0.39750000000000002</c:v>
                </c:pt>
                <c:pt idx="4435">
                  <c:v>0.39750000000000002</c:v>
                </c:pt>
                <c:pt idx="4436">
                  <c:v>0.39750000000000002</c:v>
                </c:pt>
                <c:pt idx="4437">
                  <c:v>0.39750000000000002</c:v>
                </c:pt>
                <c:pt idx="4438">
                  <c:v>0.39750000000000002</c:v>
                </c:pt>
                <c:pt idx="4439">
                  <c:v>0.39750000000000002</c:v>
                </c:pt>
                <c:pt idx="4440">
                  <c:v>0.39750000000000002</c:v>
                </c:pt>
                <c:pt idx="4441">
                  <c:v>0.39750000000000002</c:v>
                </c:pt>
                <c:pt idx="4442">
                  <c:v>0.39750000000000002</c:v>
                </c:pt>
                <c:pt idx="4443">
                  <c:v>0.39750000000000002</c:v>
                </c:pt>
                <c:pt idx="4444">
                  <c:v>0.39750000000000002</c:v>
                </c:pt>
                <c:pt idx="4445">
                  <c:v>0.39750000000000002</c:v>
                </c:pt>
                <c:pt idx="4446">
                  <c:v>0.39750000000000002</c:v>
                </c:pt>
                <c:pt idx="4447">
                  <c:v>0.39750000000000002</c:v>
                </c:pt>
                <c:pt idx="4448">
                  <c:v>0.39750000000000002</c:v>
                </c:pt>
                <c:pt idx="4449">
                  <c:v>0.39750000000000002</c:v>
                </c:pt>
                <c:pt idx="4450">
                  <c:v>0.39750000000000002</c:v>
                </c:pt>
                <c:pt idx="4451">
                  <c:v>0.39750000000000002</c:v>
                </c:pt>
                <c:pt idx="4452">
                  <c:v>0.39750000000000002</c:v>
                </c:pt>
                <c:pt idx="4453">
                  <c:v>0.39750000000000002</c:v>
                </c:pt>
                <c:pt idx="4454">
                  <c:v>0.39750000000000002</c:v>
                </c:pt>
                <c:pt idx="4455">
                  <c:v>0.39750000000000002</c:v>
                </c:pt>
                <c:pt idx="4456">
                  <c:v>0.39750000000000002</c:v>
                </c:pt>
                <c:pt idx="4457">
                  <c:v>0.39750000000000002</c:v>
                </c:pt>
                <c:pt idx="4458">
                  <c:v>0.39750000000000002</c:v>
                </c:pt>
                <c:pt idx="4459">
                  <c:v>0.39750000000000002</c:v>
                </c:pt>
                <c:pt idx="4460">
                  <c:v>0.39750000000000002</c:v>
                </c:pt>
                <c:pt idx="4461">
                  <c:v>0.39750000000000002</c:v>
                </c:pt>
                <c:pt idx="4462">
                  <c:v>0.39750000000000002</c:v>
                </c:pt>
                <c:pt idx="4463">
                  <c:v>0.39750000000000002</c:v>
                </c:pt>
                <c:pt idx="4464">
                  <c:v>0.39750000000000002</c:v>
                </c:pt>
                <c:pt idx="4465">
                  <c:v>0.39750000000000002</c:v>
                </c:pt>
                <c:pt idx="4466">
                  <c:v>0.39750000000000002</c:v>
                </c:pt>
                <c:pt idx="4467">
                  <c:v>0.39750000000000002</c:v>
                </c:pt>
                <c:pt idx="4468">
                  <c:v>0.39750000000000002</c:v>
                </c:pt>
                <c:pt idx="4469">
                  <c:v>0.39750000000000002</c:v>
                </c:pt>
                <c:pt idx="4470">
                  <c:v>0.39750000000000002</c:v>
                </c:pt>
                <c:pt idx="4471">
                  <c:v>0.39750000000000002</c:v>
                </c:pt>
                <c:pt idx="4472">
                  <c:v>0.39750000000000002</c:v>
                </c:pt>
                <c:pt idx="4473">
                  <c:v>0.39750000000000002</c:v>
                </c:pt>
                <c:pt idx="4474">
                  <c:v>0.39750000000000002</c:v>
                </c:pt>
                <c:pt idx="4475">
                  <c:v>0.39750000000000002</c:v>
                </c:pt>
                <c:pt idx="4476">
                  <c:v>0.39750000000000002</c:v>
                </c:pt>
                <c:pt idx="4477">
                  <c:v>0.39750000000000002</c:v>
                </c:pt>
                <c:pt idx="4478">
                  <c:v>0.39750000000000002</c:v>
                </c:pt>
                <c:pt idx="4479">
                  <c:v>0.39750000000000002</c:v>
                </c:pt>
                <c:pt idx="4480">
                  <c:v>0.39750000000000002</c:v>
                </c:pt>
                <c:pt idx="4481">
                  <c:v>0.39750000000000002</c:v>
                </c:pt>
                <c:pt idx="4482">
                  <c:v>0.39750000000000002</c:v>
                </c:pt>
                <c:pt idx="4483">
                  <c:v>0.39750000000000002</c:v>
                </c:pt>
                <c:pt idx="4484">
                  <c:v>0.39750000000000002</c:v>
                </c:pt>
                <c:pt idx="4485">
                  <c:v>0.39750000000000002</c:v>
                </c:pt>
                <c:pt idx="4486">
                  <c:v>0.39750000000000002</c:v>
                </c:pt>
                <c:pt idx="4487">
                  <c:v>0.39750000000000002</c:v>
                </c:pt>
                <c:pt idx="4488">
                  <c:v>0.39750000000000002</c:v>
                </c:pt>
                <c:pt idx="4489">
                  <c:v>0.39750000000000002</c:v>
                </c:pt>
                <c:pt idx="4490">
                  <c:v>0.39750000000000002</c:v>
                </c:pt>
                <c:pt idx="4491">
                  <c:v>0.39750000000000002</c:v>
                </c:pt>
                <c:pt idx="4492">
                  <c:v>0.39750000000000002</c:v>
                </c:pt>
                <c:pt idx="4493">
                  <c:v>0.39750000000000002</c:v>
                </c:pt>
                <c:pt idx="4494">
                  <c:v>0.39750000000000002</c:v>
                </c:pt>
                <c:pt idx="4495">
                  <c:v>0.39750000000000002</c:v>
                </c:pt>
                <c:pt idx="4496">
                  <c:v>0.39750000000000002</c:v>
                </c:pt>
                <c:pt idx="4497">
                  <c:v>0.39750000000000002</c:v>
                </c:pt>
                <c:pt idx="4498">
                  <c:v>0.39750000000000002</c:v>
                </c:pt>
                <c:pt idx="4499">
                  <c:v>0.39750000000000002</c:v>
                </c:pt>
                <c:pt idx="4500">
                  <c:v>0.39750000000000002</c:v>
                </c:pt>
                <c:pt idx="4501">
                  <c:v>0.39750000000000002</c:v>
                </c:pt>
                <c:pt idx="4502">
                  <c:v>0.39750000000000002</c:v>
                </c:pt>
                <c:pt idx="4503">
                  <c:v>0.39750000000000002</c:v>
                </c:pt>
                <c:pt idx="4504">
                  <c:v>0.39750000000000002</c:v>
                </c:pt>
                <c:pt idx="4505">
                  <c:v>0.39750000000000002</c:v>
                </c:pt>
                <c:pt idx="4506">
                  <c:v>0.39750000000000002</c:v>
                </c:pt>
                <c:pt idx="4507">
                  <c:v>0.39750000000000002</c:v>
                </c:pt>
                <c:pt idx="4508">
                  <c:v>0.39750000000000002</c:v>
                </c:pt>
                <c:pt idx="4509">
                  <c:v>0.39750000000000002</c:v>
                </c:pt>
                <c:pt idx="4510">
                  <c:v>0.39750000000000002</c:v>
                </c:pt>
                <c:pt idx="4511">
                  <c:v>0.39750000000000002</c:v>
                </c:pt>
                <c:pt idx="4512">
                  <c:v>0.39750000000000002</c:v>
                </c:pt>
                <c:pt idx="4513">
                  <c:v>0.39750000000000002</c:v>
                </c:pt>
                <c:pt idx="4514">
                  <c:v>0.39750000000000002</c:v>
                </c:pt>
                <c:pt idx="4515">
                  <c:v>0.39750000000000002</c:v>
                </c:pt>
                <c:pt idx="4516">
                  <c:v>0.39750000000000002</c:v>
                </c:pt>
                <c:pt idx="4517">
                  <c:v>0.39750000000000002</c:v>
                </c:pt>
                <c:pt idx="4518">
                  <c:v>0.39750000000000002</c:v>
                </c:pt>
                <c:pt idx="4519">
                  <c:v>0.39750000000000002</c:v>
                </c:pt>
                <c:pt idx="4520">
                  <c:v>0.39750000000000002</c:v>
                </c:pt>
                <c:pt idx="4521">
                  <c:v>0.39750000000000002</c:v>
                </c:pt>
                <c:pt idx="4522">
                  <c:v>0.39750000000000002</c:v>
                </c:pt>
                <c:pt idx="4523">
                  <c:v>0.39750000000000002</c:v>
                </c:pt>
                <c:pt idx="4524">
                  <c:v>0.39750000000000002</c:v>
                </c:pt>
                <c:pt idx="4525">
                  <c:v>0.39750000000000002</c:v>
                </c:pt>
                <c:pt idx="4526">
                  <c:v>0.39750000000000002</c:v>
                </c:pt>
                <c:pt idx="4527">
                  <c:v>0.39750000000000002</c:v>
                </c:pt>
                <c:pt idx="4528">
                  <c:v>0.39750000000000002</c:v>
                </c:pt>
                <c:pt idx="4529">
                  <c:v>0.39750000000000002</c:v>
                </c:pt>
                <c:pt idx="4530">
                  <c:v>0.39750000000000002</c:v>
                </c:pt>
                <c:pt idx="4531">
                  <c:v>0.39750000000000002</c:v>
                </c:pt>
                <c:pt idx="4532">
                  <c:v>0.39750000000000002</c:v>
                </c:pt>
                <c:pt idx="4533">
                  <c:v>0.39750000000000002</c:v>
                </c:pt>
                <c:pt idx="4534">
                  <c:v>0.39750000000000002</c:v>
                </c:pt>
                <c:pt idx="4535">
                  <c:v>0.39750000000000002</c:v>
                </c:pt>
                <c:pt idx="4536">
                  <c:v>0.39750000000000002</c:v>
                </c:pt>
                <c:pt idx="4537">
                  <c:v>0.39750000000000002</c:v>
                </c:pt>
                <c:pt idx="4538">
                  <c:v>0.39750000000000002</c:v>
                </c:pt>
                <c:pt idx="4539">
                  <c:v>0.39750000000000002</c:v>
                </c:pt>
                <c:pt idx="4540">
                  <c:v>0.39750000000000002</c:v>
                </c:pt>
                <c:pt idx="4541">
                  <c:v>0.39750000000000002</c:v>
                </c:pt>
                <c:pt idx="4542">
                  <c:v>0.39750000000000002</c:v>
                </c:pt>
                <c:pt idx="4543">
                  <c:v>0.39750000000000002</c:v>
                </c:pt>
                <c:pt idx="4544">
                  <c:v>0.39750000000000002</c:v>
                </c:pt>
                <c:pt idx="4545">
                  <c:v>0.39750000000000002</c:v>
                </c:pt>
                <c:pt idx="4546">
                  <c:v>0.39750000000000002</c:v>
                </c:pt>
                <c:pt idx="4547">
                  <c:v>0.39750000000000002</c:v>
                </c:pt>
                <c:pt idx="4548">
                  <c:v>0.39750000000000002</c:v>
                </c:pt>
                <c:pt idx="4549">
                  <c:v>0.39750000000000002</c:v>
                </c:pt>
                <c:pt idx="4550">
                  <c:v>0.39750000000000002</c:v>
                </c:pt>
                <c:pt idx="4551">
                  <c:v>0.39750000000000002</c:v>
                </c:pt>
                <c:pt idx="4552">
                  <c:v>0.39750000000000002</c:v>
                </c:pt>
                <c:pt idx="4553">
                  <c:v>0.39750000000000002</c:v>
                </c:pt>
                <c:pt idx="4554">
                  <c:v>0.39750000000000002</c:v>
                </c:pt>
                <c:pt idx="4555">
                  <c:v>0.39750000000000002</c:v>
                </c:pt>
                <c:pt idx="4556">
                  <c:v>0.39750000000000002</c:v>
                </c:pt>
                <c:pt idx="4557">
                  <c:v>0.39750000000000002</c:v>
                </c:pt>
                <c:pt idx="4558">
                  <c:v>0.39750000000000002</c:v>
                </c:pt>
                <c:pt idx="4559">
                  <c:v>0.39750000000000002</c:v>
                </c:pt>
                <c:pt idx="4560">
                  <c:v>0.39750000000000002</c:v>
                </c:pt>
                <c:pt idx="4561">
                  <c:v>0.39750000000000002</c:v>
                </c:pt>
                <c:pt idx="4562">
                  <c:v>0.39750000000000002</c:v>
                </c:pt>
                <c:pt idx="4563">
                  <c:v>0.39750000000000002</c:v>
                </c:pt>
                <c:pt idx="4564">
                  <c:v>0.39750000000000002</c:v>
                </c:pt>
                <c:pt idx="4565">
                  <c:v>0.39750000000000002</c:v>
                </c:pt>
                <c:pt idx="4566">
                  <c:v>0.39750000000000002</c:v>
                </c:pt>
                <c:pt idx="4567">
                  <c:v>0.39750000000000002</c:v>
                </c:pt>
                <c:pt idx="4568">
                  <c:v>0.39750000000000002</c:v>
                </c:pt>
                <c:pt idx="4569">
                  <c:v>0.39750000000000002</c:v>
                </c:pt>
                <c:pt idx="4570">
                  <c:v>0.39750000000000002</c:v>
                </c:pt>
                <c:pt idx="4571">
                  <c:v>0.39750000000000002</c:v>
                </c:pt>
                <c:pt idx="4572">
                  <c:v>0.39750000000000002</c:v>
                </c:pt>
                <c:pt idx="4573">
                  <c:v>0.39750000000000002</c:v>
                </c:pt>
                <c:pt idx="4574">
                  <c:v>0.39750000000000002</c:v>
                </c:pt>
                <c:pt idx="4575">
                  <c:v>0.39750000000000002</c:v>
                </c:pt>
                <c:pt idx="4576">
                  <c:v>0.39750000000000002</c:v>
                </c:pt>
                <c:pt idx="4577">
                  <c:v>0.39750000000000002</c:v>
                </c:pt>
                <c:pt idx="4578">
                  <c:v>0.39750000000000002</c:v>
                </c:pt>
                <c:pt idx="4579">
                  <c:v>0.39750000000000002</c:v>
                </c:pt>
                <c:pt idx="4580">
                  <c:v>0.39750000000000002</c:v>
                </c:pt>
                <c:pt idx="4581">
                  <c:v>0.39750000000000002</c:v>
                </c:pt>
                <c:pt idx="4582">
                  <c:v>0.39750000000000002</c:v>
                </c:pt>
                <c:pt idx="4583">
                  <c:v>0.39750000000000002</c:v>
                </c:pt>
                <c:pt idx="4584">
                  <c:v>0.39750000000000002</c:v>
                </c:pt>
                <c:pt idx="4585">
                  <c:v>0.39750000000000002</c:v>
                </c:pt>
                <c:pt idx="4586">
                  <c:v>0.39750000000000002</c:v>
                </c:pt>
                <c:pt idx="4587">
                  <c:v>0.39750000000000002</c:v>
                </c:pt>
                <c:pt idx="4588">
                  <c:v>0.39750000000000002</c:v>
                </c:pt>
                <c:pt idx="4589">
                  <c:v>0.39750000000000002</c:v>
                </c:pt>
                <c:pt idx="4590">
                  <c:v>0.39750000000000002</c:v>
                </c:pt>
                <c:pt idx="4591">
                  <c:v>0.39750000000000002</c:v>
                </c:pt>
                <c:pt idx="4592">
                  <c:v>0.39750000000000002</c:v>
                </c:pt>
                <c:pt idx="4593">
                  <c:v>0.39750000000000002</c:v>
                </c:pt>
                <c:pt idx="4594">
                  <c:v>0.39750000000000002</c:v>
                </c:pt>
                <c:pt idx="4595">
                  <c:v>0.39750000000000002</c:v>
                </c:pt>
                <c:pt idx="4596">
                  <c:v>0.39750000000000002</c:v>
                </c:pt>
                <c:pt idx="4597">
                  <c:v>0.39750000000000002</c:v>
                </c:pt>
                <c:pt idx="4598">
                  <c:v>0.39750000000000002</c:v>
                </c:pt>
                <c:pt idx="4599">
                  <c:v>0.39750000000000002</c:v>
                </c:pt>
                <c:pt idx="4600">
                  <c:v>0.39750000000000002</c:v>
                </c:pt>
                <c:pt idx="4601">
                  <c:v>0.39750000000000002</c:v>
                </c:pt>
                <c:pt idx="4602">
                  <c:v>0.39750000000000002</c:v>
                </c:pt>
                <c:pt idx="4603">
                  <c:v>0.39750000000000002</c:v>
                </c:pt>
                <c:pt idx="4604">
                  <c:v>0.39750000000000002</c:v>
                </c:pt>
                <c:pt idx="4605">
                  <c:v>0.39750000000000002</c:v>
                </c:pt>
                <c:pt idx="4606">
                  <c:v>0.39750000000000002</c:v>
                </c:pt>
                <c:pt idx="4607">
                  <c:v>0.39750000000000002</c:v>
                </c:pt>
                <c:pt idx="4608">
                  <c:v>0.39750000000000002</c:v>
                </c:pt>
                <c:pt idx="4609">
                  <c:v>0.39750000000000002</c:v>
                </c:pt>
                <c:pt idx="4610">
                  <c:v>0.39750000000000002</c:v>
                </c:pt>
                <c:pt idx="4611">
                  <c:v>0.39750000000000002</c:v>
                </c:pt>
                <c:pt idx="4612">
                  <c:v>0.39750000000000002</c:v>
                </c:pt>
                <c:pt idx="4613">
                  <c:v>0.39750000000000002</c:v>
                </c:pt>
                <c:pt idx="4614">
                  <c:v>0.39750000000000002</c:v>
                </c:pt>
                <c:pt idx="4615">
                  <c:v>0.39750000000000002</c:v>
                </c:pt>
                <c:pt idx="4616">
                  <c:v>0.39750000000000002</c:v>
                </c:pt>
                <c:pt idx="4617">
                  <c:v>0.39750000000000002</c:v>
                </c:pt>
                <c:pt idx="4618">
                  <c:v>0.39750000000000002</c:v>
                </c:pt>
                <c:pt idx="4619">
                  <c:v>0.39750000000000002</c:v>
                </c:pt>
                <c:pt idx="4620">
                  <c:v>0.39750000000000002</c:v>
                </c:pt>
                <c:pt idx="4621">
                  <c:v>0.39750000000000002</c:v>
                </c:pt>
                <c:pt idx="4622">
                  <c:v>0.39750000000000002</c:v>
                </c:pt>
                <c:pt idx="4623">
                  <c:v>0.39750000000000002</c:v>
                </c:pt>
                <c:pt idx="4624">
                  <c:v>0.39750000000000002</c:v>
                </c:pt>
                <c:pt idx="4625">
                  <c:v>0.39750000000000002</c:v>
                </c:pt>
                <c:pt idx="4626">
                  <c:v>0.39750000000000002</c:v>
                </c:pt>
                <c:pt idx="4627">
                  <c:v>0.39750000000000002</c:v>
                </c:pt>
                <c:pt idx="4628">
                  <c:v>0.39750000000000002</c:v>
                </c:pt>
                <c:pt idx="4629">
                  <c:v>0.39750000000000002</c:v>
                </c:pt>
                <c:pt idx="4630">
                  <c:v>0.39750000000000002</c:v>
                </c:pt>
                <c:pt idx="4631">
                  <c:v>0.39750000000000002</c:v>
                </c:pt>
                <c:pt idx="4632">
                  <c:v>0.39750000000000002</c:v>
                </c:pt>
                <c:pt idx="4633">
                  <c:v>0.39750000000000002</c:v>
                </c:pt>
                <c:pt idx="4634">
                  <c:v>0.39750000000000002</c:v>
                </c:pt>
                <c:pt idx="4635">
                  <c:v>0.39750000000000002</c:v>
                </c:pt>
                <c:pt idx="4636">
                  <c:v>0.39750000000000002</c:v>
                </c:pt>
                <c:pt idx="4637">
                  <c:v>0.39750000000000002</c:v>
                </c:pt>
                <c:pt idx="4638">
                  <c:v>0.39750000000000002</c:v>
                </c:pt>
                <c:pt idx="4639">
                  <c:v>0.39750000000000002</c:v>
                </c:pt>
                <c:pt idx="4640">
                  <c:v>0.39750000000000002</c:v>
                </c:pt>
                <c:pt idx="4641">
                  <c:v>0.39750000000000002</c:v>
                </c:pt>
                <c:pt idx="4642">
                  <c:v>0.39750000000000002</c:v>
                </c:pt>
                <c:pt idx="4643">
                  <c:v>0.39750000000000002</c:v>
                </c:pt>
                <c:pt idx="4644">
                  <c:v>0.39750000000000002</c:v>
                </c:pt>
                <c:pt idx="4645">
                  <c:v>0.39750000000000002</c:v>
                </c:pt>
                <c:pt idx="4646">
                  <c:v>0.39750000000000002</c:v>
                </c:pt>
                <c:pt idx="4647">
                  <c:v>0.39750000000000002</c:v>
                </c:pt>
                <c:pt idx="4648">
                  <c:v>0.39750000000000002</c:v>
                </c:pt>
                <c:pt idx="4649">
                  <c:v>0.39750000000000002</c:v>
                </c:pt>
                <c:pt idx="4650">
                  <c:v>0.39750000000000002</c:v>
                </c:pt>
                <c:pt idx="4651">
                  <c:v>0.39750000000000002</c:v>
                </c:pt>
                <c:pt idx="4652">
                  <c:v>0.39750000000000002</c:v>
                </c:pt>
                <c:pt idx="4653">
                  <c:v>0.39750000000000002</c:v>
                </c:pt>
                <c:pt idx="4654">
                  <c:v>0.39750000000000002</c:v>
                </c:pt>
                <c:pt idx="4655">
                  <c:v>0.39750000000000002</c:v>
                </c:pt>
                <c:pt idx="4656">
                  <c:v>0.39750000000000002</c:v>
                </c:pt>
                <c:pt idx="4657">
                  <c:v>0.39750000000000002</c:v>
                </c:pt>
                <c:pt idx="4658">
                  <c:v>0.39750000000000002</c:v>
                </c:pt>
                <c:pt idx="4659">
                  <c:v>0.39750000000000002</c:v>
                </c:pt>
                <c:pt idx="4660">
                  <c:v>0.39750000000000002</c:v>
                </c:pt>
                <c:pt idx="4661">
                  <c:v>0.39750000000000002</c:v>
                </c:pt>
                <c:pt idx="4662">
                  <c:v>0.39750000000000002</c:v>
                </c:pt>
                <c:pt idx="4663">
                  <c:v>0.39750000000000002</c:v>
                </c:pt>
                <c:pt idx="4664">
                  <c:v>0.39750000000000002</c:v>
                </c:pt>
                <c:pt idx="4665">
                  <c:v>0.39750000000000002</c:v>
                </c:pt>
                <c:pt idx="4666">
                  <c:v>0.39750000000000002</c:v>
                </c:pt>
                <c:pt idx="4667">
                  <c:v>0.39750000000000002</c:v>
                </c:pt>
                <c:pt idx="4668">
                  <c:v>0.39750000000000002</c:v>
                </c:pt>
                <c:pt idx="4669">
                  <c:v>0.39750000000000002</c:v>
                </c:pt>
                <c:pt idx="4670">
                  <c:v>0.39750000000000002</c:v>
                </c:pt>
                <c:pt idx="4671">
                  <c:v>0.39750000000000002</c:v>
                </c:pt>
                <c:pt idx="4672">
                  <c:v>0.39750000000000002</c:v>
                </c:pt>
                <c:pt idx="4673">
                  <c:v>0.39750000000000002</c:v>
                </c:pt>
                <c:pt idx="4674">
                  <c:v>0.39750000000000002</c:v>
                </c:pt>
                <c:pt idx="4675">
                  <c:v>0.39750000000000002</c:v>
                </c:pt>
                <c:pt idx="4676">
                  <c:v>0.39750000000000002</c:v>
                </c:pt>
                <c:pt idx="4677">
                  <c:v>0.39750000000000002</c:v>
                </c:pt>
                <c:pt idx="4678">
                  <c:v>0.39750000000000002</c:v>
                </c:pt>
                <c:pt idx="4679">
                  <c:v>0.39750000000000002</c:v>
                </c:pt>
                <c:pt idx="4680">
                  <c:v>0.39750000000000002</c:v>
                </c:pt>
                <c:pt idx="4681">
                  <c:v>0.39750000000000002</c:v>
                </c:pt>
                <c:pt idx="4682">
                  <c:v>0.39750000000000002</c:v>
                </c:pt>
                <c:pt idx="4683">
                  <c:v>0.39750000000000002</c:v>
                </c:pt>
                <c:pt idx="4684">
                  <c:v>0.39750000000000002</c:v>
                </c:pt>
                <c:pt idx="4685">
                  <c:v>0.39750000000000002</c:v>
                </c:pt>
                <c:pt idx="4686">
                  <c:v>0.39750000000000002</c:v>
                </c:pt>
                <c:pt idx="4687">
                  <c:v>0.39750000000000002</c:v>
                </c:pt>
                <c:pt idx="4688">
                  <c:v>0.39750000000000002</c:v>
                </c:pt>
                <c:pt idx="4689">
                  <c:v>0.39750000000000002</c:v>
                </c:pt>
                <c:pt idx="4690">
                  <c:v>0.39750000000000002</c:v>
                </c:pt>
                <c:pt idx="4691">
                  <c:v>0.39750000000000002</c:v>
                </c:pt>
                <c:pt idx="4692">
                  <c:v>0.39750000000000002</c:v>
                </c:pt>
                <c:pt idx="4693">
                  <c:v>0.39750000000000002</c:v>
                </c:pt>
                <c:pt idx="4694">
                  <c:v>0.39750000000000002</c:v>
                </c:pt>
                <c:pt idx="4695">
                  <c:v>0.39750000000000002</c:v>
                </c:pt>
                <c:pt idx="4696">
                  <c:v>0.39750000000000002</c:v>
                </c:pt>
                <c:pt idx="4697">
                  <c:v>0.39750000000000002</c:v>
                </c:pt>
                <c:pt idx="4698">
                  <c:v>0.39750000000000002</c:v>
                </c:pt>
                <c:pt idx="4699">
                  <c:v>0.39750000000000002</c:v>
                </c:pt>
                <c:pt idx="4700">
                  <c:v>0.39750000000000002</c:v>
                </c:pt>
                <c:pt idx="4701">
                  <c:v>0.39750000000000002</c:v>
                </c:pt>
                <c:pt idx="4702">
                  <c:v>0.39750000000000002</c:v>
                </c:pt>
                <c:pt idx="4703">
                  <c:v>0.39750000000000002</c:v>
                </c:pt>
                <c:pt idx="4704">
                  <c:v>0.39750000000000002</c:v>
                </c:pt>
                <c:pt idx="4705">
                  <c:v>0.39750000000000002</c:v>
                </c:pt>
                <c:pt idx="4706">
                  <c:v>0.39750000000000002</c:v>
                </c:pt>
                <c:pt idx="4707">
                  <c:v>0.39750000000000002</c:v>
                </c:pt>
                <c:pt idx="4708">
                  <c:v>0.39750000000000002</c:v>
                </c:pt>
                <c:pt idx="4709">
                  <c:v>0.39750000000000002</c:v>
                </c:pt>
                <c:pt idx="4710">
                  <c:v>0.39750000000000002</c:v>
                </c:pt>
                <c:pt idx="4711">
                  <c:v>0.39750000000000002</c:v>
                </c:pt>
                <c:pt idx="4712">
                  <c:v>0.39750000000000002</c:v>
                </c:pt>
                <c:pt idx="4713">
                  <c:v>0.39750000000000002</c:v>
                </c:pt>
                <c:pt idx="4714">
                  <c:v>0.39750000000000002</c:v>
                </c:pt>
                <c:pt idx="4715">
                  <c:v>0.39750000000000002</c:v>
                </c:pt>
                <c:pt idx="4716">
                  <c:v>0.39750000000000002</c:v>
                </c:pt>
                <c:pt idx="4717">
                  <c:v>0.39750000000000002</c:v>
                </c:pt>
                <c:pt idx="4718">
                  <c:v>0.39750000000000002</c:v>
                </c:pt>
                <c:pt idx="4719">
                  <c:v>0.39750000000000002</c:v>
                </c:pt>
                <c:pt idx="4720">
                  <c:v>0.39750000000000002</c:v>
                </c:pt>
                <c:pt idx="4721">
                  <c:v>0.39750000000000002</c:v>
                </c:pt>
                <c:pt idx="4722">
                  <c:v>0.39750000000000002</c:v>
                </c:pt>
                <c:pt idx="4723">
                  <c:v>0.39750000000000002</c:v>
                </c:pt>
                <c:pt idx="4724">
                  <c:v>0.39750000000000002</c:v>
                </c:pt>
                <c:pt idx="4725">
                  <c:v>0.39750000000000002</c:v>
                </c:pt>
                <c:pt idx="4726">
                  <c:v>0.39750000000000002</c:v>
                </c:pt>
                <c:pt idx="4727">
                  <c:v>0.39750000000000002</c:v>
                </c:pt>
                <c:pt idx="4728">
                  <c:v>0.39750000000000002</c:v>
                </c:pt>
                <c:pt idx="4729">
                  <c:v>0.39750000000000002</c:v>
                </c:pt>
                <c:pt idx="4730">
                  <c:v>0.39750000000000002</c:v>
                </c:pt>
                <c:pt idx="4731">
                  <c:v>0.39750000000000002</c:v>
                </c:pt>
                <c:pt idx="4732">
                  <c:v>0.39750000000000002</c:v>
                </c:pt>
                <c:pt idx="4733">
                  <c:v>0.39750000000000002</c:v>
                </c:pt>
                <c:pt idx="4734">
                  <c:v>0.39750000000000002</c:v>
                </c:pt>
                <c:pt idx="4735">
                  <c:v>0.39750000000000002</c:v>
                </c:pt>
                <c:pt idx="4736">
                  <c:v>0.39750000000000002</c:v>
                </c:pt>
                <c:pt idx="4737">
                  <c:v>0.39750000000000002</c:v>
                </c:pt>
                <c:pt idx="4738">
                  <c:v>0.39750000000000002</c:v>
                </c:pt>
                <c:pt idx="4739">
                  <c:v>0.39750000000000002</c:v>
                </c:pt>
                <c:pt idx="4740">
                  <c:v>0.39750000000000002</c:v>
                </c:pt>
                <c:pt idx="4741">
                  <c:v>0.39750000000000002</c:v>
                </c:pt>
                <c:pt idx="4742">
                  <c:v>0.39750000000000002</c:v>
                </c:pt>
                <c:pt idx="4743">
                  <c:v>0.39750000000000002</c:v>
                </c:pt>
                <c:pt idx="4744">
                  <c:v>0.39750000000000002</c:v>
                </c:pt>
                <c:pt idx="4745">
                  <c:v>0.39750000000000002</c:v>
                </c:pt>
                <c:pt idx="4746">
                  <c:v>0.39750000000000002</c:v>
                </c:pt>
                <c:pt idx="4747">
                  <c:v>0.39750000000000002</c:v>
                </c:pt>
                <c:pt idx="4748">
                  <c:v>0.39750000000000002</c:v>
                </c:pt>
                <c:pt idx="4749">
                  <c:v>0.39750000000000002</c:v>
                </c:pt>
                <c:pt idx="4750">
                  <c:v>0.39750000000000002</c:v>
                </c:pt>
                <c:pt idx="4751">
                  <c:v>0.39750000000000002</c:v>
                </c:pt>
                <c:pt idx="4752">
                  <c:v>0.39750000000000002</c:v>
                </c:pt>
                <c:pt idx="4753">
                  <c:v>0.39750000000000002</c:v>
                </c:pt>
                <c:pt idx="4754">
                  <c:v>0.39750000000000002</c:v>
                </c:pt>
                <c:pt idx="4755">
                  <c:v>0.39750000000000002</c:v>
                </c:pt>
                <c:pt idx="4756">
                  <c:v>0.39750000000000002</c:v>
                </c:pt>
                <c:pt idx="4757">
                  <c:v>0.39750000000000002</c:v>
                </c:pt>
                <c:pt idx="4758">
                  <c:v>0.39750000000000002</c:v>
                </c:pt>
                <c:pt idx="4759">
                  <c:v>0.39750000000000002</c:v>
                </c:pt>
                <c:pt idx="4760">
                  <c:v>0.39750000000000002</c:v>
                </c:pt>
                <c:pt idx="4761">
                  <c:v>0.39750000000000002</c:v>
                </c:pt>
                <c:pt idx="4762">
                  <c:v>0.39750000000000002</c:v>
                </c:pt>
                <c:pt idx="4763">
                  <c:v>0.39750000000000002</c:v>
                </c:pt>
                <c:pt idx="4764">
                  <c:v>0.39750000000000002</c:v>
                </c:pt>
                <c:pt idx="4765">
                  <c:v>0.39750000000000002</c:v>
                </c:pt>
                <c:pt idx="4766">
                  <c:v>0.39750000000000002</c:v>
                </c:pt>
                <c:pt idx="4767">
                  <c:v>0.39750000000000002</c:v>
                </c:pt>
                <c:pt idx="4768">
                  <c:v>0.39750000000000002</c:v>
                </c:pt>
                <c:pt idx="4769">
                  <c:v>0.39750000000000002</c:v>
                </c:pt>
                <c:pt idx="4770">
                  <c:v>0.39750000000000002</c:v>
                </c:pt>
                <c:pt idx="4771">
                  <c:v>0.39750000000000002</c:v>
                </c:pt>
                <c:pt idx="4772">
                  <c:v>0.39750000000000002</c:v>
                </c:pt>
                <c:pt idx="4773">
                  <c:v>0.39750000000000002</c:v>
                </c:pt>
                <c:pt idx="4774">
                  <c:v>0.39750000000000002</c:v>
                </c:pt>
                <c:pt idx="4775">
                  <c:v>0.39750000000000002</c:v>
                </c:pt>
                <c:pt idx="4776">
                  <c:v>0.39750000000000002</c:v>
                </c:pt>
                <c:pt idx="4777">
                  <c:v>0.39750000000000002</c:v>
                </c:pt>
                <c:pt idx="4778">
                  <c:v>0.39750000000000002</c:v>
                </c:pt>
                <c:pt idx="4779">
                  <c:v>0.39750000000000002</c:v>
                </c:pt>
                <c:pt idx="4780">
                  <c:v>0.39750000000000002</c:v>
                </c:pt>
                <c:pt idx="4781">
                  <c:v>0.39750000000000002</c:v>
                </c:pt>
                <c:pt idx="4782">
                  <c:v>0.39750000000000002</c:v>
                </c:pt>
                <c:pt idx="4783">
                  <c:v>0.39750000000000002</c:v>
                </c:pt>
                <c:pt idx="4784">
                  <c:v>0.39750000000000002</c:v>
                </c:pt>
                <c:pt idx="4785">
                  <c:v>0.39750000000000002</c:v>
                </c:pt>
                <c:pt idx="4786">
                  <c:v>0.39750000000000002</c:v>
                </c:pt>
                <c:pt idx="4787">
                  <c:v>0.39750000000000002</c:v>
                </c:pt>
                <c:pt idx="4788">
                  <c:v>0.39750000000000002</c:v>
                </c:pt>
                <c:pt idx="4789">
                  <c:v>0.39750000000000002</c:v>
                </c:pt>
                <c:pt idx="4790">
                  <c:v>0.39750000000000002</c:v>
                </c:pt>
                <c:pt idx="4791">
                  <c:v>0.39750000000000002</c:v>
                </c:pt>
                <c:pt idx="4792">
                  <c:v>0.39750000000000002</c:v>
                </c:pt>
                <c:pt idx="4793">
                  <c:v>0.39750000000000002</c:v>
                </c:pt>
                <c:pt idx="4794">
                  <c:v>0.39750000000000002</c:v>
                </c:pt>
                <c:pt idx="4795">
                  <c:v>0.39750000000000002</c:v>
                </c:pt>
                <c:pt idx="4796">
                  <c:v>0.39750000000000002</c:v>
                </c:pt>
                <c:pt idx="4797">
                  <c:v>0.39750000000000002</c:v>
                </c:pt>
                <c:pt idx="4798">
                  <c:v>0.39750000000000002</c:v>
                </c:pt>
                <c:pt idx="4799">
                  <c:v>0.39750000000000002</c:v>
                </c:pt>
                <c:pt idx="4800">
                  <c:v>0.39750000000000002</c:v>
                </c:pt>
                <c:pt idx="4801">
                  <c:v>0.39750000000000002</c:v>
                </c:pt>
                <c:pt idx="4802">
                  <c:v>0.39750000000000002</c:v>
                </c:pt>
                <c:pt idx="4803">
                  <c:v>0.39750000000000002</c:v>
                </c:pt>
                <c:pt idx="4804">
                  <c:v>0.39750000000000002</c:v>
                </c:pt>
                <c:pt idx="4805">
                  <c:v>0.39750000000000002</c:v>
                </c:pt>
                <c:pt idx="4806">
                  <c:v>0.39750000000000002</c:v>
                </c:pt>
                <c:pt idx="4807">
                  <c:v>0.39750000000000002</c:v>
                </c:pt>
                <c:pt idx="4808">
                  <c:v>0.39750000000000002</c:v>
                </c:pt>
                <c:pt idx="4809">
                  <c:v>0.39750000000000002</c:v>
                </c:pt>
                <c:pt idx="4810">
                  <c:v>0.39750000000000002</c:v>
                </c:pt>
                <c:pt idx="4811">
                  <c:v>0.39750000000000002</c:v>
                </c:pt>
                <c:pt idx="4812">
                  <c:v>0.39750000000000002</c:v>
                </c:pt>
                <c:pt idx="4813">
                  <c:v>0.39750000000000002</c:v>
                </c:pt>
                <c:pt idx="4814">
                  <c:v>0.39750000000000002</c:v>
                </c:pt>
                <c:pt idx="4815">
                  <c:v>0.39750000000000002</c:v>
                </c:pt>
                <c:pt idx="4816">
                  <c:v>0.39750000000000002</c:v>
                </c:pt>
                <c:pt idx="4817">
                  <c:v>0.39750000000000002</c:v>
                </c:pt>
                <c:pt idx="4818">
                  <c:v>0.39750000000000002</c:v>
                </c:pt>
                <c:pt idx="4819">
                  <c:v>0.39750000000000002</c:v>
                </c:pt>
                <c:pt idx="4820">
                  <c:v>0.39750000000000002</c:v>
                </c:pt>
                <c:pt idx="4821">
                  <c:v>0.39750000000000002</c:v>
                </c:pt>
                <c:pt idx="4822">
                  <c:v>0.39750000000000002</c:v>
                </c:pt>
                <c:pt idx="4823">
                  <c:v>0.39750000000000002</c:v>
                </c:pt>
                <c:pt idx="4824">
                  <c:v>0.39750000000000002</c:v>
                </c:pt>
                <c:pt idx="4825">
                  <c:v>0.39750000000000002</c:v>
                </c:pt>
                <c:pt idx="4826">
                  <c:v>0.39750000000000002</c:v>
                </c:pt>
                <c:pt idx="4827">
                  <c:v>0.39750000000000002</c:v>
                </c:pt>
                <c:pt idx="4828">
                  <c:v>0.39750000000000002</c:v>
                </c:pt>
                <c:pt idx="4829">
                  <c:v>0.39750000000000002</c:v>
                </c:pt>
                <c:pt idx="4830">
                  <c:v>0.39750000000000002</c:v>
                </c:pt>
                <c:pt idx="4831">
                  <c:v>0.39750000000000002</c:v>
                </c:pt>
                <c:pt idx="4832">
                  <c:v>0.39750000000000002</c:v>
                </c:pt>
                <c:pt idx="4833">
                  <c:v>0.39750000000000002</c:v>
                </c:pt>
                <c:pt idx="4834">
                  <c:v>0.39750000000000002</c:v>
                </c:pt>
                <c:pt idx="4835">
                  <c:v>0.39750000000000002</c:v>
                </c:pt>
                <c:pt idx="4836">
                  <c:v>0.39750000000000002</c:v>
                </c:pt>
                <c:pt idx="4837">
                  <c:v>0.39750000000000002</c:v>
                </c:pt>
                <c:pt idx="4838">
                  <c:v>0.39750000000000002</c:v>
                </c:pt>
                <c:pt idx="4839">
                  <c:v>0.39750000000000002</c:v>
                </c:pt>
                <c:pt idx="4840">
                  <c:v>0.39750000000000002</c:v>
                </c:pt>
                <c:pt idx="4841">
                  <c:v>0.39750000000000002</c:v>
                </c:pt>
                <c:pt idx="4842">
                  <c:v>0.39750000000000002</c:v>
                </c:pt>
                <c:pt idx="4843">
                  <c:v>0.39750000000000002</c:v>
                </c:pt>
                <c:pt idx="4844">
                  <c:v>0.39750000000000002</c:v>
                </c:pt>
                <c:pt idx="4845">
                  <c:v>0.39750000000000002</c:v>
                </c:pt>
                <c:pt idx="4846">
                  <c:v>0.39750000000000002</c:v>
                </c:pt>
                <c:pt idx="4847">
                  <c:v>0.39750000000000002</c:v>
                </c:pt>
                <c:pt idx="4848">
                  <c:v>0.39750000000000002</c:v>
                </c:pt>
                <c:pt idx="4849">
                  <c:v>0.39750000000000002</c:v>
                </c:pt>
                <c:pt idx="4850">
                  <c:v>0.39750000000000002</c:v>
                </c:pt>
                <c:pt idx="4851">
                  <c:v>0.39750000000000002</c:v>
                </c:pt>
                <c:pt idx="4852">
                  <c:v>0.39750000000000002</c:v>
                </c:pt>
                <c:pt idx="4853">
                  <c:v>0.39750000000000002</c:v>
                </c:pt>
                <c:pt idx="4854">
                  <c:v>0.39750000000000002</c:v>
                </c:pt>
                <c:pt idx="4855">
                  <c:v>0.39750000000000002</c:v>
                </c:pt>
                <c:pt idx="4856">
                  <c:v>0.39750000000000002</c:v>
                </c:pt>
                <c:pt idx="4857">
                  <c:v>0.39750000000000002</c:v>
                </c:pt>
                <c:pt idx="4858">
                  <c:v>0.39750000000000002</c:v>
                </c:pt>
                <c:pt idx="4859">
                  <c:v>0.39750000000000002</c:v>
                </c:pt>
                <c:pt idx="4860">
                  <c:v>0.39750000000000002</c:v>
                </c:pt>
                <c:pt idx="4861">
                  <c:v>0.39750000000000002</c:v>
                </c:pt>
                <c:pt idx="4862">
                  <c:v>0.39750000000000002</c:v>
                </c:pt>
                <c:pt idx="4863">
                  <c:v>0.39750000000000002</c:v>
                </c:pt>
                <c:pt idx="4864">
                  <c:v>0.39750000000000002</c:v>
                </c:pt>
                <c:pt idx="4865">
                  <c:v>0.39750000000000002</c:v>
                </c:pt>
                <c:pt idx="4866">
                  <c:v>0.39750000000000002</c:v>
                </c:pt>
                <c:pt idx="4867">
                  <c:v>0.39750000000000002</c:v>
                </c:pt>
                <c:pt idx="4868">
                  <c:v>0.39750000000000002</c:v>
                </c:pt>
                <c:pt idx="4869">
                  <c:v>0.39750000000000002</c:v>
                </c:pt>
                <c:pt idx="4870">
                  <c:v>0.39750000000000002</c:v>
                </c:pt>
                <c:pt idx="4871">
                  <c:v>0.39750000000000002</c:v>
                </c:pt>
                <c:pt idx="4872">
                  <c:v>0.39750000000000002</c:v>
                </c:pt>
                <c:pt idx="4873">
                  <c:v>0.39750000000000002</c:v>
                </c:pt>
                <c:pt idx="4874">
                  <c:v>0.39750000000000002</c:v>
                </c:pt>
                <c:pt idx="4875">
                  <c:v>0.39750000000000002</c:v>
                </c:pt>
                <c:pt idx="4876">
                  <c:v>0.39750000000000002</c:v>
                </c:pt>
                <c:pt idx="4877">
                  <c:v>0.39750000000000002</c:v>
                </c:pt>
                <c:pt idx="4878">
                  <c:v>0.39750000000000002</c:v>
                </c:pt>
                <c:pt idx="4879">
                  <c:v>0.39750000000000002</c:v>
                </c:pt>
                <c:pt idx="4880">
                  <c:v>0.39750000000000002</c:v>
                </c:pt>
                <c:pt idx="4881">
                  <c:v>0.39750000000000002</c:v>
                </c:pt>
                <c:pt idx="4882">
                  <c:v>0.39750000000000002</c:v>
                </c:pt>
                <c:pt idx="4883">
                  <c:v>0.39750000000000002</c:v>
                </c:pt>
                <c:pt idx="4884">
                  <c:v>0.39750000000000002</c:v>
                </c:pt>
                <c:pt idx="4885">
                  <c:v>0.39750000000000002</c:v>
                </c:pt>
                <c:pt idx="4886">
                  <c:v>0.39750000000000002</c:v>
                </c:pt>
                <c:pt idx="4887">
                  <c:v>0.39750000000000002</c:v>
                </c:pt>
                <c:pt idx="4888">
                  <c:v>0.39750000000000002</c:v>
                </c:pt>
                <c:pt idx="4889">
                  <c:v>0.39750000000000002</c:v>
                </c:pt>
                <c:pt idx="4890">
                  <c:v>0.39750000000000002</c:v>
                </c:pt>
                <c:pt idx="4891">
                  <c:v>0.39750000000000002</c:v>
                </c:pt>
                <c:pt idx="4892">
                  <c:v>0.39750000000000002</c:v>
                </c:pt>
                <c:pt idx="4893">
                  <c:v>0.39750000000000002</c:v>
                </c:pt>
                <c:pt idx="4894">
                  <c:v>0.39750000000000002</c:v>
                </c:pt>
                <c:pt idx="4895">
                  <c:v>0.39750000000000002</c:v>
                </c:pt>
                <c:pt idx="4896">
                  <c:v>0.39750000000000002</c:v>
                </c:pt>
                <c:pt idx="4897">
                  <c:v>0.39750000000000002</c:v>
                </c:pt>
                <c:pt idx="4898">
                  <c:v>0.39750000000000002</c:v>
                </c:pt>
                <c:pt idx="4899">
                  <c:v>0.39750000000000002</c:v>
                </c:pt>
                <c:pt idx="4900">
                  <c:v>0.39750000000000002</c:v>
                </c:pt>
                <c:pt idx="4901">
                  <c:v>0.39750000000000002</c:v>
                </c:pt>
                <c:pt idx="4902">
                  <c:v>0.39750000000000002</c:v>
                </c:pt>
                <c:pt idx="4903">
                  <c:v>0.39750000000000002</c:v>
                </c:pt>
                <c:pt idx="4904">
                  <c:v>0.39750000000000002</c:v>
                </c:pt>
                <c:pt idx="4905">
                  <c:v>0.39750000000000002</c:v>
                </c:pt>
                <c:pt idx="4906">
                  <c:v>0.39750000000000002</c:v>
                </c:pt>
                <c:pt idx="4907">
                  <c:v>0.39750000000000002</c:v>
                </c:pt>
                <c:pt idx="4908">
                  <c:v>0.39750000000000002</c:v>
                </c:pt>
                <c:pt idx="4909">
                  <c:v>0.39750000000000002</c:v>
                </c:pt>
                <c:pt idx="4910">
                  <c:v>0.39750000000000002</c:v>
                </c:pt>
                <c:pt idx="4911">
                  <c:v>0.39750000000000002</c:v>
                </c:pt>
                <c:pt idx="4912">
                  <c:v>0.39750000000000002</c:v>
                </c:pt>
                <c:pt idx="4913">
                  <c:v>0.39750000000000002</c:v>
                </c:pt>
                <c:pt idx="4914">
                  <c:v>0.39750000000000002</c:v>
                </c:pt>
                <c:pt idx="4915">
                  <c:v>0.39750000000000002</c:v>
                </c:pt>
                <c:pt idx="4916">
                  <c:v>0.39750000000000002</c:v>
                </c:pt>
                <c:pt idx="4917">
                  <c:v>0.39750000000000002</c:v>
                </c:pt>
                <c:pt idx="4918">
                  <c:v>0.39750000000000002</c:v>
                </c:pt>
                <c:pt idx="4919">
                  <c:v>0.39750000000000002</c:v>
                </c:pt>
                <c:pt idx="4920">
                  <c:v>0.39750000000000002</c:v>
                </c:pt>
                <c:pt idx="4921">
                  <c:v>0.39750000000000002</c:v>
                </c:pt>
                <c:pt idx="4922">
                  <c:v>0.39750000000000002</c:v>
                </c:pt>
                <c:pt idx="4923">
                  <c:v>0.39750000000000002</c:v>
                </c:pt>
                <c:pt idx="4924">
                  <c:v>0.39750000000000002</c:v>
                </c:pt>
                <c:pt idx="4925">
                  <c:v>0.39750000000000002</c:v>
                </c:pt>
                <c:pt idx="4926">
                  <c:v>0.39750000000000002</c:v>
                </c:pt>
                <c:pt idx="4927">
                  <c:v>0.39750000000000002</c:v>
                </c:pt>
                <c:pt idx="4928">
                  <c:v>0.39750000000000002</c:v>
                </c:pt>
                <c:pt idx="4929">
                  <c:v>0.39750000000000002</c:v>
                </c:pt>
                <c:pt idx="4930">
                  <c:v>0.39750000000000002</c:v>
                </c:pt>
                <c:pt idx="4931">
                  <c:v>0.39750000000000002</c:v>
                </c:pt>
                <c:pt idx="4932">
                  <c:v>0.39750000000000002</c:v>
                </c:pt>
                <c:pt idx="4933">
                  <c:v>0.39750000000000002</c:v>
                </c:pt>
                <c:pt idx="4934">
                  <c:v>0.39750000000000002</c:v>
                </c:pt>
                <c:pt idx="4935">
                  <c:v>0.39750000000000002</c:v>
                </c:pt>
                <c:pt idx="4936">
                  <c:v>0.39750000000000002</c:v>
                </c:pt>
                <c:pt idx="4937">
                  <c:v>0.39750000000000002</c:v>
                </c:pt>
                <c:pt idx="4938">
                  <c:v>0.39750000000000002</c:v>
                </c:pt>
                <c:pt idx="4939">
                  <c:v>0.39750000000000002</c:v>
                </c:pt>
                <c:pt idx="4940">
                  <c:v>0.39750000000000002</c:v>
                </c:pt>
                <c:pt idx="4941">
                  <c:v>0.39750000000000002</c:v>
                </c:pt>
                <c:pt idx="4942">
                  <c:v>0.39750000000000002</c:v>
                </c:pt>
                <c:pt idx="4943">
                  <c:v>0.39750000000000002</c:v>
                </c:pt>
                <c:pt idx="4944">
                  <c:v>0.39750000000000002</c:v>
                </c:pt>
                <c:pt idx="4945">
                  <c:v>0.39750000000000002</c:v>
                </c:pt>
                <c:pt idx="4946">
                  <c:v>0.39750000000000002</c:v>
                </c:pt>
                <c:pt idx="4947">
                  <c:v>0.39750000000000002</c:v>
                </c:pt>
                <c:pt idx="4948">
                  <c:v>0.39750000000000002</c:v>
                </c:pt>
                <c:pt idx="4949">
                  <c:v>0.39750000000000002</c:v>
                </c:pt>
                <c:pt idx="4950">
                  <c:v>0.39750000000000002</c:v>
                </c:pt>
                <c:pt idx="4951">
                  <c:v>0.39750000000000002</c:v>
                </c:pt>
                <c:pt idx="4952">
                  <c:v>0.39750000000000002</c:v>
                </c:pt>
                <c:pt idx="4953">
                  <c:v>0.39750000000000002</c:v>
                </c:pt>
                <c:pt idx="4954">
                  <c:v>0.39750000000000002</c:v>
                </c:pt>
                <c:pt idx="4955">
                  <c:v>0.39750000000000002</c:v>
                </c:pt>
                <c:pt idx="4956">
                  <c:v>0.39750000000000002</c:v>
                </c:pt>
                <c:pt idx="4957">
                  <c:v>0.39750000000000002</c:v>
                </c:pt>
                <c:pt idx="4958">
                  <c:v>0.39750000000000002</c:v>
                </c:pt>
                <c:pt idx="4959">
                  <c:v>0.39750000000000002</c:v>
                </c:pt>
                <c:pt idx="4960">
                  <c:v>0.39750000000000002</c:v>
                </c:pt>
                <c:pt idx="4961">
                  <c:v>0.39750000000000002</c:v>
                </c:pt>
                <c:pt idx="4962">
                  <c:v>0.39750000000000002</c:v>
                </c:pt>
                <c:pt idx="4963">
                  <c:v>0.39750000000000002</c:v>
                </c:pt>
                <c:pt idx="4964">
                  <c:v>0.39750000000000002</c:v>
                </c:pt>
                <c:pt idx="4965">
                  <c:v>0.39750000000000002</c:v>
                </c:pt>
                <c:pt idx="4966">
                  <c:v>0.39750000000000002</c:v>
                </c:pt>
                <c:pt idx="4967">
                  <c:v>0.39750000000000002</c:v>
                </c:pt>
                <c:pt idx="4968">
                  <c:v>0.39750000000000002</c:v>
                </c:pt>
                <c:pt idx="4969">
                  <c:v>0.39750000000000002</c:v>
                </c:pt>
                <c:pt idx="4970">
                  <c:v>0.39750000000000002</c:v>
                </c:pt>
                <c:pt idx="4971">
                  <c:v>0.39750000000000002</c:v>
                </c:pt>
                <c:pt idx="4972">
                  <c:v>0.39750000000000002</c:v>
                </c:pt>
                <c:pt idx="4973">
                  <c:v>0.39750000000000002</c:v>
                </c:pt>
                <c:pt idx="4974">
                  <c:v>0.39750000000000002</c:v>
                </c:pt>
                <c:pt idx="4975">
                  <c:v>0.39750000000000002</c:v>
                </c:pt>
                <c:pt idx="4976">
                  <c:v>0.39750000000000002</c:v>
                </c:pt>
                <c:pt idx="4977">
                  <c:v>0.39750000000000002</c:v>
                </c:pt>
                <c:pt idx="4978">
                  <c:v>0.39750000000000002</c:v>
                </c:pt>
                <c:pt idx="4979">
                  <c:v>0.39750000000000002</c:v>
                </c:pt>
                <c:pt idx="4980">
                  <c:v>0.39750000000000002</c:v>
                </c:pt>
                <c:pt idx="4981">
                  <c:v>0.39750000000000002</c:v>
                </c:pt>
                <c:pt idx="4982">
                  <c:v>0.39750000000000002</c:v>
                </c:pt>
                <c:pt idx="4983">
                  <c:v>0.39750000000000002</c:v>
                </c:pt>
                <c:pt idx="4984">
                  <c:v>0.39750000000000002</c:v>
                </c:pt>
                <c:pt idx="4985">
                  <c:v>0.39750000000000002</c:v>
                </c:pt>
                <c:pt idx="4986">
                  <c:v>0.39750000000000002</c:v>
                </c:pt>
                <c:pt idx="4987">
                  <c:v>0.39750000000000002</c:v>
                </c:pt>
                <c:pt idx="4988">
                  <c:v>0.39750000000000002</c:v>
                </c:pt>
                <c:pt idx="4989">
                  <c:v>0.39750000000000002</c:v>
                </c:pt>
                <c:pt idx="4990">
                  <c:v>0.39750000000000002</c:v>
                </c:pt>
                <c:pt idx="4991">
                  <c:v>0.39750000000000002</c:v>
                </c:pt>
                <c:pt idx="4992">
                  <c:v>0.39750000000000002</c:v>
                </c:pt>
                <c:pt idx="4993">
                  <c:v>0.39750000000000002</c:v>
                </c:pt>
                <c:pt idx="4994">
                  <c:v>0.39750000000000002</c:v>
                </c:pt>
                <c:pt idx="4995">
                  <c:v>0.39750000000000002</c:v>
                </c:pt>
                <c:pt idx="4996">
                  <c:v>0.39750000000000002</c:v>
                </c:pt>
                <c:pt idx="4997">
                  <c:v>0.39750000000000002</c:v>
                </c:pt>
                <c:pt idx="4998">
                  <c:v>0.39750000000000002</c:v>
                </c:pt>
                <c:pt idx="4999">
                  <c:v>0.39750000000000002</c:v>
                </c:pt>
                <c:pt idx="5000">
                  <c:v>0.39750000000000002</c:v>
                </c:pt>
                <c:pt idx="5001">
                  <c:v>0.39750000000000002</c:v>
                </c:pt>
                <c:pt idx="5002">
                  <c:v>0.39750000000000002</c:v>
                </c:pt>
                <c:pt idx="5003">
                  <c:v>0.39750000000000002</c:v>
                </c:pt>
                <c:pt idx="5004">
                  <c:v>0.39750000000000002</c:v>
                </c:pt>
                <c:pt idx="5005">
                  <c:v>0.39750000000000002</c:v>
                </c:pt>
                <c:pt idx="5006">
                  <c:v>0.39750000000000002</c:v>
                </c:pt>
                <c:pt idx="5007">
                  <c:v>0.39750000000000002</c:v>
                </c:pt>
                <c:pt idx="5008">
                  <c:v>0.39750000000000002</c:v>
                </c:pt>
                <c:pt idx="5009">
                  <c:v>0.39750000000000002</c:v>
                </c:pt>
                <c:pt idx="5010">
                  <c:v>0.39750000000000002</c:v>
                </c:pt>
                <c:pt idx="5011">
                  <c:v>0.39750000000000002</c:v>
                </c:pt>
                <c:pt idx="5012">
                  <c:v>0.39750000000000002</c:v>
                </c:pt>
                <c:pt idx="5013">
                  <c:v>0.39750000000000002</c:v>
                </c:pt>
                <c:pt idx="5014">
                  <c:v>0.39750000000000002</c:v>
                </c:pt>
                <c:pt idx="5015">
                  <c:v>0.39750000000000002</c:v>
                </c:pt>
                <c:pt idx="5016">
                  <c:v>0.39750000000000002</c:v>
                </c:pt>
                <c:pt idx="5017">
                  <c:v>0.39750000000000002</c:v>
                </c:pt>
                <c:pt idx="5018">
                  <c:v>0.39750000000000002</c:v>
                </c:pt>
                <c:pt idx="5019">
                  <c:v>0.39750000000000002</c:v>
                </c:pt>
                <c:pt idx="5020">
                  <c:v>0.39750000000000002</c:v>
                </c:pt>
                <c:pt idx="5021">
                  <c:v>0.39750000000000002</c:v>
                </c:pt>
                <c:pt idx="5022">
                  <c:v>0.39750000000000002</c:v>
                </c:pt>
                <c:pt idx="5023">
                  <c:v>0.39750000000000002</c:v>
                </c:pt>
                <c:pt idx="5024">
                  <c:v>0.39750000000000002</c:v>
                </c:pt>
                <c:pt idx="5025">
                  <c:v>0.39750000000000002</c:v>
                </c:pt>
                <c:pt idx="5026">
                  <c:v>0.39750000000000002</c:v>
                </c:pt>
                <c:pt idx="5027">
                  <c:v>0.39750000000000002</c:v>
                </c:pt>
                <c:pt idx="5028">
                  <c:v>0.39750000000000002</c:v>
                </c:pt>
                <c:pt idx="5029">
                  <c:v>0.39750000000000002</c:v>
                </c:pt>
                <c:pt idx="5030">
                  <c:v>0.39750000000000002</c:v>
                </c:pt>
                <c:pt idx="5031">
                  <c:v>0.39750000000000002</c:v>
                </c:pt>
                <c:pt idx="5032">
                  <c:v>0.39750000000000002</c:v>
                </c:pt>
                <c:pt idx="5033">
                  <c:v>0.39750000000000002</c:v>
                </c:pt>
                <c:pt idx="5034">
                  <c:v>0.39750000000000002</c:v>
                </c:pt>
                <c:pt idx="5035">
                  <c:v>0.39750000000000002</c:v>
                </c:pt>
                <c:pt idx="5036">
                  <c:v>0.39750000000000002</c:v>
                </c:pt>
                <c:pt idx="5037">
                  <c:v>0.39750000000000002</c:v>
                </c:pt>
                <c:pt idx="5038">
                  <c:v>0.39750000000000002</c:v>
                </c:pt>
                <c:pt idx="5039">
                  <c:v>0.39750000000000002</c:v>
                </c:pt>
                <c:pt idx="5040">
                  <c:v>0.39750000000000002</c:v>
                </c:pt>
                <c:pt idx="5041">
                  <c:v>0.39750000000000002</c:v>
                </c:pt>
                <c:pt idx="5042">
                  <c:v>0.39750000000000002</c:v>
                </c:pt>
                <c:pt idx="5043">
                  <c:v>0.39750000000000002</c:v>
                </c:pt>
                <c:pt idx="5044">
                  <c:v>0.39750000000000002</c:v>
                </c:pt>
                <c:pt idx="5045">
                  <c:v>0.39750000000000002</c:v>
                </c:pt>
                <c:pt idx="5046">
                  <c:v>0.39750000000000002</c:v>
                </c:pt>
                <c:pt idx="5047">
                  <c:v>0.39750000000000002</c:v>
                </c:pt>
                <c:pt idx="5048">
                  <c:v>0.39750000000000002</c:v>
                </c:pt>
                <c:pt idx="5049">
                  <c:v>0.39750000000000002</c:v>
                </c:pt>
                <c:pt idx="5050">
                  <c:v>0.39750000000000002</c:v>
                </c:pt>
                <c:pt idx="5051">
                  <c:v>0.39750000000000002</c:v>
                </c:pt>
                <c:pt idx="5052">
                  <c:v>0.39750000000000002</c:v>
                </c:pt>
                <c:pt idx="5053">
                  <c:v>0.39750000000000002</c:v>
                </c:pt>
                <c:pt idx="5054">
                  <c:v>0.39750000000000002</c:v>
                </c:pt>
                <c:pt idx="5055">
                  <c:v>0.39750000000000002</c:v>
                </c:pt>
                <c:pt idx="5056">
                  <c:v>0.39750000000000002</c:v>
                </c:pt>
                <c:pt idx="5057">
                  <c:v>0.39750000000000002</c:v>
                </c:pt>
                <c:pt idx="5058">
                  <c:v>0.39750000000000002</c:v>
                </c:pt>
                <c:pt idx="5059">
                  <c:v>0.39750000000000002</c:v>
                </c:pt>
                <c:pt idx="5060">
                  <c:v>0.39750000000000002</c:v>
                </c:pt>
                <c:pt idx="5061">
                  <c:v>0.39750000000000002</c:v>
                </c:pt>
                <c:pt idx="5062">
                  <c:v>0.39750000000000002</c:v>
                </c:pt>
                <c:pt idx="5063">
                  <c:v>0.39750000000000002</c:v>
                </c:pt>
                <c:pt idx="5064">
                  <c:v>0.39750000000000002</c:v>
                </c:pt>
                <c:pt idx="5065">
                  <c:v>0.39750000000000002</c:v>
                </c:pt>
                <c:pt idx="5066">
                  <c:v>0.39750000000000002</c:v>
                </c:pt>
                <c:pt idx="5067">
                  <c:v>0.39750000000000002</c:v>
                </c:pt>
                <c:pt idx="5068">
                  <c:v>0.39750000000000002</c:v>
                </c:pt>
                <c:pt idx="5069">
                  <c:v>0.39750000000000002</c:v>
                </c:pt>
                <c:pt idx="5070">
                  <c:v>0.39750000000000002</c:v>
                </c:pt>
                <c:pt idx="5071">
                  <c:v>0.39750000000000002</c:v>
                </c:pt>
                <c:pt idx="5072">
                  <c:v>0.39750000000000002</c:v>
                </c:pt>
                <c:pt idx="5073">
                  <c:v>0.39750000000000002</c:v>
                </c:pt>
                <c:pt idx="5074">
                  <c:v>0.39750000000000002</c:v>
                </c:pt>
                <c:pt idx="5075">
                  <c:v>0.39750000000000002</c:v>
                </c:pt>
                <c:pt idx="5076">
                  <c:v>0.39750000000000002</c:v>
                </c:pt>
                <c:pt idx="5077">
                  <c:v>0.39750000000000002</c:v>
                </c:pt>
                <c:pt idx="5078">
                  <c:v>0.39750000000000002</c:v>
                </c:pt>
                <c:pt idx="5079">
                  <c:v>0.39750000000000002</c:v>
                </c:pt>
                <c:pt idx="5080">
                  <c:v>0.39750000000000002</c:v>
                </c:pt>
                <c:pt idx="5081">
                  <c:v>0.39750000000000002</c:v>
                </c:pt>
                <c:pt idx="5082">
                  <c:v>0.39750000000000002</c:v>
                </c:pt>
                <c:pt idx="5083">
                  <c:v>0.39750000000000002</c:v>
                </c:pt>
                <c:pt idx="5084">
                  <c:v>0.39750000000000002</c:v>
                </c:pt>
                <c:pt idx="5085">
                  <c:v>0.39750000000000002</c:v>
                </c:pt>
                <c:pt idx="5086">
                  <c:v>0.39750000000000002</c:v>
                </c:pt>
                <c:pt idx="5087">
                  <c:v>0.39750000000000002</c:v>
                </c:pt>
                <c:pt idx="5088">
                  <c:v>0.39750000000000002</c:v>
                </c:pt>
                <c:pt idx="5089">
                  <c:v>0.39750000000000002</c:v>
                </c:pt>
                <c:pt idx="5090">
                  <c:v>0.39750000000000002</c:v>
                </c:pt>
                <c:pt idx="5091">
                  <c:v>0.39750000000000002</c:v>
                </c:pt>
                <c:pt idx="5092">
                  <c:v>0.39750000000000002</c:v>
                </c:pt>
                <c:pt idx="5093">
                  <c:v>0.39750000000000002</c:v>
                </c:pt>
                <c:pt idx="5094">
                  <c:v>0.39750000000000002</c:v>
                </c:pt>
                <c:pt idx="5095">
                  <c:v>0.39750000000000002</c:v>
                </c:pt>
                <c:pt idx="5096">
                  <c:v>0.39750000000000002</c:v>
                </c:pt>
                <c:pt idx="5097">
                  <c:v>0.39750000000000002</c:v>
                </c:pt>
                <c:pt idx="5098">
                  <c:v>0.39750000000000002</c:v>
                </c:pt>
                <c:pt idx="5099">
                  <c:v>0.39750000000000002</c:v>
                </c:pt>
                <c:pt idx="5100">
                  <c:v>0.39750000000000002</c:v>
                </c:pt>
                <c:pt idx="5101">
                  <c:v>0.39750000000000002</c:v>
                </c:pt>
                <c:pt idx="5102">
                  <c:v>0.39750000000000002</c:v>
                </c:pt>
                <c:pt idx="5103">
                  <c:v>0.39750000000000002</c:v>
                </c:pt>
                <c:pt idx="5104">
                  <c:v>0.39750000000000002</c:v>
                </c:pt>
                <c:pt idx="5105">
                  <c:v>0.39750000000000002</c:v>
                </c:pt>
                <c:pt idx="5106">
                  <c:v>0.39750000000000002</c:v>
                </c:pt>
                <c:pt idx="5107">
                  <c:v>0.39750000000000002</c:v>
                </c:pt>
                <c:pt idx="5108">
                  <c:v>0.39750000000000002</c:v>
                </c:pt>
                <c:pt idx="5109">
                  <c:v>0.39750000000000002</c:v>
                </c:pt>
                <c:pt idx="5110">
                  <c:v>0.39750000000000002</c:v>
                </c:pt>
                <c:pt idx="5111">
                  <c:v>0.39750000000000002</c:v>
                </c:pt>
                <c:pt idx="5112">
                  <c:v>0.39750000000000002</c:v>
                </c:pt>
                <c:pt idx="5113">
                  <c:v>0.39750000000000002</c:v>
                </c:pt>
                <c:pt idx="5114">
                  <c:v>0.39750000000000002</c:v>
                </c:pt>
                <c:pt idx="5115">
                  <c:v>0.39750000000000002</c:v>
                </c:pt>
                <c:pt idx="5116">
                  <c:v>0.39750000000000002</c:v>
                </c:pt>
                <c:pt idx="5117">
                  <c:v>0.39750000000000002</c:v>
                </c:pt>
                <c:pt idx="5118">
                  <c:v>0.39750000000000002</c:v>
                </c:pt>
                <c:pt idx="5119">
                  <c:v>0.39750000000000002</c:v>
                </c:pt>
                <c:pt idx="5120">
                  <c:v>0.39750000000000002</c:v>
                </c:pt>
                <c:pt idx="5121">
                  <c:v>0.39750000000000002</c:v>
                </c:pt>
                <c:pt idx="5122">
                  <c:v>0.39750000000000002</c:v>
                </c:pt>
                <c:pt idx="5123">
                  <c:v>0.39750000000000002</c:v>
                </c:pt>
                <c:pt idx="5124">
                  <c:v>0.39750000000000002</c:v>
                </c:pt>
                <c:pt idx="5125">
                  <c:v>0.39750000000000002</c:v>
                </c:pt>
                <c:pt idx="5126">
                  <c:v>0.39750000000000002</c:v>
                </c:pt>
                <c:pt idx="5127">
                  <c:v>0.39750000000000002</c:v>
                </c:pt>
                <c:pt idx="5128">
                  <c:v>0.39750000000000002</c:v>
                </c:pt>
                <c:pt idx="5129">
                  <c:v>0.39750000000000002</c:v>
                </c:pt>
                <c:pt idx="5130">
                  <c:v>0.39750000000000002</c:v>
                </c:pt>
                <c:pt idx="5131">
                  <c:v>0.39750000000000002</c:v>
                </c:pt>
                <c:pt idx="5132">
                  <c:v>0.39750000000000002</c:v>
                </c:pt>
                <c:pt idx="5133">
                  <c:v>0.39750000000000002</c:v>
                </c:pt>
                <c:pt idx="5134">
                  <c:v>0.39750000000000002</c:v>
                </c:pt>
                <c:pt idx="5135">
                  <c:v>0.39750000000000002</c:v>
                </c:pt>
                <c:pt idx="5136">
                  <c:v>0.39750000000000002</c:v>
                </c:pt>
                <c:pt idx="5137">
                  <c:v>0.39750000000000002</c:v>
                </c:pt>
                <c:pt idx="5138">
                  <c:v>0.39750000000000002</c:v>
                </c:pt>
                <c:pt idx="5139">
                  <c:v>0.39750000000000002</c:v>
                </c:pt>
                <c:pt idx="5140">
                  <c:v>0.39750000000000002</c:v>
                </c:pt>
                <c:pt idx="5141">
                  <c:v>0.39750000000000002</c:v>
                </c:pt>
                <c:pt idx="5142">
                  <c:v>0.39750000000000002</c:v>
                </c:pt>
                <c:pt idx="5143">
                  <c:v>0.39750000000000002</c:v>
                </c:pt>
                <c:pt idx="5144">
                  <c:v>0.39750000000000002</c:v>
                </c:pt>
                <c:pt idx="5145">
                  <c:v>0.39750000000000002</c:v>
                </c:pt>
                <c:pt idx="5146">
                  <c:v>0.39750000000000002</c:v>
                </c:pt>
                <c:pt idx="5147">
                  <c:v>0.39750000000000002</c:v>
                </c:pt>
                <c:pt idx="5148">
                  <c:v>0.39750000000000002</c:v>
                </c:pt>
                <c:pt idx="5149">
                  <c:v>0.39750000000000002</c:v>
                </c:pt>
                <c:pt idx="5150">
                  <c:v>0.39750000000000002</c:v>
                </c:pt>
                <c:pt idx="5151">
                  <c:v>0.39750000000000002</c:v>
                </c:pt>
                <c:pt idx="5152">
                  <c:v>0.39750000000000002</c:v>
                </c:pt>
                <c:pt idx="5153">
                  <c:v>0.39750000000000002</c:v>
                </c:pt>
                <c:pt idx="5154">
                  <c:v>0.39750000000000002</c:v>
                </c:pt>
                <c:pt idx="5155">
                  <c:v>0.39750000000000002</c:v>
                </c:pt>
                <c:pt idx="5156">
                  <c:v>0.39750000000000002</c:v>
                </c:pt>
                <c:pt idx="5157">
                  <c:v>0.39750000000000002</c:v>
                </c:pt>
                <c:pt idx="5158">
                  <c:v>0.39750000000000002</c:v>
                </c:pt>
                <c:pt idx="5159">
                  <c:v>0.39750000000000002</c:v>
                </c:pt>
                <c:pt idx="5160">
                  <c:v>0.39750000000000002</c:v>
                </c:pt>
                <c:pt idx="5161">
                  <c:v>0.39750000000000002</c:v>
                </c:pt>
                <c:pt idx="5162">
                  <c:v>0.39750000000000002</c:v>
                </c:pt>
                <c:pt idx="5163">
                  <c:v>0.39750000000000002</c:v>
                </c:pt>
                <c:pt idx="5164">
                  <c:v>0.39750000000000002</c:v>
                </c:pt>
                <c:pt idx="5165">
                  <c:v>0.39750000000000002</c:v>
                </c:pt>
                <c:pt idx="5166">
                  <c:v>0.39750000000000002</c:v>
                </c:pt>
                <c:pt idx="5167">
                  <c:v>0.39750000000000002</c:v>
                </c:pt>
                <c:pt idx="5168">
                  <c:v>0.39750000000000002</c:v>
                </c:pt>
                <c:pt idx="5169">
                  <c:v>0.39750000000000002</c:v>
                </c:pt>
                <c:pt idx="5170">
                  <c:v>0.39750000000000002</c:v>
                </c:pt>
                <c:pt idx="5171">
                  <c:v>0.39750000000000002</c:v>
                </c:pt>
                <c:pt idx="5172">
                  <c:v>0.39750000000000002</c:v>
                </c:pt>
                <c:pt idx="5173">
                  <c:v>0.39750000000000002</c:v>
                </c:pt>
                <c:pt idx="5174">
                  <c:v>0.39750000000000002</c:v>
                </c:pt>
                <c:pt idx="5175">
                  <c:v>0.39750000000000002</c:v>
                </c:pt>
                <c:pt idx="5176">
                  <c:v>0.39750000000000002</c:v>
                </c:pt>
                <c:pt idx="5177">
                  <c:v>0.39750000000000002</c:v>
                </c:pt>
                <c:pt idx="5178">
                  <c:v>0.39750000000000002</c:v>
                </c:pt>
                <c:pt idx="5179">
                  <c:v>0.39750000000000002</c:v>
                </c:pt>
                <c:pt idx="5180">
                  <c:v>0.39750000000000002</c:v>
                </c:pt>
                <c:pt idx="5181">
                  <c:v>0.39750000000000002</c:v>
                </c:pt>
                <c:pt idx="5182">
                  <c:v>0.39750000000000002</c:v>
                </c:pt>
                <c:pt idx="5183">
                  <c:v>0.39750000000000002</c:v>
                </c:pt>
                <c:pt idx="5184">
                  <c:v>0.39750000000000002</c:v>
                </c:pt>
                <c:pt idx="5185">
                  <c:v>0.39750000000000002</c:v>
                </c:pt>
                <c:pt idx="5186">
                  <c:v>0.39750000000000002</c:v>
                </c:pt>
                <c:pt idx="5187">
                  <c:v>0.39750000000000002</c:v>
                </c:pt>
                <c:pt idx="5188">
                  <c:v>0.39750000000000002</c:v>
                </c:pt>
                <c:pt idx="5189">
                  <c:v>0.39750000000000002</c:v>
                </c:pt>
                <c:pt idx="5190">
                  <c:v>0.39750000000000002</c:v>
                </c:pt>
                <c:pt idx="5191">
                  <c:v>0.39750000000000002</c:v>
                </c:pt>
                <c:pt idx="5192">
                  <c:v>0.39750000000000002</c:v>
                </c:pt>
                <c:pt idx="5193">
                  <c:v>0.39750000000000002</c:v>
                </c:pt>
                <c:pt idx="5194">
                  <c:v>0.39750000000000002</c:v>
                </c:pt>
                <c:pt idx="5195">
                  <c:v>0.39750000000000002</c:v>
                </c:pt>
                <c:pt idx="5196">
                  <c:v>0.39750000000000002</c:v>
                </c:pt>
                <c:pt idx="5197">
                  <c:v>0.39750000000000002</c:v>
                </c:pt>
                <c:pt idx="5198">
                  <c:v>0.39750000000000002</c:v>
                </c:pt>
                <c:pt idx="5199">
                  <c:v>0.39750000000000002</c:v>
                </c:pt>
                <c:pt idx="5200">
                  <c:v>0.39750000000000002</c:v>
                </c:pt>
                <c:pt idx="5201">
                  <c:v>0.39750000000000002</c:v>
                </c:pt>
                <c:pt idx="5202">
                  <c:v>0.39750000000000002</c:v>
                </c:pt>
                <c:pt idx="5203">
                  <c:v>0.39750000000000002</c:v>
                </c:pt>
                <c:pt idx="5204">
                  <c:v>0.39750000000000002</c:v>
                </c:pt>
                <c:pt idx="5205">
                  <c:v>0.39750000000000002</c:v>
                </c:pt>
                <c:pt idx="5206">
                  <c:v>0.39750000000000002</c:v>
                </c:pt>
                <c:pt idx="5207">
                  <c:v>0.39750000000000002</c:v>
                </c:pt>
                <c:pt idx="5208">
                  <c:v>0.39750000000000002</c:v>
                </c:pt>
                <c:pt idx="5209">
                  <c:v>0.39750000000000002</c:v>
                </c:pt>
                <c:pt idx="5210">
                  <c:v>0.39750000000000002</c:v>
                </c:pt>
                <c:pt idx="5211">
                  <c:v>0.39750000000000002</c:v>
                </c:pt>
                <c:pt idx="5212">
                  <c:v>0.39750000000000002</c:v>
                </c:pt>
                <c:pt idx="5213">
                  <c:v>0.39750000000000002</c:v>
                </c:pt>
                <c:pt idx="5214">
                  <c:v>0.39750000000000002</c:v>
                </c:pt>
                <c:pt idx="5215">
                  <c:v>0.39750000000000002</c:v>
                </c:pt>
                <c:pt idx="5216">
                  <c:v>0.39750000000000002</c:v>
                </c:pt>
                <c:pt idx="5217">
                  <c:v>13.44</c:v>
                </c:pt>
                <c:pt idx="5218">
                  <c:v>0.4</c:v>
                </c:pt>
                <c:pt idx="5219">
                  <c:v>0.4</c:v>
                </c:pt>
                <c:pt idx="5220">
                  <c:v>0.4</c:v>
                </c:pt>
                <c:pt idx="5221">
                  <c:v>0.4</c:v>
                </c:pt>
                <c:pt idx="5222">
                  <c:v>0.4</c:v>
                </c:pt>
                <c:pt idx="5223">
                  <c:v>0.4</c:v>
                </c:pt>
                <c:pt idx="5224">
                  <c:v>0.4</c:v>
                </c:pt>
                <c:pt idx="5225">
                  <c:v>0.4</c:v>
                </c:pt>
                <c:pt idx="5226">
                  <c:v>0.4</c:v>
                </c:pt>
                <c:pt idx="5227">
                  <c:v>0.4</c:v>
                </c:pt>
                <c:pt idx="5228">
                  <c:v>0.4</c:v>
                </c:pt>
                <c:pt idx="5229">
                  <c:v>0.4</c:v>
                </c:pt>
                <c:pt idx="5230">
                  <c:v>0.4</c:v>
                </c:pt>
                <c:pt idx="5231">
                  <c:v>0.4</c:v>
                </c:pt>
                <c:pt idx="5232">
                  <c:v>0.4</c:v>
                </c:pt>
                <c:pt idx="5233">
                  <c:v>0.4</c:v>
                </c:pt>
                <c:pt idx="5234">
                  <c:v>0.4</c:v>
                </c:pt>
                <c:pt idx="5235">
                  <c:v>0.4</c:v>
                </c:pt>
                <c:pt idx="5236">
                  <c:v>0.4</c:v>
                </c:pt>
                <c:pt idx="5237">
                  <c:v>0.4</c:v>
                </c:pt>
                <c:pt idx="5238">
                  <c:v>0.4</c:v>
                </c:pt>
                <c:pt idx="5239">
                  <c:v>0.4</c:v>
                </c:pt>
                <c:pt idx="5240">
                  <c:v>0.4</c:v>
                </c:pt>
                <c:pt idx="5241">
                  <c:v>0.4</c:v>
                </c:pt>
                <c:pt idx="5242">
                  <c:v>0.4</c:v>
                </c:pt>
                <c:pt idx="5243">
                  <c:v>0.4</c:v>
                </c:pt>
                <c:pt idx="5244">
                  <c:v>0.4</c:v>
                </c:pt>
                <c:pt idx="5245">
                  <c:v>0.4</c:v>
                </c:pt>
                <c:pt idx="5246">
                  <c:v>0.4</c:v>
                </c:pt>
                <c:pt idx="5247">
                  <c:v>0.4</c:v>
                </c:pt>
                <c:pt idx="5248">
                  <c:v>0.4</c:v>
                </c:pt>
                <c:pt idx="5249">
                  <c:v>0.4</c:v>
                </c:pt>
                <c:pt idx="5250">
                  <c:v>0.4</c:v>
                </c:pt>
                <c:pt idx="5251">
                  <c:v>0.4</c:v>
                </c:pt>
                <c:pt idx="5252">
                  <c:v>0.4</c:v>
                </c:pt>
                <c:pt idx="5253">
                  <c:v>0.4</c:v>
                </c:pt>
                <c:pt idx="5254">
                  <c:v>0.4</c:v>
                </c:pt>
                <c:pt idx="5255">
                  <c:v>0.4</c:v>
                </c:pt>
                <c:pt idx="5256">
                  <c:v>0.4</c:v>
                </c:pt>
                <c:pt idx="5257">
                  <c:v>0.4</c:v>
                </c:pt>
                <c:pt idx="5258">
                  <c:v>0.4</c:v>
                </c:pt>
                <c:pt idx="5259">
                  <c:v>0.4</c:v>
                </c:pt>
                <c:pt idx="5260">
                  <c:v>0.4</c:v>
                </c:pt>
                <c:pt idx="5261">
                  <c:v>0.4</c:v>
                </c:pt>
                <c:pt idx="5262">
                  <c:v>0.4</c:v>
                </c:pt>
                <c:pt idx="5263">
                  <c:v>0.4</c:v>
                </c:pt>
                <c:pt idx="5264">
                  <c:v>0.4</c:v>
                </c:pt>
                <c:pt idx="5265">
                  <c:v>0.4</c:v>
                </c:pt>
                <c:pt idx="5266">
                  <c:v>0.4</c:v>
                </c:pt>
                <c:pt idx="5267">
                  <c:v>0.4</c:v>
                </c:pt>
                <c:pt idx="5268">
                  <c:v>0.4</c:v>
                </c:pt>
                <c:pt idx="5269">
                  <c:v>0.4</c:v>
                </c:pt>
                <c:pt idx="5270">
                  <c:v>0.4</c:v>
                </c:pt>
                <c:pt idx="5271">
                  <c:v>0.4</c:v>
                </c:pt>
                <c:pt idx="5272">
                  <c:v>0.4</c:v>
                </c:pt>
                <c:pt idx="5273">
                  <c:v>0.4</c:v>
                </c:pt>
                <c:pt idx="5274">
                  <c:v>0.4</c:v>
                </c:pt>
                <c:pt idx="5275">
                  <c:v>0.4</c:v>
                </c:pt>
                <c:pt idx="5276">
                  <c:v>0.4</c:v>
                </c:pt>
                <c:pt idx="5277">
                  <c:v>0.4</c:v>
                </c:pt>
                <c:pt idx="5278">
                  <c:v>0.4</c:v>
                </c:pt>
                <c:pt idx="5279">
                  <c:v>0.4</c:v>
                </c:pt>
                <c:pt idx="5280">
                  <c:v>0.4</c:v>
                </c:pt>
                <c:pt idx="5281">
                  <c:v>0.4</c:v>
                </c:pt>
                <c:pt idx="5282">
                  <c:v>0.4</c:v>
                </c:pt>
                <c:pt idx="5283">
                  <c:v>0.4</c:v>
                </c:pt>
                <c:pt idx="5284">
                  <c:v>0.4</c:v>
                </c:pt>
                <c:pt idx="5285">
                  <c:v>0.4</c:v>
                </c:pt>
                <c:pt idx="5286">
                  <c:v>0.4</c:v>
                </c:pt>
                <c:pt idx="5287">
                  <c:v>0.4</c:v>
                </c:pt>
                <c:pt idx="5288">
                  <c:v>0.4</c:v>
                </c:pt>
                <c:pt idx="5289">
                  <c:v>0.4</c:v>
                </c:pt>
                <c:pt idx="5290">
                  <c:v>0.4</c:v>
                </c:pt>
                <c:pt idx="5291">
                  <c:v>0.4</c:v>
                </c:pt>
                <c:pt idx="5292">
                  <c:v>0.4</c:v>
                </c:pt>
                <c:pt idx="5293">
                  <c:v>0.4</c:v>
                </c:pt>
                <c:pt idx="5294">
                  <c:v>0.4</c:v>
                </c:pt>
                <c:pt idx="5295">
                  <c:v>0.4</c:v>
                </c:pt>
                <c:pt idx="5296">
                  <c:v>0.4</c:v>
                </c:pt>
                <c:pt idx="5297">
                  <c:v>0.4</c:v>
                </c:pt>
                <c:pt idx="5298">
                  <c:v>0.4</c:v>
                </c:pt>
                <c:pt idx="5299">
                  <c:v>0.4</c:v>
                </c:pt>
                <c:pt idx="5300">
                  <c:v>0.4</c:v>
                </c:pt>
                <c:pt idx="5301">
                  <c:v>0.4</c:v>
                </c:pt>
                <c:pt idx="5302">
                  <c:v>0.4</c:v>
                </c:pt>
                <c:pt idx="5303">
                  <c:v>0.4</c:v>
                </c:pt>
                <c:pt idx="5304">
                  <c:v>0.4</c:v>
                </c:pt>
                <c:pt idx="5305">
                  <c:v>0.4</c:v>
                </c:pt>
                <c:pt idx="5306">
                  <c:v>0.4</c:v>
                </c:pt>
                <c:pt idx="5307">
                  <c:v>0.4</c:v>
                </c:pt>
                <c:pt idx="5308">
                  <c:v>0.4</c:v>
                </c:pt>
                <c:pt idx="5309">
                  <c:v>0.4</c:v>
                </c:pt>
                <c:pt idx="5310">
                  <c:v>0.4</c:v>
                </c:pt>
                <c:pt idx="5311">
                  <c:v>0.4</c:v>
                </c:pt>
                <c:pt idx="5312">
                  <c:v>0.4</c:v>
                </c:pt>
                <c:pt idx="5313">
                  <c:v>0.4</c:v>
                </c:pt>
                <c:pt idx="5314">
                  <c:v>0.4</c:v>
                </c:pt>
                <c:pt idx="5315">
                  <c:v>0.4</c:v>
                </c:pt>
                <c:pt idx="5316">
                  <c:v>0.4</c:v>
                </c:pt>
                <c:pt idx="5317">
                  <c:v>0.4</c:v>
                </c:pt>
                <c:pt idx="5318">
                  <c:v>0.4</c:v>
                </c:pt>
                <c:pt idx="5319">
                  <c:v>0.4</c:v>
                </c:pt>
                <c:pt idx="5320">
                  <c:v>0.4</c:v>
                </c:pt>
                <c:pt idx="5321">
                  <c:v>0.4</c:v>
                </c:pt>
                <c:pt idx="5322">
                  <c:v>0.4</c:v>
                </c:pt>
                <c:pt idx="5323">
                  <c:v>0.4</c:v>
                </c:pt>
                <c:pt idx="5324">
                  <c:v>0.4</c:v>
                </c:pt>
                <c:pt idx="5325">
                  <c:v>0.4</c:v>
                </c:pt>
                <c:pt idx="5326">
                  <c:v>0.4</c:v>
                </c:pt>
                <c:pt idx="5327">
                  <c:v>0.4</c:v>
                </c:pt>
                <c:pt idx="5328">
                  <c:v>0.4</c:v>
                </c:pt>
                <c:pt idx="5329">
                  <c:v>0.4</c:v>
                </c:pt>
                <c:pt idx="5330">
                  <c:v>0.4</c:v>
                </c:pt>
                <c:pt idx="5331">
                  <c:v>0.4</c:v>
                </c:pt>
                <c:pt idx="5332">
                  <c:v>0.4</c:v>
                </c:pt>
                <c:pt idx="5333">
                  <c:v>0.4</c:v>
                </c:pt>
                <c:pt idx="5334">
                  <c:v>0.4</c:v>
                </c:pt>
                <c:pt idx="5335">
                  <c:v>0.4</c:v>
                </c:pt>
                <c:pt idx="5336">
                  <c:v>0.4</c:v>
                </c:pt>
                <c:pt idx="5337">
                  <c:v>0.4</c:v>
                </c:pt>
                <c:pt idx="5338">
                  <c:v>0.4</c:v>
                </c:pt>
                <c:pt idx="5339">
                  <c:v>0.4</c:v>
                </c:pt>
                <c:pt idx="5340">
                  <c:v>0.4</c:v>
                </c:pt>
                <c:pt idx="5341">
                  <c:v>0.4</c:v>
                </c:pt>
                <c:pt idx="5342">
                  <c:v>0.4</c:v>
                </c:pt>
                <c:pt idx="5343">
                  <c:v>0.4</c:v>
                </c:pt>
                <c:pt idx="5344">
                  <c:v>0.4</c:v>
                </c:pt>
                <c:pt idx="5345">
                  <c:v>0.4</c:v>
                </c:pt>
                <c:pt idx="5346">
                  <c:v>0.4</c:v>
                </c:pt>
                <c:pt idx="5347">
                  <c:v>0.4</c:v>
                </c:pt>
                <c:pt idx="5348">
                  <c:v>0.4</c:v>
                </c:pt>
                <c:pt idx="5349">
                  <c:v>0.4</c:v>
                </c:pt>
                <c:pt idx="5350">
                  <c:v>0.4</c:v>
                </c:pt>
                <c:pt idx="5351">
                  <c:v>0.4</c:v>
                </c:pt>
                <c:pt idx="5352">
                  <c:v>0.4</c:v>
                </c:pt>
                <c:pt idx="5353">
                  <c:v>0.4</c:v>
                </c:pt>
                <c:pt idx="5354">
                  <c:v>0.4</c:v>
                </c:pt>
                <c:pt idx="5355">
                  <c:v>0.4</c:v>
                </c:pt>
                <c:pt idx="5356">
                  <c:v>0.4</c:v>
                </c:pt>
                <c:pt idx="5357">
                  <c:v>0.4</c:v>
                </c:pt>
                <c:pt idx="5358">
                  <c:v>0.4</c:v>
                </c:pt>
                <c:pt idx="5359">
                  <c:v>0.4</c:v>
                </c:pt>
                <c:pt idx="5360">
                  <c:v>0.4</c:v>
                </c:pt>
                <c:pt idx="5361">
                  <c:v>0.4</c:v>
                </c:pt>
                <c:pt idx="5362">
                  <c:v>0.4</c:v>
                </c:pt>
                <c:pt idx="5363">
                  <c:v>0.4</c:v>
                </c:pt>
                <c:pt idx="5364">
                  <c:v>0.4</c:v>
                </c:pt>
                <c:pt idx="5365">
                  <c:v>0.4</c:v>
                </c:pt>
                <c:pt idx="5366">
                  <c:v>0.4</c:v>
                </c:pt>
                <c:pt idx="5367">
                  <c:v>0.4</c:v>
                </c:pt>
                <c:pt idx="5368">
                  <c:v>0.4</c:v>
                </c:pt>
                <c:pt idx="5369">
                  <c:v>0.4</c:v>
                </c:pt>
                <c:pt idx="5370">
                  <c:v>0.4</c:v>
                </c:pt>
                <c:pt idx="5371">
                  <c:v>0.4</c:v>
                </c:pt>
                <c:pt idx="5372">
                  <c:v>0.4</c:v>
                </c:pt>
                <c:pt idx="5373">
                  <c:v>0.4</c:v>
                </c:pt>
                <c:pt idx="5374">
                  <c:v>0.4</c:v>
                </c:pt>
                <c:pt idx="5375">
                  <c:v>0.4</c:v>
                </c:pt>
                <c:pt idx="5376">
                  <c:v>0.4</c:v>
                </c:pt>
                <c:pt idx="5377">
                  <c:v>0.4</c:v>
                </c:pt>
                <c:pt idx="5378">
                  <c:v>0.4</c:v>
                </c:pt>
                <c:pt idx="5379">
                  <c:v>0.4</c:v>
                </c:pt>
                <c:pt idx="5380">
                  <c:v>0.4</c:v>
                </c:pt>
                <c:pt idx="5381">
                  <c:v>0.4</c:v>
                </c:pt>
                <c:pt idx="5382">
                  <c:v>0.4</c:v>
                </c:pt>
                <c:pt idx="5383">
                  <c:v>0.4</c:v>
                </c:pt>
                <c:pt idx="5384">
                  <c:v>0.4</c:v>
                </c:pt>
                <c:pt idx="5385">
                  <c:v>0.4</c:v>
                </c:pt>
                <c:pt idx="5386">
                  <c:v>0.4</c:v>
                </c:pt>
                <c:pt idx="5387">
                  <c:v>0.4</c:v>
                </c:pt>
                <c:pt idx="5388">
                  <c:v>0.4</c:v>
                </c:pt>
                <c:pt idx="5389">
                  <c:v>0.4</c:v>
                </c:pt>
                <c:pt idx="5390">
                  <c:v>0.4</c:v>
                </c:pt>
                <c:pt idx="5391">
                  <c:v>0.4</c:v>
                </c:pt>
                <c:pt idx="5392">
                  <c:v>0.4</c:v>
                </c:pt>
                <c:pt idx="5393">
                  <c:v>0.4</c:v>
                </c:pt>
                <c:pt idx="5394">
                  <c:v>0.4</c:v>
                </c:pt>
                <c:pt idx="5395">
                  <c:v>0.4</c:v>
                </c:pt>
                <c:pt idx="5396">
                  <c:v>0.4</c:v>
                </c:pt>
                <c:pt idx="5397">
                  <c:v>0.4</c:v>
                </c:pt>
                <c:pt idx="5398">
                  <c:v>0.4</c:v>
                </c:pt>
                <c:pt idx="5399">
                  <c:v>0.4</c:v>
                </c:pt>
                <c:pt idx="5400">
                  <c:v>0.4</c:v>
                </c:pt>
                <c:pt idx="5401">
                  <c:v>0.4</c:v>
                </c:pt>
                <c:pt idx="5402">
                  <c:v>0.4</c:v>
                </c:pt>
                <c:pt idx="5403">
                  <c:v>0.4</c:v>
                </c:pt>
                <c:pt idx="5404">
                  <c:v>0.4</c:v>
                </c:pt>
                <c:pt idx="5405">
                  <c:v>0.4</c:v>
                </c:pt>
                <c:pt idx="5406">
                  <c:v>0.4</c:v>
                </c:pt>
                <c:pt idx="5407">
                  <c:v>0.4</c:v>
                </c:pt>
                <c:pt idx="5408">
                  <c:v>0.4</c:v>
                </c:pt>
                <c:pt idx="5409">
                  <c:v>0.4</c:v>
                </c:pt>
                <c:pt idx="5410">
                  <c:v>0.4</c:v>
                </c:pt>
                <c:pt idx="5411">
                  <c:v>0.4</c:v>
                </c:pt>
                <c:pt idx="5412">
                  <c:v>0.4</c:v>
                </c:pt>
                <c:pt idx="5413">
                  <c:v>0.4</c:v>
                </c:pt>
                <c:pt idx="5414">
                  <c:v>0.4</c:v>
                </c:pt>
                <c:pt idx="5415">
                  <c:v>0.4</c:v>
                </c:pt>
                <c:pt idx="5416">
                  <c:v>0.4</c:v>
                </c:pt>
                <c:pt idx="5417">
                  <c:v>0.4</c:v>
                </c:pt>
                <c:pt idx="5418">
                  <c:v>0.4</c:v>
                </c:pt>
                <c:pt idx="5419">
                  <c:v>0.4</c:v>
                </c:pt>
                <c:pt idx="5420">
                  <c:v>0.4</c:v>
                </c:pt>
                <c:pt idx="5421">
                  <c:v>0.4</c:v>
                </c:pt>
                <c:pt idx="5422">
                  <c:v>0.4</c:v>
                </c:pt>
                <c:pt idx="5423">
                  <c:v>0.4</c:v>
                </c:pt>
                <c:pt idx="5424">
                  <c:v>0.4</c:v>
                </c:pt>
                <c:pt idx="5425">
                  <c:v>0.4</c:v>
                </c:pt>
                <c:pt idx="5426">
                  <c:v>0.4</c:v>
                </c:pt>
                <c:pt idx="5427">
                  <c:v>0.4</c:v>
                </c:pt>
                <c:pt idx="5428">
                  <c:v>0.4</c:v>
                </c:pt>
                <c:pt idx="5429">
                  <c:v>0.4</c:v>
                </c:pt>
                <c:pt idx="5430">
                  <c:v>0.4</c:v>
                </c:pt>
                <c:pt idx="5431">
                  <c:v>0.4</c:v>
                </c:pt>
                <c:pt idx="5432">
                  <c:v>0.4</c:v>
                </c:pt>
                <c:pt idx="5433">
                  <c:v>0.4</c:v>
                </c:pt>
                <c:pt idx="5434">
                  <c:v>0.4</c:v>
                </c:pt>
                <c:pt idx="5435">
                  <c:v>0.4</c:v>
                </c:pt>
                <c:pt idx="5436">
                  <c:v>0.4</c:v>
                </c:pt>
                <c:pt idx="5437">
                  <c:v>0.4</c:v>
                </c:pt>
                <c:pt idx="5438">
                  <c:v>0.4</c:v>
                </c:pt>
                <c:pt idx="5439">
                  <c:v>0.4</c:v>
                </c:pt>
                <c:pt idx="5440">
                  <c:v>0.4</c:v>
                </c:pt>
                <c:pt idx="5441">
                  <c:v>0.4</c:v>
                </c:pt>
                <c:pt idx="5442">
                  <c:v>0.4</c:v>
                </c:pt>
                <c:pt idx="5443">
                  <c:v>0.4</c:v>
                </c:pt>
                <c:pt idx="5444">
                  <c:v>0.4</c:v>
                </c:pt>
                <c:pt idx="5445">
                  <c:v>0.4</c:v>
                </c:pt>
                <c:pt idx="5446">
                  <c:v>0.4</c:v>
                </c:pt>
                <c:pt idx="5447">
                  <c:v>0.4</c:v>
                </c:pt>
                <c:pt idx="5448">
                  <c:v>0.4</c:v>
                </c:pt>
                <c:pt idx="5449">
                  <c:v>0.4</c:v>
                </c:pt>
                <c:pt idx="5450">
                  <c:v>0.4</c:v>
                </c:pt>
                <c:pt idx="5451">
                  <c:v>0.4</c:v>
                </c:pt>
                <c:pt idx="5452">
                  <c:v>0.4</c:v>
                </c:pt>
                <c:pt idx="5453">
                  <c:v>0.4</c:v>
                </c:pt>
                <c:pt idx="5454">
                  <c:v>0.4</c:v>
                </c:pt>
                <c:pt idx="5455">
                  <c:v>0.4</c:v>
                </c:pt>
                <c:pt idx="5456">
                  <c:v>0.4</c:v>
                </c:pt>
                <c:pt idx="5457">
                  <c:v>0.4</c:v>
                </c:pt>
                <c:pt idx="5458">
                  <c:v>0.4</c:v>
                </c:pt>
                <c:pt idx="5459">
                  <c:v>0.4</c:v>
                </c:pt>
                <c:pt idx="5460">
                  <c:v>0.4</c:v>
                </c:pt>
                <c:pt idx="5461">
                  <c:v>0.4</c:v>
                </c:pt>
                <c:pt idx="5462">
                  <c:v>0.4</c:v>
                </c:pt>
                <c:pt idx="5463">
                  <c:v>0.4</c:v>
                </c:pt>
                <c:pt idx="5464">
                  <c:v>0.4</c:v>
                </c:pt>
                <c:pt idx="5465">
                  <c:v>0.4</c:v>
                </c:pt>
                <c:pt idx="5466">
                  <c:v>0.4</c:v>
                </c:pt>
                <c:pt idx="5467">
                  <c:v>0.4</c:v>
                </c:pt>
                <c:pt idx="5468">
                  <c:v>0.4</c:v>
                </c:pt>
                <c:pt idx="5469">
                  <c:v>0.4</c:v>
                </c:pt>
                <c:pt idx="5470">
                  <c:v>0.4</c:v>
                </c:pt>
                <c:pt idx="5471">
                  <c:v>0.4</c:v>
                </c:pt>
                <c:pt idx="5472">
                  <c:v>0.4</c:v>
                </c:pt>
                <c:pt idx="5473">
                  <c:v>0.4</c:v>
                </c:pt>
                <c:pt idx="5474">
                  <c:v>0.4</c:v>
                </c:pt>
                <c:pt idx="5475">
                  <c:v>0.4</c:v>
                </c:pt>
                <c:pt idx="5476">
                  <c:v>0.4</c:v>
                </c:pt>
                <c:pt idx="5477">
                  <c:v>0.4</c:v>
                </c:pt>
                <c:pt idx="5478">
                  <c:v>0.4</c:v>
                </c:pt>
                <c:pt idx="5479">
                  <c:v>0.4</c:v>
                </c:pt>
                <c:pt idx="5480">
                  <c:v>0.4</c:v>
                </c:pt>
                <c:pt idx="5481">
                  <c:v>0.4</c:v>
                </c:pt>
                <c:pt idx="5482">
                  <c:v>0.4</c:v>
                </c:pt>
                <c:pt idx="5483">
                  <c:v>0.4</c:v>
                </c:pt>
                <c:pt idx="5484">
                  <c:v>0.4</c:v>
                </c:pt>
                <c:pt idx="5485">
                  <c:v>0.4</c:v>
                </c:pt>
                <c:pt idx="5486">
                  <c:v>0.4</c:v>
                </c:pt>
                <c:pt idx="5487">
                  <c:v>0.4</c:v>
                </c:pt>
                <c:pt idx="5488">
                  <c:v>0.4</c:v>
                </c:pt>
                <c:pt idx="5489">
                  <c:v>0.4</c:v>
                </c:pt>
                <c:pt idx="5490">
                  <c:v>0.4</c:v>
                </c:pt>
                <c:pt idx="5491">
                  <c:v>0.4</c:v>
                </c:pt>
                <c:pt idx="5492">
                  <c:v>0.4</c:v>
                </c:pt>
                <c:pt idx="5493">
                  <c:v>0.4</c:v>
                </c:pt>
                <c:pt idx="5494">
                  <c:v>0.4</c:v>
                </c:pt>
                <c:pt idx="5495">
                  <c:v>0.4</c:v>
                </c:pt>
                <c:pt idx="5496">
                  <c:v>0.4</c:v>
                </c:pt>
                <c:pt idx="5497">
                  <c:v>0.4</c:v>
                </c:pt>
                <c:pt idx="5498">
                  <c:v>0.4</c:v>
                </c:pt>
                <c:pt idx="5499">
                  <c:v>0.4</c:v>
                </c:pt>
                <c:pt idx="5500">
                  <c:v>0.4</c:v>
                </c:pt>
                <c:pt idx="5501">
                  <c:v>0.4</c:v>
                </c:pt>
                <c:pt idx="5502">
                  <c:v>0.4</c:v>
                </c:pt>
                <c:pt idx="5503">
                  <c:v>0.4</c:v>
                </c:pt>
                <c:pt idx="5504">
                  <c:v>0.4</c:v>
                </c:pt>
                <c:pt idx="5505">
                  <c:v>0.4</c:v>
                </c:pt>
                <c:pt idx="5506">
                  <c:v>0.4</c:v>
                </c:pt>
                <c:pt idx="5507">
                  <c:v>0.4</c:v>
                </c:pt>
                <c:pt idx="5508">
                  <c:v>0.4</c:v>
                </c:pt>
                <c:pt idx="5509">
                  <c:v>0.4</c:v>
                </c:pt>
                <c:pt idx="5510">
                  <c:v>0.4</c:v>
                </c:pt>
                <c:pt idx="5511">
                  <c:v>0.4</c:v>
                </c:pt>
                <c:pt idx="5512">
                  <c:v>0.4</c:v>
                </c:pt>
                <c:pt idx="5513">
                  <c:v>0.4</c:v>
                </c:pt>
                <c:pt idx="5514">
                  <c:v>0.4</c:v>
                </c:pt>
                <c:pt idx="5515">
                  <c:v>0.4</c:v>
                </c:pt>
                <c:pt idx="5516">
                  <c:v>0.4</c:v>
                </c:pt>
                <c:pt idx="5517">
                  <c:v>0.4</c:v>
                </c:pt>
                <c:pt idx="5518">
                  <c:v>0.4</c:v>
                </c:pt>
                <c:pt idx="5519">
                  <c:v>0.4</c:v>
                </c:pt>
                <c:pt idx="5520">
                  <c:v>0.4</c:v>
                </c:pt>
                <c:pt idx="5521">
                  <c:v>0.4</c:v>
                </c:pt>
                <c:pt idx="5522">
                  <c:v>0.4</c:v>
                </c:pt>
                <c:pt idx="5523">
                  <c:v>0.4</c:v>
                </c:pt>
                <c:pt idx="5524">
                  <c:v>0.4</c:v>
                </c:pt>
                <c:pt idx="5525">
                  <c:v>0.4</c:v>
                </c:pt>
                <c:pt idx="5526">
                  <c:v>0.4</c:v>
                </c:pt>
                <c:pt idx="5527">
                  <c:v>0.4</c:v>
                </c:pt>
                <c:pt idx="5528">
                  <c:v>0.4</c:v>
                </c:pt>
                <c:pt idx="5529">
                  <c:v>0.4</c:v>
                </c:pt>
                <c:pt idx="5530">
                  <c:v>0.4</c:v>
                </c:pt>
                <c:pt idx="5531">
                  <c:v>0.4</c:v>
                </c:pt>
                <c:pt idx="5532">
                  <c:v>0.4</c:v>
                </c:pt>
                <c:pt idx="5533">
                  <c:v>0.4</c:v>
                </c:pt>
                <c:pt idx="5534">
                  <c:v>0.4</c:v>
                </c:pt>
                <c:pt idx="5535">
                  <c:v>0.4</c:v>
                </c:pt>
                <c:pt idx="5536">
                  <c:v>0.4</c:v>
                </c:pt>
                <c:pt idx="5537">
                  <c:v>0.4</c:v>
                </c:pt>
                <c:pt idx="5538">
                  <c:v>0.4</c:v>
                </c:pt>
                <c:pt idx="5539">
                  <c:v>0.4</c:v>
                </c:pt>
                <c:pt idx="5540">
                  <c:v>0.4</c:v>
                </c:pt>
                <c:pt idx="5541">
                  <c:v>0.4</c:v>
                </c:pt>
                <c:pt idx="5542">
                  <c:v>0.4</c:v>
                </c:pt>
                <c:pt idx="5543">
                  <c:v>0.4</c:v>
                </c:pt>
                <c:pt idx="5544">
                  <c:v>0.4</c:v>
                </c:pt>
                <c:pt idx="5545">
                  <c:v>0.4</c:v>
                </c:pt>
                <c:pt idx="5546">
                  <c:v>0.4</c:v>
                </c:pt>
                <c:pt idx="5547">
                  <c:v>0.4</c:v>
                </c:pt>
                <c:pt idx="5548">
                  <c:v>0.4</c:v>
                </c:pt>
                <c:pt idx="5549">
                  <c:v>0.4</c:v>
                </c:pt>
                <c:pt idx="5550">
                  <c:v>0.4</c:v>
                </c:pt>
                <c:pt idx="5551">
                  <c:v>0.4</c:v>
                </c:pt>
                <c:pt idx="5552">
                  <c:v>0.4</c:v>
                </c:pt>
                <c:pt idx="5553">
                  <c:v>0.4</c:v>
                </c:pt>
                <c:pt idx="5554">
                  <c:v>0.4</c:v>
                </c:pt>
                <c:pt idx="5555">
                  <c:v>0.4</c:v>
                </c:pt>
                <c:pt idx="5556">
                  <c:v>0.4</c:v>
                </c:pt>
                <c:pt idx="5557">
                  <c:v>0.4</c:v>
                </c:pt>
                <c:pt idx="5558">
                  <c:v>0.4</c:v>
                </c:pt>
                <c:pt idx="5559">
                  <c:v>0.4</c:v>
                </c:pt>
                <c:pt idx="5560">
                  <c:v>0.4</c:v>
                </c:pt>
                <c:pt idx="5561">
                  <c:v>0.4</c:v>
                </c:pt>
                <c:pt idx="5562">
                  <c:v>0.4</c:v>
                </c:pt>
                <c:pt idx="5563">
                  <c:v>0.4</c:v>
                </c:pt>
                <c:pt idx="5564">
                  <c:v>0.4</c:v>
                </c:pt>
                <c:pt idx="5565">
                  <c:v>0.4</c:v>
                </c:pt>
                <c:pt idx="5566">
                  <c:v>0.4</c:v>
                </c:pt>
                <c:pt idx="5567">
                  <c:v>0.4</c:v>
                </c:pt>
                <c:pt idx="5568">
                  <c:v>0.4</c:v>
                </c:pt>
                <c:pt idx="5569">
                  <c:v>0.4</c:v>
                </c:pt>
                <c:pt idx="5570">
                  <c:v>0.4</c:v>
                </c:pt>
                <c:pt idx="5571">
                  <c:v>0.4</c:v>
                </c:pt>
                <c:pt idx="5572">
                  <c:v>0.4</c:v>
                </c:pt>
                <c:pt idx="5573">
                  <c:v>0.4</c:v>
                </c:pt>
                <c:pt idx="5574">
                  <c:v>0.4</c:v>
                </c:pt>
                <c:pt idx="5575">
                  <c:v>0.4</c:v>
                </c:pt>
                <c:pt idx="5576">
                  <c:v>0.4</c:v>
                </c:pt>
                <c:pt idx="5577">
                  <c:v>0.4</c:v>
                </c:pt>
                <c:pt idx="5578">
                  <c:v>0.4</c:v>
                </c:pt>
                <c:pt idx="5579">
                  <c:v>0.4</c:v>
                </c:pt>
                <c:pt idx="5580">
                  <c:v>0.4</c:v>
                </c:pt>
                <c:pt idx="5581">
                  <c:v>0.4</c:v>
                </c:pt>
                <c:pt idx="5582">
                  <c:v>0.4</c:v>
                </c:pt>
                <c:pt idx="5583">
                  <c:v>0.4</c:v>
                </c:pt>
                <c:pt idx="5584">
                  <c:v>0.4</c:v>
                </c:pt>
                <c:pt idx="5585">
                  <c:v>0.4</c:v>
                </c:pt>
                <c:pt idx="5586">
                  <c:v>0.4</c:v>
                </c:pt>
                <c:pt idx="5587">
                  <c:v>0.4</c:v>
                </c:pt>
                <c:pt idx="5588">
                  <c:v>0.4</c:v>
                </c:pt>
                <c:pt idx="5589">
                  <c:v>0.4</c:v>
                </c:pt>
                <c:pt idx="5590">
                  <c:v>0.4</c:v>
                </c:pt>
                <c:pt idx="5591">
                  <c:v>0.4</c:v>
                </c:pt>
                <c:pt idx="5592">
                  <c:v>0.4</c:v>
                </c:pt>
                <c:pt idx="5593">
                  <c:v>0.4</c:v>
                </c:pt>
                <c:pt idx="5594">
                  <c:v>0.4</c:v>
                </c:pt>
                <c:pt idx="5595">
                  <c:v>0.4</c:v>
                </c:pt>
                <c:pt idx="5596">
                  <c:v>0.4</c:v>
                </c:pt>
                <c:pt idx="5597">
                  <c:v>0.4</c:v>
                </c:pt>
                <c:pt idx="5598">
                  <c:v>0.4</c:v>
                </c:pt>
                <c:pt idx="5599">
                  <c:v>0.4</c:v>
                </c:pt>
                <c:pt idx="5600">
                  <c:v>0.4</c:v>
                </c:pt>
                <c:pt idx="5601">
                  <c:v>0.4</c:v>
                </c:pt>
                <c:pt idx="5602">
                  <c:v>0.4</c:v>
                </c:pt>
                <c:pt idx="5603">
                  <c:v>0.4</c:v>
                </c:pt>
                <c:pt idx="5604">
                  <c:v>0.4</c:v>
                </c:pt>
                <c:pt idx="5605">
                  <c:v>0.4</c:v>
                </c:pt>
                <c:pt idx="5606">
                  <c:v>0.4</c:v>
                </c:pt>
                <c:pt idx="5607">
                  <c:v>0.4</c:v>
                </c:pt>
                <c:pt idx="5608">
                  <c:v>0.4</c:v>
                </c:pt>
                <c:pt idx="5609">
                  <c:v>0.4</c:v>
                </c:pt>
                <c:pt idx="5610">
                  <c:v>0.4</c:v>
                </c:pt>
                <c:pt idx="5611">
                  <c:v>0.4</c:v>
                </c:pt>
                <c:pt idx="5612">
                  <c:v>0.4</c:v>
                </c:pt>
                <c:pt idx="5613">
                  <c:v>0.4</c:v>
                </c:pt>
                <c:pt idx="5614">
                  <c:v>0.4</c:v>
                </c:pt>
                <c:pt idx="5615">
                  <c:v>0.4</c:v>
                </c:pt>
                <c:pt idx="5616">
                  <c:v>0.4</c:v>
                </c:pt>
                <c:pt idx="5617">
                  <c:v>0.4</c:v>
                </c:pt>
                <c:pt idx="5618">
                  <c:v>0.4</c:v>
                </c:pt>
                <c:pt idx="5619">
                  <c:v>0.4</c:v>
                </c:pt>
                <c:pt idx="5620">
                  <c:v>0.4</c:v>
                </c:pt>
                <c:pt idx="5621">
                  <c:v>0.4</c:v>
                </c:pt>
                <c:pt idx="5622">
                  <c:v>0.4</c:v>
                </c:pt>
                <c:pt idx="5623">
                  <c:v>0.4</c:v>
                </c:pt>
                <c:pt idx="5624">
                  <c:v>0.4</c:v>
                </c:pt>
                <c:pt idx="5625">
                  <c:v>0.4</c:v>
                </c:pt>
                <c:pt idx="5626">
                  <c:v>0.4</c:v>
                </c:pt>
                <c:pt idx="5627">
                  <c:v>0.4</c:v>
                </c:pt>
                <c:pt idx="5628">
                  <c:v>0.4</c:v>
                </c:pt>
                <c:pt idx="5629">
                  <c:v>0.4</c:v>
                </c:pt>
                <c:pt idx="5630">
                  <c:v>0.4</c:v>
                </c:pt>
                <c:pt idx="5631">
                  <c:v>0.4</c:v>
                </c:pt>
                <c:pt idx="5632">
                  <c:v>0.4</c:v>
                </c:pt>
                <c:pt idx="5633">
                  <c:v>0.4</c:v>
                </c:pt>
                <c:pt idx="5634">
                  <c:v>0.4</c:v>
                </c:pt>
                <c:pt idx="5635">
                  <c:v>0.4</c:v>
                </c:pt>
                <c:pt idx="5636">
                  <c:v>0.4</c:v>
                </c:pt>
                <c:pt idx="5637">
                  <c:v>0.4</c:v>
                </c:pt>
                <c:pt idx="5638">
                  <c:v>0.4</c:v>
                </c:pt>
                <c:pt idx="5639">
                  <c:v>0.4</c:v>
                </c:pt>
                <c:pt idx="5640">
                  <c:v>0.4</c:v>
                </c:pt>
                <c:pt idx="5641">
                  <c:v>0.4</c:v>
                </c:pt>
                <c:pt idx="5642">
                  <c:v>0.4</c:v>
                </c:pt>
                <c:pt idx="5643">
                  <c:v>0.4</c:v>
                </c:pt>
                <c:pt idx="5644">
                  <c:v>0.4</c:v>
                </c:pt>
                <c:pt idx="5645">
                  <c:v>0.4</c:v>
                </c:pt>
                <c:pt idx="5646">
                  <c:v>0.4</c:v>
                </c:pt>
                <c:pt idx="5647">
                  <c:v>0.4</c:v>
                </c:pt>
                <c:pt idx="5648">
                  <c:v>0.4</c:v>
                </c:pt>
                <c:pt idx="5649">
                  <c:v>0.4</c:v>
                </c:pt>
                <c:pt idx="5650">
                  <c:v>0.4</c:v>
                </c:pt>
                <c:pt idx="5651">
                  <c:v>0.4</c:v>
                </c:pt>
                <c:pt idx="5652">
                  <c:v>0.4</c:v>
                </c:pt>
                <c:pt idx="5653">
                  <c:v>0.4</c:v>
                </c:pt>
                <c:pt idx="5654">
                  <c:v>0.4</c:v>
                </c:pt>
                <c:pt idx="5655">
                  <c:v>0.4</c:v>
                </c:pt>
                <c:pt idx="5656">
                  <c:v>0.4</c:v>
                </c:pt>
                <c:pt idx="5657">
                  <c:v>0.4</c:v>
                </c:pt>
                <c:pt idx="5658">
                  <c:v>0.4</c:v>
                </c:pt>
                <c:pt idx="5659">
                  <c:v>0.4</c:v>
                </c:pt>
                <c:pt idx="5660">
                  <c:v>0.4</c:v>
                </c:pt>
                <c:pt idx="5661">
                  <c:v>0.4</c:v>
                </c:pt>
                <c:pt idx="5662">
                  <c:v>0.4</c:v>
                </c:pt>
                <c:pt idx="5663">
                  <c:v>0.4</c:v>
                </c:pt>
                <c:pt idx="5664">
                  <c:v>0.4</c:v>
                </c:pt>
                <c:pt idx="5665">
                  <c:v>0.4</c:v>
                </c:pt>
                <c:pt idx="5666">
                  <c:v>0.4</c:v>
                </c:pt>
                <c:pt idx="5667">
                  <c:v>0.4</c:v>
                </c:pt>
                <c:pt idx="5668">
                  <c:v>0.4</c:v>
                </c:pt>
                <c:pt idx="5669">
                  <c:v>0.4</c:v>
                </c:pt>
                <c:pt idx="5670">
                  <c:v>0.4</c:v>
                </c:pt>
                <c:pt idx="5671">
                  <c:v>0.4</c:v>
                </c:pt>
                <c:pt idx="5672">
                  <c:v>0.4</c:v>
                </c:pt>
                <c:pt idx="5673">
                  <c:v>0.4</c:v>
                </c:pt>
                <c:pt idx="5674">
                  <c:v>0.4</c:v>
                </c:pt>
                <c:pt idx="5675">
                  <c:v>0.4</c:v>
                </c:pt>
                <c:pt idx="5676">
                  <c:v>0.4</c:v>
                </c:pt>
                <c:pt idx="5677">
                  <c:v>0.4</c:v>
                </c:pt>
                <c:pt idx="5678">
                  <c:v>0.4</c:v>
                </c:pt>
                <c:pt idx="5679">
                  <c:v>0.4</c:v>
                </c:pt>
                <c:pt idx="5680">
                  <c:v>0.4</c:v>
                </c:pt>
                <c:pt idx="5681">
                  <c:v>0.4</c:v>
                </c:pt>
                <c:pt idx="5682">
                  <c:v>0.4</c:v>
                </c:pt>
                <c:pt idx="5683">
                  <c:v>0.4</c:v>
                </c:pt>
                <c:pt idx="5684">
                  <c:v>0.4</c:v>
                </c:pt>
                <c:pt idx="5685">
                  <c:v>0.4</c:v>
                </c:pt>
                <c:pt idx="5686">
                  <c:v>0.4</c:v>
                </c:pt>
                <c:pt idx="5687">
                  <c:v>0.4</c:v>
                </c:pt>
                <c:pt idx="5688">
                  <c:v>0.4</c:v>
                </c:pt>
                <c:pt idx="5689">
                  <c:v>0.4</c:v>
                </c:pt>
                <c:pt idx="5690">
                  <c:v>0.4</c:v>
                </c:pt>
                <c:pt idx="5691">
                  <c:v>0.4</c:v>
                </c:pt>
                <c:pt idx="5692">
                  <c:v>0.4</c:v>
                </c:pt>
                <c:pt idx="5693">
                  <c:v>0.4</c:v>
                </c:pt>
                <c:pt idx="5694">
                  <c:v>0.4</c:v>
                </c:pt>
                <c:pt idx="5695">
                  <c:v>0.4</c:v>
                </c:pt>
                <c:pt idx="5696">
                  <c:v>0.4</c:v>
                </c:pt>
                <c:pt idx="5697">
                  <c:v>0.4</c:v>
                </c:pt>
                <c:pt idx="5698">
                  <c:v>0.4</c:v>
                </c:pt>
                <c:pt idx="5699">
                  <c:v>0.4</c:v>
                </c:pt>
                <c:pt idx="5700">
                  <c:v>0.4</c:v>
                </c:pt>
                <c:pt idx="5701">
                  <c:v>0.4</c:v>
                </c:pt>
                <c:pt idx="5702">
                  <c:v>0.4</c:v>
                </c:pt>
                <c:pt idx="5703">
                  <c:v>0.4</c:v>
                </c:pt>
                <c:pt idx="5704">
                  <c:v>0.4</c:v>
                </c:pt>
                <c:pt idx="5705">
                  <c:v>0.4</c:v>
                </c:pt>
                <c:pt idx="5706">
                  <c:v>0.4</c:v>
                </c:pt>
                <c:pt idx="5707">
                  <c:v>0.4</c:v>
                </c:pt>
                <c:pt idx="5708">
                  <c:v>0.4</c:v>
                </c:pt>
                <c:pt idx="5709">
                  <c:v>0.4</c:v>
                </c:pt>
                <c:pt idx="5710">
                  <c:v>0.4</c:v>
                </c:pt>
                <c:pt idx="5711">
                  <c:v>0.4</c:v>
                </c:pt>
                <c:pt idx="5712">
                  <c:v>0.4</c:v>
                </c:pt>
                <c:pt idx="5713">
                  <c:v>0.4</c:v>
                </c:pt>
                <c:pt idx="5714">
                  <c:v>0.4</c:v>
                </c:pt>
                <c:pt idx="5715">
                  <c:v>0.4</c:v>
                </c:pt>
                <c:pt idx="5716">
                  <c:v>0.4</c:v>
                </c:pt>
                <c:pt idx="5717">
                  <c:v>0.4</c:v>
                </c:pt>
                <c:pt idx="5718">
                  <c:v>0.4</c:v>
                </c:pt>
                <c:pt idx="5719">
                  <c:v>0.4</c:v>
                </c:pt>
                <c:pt idx="5720">
                  <c:v>0.4</c:v>
                </c:pt>
                <c:pt idx="5721">
                  <c:v>0.4</c:v>
                </c:pt>
                <c:pt idx="5722">
                  <c:v>0.4</c:v>
                </c:pt>
                <c:pt idx="5723">
                  <c:v>0.4</c:v>
                </c:pt>
                <c:pt idx="5724">
                  <c:v>0.4</c:v>
                </c:pt>
                <c:pt idx="5725">
                  <c:v>0.4</c:v>
                </c:pt>
                <c:pt idx="5726">
                  <c:v>0.4</c:v>
                </c:pt>
                <c:pt idx="5727">
                  <c:v>0.4</c:v>
                </c:pt>
                <c:pt idx="5728">
                  <c:v>0.4</c:v>
                </c:pt>
                <c:pt idx="5729">
                  <c:v>0.4</c:v>
                </c:pt>
                <c:pt idx="5730">
                  <c:v>0.4</c:v>
                </c:pt>
                <c:pt idx="5731">
                  <c:v>0.4</c:v>
                </c:pt>
                <c:pt idx="5732">
                  <c:v>0.4</c:v>
                </c:pt>
                <c:pt idx="5733">
                  <c:v>0.4</c:v>
                </c:pt>
                <c:pt idx="5734">
                  <c:v>0.4</c:v>
                </c:pt>
                <c:pt idx="5735">
                  <c:v>0.4</c:v>
                </c:pt>
                <c:pt idx="5736">
                  <c:v>0.4</c:v>
                </c:pt>
                <c:pt idx="5737">
                  <c:v>0.4</c:v>
                </c:pt>
                <c:pt idx="5738">
                  <c:v>0.4</c:v>
                </c:pt>
                <c:pt idx="5739">
                  <c:v>0.4</c:v>
                </c:pt>
                <c:pt idx="5740">
                  <c:v>0.4</c:v>
                </c:pt>
                <c:pt idx="5741">
                  <c:v>0.4</c:v>
                </c:pt>
                <c:pt idx="5742">
                  <c:v>0.4</c:v>
                </c:pt>
                <c:pt idx="5743">
                  <c:v>0.4</c:v>
                </c:pt>
                <c:pt idx="5744">
                  <c:v>0.4</c:v>
                </c:pt>
                <c:pt idx="5745">
                  <c:v>0.4</c:v>
                </c:pt>
                <c:pt idx="5746">
                  <c:v>0.4</c:v>
                </c:pt>
                <c:pt idx="5747">
                  <c:v>0.4</c:v>
                </c:pt>
                <c:pt idx="5748">
                  <c:v>0.4</c:v>
                </c:pt>
                <c:pt idx="5749">
                  <c:v>0.4</c:v>
                </c:pt>
                <c:pt idx="5750">
                  <c:v>0.4</c:v>
                </c:pt>
                <c:pt idx="5751">
                  <c:v>0.4</c:v>
                </c:pt>
                <c:pt idx="5752">
                  <c:v>0.4</c:v>
                </c:pt>
                <c:pt idx="5753">
                  <c:v>0.4</c:v>
                </c:pt>
                <c:pt idx="5754">
                  <c:v>0.4</c:v>
                </c:pt>
                <c:pt idx="5755">
                  <c:v>0.4</c:v>
                </c:pt>
                <c:pt idx="5756">
                  <c:v>0.4</c:v>
                </c:pt>
                <c:pt idx="5757">
                  <c:v>0.4</c:v>
                </c:pt>
                <c:pt idx="5758">
                  <c:v>0.4</c:v>
                </c:pt>
                <c:pt idx="5759">
                  <c:v>0.4</c:v>
                </c:pt>
                <c:pt idx="5760">
                  <c:v>0.4</c:v>
                </c:pt>
                <c:pt idx="5761">
                  <c:v>0.4</c:v>
                </c:pt>
                <c:pt idx="5762">
                  <c:v>0.4</c:v>
                </c:pt>
                <c:pt idx="5763">
                  <c:v>0.4</c:v>
                </c:pt>
                <c:pt idx="5764">
                  <c:v>0.4</c:v>
                </c:pt>
                <c:pt idx="5765">
                  <c:v>0.4</c:v>
                </c:pt>
                <c:pt idx="5766">
                  <c:v>0.4</c:v>
                </c:pt>
                <c:pt idx="5767">
                  <c:v>0.4</c:v>
                </c:pt>
                <c:pt idx="5768">
                  <c:v>0.4</c:v>
                </c:pt>
                <c:pt idx="5769">
                  <c:v>0.4</c:v>
                </c:pt>
                <c:pt idx="5770">
                  <c:v>0.4</c:v>
                </c:pt>
                <c:pt idx="5771">
                  <c:v>0.4</c:v>
                </c:pt>
                <c:pt idx="5772">
                  <c:v>0.4</c:v>
                </c:pt>
                <c:pt idx="5773">
                  <c:v>0.4</c:v>
                </c:pt>
                <c:pt idx="5774">
                  <c:v>0.4</c:v>
                </c:pt>
                <c:pt idx="5775">
                  <c:v>0.4</c:v>
                </c:pt>
                <c:pt idx="5776">
                  <c:v>0.4</c:v>
                </c:pt>
                <c:pt idx="5777">
                  <c:v>0.4</c:v>
                </c:pt>
                <c:pt idx="5778">
                  <c:v>0.4</c:v>
                </c:pt>
                <c:pt idx="5779">
                  <c:v>0.4</c:v>
                </c:pt>
                <c:pt idx="5780">
                  <c:v>0.4</c:v>
                </c:pt>
                <c:pt idx="5781">
                  <c:v>0.4</c:v>
                </c:pt>
                <c:pt idx="5782">
                  <c:v>0.4</c:v>
                </c:pt>
                <c:pt idx="5783">
                  <c:v>0.4</c:v>
                </c:pt>
                <c:pt idx="5784">
                  <c:v>0.4</c:v>
                </c:pt>
                <c:pt idx="5785">
                  <c:v>0.4</c:v>
                </c:pt>
                <c:pt idx="5786">
                  <c:v>0.4</c:v>
                </c:pt>
                <c:pt idx="5787">
                  <c:v>0.4</c:v>
                </c:pt>
                <c:pt idx="5788">
                  <c:v>0.4</c:v>
                </c:pt>
                <c:pt idx="5789">
                  <c:v>0.4</c:v>
                </c:pt>
                <c:pt idx="5790">
                  <c:v>0.4</c:v>
                </c:pt>
                <c:pt idx="5791">
                  <c:v>0.4</c:v>
                </c:pt>
                <c:pt idx="5792">
                  <c:v>0.4</c:v>
                </c:pt>
                <c:pt idx="5793">
                  <c:v>0.4</c:v>
                </c:pt>
                <c:pt idx="5794">
                  <c:v>0.4</c:v>
                </c:pt>
                <c:pt idx="5795">
                  <c:v>0.4</c:v>
                </c:pt>
                <c:pt idx="5796">
                  <c:v>0.4</c:v>
                </c:pt>
                <c:pt idx="5797">
                  <c:v>0.4</c:v>
                </c:pt>
                <c:pt idx="5798">
                  <c:v>0.4</c:v>
                </c:pt>
                <c:pt idx="5799">
                  <c:v>0.4</c:v>
                </c:pt>
                <c:pt idx="5800">
                  <c:v>0.4</c:v>
                </c:pt>
                <c:pt idx="5801">
                  <c:v>0.4</c:v>
                </c:pt>
                <c:pt idx="5802">
                  <c:v>0.4</c:v>
                </c:pt>
                <c:pt idx="5803">
                  <c:v>0.4</c:v>
                </c:pt>
                <c:pt idx="5804">
                  <c:v>0.4</c:v>
                </c:pt>
                <c:pt idx="5805">
                  <c:v>0.4</c:v>
                </c:pt>
                <c:pt idx="5806">
                  <c:v>0.4</c:v>
                </c:pt>
                <c:pt idx="5807">
                  <c:v>0.4</c:v>
                </c:pt>
                <c:pt idx="5808">
                  <c:v>0.4</c:v>
                </c:pt>
                <c:pt idx="5809">
                  <c:v>0.4</c:v>
                </c:pt>
                <c:pt idx="5810">
                  <c:v>0.4</c:v>
                </c:pt>
                <c:pt idx="5811">
                  <c:v>0.4</c:v>
                </c:pt>
                <c:pt idx="5812">
                  <c:v>0.4</c:v>
                </c:pt>
                <c:pt idx="5813">
                  <c:v>0.4</c:v>
                </c:pt>
                <c:pt idx="5814">
                  <c:v>0.4</c:v>
                </c:pt>
                <c:pt idx="5815">
                  <c:v>0.4</c:v>
                </c:pt>
                <c:pt idx="5816">
                  <c:v>0.4</c:v>
                </c:pt>
                <c:pt idx="5817">
                  <c:v>0.4</c:v>
                </c:pt>
                <c:pt idx="5818">
                  <c:v>0.4</c:v>
                </c:pt>
                <c:pt idx="5819">
                  <c:v>0.4</c:v>
                </c:pt>
                <c:pt idx="5820">
                  <c:v>0.4</c:v>
                </c:pt>
                <c:pt idx="5821">
                  <c:v>0.4</c:v>
                </c:pt>
                <c:pt idx="5822">
                  <c:v>0.4</c:v>
                </c:pt>
                <c:pt idx="5823">
                  <c:v>0.4</c:v>
                </c:pt>
                <c:pt idx="5824">
                  <c:v>0.4</c:v>
                </c:pt>
                <c:pt idx="5825">
                  <c:v>0.4</c:v>
                </c:pt>
                <c:pt idx="5826">
                  <c:v>0.4</c:v>
                </c:pt>
                <c:pt idx="5827">
                  <c:v>0.4</c:v>
                </c:pt>
                <c:pt idx="5828">
                  <c:v>0.4</c:v>
                </c:pt>
                <c:pt idx="5829">
                  <c:v>0.4</c:v>
                </c:pt>
                <c:pt idx="5830">
                  <c:v>0.4</c:v>
                </c:pt>
                <c:pt idx="5831">
                  <c:v>0.4</c:v>
                </c:pt>
                <c:pt idx="5832">
                  <c:v>0.4</c:v>
                </c:pt>
                <c:pt idx="5833">
                  <c:v>0.4</c:v>
                </c:pt>
                <c:pt idx="5834">
                  <c:v>0.4</c:v>
                </c:pt>
                <c:pt idx="5835">
                  <c:v>0.4</c:v>
                </c:pt>
                <c:pt idx="5836">
                  <c:v>0.4</c:v>
                </c:pt>
                <c:pt idx="5837">
                  <c:v>0.4</c:v>
                </c:pt>
                <c:pt idx="5838">
                  <c:v>0.4</c:v>
                </c:pt>
                <c:pt idx="5839">
                  <c:v>0.4</c:v>
                </c:pt>
                <c:pt idx="5840">
                  <c:v>0.4</c:v>
                </c:pt>
                <c:pt idx="5841">
                  <c:v>0.4</c:v>
                </c:pt>
                <c:pt idx="5842">
                  <c:v>0.4</c:v>
                </c:pt>
                <c:pt idx="5843">
                  <c:v>0.4</c:v>
                </c:pt>
                <c:pt idx="5844">
                  <c:v>0.4</c:v>
                </c:pt>
                <c:pt idx="5845">
                  <c:v>0.4</c:v>
                </c:pt>
                <c:pt idx="5846">
                  <c:v>0.4</c:v>
                </c:pt>
                <c:pt idx="5847">
                  <c:v>0.4</c:v>
                </c:pt>
                <c:pt idx="5848">
                  <c:v>0.4</c:v>
                </c:pt>
                <c:pt idx="5849">
                  <c:v>0.4</c:v>
                </c:pt>
                <c:pt idx="5850">
                  <c:v>0.4</c:v>
                </c:pt>
                <c:pt idx="5851">
                  <c:v>0.4</c:v>
                </c:pt>
                <c:pt idx="5852">
                  <c:v>0.4</c:v>
                </c:pt>
                <c:pt idx="5853">
                  <c:v>0.4</c:v>
                </c:pt>
                <c:pt idx="5854">
                  <c:v>0.4</c:v>
                </c:pt>
                <c:pt idx="5855">
                  <c:v>0.4</c:v>
                </c:pt>
                <c:pt idx="5856">
                  <c:v>0.4</c:v>
                </c:pt>
                <c:pt idx="5857">
                  <c:v>0.4</c:v>
                </c:pt>
                <c:pt idx="5858">
                  <c:v>0.4</c:v>
                </c:pt>
                <c:pt idx="5859">
                  <c:v>0.4</c:v>
                </c:pt>
                <c:pt idx="5860">
                  <c:v>0.4</c:v>
                </c:pt>
                <c:pt idx="5861">
                  <c:v>0.4</c:v>
                </c:pt>
                <c:pt idx="5862">
                  <c:v>0.4</c:v>
                </c:pt>
                <c:pt idx="5863">
                  <c:v>0.4</c:v>
                </c:pt>
                <c:pt idx="5864">
                  <c:v>0.4</c:v>
                </c:pt>
                <c:pt idx="5865">
                  <c:v>0.4</c:v>
                </c:pt>
                <c:pt idx="5866">
                  <c:v>0.4</c:v>
                </c:pt>
                <c:pt idx="5867">
                  <c:v>0.4</c:v>
                </c:pt>
                <c:pt idx="5868">
                  <c:v>0.4</c:v>
                </c:pt>
                <c:pt idx="5869">
                  <c:v>0.4</c:v>
                </c:pt>
                <c:pt idx="5870">
                  <c:v>0.4</c:v>
                </c:pt>
                <c:pt idx="5871">
                  <c:v>0.4</c:v>
                </c:pt>
                <c:pt idx="5872">
                  <c:v>0.4</c:v>
                </c:pt>
                <c:pt idx="5873">
                  <c:v>0.4</c:v>
                </c:pt>
                <c:pt idx="5874">
                  <c:v>0.4</c:v>
                </c:pt>
                <c:pt idx="5875">
                  <c:v>0.4</c:v>
                </c:pt>
                <c:pt idx="5876">
                  <c:v>0.4</c:v>
                </c:pt>
                <c:pt idx="5877">
                  <c:v>0.4</c:v>
                </c:pt>
                <c:pt idx="5878">
                  <c:v>0.4</c:v>
                </c:pt>
                <c:pt idx="5879">
                  <c:v>0.4</c:v>
                </c:pt>
                <c:pt idx="5880">
                  <c:v>0.4</c:v>
                </c:pt>
                <c:pt idx="5881">
                  <c:v>0.4</c:v>
                </c:pt>
                <c:pt idx="5882">
                  <c:v>0.4</c:v>
                </c:pt>
                <c:pt idx="5883">
                  <c:v>0.4</c:v>
                </c:pt>
                <c:pt idx="5884">
                  <c:v>0.4</c:v>
                </c:pt>
                <c:pt idx="5885">
                  <c:v>0.4</c:v>
                </c:pt>
                <c:pt idx="5886">
                  <c:v>0.4</c:v>
                </c:pt>
                <c:pt idx="5887">
                  <c:v>0.4</c:v>
                </c:pt>
                <c:pt idx="5888">
                  <c:v>0.4</c:v>
                </c:pt>
                <c:pt idx="5889">
                  <c:v>0.4</c:v>
                </c:pt>
                <c:pt idx="5890">
                  <c:v>0.4</c:v>
                </c:pt>
                <c:pt idx="5891">
                  <c:v>0.4</c:v>
                </c:pt>
                <c:pt idx="5892">
                  <c:v>0.4</c:v>
                </c:pt>
                <c:pt idx="5893">
                  <c:v>0.4</c:v>
                </c:pt>
                <c:pt idx="5894">
                  <c:v>0.4</c:v>
                </c:pt>
                <c:pt idx="5895">
                  <c:v>0.4</c:v>
                </c:pt>
                <c:pt idx="5896">
                  <c:v>0.4</c:v>
                </c:pt>
                <c:pt idx="5897">
                  <c:v>0.4</c:v>
                </c:pt>
                <c:pt idx="5898">
                  <c:v>0.4</c:v>
                </c:pt>
                <c:pt idx="5899">
                  <c:v>0.4</c:v>
                </c:pt>
                <c:pt idx="5900">
                  <c:v>0.4</c:v>
                </c:pt>
                <c:pt idx="5901">
                  <c:v>0.4</c:v>
                </c:pt>
                <c:pt idx="5902">
                  <c:v>0.4</c:v>
                </c:pt>
                <c:pt idx="5903">
                  <c:v>0.4</c:v>
                </c:pt>
                <c:pt idx="5904">
                  <c:v>0.4</c:v>
                </c:pt>
                <c:pt idx="5905">
                  <c:v>0.4</c:v>
                </c:pt>
                <c:pt idx="5906">
                  <c:v>0.4</c:v>
                </c:pt>
                <c:pt idx="5907">
                  <c:v>0.4</c:v>
                </c:pt>
                <c:pt idx="5908">
                  <c:v>0.4</c:v>
                </c:pt>
                <c:pt idx="5909">
                  <c:v>0.4</c:v>
                </c:pt>
                <c:pt idx="5910">
                  <c:v>0.4</c:v>
                </c:pt>
                <c:pt idx="5911">
                  <c:v>0.4</c:v>
                </c:pt>
                <c:pt idx="5912">
                  <c:v>0.4</c:v>
                </c:pt>
                <c:pt idx="5913">
                  <c:v>0.4</c:v>
                </c:pt>
                <c:pt idx="5914">
                  <c:v>0.4</c:v>
                </c:pt>
                <c:pt idx="5915">
                  <c:v>0.4</c:v>
                </c:pt>
                <c:pt idx="5916">
                  <c:v>0.4</c:v>
                </c:pt>
                <c:pt idx="5917">
                  <c:v>0.4</c:v>
                </c:pt>
                <c:pt idx="5918">
                  <c:v>0.4</c:v>
                </c:pt>
                <c:pt idx="5919">
                  <c:v>0.4</c:v>
                </c:pt>
                <c:pt idx="5920">
                  <c:v>0.4</c:v>
                </c:pt>
                <c:pt idx="5921">
                  <c:v>0.4</c:v>
                </c:pt>
                <c:pt idx="5922">
                  <c:v>0.4</c:v>
                </c:pt>
                <c:pt idx="5923">
                  <c:v>0.4</c:v>
                </c:pt>
                <c:pt idx="5924">
                  <c:v>0.4</c:v>
                </c:pt>
                <c:pt idx="5925">
                  <c:v>0.4</c:v>
                </c:pt>
                <c:pt idx="5926">
                  <c:v>0.4</c:v>
                </c:pt>
                <c:pt idx="5927">
                  <c:v>0.4</c:v>
                </c:pt>
                <c:pt idx="5928">
                  <c:v>0.4</c:v>
                </c:pt>
                <c:pt idx="5929">
                  <c:v>0.4</c:v>
                </c:pt>
                <c:pt idx="5930">
                  <c:v>0.4</c:v>
                </c:pt>
                <c:pt idx="5931">
                  <c:v>0.4</c:v>
                </c:pt>
                <c:pt idx="5932">
                  <c:v>0.4</c:v>
                </c:pt>
                <c:pt idx="5933">
                  <c:v>0.4</c:v>
                </c:pt>
                <c:pt idx="5934">
                  <c:v>0.4</c:v>
                </c:pt>
                <c:pt idx="5935">
                  <c:v>0.4</c:v>
                </c:pt>
                <c:pt idx="5936">
                  <c:v>0.4</c:v>
                </c:pt>
                <c:pt idx="5937">
                  <c:v>0.4</c:v>
                </c:pt>
                <c:pt idx="5938">
                  <c:v>0.4</c:v>
                </c:pt>
                <c:pt idx="5939">
                  <c:v>0.4</c:v>
                </c:pt>
                <c:pt idx="5940">
                  <c:v>0.4</c:v>
                </c:pt>
                <c:pt idx="5941">
                  <c:v>0.4</c:v>
                </c:pt>
                <c:pt idx="5942">
                  <c:v>0.4</c:v>
                </c:pt>
                <c:pt idx="5943">
                  <c:v>0.4</c:v>
                </c:pt>
                <c:pt idx="5944">
                  <c:v>0.4</c:v>
                </c:pt>
                <c:pt idx="5945">
                  <c:v>0.4</c:v>
                </c:pt>
                <c:pt idx="5946">
                  <c:v>0.4</c:v>
                </c:pt>
                <c:pt idx="5947">
                  <c:v>0.4</c:v>
                </c:pt>
                <c:pt idx="5948">
                  <c:v>0.4</c:v>
                </c:pt>
                <c:pt idx="5949">
                  <c:v>0.4</c:v>
                </c:pt>
                <c:pt idx="5950">
                  <c:v>0.4</c:v>
                </c:pt>
                <c:pt idx="5951">
                  <c:v>0.4</c:v>
                </c:pt>
                <c:pt idx="5952">
                  <c:v>0.4</c:v>
                </c:pt>
                <c:pt idx="5953">
                  <c:v>0.4</c:v>
                </c:pt>
                <c:pt idx="5954">
                  <c:v>0.4</c:v>
                </c:pt>
                <c:pt idx="5955">
                  <c:v>0.4</c:v>
                </c:pt>
                <c:pt idx="5956">
                  <c:v>0.4</c:v>
                </c:pt>
                <c:pt idx="5957">
                  <c:v>0.4</c:v>
                </c:pt>
                <c:pt idx="5958">
                  <c:v>0.4</c:v>
                </c:pt>
                <c:pt idx="5959">
                  <c:v>0.4</c:v>
                </c:pt>
                <c:pt idx="5960">
                  <c:v>0.4</c:v>
                </c:pt>
                <c:pt idx="5961">
                  <c:v>0.4</c:v>
                </c:pt>
                <c:pt idx="5962">
                  <c:v>0.4</c:v>
                </c:pt>
                <c:pt idx="5963">
                  <c:v>0.4</c:v>
                </c:pt>
                <c:pt idx="5964">
                  <c:v>0.4</c:v>
                </c:pt>
                <c:pt idx="5965">
                  <c:v>0.4</c:v>
                </c:pt>
                <c:pt idx="5966">
                  <c:v>0.4</c:v>
                </c:pt>
                <c:pt idx="5967">
                  <c:v>0.4</c:v>
                </c:pt>
                <c:pt idx="5968">
                  <c:v>0.4</c:v>
                </c:pt>
                <c:pt idx="5969">
                  <c:v>0.4</c:v>
                </c:pt>
                <c:pt idx="5970">
                  <c:v>0.4</c:v>
                </c:pt>
                <c:pt idx="5971">
                  <c:v>0.4</c:v>
                </c:pt>
                <c:pt idx="5972">
                  <c:v>0.4</c:v>
                </c:pt>
                <c:pt idx="5973">
                  <c:v>0.4</c:v>
                </c:pt>
                <c:pt idx="5974">
                  <c:v>0.4</c:v>
                </c:pt>
                <c:pt idx="5975">
                  <c:v>0.4</c:v>
                </c:pt>
                <c:pt idx="5976">
                  <c:v>0.4</c:v>
                </c:pt>
                <c:pt idx="5977">
                  <c:v>0.4</c:v>
                </c:pt>
                <c:pt idx="5978">
                  <c:v>0.4</c:v>
                </c:pt>
                <c:pt idx="5979">
                  <c:v>0.4</c:v>
                </c:pt>
                <c:pt idx="5980">
                  <c:v>0.4</c:v>
                </c:pt>
                <c:pt idx="5981">
                  <c:v>0.4</c:v>
                </c:pt>
                <c:pt idx="5982">
                  <c:v>0.4</c:v>
                </c:pt>
                <c:pt idx="5983">
                  <c:v>0.4</c:v>
                </c:pt>
                <c:pt idx="5984">
                  <c:v>0.4</c:v>
                </c:pt>
                <c:pt idx="5985">
                  <c:v>0.4</c:v>
                </c:pt>
                <c:pt idx="5986">
                  <c:v>0.4</c:v>
                </c:pt>
                <c:pt idx="5987">
                  <c:v>0.4</c:v>
                </c:pt>
                <c:pt idx="5988">
                  <c:v>0.4</c:v>
                </c:pt>
                <c:pt idx="5989">
                  <c:v>0.4</c:v>
                </c:pt>
                <c:pt idx="5990">
                  <c:v>0.4</c:v>
                </c:pt>
                <c:pt idx="5991">
                  <c:v>0.4</c:v>
                </c:pt>
                <c:pt idx="5992">
                  <c:v>0.4</c:v>
                </c:pt>
                <c:pt idx="5993">
                  <c:v>0.4</c:v>
                </c:pt>
                <c:pt idx="5994">
                  <c:v>0.4</c:v>
                </c:pt>
                <c:pt idx="5995">
                  <c:v>0.4</c:v>
                </c:pt>
                <c:pt idx="5996">
                  <c:v>0.4</c:v>
                </c:pt>
                <c:pt idx="5997">
                  <c:v>0.4</c:v>
                </c:pt>
                <c:pt idx="5998">
                  <c:v>0.4</c:v>
                </c:pt>
                <c:pt idx="5999">
                  <c:v>0.4</c:v>
                </c:pt>
                <c:pt idx="6000">
                  <c:v>0.4</c:v>
                </c:pt>
              </c:numCache>
            </c:numRef>
          </c:yVal>
          <c:smooth val="1"/>
        </c:ser>
        <c:ser>
          <c:idx val="0"/>
          <c:order val="2"/>
          <c:tx>
            <c:v>NWS, CRA</c:v>
          </c:tx>
          <c:spPr>
            <a:ln>
              <a:solidFill>
                <a:srgbClr val="265A9A">
                  <a:alpha val="50000"/>
                </a:srgbClr>
              </a:solidFill>
            </a:ln>
          </c:spPr>
          <c:marker>
            <c:symbol val="none"/>
          </c:marker>
          <c:xVal>
            <c:numRef>
              <c:f>'Decomp of net income (Data)'!$A$2:$A$6002</c:f>
              <c:numCache>
                <c:formatCode>General</c:formatCode>
                <c:ptCount val="6001"/>
                <c:pt idx="0">
                  <c:v>0</c:v>
                </c:pt>
                <c:pt idx="1">
                  <c:v>26.07</c:v>
                </c:pt>
                <c:pt idx="2">
                  <c:v>52.14</c:v>
                </c:pt>
                <c:pt idx="3">
                  <c:v>78.209999999999994</c:v>
                </c:pt>
                <c:pt idx="4">
                  <c:v>104.29</c:v>
                </c:pt>
                <c:pt idx="5">
                  <c:v>130.36000000000001</c:v>
                </c:pt>
                <c:pt idx="6">
                  <c:v>156.43</c:v>
                </c:pt>
                <c:pt idx="7">
                  <c:v>182.5</c:v>
                </c:pt>
                <c:pt idx="8">
                  <c:v>208.57</c:v>
                </c:pt>
                <c:pt idx="9">
                  <c:v>234.64</c:v>
                </c:pt>
                <c:pt idx="10">
                  <c:v>260.70999999999998</c:v>
                </c:pt>
                <c:pt idx="11">
                  <c:v>286.79000000000002</c:v>
                </c:pt>
                <c:pt idx="12">
                  <c:v>312.86</c:v>
                </c:pt>
                <c:pt idx="13">
                  <c:v>338.93</c:v>
                </c:pt>
                <c:pt idx="14">
                  <c:v>365</c:v>
                </c:pt>
                <c:pt idx="15">
                  <c:v>391.07</c:v>
                </c:pt>
                <c:pt idx="16">
                  <c:v>417.14</c:v>
                </c:pt>
                <c:pt idx="17">
                  <c:v>443.21</c:v>
                </c:pt>
                <c:pt idx="18">
                  <c:v>469.29</c:v>
                </c:pt>
                <c:pt idx="19">
                  <c:v>495.36</c:v>
                </c:pt>
                <c:pt idx="20">
                  <c:v>521.42999999999995</c:v>
                </c:pt>
                <c:pt idx="21">
                  <c:v>547.5</c:v>
                </c:pt>
                <c:pt idx="22">
                  <c:v>573.57000000000005</c:v>
                </c:pt>
                <c:pt idx="23">
                  <c:v>599.64</c:v>
                </c:pt>
                <c:pt idx="24">
                  <c:v>625.71</c:v>
                </c:pt>
                <c:pt idx="25">
                  <c:v>651.79</c:v>
                </c:pt>
                <c:pt idx="26">
                  <c:v>677.86</c:v>
                </c:pt>
                <c:pt idx="27">
                  <c:v>703.93</c:v>
                </c:pt>
                <c:pt idx="28">
                  <c:v>730</c:v>
                </c:pt>
                <c:pt idx="29">
                  <c:v>756.07</c:v>
                </c:pt>
                <c:pt idx="30">
                  <c:v>782.14</c:v>
                </c:pt>
                <c:pt idx="31">
                  <c:v>808.21</c:v>
                </c:pt>
                <c:pt idx="32">
                  <c:v>834.29</c:v>
                </c:pt>
                <c:pt idx="33">
                  <c:v>860.36</c:v>
                </c:pt>
                <c:pt idx="34">
                  <c:v>886.43</c:v>
                </c:pt>
                <c:pt idx="35">
                  <c:v>912.5</c:v>
                </c:pt>
                <c:pt idx="36">
                  <c:v>938.57</c:v>
                </c:pt>
                <c:pt idx="37">
                  <c:v>964.64</c:v>
                </c:pt>
                <c:pt idx="38">
                  <c:v>990.71</c:v>
                </c:pt>
                <c:pt idx="39">
                  <c:v>1016.79</c:v>
                </c:pt>
                <c:pt idx="40">
                  <c:v>1042.8599999999999</c:v>
                </c:pt>
                <c:pt idx="41">
                  <c:v>1068.93</c:v>
                </c:pt>
                <c:pt idx="42">
                  <c:v>1095</c:v>
                </c:pt>
                <c:pt idx="43">
                  <c:v>1121.07</c:v>
                </c:pt>
                <c:pt idx="44">
                  <c:v>1147.1400000000001</c:v>
                </c:pt>
                <c:pt idx="45">
                  <c:v>1173.21</c:v>
                </c:pt>
                <c:pt idx="46">
                  <c:v>1199.29</c:v>
                </c:pt>
                <c:pt idx="47">
                  <c:v>1225.3599999999999</c:v>
                </c:pt>
                <c:pt idx="48">
                  <c:v>1251.43</c:v>
                </c:pt>
                <c:pt idx="49">
                  <c:v>1277.5</c:v>
                </c:pt>
                <c:pt idx="50">
                  <c:v>1303.57</c:v>
                </c:pt>
                <c:pt idx="51">
                  <c:v>1329.64</c:v>
                </c:pt>
                <c:pt idx="52">
                  <c:v>1355.71</c:v>
                </c:pt>
                <c:pt idx="53">
                  <c:v>1381.79</c:v>
                </c:pt>
                <c:pt idx="54">
                  <c:v>1407.86</c:v>
                </c:pt>
                <c:pt idx="55">
                  <c:v>1433.93</c:v>
                </c:pt>
                <c:pt idx="56">
                  <c:v>1460</c:v>
                </c:pt>
                <c:pt idx="57">
                  <c:v>1486.07</c:v>
                </c:pt>
                <c:pt idx="58">
                  <c:v>1512.14</c:v>
                </c:pt>
                <c:pt idx="59">
                  <c:v>1538.21</c:v>
                </c:pt>
                <c:pt idx="60">
                  <c:v>1564.29</c:v>
                </c:pt>
                <c:pt idx="61">
                  <c:v>1590.36</c:v>
                </c:pt>
                <c:pt idx="62">
                  <c:v>1616.43</c:v>
                </c:pt>
                <c:pt idx="63">
                  <c:v>1642.5</c:v>
                </c:pt>
                <c:pt idx="64">
                  <c:v>1668.57</c:v>
                </c:pt>
                <c:pt idx="65">
                  <c:v>1694.64</c:v>
                </c:pt>
                <c:pt idx="66">
                  <c:v>1720.71</c:v>
                </c:pt>
                <c:pt idx="67">
                  <c:v>1746.79</c:v>
                </c:pt>
                <c:pt idx="68">
                  <c:v>1772.86</c:v>
                </c:pt>
                <c:pt idx="69">
                  <c:v>1798.93</c:v>
                </c:pt>
                <c:pt idx="70">
                  <c:v>1825</c:v>
                </c:pt>
                <c:pt idx="71">
                  <c:v>1851.07</c:v>
                </c:pt>
                <c:pt idx="72">
                  <c:v>1877.14</c:v>
                </c:pt>
                <c:pt idx="73">
                  <c:v>1903.21</c:v>
                </c:pt>
                <c:pt idx="74">
                  <c:v>1929.29</c:v>
                </c:pt>
                <c:pt idx="75">
                  <c:v>1955.36</c:v>
                </c:pt>
                <c:pt idx="76">
                  <c:v>1981.43</c:v>
                </c:pt>
                <c:pt idx="77">
                  <c:v>2007.5</c:v>
                </c:pt>
                <c:pt idx="78">
                  <c:v>2033.57</c:v>
                </c:pt>
                <c:pt idx="79">
                  <c:v>2059.64</c:v>
                </c:pt>
                <c:pt idx="80">
                  <c:v>2085.71</c:v>
                </c:pt>
                <c:pt idx="81">
                  <c:v>2111.79</c:v>
                </c:pt>
                <c:pt idx="82">
                  <c:v>2137.86</c:v>
                </c:pt>
                <c:pt idx="83">
                  <c:v>2163.9299999999998</c:v>
                </c:pt>
                <c:pt idx="84">
                  <c:v>2190</c:v>
                </c:pt>
                <c:pt idx="85">
                  <c:v>2216.0700000000002</c:v>
                </c:pt>
                <c:pt idx="86">
                  <c:v>2242.14</c:v>
                </c:pt>
                <c:pt idx="87">
                  <c:v>2268.21</c:v>
                </c:pt>
                <c:pt idx="88">
                  <c:v>2294.29</c:v>
                </c:pt>
                <c:pt idx="89">
                  <c:v>2320.36</c:v>
                </c:pt>
                <c:pt idx="90">
                  <c:v>2346.4299999999998</c:v>
                </c:pt>
                <c:pt idx="91">
                  <c:v>2372.5</c:v>
                </c:pt>
                <c:pt idx="92">
                  <c:v>2398.5700000000002</c:v>
                </c:pt>
                <c:pt idx="93">
                  <c:v>2424.64</c:v>
                </c:pt>
                <c:pt idx="94">
                  <c:v>2450.71</c:v>
                </c:pt>
                <c:pt idx="95">
                  <c:v>2476.79</c:v>
                </c:pt>
                <c:pt idx="96">
                  <c:v>2502.86</c:v>
                </c:pt>
                <c:pt idx="97">
                  <c:v>2528.9299999999998</c:v>
                </c:pt>
                <c:pt idx="98">
                  <c:v>2555</c:v>
                </c:pt>
                <c:pt idx="99">
                  <c:v>2581.0700000000002</c:v>
                </c:pt>
                <c:pt idx="100">
                  <c:v>2607.14</c:v>
                </c:pt>
                <c:pt idx="101">
                  <c:v>2633.21</c:v>
                </c:pt>
                <c:pt idx="102">
                  <c:v>2659.29</c:v>
                </c:pt>
                <c:pt idx="103">
                  <c:v>2685.36</c:v>
                </c:pt>
                <c:pt idx="104">
                  <c:v>2711.43</c:v>
                </c:pt>
                <c:pt idx="105">
                  <c:v>2737.5</c:v>
                </c:pt>
                <c:pt idx="106">
                  <c:v>2763.57</c:v>
                </c:pt>
                <c:pt idx="107">
                  <c:v>2789.64</c:v>
                </c:pt>
                <c:pt idx="108">
                  <c:v>2815.71</c:v>
                </c:pt>
                <c:pt idx="109">
                  <c:v>2841.79</c:v>
                </c:pt>
                <c:pt idx="110">
                  <c:v>2867.86</c:v>
                </c:pt>
                <c:pt idx="111">
                  <c:v>2893.93</c:v>
                </c:pt>
                <c:pt idx="112">
                  <c:v>2920</c:v>
                </c:pt>
                <c:pt idx="113">
                  <c:v>2946.07</c:v>
                </c:pt>
                <c:pt idx="114">
                  <c:v>2972.14</c:v>
                </c:pt>
                <c:pt idx="115">
                  <c:v>2998.21</c:v>
                </c:pt>
                <c:pt idx="116">
                  <c:v>3024.29</c:v>
                </c:pt>
                <c:pt idx="117">
                  <c:v>3050.36</c:v>
                </c:pt>
                <c:pt idx="118">
                  <c:v>3076.43</c:v>
                </c:pt>
                <c:pt idx="119">
                  <c:v>3102.5</c:v>
                </c:pt>
                <c:pt idx="120">
                  <c:v>3128.57</c:v>
                </c:pt>
                <c:pt idx="121">
                  <c:v>3154.64</c:v>
                </c:pt>
                <c:pt idx="122">
                  <c:v>3180.71</c:v>
                </c:pt>
                <c:pt idx="123">
                  <c:v>3206.79</c:v>
                </c:pt>
                <c:pt idx="124">
                  <c:v>3232.86</c:v>
                </c:pt>
                <c:pt idx="125">
                  <c:v>3258.93</c:v>
                </c:pt>
                <c:pt idx="126">
                  <c:v>3285</c:v>
                </c:pt>
                <c:pt idx="127">
                  <c:v>3311.07</c:v>
                </c:pt>
                <c:pt idx="128">
                  <c:v>3337.14</c:v>
                </c:pt>
                <c:pt idx="129">
                  <c:v>3363.21</c:v>
                </c:pt>
                <c:pt idx="130">
                  <c:v>3389.29</c:v>
                </c:pt>
                <c:pt idx="131">
                  <c:v>3415.36</c:v>
                </c:pt>
                <c:pt idx="132">
                  <c:v>3441.43</c:v>
                </c:pt>
                <c:pt idx="133">
                  <c:v>3467.5</c:v>
                </c:pt>
                <c:pt idx="134">
                  <c:v>3493.57</c:v>
                </c:pt>
                <c:pt idx="135">
                  <c:v>3519.64</c:v>
                </c:pt>
                <c:pt idx="136">
                  <c:v>3545.71</c:v>
                </c:pt>
                <c:pt idx="137">
                  <c:v>3571.79</c:v>
                </c:pt>
                <c:pt idx="138">
                  <c:v>3597.86</c:v>
                </c:pt>
                <c:pt idx="139">
                  <c:v>3623.93</c:v>
                </c:pt>
                <c:pt idx="140">
                  <c:v>3650</c:v>
                </c:pt>
                <c:pt idx="141">
                  <c:v>3676.07</c:v>
                </c:pt>
                <c:pt idx="142">
                  <c:v>3702.14</c:v>
                </c:pt>
                <c:pt idx="143">
                  <c:v>3728.21</c:v>
                </c:pt>
                <c:pt idx="144">
                  <c:v>3754.29</c:v>
                </c:pt>
                <c:pt idx="145">
                  <c:v>3780.36</c:v>
                </c:pt>
                <c:pt idx="146">
                  <c:v>3806.43</c:v>
                </c:pt>
                <c:pt idx="147">
                  <c:v>3832.5</c:v>
                </c:pt>
                <c:pt idx="148">
                  <c:v>3858.57</c:v>
                </c:pt>
                <c:pt idx="149">
                  <c:v>3884.64</c:v>
                </c:pt>
                <c:pt idx="150">
                  <c:v>3910.71</c:v>
                </c:pt>
                <c:pt idx="151">
                  <c:v>3936.79</c:v>
                </c:pt>
                <c:pt idx="152">
                  <c:v>3962.86</c:v>
                </c:pt>
                <c:pt idx="153">
                  <c:v>3988.93</c:v>
                </c:pt>
                <c:pt idx="154">
                  <c:v>4015</c:v>
                </c:pt>
                <c:pt idx="155">
                  <c:v>4041.07</c:v>
                </c:pt>
                <c:pt idx="156">
                  <c:v>4067.14</c:v>
                </c:pt>
                <c:pt idx="157">
                  <c:v>4093.21</c:v>
                </c:pt>
                <c:pt idx="158">
                  <c:v>4119.29</c:v>
                </c:pt>
                <c:pt idx="159">
                  <c:v>4145.3599999999997</c:v>
                </c:pt>
                <c:pt idx="160">
                  <c:v>4171.43</c:v>
                </c:pt>
                <c:pt idx="161">
                  <c:v>4197.5</c:v>
                </c:pt>
                <c:pt idx="162">
                  <c:v>4223.57</c:v>
                </c:pt>
                <c:pt idx="163">
                  <c:v>4249.6400000000003</c:v>
                </c:pt>
                <c:pt idx="164">
                  <c:v>4275.71</c:v>
                </c:pt>
                <c:pt idx="165">
                  <c:v>4301.79</c:v>
                </c:pt>
                <c:pt idx="166">
                  <c:v>4327.8599999999997</c:v>
                </c:pt>
                <c:pt idx="167">
                  <c:v>4353.93</c:v>
                </c:pt>
                <c:pt idx="168">
                  <c:v>4380</c:v>
                </c:pt>
                <c:pt idx="169">
                  <c:v>4406.07</c:v>
                </c:pt>
                <c:pt idx="170">
                  <c:v>4432.1400000000003</c:v>
                </c:pt>
                <c:pt idx="171">
                  <c:v>4458.21</c:v>
                </c:pt>
                <c:pt idx="172">
                  <c:v>4484.29</c:v>
                </c:pt>
                <c:pt idx="173">
                  <c:v>4510.3599999999997</c:v>
                </c:pt>
                <c:pt idx="174">
                  <c:v>4536.43</c:v>
                </c:pt>
                <c:pt idx="175">
                  <c:v>4562.5</c:v>
                </c:pt>
                <c:pt idx="176">
                  <c:v>4588.57</c:v>
                </c:pt>
                <c:pt idx="177">
                  <c:v>4614.6400000000003</c:v>
                </c:pt>
                <c:pt idx="178">
                  <c:v>4640.71</c:v>
                </c:pt>
                <c:pt idx="179">
                  <c:v>4666.79</c:v>
                </c:pt>
                <c:pt idx="180">
                  <c:v>4692.8599999999997</c:v>
                </c:pt>
                <c:pt idx="181">
                  <c:v>4718.93</c:v>
                </c:pt>
                <c:pt idx="182">
                  <c:v>4745</c:v>
                </c:pt>
                <c:pt idx="183">
                  <c:v>4771.07</c:v>
                </c:pt>
                <c:pt idx="184">
                  <c:v>4797.1400000000003</c:v>
                </c:pt>
                <c:pt idx="185">
                  <c:v>4823.21</c:v>
                </c:pt>
                <c:pt idx="186">
                  <c:v>4849.29</c:v>
                </c:pt>
                <c:pt idx="187">
                  <c:v>4875.3599999999997</c:v>
                </c:pt>
                <c:pt idx="188">
                  <c:v>4901.43</c:v>
                </c:pt>
                <c:pt idx="189">
                  <c:v>4927.5</c:v>
                </c:pt>
                <c:pt idx="190">
                  <c:v>4953.57</c:v>
                </c:pt>
                <c:pt idx="191">
                  <c:v>4979.6400000000003</c:v>
                </c:pt>
                <c:pt idx="192">
                  <c:v>5005.71</c:v>
                </c:pt>
                <c:pt idx="193">
                  <c:v>5031.79</c:v>
                </c:pt>
                <c:pt idx="194">
                  <c:v>5057.8599999999997</c:v>
                </c:pt>
                <c:pt idx="195">
                  <c:v>5083.93</c:v>
                </c:pt>
                <c:pt idx="196">
                  <c:v>5110</c:v>
                </c:pt>
                <c:pt idx="197">
                  <c:v>5136.07</c:v>
                </c:pt>
                <c:pt idx="198">
                  <c:v>5162.1400000000003</c:v>
                </c:pt>
                <c:pt idx="199">
                  <c:v>5188.21</c:v>
                </c:pt>
                <c:pt idx="200">
                  <c:v>5214.29</c:v>
                </c:pt>
                <c:pt idx="201">
                  <c:v>5240.3599999999997</c:v>
                </c:pt>
                <c:pt idx="202">
                  <c:v>5266.43</c:v>
                </c:pt>
                <c:pt idx="203">
                  <c:v>5292.5</c:v>
                </c:pt>
                <c:pt idx="204">
                  <c:v>5318.57</c:v>
                </c:pt>
                <c:pt idx="205">
                  <c:v>5344.64</c:v>
                </c:pt>
                <c:pt idx="206">
                  <c:v>5370.71</c:v>
                </c:pt>
                <c:pt idx="207">
                  <c:v>5396.79</c:v>
                </c:pt>
                <c:pt idx="208">
                  <c:v>5422.86</c:v>
                </c:pt>
                <c:pt idx="209">
                  <c:v>5448.93</c:v>
                </c:pt>
                <c:pt idx="210">
                  <c:v>5475</c:v>
                </c:pt>
                <c:pt idx="211">
                  <c:v>5501.07</c:v>
                </c:pt>
                <c:pt idx="212">
                  <c:v>5527.14</c:v>
                </c:pt>
                <c:pt idx="213">
                  <c:v>5553.21</c:v>
                </c:pt>
                <c:pt idx="214">
                  <c:v>5579.29</c:v>
                </c:pt>
                <c:pt idx="215">
                  <c:v>5605.36</c:v>
                </c:pt>
                <c:pt idx="216">
                  <c:v>5631.43</c:v>
                </c:pt>
                <c:pt idx="217">
                  <c:v>5657.5</c:v>
                </c:pt>
                <c:pt idx="218">
                  <c:v>5683.57</c:v>
                </c:pt>
                <c:pt idx="219">
                  <c:v>5709.64</c:v>
                </c:pt>
                <c:pt idx="220">
                  <c:v>5735.71</c:v>
                </c:pt>
                <c:pt idx="221">
                  <c:v>5761.79</c:v>
                </c:pt>
                <c:pt idx="222">
                  <c:v>5787.86</c:v>
                </c:pt>
                <c:pt idx="223">
                  <c:v>5813.93</c:v>
                </c:pt>
                <c:pt idx="224">
                  <c:v>5840</c:v>
                </c:pt>
                <c:pt idx="225">
                  <c:v>5866.07</c:v>
                </c:pt>
                <c:pt idx="226">
                  <c:v>5892.14</c:v>
                </c:pt>
                <c:pt idx="227">
                  <c:v>5918.21</c:v>
                </c:pt>
                <c:pt idx="228">
                  <c:v>5944.29</c:v>
                </c:pt>
                <c:pt idx="229">
                  <c:v>5970.36</c:v>
                </c:pt>
                <c:pt idx="230">
                  <c:v>5996.43</c:v>
                </c:pt>
                <c:pt idx="231">
                  <c:v>6022.5</c:v>
                </c:pt>
                <c:pt idx="232">
                  <c:v>6048.57</c:v>
                </c:pt>
                <c:pt idx="233">
                  <c:v>6074.64</c:v>
                </c:pt>
                <c:pt idx="234">
                  <c:v>6100.71</c:v>
                </c:pt>
                <c:pt idx="235">
                  <c:v>6126.79</c:v>
                </c:pt>
                <c:pt idx="236">
                  <c:v>6152.86</c:v>
                </c:pt>
                <c:pt idx="237">
                  <c:v>6178.93</c:v>
                </c:pt>
                <c:pt idx="238">
                  <c:v>6205</c:v>
                </c:pt>
                <c:pt idx="239">
                  <c:v>6231.07</c:v>
                </c:pt>
                <c:pt idx="240">
                  <c:v>6257.14</c:v>
                </c:pt>
                <c:pt idx="241">
                  <c:v>6283.21</c:v>
                </c:pt>
                <c:pt idx="242">
                  <c:v>6309.29</c:v>
                </c:pt>
                <c:pt idx="243">
                  <c:v>6335.36</c:v>
                </c:pt>
                <c:pt idx="244">
                  <c:v>6361.43</c:v>
                </c:pt>
                <c:pt idx="245">
                  <c:v>6387.5</c:v>
                </c:pt>
                <c:pt idx="246">
                  <c:v>6413.57</c:v>
                </c:pt>
                <c:pt idx="247">
                  <c:v>6439.64</c:v>
                </c:pt>
                <c:pt idx="248">
                  <c:v>6465.71</c:v>
                </c:pt>
                <c:pt idx="249">
                  <c:v>6491.79</c:v>
                </c:pt>
                <c:pt idx="250">
                  <c:v>6517.86</c:v>
                </c:pt>
                <c:pt idx="251">
                  <c:v>6543.93</c:v>
                </c:pt>
                <c:pt idx="252">
                  <c:v>6570</c:v>
                </c:pt>
                <c:pt idx="253">
                  <c:v>6596.07</c:v>
                </c:pt>
                <c:pt idx="254">
                  <c:v>6622.14</c:v>
                </c:pt>
                <c:pt idx="255">
                  <c:v>6648.21</c:v>
                </c:pt>
                <c:pt idx="256">
                  <c:v>6674.29</c:v>
                </c:pt>
                <c:pt idx="257">
                  <c:v>6700.36</c:v>
                </c:pt>
                <c:pt idx="258">
                  <c:v>6726.43</c:v>
                </c:pt>
                <c:pt idx="259">
                  <c:v>6752.5</c:v>
                </c:pt>
                <c:pt idx="260">
                  <c:v>6778.57</c:v>
                </c:pt>
                <c:pt idx="261">
                  <c:v>6804.64</c:v>
                </c:pt>
                <c:pt idx="262">
                  <c:v>6830.71</c:v>
                </c:pt>
                <c:pt idx="263">
                  <c:v>6856.79</c:v>
                </c:pt>
                <c:pt idx="264">
                  <c:v>6882.86</c:v>
                </c:pt>
                <c:pt idx="265">
                  <c:v>6908.93</c:v>
                </c:pt>
                <c:pt idx="266">
                  <c:v>6935</c:v>
                </c:pt>
                <c:pt idx="267">
                  <c:v>6961.07</c:v>
                </c:pt>
                <c:pt idx="268">
                  <c:v>6987.14</c:v>
                </c:pt>
                <c:pt idx="269">
                  <c:v>7013.21</c:v>
                </c:pt>
                <c:pt idx="270">
                  <c:v>7039.29</c:v>
                </c:pt>
                <c:pt idx="271">
                  <c:v>7065.36</c:v>
                </c:pt>
                <c:pt idx="272">
                  <c:v>7091.43</c:v>
                </c:pt>
                <c:pt idx="273">
                  <c:v>7117.5</c:v>
                </c:pt>
                <c:pt idx="274">
                  <c:v>7143.57</c:v>
                </c:pt>
                <c:pt idx="275">
                  <c:v>7169.64</c:v>
                </c:pt>
                <c:pt idx="276">
                  <c:v>7195.71</c:v>
                </c:pt>
                <c:pt idx="277">
                  <c:v>7221.79</c:v>
                </c:pt>
                <c:pt idx="278">
                  <c:v>7247.86</c:v>
                </c:pt>
                <c:pt idx="279">
                  <c:v>7273.93</c:v>
                </c:pt>
                <c:pt idx="280">
                  <c:v>7300</c:v>
                </c:pt>
                <c:pt idx="281">
                  <c:v>7326.07</c:v>
                </c:pt>
                <c:pt idx="282">
                  <c:v>7352.14</c:v>
                </c:pt>
                <c:pt idx="283">
                  <c:v>7378.21</c:v>
                </c:pt>
                <c:pt idx="284">
                  <c:v>7404.29</c:v>
                </c:pt>
                <c:pt idx="285">
                  <c:v>7430.36</c:v>
                </c:pt>
                <c:pt idx="286">
                  <c:v>7456.43</c:v>
                </c:pt>
                <c:pt idx="287">
                  <c:v>7482.5</c:v>
                </c:pt>
                <c:pt idx="288">
                  <c:v>7508.57</c:v>
                </c:pt>
                <c:pt idx="289">
                  <c:v>7534.64</c:v>
                </c:pt>
                <c:pt idx="290">
                  <c:v>7560.71</c:v>
                </c:pt>
                <c:pt idx="291">
                  <c:v>7586.79</c:v>
                </c:pt>
                <c:pt idx="292">
                  <c:v>7612.86</c:v>
                </c:pt>
                <c:pt idx="293">
                  <c:v>7638.93</c:v>
                </c:pt>
                <c:pt idx="294">
                  <c:v>7665</c:v>
                </c:pt>
                <c:pt idx="295">
                  <c:v>7691.07</c:v>
                </c:pt>
                <c:pt idx="296">
                  <c:v>7717.14</c:v>
                </c:pt>
                <c:pt idx="297">
                  <c:v>7743.21</c:v>
                </c:pt>
                <c:pt idx="298">
                  <c:v>7769.29</c:v>
                </c:pt>
                <c:pt idx="299">
                  <c:v>7795.36</c:v>
                </c:pt>
                <c:pt idx="300">
                  <c:v>7821.43</c:v>
                </c:pt>
                <c:pt idx="301">
                  <c:v>7847.5</c:v>
                </c:pt>
                <c:pt idx="302">
                  <c:v>7873.57</c:v>
                </c:pt>
                <c:pt idx="303">
                  <c:v>7899.64</c:v>
                </c:pt>
                <c:pt idx="304">
                  <c:v>7925.71</c:v>
                </c:pt>
                <c:pt idx="305">
                  <c:v>7951.79</c:v>
                </c:pt>
                <c:pt idx="306">
                  <c:v>7977.86</c:v>
                </c:pt>
                <c:pt idx="307">
                  <c:v>8003.93</c:v>
                </c:pt>
                <c:pt idx="308">
                  <c:v>8030</c:v>
                </c:pt>
                <c:pt idx="309">
                  <c:v>8056.07</c:v>
                </c:pt>
                <c:pt idx="310">
                  <c:v>8082.14</c:v>
                </c:pt>
                <c:pt idx="311">
                  <c:v>8108.21</c:v>
                </c:pt>
                <c:pt idx="312">
                  <c:v>8134.29</c:v>
                </c:pt>
                <c:pt idx="313">
                  <c:v>8160.36</c:v>
                </c:pt>
                <c:pt idx="314">
                  <c:v>8186.43</c:v>
                </c:pt>
                <c:pt idx="315">
                  <c:v>8212.5</c:v>
                </c:pt>
                <c:pt idx="316">
                  <c:v>8238.57</c:v>
                </c:pt>
                <c:pt idx="317">
                  <c:v>8264.64</c:v>
                </c:pt>
                <c:pt idx="318">
                  <c:v>8290.7099999999991</c:v>
                </c:pt>
                <c:pt idx="319">
                  <c:v>8316.7900000000009</c:v>
                </c:pt>
                <c:pt idx="320">
                  <c:v>8342.86</c:v>
                </c:pt>
                <c:pt idx="321">
                  <c:v>8368.93</c:v>
                </c:pt>
                <c:pt idx="322">
                  <c:v>8395</c:v>
                </c:pt>
                <c:pt idx="323">
                  <c:v>8421.07</c:v>
                </c:pt>
                <c:pt idx="324">
                  <c:v>8447.14</c:v>
                </c:pt>
                <c:pt idx="325">
                  <c:v>8473.2099999999991</c:v>
                </c:pt>
                <c:pt idx="326">
                  <c:v>8499.2900000000009</c:v>
                </c:pt>
                <c:pt idx="327">
                  <c:v>8525.36</c:v>
                </c:pt>
                <c:pt idx="328">
                  <c:v>8551.43</c:v>
                </c:pt>
                <c:pt idx="329">
                  <c:v>8577.5</c:v>
                </c:pt>
                <c:pt idx="330">
                  <c:v>8603.57</c:v>
                </c:pt>
                <c:pt idx="331">
                  <c:v>8629.64</c:v>
                </c:pt>
                <c:pt idx="332">
                  <c:v>8655.7099999999991</c:v>
                </c:pt>
                <c:pt idx="333">
                  <c:v>8681.7900000000009</c:v>
                </c:pt>
                <c:pt idx="334">
                  <c:v>8707.86</c:v>
                </c:pt>
                <c:pt idx="335">
                  <c:v>8733.93</c:v>
                </c:pt>
                <c:pt idx="336">
                  <c:v>8760</c:v>
                </c:pt>
                <c:pt idx="337">
                  <c:v>8786.07</c:v>
                </c:pt>
                <c:pt idx="338">
                  <c:v>8812.14</c:v>
                </c:pt>
                <c:pt idx="339">
                  <c:v>8838.2099999999991</c:v>
                </c:pt>
                <c:pt idx="340">
                  <c:v>8864.2900000000009</c:v>
                </c:pt>
                <c:pt idx="341">
                  <c:v>8890.36</c:v>
                </c:pt>
                <c:pt idx="342">
                  <c:v>8916.43</c:v>
                </c:pt>
                <c:pt idx="343">
                  <c:v>8942.5</c:v>
                </c:pt>
                <c:pt idx="344">
                  <c:v>8968.57</c:v>
                </c:pt>
                <c:pt idx="345">
                  <c:v>8994.64</c:v>
                </c:pt>
                <c:pt idx="346">
                  <c:v>9020.7099999999991</c:v>
                </c:pt>
                <c:pt idx="347">
                  <c:v>9046.7900000000009</c:v>
                </c:pt>
                <c:pt idx="348">
                  <c:v>9072.86</c:v>
                </c:pt>
                <c:pt idx="349">
                  <c:v>9098.93</c:v>
                </c:pt>
                <c:pt idx="350">
                  <c:v>9125</c:v>
                </c:pt>
                <c:pt idx="351">
                  <c:v>9151.07</c:v>
                </c:pt>
                <c:pt idx="352">
                  <c:v>9177.14</c:v>
                </c:pt>
                <c:pt idx="353">
                  <c:v>9203.2099999999991</c:v>
                </c:pt>
                <c:pt idx="354">
                  <c:v>9229.2900000000009</c:v>
                </c:pt>
                <c:pt idx="355">
                  <c:v>9255.36</c:v>
                </c:pt>
                <c:pt idx="356">
                  <c:v>9281.43</c:v>
                </c:pt>
                <c:pt idx="357">
                  <c:v>9307.5</c:v>
                </c:pt>
                <c:pt idx="358">
                  <c:v>9333.57</c:v>
                </c:pt>
                <c:pt idx="359">
                  <c:v>9359.64</c:v>
                </c:pt>
                <c:pt idx="360">
                  <c:v>9385.7099999999991</c:v>
                </c:pt>
                <c:pt idx="361">
                  <c:v>9411.7900000000009</c:v>
                </c:pt>
                <c:pt idx="362">
                  <c:v>9437.86</c:v>
                </c:pt>
                <c:pt idx="363">
                  <c:v>9463.93</c:v>
                </c:pt>
                <c:pt idx="364">
                  <c:v>9490</c:v>
                </c:pt>
                <c:pt idx="365">
                  <c:v>9516.07</c:v>
                </c:pt>
                <c:pt idx="366">
                  <c:v>9542.14</c:v>
                </c:pt>
                <c:pt idx="367">
                  <c:v>9568.2099999999991</c:v>
                </c:pt>
                <c:pt idx="368">
                  <c:v>9594.2900000000009</c:v>
                </c:pt>
                <c:pt idx="369">
                  <c:v>9620.36</c:v>
                </c:pt>
                <c:pt idx="370">
                  <c:v>9646.43</c:v>
                </c:pt>
                <c:pt idx="371">
                  <c:v>9672.5</c:v>
                </c:pt>
                <c:pt idx="372">
                  <c:v>9698.57</c:v>
                </c:pt>
                <c:pt idx="373">
                  <c:v>9724.64</c:v>
                </c:pt>
                <c:pt idx="374">
                  <c:v>9750.7099999999991</c:v>
                </c:pt>
                <c:pt idx="375">
                  <c:v>9776.7900000000009</c:v>
                </c:pt>
                <c:pt idx="376">
                  <c:v>9802.86</c:v>
                </c:pt>
                <c:pt idx="377">
                  <c:v>9828.93</c:v>
                </c:pt>
                <c:pt idx="378">
                  <c:v>9855</c:v>
                </c:pt>
                <c:pt idx="379">
                  <c:v>9881.07</c:v>
                </c:pt>
                <c:pt idx="380">
                  <c:v>9907.14</c:v>
                </c:pt>
                <c:pt idx="381">
                  <c:v>9933.2099999999991</c:v>
                </c:pt>
                <c:pt idx="382">
                  <c:v>9959.2900000000009</c:v>
                </c:pt>
                <c:pt idx="383">
                  <c:v>9985.36</c:v>
                </c:pt>
                <c:pt idx="384">
                  <c:v>10011.43</c:v>
                </c:pt>
                <c:pt idx="385">
                  <c:v>10037.5</c:v>
                </c:pt>
                <c:pt idx="386">
                  <c:v>10063.57</c:v>
                </c:pt>
                <c:pt idx="387">
                  <c:v>10089.64</c:v>
                </c:pt>
                <c:pt idx="388">
                  <c:v>10115.709999999999</c:v>
                </c:pt>
                <c:pt idx="389">
                  <c:v>10141.790000000001</c:v>
                </c:pt>
                <c:pt idx="390">
                  <c:v>10167.86</c:v>
                </c:pt>
                <c:pt idx="391">
                  <c:v>10193.93</c:v>
                </c:pt>
                <c:pt idx="392">
                  <c:v>10220</c:v>
                </c:pt>
                <c:pt idx="393">
                  <c:v>10246.07</c:v>
                </c:pt>
                <c:pt idx="394">
                  <c:v>10272.14</c:v>
                </c:pt>
                <c:pt idx="395">
                  <c:v>10298.209999999999</c:v>
                </c:pt>
                <c:pt idx="396">
                  <c:v>10324.290000000001</c:v>
                </c:pt>
                <c:pt idx="397">
                  <c:v>10350.36</c:v>
                </c:pt>
                <c:pt idx="398">
                  <c:v>10376.43</c:v>
                </c:pt>
                <c:pt idx="399">
                  <c:v>10402.5</c:v>
                </c:pt>
                <c:pt idx="400">
                  <c:v>10428.57</c:v>
                </c:pt>
                <c:pt idx="401">
                  <c:v>10454.64</c:v>
                </c:pt>
                <c:pt idx="402">
                  <c:v>10480.709999999999</c:v>
                </c:pt>
                <c:pt idx="403">
                  <c:v>10506.79</c:v>
                </c:pt>
                <c:pt idx="404">
                  <c:v>10532.86</c:v>
                </c:pt>
                <c:pt idx="405">
                  <c:v>10558.93</c:v>
                </c:pt>
                <c:pt idx="406">
                  <c:v>10585</c:v>
                </c:pt>
                <c:pt idx="407">
                  <c:v>10611.07</c:v>
                </c:pt>
                <c:pt idx="408">
                  <c:v>10637.14</c:v>
                </c:pt>
                <c:pt idx="409">
                  <c:v>10663.21</c:v>
                </c:pt>
                <c:pt idx="410">
                  <c:v>10689.29</c:v>
                </c:pt>
                <c:pt idx="411">
                  <c:v>10715.36</c:v>
                </c:pt>
                <c:pt idx="412">
                  <c:v>10741.43</c:v>
                </c:pt>
                <c:pt idx="413">
                  <c:v>10767.5</c:v>
                </c:pt>
                <c:pt idx="414">
                  <c:v>10793.57</c:v>
                </c:pt>
                <c:pt idx="415">
                  <c:v>10819.64</c:v>
                </c:pt>
                <c:pt idx="416">
                  <c:v>10845.71</c:v>
                </c:pt>
                <c:pt idx="417">
                  <c:v>10871.79</c:v>
                </c:pt>
                <c:pt idx="418">
                  <c:v>10897.86</c:v>
                </c:pt>
                <c:pt idx="419">
                  <c:v>10923.93</c:v>
                </c:pt>
                <c:pt idx="420">
                  <c:v>10950</c:v>
                </c:pt>
                <c:pt idx="421">
                  <c:v>10976.07</c:v>
                </c:pt>
                <c:pt idx="422">
                  <c:v>11002.14</c:v>
                </c:pt>
                <c:pt idx="423">
                  <c:v>11028.21</c:v>
                </c:pt>
                <c:pt idx="424">
                  <c:v>11054.29</c:v>
                </c:pt>
                <c:pt idx="425">
                  <c:v>11080.36</c:v>
                </c:pt>
                <c:pt idx="426">
                  <c:v>11106.43</c:v>
                </c:pt>
                <c:pt idx="427">
                  <c:v>11132.5</c:v>
                </c:pt>
                <c:pt idx="428">
                  <c:v>11158.57</c:v>
                </c:pt>
                <c:pt idx="429">
                  <c:v>11184.64</c:v>
                </c:pt>
                <c:pt idx="430">
                  <c:v>11210.71</c:v>
                </c:pt>
                <c:pt idx="431">
                  <c:v>11236.79</c:v>
                </c:pt>
                <c:pt idx="432">
                  <c:v>11262.86</c:v>
                </c:pt>
                <c:pt idx="433">
                  <c:v>11288.93</c:v>
                </c:pt>
                <c:pt idx="434">
                  <c:v>11315</c:v>
                </c:pt>
                <c:pt idx="435">
                  <c:v>11341.07</c:v>
                </c:pt>
                <c:pt idx="436">
                  <c:v>11367.14</c:v>
                </c:pt>
                <c:pt idx="437">
                  <c:v>11393.21</c:v>
                </c:pt>
                <c:pt idx="438">
                  <c:v>11419.29</c:v>
                </c:pt>
                <c:pt idx="439">
                  <c:v>11445.36</c:v>
                </c:pt>
                <c:pt idx="440">
                  <c:v>11471.43</c:v>
                </c:pt>
                <c:pt idx="441">
                  <c:v>11497.5</c:v>
                </c:pt>
                <c:pt idx="442">
                  <c:v>11523.57</c:v>
                </c:pt>
                <c:pt idx="443">
                  <c:v>11549.64</c:v>
                </c:pt>
                <c:pt idx="444">
                  <c:v>11575.71</c:v>
                </c:pt>
                <c:pt idx="445">
                  <c:v>11601.79</c:v>
                </c:pt>
                <c:pt idx="446">
                  <c:v>11627.86</c:v>
                </c:pt>
                <c:pt idx="447">
                  <c:v>11653.93</c:v>
                </c:pt>
                <c:pt idx="448">
                  <c:v>11680</c:v>
                </c:pt>
                <c:pt idx="449">
                  <c:v>11706.07</c:v>
                </c:pt>
                <c:pt idx="450">
                  <c:v>11732.14</c:v>
                </c:pt>
                <c:pt idx="451">
                  <c:v>11758.21</c:v>
                </c:pt>
                <c:pt idx="452">
                  <c:v>11784.29</c:v>
                </c:pt>
                <c:pt idx="453">
                  <c:v>11810.36</c:v>
                </c:pt>
                <c:pt idx="454">
                  <c:v>11836.43</c:v>
                </c:pt>
                <c:pt idx="455">
                  <c:v>11862.5</c:v>
                </c:pt>
                <c:pt idx="456">
                  <c:v>11888.57</c:v>
                </c:pt>
                <c:pt idx="457">
                  <c:v>11914.64</c:v>
                </c:pt>
                <c:pt idx="458">
                  <c:v>11940.71</c:v>
                </c:pt>
                <c:pt idx="459">
                  <c:v>11966.79</c:v>
                </c:pt>
                <c:pt idx="460">
                  <c:v>11992.86</c:v>
                </c:pt>
                <c:pt idx="461">
                  <c:v>12018.93</c:v>
                </c:pt>
                <c:pt idx="462">
                  <c:v>12045</c:v>
                </c:pt>
                <c:pt idx="463">
                  <c:v>12071.07</c:v>
                </c:pt>
                <c:pt idx="464">
                  <c:v>12097.14</c:v>
                </c:pt>
                <c:pt idx="465">
                  <c:v>12123.21</c:v>
                </c:pt>
                <c:pt idx="466">
                  <c:v>12149.29</c:v>
                </c:pt>
                <c:pt idx="467">
                  <c:v>12175.36</c:v>
                </c:pt>
                <c:pt idx="468">
                  <c:v>12201.43</c:v>
                </c:pt>
                <c:pt idx="469">
                  <c:v>12227.5</c:v>
                </c:pt>
                <c:pt idx="470">
                  <c:v>12253.57</c:v>
                </c:pt>
                <c:pt idx="471">
                  <c:v>12279.64</c:v>
                </c:pt>
                <c:pt idx="472">
                  <c:v>12305.71</c:v>
                </c:pt>
                <c:pt idx="473">
                  <c:v>12331.79</c:v>
                </c:pt>
                <c:pt idx="474">
                  <c:v>12357.86</c:v>
                </c:pt>
                <c:pt idx="475">
                  <c:v>12383.93</c:v>
                </c:pt>
                <c:pt idx="476">
                  <c:v>12410</c:v>
                </c:pt>
                <c:pt idx="477">
                  <c:v>12436.07</c:v>
                </c:pt>
                <c:pt idx="478">
                  <c:v>12462.14</c:v>
                </c:pt>
                <c:pt idx="479">
                  <c:v>12488.21</c:v>
                </c:pt>
                <c:pt idx="480">
                  <c:v>12514.29</c:v>
                </c:pt>
                <c:pt idx="481">
                  <c:v>12540.36</c:v>
                </c:pt>
                <c:pt idx="482">
                  <c:v>12566.43</c:v>
                </c:pt>
                <c:pt idx="483">
                  <c:v>12592.5</c:v>
                </c:pt>
                <c:pt idx="484">
                  <c:v>12618.57</c:v>
                </c:pt>
                <c:pt idx="485">
                  <c:v>12644.64</c:v>
                </c:pt>
                <c:pt idx="486">
                  <c:v>12670.71</c:v>
                </c:pt>
                <c:pt idx="487">
                  <c:v>12696.79</c:v>
                </c:pt>
                <c:pt idx="488">
                  <c:v>12722.86</c:v>
                </c:pt>
                <c:pt idx="489">
                  <c:v>12748.93</c:v>
                </c:pt>
                <c:pt idx="490">
                  <c:v>12775</c:v>
                </c:pt>
                <c:pt idx="491">
                  <c:v>12801.07</c:v>
                </c:pt>
                <c:pt idx="492">
                  <c:v>12827.14</c:v>
                </c:pt>
                <c:pt idx="493">
                  <c:v>12853.21</c:v>
                </c:pt>
                <c:pt idx="494">
                  <c:v>12879.29</c:v>
                </c:pt>
                <c:pt idx="495">
                  <c:v>12905.36</c:v>
                </c:pt>
                <c:pt idx="496">
                  <c:v>12931.43</c:v>
                </c:pt>
                <c:pt idx="497">
                  <c:v>12957.5</c:v>
                </c:pt>
                <c:pt idx="498">
                  <c:v>12983.57</c:v>
                </c:pt>
                <c:pt idx="499">
                  <c:v>13009.64</c:v>
                </c:pt>
                <c:pt idx="500">
                  <c:v>13035.71</c:v>
                </c:pt>
                <c:pt idx="501">
                  <c:v>13061.79</c:v>
                </c:pt>
                <c:pt idx="502">
                  <c:v>13087.86</c:v>
                </c:pt>
                <c:pt idx="503">
                  <c:v>13113.93</c:v>
                </c:pt>
                <c:pt idx="504">
                  <c:v>13140</c:v>
                </c:pt>
                <c:pt idx="505">
                  <c:v>13166.07</c:v>
                </c:pt>
                <c:pt idx="506">
                  <c:v>13192.14</c:v>
                </c:pt>
                <c:pt idx="507">
                  <c:v>13218.21</c:v>
                </c:pt>
                <c:pt idx="508">
                  <c:v>13244.29</c:v>
                </c:pt>
                <c:pt idx="509">
                  <c:v>13270.36</c:v>
                </c:pt>
                <c:pt idx="510">
                  <c:v>13296.43</c:v>
                </c:pt>
                <c:pt idx="511">
                  <c:v>13322.5</c:v>
                </c:pt>
                <c:pt idx="512">
                  <c:v>13348.57</c:v>
                </c:pt>
                <c:pt idx="513">
                  <c:v>13374.64</c:v>
                </c:pt>
                <c:pt idx="514">
                  <c:v>13400.71</c:v>
                </c:pt>
                <c:pt idx="515">
                  <c:v>13426.79</c:v>
                </c:pt>
                <c:pt idx="516">
                  <c:v>13452.86</c:v>
                </c:pt>
                <c:pt idx="517">
                  <c:v>13478.93</c:v>
                </c:pt>
                <c:pt idx="518">
                  <c:v>13505</c:v>
                </c:pt>
                <c:pt idx="519">
                  <c:v>13531.07</c:v>
                </c:pt>
                <c:pt idx="520">
                  <c:v>13557.14</c:v>
                </c:pt>
                <c:pt idx="521">
                  <c:v>13583.21</c:v>
                </c:pt>
                <c:pt idx="522">
                  <c:v>13609.29</c:v>
                </c:pt>
                <c:pt idx="523">
                  <c:v>13635.36</c:v>
                </c:pt>
                <c:pt idx="524">
                  <c:v>13661.43</c:v>
                </c:pt>
                <c:pt idx="525">
                  <c:v>13687.5</c:v>
                </c:pt>
                <c:pt idx="526">
                  <c:v>13713.57</c:v>
                </c:pt>
                <c:pt idx="527">
                  <c:v>13739.64</c:v>
                </c:pt>
                <c:pt idx="528">
                  <c:v>13765.71</c:v>
                </c:pt>
                <c:pt idx="529">
                  <c:v>13791.79</c:v>
                </c:pt>
                <c:pt idx="530">
                  <c:v>13817.86</c:v>
                </c:pt>
                <c:pt idx="531">
                  <c:v>13843.93</c:v>
                </c:pt>
                <c:pt idx="532">
                  <c:v>13870</c:v>
                </c:pt>
                <c:pt idx="533">
                  <c:v>13896.07</c:v>
                </c:pt>
                <c:pt idx="534">
                  <c:v>13922.14</c:v>
                </c:pt>
                <c:pt idx="535">
                  <c:v>13948.21</c:v>
                </c:pt>
                <c:pt idx="536">
                  <c:v>13974.29</c:v>
                </c:pt>
                <c:pt idx="537">
                  <c:v>14000.36</c:v>
                </c:pt>
                <c:pt idx="538">
                  <c:v>14026.43</c:v>
                </c:pt>
                <c:pt idx="539">
                  <c:v>14052.5</c:v>
                </c:pt>
                <c:pt idx="540">
                  <c:v>14078.57</c:v>
                </c:pt>
                <c:pt idx="541">
                  <c:v>14104.64</c:v>
                </c:pt>
                <c:pt idx="542">
                  <c:v>14130.71</c:v>
                </c:pt>
                <c:pt idx="543">
                  <c:v>14156.79</c:v>
                </c:pt>
                <c:pt idx="544">
                  <c:v>14182.86</c:v>
                </c:pt>
                <c:pt idx="545">
                  <c:v>14208.93</c:v>
                </c:pt>
                <c:pt idx="546">
                  <c:v>14235</c:v>
                </c:pt>
                <c:pt idx="547">
                  <c:v>14261.07</c:v>
                </c:pt>
                <c:pt idx="548">
                  <c:v>14287.14</c:v>
                </c:pt>
                <c:pt idx="549">
                  <c:v>14313.21</c:v>
                </c:pt>
                <c:pt idx="550">
                  <c:v>14339.29</c:v>
                </c:pt>
                <c:pt idx="551">
                  <c:v>14365.36</c:v>
                </c:pt>
                <c:pt idx="552">
                  <c:v>14391.43</c:v>
                </c:pt>
                <c:pt idx="553">
                  <c:v>14417.5</c:v>
                </c:pt>
                <c:pt idx="554">
                  <c:v>14443.57</c:v>
                </c:pt>
                <c:pt idx="555">
                  <c:v>14469.64</c:v>
                </c:pt>
                <c:pt idx="556">
                  <c:v>14495.71</c:v>
                </c:pt>
                <c:pt idx="557">
                  <c:v>14521.79</c:v>
                </c:pt>
                <c:pt idx="558">
                  <c:v>14547.86</c:v>
                </c:pt>
                <c:pt idx="559">
                  <c:v>14573.93</c:v>
                </c:pt>
                <c:pt idx="560">
                  <c:v>14600</c:v>
                </c:pt>
                <c:pt idx="561">
                  <c:v>14626.07</c:v>
                </c:pt>
                <c:pt idx="562">
                  <c:v>14652.14</c:v>
                </c:pt>
                <c:pt idx="563">
                  <c:v>14678.21</c:v>
                </c:pt>
                <c:pt idx="564">
                  <c:v>14704.29</c:v>
                </c:pt>
                <c:pt idx="565">
                  <c:v>14730.36</c:v>
                </c:pt>
                <c:pt idx="566">
                  <c:v>14756.43</c:v>
                </c:pt>
                <c:pt idx="567">
                  <c:v>14782.5</c:v>
                </c:pt>
                <c:pt idx="568">
                  <c:v>14808.57</c:v>
                </c:pt>
                <c:pt idx="569">
                  <c:v>14834.64</c:v>
                </c:pt>
                <c:pt idx="570">
                  <c:v>14860.71</c:v>
                </c:pt>
                <c:pt idx="571">
                  <c:v>14886.79</c:v>
                </c:pt>
                <c:pt idx="572">
                  <c:v>14912.86</c:v>
                </c:pt>
                <c:pt idx="573">
                  <c:v>14938.93</c:v>
                </c:pt>
                <c:pt idx="574">
                  <c:v>14965</c:v>
                </c:pt>
                <c:pt idx="575">
                  <c:v>14991.07</c:v>
                </c:pt>
                <c:pt idx="576">
                  <c:v>15017.14</c:v>
                </c:pt>
                <c:pt idx="577">
                  <c:v>15043.21</c:v>
                </c:pt>
                <c:pt idx="578">
                  <c:v>15069.29</c:v>
                </c:pt>
                <c:pt idx="579">
                  <c:v>15095.36</c:v>
                </c:pt>
                <c:pt idx="580">
                  <c:v>15121.43</c:v>
                </c:pt>
                <c:pt idx="581">
                  <c:v>15147.5</c:v>
                </c:pt>
                <c:pt idx="582">
                  <c:v>15173.57</c:v>
                </c:pt>
                <c:pt idx="583">
                  <c:v>15199.64</c:v>
                </c:pt>
                <c:pt idx="584">
                  <c:v>15225.71</c:v>
                </c:pt>
                <c:pt idx="585">
                  <c:v>15251.79</c:v>
                </c:pt>
                <c:pt idx="586">
                  <c:v>15277.86</c:v>
                </c:pt>
                <c:pt idx="587">
                  <c:v>15303.93</c:v>
                </c:pt>
                <c:pt idx="588">
                  <c:v>15330</c:v>
                </c:pt>
                <c:pt idx="589">
                  <c:v>15356.07</c:v>
                </c:pt>
                <c:pt idx="590">
                  <c:v>15382.14</c:v>
                </c:pt>
                <c:pt idx="591">
                  <c:v>15408.21</c:v>
                </c:pt>
                <c:pt idx="592">
                  <c:v>15434.29</c:v>
                </c:pt>
                <c:pt idx="593">
                  <c:v>15460.36</c:v>
                </c:pt>
                <c:pt idx="594">
                  <c:v>15486.43</c:v>
                </c:pt>
                <c:pt idx="595">
                  <c:v>15512.5</c:v>
                </c:pt>
                <c:pt idx="596">
                  <c:v>15538.57</c:v>
                </c:pt>
                <c:pt idx="597">
                  <c:v>15564.64</c:v>
                </c:pt>
                <c:pt idx="598">
                  <c:v>15590.71</c:v>
                </c:pt>
                <c:pt idx="599">
                  <c:v>15616.79</c:v>
                </c:pt>
                <c:pt idx="600">
                  <c:v>15642.86</c:v>
                </c:pt>
                <c:pt idx="601">
                  <c:v>15668.93</c:v>
                </c:pt>
                <c:pt idx="602">
                  <c:v>15695</c:v>
                </c:pt>
                <c:pt idx="603">
                  <c:v>15721.07</c:v>
                </c:pt>
                <c:pt idx="604">
                  <c:v>15747.14</c:v>
                </c:pt>
                <c:pt idx="605">
                  <c:v>15773.21</c:v>
                </c:pt>
                <c:pt idx="606">
                  <c:v>15799.29</c:v>
                </c:pt>
                <c:pt idx="607">
                  <c:v>15825.36</c:v>
                </c:pt>
                <c:pt idx="608">
                  <c:v>15851.43</c:v>
                </c:pt>
                <c:pt idx="609">
                  <c:v>15877.5</c:v>
                </c:pt>
                <c:pt idx="610">
                  <c:v>15903.57</c:v>
                </c:pt>
                <c:pt idx="611">
                  <c:v>15929.64</c:v>
                </c:pt>
                <c:pt idx="612">
                  <c:v>15955.71</c:v>
                </c:pt>
                <c:pt idx="613">
                  <c:v>15981.79</c:v>
                </c:pt>
                <c:pt idx="614">
                  <c:v>16007.86</c:v>
                </c:pt>
                <c:pt idx="615">
                  <c:v>16033.93</c:v>
                </c:pt>
                <c:pt idx="616">
                  <c:v>16060</c:v>
                </c:pt>
                <c:pt idx="617">
                  <c:v>16086.07</c:v>
                </c:pt>
                <c:pt idx="618">
                  <c:v>16112.14</c:v>
                </c:pt>
                <c:pt idx="619">
                  <c:v>16138.21</c:v>
                </c:pt>
                <c:pt idx="620">
                  <c:v>16164.29</c:v>
                </c:pt>
                <c:pt idx="621">
                  <c:v>16190.36</c:v>
                </c:pt>
                <c:pt idx="622">
                  <c:v>16216.43</c:v>
                </c:pt>
                <c:pt idx="623">
                  <c:v>16242.5</c:v>
                </c:pt>
                <c:pt idx="624">
                  <c:v>16268.57</c:v>
                </c:pt>
                <c:pt idx="625">
                  <c:v>16294.64</c:v>
                </c:pt>
                <c:pt idx="626">
                  <c:v>16320.71</c:v>
                </c:pt>
                <c:pt idx="627">
                  <c:v>16346.79</c:v>
                </c:pt>
                <c:pt idx="628">
                  <c:v>16372.86</c:v>
                </c:pt>
                <c:pt idx="629">
                  <c:v>16398.93</c:v>
                </c:pt>
                <c:pt idx="630">
                  <c:v>16425</c:v>
                </c:pt>
                <c:pt idx="631">
                  <c:v>16451.07</c:v>
                </c:pt>
                <c:pt idx="632">
                  <c:v>16477.14</c:v>
                </c:pt>
                <c:pt idx="633">
                  <c:v>16503.21</c:v>
                </c:pt>
                <c:pt idx="634">
                  <c:v>16529.29</c:v>
                </c:pt>
                <c:pt idx="635">
                  <c:v>16555.36</c:v>
                </c:pt>
                <c:pt idx="636">
                  <c:v>16581.43</c:v>
                </c:pt>
                <c:pt idx="637">
                  <c:v>16607.5</c:v>
                </c:pt>
                <c:pt idx="638">
                  <c:v>16633.57</c:v>
                </c:pt>
                <c:pt idx="639">
                  <c:v>16659.64</c:v>
                </c:pt>
                <c:pt idx="640">
                  <c:v>16685.71</c:v>
                </c:pt>
                <c:pt idx="641">
                  <c:v>16711.79</c:v>
                </c:pt>
                <c:pt idx="642">
                  <c:v>16737.86</c:v>
                </c:pt>
                <c:pt idx="643">
                  <c:v>16763.93</c:v>
                </c:pt>
                <c:pt idx="644">
                  <c:v>16790</c:v>
                </c:pt>
                <c:pt idx="645">
                  <c:v>16816.07</c:v>
                </c:pt>
                <c:pt idx="646">
                  <c:v>16842.14</c:v>
                </c:pt>
                <c:pt idx="647">
                  <c:v>16868.21</c:v>
                </c:pt>
                <c:pt idx="648">
                  <c:v>16894.29</c:v>
                </c:pt>
                <c:pt idx="649">
                  <c:v>16920.36</c:v>
                </c:pt>
                <c:pt idx="650">
                  <c:v>16946.43</c:v>
                </c:pt>
                <c:pt idx="651">
                  <c:v>16972.5</c:v>
                </c:pt>
                <c:pt idx="652">
                  <c:v>16998.57</c:v>
                </c:pt>
                <c:pt idx="653">
                  <c:v>17024.64</c:v>
                </c:pt>
                <c:pt idx="654">
                  <c:v>17050.71</c:v>
                </c:pt>
                <c:pt idx="655">
                  <c:v>17076.79</c:v>
                </c:pt>
                <c:pt idx="656">
                  <c:v>17102.86</c:v>
                </c:pt>
                <c:pt idx="657">
                  <c:v>17128.93</c:v>
                </c:pt>
                <c:pt idx="658">
                  <c:v>17155</c:v>
                </c:pt>
                <c:pt idx="659">
                  <c:v>17181.07</c:v>
                </c:pt>
                <c:pt idx="660">
                  <c:v>17207.14</c:v>
                </c:pt>
                <c:pt idx="661">
                  <c:v>17233.21</c:v>
                </c:pt>
                <c:pt idx="662">
                  <c:v>17259.29</c:v>
                </c:pt>
                <c:pt idx="663">
                  <c:v>17285.36</c:v>
                </c:pt>
                <c:pt idx="664">
                  <c:v>17311.43</c:v>
                </c:pt>
                <c:pt idx="665">
                  <c:v>17337.5</c:v>
                </c:pt>
                <c:pt idx="666">
                  <c:v>17363.57</c:v>
                </c:pt>
                <c:pt idx="667">
                  <c:v>17389.64</c:v>
                </c:pt>
                <c:pt idx="668">
                  <c:v>17415.71</c:v>
                </c:pt>
                <c:pt idx="669">
                  <c:v>17441.79</c:v>
                </c:pt>
                <c:pt idx="670">
                  <c:v>17467.86</c:v>
                </c:pt>
                <c:pt idx="671">
                  <c:v>17493.93</c:v>
                </c:pt>
                <c:pt idx="672">
                  <c:v>17520</c:v>
                </c:pt>
                <c:pt idx="673">
                  <c:v>17546.07</c:v>
                </c:pt>
                <c:pt idx="674">
                  <c:v>17572.14</c:v>
                </c:pt>
                <c:pt idx="675">
                  <c:v>17598.21</c:v>
                </c:pt>
                <c:pt idx="676">
                  <c:v>17624.29</c:v>
                </c:pt>
                <c:pt idx="677">
                  <c:v>17650.36</c:v>
                </c:pt>
                <c:pt idx="678">
                  <c:v>17676.43</c:v>
                </c:pt>
                <c:pt idx="679">
                  <c:v>17702.5</c:v>
                </c:pt>
                <c:pt idx="680">
                  <c:v>17728.57</c:v>
                </c:pt>
                <c:pt idx="681">
                  <c:v>17754.64</c:v>
                </c:pt>
                <c:pt idx="682">
                  <c:v>17780.71</c:v>
                </c:pt>
                <c:pt idx="683">
                  <c:v>17806.79</c:v>
                </c:pt>
                <c:pt idx="684">
                  <c:v>17832.86</c:v>
                </c:pt>
                <c:pt idx="685">
                  <c:v>17858.93</c:v>
                </c:pt>
                <c:pt idx="686">
                  <c:v>17885</c:v>
                </c:pt>
                <c:pt idx="687">
                  <c:v>17911.07</c:v>
                </c:pt>
                <c:pt idx="688">
                  <c:v>17937.14</c:v>
                </c:pt>
                <c:pt idx="689">
                  <c:v>17963.21</c:v>
                </c:pt>
                <c:pt idx="690">
                  <c:v>17989.29</c:v>
                </c:pt>
                <c:pt idx="691">
                  <c:v>18015.36</c:v>
                </c:pt>
                <c:pt idx="692">
                  <c:v>18041.43</c:v>
                </c:pt>
                <c:pt idx="693">
                  <c:v>18067.5</c:v>
                </c:pt>
                <c:pt idx="694">
                  <c:v>18093.57</c:v>
                </c:pt>
                <c:pt idx="695">
                  <c:v>18119.64</c:v>
                </c:pt>
                <c:pt idx="696">
                  <c:v>18145.71</c:v>
                </c:pt>
                <c:pt idx="697">
                  <c:v>18171.79</c:v>
                </c:pt>
                <c:pt idx="698">
                  <c:v>18197.86</c:v>
                </c:pt>
                <c:pt idx="699">
                  <c:v>18223.93</c:v>
                </c:pt>
                <c:pt idx="700">
                  <c:v>18250</c:v>
                </c:pt>
                <c:pt idx="701">
                  <c:v>18276.07</c:v>
                </c:pt>
                <c:pt idx="702">
                  <c:v>18302.14</c:v>
                </c:pt>
                <c:pt idx="703">
                  <c:v>18328.21</c:v>
                </c:pt>
                <c:pt idx="704">
                  <c:v>18354.29</c:v>
                </c:pt>
                <c:pt idx="705">
                  <c:v>18380.36</c:v>
                </c:pt>
                <c:pt idx="706">
                  <c:v>18406.43</c:v>
                </c:pt>
                <c:pt idx="707">
                  <c:v>18432.5</c:v>
                </c:pt>
                <c:pt idx="708">
                  <c:v>18458.57</c:v>
                </c:pt>
                <c:pt idx="709">
                  <c:v>18484.64</c:v>
                </c:pt>
                <c:pt idx="710">
                  <c:v>18510.71</c:v>
                </c:pt>
                <c:pt idx="711">
                  <c:v>18536.79</c:v>
                </c:pt>
                <c:pt idx="712">
                  <c:v>18562.86</c:v>
                </c:pt>
                <c:pt idx="713">
                  <c:v>18588.93</c:v>
                </c:pt>
                <c:pt idx="714">
                  <c:v>18615</c:v>
                </c:pt>
                <c:pt idx="715">
                  <c:v>18641.07</c:v>
                </c:pt>
                <c:pt idx="716">
                  <c:v>18667.14</c:v>
                </c:pt>
                <c:pt idx="717">
                  <c:v>18693.21</c:v>
                </c:pt>
                <c:pt idx="718">
                  <c:v>18719.29</c:v>
                </c:pt>
                <c:pt idx="719">
                  <c:v>18745.36</c:v>
                </c:pt>
                <c:pt idx="720">
                  <c:v>18771.43</c:v>
                </c:pt>
                <c:pt idx="721">
                  <c:v>18797.5</c:v>
                </c:pt>
                <c:pt idx="722">
                  <c:v>18823.57</c:v>
                </c:pt>
                <c:pt idx="723">
                  <c:v>18849.64</c:v>
                </c:pt>
                <c:pt idx="724">
                  <c:v>18875.71</c:v>
                </c:pt>
                <c:pt idx="725">
                  <c:v>18901.79</c:v>
                </c:pt>
                <c:pt idx="726">
                  <c:v>18927.86</c:v>
                </c:pt>
                <c:pt idx="727">
                  <c:v>18953.93</c:v>
                </c:pt>
                <c:pt idx="728">
                  <c:v>18980</c:v>
                </c:pt>
                <c:pt idx="729">
                  <c:v>19006.07</c:v>
                </c:pt>
                <c:pt idx="730">
                  <c:v>19032.14</c:v>
                </c:pt>
                <c:pt idx="731">
                  <c:v>19058.21</c:v>
                </c:pt>
                <c:pt idx="732">
                  <c:v>19084.29</c:v>
                </c:pt>
                <c:pt idx="733">
                  <c:v>19110.36</c:v>
                </c:pt>
                <c:pt idx="734">
                  <c:v>19136.43</c:v>
                </c:pt>
                <c:pt idx="735">
                  <c:v>19162.5</c:v>
                </c:pt>
                <c:pt idx="736">
                  <c:v>19188.57</c:v>
                </c:pt>
                <c:pt idx="737">
                  <c:v>19214.64</c:v>
                </c:pt>
                <c:pt idx="738">
                  <c:v>19240.71</c:v>
                </c:pt>
                <c:pt idx="739">
                  <c:v>19266.79</c:v>
                </c:pt>
                <c:pt idx="740">
                  <c:v>19292.86</c:v>
                </c:pt>
                <c:pt idx="741">
                  <c:v>19318.93</c:v>
                </c:pt>
                <c:pt idx="742">
                  <c:v>19345</c:v>
                </c:pt>
                <c:pt idx="743">
                  <c:v>19371.07</c:v>
                </c:pt>
                <c:pt idx="744">
                  <c:v>19397.14</c:v>
                </c:pt>
                <c:pt idx="745">
                  <c:v>19423.21</c:v>
                </c:pt>
                <c:pt idx="746">
                  <c:v>19449.29</c:v>
                </c:pt>
                <c:pt idx="747">
                  <c:v>19475.36</c:v>
                </c:pt>
                <c:pt idx="748">
                  <c:v>19501.43</c:v>
                </c:pt>
                <c:pt idx="749">
                  <c:v>19527.5</c:v>
                </c:pt>
                <c:pt idx="750">
                  <c:v>19553.57</c:v>
                </c:pt>
                <c:pt idx="751">
                  <c:v>19579.64</c:v>
                </c:pt>
                <c:pt idx="752">
                  <c:v>19605.71</c:v>
                </c:pt>
                <c:pt idx="753">
                  <c:v>19631.79</c:v>
                </c:pt>
                <c:pt idx="754">
                  <c:v>19657.86</c:v>
                </c:pt>
                <c:pt idx="755">
                  <c:v>19683.93</c:v>
                </c:pt>
                <c:pt idx="756">
                  <c:v>19710</c:v>
                </c:pt>
                <c:pt idx="757">
                  <c:v>19736.07</c:v>
                </c:pt>
                <c:pt idx="758">
                  <c:v>19762.14</c:v>
                </c:pt>
                <c:pt idx="759">
                  <c:v>19788.21</c:v>
                </c:pt>
                <c:pt idx="760">
                  <c:v>19814.29</c:v>
                </c:pt>
                <c:pt idx="761">
                  <c:v>19840.36</c:v>
                </c:pt>
                <c:pt idx="762">
                  <c:v>19866.43</c:v>
                </c:pt>
                <c:pt idx="763">
                  <c:v>19892.5</c:v>
                </c:pt>
                <c:pt idx="764">
                  <c:v>19918.57</c:v>
                </c:pt>
                <c:pt idx="765">
                  <c:v>19944.64</c:v>
                </c:pt>
                <c:pt idx="766">
                  <c:v>19970.71</c:v>
                </c:pt>
                <c:pt idx="767">
                  <c:v>19996.79</c:v>
                </c:pt>
                <c:pt idx="768">
                  <c:v>20022.86</c:v>
                </c:pt>
                <c:pt idx="769">
                  <c:v>20048.93</c:v>
                </c:pt>
                <c:pt idx="770">
                  <c:v>20075</c:v>
                </c:pt>
                <c:pt idx="771">
                  <c:v>20101.07</c:v>
                </c:pt>
                <c:pt idx="772">
                  <c:v>20127.14</c:v>
                </c:pt>
                <c:pt idx="773">
                  <c:v>20153.21</c:v>
                </c:pt>
                <c:pt idx="774">
                  <c:v>20179.29</c:v>
                </c:pt>
                <c:pt idx="775">
                  <c:v>20205.36</c:v>
                </c:pt>
                <c:pt idx="776">
                  <c:v>20231.43</c:v>
                </c:pt>
                <c:pt idx="777">
                  <c:v>20257.5</c:v>
                </c:pt>
                <c:pt idx="778">
                  <c:v>20283.57</c:v>
                </c:pt>
                <c:pt idx="779">
                  <c:v>20309.64</c:v>
                </c:pt>
                <c:pt idx="780">
                  <c:v>20335.71</c:v>
                </c:pt>
                <c:pt idx="781">
                  <c:v>20361.79</c:v>
                </c:pt>
                <c:pt idx="782">
                  <c:v>20387.86</c:v>
                </c:pt>
                <c:pt idx="783">
                  <c:v>20413.93</c:v>
                </c:pt>
                <c:pt idx="784">
                  <c:v>20440</c:v>
                </c:pt>
                <c:pt idx="785">
                  <c:v>20466.07</c:v>
                </c:pt>
                <c:pt idx="786">
                  <c:v>20492.14</c:v>
                </c:pt>
                <c:pt idx="787">
                  <c:v>20518.21</c:v>
                </c:pt>
                <c:pt idx="788">
                  <c:v>20544.29</c:v>
                </c:pt>
                <c:pt idx="789">
                  <c:v>20570.36</c:v>
                </c:pt>
                <c:pt idx="790">
                  <c:v>20596.43</c:v>
                </c:pt>
                <c:pt idx="791">
                  <c:v>20622.5</c:v>
                </c:pt>
                <c:pt idx="792">
                  <c:v>20648.57</c:v>
                </c:pt>
                <c:pt idx="793">
                  <c:v>20674.64</c:v>
                </c:pt>
                <c:pt idx="794">
                  <c:v>20700.71</c:v>
                </c:pt>
                <c:pt idx="795">
                  <c:v>20726.79</c:v>
                </c:pt>
                <c:pt idx="796">
                  <c:v>20752.86</c:v>
                </c:pt>
                <c:pt idx="797">
                  <c:v>20778.93</c:v>
                </c:pt>
                <c:pt idx="798">
                  <c:v>20805</c:v>
                </c:pt>
                <c:pt idx="799">
                  <c:v>20831.07</c:v>
                </c:pt>
                <c:pt idx="800">
                  <c:v>20857.14</c:v>
                </c:pt>
                <c:pt idx="801">
                  <c:v>20883.21</c:v>
                </c:pt>
                <c:pt idx="802">
                  <c:v>20909.29</c:v>
                </c:pt>
                <c:pt idx="803">
                  <c:v>20935.36</c:v>
                </c:pt>
                <c:pt idx="804">
                  <c:v>20961.43</c:v>
                </c:pt>
                <c:pt idx="805">
                  <c:v>20987.5</c:v>
                </c:pt>
                <c:pt idx="806">
                  <c:v>21013.57</c:v>
                </c:pt>
                <c:pt idx="807">
                  <c:v>21039.64</c:v>
                </c:pt>
                <c:pt idx="808">
                  <c:v>21065.71</c:v>
                </c:pt>
                <c:pt idx="809">
                  <c:v>21091.79</c:v>
                </c:pt>
                <c:pt idx="810">
                  <c:v>21117.86</c:v>
                </c:pt>
                <c:pt idx="811">
                  <c:v>21143.93</c:v>
                </c:pt>
                <c:pt idx="812">
                  <c:v>21170</c:v>
                </c:pt>
                <c:pt idx="813">
                  <c:v>21196.07</c:v>
                </c:pt>
                <c:pt idx="814">
                  <c:v>21222.14</c:v>
                </c:pt>
                <c:pt idx="815">
                  <c:v>21248.21</c:v>
                </c:pt>
                <c:pt idx="816">
                  <c:v>21274.29</c:v>
                </c:pt>
                <c:pt idx="817">
                  <c:v>21300.36</c:v>
                </c:pt>
                <c:pt idx="818">
                  <c:v>21326.43</c:v>
                </c:pt>
                <c:pt idx="819">
                  <c:v>21352.5</c:v>
                </c:pt>
                <c:pt idx="820">
                  <c:v>21378.57</c:v>
                </c:pt>
                <c:pt idx="821">
                  <c:v>21404.639999999999</c:v>
                </c:pt>
                <c:pt idx="822">
                  <c:v>21430.71</c:v>
                </c:pt>
                <c:pt idx="823">
                  <c:v>21456.79</c:v>
                </c:pt>
                <c:pt idx="824">
                  <c:v>21482.86</c:v>
                </c:pt>
                <c:pt idx="825">
                  <c:v>21508.93</c:v>
                </c:pt>
                <c:pt idx="826">
                  <c:v>21535</c:v>
                </c:pt>
                <c:pt idx="827">
                  <c:v>21561.07</c:v>
                </c:pt>
                <c:pt idx="828">
                  <c:v>21587.14</c:v>
                </c:pt>
                <c:pt idx="829">
                  <c:v>21613.21</c:v>
                </c:pt>
                <c:pt idx="830">
                  <c:v>21639.29</c:v>
                </c:pt>
                <c:pt idx="831">
                  <c:v>21665.360000000001</c:v>
                </c:pt>
                <c:pt idx="832">
                  <c:v>21691.43</c:v>
                </c:pt>
                <c:pt idx="833">
                  <c:v>21717.5</c:v>
                </c:pt>
                <c:pt idx="834">
                  <c:v>21743.57</c:v>
                </c:pt>
                <c:pt idx="835">
                  <c:v>21769.64</c:v>
                </c:pt>
                <c:pt idx="836">
                  <c:v>21795.71</c:v>
                </c:pt>
                <c:pt idx="837">
                  <c:v>21821.79</c:v>
                </c:pt>
                <c:pt idx="838">
                  <c:v>21847.86</c:v>
                </c:pt>
                <c:pt idx="839">
                  <c:v>21873.93</c:v>
                </c:pt>
                <c:pt idx="840">
                  <c:v>21900</c:v>
                </c:pt>
                <c:pt idx="841">
                  <c:v>21926.07</c:v>
                </c:pt>
                <c:pt idx="842">
                  <c:v>21952.14</c:v>
                </c:pt>
                <c:pt idx="843">
                  <c:v>21978.21</c:v>
                </c:pt>
                <c:pt idx="844">
                  <c:v>22004.29</c:v>
                </c:pt>
                <c:pt idx="845">
                  <c:v>22030.36</c:v>
                </c:pt>
                <c:pt idx="846">
                  <c:v>22056.43</c:v>
                </c:pt>
                <c:pt idx="847">
                  <c:v>22082.5</c:v>
                </c:pt>
                <c:pt idx="848">
                  <c:v>22108.57</c:v>
                </c:pt>
                <c:pt idx="849">
                  <c:v>22134.639999999999</c:v>
                </c:pt>
                <c:pt idx="850">
                  <c:v>22160.71</c:v>
                </c:pt>
                <c:pt idx="851">
                  <c:v>22186.79</c:v>
                </c:pt>
                <c:pt idx="852">
                  <c:v>22212.86</c:v>
                </c:pt>
                <c:pt idx="853">
                  <c:v>22238.93</c:v>
                </c:pt>
                <c:pt idx="854">
                  <c:v>22265</c:v>
                </c:pt>
                <c:pt idx="855">
                  <c:v>22291.07</c:v>
                </c:pt>
                <c:pt idx="856">
                  <c:v>22317.14</c:v>
                </c:pt>
                <c:pt idx="857">
                  <c:v>22343.21</c:v>
                </c:pt>
                <c:pt idx="858">
                  <c:v>22369.29</c:v>
                </c:pt>
                <c:pt idx="859">
                  <c:v>22395.360000000001</c:v>
                </c:pt>
                <c:pt idx="860">
                  <c:v>22421.43</c:v>
                </c:pt>
                <c:pt idx="861">
                  <c:v>22447.5</c:v>
                </c:pt>
                <c:pt idx="862">
                  <c:v>22473.57</c:v>
                </c:pt>
                <c:pt idx="863">
                  <c:v>22499.64</c:v>
                </c:pt>
                <c:pt idx="864">
                  <c:v>22525.71</c:v>
                </c:pt>
                <c:pt idx="865">
                  <c:v>22551.79</c:v>
                </c:pt>
                <c:pt idx="866">
                  <c:v>22577.86</c:v>
                </c:pt>
                <c:pt idx="867">
                  <c:v>22603.93</c:v>
                </c:pt>
                <c:pt idx="868">
                  <c:v>22630</c:v>
                </c:pt>
                <c:pt idx="869">
                  <c:v>22656.07</c:v>
                </c:pt>
                <c:pt idx="870">
                  <c:v>22682.14</c:v>
                </c:pt>
                <c:pt idx="871">
                  <c:v>22708.21</c:v>
                </c:pt>
                <c:pt idx="872">
                  <c:v>22734.29</c:v>
                </c:pt>
                <c:pt idx="873">
                  <c:v>22760.36</c:v>
                </c:pt>
                <c:pt idx="874">
                  <c:v>22786.43</c:v>
                </c:pt>
                <c:pt idx="875">
                  <c:v>22812.5</c:v>
                </c:pt>
                <c:pt idx="876">
                  <c:v>22838.57</c:v>
                </c:pt>
                <c:pt idx="877">
                  <c:v>22864.639999999999</c:v>
                </c:pt>
                <c:pt idx="878">
                  <c:v>22890.71</c:v>
                </c:pt>
                <c:pt idx="879">
                  <c:v>22916.79</c:v>
                </c:pt>
                <c:pt idx="880">
                  <c:v>22942.86</c:v>
                </c:pt>
                <c:pt idx="881">
                  <c:v>22968.93</c:v>
                </c:pt>
                <c:pt idx="882">
                  <c:v>22995</c:v>
                </c:pt>
                <c:pt idx="883">
                  <c:v>23021.07</c:v>
                </c:pt>
                <c:pt idx="884">
                  <c:v>23047.14</c:v>
                </c:pt>
                <c:pt idx="885">
                  <c:v>23073.21</c:v>
                </c:pt>
                <c:pt idx="886">
                  <c:v>23099.29</c:v>
                </c:pt>
                <c:pt idx="887">
                  <c:v>23125.360000000001</c:v>
                </c:pt>
                <c:pt idx="888">
                  <c:v>23151.43</c:v>
                </c:pt>
                <c:pt idx="889">
                  <c:v>23177.5</c:v>
                </c:pt>
                <c:pt idx="890">
                  <c:v>23203.57</c:v>
                </c:pt>
                <c:pt idx="891">
                  <c:v>23229.64</c:v>
                </c:pt>
                <c:pt idx="892">
                  <c:v>23255.71</c:v>
                </c:pt>
                <c:pt idx="893">
                  <c:v>23281.79</c:v>
                </c:pt>
                <c:pt idx="894">
                  <c:v>23307.86</c:v>
                </c:pt>
                <c:pt idx="895">
                  <c:v>23333.93</c:v>
                </c:pt>
                <c:pt idx="896">
                  <c:v>23360</c:v>
                </c:pt>
                <c:pt idx="897">
                  <c:v>23386.07</c:v>
                </c:pt>
                <c:pt idx="898">
                  <c:v>23412.14</c:v>
                </c:pt>
                <c:pt idx="899">
                  <c:v>23438.21</c:v>
                </c:pt>
                <c:pt idx="900">
                  <c:v>23464.29</c:v>
                </c:pt>
                <c:pt idx="901">
                  <c:v>23490.36</c:v>
                </c:pt>
                <c:pt idx="902">
                  <c:v>23516.43</c:v>
                </c:pt>
                <c:pt idx="903">
                  <c:v>23542.5</c:v>
                </c:pt>
                <c:pt idx="904">
                  <c:v>23568.57</c:v>
                </c:pt>
                <c:pt idx="905">
                  <c:v>23594.639999999999</c:v>
                </c:pt>
                <c:pt idx="906">
                  <c:v>23620.71</c:v>
                </c:pt>
                <c:pt idx="907">
                  <c:v>23646.79</c:v>
                </c:pt>
                <c:pt idx="908">
                  <c:v>23672.86</c:v>
                </c:pt>
                <c:pt idx="909">
                  <c:v>23698.93</c:v>
                </c:pt>
                <c:pt idx="910">
                  <c:v>23725</c:v>
                </c:pt>
                <c:pt idx="911">
                  <c:v>23751.07</c:v>
                </c:pt>
                <c:pt idx="912">
                  <c:v>23777.14</c:v>
                </c:pt>
                <c:pt idx="913">
                  <c:v>23803.21</c:v>
                </c:pt>
                <c:pt idx="914">
                  <c:v>23829.29</c:v>
                </c:pt>
                <c:pt idx="915">
                  <c:v>23855.360000000001</c:v>
                </c:pt>
                <c:pt idx="916">
                  <c:v>23881.43</c:v>
                </c:pt>
                <c:pt idx="917">
                  <c:v>23907.5</c:v>
                </c:pt>
                <c:pt idx="918">
                  <c:v>23933.57</c:v>
                </c:pt>
                <c:pt idx="919">
                  <c:v>23959.64</c:v>
                </c:pt>
                <c:pt idx="920">
                  <c:v>23985.71</c:v>
                </c:pt>
                <c:pt idx="921">
                  <c:v>24011.79</c:v>
                </c:pt>
                <c:pt idx="922">
                  <c:v>24037.86</c:v>
                </c:pt>
                <c:pt idx="923">
                  <c:v>24063.93</c:v>
                </c:pt>
                <c:pt idx="924">
                  <c:v>24090</c:v>
                </c:pt>
                <c:pt idx="925">
                  <c:v>24116.07</c:v>
                </c:pt>
                <c:pt idx="926">
                  <c:v>24142.14</c:v>
                </c:pt>
                <c:pt idx="927">
                  <c:v>24168.21</c:v>
                </c:pt>
                <c:pt idx="928">
                  <c:v>24194.29</c:v>
                </c:pt>
                <c:pt idx="929">
                  <c:v>24220.36</c:v>
                </c:pt>
                <c:pt idx="930">
                  <c:v>24246.43</c:v>
                </c:pt>
                <c:pt idx="931">
                  <c:v>24272.5</c:v>
                </c:pt>
                <c:pt idx="932">
                  <c:v>24298.57</c:v>
                </c:pt>
                <c:pt idx="933">
                  <c:v>24324.639999999999</c:v>
                </c:pt>
                <c:pt idx="934">
                  <c:v>24350.71</c:v>
                </c:pt>
                <c:pt idx="935">
                  <c:v>24376.79</c:v>
                </c:pt>
                <c:pt idx="936">
                  <c:v>24402.86</c:v>
                </c:pt>
                <c:pt idx="937">
                  <c:v>24428.93</c:v>
                </c:pt>
                <c:pt idx="938">
                  <c:v>24455</c:v>
                </c:pt>
                <c:pt idx="939">
                  <c:v>24481.07</c:v>
                </c:pt>
                <c:pt idx="940">
                  <c:v>24507.14</c:v>
                </c:pt>
                <c:pt idx="941">
                  <c:v>24533.21</c:v>
                </c:pt>
                <c:pt idx="942">
                  <c:v>24559.29</c:v>
                </c:pt>
                <c:pt idx="943">
                  <c:v>24585.360000000001</c:v>
                </c:pt>
                <c:pt idx="944">
                  <c:v>24611.43</c:v>
                </c:pt>
                <c:pt idx="945">
                  <c:v>24637.5</c:v>
                </c:pt>
                <c:pt idx="946">
                  <c:v>24663.57</c:v>
                </c:pt>
                <c:pt idx="947">
                  <c:v>24689.64</c:v>
                </c:pt>
                <c:pt idx="948">
                  <c:v>24715.71</c:v>
                </c:pt>
                <c:pt idx="949">
                  <c:v>24741.79</c:v>
                </c:pt>
                <c:pt idx="950">
                  <c:v>24767.86</c:v>
                </c:pt>
                <c:pt idx="951">
                  <c:v>24793.93</c:v>
                </c:pt>
                <c:pt idx="952">
                  <c:v>24820</c:v>
                </c:pt>
                <c:pt idx="953">
                  <c:v>24846.07</c:v>
                </c:pt>
                <c:pt idx="954">
                  <c:v>24872.14</c:v>
                </c:pt>
                <c:pt idx="955">
                  <c:v>24898.21</c:v>
                </c:pt>
                <c:pt idx="956">
                  <c:v>24924.29</c:v>
                </c:pt>
                <c:pt idx="957">
                  <c:v>24950.36</c:v>
                </c:pt>
                <c:pt idx="958">
                  <c:v>24976.43</c:v>
                </c:pt>
                <c:pt idx="959">
                  <c:v>25002.5</c:v>
                </c:pt>
                <c:pt idx="960">
                  <c:v>25028.57</c:v>
                </c:pt>
                <c:pt idx="961">
                  <c:v>25054.639999999999</c:v>
                </c:pt>
                <c:pt idx="962">
                  <c:v>25080.71</c:v>
                </c:pt>
                <c:pt idx="963">
                  <c:v>25106.79</c:v>
                </c:pt>
                <c:pt idx="964">
                  <c:v>25132.86</c:v>
                </c:pt>
                <c:pt idx="965">
                  <c:v>25158.93</c:v>
                </c:pt>
                <c:pt idx="966">
                  <c:v>25185</c:v>
                </c:pt>
                <c:pt idx="967">
                  <c:v>25211.07</c:v>
                </c:pt>
                <c:pt idx="968">
                  <c:v>25237.14</c:v>
                </c:pt>
                <c:pt idx="969">
                  <c:v>25263.21</c:v>
                </c:pt>
                <c:pt idx="970">
                  <c:v>25289.29</c:v>
                </c:pt>
                <c:pt idx="971">
                  <c:v>25315.360000000001</c:v>
                </c:pt>
                <c:pt idx="972">
                  <c:v>25341.43</c:v>
                </c:pt>
                <c:pt idx="973">
                  <c:v>25367.5</c:v>
                </c:pt>
                <c:pt idx="974">
                  <c:v>25393.57</c:v>
                </c:pt>
                <c:pt idx="975">
                  <c:v>25419.64</c:v>
                </c:pt>
                <c:pt idx="976">
                  <c:v>25445.71</c:v>
                </c:pt>
                <c:pt idx="977">
                  <c:v>25471.79</c:v>
                </c:pt>
                <c:pt idx="978">
                  <c:v>25497.86</c:v>
                </c:pt>
                <c:pt idx="979">
                  <c:v>25523.93</c:v>
                </c:pt>
                <c:pt idx="980">
                  <c:v>25550</c:v>
                </c:pt>
                <c:pt idx="981">
                  <c:v>25576.07</c:v>
                </c:pt>
                <c:pt idx="982">
                  <c:v>25602.14</c:v>
                </c:pt>
                <c:pt idx="983">
                  <c:v>25628.21</c:v>
                </c:pt>
                <c:pt idx="984">
                  <c:v>25654.29</c:v>
                </c:pt>
                <c:pt idx="985">
                  <c:v>25680.36</c:v>
                </c:pt>
                <c:pt idx="986">
                  <c:v>25706.43</c:v>
                </c:pt>
                <c:pt idx="987">
                  <c:v>25732.5</c:v>
                </c:pt>
                <c:pt idx="988">
                  <c:v>25758.57</c:v>
                </c:pt>
                <c:pt idx="989">
                  <c:v>25784.639999999999</c:v>
                </c:pt>
                <c:pt idx="990">
                  <c:v>25810.71</c:v>
                </c:pt>
                <c:pt idx="991">
                  <c:v>25836.79</c:v>
                </c:pt>
                <c:pt idx="992">
                  <c:v>25862.86</c:v>
                </c:pt>
                <c:pt idx="993">
                  <c:v>25888.93</c:v>
                </c:pt>
                <c:pt idx="994">
                  <c:v>25915</c:v>
                </c:pt>
                <c:pt idx="995">
                  <c:v>25941.07</c:v>
                </c:pt>
                <c:pt idx="996">
                  <c:v>25967.14</c:v>
                </c:pt>
                <c:pt idx="997">
                  <c:v>25993.21</c:v>
                </c:pt>
                <c:pt idx="998">
                  <c:v>26019.29</c:v>
                </c:pt>
                <c:pt idx="999">
                  <c:v>26045.360000000001</c:v>
                </c:pt>
                <c:pt idx="1000">
                  <c:v>26071.43</c:v>
                </c:pt>
                <c:pt idx="1001">
                  <c:v>26097.5</c:v>
                </c:pt>
                <c:pt idx="1002">
                  <c:v>26123.57</c:v>
                </c:pt>
                <c:pt idx="1003">
                  <c:v>26149.64</c:v>
                </c:pt>
                <c:pt idx="1004">
                  <c:v>26175.71</c:v>
                </c:pt>
                <c:pt idx="1005">
                  <c:v>26201.79</c:v>
                </c:pt>
                <c:pt idx="1006">
                  <c:v>26227.86</c:v>
                </c:pt>
                <c:pt idx="1007">
                  <c:v>26253.93</c:v>
                </c:pt>
                <c:pt idx="1008">
                  <c:v>26280</c:v>
                </c:pt>
                <c:pt idx="1009">
                  <c:v>26306.07</c:v>
                </c:pt>
                <c:pt idx="1010">
                  <c:v>26332.14</c:v>
                </c:pt>
                <c:pt idx="1011">
                  <c:v>26358.21</c:v>
                </c:pt>
                <c:pt idx="1012">
                  <c:v>26384.29</c:v>
                </c:pt>
                <c:pt idx="1013">
                  <c:v>26410.36</c:v>
                </c:pt>
                <c:pt idx="1014">
                  <c:v>26436.43</c:v>
                </c:pt>
                <c:pt idx="1015">
                  <c:v>26462.5</c:v>
                </c:pt>
                <c:pt idx="1016">
                  <c:v>26488.57</c:v>
                </c:pt>
                <c:pt idx="1017">
                  <c:v>26514.639999999999</c:v>
                </c:pt>
                <c:pt idx="1018">
                  <c:v>26540.71</c:v>
                </c:pt>
                <c:pt idx="1019">
                  <c:v>26566.79</c:v>
                </c:pt>
                <c:pt idx="1020">
                  <c:v>26592.86</c:v>
                </c:pt>
                <c:pt idx="1021">
                  <c:v>26618.93</c:v>
                </c:pt>
                <c:pt idx="1022">
                  <c:v>26645</c:v>
                </c:pt>
                <c:pt idx="1023">
                  <c:v>26671.07</c:v>
                </c:pt>
                <c:pt idx="1024">
                  <c:v>26697.14</c:v>
                </c:pt>
                <c:pt idx="1025">
                  <c:v>26723.21</c:v>
                </c:pt>
                <c:pt idx="1026">
                  <c:v>26749.29</c:v>
                </c:pt>
                <c:pt idx="1027">
                  <c:v>26775.360000000001</c:v>
                </c:pt>
                <c:pt idx="1028">
                  <c:v>26801.43</c:v>
                </c:pt>
                <c:pt idx="1029">
                  <c:v>26827.5</c:v>
                </c:pt>
                <c:pt idx="1030">
                  <c:v>26853.57</c:v>
                </c:pt>
                <c:pt idx="1031">
                  <c:v>26879.64</c:v>
                </c:pt>
                <c:pt idx="1032">
                  <c:v>26905.71</c:v>
                </c:pt>
                <c:pt idx="1033">
                  <c:v>26931.79</c:v>
                </c:pt>
                <c:pt idx="1034">
                  <c:v>26957.86</c:v>
                </c:pt>
                <c:pt idx="1035">
                  <c:v>26983.93</c:v>
                </c:pt>
                <c:pt idx="1036">
                  <c:v>27010</c:v>
                </c:pt>
                <c:pt idx="1037">
                  <c:v>27036.07</c:v>
                </c:pt>
                <c:pt idx="1038">
                  <c:v>27062.14</c:v>
                </c:pt>
                <c:pt idx="1039">
                  <c:v>27088.21</c:v>
                </c:pt>
                <c:pt idx="1040">
                  <c:v>27114.29</c:v>
                </c:pt>
                <c:pt idx="1041">
                  <c:v>27140.36</c:v>
                </c:pt>
                <c:pt idx="1042">
                  <c:v>27166.43</c:v>
                </c:pt>
                <c:pt idx="1043">
                  <c:v>27192.5</c:v>
                </c:pt>
                <c:pt idx="1044">
                  <c:v>27218.57</c:v>
                </c:pt>
                <c:pt idx="1045">
                  <c:v>27244.639999999999</c:v>
                </c:pt>
                <c:pt idx="1046">
                  <c:v>27270.71</c:v>
                </c:pt>
                <c:pt idx="1047">
                  <c:v>27296.79</c:v>
                </c:pt>
                <c:pt idx="1048">
                  <c:v>27322.86</c:v>
                </c:pt>
                <c:pt idx="1049">
                  <c:v>27348.93</c:v>
                </c:pt>
                <c:pt idx="1050">
                  <c:v>27375</c:v>
                </c:pt>
                <c:pt idx="1051">
                  <c:v>27401.07</c:v>
                </c:pt>
                <c:pt idx="1052">
                  <c:v>27427.14</c:v>
                </c:pt>
                <c:pt idx="1053">
                  <c:v>27453.21</c:v>
                </c:pt>
                <c:pt idx="1054">
                  <c:v>27479.29</c:v>
                </c:pt>
                <c:pt idx="1055">
                  <c:v>27505.360000000001</c:v>
                </c:pt>
                <c:pt idx="1056">
                  <c:v>27531.43</c:v>
                </c:pt>
                <c:pt idx="1057">
                  <c:v>27557.5</c:v>
                </c:pt>
                <c:pt idx="1058">
                  <c:v>27583.57</c:v>
                </c:pt>
                <c:pt idx="1059">
                  <c:v>27609.64</c:v>
                </c:pt>
                <c:pt idx="1060">
                  <c:v>27635.71</c:v>
                </c:pt>
                <c:pt idx="1061">
                  <c:v>27661.79</c:v>
                </c:pt>
                <c:pt idx="1062">
                  <c:v>27687.86</c:v>
                </c:pt>
                <c:pt idx="1063">
                  <c:v>27713.93</c:v>
                </c:pt>
                <c:pt idx="1064">
                  <c:v>27740</c:v>
                </c:pt>
                <c:pt idx="1065">
                  <c:v>27766.07</c:v>
                </c:pt>
                <c:pt idx="1066">
                  <c:v>27792.14</c:v>
                </c:pt>
                <c:pt idx="1067">
                  <c:v>27818.21</c:v>
                </c:pt>
                <c:pt idx="1068">
                  <c:v>27844.29</c:v>
                </c:pt>
                <c:pt idx="1069">
                  <c:v>27870.36</c:v>
                </c:pt>
                <c:pt idx="1070">
                  <c:v>27896.43</c:v>
                </c:pt>
                <c:pt idx="1071">
                  <c:v>27922.5</c:v>
                </c:pt>
                <c:pt idx="1072">
                  <c:v>27948.57</c:v>
                </c:pt>
                <c:pt idx="1073">
                  <c:v>27974.639999999999</c:v>
                </c:pt>
                <c:pt idx="1074">
                  <c:v>28000.71</c:v>
                </c:pt>
                <c:pt idx="1075">
                  <c:v>28026.79</c:v>
                </c:pt>
                <c:pt idx="1076">
                  <c:v>28052.86</c:v>
                </c:pt>
                <c:pt idx="1077">
                  <c:v>28078.93</c:v>
                </c:pt>
                <c:pt idx="1078">
                  <c:v>28105</c:v>
                </c:pt>
                <c:pt idx="1079">
                  <c:v>28131.07</c:v>
                </c:pt>
                <c:pt idx="1080">
                  <c:v>28157.14</c:v>
                </c:pt>
                <c:pt idx="1081">
                  <c:v>28183.21</c:v>
                </c:pt>
                <c:pt idx="1082">
                  <c:v>28209.29</c:v>
                </c:pt>
                <c:pt idx="1083">
                  <c:v>28235.360000000001</c:v>
                </c:pt>
                <c:pt idx="1084">
                  <c:v>28261.43</c:v>
                </c:pt>
                <c:pt idx="1085">
                  <c:v>28287.5</c:v>
                </c:pt>
                <c:pt idx="1086">
                  <c:v>28313.57</c:v>
                </c:pt>
                <c:pt idx="1087">
                  <c:v>28339.64</c:v>
                </c:pt>
                <c:pt idx="1088">
                  <c:v>28365.71</c:v>
                </c:pt>
                <c:pt idx="1089">
                  <c:v>28391.79</c:v>
                </c:pt>
                <c:pt idx="1090">
                  <c:v>28417.86</c:v>
                </c:pt>
                <c:pt idx="1091">
                  <c:v>28443.93</c:v>
                </c:pt>
                <c:pt idx="1092">
                  <c:v>28470</c:v>
                </c:pt>
                <c:pt idx="1093">
                  <c:v>28496.07</c:v>
                </c:pt>
                <c:pt idx="1094">
                  <c:v>28522.14</c:v>
                </c:pt>
                <c:pt idx="1095">
                  <c:v>28548.21</c:v>
                </c:pt>
                <c:pt idx="1096">
                  <c:v>28574.29</c:v>
                </c:pt>
                <c:pt idx="1097">
                  <c:v>28600.36</c:v>
                </c:pt>
                <c:pt idx="1098">
                  <c:v>28626.43</c:v>
                </c:pt>
                <c:pt idx="1099">
                  <c:v>28652.5</c:v>
                </c:pt>
                <c:pt idx="1100">
                  <c:v>28678.57</c:v>
                </c:pt>
                <c:pt idx="1101">
                  <c:v>28704.639999999999</c:v>
                </c:pt>
                <c:pt idx="1102">
                  <c:v>28730.71</c:v>
                </c:pt>
                <c:pt idx="1103">
                  <c:v>28756.79</c:v>
                </c:pt>
                <c:pt idx="1104">
                  <c:v>28782.86</c:v>
                </c:pt>
                <c:pt idx="1105">
                  <c:v>28808.93</c:v>
                </c:pt>
                <c:pt idx="1106">
                  <c:v>28835</c:v>
                </c:pt>
                <c:pt idx="1107">
                  <c:v>28861.07</c:v>
                </c:pt>
                <c:pt idx="1108">
                  <c:v>28887.14</c:v>
                </c:pt>
                <c:pt idx="1109">
                  <c:v>28913.21</c:v>
                </c:pt>
                <c:pt idx="1110">
                  <c:v>28939.29</c:v>
                </c:pt>
                <c:pt idx="1111">
                  <c:v>28965.360000000001</c:v>
                </c:pt>
                <c:pt idx="1112">
                  <c:v>28991.43</c:v>
                </c:pt>
                <c:pt idx="1113">
                  <c:v>29017.5</c:v>
                </c:pt>
                <c:pt idx="1114">
                  <c:v>29043.57</c:v>
                </c:pt>
                <c:pt idx="1115">
                  <c:v>29069.64</c:v>
                </c:pt>
                <c:pt idx="1116">
                  <c:v>29095.71</c:v>
                </c:pt>
                <c:pt idx="1117">
                  <c:v>29121.79</c:v>
                </c:pt>
                <c:pt idx="1118">
                  <c:v>29147.86</c:v>
                </c:pt>
                <c:pt idx="1119">
                  <c:v>29173.93</c:v>
                </c:pt>
                <c:pt idx="1120">
                  <c:v>29200</c:v>
                </c:pt>
                <c:pt idx="1121">
                  <c:v>29226.07</c:v>
                </c:pt>
                <c:pt idx="1122">
                  <c:v>29252.14</c:v>
                </c:pt>
                <c:pt idx="1123">
                  <c:v>29278.21</c:v>
                </c:pt>
                <c:pt idx="1124">
                  <c:v>29304.29</c:v>
                </c:pt>
                <c:pt idx="1125">
                  <c:v>29330.36</c:v>
                </c:pt>
                <c:pt idx="1126">
                  <c:v>29356.43</c:v>
                </c:pt>
                <c:pt idx="1127">
                  <c:v>29382.5</c:v>
                </c:pt>
                <c:pt idx="1128">
                  <c:v>29408.57</c:v>
                </c:pt>
                <c:pt idx="1129">
                  <c:v>29434.639999999999</c:v>
                </c:pt>
                <c:pt idx="1130">
                  <c:v>29460.71</c:v>
                </c:pt>
                <c:pt idx="1131">
                  <c:v>29486.79</c:v>
                </c:pt>
                <c:pt idx="1132">
                  <c:v>29512.86</c:v>
                </c:pt>
                <c:pt idx="1133">
                  <c:v>29538.93</c:v>
                </c:pt>
                <c:pt idx="1134">
                  <c:v>29565</c:v>
                </c:pt>
                <c:pt idx="1135">
                  <c:v>29591.07</c:v>
                </c:pt>
                <c:pt idx="1136">
                  <c:v>29617.14</c:v>
                </c:pt>
                <c:pt idx="1137">
                  <c:v>29643.21</c:v>
                </c:pt>
                <c:pt idx="1138">
                  <c:v>29669.29</c:v>
                </c:pt>
                <c:pt idx="1139">
                  <c:v>29695.360000000001</c:v>
                </c:pt>
                <c:pt idx="1140">
                  <c:v>29721.43</c:v>
                </c:pt>
                <c:pt idx="1141">
                  <c:v>29747.5</c:v>
                </c:pt>
                <c:pt idx="1142">
                  <c:v>29773.57</c:v>
                </c:pt>
                <c:pt idx="1143">
                  <c:v>29799.64</c:v>
                </c:pt>
                <c:pt idx="1144">
                  <c:v>29825.71</c:v>
                </c:pt>
                <c:pt idx="1145">
                  <c:v>29851.79</c:v>
                </c:pt>
                <c:pt idx="1146">
                  <c:v>29877.86</c:v>
                </c:pt>
                <c:pt idx="1147">
                  <c:v>29903.93</c:v>
                </c:pt>
                <c:pt idx="1148">
                  <c:v>29930</c:v>
                </c:pt>
                <c:pt idx="1149">
                  <c:v>29956.07</c:v>
                </c:pt>
                <c:pt idx="1150">
                  <c:v>29982.14</c:v>
                </c:pt>
                <c:pt idx="1151">
                  <c:v>30008.21</c:v>
                </c:pt>
                <c:pt idx="1152">
                  <c:v>30034.29</c:v>
                </c:pt>
                <c:pt idx="1153">
                  <c:v>30060.36</c:v>
                </c:pt>
                <c:pt idx="1154">
                  <c:v>30086.43</c:v>
                </c:pt>
                <c:pt idx="1155">
                  <c:v>30112.5</c:v>
                </c:pt>
                <c:pt idx="1156">
                  <c:v>30138.57</c:v>
                </c:pt>
                <c:pt idx="1157">
                  <c:v>30164.639999999999</c:v>
                </c:pt>
                <c:pt idx="1158">
                  <c:v>30190.71</c:v>
                </c:pt>
                <c:pt idx="1159">
                  <c:v>30216.79</c:v>
                </c:pt>
                <c:pt idx="1160">
                  <c:v>30242.86</c:v>
                </c:pt>
                <c:pt idx="1161">
                  <c:v>30268.93</c:v>
                </c:pt>
                <c:pt idx="1162">
                  <c:v>30295</c:v>
                </c:pt>
                <c:pt idx="1163">
                  <c:v>30321.07</c:v>
                </c:pt>
                <c:pt idx="1164">
                  <c:v>30347.14</c:v>
                </c:pt>
                <c:pt idx="1165">
                  <c:v>30373.21</c:v>
                </c:pt>
                <c:pt idx="1166">
                  <c:v>30399.29</c:v>
                </c:pt>
                <c:pt idx="1167">
                  <c:v>30425.360000000001</c:v>
                </c:pt>
                <c:pt idx="1168">
                  <c:v>30451.43</c:v>
                </c:pt>
                <c:pt idx="1169">
                  <c:v>30477.5</c:v>
                </c:pt>
                <c:pt idx="1170">
                  <c:v>30503.57</c:v>
                </c:pt>
                <c:pt idx="1171">
                  <c:v>30529.64</c:v>
                </c:pt>
                <c:pt idx="1172">
                  <c:v>30555.71</c:v>
                </c:pt>
                <c:pt idx="1173">
                  <c:v>30581.79</c:v>
                </c:pt>
                <c:pt idx="1174">
                  <c:v>30607.86</c:v>
                </c:pt>
                <c:pt idx="1175">
                  <c:v>30633.93</c:v>
                </c:pt>
                <c:pt idx="1176">
                  <c:v>30660</c:v>
                </c:pt>
                <c:pt idx="1177">
                  <c:v>30686.07</c:v>
                </c:pt>
                <c:pt idx="1178">
                  <c:v>30712.14</c:v>
                </c:pt>
                <c:pt idx="1179">
                  <c:v>30738.21</c:v>
                </c:pt>
                <c:pt idx="1180">
                  <c:v>30764.29</c:v>
                </c:pt>
                <c:pt idx="1181">
                  <c:v>30790.36</c:v>
                </c:pt>
                <c:pt idx="1182">
                  <c:v>30816.43</c:v>
                </c:pt>
                <c:pt idx="1183">
                  <c:v>30842.5</c:v>
                </c:pt>
                <c:pt idx="1184">
                  <c:v>30868.57</c:v>
                </c:pt>
                <c:pt idx="1185">
                  <c:v>30894.639999999999</c:v>
                </c:pt>
                <c:pt idx="1186">
                  <c:v>30920.71</c:v>
                </c:pt>
                <c:pt idx="1187">
                  <c:v>30946.79</c:v>
                </c:pt>
                <c:pt idx="1188">
                  <c:v>30972.86</c:v>
                </c:pt>
                <c:pt idx="1189">
                  <c:v>30998.93</c:v>
                </c:pt>
                <c:pt idx="1190">
                  <c:v>31025</c:v>
                </c:pt>
                <c:pt idx="1191">
                  <c:v>31051.07</c:v>
                </c:pt>
                <c:pt idx="1192">
                  <c:v>31077.14</c:v>
                </c:pt>
                <c:pt idx="1193">
                  <c:v>31103.21</c:v>
                </c:pt>
                <c:pt idx="1194">
                  <c:v>31129.29</c:v>
                </c:pt>
                <c:pt idx="1195">
                  <c:v>31155.360000000001</c:v>
                </c:pt>
                <c:pt idx="1196">
                  <c:v>31181.43</c:v>
                </c:pt>
                <c:pt idx="1197">
                  <c:v>31207.5</c:v>
                </c:pt>
                <c:pt idx="1198">
                  <c:v>31233.57</c:v>
                </c:pt>
                <c:pt idx="1199">
                  <c:v>31259.64</c:v>
                </c:pt>
                <c:pt idx="1200">
                  <c:v>31285.71</c:v>
                </c:pt>
                <c:pt idx="1201">
                  <c:v>31311.79</c:v>
                </c:pt>
                <c:pt idx="1202">
                  <c:v>31337.86</c:v>
                </c:pt>
                <c:pt idx="1203">
                  <c:v>31363.93</c:v>
                </c:pt>
                <c:pt idx="1204">
                  <c:v>31390</c:v>
                </c:pt>
                <c:pt idx="1205">
                  <c:v>31416.07</c:v>
                </c:pt>
                <c:pt idx="1206">
                  <c:v>31442.14</c:v>
                </c:pt>
                <c:pt idx="1207">
                  <c:v>31468.21</c:v>
                </c:pt>
                <c:pt idx="1208">
                  <c:v>31494.29</c:v>
                </c:pt>
                <c:pt idx="1209">
                  <c:v>31520.36</c:v>
                </c:pt>
                <c:pt idx="1210">
                  <c:v>31546.43</c:v>
                </c:pt>
                <c:pt idx="1211">
                  <c:v>31572.5</c:v>
                </c:pt>
                <c:pt idx="1212">
                  <c:v>31598.57</c:v>
                </c:pt>
                <c:pt idx="1213">
                  <c:v>31624.639999999999</c:v>
                </c:pt>
                <c:pt idx="1214">
                  <c:v>31650.71</c:v>
                </c:pt>
                <c:pt idx="1215">
                  <c:v>31676.79</c:v>
                </c:pt>
                <c:pt idx="1216">
                  <c:v>31702.86</c:v>
                </c:pt>
                <c:pt idx="1217">
                  <c:v>31728.93</c:v>
                </c:pt>
                <c:pt idx="1218">
                  <c:v>31755</c:v>
                </c:pt>
                <c:pt idx="1219">
                  <c:v>31781.07</c:v>
                </c:pt>
                <c:pt idx="1220">
                  <c:v>31807.14</c:v>
                </c:pt>
                <c:pt idx="1221">
                  <c:v>31833.21</c:v>
                </c:pt>
                <c:pt idx="1222">
                  <c:v>31859.29</c:v>
                </c:pt>
                <c:pt idx="1223">
                  <c:v>31885.360000000001</c:v>
                </c:pt>
                <c:pt idx="1224">
                  <c:v>31911.43</c:v>
                </c:pt>
                <c:pt idx="1225">
                  <c:v>31937.5</c:v>
                </c:pt>
                <c:pt idx="1226">
                  <c:v>31963.57</c:v>
                </c:pt>
                <c:pt idx="1227">
                  <c:v>31989.64</c:v>
                </c:pt>
                <c:pt idx="1228">
                  <c:v>32015.71</c:v>
                </c:pt>
                <c:pt idx="1229">
                  <c:v>32041.79</c:v>
                </c:pt>
                <c:pt idx="1230">
                  <c:v>32067.86</c:v>
                </c:pt>
                <c:pt idx="1231">
                  <c:v>32093.93</c:v>
                </c:pt>
                <c:pt idx="1232">
                  <c:v>32120</c:v>
                </c:pt>
                <c:pt idx="1233">
                  <c:v>32146.07</c:v>
                </c:pt>
                <c:pt idx="1234">
                  <c:v>32172.14</c:v>
                </c:pt>
                <c:pt idx="1235">
                  <c:v>32198.21</c:v>
                </c:pt>
                <c:pt idx="1236">
                  <c:v>32224.29</c:v>
                </c:pt>
                <c:pt idx="1237">
                  <c:v>32250.36</c:v>
                </c:pt>
                <c:pt idx="1238">
                  <c:v>32276.43</c:v>
                </c:pt>
                <c:pt idx="1239">
                  <c:v>32302.5</c:v>
                </c:pt>
                <c:pt idx="1240">
                  <c:v>32328.57</c:v>
                </c:pt>
                <c:pt idx="1241">
                  <c:v>32354.639999999999</c:v>
                </c:pt>
                <c:pt idx="1242">
                  <c:v>32380.71</c:v>
                </c:pt>
                <c:pt idx="1243">
                  <c:v>32406.79</c:v>
                </c:pt>
                <c:pt idx="1244">
                  <c:v>32432.86</c:v>
                </c:pt>
                <c:pt idx="1245">
                  <c:v>32458.93</c:v>
                </c:pt>
                <c:pt idx="1246">
                  <c:v>32485</c:v>
                </c:pt>
                <c:pt idx="1247">
                  <c:v>32511.07</c:v>
                </c:pt>
                <c:pt idx="1248">
                  <c:v>32537.14</c:v>
                </c:pt>
                <c:pt idx="1249">
                  <c:v>32563.21</c:v>
                </c:pt>
                <c:pt idx="1250">
                  <c:v>32589.29</c:v>
                </c:pt>
                <c:pt idx="1251">
                  <c:v>32615.360000000001</c:v>
                </c:pt>
                <c:pt idx="1252">
                  <c:v>32641.43</c:v>
                </c:pt>
                <c:pt idx="1253">
                  <c:v>32667.5</c:v>
                </c:pt>
                <c:pt idx="1254">
                  <c:v>32693.57</c:v>
                </c:pt>
                <c:pt idx="1255">
                  <c:v>32719.64</c:v>
                </c:pt>
                <c:pt idx="1256">
                  <c:v>32745.71</c:v>
                </c:pt>
                <c:pt idx="1257">
                  <c:v>32771.79</c:v>
                </c:pt>
                <c:pt idx="1258">
                  <c:v>32797.86</c:v>
                </c:pt>
                <c:pt idx="1259">
                  <c:v>32823.93</c:v>
                </c:pt>
                <c:pt idx="1260">
                  <c:v>32850</c:v>
                </c:pt>
                <c:pt idx="1261">
                  <c:v>32876.07</c:v>
                </c:pt>
                <c:pt idx="1262">
                  <c:v>32902.14</c:v>
                </c:pt>
                <c:pt idx="1263">
                  <c:v>32928.21</c:v>
                </c:pt>
                <c:pt idx="1264">
                  <c:v>32954.29</c:v>
                </c:pt>
                <c:pt idx="1265">
                  <c:v>32980.36</c:v>
                </c:pt>
                <c:pt idx="1266">
                  <c:v>33006.43</c:v>
                </c:pt>
                <c:pt idx="1267">
                  <c:v>33032.5</c:v>
                </c:pt>
                <c:pt idx="1268">
                  <c:v>33058.57</c:v>
                </c:pt>
                <c:pt idx="1269">
                  <c:v>33084.639999999999</c:v>
                </c:pt>
                <c:pt idx="1270">
                  <c:v>33110.71</c:v>
                </c:pt>
                <c:pt idx="1271">
                  <c:v>33136.79</c:v>
                </c:pt>
                <c:pt idx="1272">
                  <c:v>33162.86</c:v>
                </c:pt>
                <c:pt idx="1273">
                  <c:v>33188.93</c:v>
                </c:pt>
                <c:pt idx="1274">
                  <c:v>33215</c:v>
                </c:pt>
                <c:pt idx="1275">
                  <c:v>33241.07</c:v>
                </c:pt>
                <c:pt idx="1276">
                  <c:v>33267.14</c:v>
                </c:pt>
                <c:pt idx="1277">
                  <c:v>33293.21</c:v>
                </c:pt>
                <c:pt idx="1278">
                  <c:v>33319.29</c:v>
                </c:pt>
                <c:pt idx="1279">
                  <c:v>33345.360000000001</c:v>
                </c:pt>
                <c:pt idx="1280">
                  <c:v>33371.43</c:v>
                </c:pt>
                <c:pt idx="1281">
                  <c:v>33397.5</c:v>
                </c:pt>
                <c:pt idx="1282">
                  <c:v>33423.57</c:v>
                </c:pt>
                <c:pt idx="1283">
                  <c:v>33449.64</c:v>
                </c:pt>
                <c:pt idx="1284">
                  <c:v>33475.71</c:v>
                </c:pt>
                <c:pt idx="1285">
                  <c:v>33501.79</c:v>
                </c:pt>
                <c:pt idx="1286">
                  <c:v>33527.86</c:v>
                </c:pt>
                <c:pt idx="1287">
                  <c:v>33553.93</c:v>
                </c:pt>
                <c:pt idx="1288">
                  <c:v>33580</c:v>
                </c:pt>
                <c:pt idx="1289">
                  <c:v>33606.07</c:v>
                </c:pt>
                <c:pt idx="1290">
                  <c:v>33632.14</c:v>
                </c:pt>
                <c:pt idx="1291">
                  <c:v>33658.21</c:v>
                </c:pt>
                <c:pt idx="1292">
                  <c:v>33684.29</c:v>
                </c:pt>
                <c:pt idx="1293">
                  <c:v>33710.36</c:v>
                </c:pt>
                <c:pt idx="1294">
                  <c:v>33736.43</c:v>
                </c:pt>
                <c:pt idx="1295">
                  <c:v>33762.5</c:v>
                </c:pt>
                <c:pt idx="1296">
                  <c:v>33788.57</c:v>
                </c:pt>
                <c:pt idx="1297">
                  <c:v>33814.639999999999</c:v>
                </c:pt>
                <c:pt idx="1298">
                  <c:v>33840.71</c:v>
                </c:pt>
                <c:pt idx="1299">
                  <c:v>33866.79</c:v>
                </c:pt>
                <c:pt idx="1300">
                  <c:v>33892.86</c:v>
                </c:pt>
                <c:pt idx="1301">
                  <c:v>33918.93</c:v>
                </c:pt>
                <c:pt idx="1302">
                  <c:v>33945</c:v>
                </c:pt>
                <c:pt idx="1303">
                  <c:v>33971.07</c:v>
                </c:pt>
                <c:pt idx="1304">
                  <c:v>33997.14</c:v>
                </c:pt>
                <c:pt idx="1305">
                  <c:v>34023.21</c:v>
                </c:pt>
                <c:pt idx="1306">
                  <c:v>34049.29</c:v>
                </c:pt>
                <c:pt idx="1307">
                  <c:v>34075.360000000001</c:v>
                </c:pt>
                <c:pt idx="1308">
                  <c:v>34101.43</c:v>
                </c:pt>
                <c:pt idx="1309">
                  <c:v>34127.5</c:v>
                </c:pt>
                <c:pt idx="1310">
                  <c:v>34153.57</c:v>
                </c:pt>
                <c:pt idx="1311">
                  <c:v>34179.64</c:v>
                </c:pt>
                <c:pt idx="1312">
                  <c:v>34205.71</c:v>
                </c:pt>
                <c:pt idx="1313">
                  <c:v>34231.79</c:v>
                </c:pt>
                <c:pt idx="1314">
                  <c:v>34257.86</c:v>
                </c:pt>
                <c:pt idx="1315">
                  <c:v>34283.93</c:v>
                </c:pt>
                <c:pt idx="1316">
                  <c:v>34310</c:v>
                </c:pt>
                <c:pt idx="1317">
                  <c:v>34336.07</c:v>
                </c:pt>
                <c:pt idx="1318">
                  <c:v>34362.14</c:v>
                </c:pt>
                <c:pt idx="1319">
                  <c:v>34388.21</c:v>
                </c:pt>
                <c:pt idx="1320">
                  <c:v>34414.29</c:v>
                </c:pt>
                <c:pt idx="1321">
                  <c:v>34440.36</c:v>
                </c:pt>
                <c:pt idx="1322">
                  <c:v>34466.43</c:v>
                </c:pt>
                <c:pt idx="1323">
                  <c:v>34492.5</c:v>
                </c:pt>
                <c:pt idx="1324">
                  <c:v>34518.57</c:v>
                </c:pt>
                <c:pt idx="1325">
                  <c:v>34544.639999999999</c:v>
                </c:pt>
                <c:pt idx="1326">
                  <c:v>34570.71</c:v>
                </c:pt>
                <c:pt idx="1327">
                  <c:v>34596.79</c:v>
                </c:pt>
                <c:pt idx="1328">
                  <c:v>34622.86</c:v>
                </c:pt>
                <c:pt idx="1329">
                  <c:v>34648.93</c:v>
                </c:pt>
                <c:pt idx="1330">
                  <c:v>34675</c:v>
                </c:pt>
                <c:pt idx="1331">
                  <c:v>34701.07</c:v>
                </c:pt>
                <c:pt idx="1332">
                  <c:v>34727.14</c:v>
                </c:pt>
                <c:pt idx="1333">
                  <c:v>34753.21</c:v>
                </c:pt>
                <c:pt idx="1334">
                  <c:v>34779.29</c:v>
                </c:pt>
                <c:pt idx="1335">
                  <c:v>34805.360000000001</c:v>
                </c:pt>
                <c:pt idx="1336">
                  <c:v>34831.43</c:v>
                </c:pt>
                <c:pt idx="1337">
                  <c:v>34857.5</c:v>
                </c:pt>
                <c:pt idx="1338">
                  <c:v>34883.57</c:v>
                </c:pt>
                <c:pt idx="1339">
                  <c:v>34909.64</c:v>
                </c:pt>
                <c:pt idx="1340">
                  <c:v>34935.71</c:v>
                </c:pt>
                <c:pt idx="1341">
                  <c:v>34961.79</c:v>
                </c:pt>
                <c:pt idx="1342">
                  <c:v>34987.86</c:v>
                </c:pt>
                <c:pt idx="1343">
                  <c:v>35013.93</c:v>
                </c:pt>
                <c:pt idx="1344">
                  <c:v>35040</c:v>
                </c:pt>
                <c:pt idx="1345">
                  <c:v>35066.07</c:v>
                </c:pt>
                <c:pt idx="1346">
                  <c:v>35092.14</c:v>
                </c:pt>
                <c:pt idx="1347">
                  <c:v>35118.21</c:v>
                </c:pt>
                <c:pt idx="1348">
                  <c:v>35144.29</c:v>
                </c:pt>
                <c:pt idx="1349">
                  <c:v>35170.36</c:v>
                </c:pt>
                <c:pt idx="1350">
                  <c:v>35196.43</c:v>
                </c:pt>
                <c:pt idx="1351">
                  <c:v>35222.5</c:v>
                </c:pt>
                <c:pt idx="1352">
                  <c:v>35248.57</c:v>
                </c:pt>
                <c:pt idx="1353">
                  <c:v>35274.639999999999</c:v>
                </c:pt>
                <c:pt idx="1354">
                  <c:v>35300.71</c:v>
                </c:pt>
                <c:pt idx="1355">
                  <c:v>35326.79</c:v>
                </c:pt>
                <c:pt idx="1356">
                  <c:v>35352.86</c:v>
                </c:pt>
                <c:pt idx="1357">
                  <c:v>35378.93</c:v>
                </c:pt>
                <c:pt idx="1358">
                  <c:v>35405</c:v>
                </c:pt>
                <c:pt idx="1359">
                  <c:v>35431.07</c:v>
                </c:pt>
                <c:pt idx="1360">
                  <c:v>35457.14</c:v>
                </c:pt>
                <c:pt idx="1361">
                  <c:v>35483.21</c:v>
                </c:pt>
                <c:pt idx="1362">
                  <c:v>35509.29</c:v>
                </c:pt>
                <c:pt idx="1363">
                  <c:v>35535.360000000001</c:v>
                </c:pt>
                <c:pt idx="1364">
                  <c:v>35561.43</c:v>
                </c:pt>
                <c:pt idx="1365">
                  <c:v>35587.5</c:v>
                </c:pt>
                <c:pt idx="1366">
                  <c:v>35613.57</c:v>
                </c:pt>
                <c:pt idx="1367">
                  <c:v>35639.64</c:v>
                </c:pt>
                <c:pt idx="1368">
                  <c:v>35665.71</c:v>
                </c:pt>
                <c:pt idx="1369">
                  <c:v>35691.79</c:v>
                </c:pt>
                <c:pt idx="1370">
                  <c:v>35717.86</c:v>
                </c:pt>
                <c:pt idx="1371">
                  <c:v>35743.93</c:v>
                </c:pt>
                <c:pt idx="1372">
                  <c:v>35770</c:v>
                </c:pt>
                <c:pt idx="1373">
                  <c:v>35796.07</c:v>
                </c:pt>
                <c:pt idx="1374">
                  <c:v>35822.14</c:v>
                </c:pt>
                <c:pt idx="1375">
                  <c:v>35848.21</c:v>
                </c:pt>
                <c:pt idx="1376">
                  <c:v>35874.29</c:v>
                </c:pt>
                <c:pt idx="1377">
                  <c:v>35900.36</c:v>
                </c:pt>
                <c:pt idx="1378">
                  <c:v>35926.43</c:v>
                </c:pt>
                <c:pt idx="1379">
                  <c:v>35952.5</c:v>
                </c:pt>
                <c:pt idx="1380">
                  <c:v>35978.57</c:v>
                </c:pt>
                <c:pt idx="1381">
                  <c:v>36004.639999999999</c:v>
                </c:pt>
                <c:pt idx="1382">
                  <c:v>36030.71</c:v>
                </c:pt>
                <c:pt idx="1383">
                  <c:v>36056.79</c:v>
                </c:pt>
                <c:pt idx="1384">
                  <c:v>36082.86</c:v>
                </c:pt>
                <c:pt idx="1385">
                  <c:v>36108.93</c:v>
                </c:pt>
                <c:pt idx="1386">
                  <c:v>36135</c:v>
                </c:pt>
                <c:pt idx="1387">
                  <c:v>36161.07</c:v>
                </c:pt>
                <c:pt idx="1388">
                  <c:v>36187.14</c:v>
                </c:pt>
                <c:pt idx="1389">
                  <c:v>36213.21</c:v>
                </c:pt>
                <c:pt idx="1390">
                  <c:v>36239.29</c:v>
                </c:pt>
                <c:pt idx="1391">
                  <c:v>36265.360000000001</c:v>
                </c:pt>
                <c:pt idx="1392">
                  <c:v>36291.43</c:v>
                </c:pt>
                <c:pt idx="1393">
                  <c:v>36317.5</c:v>
                </c:pt>
                <c:pt idx="1394">
                  <c:v>36343.57</c:v>
                </c:pt>
                <c:pt idx="1395">
                  <c:v>36369.64</c:v>
                </c:pt>
                <c:pt idx="1396">
                  <c:v>36395.71</c:v>
                </c:pt>
                <c:pt idx="1397">
                  <c:v>36421.79</c:v>
                </c:pt>
                <c:pt idx="1398">
                  <c:v>36447.86</c:v>
                </c:pt>
                <c:pt idx="1399">
                  <c:v>36473.93</c:v>
                </c:pt>
                <c:pt idx="1400">
                  <c:v>36500</c:v>
                </c:pt>
                <c:pt idx="1401">
                  <c:v>36526.07</c:v>
                </c:pt>
                <c:pt idx="1402">
                  <c:v>36552.14</c:v>
                </c:pt>
                <c:pt idx="1403">
                  <c:v>36578.21</c:v>
                </c:pt>
                <c:pt idx="1404">
                  <c:v>36604.29</c:v>
                </c:pt>
                <c:pt idx="1405">
                  <c:v>36630.36</c:v>
                </c:pt>
                <c:pt idx="1406">
                  <c:v>36656.43</c:v>
                </c:pt>
                <c:pt idx="1407">
                  <c:v>36682.5</c:v>
                </c:pt>
                <c:pt idx="1408">
                  <c:v>36708.57</c:v>
                </c:pt>
                <c:pt idx="1409">
                  <c:v>36734.639999999999</c:v>
                </c:pt>
                <c:pt idx="1410">
                  <c:v>36760.71</c:v>
                </c:pt>
                <c:pt idx="1411">
                  <c:v>36786.79</c:v>
                </c:pt>
                <c:pt idx="1412">
                  <c:v>36812.86</c:v>
                </c:pt>
                <c:pt idx="1413">
                  <c:v>36838.93</c:v>
                </c:pt>
                <c:pt idx="1414">
                  <c:v>36865</c:v>
                </c:pt>
                <c:pt idx="1415">
                  <c:v>36891.07</c:v>
                </c:pt>
                <c:pt idx="1416">
                  <c:v>36917.14</c:v>
                </c:pt>
                <c:pt idx="1417">
                  <c:v>36943.21</c:v>
                </c:pt>
                <c:pt idx="1418">
                  <c:v>36969.29</c:v>
                </c:pt>
                <c:pt idx="1419">
                  <c:v>36995.360000000001</c:v>
                </c:pt>
                <c:pt idx="1420">
                  <c:v>37021.43</c:v>
                </c:pt>
                <c:pt idx="1421">
                  <c:v>37047.5</c:v>
                </c:pt>
                <c:pt idx="1422">
                  <c:v>37073.57</c:v>
                </c:pt>
                <c:pt idx="1423">
                  <c:v>37099.64</c:v>
                </c:pt>
                <c:pt idx="1424">
                  <c:v>37125.71</c:v>
                </c:pt>
                <c:pt idx="1425">
                  <c:v>37151.79</c:v>
                </c:pt>
                <c:pt idx="1426">
                  <c:v>37177.86</c:v>
                </c:pt>
                <c:pt idx="1427">
                  <c:v>37203.93</c:v>
                </c:pt>
                <c:pt idx="1428">
                  <c:v>37230</c:v>
                </c:pt>
                <c:pt idx="1429">
                  <c:v>37256.07</c:v>
                </c:pt>
                <c:pt idx="1430">
                  <c:v>37282.14</c:v>
                </c:pt>
                <c:pt idx="1431">
                  <c:v>37308.21</c:v>
                </c:pt>
                <c:pt idx="1432">
                  <c:v>37334.29</c:v>
                </c:pt>
                <c:pt idx="1433">
                  <c:v>37360.36</c:v>
                </c:pt>
                <c:pt idx="1434">
                  <c:v>37386.43</c:v>
                </c:pt>
                <c:pt idx="1435">
                  <c:v>37412.5</c:v>
                </c:pt>
                <c:pt idx="1436">
                  <c:v>37438.57</c:v>
                </c:pt>
                <c:pt idx="1437">
                  <c:v>37464.639999999999</c:v>
                </c:pt>
                <c:pt idx="1438">
                  <c:v>37490.71</c:v>
                </c:pt>
                <c:pt idx="1439">
                  <c:v>37516.79</c:v>
                </c:pt>
                <c:pt idx="1440">
                  <c:v>37542.86</c:v>
                </c:pt>
                <c:pt idx="1441">
                  <c:v>37568.93</c:v>
                </c:pt>
                <c:pt idx="1442">
                  <c:v>37595</c:v>
                </c:pt>
                <c:pt idx="1443">
                  <c:v>37621.07</c:v>
                </c:pt>
                <c:pt idx="1444">
                  <c:v>37647.14</c:v>
                </c:pt>
                <c:pt idx="1445">
                  <c:v>37673.21</c:v>
                </c:pt>
                <c:pt idx="1446">
                  <c:v>37699.29</c:v>
                </c:pt>
                <c:pt idx="1447">
                  <c:v>37725.360000000001</c:v>
                </c:pt>
                <c:pt idx="1448">
                  <c:v>37751.43</c:v>
                </c:pt>
                <c:pt idx="1449">
                  <c:v>37777.5</c:v>
                </c:pt>
                <c:pt idx="1450">
                  <c:v>37803.57</c:v>
                </c:pt>
                <c:pt idx="1451">
                  <c:v>37829.64</c:v>
                </c:pt>
                <c:pt idx="1452">
                  <c:v>37855.71</c:v>
                </c:pt>
                <c:pt idx="1453">
                  <c:v>37881.79</c:v>
                </c:pt>
                <c:pt idx="1454">
                  <c:v>37907.86</c:v>
                </c:pt>
                <c:pt idx="1455">
                  <c:v>37933.93</c:v>
                </c:pt>
                <c:pt idx="1456">
                  <c:v>37960</c:v>
                </c:pt>
                <c:pt idx="1457">
                  <c:v>37986.07</c:v>
                </c:pt>
                <c:pt idx="1458">
                  <c:v>38012.14</c:v>
                </c:pt>
                <c:pt idx="1459">
                  <c:v>38038.21</c:v>
                </c:pt>
                <c:pt idx="1460">
                  <c:v>38064.29</c:v>
                </c:pt>
                <c:pt idx="1461">
                  <c:v>38090.36</c:v>
                </c:pt>
                <c:pt idx="1462">
                  <c:v>38116.43</c:v>
                </c:pt>
                <c:pt idx="1463">
                  <c:v>38142.5</c:v>
                </c:pt>
                <c:pt idx="1464">
                  <c:v>38168.57</c:v>
                </c:pt>
                <c:pt idx="1465">
                  <c:v>38194.639999999999</c:v>
                </c:pt>
                <c:pt idx="1466">
                  <c:v>38220.71</c:v>
                </c:pt>
                <c:pt idx="1467">
                  <c:v>38246.79</c:v>
                </c:pt>
                <c:pt idx="1468">
                  <c:v>38272.86</c:v>
                </c:pt>
                <c:pt idx="1469">
                  <c:v>38298.93</c:v>
                </c:pt>
                <c:pt idx="1470">
                  <c:v>38325</c:v>
                </c:pt>
                <c:pt idx="1471">
                  <c:v>38351.07</c:v>
                </c:pt>
                <c:pt idx="1472">
                  <c:v>38377.14</c:v>
                </c:pt>
                <c:pt idx="1473">
                  <c:v>38403.21</c:v>
                </c:pt>
                <c:pt idx="1474">
                  <c:v>38429.29</c:v>
                </c:pt>
                <c:pt idx="1475">
                  <c:v>38455.360000000001</c:v>
                </c:pt>
                <c:pt idx="1476">
                  <c:v>38481.43</c:v>
                </c:pt>
                <c:pt idx="1477">
                  <c:v>38507.5</c:v>
                </c:pt>
                <c:pt idx="1478">
                  <c:v>38533.57</c:v>
                </c:pt>
                <c:pt idx="1479">
                  <c:v>38559.64</c:v>
                </c:pt>
                <c:pt idx="1480">
                  <c:v>38585.71</c:v>
                </c:pt>
                <c:pt idx="1481">
                  <c:v>38611.79</c:v>
                </c:pt>
                <c:pt idx="1482">
                  <c:v>38637.86</c:v>
                </c:pt>
                <c:pt idx="1483">
                  <c:v>38663.93</c:v>
                </c:pt>
                <c:pt idx="1484">
                  <c:v>38690</c:v>
                </c:pt>
                <c:pt idx="1485">
                  <c:v>38716.07</c:v>
                </c:pt>
                <c:pt idx="1486">
                  <c:v>38742.14</c:v>
                </c:pt>
                <c:pt idx="1487">
                  <c:v>38768.21</c:v>
                </c:pt>
                <c:pt idx="1488">
                  <c:v>38794.29</c:v>
                </c:pt>
                <c:pt idx="1489">
                  <c:v>38820.36</c:v>
                </c:pt>
                <c:pt idx="1490">
                  <c:v>38846.43</c:v>
                </c:pt>
                <c:pt idx="1491">
                  <c:v>38872.5</c:v>
                </c:pt>
                <c:pt idx="1492">
                  <c:v>38898.57</c:v>
                </c:pt>
                <c:pt idx="1493">
                  <c:v>38924.639999999999</c:v>
                </c:pt>
                <c:pt idx="1494">
                  <c:v>38950.71</c:v>
                </c:pt>
                <c:pt idx="1495">
                  <c:v>38976.79</c:v>
                </c:pt>
                <c:pt idx="1496">
                  <c:v>39002.86</c:v>
                </c:pt>
                <c:pt idx="1497">
                  <c:v>39028.93</c:v>
                </c:pt>
                <c:pt idx="1498">
                  <c:v>39055</c:v>
                </c:pt>
                <c:pt idx="1499">
                  <c:v>39081.07</c:v>
                </c:pt>
                <c:pt idx="1500">
                  <c:v>39107.14</c:v>
                </c:pt>
                <c:pt idx="1501">
                  <c:v>39133.21</c:v>
                </c:pt>
                <c:pt idx="1502">
                  <c:v>39159.29</c:v>
                </c:pt>
                <c:pt idx="1503">
                  <c:v>39185.360000000001</c:v>
                </c:pt>
                <c:pt idx="1504">
                  <c:v>39211.43</c:v>
                </c:pt>
                <c:pt idx="1505">
                  <c:v>39237.5</c:v>
                </c:pt>
                <c:pt idx="1506">
                  <c:v>39263.57</c:v>
                </c:pt>
                <c:pt idx="1507">
                  <c:v>39289.64</c:v>
                </c:pt>
                <c:pt idx="1508">
                  <c:v>39315.71</c:v>
                </c:pt>
                <c:pt idx="1509">
                  <c:v>39341.79</c:v>
                </c:pt>
                <c:pt idx="1510">
                  <c:v>39367.86</c:v>
                </c:pt>
                <c:pt idx="1511">
                  <c:v>39393.93</c:v>
                </c:pt>
                <c:pt idx="1512">
                  <c:v>39420</c:v>
                </c:pt>
                <c:pt idx="1513">
                  <c:v>39446.07</c:v>
                </c:pt>
                <c:pt idx="1514">
                  <c:v>39472.14</c:v>
                </c:pt>
                <c:pt idx="1515">
                  <c:v>39498.21</c:v>
                </c:pt>
                <c:pt idx="1516">
                  <c:v>39524.29</c:v>
                </c:pt>
                <c:pt idx="1517">
                  <c:v>39550.36</c:v>
                </c:pt>
                <c:pt idx="1518">
                  <c:v>39576.43</c:v>
                </c:pt>
                <c:pt idx="1519">
                  <c:v>39602.5</c:v>
                </c:pt>
                <c:pt idx="1520">
                  <c:v>39628.57</c:v>
                </c:pt>
                <c:pt idx="1521">
                  <c:v>39654.639999999999</c:v>
                </c:pt>
                <c:pt idx="1522">
                  <c:v>39680.71</c:v>
                </c:pt>
                <c:pt idx="1523">
                  <c:v>39706.79</c:v>
                </c:pt>
                <c:pt idx="1524">
                  <c:v>39732.86</c:v>
                </c:pt>
                <c:pt idx="1525">
                  <c:v>39758.93</c:v>
                </c:pt>
                <c:pt idx="1526">
                  <c:v>39785</c:v>
                </c:pt>
                <c:pt idx="1527">
                  <c:v>39811.07</c:v>
                </c:pt>
                <c:pt idx="1528">
                  <c:v>39837.14</c:v>
                </c:pt>
                <c:pt idx="1529">
                  <c:v>39863.21</c:v>
                </c:pt>
                <c:pt idx="1530">
                  <c:v>39889.29</c:v>
                </c:pt>
                <c:pt idx="1531">
                  <c:v>39915.360000000001</c:v>
                </c:pt>
                <c:pt idx="1532">
                  <c:v>39941.43</c:v>
                </c:pt>
                <c:pt idx="1533">
                  <c:v>39967.5</c:v>
                </c:pt>
                <c:pt idx="1534">
                  <c:v>39993.57</c:v>
                </c:pt>
                <c:pt idx="1535">
                  <c:v>40019.64</c:v>
                </c:pt>
                <c:pt idx="1536">
                  <c:v>40045.71</c:v>
                </c:pt>
                <c:pt idx="1537">
                  <c:v>40071.79</c:v>
                </c:pt>
                <c:pt idx="1538">
                  <c:v>40097.86</c:v>
                </c:pt>
                <c:pt idx="1539">
                  <c:v>40123.93</c:v>
                </c:pt>
                <c:pt idx="1540">
                  <c:v>40150</c:v>
                </c:pt>
                <c:pt idx="1541">
                  <c:v>40176.07</c:v>
                </c:pt>
                <c:pt idx="1542">
                  <c:v>40202.14</c:v>
                </c:pt>
                <c:pt idx="1543">
                  <c:v>40228.21</c:v>
                </c:pt>
                <c:pt idx="1544">
                  <c:v>40254.29</c:v>
                </c:pt>
                <c:pt idx="1545">
                  <c:v>40280.36</c:v>
                </c:pt>
                <c:pt idx="1546">
                  <c:v>40306.43</c:v>
                </c:pt>
                <c:pt idx="1547">
                  <c:v>40332.5</c:v>
                </c:pt>
                <c:pt idx="1548">
                  <c:v>40358.57</c:v>
                </c:pt>
                <c:pt idx="1549">
                  <c:v>40384.639999999999</c:v>
                </c:pt>
                <c:pt idx="1550">
                  <c:v>40410.71</c:v>
                </c:pt>
                <c:pt idx="1551">
                  <c:v>40436.79</c:v>
                </c:pt>
                <c:pt idx="1552">
                  <c:v>40462.86</c:v>
                </c:pt>
                <c:pt idx="1553">
                  <c:v>40488.93</c:v>
                </c:pt>
                <c:pt idx="1554">
                  <c:v>40515</c:v>
                </c:pt>
                <c:pt idx="1555">
                  <c:v>40541.07</c:v>
                </c:pt>
                <c:pt idx="1556">
                  <c:v>40567.14</c:v>
                </c:pt>
                <c:pt idx="1557">
                  <c:v>40593.21</c:v>
                </c:pt>
                <c:pt idx="1558">
                  <c:v>40619.29</c:v>
                </c:pt>
                <c:pt idx="1559">
                  <c:v>40645.360000000001</c:v>
                </c:pt>
                <c:pt idx="1560">
                  <c:v>40671.43</c:v>
                </c:pt>
                <c:pt idx="1561">
                  <c:v>40697.5</c:v>
                </c:pt>
                <c:pt idx="1562">
                  <c:v>40723.57</c:v>
                </c:pt>
                <c:pt idx="1563">
                  <c:v>40749.64</c:v>
                </c:pt>
                <c:pt idx="1564">
                  <c:v>40775.71</c:v>
                </c:pt>
                <c:pt idx="1565">
                  <c:v>40801.79</c:v>
                </c:pt>
                <c:pt idx="1566">
                  <c:v>40827.86</c:v>
                </c:pt>
                <c:pt idx="1567">
                  <c:v>40853.93</c:v>
                </c:pt>
                <c:pt idx="1568">
                  <c:v>40880</c:v>
                </c:pt>
                <c:pt idx="1569">
                  <c:v>40906.07</c:v>
                </c:pt>
                <c:pt idx="1570">
                  <c:v>40932.14</c:v>
                </c:pt>
                <c:pt idx="1571">
                  <c:v>40958.21</c:v>
                </c:pt>
                <c:pt idx="1572">
                  <c:v>40984.29</c:v>
                </c:pt>
                <c:pt idx="1573">
                  <c:v>41010.36</c:v>
                </c:pt>
                <c:pt idx="1574">
                  <c:v>41036.43</c:v>
                </c:pt>
                <c:pt idx="1575">
                  <c:v>41062.5</c:v>
                </c:pt>
                <c:pt idx="1576">
                  <c:v>41088.57</c:v>
                </c:pt>
                <c:pt idx="1577">
                  <c:v>41114.639999999999</c:v>
                </c:pt>
                <c:pt idx="1578">
                  <c:v>41140.71</c:v>
                </c:pt>
                <c:pt idx="1579">
                  <c:v>41166.79</c:v>
                </c:pt>
                <c:pt idx="1580">
                  <c:v>41192.86</c:v>
                </c:pt>
                <c:pt idx="1581">
                  <c:v>41218.93</c:v>
                </c:pt>
                <c:pt idx="1582">
                  <c:v>41245</c:v>
                </c:pt>
                <c:pt idx="1583">
                  <c:v>41271.07</c:v>
                </c:pt>
                <c:pt idx="1584">
                  <c:v>41297.14</c:v>
                </c:pt>
                <c:pt idx="1585">
                  <c:v>41323.21</c:v>
                </c:pt>
                <c:pt idx="1586">
                  <c:v>41349.29</c:v>
                </c:pt>
                <c:pt idx="1587">
                  <c:v>41375.360000000001</c:v>
                </c:pt>
                <c:pt idx="1588">
                  <c:v>41401.43</c:v>
                </c:pt>
                <c:pt idx="1589">
                  <c:v>41427.5</c:v>
                </c:pt>
                <c:pt idx="1590">
                  <c:v>41453.57</c:v>
                </c:pt>
                <c:pt idx="1591">
                  <c:v>41479.64</c:v>
                </c:pt>
                <c:pt idx="1592">
                  <c:v>41505.71</c:v>
                </c:pt>
                <c:pt idx="1593">
                  <c:v>41531.79</c:v>
                </c:pt>
                <c:pt idx="1594">
                  <c:v>41557.86</c:v>
                </c:pt>
                <c:pt idx="1595">
                  <c:v>41583.93</c:v>
                </c:pt>
                <c:pt idx="1596">
                  <c:v>41610</c:v>
                </c:pt>
                <c:pt idx="1597">
                  <c:v>41636.07</c:v>
                </c:pt>
                <c:pt idx="1598">
                  <c:v>41662.14</c:v>
                </c:pt>
                <c:pt idx="1599">
                  <c:v>41688.21</c:v>
                </c:pt>
                <c:pt idx="1600">
                  <c:v>41714.29</c:v>
                </c:pt>
                <c:pt idx="1601">
                  <c:v>41740.36</c:v>
                </c:pt>
                <c:pt idx="1602">
                  <c:v>41766.43</c:v>
                </c:pt>
                <c:pt idx="1603">
                  <c:v>41792.5</c:v>
                </c:pt>
                <c:pt idx="1604">
                  <c:v>41818.57</c:v>
                </c:pt>
                <c:pt idx="1605">
                  <c:v>41844.639999999999</c:v>
                </c:pt>
                <c:pt idx="1606">
                  <c:v>41870.71</c:v>
                </c:pt>
                <c:pt idx="1607">
                  <c:v>41896.79</c:v>
                </c:pt>
                <c:pt idx="1608">
                  <c:v>41922.86</c:v>
                </c:pt>
                <c:pt idx="1609">
                  <c:v>41948.93</c:v>
                </c:pt>
                <c:pt idx="1610">
                  <c:v>41975</c:v>
                </c:pt>
                <c:pt idx="1611">
                  <c:v>42001.07</c:v>
                </c:pt>
                <c:pt idx="1612">
                  <c:v>42027.14</c:v>
                </c:pt>
                <c:pt idx="1613">
                  <c:v>42053.21</c:v>
                </c:pt>
                <c:pt idx="1614">
                  <c:v>42079.29</c:v>
                </c:pt>
                <c:pt idx="1615">
                  <c:v>42105.36</c:v>
                </c:pt>
                <c:pt idx="1616">
                  <c:v>42131.43</c:v>
                </c:pt>
                <c:pt idx="1617">
                  <c:v>42157.5</c:v>
                </c:pt>
                <c:pt idx="1618">
                  <c:v>42183.57</c:v>
                </c:pt>
                <c:pt idx="1619">
                  <c:v>42209.64</c:v>
                </c:pt>
                <c:pt idx="1620">
                  <c:v>42235.71</c:v>
                </c:pt>
                <c:pt idx="1621">
                  <c:v>42261.79</c:v>
                </c:pt>
                <c:pt idx="1622">
                  <c:v>42287.86</c:v>
                </c:pt>
                <c:pt idx="1623">
                  <c:v>42313.93</c:v>
                </c:pt>
                <c:pt idx="1624">
                  <c:v>42340</c:v>
                </c:pt>
                <c:pt idx="1625">
                  <c:v>42366.07</c:v>
                </c:pt>
                <c:pt idx="1626">
                  <c:v>42392.14</c:v>
                </c:pt>
                <c:pt idx="1627">
                  <c:v>42418.21</c:v>
                </c:pt>
                <c:pt idx="1628">
                  <c:v>42444.29</c:v>
                </c:pt>
                <c:pt idx="1629">
                  <c:v>42470.36</c:v>
                </c:pt>
                <c:pt idx="1630">
                  <c:v>42496.43</c:v>
                </c:pt>
                <c:pt idx="1631">
                  <c:v>42522.5</c:v>
                </c:pt>
                <c:pt idx="1632">
                  <c:v>42548.57</c:v>
                </c:pt>
                <c:pt idx="1633">
                  <c:v>42574.64</c:v>
                </c:pt>
                <c:pt idx="1634">
                  <c:v>42600.71</c:v>
                </c:pt>
                <c:pt idx="1635">
                  <c:v>42626.79</c:v>
                </c:pt>
                <c:pt idx="1636">
                  <c:v>42652.86</c:v>
                </c:pt>
                <c:pt idx="1637">
                  <c:v>42678.93</c:v>
                </c:pt>
                <c:pt idx="1638">
                  <c:v>42705</c:v>
                </c:pt>
                <c:pt idx="1639">
                  <c:v>42731.07</c:v>
                </c:pt>
                <c:pt idx="1640">
                  <c:v>42757.14</c:v>
                </c:pt>
                <c:pt idx="1641">
                  <c:v>42783.21</c:v>
                </c:pt>
                <c:pt idx="1642">
                  <c:v>42809.29</c:v>
                </c:pt>
                <c:pt idx="1643">
                  <c:v>42835.360000000001</c:v>
                </c:pt>
                <c:pt idx="1644">
                  <c:v>42861.43</c:v>
                </c:pt>
                <c:pt idx="1645">
                  <c:v>42887.5</c:v>
                </c:pt>
                <c:pt idx="1646">
                  <c:v>42913.57</c:v>
                </c:pt>
                <c:pt idx="1647">
                  <c:v>42939.64</c:v>
                </c:pt>
                <c:pt idx="1648">
                  <c:v>42965.71</c:v>
                </c:pt>
                <c:pt idx="1649">
                  <c:v>42991.79</c:v>
                </c:pt>
                <c:pt idx="1650">
                  <c:v>43017.86</c:v>
                </c:pt>
                <c:pt idx="1651">
                  <c:v>43043.93</c:v>
                </c:pt>
                <c:pt idx="1652">
                  <c:v>43070</c:v>
                </c:pt>
                <c:pt idx="1653">
                  <c:v>43096.07</c:v>
                </c:pt>
                <c:pt idx="1654">
                  <c:v>43122.14</c:v>
                </c:pt>
                <c:pt idx="1655">
                  <c:v>43148.21</c:v>
                </c:pt>
                <c:pt idx="1656">
                  <c:v>43174.29</c:v>
                </c:pt>
                <c:pt idx="1657">
                  <c:v>43200.36</c:v>
                </c:pt>
                <c:pt idx="1658">
                  <c:v>43226.43</c:v>
                </c:pt>
                <c:pt idx="1659">
                  <c:v>43252.5</c:v>
                </c:pt>
                <c:pt idx="1660">
                  <c:v>43278.57</c:v>
                </c:pt>
                <c:pt idx="1661">
                  <c:v>43304.639999999999</c:v>
                </c:pt>
                <c:pt idx="1662">
                  <c:v>43330.71</c:v>
                </c:pt>
                <c:pt idx="1663">
                  <c:v>43356.79</c:v>
                </c:pt>
                <c:pt idx="1664">
                  <c:v>43382.86</c:v>
                </c:pt>
                <c:pt idx="1665">
                  <c:v>43408.93</c:v>
                </c:pt>
                <c:pt idx="1666">
                  <c:v>43435</c:v>
                </c:pt>
                <c:pt idx="1667">
                  <c:v>43461.07</c:v>
                </c:pt>
                <c:pt idx="1668">
                  <c:v>43487.14</c:v>
                </c:pt>
                <c:pt idx="1669">
                  <c:v>43513.21</c:v>
                </c:pt>
                <c:pt idx="1670">
                  <c:v>43539.29</c:v>
                </c:pt>
                <c:pt idx="1671">
                  <c:v>43565.36</c:v>
                </c:pt>
                <c:pt idx="1672">
                  <c:v>43591.43</c:v>
                </c:pt>
                <c:pt idx="1673">
                  <c:v>43617.5</c:v>
                </c:pt>
                <c:pt idx="1674">
                  <c:v>43643.57</c:v>
                </c:pt>
                <c:pt idx="1675">
                  <c:v>43669.64</c:v>
                </c:pt>
                <c:pt idx="1676">
                  <c:v>43695.71</c:v>
                </c:pt>
                <c:pt idx="1677">
                  <c:v>43721.79</c:v>
                </c:pt>
                <c:pt idx="1678">
                  <c:v>43747.86</c:v>
                </c:pt>
                <c:pt idx="1679">
                  <c:v>43773.93</c:v>
                </c:pt>
                <c:pt idx="1680">
                  <c:v>43800</c:v>
                </c:pt>
                <c:pt idx="1681">
                  <c:v>43826.07</c:v>
                </c:pt>
                <c:pt idx="1682">
                  <c:v>43852.14</c:v>
                </c:pt>
                <c:pt idx="1683">
                  <c:v>43878.21</c:v>
                </c:pt>
                <c:pt idx="1684">
                  <c:v>43904.29</c:v>
                </c:pt>
                <c:pt idx="1685">
                  <c:v>43930.36</c:v>
                </c:pt>
                <c:pt idx="1686">
                  <c:v>43956.43</c:v>
                </c:pt>
                <c:pt idx="1687">
                  <c:v>43982.5</c:v>
                </c:pt>
                <c:pt idx="1688">
                  <c:v>44008.57</c:v>
                </c:pt>
                <c:pt idx="1689">
                  <c:v>44034.64</c:v>
                </c:pt>
                <c:pt idx="1690">
                  <c:v>44060.71</c:v>
                </c:pt>
                <c:pt idx="1691">
                  <c:v>44086.79</c:v>
                </c:pt>
                <c:pt idx="1692">
                  <c:v>44112.86</c:v>
                </c:pt>
                <c:pt idx="1693">
                  <c:v>44138.93</c:v>
                </c:pt>
                <c:pt idx="1694">
                  <c:v>44165</c:v>
                </c:pt>
                <c:pt idx="1695">
                  <c:v>44191.07</c:v>
                </c:pt>
                <c:pt idx="1696">
                  <c:v>44217.14</c:v>
                </c:pt>
                <c:pt idx="1697">
                  <c:v>44243.21</c:v>
                </c:pt>
                <c:pt idx="1698">
                  <c:v>44269.29</c:v>
                </c:pt>
                <c:pt idx="1699">
                  <c:v>44295.360000000001</c:v>
                </c:pt>
                <c:pt idx="1700">
                  <c:v>44321.43</c:v>
                </c:pt>
                <c:pt idx="1701">
                  <c:v>44347.5</c:v>
                </c:pt>
                <c:pt idx="1702">
                  <c:v>44373.57</c:v>
                </c:pt>
                <c:pt idx="1703">
                  <c:v>44399.64</c:v>
                </c:pt>
                <c:pt idx="1704">
                  <c:v>44425.71</c:v>
                </c:pt>
                <c:pt idx="1705">
                  <c:v>44451.79</c:v>
                </c:pt>
                <c:pt idx="1706">
                  <c:v>44477.86</c:v>
                </c:pt>
                <c:pt idx="1707">
                  <c:v>44503.93</c:v>
                </c:pt>
                <c:pt idx="1708">
                  <c:v>44530</c:v>
                </c:pt>
                <c:pt idx="1709">
                  <c:v>44556.07</c:v>
                </c:pt>
                <c:pt idx="1710">
                  <c:v>44582.14</c:v>
                </c:pt>
                <c:pt idx="1711">
                  <c:v>44608.21</c:v>
                </c:pt>
                <c:pt idx="1712">
                  <c:v>44634.29</c:v>
                </c:pt>
                <c:pt idx="1713">
                  <c:v>44660.36</c:v>
                </c:pt>
                <c:pt idx="1714">
                  <c:v>44686.43</c:v>
                </c:pt>
                <c:pt idx="1715">
                  <c:v>44712.5</c:v>
                </c:pt>
                <c:pt idx="1716">
                  <c:v>44738.57</c:v>
                </c:pt>
                <c:pt idx="1717">
                  <c:v>44764.639999999999</c:v>
                </c:pt>
                <c:pt idx="1718">
                  <c:v>44790.71</c:v>
                </c:pt>
                <c:pt idx="1719">
                  <c:v>44816.79</c:v>
                </c:pt>
                <c:pt idx="1720">
                  <c:v>44842.86</c:v>
                </c:pt>
                <c:pt idx="1721">
                  <c:v>44868.93</c:v>
                </c:pt>
                <c:pt idx="1722">
                  <c:v>44895</c:v>
                </c:pt>
                <c:pt idx="1723">
                  <c:v>44921.07</c:v>
                </c:pt>
                <c:pt idx="1724">
                  <c:v>44947.14</c:v>
                </c:pt>
                <c:pt idx="1725">
                  <c:v>44973.21</c:v>
                </c:pt>
                <c:pt idx="1726">
                  <c:v>44999.29</c:v>
                </c:pt>
                <c:pt idx="1727">
                  <c:v>45025.36</c:v>
                </c:pt>
                <c:pt idx="1728">
                  <c:v>45051.43</c:v>
                </c:pt>
                <c:pt idx="1729">
                  <c:v>45077.5</c:v>
                </c:pt>
                <c:pt idx="1730">
                  <c:v>45103.57</c:v>
                </c:pt>
                <c:pt idx="1731">
                  <c:v>45129.64</c:v>
                </c:pt>
                <c:pt idx="1732">
                  <c:v>45155.71</c:v>
                </c:pt>
                <c:pt idx="1733">
                  <c:v>45181.79</c:v>
                </c:pt>
                <c:pt idx="1734">
                  <c:v>45207.86</c:v>
                </c:pt>
                <c:pt idx="1735">
                  <c:v>45233.93</c:v>
                </c:pt>
                <c:pt idx="1736">
                  <c:v>45260</c:v>
                </c:pt>
                <c:pt idx="1737">
                  <c:v>45286.07</c:v>
                </c:pt>
                <c:pt idx="1738">
                  <c:v>45312.14</c:v>
                </c:pt>
                <c:pt idx="1739">
                  <c:v>45338.21</c:v>
                </c:pt>
                <c:pt idx="1740">
                  <c:v>45364.29</c:v>
                </c:pt>
                <c:pt idx="1741">
                  <c:v>45390.36</c:v>
                </c:pt>
                <c:pt idx="1742">
                  <c:v>45416.43</c:v>
                </c:pt>
                <c:pt idx="1743">
                  <c:v>45442.5</c:v>
                </c:pt>
                <c:pt idx="1744">
                  <c:v>45468.57</c:v>
                </c:pt>
                <c:pt idx="1745">
                  <c:v>45494.64</c:v>
                </c:pt>
                <c:pt idx="1746">
                  <c:v>45520.71</c:v>
                </c:pt>
                <c:pt idx="1747">
                  <c:v>45546.79</c:v>
                </c:pt>
                <c:pt idx="1748">
                  <c:v>45572.86</c:v>
                </c:pt>
                <c:pt idx="1749">
                  <c:v>45598.93</c:v>
                </c:pt>
                <c:pt idx="1750">
                  <c:v>45625</c:v>
                </c:pt>
                <c:pt idx="1751">
                  <c:v>45651.07</c:v>
                </c:pt>
                <c:pt idx="1752">
                  <c:v>45677.14</c:v>
                </c:pt>
                <c:pt idx="1753">
                  <c:v>45703.21</c:v>
                </c:pt>
                <c:pt idx="1754">
                  <c:v>45729.29</c:v>
                </c:pt>
                <c:pt idx="1755">
                  <c:v>45755.360000000001</c:v>
                </c:pt>
                <c:pt idx="1756">
                  <c:v>45781.43</c:v>
                </c:pt>
                <c:pt idx="1757">
                  <c:v>45807.5</c:v>
                </c:pt>
                <c:pt idx="1758">
                  <c:v>45833.57</c:v>
                </c:pt>
                <c:pt idx="1759">
                  <c:v>45859.64</c:v>
                </c:pt>
                <c:pt idx="1760">
                  <c:v>45885.71</c:v>
                </c:pt>
                <c:pt idx="1761">
                  <c:v>45911.79</c:v>
                </c:pt>
                <c:pt idx="1762">
                  <c:v>45937.86</c:v>
                </c:pt>
                <c:pt idx="1763">
                  <c:v>45963.93</c:v>
                </c:pt>
                <c:pt idx="1764">
                  <c:v>45990</c:v>
                </c:pt>
                <c:pt idx="1765">
                  <c:v>46016.07</c:v>
                </c:pt>
                <c:pt idx="1766">
                  <c:v>46042.14</c:v>
                </c:pt>
                <c:pt idx="1767">
                  <c:v>46068.21</c:v>
                </c:pt>
                <c:pt idx="1768">
                  <c:v>46094.29</c:v>
                </c:pt>
                <c:pt idx="1769">
                  <c:v>46120.36</c:v>
                </c:pt>
                <c:pt idx="1770">
                  <c:v>46146.43</c:v>
                </c:pt>
                <c:pt idx="1771">
                  <c:v>46172.5</c:v>
                </c:pt>
                <c:pt idx="1772">
                  <c:v>46198.57</c:v>
                </c:pt>
                <c:pt idx="1773">
                  <c:v>46224.639999999999</c:v>
                </c:pt>
                <c:pt idx="1774">
                  <c:v>46250.71</c:v>
                </c:pt>
                <c:pt idx="1775">
                  <c:v>46276.79</c:v>
                </c:pt>
                <c:pt idx="1776">
                  <c:v>46302.86</c:v>
                </c:pt>
                <c:pt idx="1777">
                  <c:v>46328.93</c:v>
                </c:pt>
                <c:pt idx="1778">
                  <c:v>46355</c:v>
                </c:pt>
                <c:pt idx="1779">
                  <c:v>46381.07</c:v>
                </c:pt>
                <c:pt idx="1780">
                  <c:v>46407.14</c:v>
                </c:pt>
                <c:pt idx="1781">
                  <c:v>46433.21</c:v>
                </c:pt>
                <c:pt idx="1782">
                  <c:v>46459.29</c:v>
                </c:pt>
                <c:pt idx="1783">
                  <c:v>46485.36</c:v>
                </c:pt>
                <c:pt idx="1784">
                  <c:v>46511.43</c:v>
                </c:pt>
                <c:pt idx="1785">
                  <c:v>46537.5</c:v>
                </c:pt>
                <c:pt idx="1786">
                  <c:v>46563.57</c:v>
                </c:pt>
                <c:pt idx="1787">
                  <c:v>46589.64</c:v>
                </c:pt>
                <c:pt idx="1788">
                  <c:v>46615.71</c:v>
                </c:pt>
                <c:pt idx="1789">
                  <c:v>46641.79</c:v>
                </c:pt>
                <c:pt idx="1790">
                  <c:v>46667.86</c:v>
                </c:pt>
                <c:pt idx="1791">
                  <c:v>46693.93</c:v>
                </c:pt>
                <c:pt idx="1792">
                  <c:v>46720</c:v>
                </c:pt>
                <c:pt idx="1793">
                  <c:v>46746.07</c:v>
                </c:pt>
                <c:pt idx="1794">
                  <c:v>46772.14</c:v>
                </c:pt>
                <c:pt idx="1795">
                  <c:v>46798.21</c:v>
                </c:pt>
                <c:pt idx="1796">
                  <c:v>46824.29</c:v>
                </c:pt>
                <c:pt idx="1797">
                  <c:v>46850.36</c:v>
                </c:pt>
                <c:pt idx="1798">
                  <c:v>46876.43</c:v>
                </c:pt>
                <c:pt idx="1799">
                  <c:v>46902.5</c:v>
                </c:pt>
                <c:pt idx="1800">
                  <c:v>46928.57</c:v>
                </c:pt>
                <c:pt idx="1801">
                  <c:v>46954.64</c:v>
                </c:pt>
                <c:pt idx="1802">
                  <c:v>46980.71</c:v>
                </c:pt>
                <c:pt idx="1803">
                  <c:v>47006.79</c:v>
                </c:pt>
                <c:pt idx="1804">
                  <c:v>47032.86</c:v>
                </c:pt>
                <c:pt idx="1805">
                  <c:v>47058.93</c:v>
                </c:pt>
                <c:pt idx="1806">
                  <c:v>47085</c:v>
                </c:pt>
                <c:pt idx="1807">
                  <c:v>47111.07</c:v>
                </c:pt>
                <c:pt idx="1808">
                  <c:v>47137.14</c:v>
                </c:pt>
                <c:pt idx="1809">
                  <c:v>47163.21</c:v>
                </c:pt>
                <c:pt idx="1810">
                  <c:v>47189.29</c:v>
                </c:pt>
                <c:pt idx="1811">
                  <c:v>47215.360000000001</c:v>
                </c:pt>
                <c:pt idx="1812">
                  <c:v>47241.43</c:v>
                </c:pt>
                <c:pt idx="1813">
                  <c:v>47267.5</c:v>
                </c:pt>
                <c:pt idx="1814">
                  <c:v>47293.57</c:v>
                </c:pt>
                <c:pt idx="1815">
                  <c:v>47319.64</c:v>
                </c:pt>
                <c:pt idx="1816">
                  <c:v>47345.71</c:v>
                </c:pt>
                <c:pt idx="1817">
                  <c:v>47371.79</c:v>
                </c:pt>
                <c:pt idx="1818">
                  <c:v>47397.86</c:v>
                </c:pt>
                <c:pt idx="1819">
                  <c:v>47423.93</c:v>
                </c:pt>
                <c:pt idx="1820">
                  <c:v>47450</c:v>
                </c:pt>
                <c:pt idx="1821">
                  <c:v>47476.07</c:v>
                </c:pt>
                <c:pt idx="1822">
                  <c:v>47502.14</c:v>
                </c:pt>
                <c:pt idx="1823">
                  <c:v>47528.21</c:v>
                </c:pt>
                <c:pt idx="1824">
                  <c:v>47554.29</c:v>
                </c:pt>
                <c:pt idx="1825">
                  <c:v>47580.36</c:v>
                </c:pt>
                <c:pt idx="1826">
                  <c:v>47606.43</c:v>
                </c:pt>
                <c:pt idx="1827">
                  <c:v>47632.5</c:v>
                </c:pt>
                <c:pt idx="1828">
                  <c:v>47658.57</c:v>
                </c:pt>
                <c:pt idx="1829">
                  <c:v>47684.639999999999</c:v>
                </c:pt>
                <c:pt idx="1830">
                  <c:v>47710.71</c:v>
                </c:pt>
                <c:pt idx="1831">
                  <c:v>47736.79</c:v>
                </c:pt>
                <c:pt idx="1832">
                  <c:v>47762.86</c:v>
                </c:pt>
                <c:pt idx="1833">
                  <c:v>47788.93</c:v>
                </c:pt>
                <c:pt idx="1834">
                  <c:v>47815</c:v>
                </c:pt>
                <c:pt idx="1835">
                  <c:v>47841.07</c:v>
                </c:pt>
                <c:pt idx="1836">
                  <c:v>47867.14</c:v>
                </c:pt>
                <c:pt idx="1837">
                  <c:v>47893.21</c:v>
                </c:pt>
                <c:pt idx="1838">
                  <c:v>47919.29</c:v>
                </c:pt>
                <c:pt idx="1839">
                  <c:v>47945.36</c:v>
                </c:pt>
                <c:pt idx="1840">
                  <c:v>47971.43</c:v>
                </c:pt>
                <c:pt idx="1841">
                  <c:v>47997.5</c:v>
                </c:pt>
                <c:pt idx="1842">
                  <c:v>48023.57</c:v>
                </c:pt>
                <c:pt idx="1843">
                  <c:v>48049.64</c:v>
                </c:pt>
                <c:pt idx="1844">
                  <c:v>48075.71</c:v>
                </c:pt>
                <c:pt idx="1845">
                  <c:v>48101.79</c:v>
                </c:pt>
                <c:pt idx="1846">
                  <c:v>48127.86</c:v>
                </c:pt>
                <c:pt idx="1847">
                  <c:v>48153.93</c:v>
                </c:pt>
                <c:pt idx="1848">
                  <c:v>48180</c:v>
                </c:pt>
                <c:pt idx="1849">
                  <c:v>48206.07</c:v>
                </c:pt>
                <c:pt idx="1850">
                  <c:v>48232.14</c:v>
                </c:pt>
                <c:pt idx="1851">
                  <c:v>48258.21</c:v>
                </c:pt>
                <c:pt idx="1852">
                  <c:v>48284.29</c:v>
                </c:pt>
                <c:pt idx="1853">
                  <c:v>48310.36</c:v>
                </c:pt>
                <c:pt idx="1854">
                  <c:v>48336.43</c:v>
                </c:pt>
                <c:pt idx="1855">
                  <c:v>48362.5</c:v>
                </c:pt>
                <c:pt idx="1856">
                  <c:v>48388.57</c:v>
                </c:pt>
                <c:pt idx="1857">
                  <c:v>48414.64</c:v>
                </c:pt>
                <c:pt idx="1858">
                  <c:v>48440.71</c:v>
                </c:pt>
                <c:pt idx="1859">
                  <c:v>48466.79</c:v>
                </c:pt>
                <c:pt idx="1860">
                  <c:v>48492.86</c:v>
                </c:pt>
                <c:pt idx="1861">
                  <c:v>48518.93</c:v>
                </c:pt>
                <c:pt idx="1862">
                  <c:v>48545</c:v>
                </c:pt>
                <c:pt idx="1863">
                  <c:v>48571.07</c:v>
                </c:pt>
                <c:pt idx="1864">
                  <c:v>48597.14</c:v>
                </c:pt>
                <c:pt idx="1865">
                  <c:v>48623.21</c:v>
                </c:pt>
                <c:pt idx="1866">
                  <c:v>48649.29</c:v>
                </c:pt>
                <c:pt idx="1867">
                  <c:v>48675.360000000001</c:v>
                </c:pt>
                <c:pt idx="1868">
                  <c:v>48701.43</c:v>
                </c:pt>
                <c:pt idx="1869">
                  <c:v>48727.5</c:v>
                </c:pt>
                <c:pt idx="1870">
                  <c:v>48753.57</c:v>
                </c:pt>
                <c:pt idx="1871">
                  <c:v>48779.64</c:v>
                </c:pt>
                <c:pt idx="1872">
                  <c:v>48805.71</c:v>
                </c:pt>
                <c:pt idx="1873">
                  <c:v>48831.79</c:v>
                </c:pt>
                <c:pt idx="1874">
                  <c:v>48857.86</c:v>
                </c:pt>
                <c:pt idx="1875">
                  <c:v>48883.93</c:v>
                </c:pt>
                <c:pt idx="1876">
                  <c:v>48910</c:v>
                </c:pt>
                <c:pt idx="1877">
                  <c:v>48936.07</c:v>
                </c:pt>
                <c:pt idx="1878">
                  <c:v>48962.14</c:v>
                </c:pt>
                <c:pt idx="1879">
                  <c:v>48988.21</c:v>
                </c:pt>
                <c:pt idx="1880">
                  <c:v>49014.29</c:v>
                </c:pt>
                <c:pt idx="1881">
                  <c:v>49040.36</c:v>
                </c:pt>
                <c:pt idx="1882">
                  <c:v>49066.43</c:v>
                </c:pt>
                <c:pt idx="1883">
                  <c:v>49092.5</c:v>
                </c:pt>
                <c:pt idx="1884">
                  <c:v>49118.57</c:v>
                </c:pt>
                <c:pt idx="1885">
                  <c:v>49144.639999999999</c:v>
                </c:pt>
                <c:pt idx="1886">
                  <c:v>49170.71</c:v>
                </c:pt>
                <c:pt idx="1887">
                  <c:v>49196.79</c:v>
                </c:pt>
                <c:pt idx="1888">
                  <c:v>49222.86</c:v>
                </c:pt>
                <c:pt idx="1889">
                  <c:v>49248.93</c:v>
                </c:pt>
                <c:pt idx="1890">
                  <c:v>49275</c:v>
                </c:pt>
                <c:pt idx="1891">
                  <c:v>49301.07</c:v>
                </c:pt>
                <c:pt idx="1892">
                  <c:v>49327.14</c:v>
                </c:pt>
                <c:pt idx="1893">
                  <c:v>49353.21</c:v>
                </c:pt>
                <c:pt idx="1894">
                  <c:v>49379.29</c:v>
                </c:pt>
                <c:pt idx="1895">
                  <c:v>49405.36</c:v>
                </c:pt>
                <c:pt idx="1896">
                  <c:v>49431.43</c:v>
                </c:pt>
                <c:pt idx="1897">
                  <c:v>49457.5</c:v>
                </c:pt>
                <c:pt idx="1898">
                  <c:v>49483.57</c:v>
                </c:pt>
                <c:pt idx="1899">
                  <c:v>49509.64</c:v>
                </c:pt>
                <c:pt idx="1900">
                  <c:v>49535.71</c:v>
                </c:pt>
                <c:pt idx="1901">
                  <c:v>49561.79</c:v>
                </c:pt>
                <c:pt idx="1902">
                  <c:v>49587.86</c:v>
                </c:pt>
                <c:pt idx="1903">
                  <c:v>49613.93</c:v>
                </c:pt>
                <c:pt idx="1904">
                  <c:v>49640</c:v>
                </c:pt>
                <c:pt idx="1905">
                  <c:v>49666.07</c:v>
                </c:pt>
                <c:pt idx="1906">
                  <c:v>49692.14</c:v>
                </c:pt>
                <c:pt idx="1907">
                  <c:v>49718.21</c:v>
                </c:pt>
                <c:pt idx="1908">
                  <c:v>49744.29</c:v>
                </c:pt>
                <c:pt idx="1909">
                  <c:v>49770.36</c:v>
                </c:pt>
                <c:pt idx="1910">
                  <c:v>49796.43</c:v>
                </c:pt>
                <c:pt idx="1911">
                  <c:v>49822.5</c:v>
                </c:pt>
                <c:pt idx="1912">
                  <c:v>49848.57</c:v>
                </c:pt>
                <c:pt idx="1913">
                  <c:v>49874.64</c:v>
                </c:pt>
                <c:pt idx="1914">
                  <c:v>49900.71</c:v>
                </c:pt>
                <c:pt idx="1915">
                  <c:v>49926.79</c:v>
                </c:pt>
                <c:pt idx="1916">
                  <c:v>49952.86</c:v>
                </c:pt>
                <c:pt idx="1917">
                  <c:v>49978.93</c:v>
                </c:pt>
                <c:pt idx="1918">
                  <c:v>50005</c:v>
                </c:pt>
                <c:pt idx="1919">
                  <c:v>50031.07</c:v>
                </c:pt>
                <c:pt idx="1920">
                  <c:v>50057.14</c:v>
                </c:pt>
                <c:pt idx="1921">
                  <c:v>50083.21</c:v>
                </c:pt>
                <c:pt idx="1922">
                  <c:v>50109.29</c:v>
                </c:pt>
                <c:pt idx="1923">
                  <c:v>50135.360000000001</c:v>
                </c:pt>
                <c:pt idx="1924">
                  <c:v>50161.43</c:v>
                </c:pt>
                <c:pt idx="1925">
                  <c:v>50187.5</c:v>
                </c:pt>
                <c:pt idx="1926">
                  <c:v>50213.57</c:v>
                </c:pt>
                <c:pt idx="1927">
                  <c:v>50239.64</c:v>
                </c:pt>
                <c:pt idx="1928">
                  <c:v>50265.71</c:v>
                </c:pt>
                <c:pt idx="1929">
                  <c:v>50291.79</c:v>
                </c:pt>
                <c:pt idx="1930">
                  <c:v>50317.86</c:v>
                </c:pt>
                <c:pt idx="1931">
                  <c:v>50343.93</c:v>
                </c:pt>
                <c:pt idx="1932">
                  <c:v>50370</c:v>
                </c:pt>
                <c:pt idx="1933">
                  <c:v>50396.07</c:v>
                </c:pt>
                <c:pt idx="1934">
                  <c:v>50422.14</c:v>
                </c:pt>
                <c:pt idx="1935">
                  <c:v>50448.21</c:v>
                </c:pt>
                <c:pt idx="1936">
                  <c:v>50474.29</c:v>
                </c:pt>
                <c:pt idx="1937">
                  <c:v>50500.36</c:v>
                </c:pt>
                <c:pt idx="1938">
                  <c:v>50526.43</c:v>
                </c:pt>
                <c:pt idx="1939">
                  <c:v>50552.5</c:v>
                </c:pt>
                <c:pt idx="1940">
                  <c:v>50578.57</c:v>
                </c:pt>
                <c:pt idx="1941">
                  <c:v>50604.639999999999</c:v>
                </c:pt>
                <c:pt idx="1942">
                  <c:v>50630.71</c:v>
                </c:pt>
                <c:pt idx="1943">
                  <c:v>50656.79</c:v>
                </c:pt>
                <c:pt idx="1944">
                  <c:v>50682.86</c:v>
                </c:pt>
                <c:pt idx="1945">
                  <c:v>50708.93</c:v>
                </c:pt>
                <c:pt idx="1946">
                  <c:v>50735</c:v>
                </c:pt>
                <c:pt idx="1947">
                  <c:v>50761.07</c:v>
                </c:pt>
                <c:pt idx="1948">
                  <c:v>50787.14</c:v>
                </c:pt>
                <c:pt idx="1949">
                  <c:v>50813.21</c:v>
                </c:pt>
                <c:pt idx="1950">
                  <c:v>50839.29</c:v>
                </c:pt>
                <c:pt idx="1951">
                  <c:v>50865.36</c:v>
                </c:pt>
                <c:pt idx="1952">
                  <c:v>50891.43</c:v>
                </c:pt>
                <c:pt idx="1953">
                  <c:v>50917.5</c:v>
                </c:pt>
                <c:pt idx="1954">
                  <c:v>50943.57</c:v>
                </c:pt>
                <c:pt idx="1955">
                  <c:v>50969.64</c:v>
                </c:pt>
                <c:pt idx="1956">
                  <c:v>50995.71</c:v>
                </c:pt>
                <c:pt idx="1957">
                  <c:v>51021.79</c:v>
                </c:pt>
                <c:pt idx="1958">
                  <c:v>51047.86</c:v>
                </c:pt>
                <c:pt idx="1959">
                  <c:v>51073.93</c:v>
                </c:pt>
                <c:pt idx="1960">
                  <c:v>51100</c:v>
                </c:pt>
                <c:pt idx="1961">
                  <c:v>51126.07</c:v>
                </c:pt>
                <c:pt idx="1962">
                  <c:v>51152.14</c:v>
                </c:pt>
                <c:pt idx="1963">
                  <c:v>51178.21</c:v>
                </c:pt>
                <c:pt idx="1964">
                  <c:v>51204.29</c:v>
                </c:pt>
                <c:pt idx="1965">
                  <c:v>51230.36</c:v>
                </c:pt>
                <c:pt idx="1966">
                  <c:v>51256.43</c:v>
                </c:pt>
                <c:pt idx="1967">
                  <c:v>51282.5</c:v>
                </c:pt>
                <c:pt idx="1968">
                  <c:v>51308.57</c:v>
                </c:pt>
                <c:pt idx="1969">
                  <c:v>51334.64</c:v>
                </c:pt>
                <c:pt idx="1970">
                  <c:v>51360.71</c:v>
                </c:pt>
                <c:pt idx="1971">
                  <c:v>51386.79</c:v>
                </c:pt>
                <c:pt idx="1972">
                  <c:v>51412.86</c:v>
                </c:pt>
                <c:pt idx="1973">
                  <c:v>51438.93</c:v>
                </c:pt>
                <c:pt idx="1974">
                  <c:v>51465</c:v>
                </c:pt>
                <c:pt idx="1975">
                  <c:v>51491.07</c:v>
                </c:pt>
                <c:pt idx="1976">
                  <c:v>51517.14</c:v>
                </c:pt>
                <c:pt idx="1977">
                  <c:v>51543.21</c:v>
                </c:pt>
                <c:pt idx="1978">
                  <c:v>51569.29</c:v>
                </c:pt>
                <c:pt idx="1979">
                  <c:v>51595.360000000001</c:v>
                </c:pt>
                <c:pt idx="1980">
                  <c:v>51621.43</c:v>
                </c:pt>
                <c:pt idx="1981">
                  <c:v>51647.5</c:v>
                </c:pt>
                <c:pt idx="1982">
                  <c:v>51673.57</c:v>
                </c:pt>
                <c:pt idx="1983">
                  <c:v>51699.64</c:v>
                </c:pt>
                <c:pt idx="1984">
                  <c:v>51725.71</c:v>
                </c:pt>
                <c:pt idx="1985">
                  <c:v>51751.79</c:v>
                </c:pt>
                <c:pt idx="1986">
                  <c:v>51777.86</c:v>
                </c:pt>
                <c:pt idx="1987">
                  <c:v>51803.93</c:v>
                </c:pt>
                <c:pt idx="1988">
                  <c:v>51830</c:v>
                </c:pt>
                <c:pt idx="1989">
                  <c:v>51856.07</c:v>
                </c:pt>
                <c:pt idx="1990">
                  <c:v>51882.14</c:v>
                </c:pt>
                <c:pt idx="1991">
                  <c:v>51908.21</c:v>
                </c:pt>
                <c:pt idx="1992">
                  <c:v>51934.29</c:v>
                </c:pt>
                <c:pt idx="1993">
                  <c:v>51960.36</c:v>
                </c:pt>
                <c:pt idx="1994">
                  <c:v>51986.43</c:v>
                </c:pt>
                <c:pt idx="1995">
                  <c:v>52012.5</c:v>
                </c:pt>
                <c:pt idx="1996">
                  <c:v>52038.57</c:v>
                </c:pt>
                <c:pt idx="1997">
                  <c:v>52064.639999999999</c:v>
                </c:pt>
                <c:pt idx="1998">
                  <c:v>52090.71</c:v>
                </c:pt>
                <c:pt idx="1999">
                  <c:v>52116.79</c:v>
                </c:pt>
                <c:pt idx="2000">
                  <c:v>52142.86</c:v>
                </c:pt>
                <c:pt idx="2001">
                  <c:v>52168.93</c:v>
                </c:pt>
                <c:pt idx="2002">
                  <c:v>52195</c:v>
                </c:pt>
                <c:pt idx="2003">
                  <c:v>52221.07</c:v>
                </c:pt>
                <c:pt idx="2004">
                  <c:v>52247.14</c:v>
                </c:pt>
                <c:pt idx="2005">
                  <c:v>52273.21</c:v>
                </c:pt>
                <c:pt idx="2006">
                  <c:v>52299.29</c:v>
                </c:pt>
                <c:pt idx="2007">
                  <c:v>52325.36</c:v>
                </c:pt>
                <c:pt idx="2008">
                  <c:v>52351.43</c:v>
                </c:pt>
                <c:pt idx="2009">
                  <c:v>52377.5</c:v>
                </c:pt>
                <c:pt idx="2010">
                  <c:v>52403.57</c:v>
                </c:pt>
                <c:pt idx="2011">
                  <c:v>52429.64</c:v>
                </c:pt>
                <c:pt idx="2012">
                  <c:v>52455.71</c:v>
                </c:pt>
                <c:pt idx="2013">
                  <c:v>52481.79</c:v>
                </c:pt>
                <c:pt idx="2014">
                  <c:v>52507.86</c:v>
                </c:pt>
                <c:pt idx="2015">
                  <c:v>52533.93</c:v>
                </c:pt>
                <c:pt idx="2016">
                  <c:v>52560</c:v>
                </c:pt>
                <c:pt idx="2017">
                  <c:v>52586.07</c:v>
                </c:pt>
                <c:pt idx="2018">
                  <c:v>52612.14</c:v>
                </c:pt>
                <c:pt idx="2019">
                  <c:v>52638.21</c:v>
                </c:pt>
                <c:pt idx="2020">
                  <c:v>52664.29</c:v>
                </c:pt>
                <c:pt idx="2021">
                  <c:v>52690.36</c:v>
                </c:pt>
                <c:pt idx="2022">
                  <c:v>52716.43</c:v>
                </c:pt>
                <c:pt idx="2023">
                  <c:v>52742.5</c:v>
                </c:pt>
                <c:pt idx="2024">
                  <c:v>52768.57</c:v>
                </c:pt>
                <c:pt idx="2025">
                  <c:v>52794.64</c:v>
                </c:pt>
                <c:pt idx="2026">
                  <c:v>52820.71</c:v>
                </c:pt>
                <c:pt idx="2027">
                  <c:v>52846.79</c:v>
                </c:pt>
                <c:pt idx="2028">
                  <c:v>52872.86</c:v>
                </c:pt>
                <c:pt idx="2029">
                  <c:v>52898.93</c:v>
                </c:pt>
                <c:pt idx="2030">
                  <c:v>52925</c:v>
                </c:pt>
                <c:pt idx="2031">
                  <c:v>52951.07</c:v>
                </c:pt>
                <c:pt idx="2032">
                  <c:v>52977.14</c:v>
                </c:pt>
                <c:pt idx="2033">
                  <c:v>53003.21</c:v>
                </c:pt>
                <c:pt idx="2034">
                  <c:v>53029.29</c:v>
                </c:pt>
                <c:pt idx="2035">
                  <c:v>53055.360000000001</c:v>
                </c:pt>
                <c:pt idx="2036">
                  <c:v>53081.43</c:v>
                </c:pt>
                <c:pt idx="2037">
                  <c:v>53107.5</c:v>
                </c:pt>
                <c:pt idx="2038">
                  <c:v>53133.57</c:v>
                </c:pt>
                <c:pt idx="2039">
                  <c:v>53159.64</c:v>
                </c:pt>
                <c:pt idx="2040">
                  <c:v>53185.71</c:v>
                </c:pt>
                <c:pt idx="2041">
                  <c:v>53211.79</c:v>
                </c:pt>
                <c:pt idx="2042">
                  <c:v>53237.86</c:v>
                </c:pt>
                <c:pt idx="2043">
                  <c:v>53263.93</c:v>
                </c:pt>
                <c:pt idx="2044">
                  <c:v>53290</c:v>
                </c:pt>
                <c:pt idx="2045">
                  <c:v>53316.07</c:v>
                </c:pt>
                <c:pt idx="2046">
                  <c:v>53342.14</c:v>
                </c:pt>
                <c:pt idx="2047">
                  <c:v>53368.21</c:v>
                </c:pt>
                <c:pt idx="2048">
                  <c:v>53394.29</c:v>
                </c:pt>
                <c:pt idx="2049">
                  <c:v>53420.36</c:v>
                </c:pt>
                <c:pt idx="2050">
                  <c:v>53446.43</c:v>
                </c:pt>
                <c:pt idx="2051">
                  <c:v>53472.5</c:v>
                </c:pt>
                <c:pt idx="2052">
                  <c:v>53498.57</c:v>
                </c:pt>
                <c:pt idx="2053">
                  <c:v>53524.639999999999</c:v>
                </c:pt>
                <c:pt idx="2054">
                  <c:v>53550.71</c:v>
                </c:pt>
                <c:pt idx="2055">
                  <c:v>53576.79</c:v>
                </c:pt>
                <c:pt idx="2056">
                  <c:v>53602.86</c:v>
                </c:pt>
                <c:pt idx="2057">
                  <c:v>53628.93</c:v>
                </c:pt>
                <c:pt idx="2058">
                  <c:v>53655</c:v>
                </c:pt>
                <c:pt idx="2059">
                  <c:v>53681.07</c:v>
                </c:pt>
                <c:pt idx="2060">
                  <c:v>53707.14</c:v>
                </c:pt>
                <c:pt idx="2061">
                  <c:v>53733.21</c:v>
                </c:pt>
                <c:pt idx="2062">
                  <c:v>53759.29</c:v>
                </c:pt>
                <c:pt idx="2063">
                  <c:v>53785.36</c:v>
                </c:pt>
                <c:pt idx="2064">
                  <c:v>53811.43</c:v>
                </c:pt>
                <c:pt idx="2065">
                  <c:v>53837.5</c:v>
                </c:pt>
                <c:pt idx="2066">
                  <c:v>53863.57</c:v>
                </c:pt>
                <c:pt idx="2067">
                  <c:v>53889.64</c:v>
                </c:pt>
                <c:pt idx="2068">
                  <c:v>53915.71</c:v>
                </c:pt>
                <c:pt idx="2069">
                  <c:v>53941.79</c:v>
                </c:pt>
                <c:pt idx="2070">
                  <c:v>53967.86</c:v>
                </c:pt>
                <c:pt idx="2071">
                  <c:v>53993.93</c:v>
                </c:pt>
                <c:pt idx="2072">
                  <c:v>54020</c:v>
                </c:pt>
                <c:pt idx="2073">
                  <c:v>54046.07</c:v>
                </c:pt>
                <c:pt idx="2074">
                  <c:v>54072.14</c:v>
                </c:pt>
                <c:pt idx="2075">
                  <c:v>54098.21</c:v>
                </c:pt>
                <c:pt idx="2076">
                  <c:v>54124.29</c:v>
                </c:pt>
                <c:pt idx="2077">
                  <c:v>54150.36</c:v>
                </c:pt>
                <c:pt idx="2078">
                  <c:v>54176.43</c:v>
                </c:pt>
                <c:pt idx="2079">
                  <c:v>54202.5</c:v>
                </c:pt>
                <c:pt idx="2080">
                  <c:v>54228.57</c:v>
                </c:pt>
                <c:pt idx="2081">
                  <c:v>54254.64</c:v>
                </c:pt>
                <c:pt idx="2082">
                  <c:v>54280.71</c:v>
                </c:pt>
                <c:pt idx="2083">
                  <c:v>54306.79</c:v>
                </c:pt>
                <c:pt idx="2084">
                  <c:v>54332.86</c:v>
                </c:pt>
                <c:pt idx="2085">
                  <c:v>54358.93</c:v>
                </c:pt>
                <c:pt idx="2086">
                  <c:v>54385</c:v>
                </c:pt>
                <c:pt idx="2087">
                  <c:v>54411.07</c:v>
                </c:pt>
                <c:pt idx="2088">
                  <c:v>54437.14</c:v>
                </c:pt>
                <c:pt idx="2089">
                  <c:v>54463.21</c:v>
                </c:pt>
                <c:pt idx="2090">
                  <c:v>54489.29</c:v>
                </c:pt>
                <c:pt idx="2091">
                  <c:v>54515.360000000001</c:v>
                </c:pt>
                <c:pt idx="2092">
                  <c:v>54541.43</c:v>
                </c:pt>
                <c:pt idx="2093">
                  <c:v>54567.5</c:v>
                </c:pt>
                <c:pt idx="2094">
                  <c:v>54593.57</c:v>
                </c:pt>
                <c:pt idx="2095">
                  <c:v>54619.64</c:v>
                </c:pt>
                <c:pt idx="2096">
                  <c:v>54645.71</c:v>
                </c:pt>
                <c:pt idx="2097">
                  <c:v>54671.79</c:v>
                </c:pt>
                <c:pt idx="2098">
                  <c:v>54697.86</c:v>
                </c:pt>
                <c:pt idx="2099">
                  <c:v>54723.93</c:v>
                </c:pt>
                <c:pt idx="2100">
                  <c:v>54750</c:v>
                </c:pt>
                <c:pt idx="2101">
                  <c:v>54776.07</c:v>
                </c:pt>
                <c:pt idx="2102">
                  <c:v>54802.14</c:v>
                </c:pt>
                <c:pt idx="2103">
                  <c:v>54828.21</c:v>
                </c:pt>
                <c:pt idx="2104">
                  <c:v>54854.29</c:v>
                </c:pt>
                <c:pt idx="2105">
                  <c:v>54880.36</c:v>
                </c:pt>
                <c:pt idx="2106">
                  <c:v>54906.43</c:v>
                </c:pt>
                <c:pt idx="2107">
                  <c:v>54932.5</c:v>
                </c:pt>
                <c:pt idx="2108">
                  <c:v>54958.57</c:v>
                </c:pt>
                <c:pt idx="2109">
                  <c:v>54984.639999999999</c:v>
                </c:pt>
                <c:pt idx="2110">
                  <c:v>55010.71</c:v>
                </c:pt>
                <c:pt idx="2111">
                  <c:v>55036.79</c:v>
                </c:pt>
                <c:pt idx="2112">
                  <c:v>55062.86</c:v>
                </c:pt>
                <c:pt idx="2113">
                  <c:v>55088.93</c:v>
                </c:pt>
                <c:pt idx="2114">
                  <c:v>55115</c:v>
                </c:pt>
                <c:pt idx="2115">
                  <c:v>55141.07</c:v>
                </c:pt>
                <c:pt idx="2116">
                  <c:v>55167.14</c:v>
                </c:pt>
                <c:pt idx="2117">
                  <c:v>55193.21</c:v>
                </c:pt>
                <c:pt idx="2118">
                  <c:v>55219.29</c:v>
                </c:pt>
                <c:pt idx="2119">
                  <c:v>55245.36</c:v>
                </c:pt>
                <c:pt idx="2120">
                  <c:v>55271.43</c:v>
                </c:pt>
                <c:pt idx="2121">
                  <c:v>55297.5</c:v>
                </c:pt>
                <c:pt idx="2122">
                  <c:v>55323.57</c:v>
                </c:pt>
                <c:pt idx="2123">
                  <c:v>55349.64</c:v>
                </c:pt>
                <c:pt idx="2124">
                  <c:v>55375.71</c:v>
                </c:pt>
                <c:pt idx="2125">
                  <c:v>55401.79</c:v>
                </c:pt>
                <c:pt idx="2126">
                  <c:v>55427.86</c:v>
                </c:pt>
                <c:pt idx="2127">
                  <c:v>55453.93</c:v>
                </c:pt>
                <c:pt idx="2128">
                  <c:v>55480</c:v>
                </c:pt>
                <c:pt idx="2129">
                  <c:v>55506.07</c:v>
                </c:pt>
                <c:pt idx="2130">
                  <c:v>55532.14</c:v>
                </c:pt>
                <c:pt idx="2131">
                  <c:v>55558.21</c:v>
                </c:pt>
                <c:pt idx="2132">
                  <c:v>55584.29</c:v>
                </c:pt>
                <c:pt idx="2133">
                  <c:v>55610.36</c:v>
                </c:pt>
                <c:pt idx="2134">
                  <c:v>55636.43</c:v>
                </c:pt>
                <c:pt idx="2135">
                  <c:v>55662.5</c:v>
                </c:pt>
                <c:pt idx="2136">
                  <c:v>55688.57</c:v>
                </c:pt>
                <c:pt idx="2137">
                  <c:v>55714.64</c:v>
                </c:pt>
                <c:pt idx="2138">
                  <c:v>55740.71</c:v>
                </c:pt>
                <c:pt idx="2139">
                  <c:v>55766.79</c:v>
                </c:pt>
                <c:pt idx="2140">
                  <c:v>55792.86</c:v>
                </c:pt>
                <c:pt idx="2141">
                  <c:v>55818.93</c:v>
                </c:pt>
                <c:pt idx="2142">
                  <c:v>55845</c:v>
                </c:pt>
                <c:pt idx="2143">
                  <c:v>55871.07</c:v>
                </c:pt>
                <c:pt idx="2144">
                  <c:v>55897.14</c:v>
                </c:pt>
                <c:pt idx="2145">
                  <c:v>55923.21</c:v>
                </c:pt>
                <c:pt idx="2146">
                  <c:v>55949.29</c:v>
                </c:pt>
                <c:pt idx="2147">
                  <c:v>55975.360000000001</c:v>
                </c:pt>
                <c:pt idx="2148">
                  <c:v>56001.43</c:v>
                </c:pt>
                <c:pt idx="2149">
                  <c:v>56027.5</c:v>
                </c:pt>
                <c:pt idx="2150">
                  <c:v>56053.57</c:v>
                </c:pt>
                <c:pt idx="2151">
                  <c:v>56079.64</c:v>
                </c:pt>
                <c:pt idx="2152">
                  <c:v>56105.71</c:v>
                </c:pt>
                <c:pt idx="2153">
                  <c:v>56131.79</c:v>
                </c:pt>
                <c:pt idx="2154">
                  <c:v>56157.86</c:v>
                </c:pt>
                <c:pt idx="2155">
                  <c:v>56183.93</c:v>
                </c:pt>
                <c:pt idx="2156">
                  <c:v>56210</c:v>
                </c:pt>
                <c:pt idx="2157">
                  <c:v>56236.07</c:v>
                </c:pt>
                <c:pt idx="2158">
                  <c:v>56262.14</c:v>
                </c:pt>
                <c:pt idx="2159">
                  <c:v>56288.21</c:v>
                </c:pt>
                <c:pt idx="2160">
                  <c:v>56314.29</c:v>
                </c:pt>
                <c:pt idx="2161">
                  <c:v>56340.36</c:v>
                </c:pt>
                <c:pt idx="2162">
                  <c:v>56366.43</c:v>
                </c:pt>
                <c:pt idx="2163">
                  <c:v>56392.5</c:v>
                </c:pt>
                <c:pt idx="2164">
                  <c:v>56418.57</c:v>
                </c:pt>
                <c:pt idx="2165">
                  <c:v>56444.639999999999</c:v>
                </c:pt>
                <c:pt idx="2166">
                  <c:v>56470.71</c:v>
                </c:pt>
                <c:pt idx="2167">
                  <c:v>56496.79</c:v>
                </c:pt>
                <c:pt idx="2168">
                  <c:v>56522.86</c:v>
                </c:pt>
                <c:pt idx="2169">
                  <c:v>56548.93</c:v>
                </c:pt>
                <c:pt idx="2170">
                  <c:v>56575</c:v>
                </c:pt>
                <c:pt idx="2171">
                  <c:v>56601.07</c:v>
                </c:pt>
                <c:pt idx="2172">
                  <c:v>56627.14</c:v>
                </c:pt>
                <c:pt idx="2173">
                  <c:v>56653.21</c:v>
                </c:pt>
                <c:pt idx="2174">
                  <c:v>56679.29</c:v>
                </c:pt>
                <c:pt idx="2175">
                  <c:v>56705.36</c:v>
                </c:pt>
                <c:pt idx="2176">
                  <c:v>56731.43</c:v>
                </c:pt>
                <c:pt idx="2177">
                  <c:v>56757.5</c:v>
                </c:pt>
                <c:pt idx="2178">
                  <c:v>56783.57</c:v>
                </c:pt>
                <c:pt idx="2179">
                  <c:v>56809.64</c:v>
                </c:pt>
                <c:pt idx="2180">
                  <c:v>56835.71</c:v>
                </c:pt>
                <c:pt idx="2181">
                  <c:v>56861.79</c:v>
                </c:pt>
                <c:pt idx="2182">
                  <c:v>56887.86</c:v>
                </c:pt>
                <c:pt idx="2183">
                  <c:v>56913.93</c:v>
                </c:pt>
                <c:pt idx="2184">
                  <c:v>56940</c:v>
                </c:pt>
                <c:pt idx="2185">
                  <c:v>56966.07</c:v>
                </c:pt>
                <c:pt idx="2186">
                  <c:v>56992.14</c:v>
                </c:pt>
                <c:pt idx="2187">
                  <c:v>57018.21</c:v>
                </c:pt>
                <c:pt idx="2188">
                  <c:v>57044.29</c:v>
                </c:pt>
                <c:pt idx="2189">
                  <c:v>57070.36</c:v>
                </c:pt>
                <c:pt idx="2190">
                  <c:v>57096.43</c:v>
                </c:pt>
                <c:pt idx="2191">
                  <c:v>57122.5</c:v>
                </c:pt>
                <c:pt idx="2192">
                  <c:v>57148.57</c:v>
                </c:pt>
                <c:pt idx="2193">
                  <c:v>57174.64</c:v>
                </c:pt>
                <c:pt idx="2194">
                  <c:v>57200.71</c:v>
                </c:pt>
                <c:pt idx="2195">
                  <c:v>57226.79</c:v>
                </c:pt>
                <c:pt idx="2196">
                  <c:v>57252.86</c:v>
                </c:pt>
                <c:pt idx="2197">
                  <c:v>57278.93</c:v>
                </c:pt>
                <c:pt idx="2198">
                  <c:v>57305</c:v>
                </c:pt>
                <c:pt idx="2199">
                  <c:v>57331.07</c:v>
                </c:pt>
                <c:pt idx="2200">
                  <c:v>57357.14</c:v>
                </c:pt>
                <c:pt idx="2201">
                  <c:v>57383.21</c:v>
                </c:pt>
                <c:pt idx="2202">
                  <c:v>57409.29</c:v>
                </c:pt>
                <c:pt idx="2203">
                  <c:v>57435.360000000001</c:v>
                </c:pt>
                <c:pt idx="2204">
                  <c:v>57461.43</c:v>
                </c:pt>
                <c:pt idx="2205">
                  <c:v>57487.5</c:v>
                </c:pt>
                <c:pt idx="2206">
                  <c:v>57513.57</c:v>
                </c:pt>
                <c:pt idx="2207">
                  <c:v>57539.64</c:v>
                </c:pt>
                <c:pt idx="2208">
                  <c:v>57565.71</c:v>
                </c:pt>
                <c:pt idx="2209">
                  <c:v>57591.79</c:v>
                </c:pt>
                <c:pt idx="2210">
                  <c:v>57617.86</c:v>
                </c:pt>
                <c:pt idx="2211">
                  <c:v>57643.93</c:v>
                </c:pt>
                <c:pt idx="2212">
                  <c:v>57670</c:v>
                </c:pt>
                <c:pt idx="2213">
                  <c:v>57696.07</c:v>
                </c:pt>
                <c:pt idx="2214">
                  <c:v>57722.14</c:v>
                </c:pt>
                <c:pt idx="2215">
                  <c:v>57748.21</c:v>
                </c:pt>
                <c:pt idx="2216">
                  <c:v>57774.29</c:v>
                </c:pt>
                <c:pt idx="2217">
                  <c:v>57800.36</c:v>
                </c:pt>
                <c:pt idx="2218">
                  <c:v>57826.43</c:v>
                </c:pt>
                <c:pt idx="2219">
                  <c:v>57852.5</c:v>
                </c:pt>
                <c:pt idx="2220">
                  <c:v>57878.57</c:v>
                </c:pt>
                <c:pt idx="2221">
                  <c:v>57904.639999999999</c:v>
                </c:pt>
                <c:pt idx="2222">
                  <c:v>57930.71</c:v>
                </c:pt>
                <c:pt idx="2223">
                  <c:v>57956.79</c:v>
                </c:pt>
                <c:pt idx="2224">
                  <c:v>57982.86</c:v>
                </c:pt>
                <c:pt idx="2225">
                  <c:v>58008.93</c:v>
                </c:pt>
                <c:pt idx="2226">
                  <c:v>58035</c:v>
                </c:pt>
                <c:pt idx="2227">
                  <c:v>58061.07</c:v>
                </c:pt>
                <c:pt idx="2228">
                  <c:v>58087.14</c:v>
                </c:pt>
                <c:pt idx="2229">
                  <c:v>58113.21</c:v>
                </c:pt>
                <c:pt idx="2230">
                  <c:v>58139.29</c:v>
                </c:pt>
                <c:pt idx="2231">
                  <c:v>58165.36</c:v>
                </c:pt>
                <c:pt idx="2232">
                  <c:v>58191.43</c:v>
                </c:pt>
                <c:pt idx="2233">
                  <c:v>58217.5</c:v>
                </c:pt>
                <c:pt idx="2234">
                  <c:v>58243.57</c:v>
                </c:pt>
                <c:pt idx="2235">
                  <c:v>58269.64</c:v>
                </c:pt>
                <c:pt idx="2236">
                  <c:v>58295.71</c:v>
                </c:pt>
                <c:pt idx="2237">
                  <c:v>58321.79</c:v>
                </c:pt>
                <c:pt idx="2238">
                  <c:v>58347.86</c:v>
                </c:pt>
                <c:pt idx="2239">
                  <c:v>58373.93</c:v>
                </c:pt>
                <c:pt idx="2240">
                  <c:v>58400</c:v>
                </c:pt>
                <c:pt idx="2241">
                  <c:v>58426.07</c:v>
                </c:pt>
                <c:pt idx="2242">
                  <c:v>58452.14</c:v>
                </c:pt>
                <c:pt idx="2243">
                  <c:v>58478.21</c:v>
                </c:pt>
                <c:pt idx="2244">
                  <c:v>58504.29</c:v>
                </c:pt>
                <c:pt idx="2245">
                  <c:v>58530.36</c:v>
                </c:pt>
                <c:pt idx="2246">
                  <c:v>58556.43</c:v>
                </c:pt>
                <c:pt idx="2247">
                  <c:v>58582.5</c:v>
                </c:pt>
                <c:pt idx="2248">
                  <c:v>58608.57</c:v>
                </c:pt>
                <c:pt idx="2249">
                  <c:v>58634.64</c:v>
                </c:pt>
                <c:pt idx="2250">
                  <c:v>58660.71</c:v>
                </c:pt>
                <c:pt idx="2251">
                  <c:v>58686.79</c:v>
                </c:pt>
                <c:pt idx="2252">
                  <c:v>58712.86</c:v>
                </c:pt>
                <c:pt idx="2253">
                  <c:v>58738.93</c:v>
                </c:pt>
                <c:pt idx="2254">
                  <c:v>58765</c:v>
                </c:pt>
                <c:pt idx="2255">
                  <c:v>58791.07</c:v>
                </c:pt>
                <c:pt idx="2256">
                  <c:v>58817.14</c:v>
                </c:pt>
                <c:pt idx="2257">
                  <c:v>58843.21</c:v>
                </c:pt>
                <c:pt idx="2258">
                  <c:v>58869.29</c:v>
                </c:pt>
                <c:pt idx="2259">
                  <c:v>58895.360000000001</c:v>
                </c:pt>
                <c:pt idx="2260">
                  <c:v>58921.43</c:v>
                </c:pt>
                <c:pt idx="2261">
                  <c:v>58947.5</c:v>
                </c:pt>
                <c:pt idx="2262">
                  <c:v>58973.57</c:v>
                </c:pt>
                <c:pt idx="2263">
                  <c:v>58999.64</c:v>
                </c:pt>
                <c:pt idx="2264">
                  <c:v>59025.71</c:v>
                </c:pt>
                <c:pt idx="2265">
                  <c:v>59051.79</c:v>
                </c:pt>
                <c:pt idx="2266">
                  <c:v>59077.86</c:v>
                </c:pt>
                <c:pt idx="2267">
                  <c:v>59103.93</c:v>
                </c:pt>
                <c:pt idx="2268">
                  <c:v>59130</c:v>
                </c:pt>
                <c:pt idx="2269">
                  <c:v>59156.07</c:v>
                </c:pt>
                <c:pt idx="2270">
                  <c:v>59182.14</c:v>
                </c:pt>
                <c:pt idx="2271">
                  <c:v>59208.21</c:v>
                </c:pt>
                <c:pt idx="2272">
                  <c:v>59234.29</c:v>
                </c:pt>
                <c:pt idx="2273">
                  <c:v>59260.36</c:v>
                </c:pt>
                <c:pt idx="2274">
                  <c:v>59286.43</c:v>
                </c:pt>
                <c:pt idx="2275">
                  <c:v>59312.5</c:v>
                </c:pt>
                <c:pt idx="2276">
                  <c:v>59338.57</c:v>
                </c:pt>
                <c:pt idx="2277">
                  <c:v>59364.639999999999</c:v>
                </c:pt>
                <c:pt idx="2278">
                  <c:v>59390.71</c:v>
                </c:pt>
                <c:pt idx="2279">
                  <c:v>59416.79</c:v>
                </c:pt>
                <c:pt idx="2280">
                  <c:v>59442.86</c:v>
                </c:pt>
                <c:pt idx="2281">
                  <c:v>59468.93</c:v>
                </c:pt>
                <c:pt idx="2282">
                  <c:v>59495</c:v>
                </c:pt>
                <c:pt idx="2283">
                  <c:v>59521.07</c:v>
                </c:pt>
                <c:pt idx="2284">
                  <c:v>59547.14</c:v>
                </c:pt>
                <c:pt idx="2285">
                  <c:v>59573.21</c:v>
                </c:pt>
                <c:pt idx="2286">
                  <c:v>59599.29</c:v>
                </c:pt>
                <c:pt idx="2287">
                  <c:v>59625.36</c:v>
                </c:pt>
                <c:pt idx="2288">
                  <c:v>59651.43</c:v>
                </c:pt>
                <c:pt idx="2289">
                  <c:v>59677.5</c:v>
                </c:pt>
                <c:pt idx="2290">
                  <c:v>59703.57</c:v>
                </c:pt>
                <c:pt idx="2291">
                  <c:v>59729.64</c:v>
                </c:pt>
                <c:pt idx="2292">
                  <c:v>59755.71</c:v>
                </c:pt>
                <c:pt idx="2293">
                  <c:v>59781.79</c:v>
                </c:pt>
                <c:pt idx="2294">
                  <c:v>59807.86</c:v>
                </c:pt>
                <c:pt idx="2295">
                  <c:v>59833.93</c:v>
                </c:pt>
                <c:pt idx="2296">
                  <c:v>59860</c:v>
                </c:pt>
                <c:pt idx="2297">
                  <c:v>59886.07</c:v>
                </c:pt>
                <c:pt idx="2298">
                  <c:v>59912.14</c:v>
                </c:pt>
                <c:pt idx="2299">
                  <c:v>59938.21</c:v>
                </c:pt>
                <c:pt idx="2300">
                  <c:v>59964.29</c:v>
                </c:pt>
                <c:pt idx="2301">
                  <c:v>59990.36</c:v>
                </c:pt>
                <c:pt idx="2302">
                  <c:v>60016.43</c:v>
                </c:pt>
                <c:pt idx="2303">
                  <c:v>60042.5</c:v>
                </c:pt>
                <c:pt idx="2304">
                  <c:v>60068.57</c:v>
                </c:pt>
                <c:pt idx="2305">
                  <c:v>60094.64</c:v>
                </c:pt>
                <c:pt idx="2306">
                  <c:v>60120.71</c:v>
                </c:pt>
                <c:pt idx="2307">
                  <c:v>60146.79</c:v>
                </c:pt>
                <c:pt idx="2308">
                  <c:v>60172.86</c:v>
                </c:pt>
                <c:pt idx="2309">
                  <c:v>60198.93</c:v>
                </c:pt>
                <c:pt idx="2310">
                  <c:v>60225</c:v>
                </c:pt>
                <c:pt idx="2311">
                  <c:v>60251.07</c:v>
                </c:pt>
                <c:pt idx="2312">
                  <c:v>60277.14</c:v>
                </c:pt>
                <c:pt idx="2313">
                  <c:v>60303.21</c:v>
                </c:pt>
                <c:pt idx="2314">
                  <c:v>60329.29</c:v>
                </c:pt>
                <c:pt idx="2315">
                  <c:v>60355.360000000001</c:v>
                </c:pt>
                <c:pt idx="2316">
                  <c:v>60381.43</c:v>
                </c:pt>
                <c:pt idx="2317">
                  <c:v>60407.5</c:v>
                </c:pt>
                <c:pt idx="2318">
                  <c:v>60433.57</c:v>
                </c:pt>
                <c:pt idx="2319">
                  <c:v>60459.64</c:v>
                </c:pt>
                <c:pt idx="2320">
                  <c:v>60485.71</c:v>
                </c:pt>
                <c:pt idx="2321">
                  <c:v>60511.79</c:v>
                </c:pt>
                <c:pt idx="2322">
                  <c:v>60537.86</c:v>
                </c:pt>
                <c:pt idx="2323">
                  <c:v>60563.93</c:v>
                </c:pt>
                <c:pt idx="2324">
                  <c:v>60590</c:v>
                </c:pt>
                <c:pt idx="2325">
                  <c:v>60616.07</c:v>
                </c:pt>
                <c:pt idx="2326">
                  <c:v>60642.14</c:v>
                </c:pt>
                <c:pt idx="2327">
                  <c:v>60668.21</c:v>
                </c:pt>
                <c:pt idx="2328">
                  <c:v>60694.29</c:v>
                </c:pt>
                <c:pt idx="2329">
                  <c:v>60720.36</c:v>
                </c:pt>
                <c:pt idx="2330">
                  <c:v>60746.43</c:v>
                </c:pt>
                <c:pt idx="2331">
                  <c:v>60772.5</c:v>
                </c:pt>
                <c:pt idx="2332">
                  <c:v>60798.57</c:v>
                </c:pt>
                <c:pt idx="2333">
                  <c:v>60824.639999999999</c:v>
                </c:pt>
                <c:pt idx="2334">
                  <c:v>60850.71</c:v>
                </c:pt>
                <c:pt idx="2335">
                  <c:v>60876.79</c:v>
                </c:pt>
                <c:pt idx="2336">
                  <c:v>60902.86</c:v>
                </c:pt>
                <c:pt idx="2337">
                  <c:v>60928.93</c:v>
                </c:pt>
                <c:pt idx="2338">
                  <c:v>60955</c:v>
                </c:pt>
                <c:pt idx="2339">
                  <c:v>60981.07</c:v>
                </c:pt>
                <c:pt idx="2340">
                  <c:v>61007.14</c:v>
                </c:pt>
                <c:pt idx="2341">
                  <c:v>61033.21</c:v>
                </c:pt>
                <c:pt idx="2342">
                  <c:v>61059.29</c:v>
                </c:pt>
                <c:pt idx="2343">
                  <c:v>61085.36</c:v>
                </c:pt>
                <c:pt idx="2344">
                  <c:v>61111.43</c:v>
                </c:pt>
                <c:pt idx="2345">
                  <c:v>61137.5</c:v>
                </c:pt>
                <c:pt idx="2346">
                  <c:v>61163.57</c:v>
                </c:pt>
                <c:pt idx="2347">
                  <c:v>61189.64</c:v>
                </c:pt>
                <c:pt idx="2348">
                  <c:v>61215.71</c:v>
                </c:pt>
                <c:pt idx="2349">
                  <c:v>61241.79</c:v>
                </c:pt>
                <c:pt idx="2350">
                  <c:v>61267.86</c:v>
                </c:pt>
                <c:pt idx="2351">
                  <c:v>61293.93</c:v>
                </c:pt>
                <c:pt idx="2352">
                  <c:v>61320</c:v>
                </c:pt>
                <c:pt idx="2353">
                  <c:v>61346.07</c:v>
                </c:pt>
                <c:pt idx="2354">
                  <c:v>61372.14</c:v>
                </c:pt>
                <c:pt idx="2355">
                  <c:v>61398.21</c:v>
                </c:pt>
                <c:pt idx="2356">
                  <c:v>61424.29</c:v>
                </c:pt>
                <c:pt idx="2357">
                  <c:v>61450.36</c:v>
                </c:pt>
                <c:pt idx="2358">
                  <c:v>61476.43</c:v>
                </c:pt>
                <c:pt idx="2359">
                  <c:v>61502.5</c:v>
                </c:pt>
                <c:pt idx="2360">
                  <c:v>61528.57</c:v>
                </c:pt>
                <c:pt idx="2361">
                  <c:v>61554.64</c:v>
                </c:pt>
                <c:pt idx="2362">
                  <c:v>61580.71</c:v>
                </c:pt>
                <c:pt idx="2363">
                  <c:v>61606.79</c:v>
                </c:pt>
                <c:pt idx="2364">
                  <c:v>61632.86</c:v>
                </c:pt>
                <c:pt idx="2365">
                  <c:v>61658.93</c:v>
                </c:pt>
                <c:pt idx="2366">
                  <c:v>61685</c:v>
                </c:pt>
                <c:pt idx="2367">
                  <c:v>61711.07</c:v>
                </c:pt>
                <c:pt idx="2368">
                  <c:v>61737.14</c:v>
                </c:pt>
                <c:pt idx="2369">
                  <c:v>61763.21</c:v>
                </c:pt>
                <c:pt idx="2370">
                  <c:v>61789.29</c:v>
                </c:pt>
                <c:pt idx="2371">
                  <c:v>61815.360000000001</c:v>
                </c:pt>
                <c:pt idx="2372">
                  <c:v>61841.43</c:v>
                </c:pt>
                <c:pt idx="2373">
                  <c:v>61867.5</c:v>
                </c:pt>
                <c:pt idx="2374">
                  <c:v>61893.57</c:v>
                </c:pt>
                <c:pt idx="2375">
                  <c:v>61919.64</c:v>
                </c:pt>
                <c:pt idx="2376">
                  <c:v>61945.71</c:v>
                </c:pt>
                <c:pt idx="2377">
                  <c:v>61971.79</c:v>
                </c:pt>
                <c:pt idx="2378">
                  <c:v>61997.86</c:v>
                </c:pt>
                <c:pt idx="2379">
                  <c:v>62023.93</c:v>
                </c:pt>
                <c:pt idx="2380">
                  <c:v>62050</c:v>
                </c:pt>
                <c:pt idx="2381">
                  <c:v>62076.07</c:v>
                </c:pt>
                <c:pt idx="2382">
                  <c:v>62102.14</c:v>
                </c:pt>
                <c:pt idx="2383">
                  <c:v>62128.21</c:v>
                </c:pt>
                <c:pt idx="2384">
                  <c:v>62154.29</c:v>
                </c:pt>
                <c:pt idx="2385">
                  <c:v>62180.36</c:v>
                </c:pt>
                <c:pt idx="2386">
                  <c:v>62206.43</c:v>
                </c:pt>
                <c:pt idx="2387">
                  <c:v>62232.5</c:v>
                </c:pt>
                <c:pt idx="2388">
                  <c:v>62258.57</c:v>
                </c:pt>
                <c:pt idx="2389">
                  <c:v>62284.639999999999</c:v>
                </c:pt>
                <c:pt idx="2390">
                  <c:v>62310.71</c:v>
                </c:pt>
                <c:pt idx="2391">
                  <c:v>62336.79</c:v>
                </c:pt>
                <c:pt idx="2392">
                  <c:v>62362.86</c:v>
                </c:pt>
                <c:pt idx="2393">
                  <c:v>62388.93</c:v>
                </c:pt>
                <c:pt idx="2394">
                  <c:v>62415</c:v>
                </c:pt>
                <c:pt idx="2395">
                  <c:v>62441.07</c:v>
                </c:pt>
                <c:pt idx="2396">
                  <c:v>62467.14</c:v>
                </c:pt>
                <c:pt idx="2397">
                  <c:v>62493.21</c:v>
                </c:pt>
                <c:pt idx="2398">
                  <c:v>62519.29</c:v>
                </c:pt>
                <c:pt idx="2399">
                  <c:v>62545.36</c:v>
                </c:pt>
                <c:pt idx="2400">
                  <c:v>62571.43</c:v>
                </c:pt>
                <c:pt idx="2401">
                  <c:v>62597.5</c:v>
                </c:pt>
                <c:pt idx="2402">
                  <c:v>62623.57</c:v>
                </c:pt>
                <c:pt idx="2403">
                  <c:v>62649.64</c:v>
                </c:pt>
                <c:pt idx="2404">
                  <c:v>62675.71</c:v>
                </c:pt>
                <c:pt idx="2405">
                  <c:v>62701.79</c:v>
                </c:pt>
                <c:pt idx="2406">
                  <c:v>62727.86</c:v>
                </c:pt>
                <c:pt idx="2407">
                  <c:v>62753.93</c:v>
                </c:pt>
                <c:pt idx="2408">
                  <c:v>62780</c:v>
                </c:pt>
                <c:pt idx="2409">
                  <c:v>62806.07</c:v>
                </c:pt>
                <c:pt idx="2410">
                  <c:v>62832.14</c:v>
                </c:pt>
                <c:pt idx="2411">
                  <c:v>62858.21</c:v>
                </c:pt>
                <c:pt idx="2412">
                  <c:v>62884.29</c:v>
                </c:pt>
                <c:pt idx="2413">
                  <c:v>62910.36</c:v>
                </c:pt>
                <c:pt idx="2414">
                  <c:v>62936.43</c:v>
                </c:pt>
                <c:pt idx="2415">
                  <c:v>62962.5</c:v>
                </c:pt>
                <c:pt idx="2416">
                  <c:v>62988.57</c:v>
                </c:pt>
                <c:pt idx="2417">
                  <c:v>63014.64</c:v>
                </c:pt>
                <c:pt idx="2418">
                  <c:v>63040.71</c:v>
                </c:pt>
                <c:pt idx="2419">
                  <c:v>63066.79</c:v>
                </c:pt>
                <c:pt idx="2420">
                  <c:v>63092.86</c:v>
                </c:pt>
                <c:pt idx="2421">
                  <c:v>63118.93</c:v>
                </c:pt>
                <c:pt idx="2422">
                  <c:v>63145</c:v>
                </c:pt>
                <c:pt idx="2423">
                  <c:v>63171.07</c:v>
                </c:pt>
                <c:pt idx="2424">
                  <c:v>63197.14</c:v>
                </c:pt>
                <c:pt idx="2425">
                  <c:v>63223.21</c:v>
                </c:pt>
                <c:pt idx="2426">
                  <c:v>63249.29</c:v>
                </c:pt>
                <c:pt idx="2427">
                  <c:v>63275.360000000001</c:v>
                </c:pt>
                <c:pt idx="2428">
                  <c:v>63301.43</c:v>
                </c:pt>
                <c:pt idx="2429">
                  <c:v>63327.5</c:v>
                </c:pt>
                <c:pt idx="2430">
                  <c:v>63353.57</c:v>
                </c:pt>
                <c:pt idx="2431">
                  <c:v>63379.64</c:v>
                </c:pt>
                <c:pt idx="2432">
                  <c:v>63405.71</c:v>
                </c:pt>
                <c:pt idx="2433">
                  <c:v>63431.79</c:v>
                </c:pt>
                <c:pt idx="2434">
                  <c:v>63457.86</c:v>
                </c:pt>
                <c:pt idx="2435">
                  <c:v>63483.93</c:v>
                </c:pt>
                <c:pt idx="2436">
                  <c:v>63510</c:v>
                </c:pt>
                <c:pt idx="2437">
                  <c:v>63536.07</c:v>
                </c:pt>
                <c:pt idx="2438">
                  <c:v>63562.14</c:v>
                </c:pt>
                <c:pt idx="2439">
                  <c:v>63588.21</c:v>
                </c:pt>
                <c:pt idx="2440">
                  <c:v>63614.29</c:v>
                </c:pt>
                <c:pt idx="2441">
                  <c:v>63640.36</c:v>
                </c:pt>
                <c:pt idx="2442">
                  <c:v>63666.43</c:v>
                </c:pt>
                <c:pt idx="2443">
                  <c:v>63692.5</c:v>
                </c:pt>
                <c:pt idx="2444">
                  <c:v>63718.57</c:v>
                </c:pt>
                <c:pt idx="2445">
                  <c:v>63744.639999999999</c:v>
                </c:pt>
                <c:pt idx="2446">
                  <c:v>63770.71</c:v>
                </c:pt>
                <c:pt idx="2447">
                  <c:v>63796.79</c:v>
                </c:pt>
                <c:pt idx="2448">
                  <c:v>63822.86</c:v>
                </c:pt>
                <c:pt idx="2449">
                  <c:v>63848.93</c:v>
                </c:pt>
                <c:pt idx="2450">
                  <c:v>63875</c:v>
                </c:pt>
                <c:pt idx="2451">
                  <c:v>63901.07</c:v>
                </c:pt>
                <c:pt idx="2452">
                  <c:v>63927.14</c:v>
                </c:pt>
                <c:pt idx="2453">
                  <c:v>63953.21</c:v>
                </c:pt>
                <c:pt idx="2454">
                  <c:v>63979.29</c:v>
                </c:pt>
                <c:pt idx="2455">
                  <c:v>64005.36</c:v>
                </c:pt>
                <c:pt idx="2456">
                  <c:v>64031.43</c:v>
                </c:pt>
                <c:pt idx="2457">
                  <c:v>64057.5</c:v>
                </c:pt>
                <c:pt idx="2458">
                  <c:v>64083.57</c:v>
                </c:pt>
                <c:pt idx="2459">
                  <c:v>64109.64</c:v>
                </c:pt>
                <c:pt idx="2460">
                  <c:v>64135.71</c:v>
                </c:pt>
                <c:pt idx="2461">
                  <c:v>64161.79</c:v>
                </c:pt>
                <c:pt idx="2462">
                  <c:v>64187.86</c:v>
                </c:pt>
                <c:pt idx="2463">
                  <c:v>64213.93</c:v>
                </c:pt>
                <c:pt idx="2464">
                  <c:v>64240</c:v>
                </c:pt>
                <c:pt idx="2465">
                  <c:v>64266.07</c:v>
                </c:pt>
                <c:pt idx="2466">
                  <c:v>64292.14</c:v>
                </c:pt>
                <c:pt idx="2467">
                  <c:v>64318.21</c:v>
                </c:pt>
                <c:pt idx="2468">
                  <c:v>64344.29</c:v>
                </c:pt>
                <c:pt idx="2469">
                  <c:v>64370.36</c:v>
                </c:pt>
                <c:pt idx="2470">
                  <c:v>64396.43</c:v>
                </c:pt>
                <c:pt idx="2471">
                  <c:v>64422.5</c:v>
                </c:pt>
                <c:pt idx="2472">
                  <c:v>64448.57</c:v>
                </c:pt>
                <c:pt idx="2473">
                  <c:v>64474.64</c:v>
                </c:pt>
                <c:pt idx="2474">
                  <c:v>64500.71</c:v>
                </c:pt>
                <c:pt idx="2475">
                  <c:v>64526.79</c:v>
                </c:pt>
                <c:pt idx="2476">
                  <c:v>64552.86</c:v>
                </c:pt>
                <c:pt idx="2477">
                  <c:v>64578.93</c:v>
                </c:pt>
                <c:pt idx="2478">
                  <c:v>64605</c:v>
                </c:pt>
                <c:pt idx="2479">
                  <c:v>64631.07</c:v>
                </c:pt>
                <c:pt idx="2480">
                  <c:v>64657.14</c:v>
                </c:pt>
                <c:pt idx="2481">
                  <c:v>64683.21</c:v>
                </c:pt>
                <c:pt idx="2482">
                  <c:v>64709.29</c:v>
                </c:pt>
                <c:pt idx="2483">
                  <c:v>64735.360000000001</c:v>
                </c:pt>
                <c:pt idx="2484">
                  <c:v>64761.43</c:v>
                </c:pt>
                <c:pt idx="2485">
                  <c:v>64787.5</c:v>
                </c:pt>
                <c:pt idx="2486">
                  <c:v>64813.57</c:v>
                </c:pt>
                <c:pt idx="2487">
                  <c:v>64839.64</c:v>
                </c:pt>
                <c:pt idx="2488">
                  <c:v>64865.71</c:v>
                </c:pt>
                <c:pt idx="2489">
                  <c:v>64891.79</c:v>
                </c:pt>
                <c:pt idx="2490">
                  <c:v>64917.86</c:v>
                </c:pt>
                <c:pt idx="2491">
                  <c:v>64943.93</c:v>
                </c:pt>
                <c:pt idx="2492">
                  <c:v>64970</c:v>
                </c:pt>
                <c:pt idx="2493">
                  <c:v>64996.07</c:v>
                </c:pt>
                <c:pt idx="2494">
                  <c:v>65022.14</c:v>
                </c:pt>
                <c:pt idx="2495">
                  <c:v>65048.21</c:v>
                </c:pt>
                <c:pt idx="2496">
                  <c:v>65074.29</c:v>
                </c:pt>
                <c:pt idx="2497">
                  <c:v>65100.36</c:v>
                </c:pt>
                <c:pt idx="2498">
                  <c:v>65126.43</c:v>
                </c:pt>
                <c:pt idx="2499">
                  <c:v>65152.5</c:v>
                </c:pt>
                <c:pt idx="2500">
                  <c:v>65178.57</c:v>
                </c:pt>
                <c:pt idx="2501">
                  <c:v>65204.639999999999</c:v>
                </c:pt>
                <c:pt idx="2502">
                  <c:v>65230.71</c:v>
                </c:pt>
                <c:pt idx="2503">
                  <c:v>65256.79</c:v>
                </c:pt>
                <c:pt idx="2504">
                  <c:v>65282.86</c:v>
                </c:pt>
                <c:pt idx="2505">
                  <c:v>65308.93</c:v>
                </c:pt>
                <c:pt idx="2506">
                  <c:v>65335</c:v>
                </c:pt>
                <c:pt idx="2507">
                  <c:v>65361.07</c:v>
                </c:pt>
                <c:pt idx="2508">
                  <c:v>65387.14</c:v>
                </c:pt>
                <c:pt idx="2509">
                  <c:v>65413.21</c:v>
                </c:pt>
                <c:pt idx="2510">
                  <c:v>65439.29</c:v>
                </c:pt>
                <c:pt idx="2511">
                  <c:v>65465.36</c:v>
                </c:pt>
                <c:pt idx="2512">
                  <c:v>65491.43</c:v>
                </c:pt>
                <c:pt idx="2513">
                  <c:v>65517.5</c:v>
                </c:pt>
                <c:pt idx="2514">
                  <c:v>65543.570000000007</c:v>
                </c:pt>
                <c:pt idx="2515">
                  <c:v>65569.64</c:v>
                </c:pt>
                <c:pt idx="2516">
                  <c:v>65595.710000000006</c:v>
                </c:pt>
                <c:pt idx="2517">
                  <c:v>65621.789999999994</c:v>
                </c:pt>
                <c:pt idx="2518">
                  <c:v>65647.86</c:v>
                </c:pt>
                <c:pt idx="2519">
                  <c:v>65673.929999999993</c:v>
                </c:pt>
                <c:pt idx="2520">
                  <c:v>65700</c:v>
                </c:pt>
                <c:pt idx="2521">
                  <c:v>65726.070000000007</c:v>
                </c:pt>
                <c:pt idx="2522">
                  <c:v>65752.14</c:v>
                </c:pt>
                <c:pt idx="2523">
                  <c:v>65778.210000000006</c:v>
                </c:pt>
                <c:pt idx="2524">
                  <c:v>65804.289999999994</c:v>
                </c:pt>
                <c:pt idx="2525">
                  <c:v>65830.36</c:v>
                </c:pt>
                <c:pt idx="2526">
                  <c:v>65856.429999999993</c:v>
                </c:pt>
                <c:pt idx="2527">
                  <c:v>65882.5</c:v>
                </c:pt>
                <c:pt idx="2528">
                  <c:v>65908.570000000007</c:v>
                </c:pt>
                <c:pt idx="2529">
                  <c:v>65934.64</c:v>
                </c:pt>
                <c:pt idx="2530">
                  <c:v>65960.710000000006</c:v>
                </c:pt>
                <c:pt idx="2531">
                  <c:v>65986.789999999994</c:v>
                </c:pt>
                <c:pt idx="2532">
                  <c:v>66012.86</c:v>
                </c:pt>
                <c:pt idx="2533">
                  <c:v>66038.929999999993</c:v>
                </c:pt>
                <c:pt idx="2534">
                  <c:v>66065</c:v>
                </c:pt>
                <c:pt idx="2535">
                  <c:v>66091.070000000007</c:v>
                </c:pt>
                <c:pt idx="2536">
                  <c:v>66117.14</c:v>
                </c:pt>
                <c:pt idx="2537">
                  <c:v>66143.210000000006</c:v>
                </c:pt>
                <c:pt idx="2538">
                  <c:v>66169.289999999994</c:v>
                </c:pt>
                <c:pt idx="2539">
                  <c:v>66195.360000000001</c:v>
                </c:pt>
                <c:pt idx="2540">
                  <c:v>66221.429999999993</c:v>
                </c:pt>
                <c:pt idx="2541">
                  <c:v>66247.5</c:v>
                </c:pt>
                <c:pt idx="2542">
                  <c:v>66273.570000000007</c:v>
                </c:pt>
                <c:pt idx="2543">
                  <c:v>66299.64</c:v>
                </c:pt>
                <c:pt idx="2544">
                  <c:v>66325.710000000006</c:v>
                </c:pt>
                <c:pt idx="2545">
                  <c:v>66351.789999999994</c:v>
                </c:pt>
                <c:pt idx="2546">
                  <c:v>66377.86</c:v>
                </c:pt>
                <c:pt idx="2547">
                  <c:v>66403.929999999993</c:v>
                </c:pt>
                <c:pt idx="2548">
                  <c:v>66430</c:v>
                </c:pt>
                <c:pt idx="2549">
                  <c:v>66456.070000000007</c:v>
                </c:pt>
                <c:pt idx="2550">
                  <c:v>66482.14</c:v>
                </c:pt>
                <c:pt idx="2551">
                  <c:v>66508.210000000006</c:v>
                </c:pt>
                <c:pt idx="2552">
                  <c:v>66534.289999999994</c:v>
                </c:pt>
                <c:pt idx="2553">
                  <c:v>66560.36</c:v>
                </c:pt>
                <c:pt idx="2554">
                  <c:v>66586.429999999993</c:v>
                </c:pt>
                <c:pt idx="2555">
                  <c:v>66612.5</c:v>
                </c:pt>
                <c:pt idx="2556">
                  <c:v>66638.570000000007</c:v>
                </c:pt>
                <c:pt idx="2557">
                  <c:v>66664.639999999999</c:v>
                </c:pt>
                <c:pt idx="2558">
                  <c:v>66690.710000000006</c:v>
                </c:pt>
                <c:pt idx="2559">
                  <c:v>66716.789999999994</c:v>
                </c:pt>
                <c:pt idx="2560">
                  <c:v>66742.86</c:v>
                </c:pt>
                <c:pt idx="2561">
                  <c:v>66768.929999999993</c:v>
                </c:pt>
                <c:pt idx="2562">
                  <c:v>66795</c:v>
                </c:pt>
                <c:pt idx="2563">
                  <c:v>66821.070000000007</c:v>
                </c:pt>
                <c:pt idx="2564">
                  <c:v>66847.14</c:v>
                </c:pt>
                <c:pt idx="2565">
                  <c:v>66873.210000000006</c:v>
                </c:pt>
                <c:pt idx="2566">
                  <c:v>66899.289999999994</c:v>
                </c:pt>
                <c:pt idx="2567">
                  <c:v>66925.36</c:v>
                </c:pt>
                <c:pt idx="2568">
                  <c:v>66951.429999999993</c:v>
                </c:pt>
                <c:pt idx="2569">
                  <c:v>66977.5</c:v>
                </c:pt>
                <c:pt idx="2570">
                  <c:v>67003.570000000007</c:v>
                </c:pt>
                <c:pt idx="2571">
                  <c:v>67029.64</c:v>
                </c:pt>
                <c:pt idx="2572">
                  <c:v>67055.710000000006</c:v>
                </c:pt>
                <c:pt idx="2573">
                  <c:v>67081.789999999994</c:v>
                </c:pt>
                <c:pt idx="2574">
                  <c:v>67107.86</c:v>
                </c:pt>
                <c:pt idx="2575">
                  <c:v>67133.929999999993</c:v>
                </c:pt>
                <c:pt idx="2576">
                  <c:v>67160</c:v>
                </c:pt>
                <c:pt idx="2577">
                  <c:v>67186.070000000007</c:v>
                </c:pt>
                <c:pt idx="2578">
                  <c:v>67212.14</c:v>
                </c:pt>
                <c:pt idx="2579">
                  <c:v>67238.210000000006</c:v>
                </c:pt>
                <c:pt idx="2580">
                  <c:v>67264.289999999994</c:v>
                </c:pt>
                <c:pt idx="2581">
                  <c:v>67290.36</c:v>
                </c:pt>
                <c:pt idx="2582">
                  <c:v>67316.429999999993</c:v>
                </c:pt>
                <c:pt idx="2583">
                  <c:v>67342.5</c:v>
                </c:pt>
                <c:pt idx="2584">
                  <c:v>67368.570000000007</c:v>
                </c:pt>
                <c:pt idx="2585">
                  <c:v>67394.64</c:v>
                </c:pt>
                <c:pt idx="2586">
                  <c:v>67420.710000000006</c:v>
                </c:pt>
                <c:pt idx="2587">
                  <c:v>67446.789999999994</c:v>
                </c:pt>
                <c:pt idx="2588">
                  <c:v>67472.86</c:v>
                </c:pt>
                <c:pt idx="2589">
                  <c:v>67498.929999999993</c:v>
                </c:pt>
                <c:pt idx="2590">
                  <c:v>67525</c:v>
                </c:pt>
                <c:pt idx="2591">
                  <c:v>67551.070000000007</c:v>
                </c:pt>
                <c:pt idx="2592">
                  <c:v>67577.14</c:v>
                </c:pt>
                <c:pt idx="2593">
                  <c:v>67603.210000000006</c:v>
                </c:pt>
                <c:pt idx="2594">
                  <c:v>67629.289999999994</c:v>
                </c:pt>
                <c:pt idx="2595">
                  <c:v>67655.360000000001</c:v>
                </c:pt>
                <c:pt idx="2596">
                  <c:v>67681.429999999993</c:v>
                </c:pt>
                <c:pt idx="2597">
                  <c:v>67707.5</c:v>
                </c:pt>
                <c:pt idx="2598">
                  <c:v>67733.570000000007</c:v>
                </c:pt>
                <c:pt idx="2599">
                  <c:v>67759.64</c:v>
                </c:pt>
                <c:pt idx="2600">
                  <c:v>67785.710000000006</c:v>
                </c:pt>
                <c:pt idx="2601">
                  <c:v>67811.789999999994</c:v>
                </c:pt>
                <c:pt idx="2602">
                  <c:v>67837.86</c:v>
                </c:pt>
                <c:pt idx="2603">
                  <c:v>67863.929999999993</c:v>
                </c:pt>
                <c:pt idx="2604">
                  <c:v>67890</c:v>
                </c:pt>
                <c:pt idx="2605">
                  <c:v>67916.070000000007</c:v>
                </c:pt>
                <c:pt idx="2606">
                  <c:v>67942.14</c:v>
                </c:pt>
                <c:pt idx="2607">
                  <c:v>67968.210000000006</c:v>
                </c:pt>
                <c:pt idx="2608">
                  <c:v>67994.289999999994</c:v>
                </c:pt>
                <c:pt idx="2609">
                  <c:v>68020.36</c:v>
                </c:pt>
                <c:pt idx="2610">
                  <c:v>68046.429999999993</c:v>
                </c:pt>
                <c:pt idx="2611">
                  <c:v>68072.5</c:v>
                </c:pt>
                <c:pt idx="2612">
                  <c:v>68098.570000000007</c:v>
                </c:pt>
                <c:pt idx="2613">
                  <c:v>68124.639999999999</c:v>
                </c:pt>
                <c:pt idx="2614">
                  <c:v>68150.710000000006</c:v>
                </c:pt>
                <c:pt idx="2615">
                  <c:v>68176.789999999994</c:v>
                </c:pt>
                <c:pt idx="2616">
                  <c:v>68202.86</c:v>
                </c:pt>
                <c:pt idx="2617">
                  <c:v>68228.929999999993</c:v>
                </c:pt>
                <c:pt idx="2618">
                  <c:v>68255</c:v>
                </c:pt>
                <c:pt idx="2619">
                  <c:v>68281.070000000007</c:v>
                </c:pt>
                <c:pt idx="2620">
                  <c:v>68307.14</c:v>
                </c:pt>
                <c:pt idx="2621">
                  <c:v>68333.210000000006</c:v>
                </c:pt>
                <c:pt idx="2622">
                  <c:v>68359.289999999994</c:v>
                </c:pt>
                <c:pt idx="2623">
                  <c:v>68385.36</c:v>
                </c:pt>
                <c:pt idx="2624">
                  <c:v>68411.429999999993</c:v>
                </c:pt>
                <c:pt idx="2625">
                  <c:v>68437.5</c:v>
                </c:pt>
                <c:pt idx="2626">
                  <c:v>68463.570000000007</c:v>
                </c:pt>
                <c:pt idx="2627">
                  <c:v>68489.64</c:v>
                </c:pt>
                <c:pt idx="2628">
                  <c:v>68515.710000000006</c:v>
                </c:pt>
                <c:pt idx="2629">
                  <c:v>68541.789999999994</c:v>
                </c:pt>
                <c:pt idx="2630">
                  <c:v>68567.86</c:v>
                </c:pt>
                <c:pt idx="2631">
                  <c:v>68593.929999999993</c:v>
                </c:pt>
                <c:pt idx="2632">
                  <c:v>68620</c:v>
                </c:pt>
                <c:pt idx="2633">
                  <c:v>68646.070000000007</c:v>
                </c:pt>
                <c:pt idx="2634">
                  <c:v>68672.14</c:v>
                </c:pt>
                <c:pt idx="2635">
                  <c:v>68698.210000000006</c:v>
                </c:pt>
                <c:pt idx="2636">
                  <c:v>68724.289999999994</c:v>
                </c:pt>
                <c:pt idx="2637">
                  <c:v>68750.36</c:v>
                </c:pt>
                <c:pt idx="2638">
                  <c:v>68776.429999999993</c:v>
                </c:pt>
                <c:pt idx="2639">
                  <c:v>68802.5</c:v>
                </c:pt>
                <c:pt idx="2640">
                  <c:v>68828.570000000007</c:v>
                </c:pt>
                <c:pt idx="2641">
                  <c:v>68854.64</c:v>
                </c:pt>
                <c:pt idx="2642">
                  <c:v>68880.710000000006</c:v>
                </c:pt>
                <c:pt idx="2643">
                  <c:v>68906.789999999994</c:v>
                </c:pt>
                <c:pt idx="2644">
                  <c:v>68932.86</c:v>
                </c:pt>
                <c:pt idx="2645">
                  <c:v>68958.929999999993</c:v>
                </c:pt>
                <c:pt idx="2646">
                  <c:v>68985</c:v>
                </c:pt>
                <c:pt idx="2647">
                  <c:v>69011.070000000007</c:v>
                </c:pt>
                <c:pt idx="2648">
                  <c:v>69037.14</c:v>
                </c:pt>
                <c:pt idx="2649">
                  <c:v>69063.210000000006</c:v>
                </c:pt>
                <c:pt idx="2650">
                  <c:v>69089.289999999994</c:v>
                </c:pt>
                <c:pt idx="2651">
                  <c:v>69115.360000000001</c:v>
                </c:pt>
                <c:pt idx="2652">
                  <c:v>69141.429999999993</c:v>
                </c:pt>
                <c:pt idx="2653">
                  <c:v>69167.5</c:v>
                </c:pt>
                <c:pt idx="2654">
                  <c:v>69193.570000000007</c:v>
                </c:pt>
                <c:pt idx="2655">
                  <c:v>69219.64</c:v>
                </c:pt>
                <c:pt idx="2656">
                  <c:v>69245.710000000006</c:v>
                </c:pt>
                <c:pt idx="2657">
                  <c:v>69271.789999999994</c:v>
                </c:pt>
                <c:pt idx="2658">
                  <c:v>69297.86</c:v>
                </c:pt>
                <c:pt idx="2659">
                  <c:v>69323.929999999993</c:v>
                </c:pt>
                <c:pt idx="2660">
                  <c:v>69350</c:v>
                </c:pt>
                <c:pt idx="2661">
                  <c:v>69376.070000000007</c:v>
                </c:pt>
                <c:pt idx="2662">
                  <c:v>69402.14</c:v>
                </c:pt>
                <c:pt idx="2663">
                  <c:v>69428.210000000006</c:v>
                </c:pt>
                <c:pt idx="2664">
                  <c:v>69454.289999999994</c:v>
                </c:pt>
                <c:pt idx="2665">
                  <c:v>69480.36</c:v>
                </c:pt>
                <c:pt idx="2666">
                  <c:v>69506.429999999993</c:v>
                </c:pt>
                <c:pt idx="2667">
                  <c:v>69532.5</c:v>
                </c:pt>
                <c:pt idx="2668">
                  <c:v>69558.570000000007</c:v>
                </c:pt>
                <c:pt idx="2669">
                  <c:v>69584.639999999999</c:v>
                </c:pt>
                <c:pt idx="2670">
                  <c:v>69610.710000000006</c:v>
                </c:pt>
                <c:pt idx="2671">
                  <c:v>69636.789999999994</c:v>
                </c:pt>
                <c:pt idx="2672">
                  <c:v>69662.86</c:v>
                </c:pt>
                <c:pt idx="2673">
                  <c:v>69688.929999999993</c:v>
                </c:pt>
                <c:pt idx="2674">
                  <c:v>69715</c:v>
                </c:pt>
                <c:pt idx="2675">
                  <c:v>69741.070000000007</c:v>
                </c:pt>
                <c:pt idx="2676">
                  <c:v>69767.14</c:v>
                </c:pt>
                <c:pt idx="2677">
                  <c:v>69793.210000000006</c:v>
                </c:pt>
                <c:pt idx="2678">
                  <c:v>69819.289999999994</c:v>
                </c:pt>
                <c:pt idx="2679">
                  <c:v>69845.36</c:v>
                </c:pt>
                <c:pt idx="2680">
                  <c:v>69871.429999999993</c:v>
                </c:pt>
                <c:pt idx="2681">
                  <c:v>69897.5</c:v>
                </c:pt>
                <c:pt idx="2682">
                  <c:v>69923.570000000007</c:v>
                </c:pt>
                <c:pt idx="2683">
                  <c:v>69949.64</c:v>
                </c:pt>
                <c:pt idx="2684">
                  <c:v>69975.710000000006</c:v>
                </c:pt>
                <c:pt idx="2685">
                  <c:v>70001.789999999994</c:v>
                </c:pt>
                <c:pt idx="2686">
                  <c:v>70027.86</c:v>
                </c:pt>
                <c:pt idx="2687">
                  <c:v>70053.929999999993</c:v>
                </c:pt>
                <c:pt idx="2688">
                  <c:v>70080</c:v>
                </c:pt>
                <c:pt idx="2689">
                  <c:v>70106.070000000007</c:v>
                </c:pt>
                <c:pt idx="2690">
                  <c:v>70132.14</c:v>
                </c:pt>
                <c:pt idx="2691">
                  <c:v>70158.210000000006</c:v>
                </c:pt>
                <c:pt idx="2692">
                  <c:v>70184.289999999994</c:v>
                </c:pt>
                <c:pt idx="2693">
                  <c:v>70210.36</c:v>
                </c:pt>
                <c:pt idx="2694">
                  <c:v>70236.429999999993</c:v>
                </c:pt>
                <c:pt idx="2695">
                  <c:v>70262.5</c:v>
                </c:pt>
                <c:pt idx="2696">
                  <c:v>70288.570000000007</c:v>
                </c:pt>
                <c:pt idx="2697">
                  <c:v>70314.64</c:v>
                </c:pt>
                <c:pt idx="2698">
                  <c:v>70340.710000000006</c:v>
                </c:pt>
                <c:pt idx="2699">
                  <c:v>70366.789999999994</c:v>
                </c:pt>
                <c:pt idx="2700">
                  <c:v>70392.86</c:v>
                </c:pt>
                <c:pt idx="2701">
                  <c:v>70418.929999999993</c:v>
                </c:pt>
                <c:pt idx="2702">
                  <c:v>70445</c:v>
                </c:pt>
                <c:pt idx="2703">
                  <c:v>70471.070000000007</c:v>
                </c:pt>
                <c:pt idx="2704">
                  <c:v>70497.14</c:v>
                </c:pt>
                <c:pt idx="2705">
                  <c:v>70523.210000000006</c:v>
                </c:pt>
                <c:pt idx="2706">
                  <c:v>70549.289999999994</c:v>
                </c:pt>
                <c:pt idx="2707">
                  <c:v>70575.360000000001</c:v>
                </c:pt>
                <c:pt idx="2708">
                  <c:v>70601.429999999993</c:v>
                </c:pt>
                <c:pt idx="2709">
                  <c:v>70627.5</c:v>
                </c:pt>
                <c:pt idx="2710">
                  <c:v>70653.570000000007</c:v>
                </c:pt>
                <c:pt idx="2711">
                  <c:v>70679.64</c:v>
                </c:pt>
                <c:pt idx="2712">
                  <c:v>70705.710000000006</c:v>
                </c:pt>
                <c:pt idx="2713">
                  <c:v>70731.789999999994</c:v>
                </c:pt>
                <c:pt idx="2714">
                  <c:v>70757.86</c:v>
                </c:pt>
                <c:pt idx="2715">
                  <c:v>70783.929999999993</c:v>
                </c:pt>
                <c:pt idx="2716">
                  <c:v>70810</c:v>
                </c:pt>
                <c:pt idx="2717">
                  <c:v>70836.070000000007</c:v>
                </c:pt>
                <c:pt idx="2718">
                  <c:v>70862.14</c:v>
                </c:pt>
                <c:pt idx="2719">
                  <c:v>70888.210000000006</c:v>
                </c:pt>
                <c:pt idx="2720">
                  <c:v>70914.289999999994</c:v>
                </c:pt>
                <c:pt idx="2721">
                  <c:v>70940.36</c:v>
                </c:pt>
                <c:pt idx="2722">
                  <c:v>70966.429999999993</c:v>
                </c:pt>
                <c:pt idx="2723">
                  <c:v>70992.5</c:v>
                </c:pt>
                <c:pt idx="2724">
                  <c:v>71018.570000000007</c:v>
                </c:pt>
                <c:pt idx="2725">
                  <c:v>71044.639999999999</c:v>
                </c:pt>
                <c:pt idx="2726">
                  <c:v>71070.710000000006</c:v>
                </c:pt>
                <c:pt idx="2727">
                  <c:v>71096.789999999994</c:v>
                </c:pt>
                <c:pt idx="2728">
                  <c:v>71122.86</c:v>
                </c:pt>
                <c:pt idx="2729">
                  <c:v>71148.929999999993</c:v>
                </c:pt>
                <c:pt idx="2730">
                  <c:v>71175</c:v>
                </c:pt>
                <c:pt idx="2731">
                  <c:v>71201.070000000007</c:v>
                </c:pt>
                <c:pt idx="2732">
                  <c:v>71227.14</c:v>
                </c:pt>
                <c:pt idx="2733">
                  <c:v>71253.210000000006</c:v>
                </c:pt>
                <c:pt idx="2734">
                  <c:v>71279.289999999994</c:v>
                </c:pt>
                <c:pt idx="2735">
                  <c:v>71305.36</c:v>
                </c:pt>
                <c:pt idx="2736">
                  <c:v>71331.429999999993</c:v>
                </c:pt>
                <c:pt idx="2737">
                  <c:v>71357.5</c:v>
                </c:pt>
                <c:pt idx="2738">
                  <c:v>71383.570000000007</c:v>
                </c:pt>
                <c:pt idx="2739">
                  <c:v>71409.64</c:v>
                </c:pt>
                <c:pt idx="2740">
                  <c:v>71435.710000000006</c:v>
                </c:pt>
                <c:pt idx="2741">
                  <c:v>71461.789999999994</c:v>
                </c:pt>
                <c:pt idx="2742">
                  <c:v>71487.86</c:v>
                </c:pt>
                <c:pt idx="2743">
                  <c:v>71513.929999999993</c:v>
                </c:pt>
                <c:pt idx="2744">
                  <c:v>71540</c:v>
                </c:pt>
                <c:pt idx="2745">
                  <c:v>71566.070000000007</c:v>
                </c:pt>
                <c:pt idx="2746">
                  <c:v>71592.14</c:v>
                </c:pt>
                <c:pt idx="2747">
                  <c:v>71618.210000000006</c:v>
                </c:pt>
                <c:pt idx="2748">
                  <c:v>71644.289999999994</c:v>
                </c:pt>
                <c:pt idx="2749">
                  <c:v>71670.36</c:v>
                </c:pt>
                <c:pt idx="2750">
                  <c:v>71696.429999999993</c:v>
                </c:pt>
                <c:pt idx="2751">
                  <c:v>71722.5</c:v>
                </c:pt>
                <c:pt idx="2752">
                  <c:v>71748.570000000007</c:v>
                </c:pt>
                <c:pt idx="2753">
                  <c:v>71774.64</c:v>
                </c:pt>
                <c:pt idx="2754">
                  <c:v>71800.710000000006</c:v>
                </c:pt>
                <c:pt idx="2755">
                  <c:v>71826.789999999994</c:v>
                </c:pt>
                <c:pt idx="2756">
                  <c:v>71852.86</c:v>
                </c:pt>
                <c:pt idx="2757">
                  <c:v>71878.929999999993</c:v>
                </c:pt>
                <c:pt idx="2758">
                  <c:v>71905</c:v>
                </c:pt>
                <c:pt idx="2759">
                  <c:v>71931.070000000007</c:v>
                </c:pt>
                <c:pt idx="2760">
                  <c:v>71957.14</c:v>
                </c:pt>
                <c:pt idx="2761">
                  <c:v>71983.210000000006</c:v>
                </c:pt>
                <c:pt idx="2762">
                  <c:v>72009.289999999994</c:v>
                </c:pt>
                <c:pt idx="2763">
                  <c:v>72035.360000000001</c:v>
                </c:pt>
                <c:pt idx="2764">
                  <c:v>72061.429999999993</c:v>
                </c:pt>
                <c:pt idx="2765">
                  <c:v>72087.5</c:v>
                </c:pt>
                <c:pt idx="2766">
                  <c:v>72113.570000000007</c:v>
                </c:pt>
                <c:pt idx="2767">
                  <c:v>72139.64</c:v>
                </c:pt>
                <c:pt idx="2768">
                  <c:v>72165.710000000006</c:v>
                </c:pt>
                <c:pt idx="2769">
                  <c:v>72191.789999999994</c:v>
                </c:pt>
                <c:pt idx="2770">
                  <c:v>72217.86</c:v>
                </c:pt>
                <c:pt idx="2771">
                  <c:v>72243.929999999993</c:v>
                </c:pt>
                <c:pt idx="2772">
                  <c:v>72270</c:v>
                </c:pt>
                <c:pt idx="2773">
                  <c:v>72296.070000000007</c:v>
                </c:pt>
                <c:pt idx="2774">
                  <c:v>72322.14</c:v>
                </c:pt>
                <c:pt idx="2775">
                  <c:v>72348.210000000006</c:v>
                </c:pt>
                <c:pt idx="2776">
                  <c:v>72374.289999999994</c:v>
                </c:pt>
                <c:pt idx="2777">
                  <c:v>72400.36</c:v>
                </c:pt>
                <c:pt idx="2778">
                  <c:v>72426.429999999993</c:v>
                </c:pt>
                <c:pt idx="2779">
                  <c:v>72452.5</c:v>
                </c:pt>
                <c:pt idx="2780">
                  <c:v>72478.570000000007</c:v>
                </c:pt>
                <c:pt idx="2781">
                  <c:v>72504.639999999999</c:v>
                </c:pt>
                <c:pt idx="2782">
                  <c:v>72530.710000000006</c:v>
                </c:pt>
                <c:pt idx="2783">
                  <c:v>72556.789999999994</c:v>
                </c:pt>
                <c:pt idx="2784">
                  <c:v>72582.86</c:v>
                </c:pt>
                <c:pt idx="2785">
                  <c:v>72608.929999999993</c:v>
                </c:pt>
                <c:pt idx="2786">
                  <c:v>72635</c:v>
                </c:pt>
                <c:pt idx="2787">
                  <c:v>72661.070000000007</c:v>
                </c:pt>
                <c:pt idx="2788">
                  <c:v>72687.14</c:v>
                </c:pt>
                <c:pt idx="2789">
                  <c:v>72713.210000000006</c:v>
                </c:pt>
                <c:pt idx="2790">
                  <c:v>72739.289999999994</c:v>
                </c:pt>
                <c:pt idx="2791">
                  <c:v>72765.36</c:v>
                </c:pt>
                <c:pt idx="2792">
                  <c:v>72791.429999999993</c:v>
                </c:pt>
                <c:pt idx="2793">
                  <c:v>72817.5</c:v>
                </c:pt>
                <c:pt idx="2794">
                  <c:v>72843.570000000007</c:v>
                </c:pt>
                <c:pt idx="2795">
                  <c:v>72869.64</c:v>
                </c:pt>
                <c:pt idx="2796">
                  <c:v>72895.710000000006</c:v>
                </c:pt>
                <c:pt idx="2797">
                  <c:v>72921.789999999994</c:v>
                </c:pt>
                <c:pt idx="2798">
                  <c:v>72947.86</c:v>
                </c:pt>
                <c:pt idx="2799">
                  <c:v>72973.929999999993</c:v>
                </c:pt>
                <c:pt idx="2800">
                  <c:v>73000</c:v>
                </c:pt>
                <c:pt idx="2801">
                  <c:v>73026.070000000007</c:v>
                </c:pt>
                <c:pt idx="2802">
                  <c:v>73052.14</c:v>
                </c:pt>
                <c:pt idx="2803">
                  <c:v>73078.210000000006</c:v>
                </c:pt>
                <c:pt idx="2804">
                  <c:v>73104.289999999994</c:v>
                </c:pt>
                <c:pt idx="2805">
                  <c:v>73130.36</c:v>
                </c:pt>
                <c:pt idx="2806">
                  <c:v>73156.429999999993</c:v>
                </c:pt>
                <c:pt idx="2807">
                  <c:v>73182.5</c:v>
                </c:pt>
                <c:pt idx="2808">
                  <c:v>73208.570000000007</c:v>
                </c:pt>
                <c:pt idx="2809">
                  <c:v>73234.64</c:v>
                </c:pt>
                <c:pt idx="2810">
                  <c:v>73260.710000000006</c:v>
                </c:pt>
                <c:pt idx="2811">
                  <c:v>73286.789999999994</c:v>
                </c:pt>
                <c:pt idx="2812">
                  <c:v>73312.86</c:v>
                </c:pt>
                <c:pt idx="2813">
                  <c:v>73338.929999999993</c:v>
                </c:pt>
                <c:pt idx="2814">
                  <c:v>73365</c:v>
                </c:pt>
                <c:pt idx="2815">
                  <c:v>73391.070000000007</c:v>
                </c:pt>
                <c:pt idx="2816">
                  <c:v>73417.14</c:v>
                </c:pt>
                <c:pt idx="2817">
                  <c:v>73443.210000000006</c:v>
                </c:pt>
                <c:pt idx="2818">
                  <c:v>73469.289999999994</c:v>
                </c:pt>
                <c:pt idx="2819">
                  <c:v>73495.360000000001</c:v>
                </c:pt>
                <c:pt idx="2820">
                  <c:v>73521.429999999993</c:v>
                </c:pt>
                <c:pt idx="2821">
                  <c:v>73547.5</c:v>
                </c:pt>
                <c:pt idx="2822">
                  <c:v>73573.570000000007</c:v>
                </c:pt>
                <c:pt idx="2823">
                  <c:v>73599.64</c:v>
                </c:pt>
                <c:pt idx="2824">
                  <c:v>73625.710000000006</c:v>
                </c:pt>
                <c:pt idx="2825">
                  <c:v>73651.789999999994</c:v>
                </c:pt>
                <c:pt idx="2826">
                  <c:v>73677.86</c:v>
                </c:pt>
                <c:pt idx="2827">
                  <c:v>73703.929999999993</c:v>
                </c:pt>
                <c:pt idx="2828">
                  <c:v>73730</c:v>
                </c:pt>
                <c:pt idx="2829">
                  <c:v>73756.070000000007</c:v>
                </c:pt>
                <c:pt idx="2830">
                  <c:v>73782.14</c:v>
                </c:pt>
                <c:pt idx="2831">
                  <c:v>73808.210000000006</c:v>
                </c:pt>
                <c:pt idx="2832">
                  <c:v>73834.289999999994</c:v>
                </c:pt>
                <c:pt idx="2833">
                  <c:v>73860.36</c:v>
                </c:pt>
                <c:pt idx="2834">
                  <c:v>73886.429999999993</c:v>
                </c:pt>
                <c:pt idx="2835">
                  <c:v>73912.5</c:v>
                </c:pt>
                <c:pt idx="2836">
                  <c:v>73938.570000000007</c:v>
                </c:pt>
                <c:pt idx="2837">
                  <c:v>73964.639999999999</c:v>
                </c:pt>
                <c:pt idx="2838">
                  <c:v>73990.710000000006</c:v>
                </c:pt>
                <c:pt idx="2839">
                  <c:v>74016.789999999994</c:v>
                </c:pt>
                <c:pt idx="2840">
                  <c:v>74042.86</c:v>
                </c:pt>
                <c:pt idx="2841">
                  <c:v>74068.929999999993</c:v>
                </c:pt>
                <c:pt idx="2842">
                  <c:v>74095</c:v>
                </c:pt>
                <c:pt idx="2843">
                  <c:v>74121.070000000007</c:v>
                </c:pt>
                <c:pt idx="2844">
                  <c:v>74147.14</c:v>
                </c:pt>
                <c:pt idx="2845">
                  <c:v>74173.210000000006</c:v>
                </c:pt>
                <c:pt idx="2846">
                  <c:v>74199.289999999994</c:v>
                </c:pt>
                <c:pt idx="2847">
                  <c:v>74225.36</c:v>
                </c:pt>
                <c:pt idx="2848">
                  <c:v>74251.429999999993</c:v>
                </c:pt>
                <c:pt idx="2849">
                  <c:v>74277.5</c:v>
                </c:pt>
                <c:pt idx="2850">
                  <c:v>74303.570000000007</c:v>
                </c:pt>
                <c:pt idx="2851">
                  <c:v>74329.64</c:v>
                </c:pt>
                <c:pt idx="2852">
                  <c:v>74355.710000000006</c:v>
                </c:pt>
                <c:pt idx="2853">
                  <c:v>74381.789999999994</c:v>
                </c:pt>
                <c:pt idx="2854">
                  <c:v>74407.86</c:v>
                </c:pt>
                <c:pt idx="2855">
                  <c:v>74433.929999999993</c:v>
                </c:pt>
                <c:pt idx="2856">
                  <c:v>74460</c:v>
                </c:pt>
                <c:pt idx="2857">
                  <c:v>74486.070000000007</c:v>
                </c:pt>
                <c:pt idx="2858">
                  <c:v>74512.14</c:v>
                </c:pt>
                <c:pt idx="2859">
                  <c:v>74538.210000000006</c:v>
                </c:pt>
                <c:pt idx="2860">
                  <c:v>74564.289999999994</c:v>
                </c:pt>
                <c:pt idx="2861">
                  <c:v>74590.36</c:v>
                </c:pt>
                <c:pt idx="2862">
                  <c:v>74616.429999999993</c:v>
                </c:pt>
                <c:pt idx="2863">
                  <c:v>74642.5</c:v>
                </c:pt>
                <c:pt idx="2864">
                  <c:v>74668.570000000007</c:v>
                </c:pt>
                <c:pt idx="2865">
                  <c:v>74694.64</c:v>
                </c:pt>
                <c:pt idx="2866">
                  <c:v>74720.710000000006</c:v>
                </c:pt>
                <c:pt idx="2867">
                  <c:v>74746.789999999994</c:v>
                </c:pt>
                <c:pt idx="2868">
                  <c:v>74772.86</c:v>
                </c:pt>
                <c:pt idx="2869">
                  <c:v>74798.929999999993</c:v>
                </c:pt>
                <c:pt idx="2870">
                  <c:v>74825</c:v>
                </c:pt>
                <c:pt idx="2871">
                  <c:v>74851.070000000007</c:v>
                </c:pt>
                <c:pt idx="2872">
                  <c:v>74877.14</c:v>
                </c:pt>
                <c:pt idx="2873">
                  <c:v>74903.210000000006</c:v>
                </c:pt>
                <c:pt idx="2874">
                  <c:v>74929.289999999994</c:v>
                </c:pt>
                <c:pt idx="2875">
                  <c:v>74955.360000000001</c:v>
                </c:pt>
                <c:pt idx="2876">
                  <c:v>74981.429999999993</c:v>
                </c:pt>
                <c:pt idx="2877">
                  <c:v>75007.5</c:v>
                </c:pt>
                <c:pt idx="2878">
                  <c:v>75033.570000000007</c:v>
                </c:pt>
                <c:pt idx="2879">
                  <c:v>75059.64</c:v>
                </c:pt>
                <c:pt idx="2880">
                  <c:v>75085.710000000006</c:v>
                </c:pt>
                <c:pt idx="2881">
                  <c:v>75111.789999999994</c:v>
                </c:pt>
                <c:pt idx="2882">
                  <c:v>75137.86</c:v>
                </c:pt>
                <c:pt idx="2883">
                  <c:v>75163.929999999993</c:v>
                </c:pt>
                <c:pt idx="2884">
                  <c:v>75190</c:v>
                </c:pt>
                <c:pt idx="2885">
                  <c:v>75216.070000000007</c:v>
                </c:pt>
                <c:pt idx="2886">
                  <c:v>75242.14</c:v>
                </c:pt>
                <c:pt idx="2887">
                  <c:v>75268.210000000006</c:v>
                </c:pt>
                <c:pt idx="2888">
                  <c:v>75294.289999999994</c:v>
                </c:pt>
                <c:pt idx="2889">
                  <c:v>75320.36</c:v>
                </c:pt>
                <c:pt idx="2890">
                  <c:v>75346.429999999993</c:v>
                </c:pt>
                <c:pt idx="2891">
                  <c:v>75372.5</c:v>
                </c:pt>
                <c:pt idx="2892">
                  <c:v>75398.570000000007</c:v>
                </c:pt>
                <c:pt idx="2893">
                  <c:v>75424.639999999999</c:v>
                </c:pt>
                <c:pt idx="2894">
                  <c:v>75450.710000000006</c:v>
                </c:pt>
                <c:pt idx="2895">
                  <c:v>75476.789999999994</c:v>
                </c:pt>
                <c:pt idx="2896">
                  <c:v>75502.86</c:v>
                </c:pt>
                <c:pt idx="2897">
                  <c:v>75528.929999999993</c:v>
                </c:pt>
                <c:pt idx="2898">
                  <c:v>75555</c:v>
                </c:pt>
                <c:pt idx="2899">
                  <c:v>75581.070000000007</c:v>
                </c:pt>
                <c:pt idx="2900">
                  <c:v>75607.14</c:v>
                </c:pt>
                <c:pt idx="2901">
                  <c:v>75633.210000000006</c:v>
                </c:pt>
                <c:pt idx="2902">
                  <c:v>75659.289999999994</c:v>
                </c:pt>
                <c:pt idx="2903">
                  <c:v>75685.36</c:v>
                </c:pt>
                <c:pt idx="2904">
                  <c:v>75711.429999999993</c:v>
                </c:pt>
                <c:pt idx="2905">
                  <c:v>75737.5</c:v>
                </c:pt>
                <c:pt idx="2906">
                  <c:v>75763.570000000007</c:v>
                </c:pt>
                <c:pt idx="2907">
                  <c:v>75789.64</c:v>
                </c:pt>
                <c:pt idx="2908">
                  <c:v>75815.710000000006</c:v>
                </c:pt>
                <c:pt idx="2909">
                  <c:v>75841.789999999994</c:v>
                </c:pt>
                <c:pt idx="2910">
                  <c:v>75867.86</c:v>
                </c:pt>
                <c:pt idx="2911">
                  <c:v>75893.929999999993</c:v>
                </c:pt>
                <c:pt idx="2912">
                  <c:v>75920</c:v>
                </c:pt>
                <c:pt idx="2913">
                  <c:v>75946.070000000007</c:v>
                </c:pt>
                <c:pt idx="2914">
                  <c:v>75972.14</c:v>
                </c:pt>
                <c:pt idx="2915">
                  <c:v>75998.210000000006</c:v>
                </c:pt>
                <c:pt idx="2916">
                  <c:v>76024.289999999994</c:v>
                </c:pt>
                <c:pt idx="2917">
                  <c:v>76050.36</c:v>
                </c:pt>
                <c:pt idx="2918">
                  <c:v>76076.429999999993</c:v>
                </c:pt>
                <c:pt idx="2919">
                  <c:v>76102.5</c:v>
                </c:pt>
                <c:pt idx="2920">
                  <c:v>76128.570000000007</c:v>
                </c:pt>
                <c:pt idx="2921">
                  <c:v>76154.64</c:v>
                </c:pt>
                <c:pt idx="2922">
                  <c:v>76180.710000000006</c:v>
                </c:pt>
                <c:pt idx="2923">
                  <c:v>76206.789999999994</c:v>
                </c:pt>
                <c:pt idx="2924">
                  <c:v>76232.86</c:v>
                </c:pt>
                <c:pt idx="2925">
                  <c:v>76258.929999999993</c:v>
                </c:pt>
                <c:pt idx="2926">
                  <c:v>76285</c:v>
                </c:pt>
                <c:pt idx="2927">
                  <c:v>76311.070000000007</c:v>
                </c:pt>
                <c:pt idx="2928">
                  <c:v>76337.14</c:v>
                </c:pt>
                <c:pt idx="2929">
                  <c:v>76363.210000000006</c:v>
                </c:pt>
                <c:pt idx="2930">
                  <c:v>76389.289999999994</c:v>
                </c:pt>
                <c:pt idx="2931">
                  <c:v>76415.360000000001</c:v>
                </c:pt>
                <c:pt idx="2932">
                  <c:v>76441.429999999993</c:v>
                </c:pt>
                <c:pt idx="2933">
                  <c:v>76467.5</c:v>
                </c:pt>
                <c:pt idx="2934">
                  <c:v>76493.570000000007</c:v>
                </c:pt>
                <c:pt idx="2935">
                  <c:v>76519.64</c:v>
                </c:pt>
                <c:pt idx="2936">
                  <c:v>76545.710000000006</c:v>
                </c:pt>
                <c:pt idx="2937">
                  <c:v>76571.789999999994</c:v>
                </c:pt>
                <c:pt idx="2938">
                  <c:v>76597.86</c:v>
                </c:pt>
                <c:pt idx="2939">
                  <c:v>76623.929999999993</c:v>
                </c:pt>
                <c:pt idx="2940">
                  <c:v>76650</c:v>
                </c:pt>
                <c:pt idx="2941">
                  <c:v>76676.070000000007</c:v>
                </c:pt>
                <c:pt idx="2942">
                  <c:v>76702.14</c:v>
                </c:pt>
                <c:pt idx="2943">
                  <c:v>76728.210000000006</c:v>
                </c:pt>
                <c:pt idx="2944">
                  <c:v>76754.289999999994</c:v>
                </c:pt>
                <c:pt idx="2945">
                  <c:v>76780.36</c:v>
                </c:pt>
                <c:pt idx="2946">
                  <c:v>76806.429999999993</c:v>
                </c:pt>
                <c:pt idx="2947">
                  <c:v>76832.5</c:v>
                </c:pt>
                <c:pt idx="2948">
                  <c:v>76858.570000000007</c:v>
                </c:pt>
                <c:pt idx="2949">
                  <c:v>76884.639999999999</c:v>
                </c:pt>
                <c:pt idx="2950">
                  <c:v>76910.710000000006</c:v>
                </c:pt>
                <c:pt idx="2951">
                  <c:v>76936.789999999994</c:v>
                </c:pt>
                <c:pt idx="2952">
                  <c:v>76962.86</c:v>
                </c:pt>
                <c:pt idx="2953">
                  <c:v>76988.929999999993</c:v>
                </c:pt>
                <c:pt idx="2954">
                  <c:v>77015</c:v>
                </c:pt>
                <c:pt idx="2955">
                  <c:v>77041.070000000007</c:v>
                </c:pt>
                <c:pt idx="2956">
                  <c:v>77067.14</c:v>
                </c:pt>
                <c:pt idx="2957">
                  <c:v>77093.210000000006</c:v>
                </c:pt>
                <c:pt idx="2958">
                  <c:v>77119.289999999994</c:v>
                </c:pt>
                <c:pt idx="2959">
                  <c:v>77145.36</c:v>
                </c:pt>
                <c:pt idx="2960">
                  <c:v>77171.429999999993</c:v>
                </c:pt>
                <c:pt idx="2961">
                  <c:v>77197.5</c:v>
                </c:pt>
                <c:pt idx="2962">
                  <c:v>77223.570000000007</c:v>
                </c:pt>
                <c:pt idx="2963">
                  <c:v>77249.64</c:v>
                </c:pt>
                <c:pt idx="2964">
                  <c:v>77275.710000000006</c:v>
                </c:pt>
                <c:pt idx="2965">
                  <c:v>77301.789999999994</c:v>
                </c:pt>
                <c:pt idx="2966">
                  <c:v>77327.86</c:v>
                </c:pt>
                <c:pt idx="2967">
                  <c:v>77353.929999999993</c:v>
                </c:pt>
                <c:pt idx="2968">
                  <c:v>77380</c:v>
                </c:pt>
                <c:pt idx="2969">
                  <c:v>77406.070000000007</c:v>
                </c:pt>
                <c:pt idx="2970">
                  <c:v>77432.14</c:v>
                </c:pt>
                <c:pt idx="2971">
                  <c:v>77458.210000000006</c:v>
                </c:pt>
                <c:pt idx="2972">
                  <c:v>77484.289999999994</c:v>
                </c:pt>
                <c:pt idx="2973">
                  <c:v>77510.36</c:v>
                </c:pt>
                <c:pt idx="2974">
                  <c:v>77536.429999999993</c:v>
                </c:pt>
                <c:pt idx="2975">
                  <c:v>77562.5</c:v>
                </c:pt>
                <c:pt idx="2976">
                  <c:v>77588.570000000007</c:v>
                </c:pt>
                <c:pt idx="2977">
                  <c:v>77614.64</c:v>
                </c:pt>
                <c:pt idx="2978">
                  <c:v>77640.710000000006</c:v>
                </c:pt>
                <c:pt idx="2979">
                  <c:v>77666.789999999994</c:v>
                </c:pt>
                <c:pt idx="2980">
                  <c:v>77692.86</c:v>
                </c:pt>
                <c:pt idx="2981">
                  <c:v>77718.929999999993</c:v>
                </c:pt>
                <c:pt idx="2982">
                  <c:v>77745</c:v>
                </c:pt>
                <c:pt idx="2983">
                  <c:v>77771.070000000007</c:v>
                </c:pt>
                <c:pt idx="2984">
                  <c:v>77797.14</c:v>
                </c:pt>
                <c:pt idx="2985">
                  <c:v>77823.210000000006</c:v>
                </c:pt>
                <c:pt idx="2986">
                  <c:v>77849.289999999994</c:v>
                </c:pt>
                <c:pt idx="2987">
                  <c:v>77875.360000000001</c:v>
                </c:pt>
                <c:pt idx="2988">
                  <c:v>77901.429999999993</c:v>
                </c:pt>
                <c:pt idx="2989">
                  <c:v>77927.5</c:v>
                </c:pt>
                <c:pt idx="2990">
                  <c:v>77953.570000000007</c:v>
                </c:pt>
                <c:pt idx="2991">
                  <c:v>77979.64</c:v>
                </c:pt>
                <c:pt idx="2992">
                  <c:v>78005.710000000006</c:v>
                </c:pt>
                <c:pt idx="2993">
                  <c:v>78031.789999999994</c:v>
                </c:pt>
                <c:pt idx="2994">
                  <c:v>78057.86</c:v>
                </c:pt>
                <c:pt idx="2995">
                  <c:v>78083.929999999993</c:v>
                </c:pt>
                <c:pt idx="2996">
                  <c:v>78110</c:v>
                </c:pt>
                <c:pt idx="2997">
                  <c:v>78136.070000000007</c:v>
                </c:pt>
                <c:pt idx="2998">
                  <c:v>78162.14</c:v>
                </c:pt>
                <c:pt idx="2999">
                  <c:v>78188.210000000006</c:v>
                </c:pt>
                <c:pt idx="3000">
                  <c:v>78214.289999999994</c:v>
                </c:pt>
                <c:pt idx="3001">
                  <c:v>78240.36</c:v>
                </c:pt>
                <c:pt idx="3002">
                  <c:v>78266.429999999993</c:v>
                </c:pt>
                <c:pt idx="3003">
                  <c:v>78292.5</c:v>
                </c:pt>
                <c:pt idx="3004">
                  <c:v>78318.570000000007</c:v>
                </c:pt>
                <c:pt idx="3005">
                  <c:v>78344.639999999999</c:v>
                </c:pt>
                <c:pt idx="3006">
                  <c:v>78370.710000000006</c:v>
                </c:pt>
                <c:pt idx="3007">
                  <c:v>78396.789999999994</c:v>
                </c:pt>
                <c:pt idx="3008">
                  <c:v>78422.86</c:v>
                </c:pt>
                <c:pt idx="3009">
                  <c:v>78448.929999999993</c:v>
                </c:pt>
                <c:pt idx="3010">
                  <c:v>78475</c:v>
                </c:pt>
                <c:pt idx="3011">
                  <c:v>78501.070000000007</c:v>
                </c:pt>
                <c:pt idx="3012">
                  <c:v>78527.14</c:v>
                </c:pt>
                <c:pt idx="3013">
                  <c:v>78553.210000000006</c:v>
                </c:pt>
                <c:pt idx="3014">
                  <c:v>78579.289999999994</c:v>
                </c:pt>
                <c:pt idx="3015">
                  <c:v>78605.36</c:v>
                </c:pt>
                <c:pt idx="3016">
                  <c:v>78631.429999999993</c:v>
                </c:pt>
                <c:pt idx="3017">
                  <c:v>78657.5</c:v>
                </c:pt>
                <c:pt idx="3018">
                  <c:v>78683.570000000007</c:v>
                </c:pt>
                <c:pt idx="3019">
                  <c:v>78709.64</c:v>
                </c:pt>
                <c:pt idx="3020">
                  <c:v>78735.710000000006</c:v>
                </c:pt>
                <c:pt idx="3021">
                  <c:v>78761.789999999994</c:v>
                </c:pt>
                <c:pt idx="3022">
                  <c:v>78787.86</c:v>
                </c:pt>
                <c:pt idx="3023">
                  <c:v>78813.929999999993</c:v>
                </c:pt>
                <c:pt idx="3024">
                  <c:v>78840</c:v>
                </c:pt>
                <c:pt idx="3025">
                  <c:v>78866.070000000007</c:v>
                </c:pt>
                <c:pt idx="3026">
                  <c:v>78892.14</c:v>
                </c:pt>
                <c:pt idx="3027">
                  <c:v>78918.210000000006</c:v>
                </c:pt>
                <c:pt idx="3028">
                  <c:v>78944.289999999994</c:v>
                </c:pt>
                <c:pt idx="3029">
                  <c:v>78970.36</c:v>
                </c:pt>
                <c:pt idx="3030">
                  <c:v>78996.429999999993</c:v>
                </c:pt>
                <c:pt idx="3031">
                  <c:v>79022.5</c:v>
                </c:pt>
                <c:pt idx="3032">
                  <c:v>79048.570000000007</c:v>
                </c:pt>
                <c:pt idx="3033">
                  <c:v>79074.64</c:v>
                </c:pt>
                <c:pt idx="3034">
                  <c:v>79100.710000000006</c:v>
                </c:pt>
                <c:pt idx="3035">
                  <c:v>79126.789999999994</c:v>
                </c:pt>
                <c:pt idx="3036">
                  <c:v>79152.86</c:v>
                </c:pt>
                <c:pt idx="3037">
                  <c:v>79178.929999999993</c:v>
                </c:pt>
                <c:pt idx="3038">
                  <c:v>79205</c:v>
                </c:pt>
                <c:pt idx="3039">
                  <c:v>79231.070000000007</c:v>
                </c:pt>
                <c:pt idx="3040">
                  <c:v>79257.14</c:v>
                </c:pt>
                <c:pt idx="3041">
                  <c:v>79283.210000000006</c:v>
                </c:pt>
                <c:pt idx="3042">
                  <c:v>79309.289999999994</c:v>
                </c:pt>
                <c:pt idx="3043">
                  <c:v>79335.360000000001</c:v>
                </c:pt>
                <c:pt idx="3044">
                  <c:v>79361.429999999993</c:v>
                </c:pt>
                <c:pt idx="3045">
                  <c:v>79387.5</c:v>
                </c:pt>
                <c:pt idx="3046">
                  <c:v>79413.570000000007</c:v>
                </c:pt>
                <c:pt idx="3047">
                  <c:v>79439.64</c:v>
                </c:pt>
                <c:pt idx="3048">
                  <c:v>79465.710000000006</c:v>
                </c:pt>
                <c:pt idx="3049">
                  <c:v>79491.789999999994</c:v>
                </c:pt>
                <c:pt idx="3050">
                  <c:v>79517.86</c:v>
                </c:pt>
                <c:pt idx="3051">
                  <c:v>79543.929999999993</c:v>
                </c:pt>
                <c:pt idx="3052">
                  <c:v>79570</c:v>
                </c:pt>
                <c:pt idx="3053">
                  <c:v>79596.070000000007</c:v>
                </c:pt>
                <c:pt idx="3054">
                  <c:v>79622.14</c:v>
                </c:pt>
                <c:pt idx="3055">
                  <c:v>79648.210000000006</c:v>
                </c:pt>
                <c:pt idx="3056">
                  <c:v>79674.289999999994</c:v>
                </c:pt>
                <c:pt idx="3057">
                  <c:v>79700.36</c:v>
                </c:pt>
                <c:pt idx="3058">
                  <c:v>79726.429999999993</c:v>
                </c:pt>
                <c:pt idx="3059">
                  <c:v>79752.5</c:v>
                </c:pt>
                <c:pt idx="3060">
                  <c:v>79778.570000000007</c:v>
                </c:pt>
                <c:pt idx="3061">
                  <c:v>79804.639999999999</c:v>
                </c:pt>
                <c:pt idx="3062">
                  <c:v>79830.710000000006</c:v>
                </c:pt>
                <c:pt idx="3063">
                  <c:v>79856.789999999994</c:v>
                </c:pt>
                <c:pt idx="3064">
                  <c:v>79882.86</c:v>
                </c:pt>
                <c:pt idx="3065">
                  <c:v>79908.929999999993</c:v>
                </c:pt>
                <c:pt idx="3066">
                  <c:v>79935</c:v>
                </c:pt>
                <c:pt idx="3067">
                  <c:v>79961.070000000007</c:v>
                </c:pt>
                <c:pt idx="3068">
                  <c:v>79987.14</c:v>
                </c:pt>
                <c:pt idx="3069">
                  <c:v>80013.210000000006</c:v>
                </c:pt>
                <c:pt idx="3070">
                  <c:v>80039.289999999994</c:v>
                </c:pt>
                <c:pt idx="3071">
                  <c:v>80065.36</c:v>
                </c:pt>
                <c:pt idx="3072">
                  <c:v>80091.429999999993</c:v>
                </c:pt>
                <c:pt idx="3073">
                  <c:v>80117.5</c:v>
                </c:pt>
                <c:pt idx="3074">
                  <c:v>80143.570000000007</c:v>
                </c:pt>
                <c:pt idx="3075">
                  <c:v>80169.64</c:v>
                </c:pt>
                <c:pt idx="3076">
                  <c:v>80195.710000000006</c:v>
                </c:pt>
                <c:pt idx="3077">
                  <c:v>80221.789999999994</c:v>
                </c:pt>
                <c:pt idx="3078">
                  <c:v>80247.86</c:v>
                </c:pt>
                <c:pt idx="3079">
                  <c:v>80273.929999999993</c:v>
                </c:pt>
                <c:pt idx="3080">
                  <c:v>80300</c:v>
                </c:pt>
                <c:pt idx="3081">
                  <c:v>80326.070000000007</c:v>
                </c:pt>
                <c:pt idx="3082">
                  <c:v>80352.14</c:v>
                </c:pt>
                <c:pt idx="3083">
                  <c:v>80378.210000000006</c:v>
                </c:pt>
                <c:pt idx="3084">
                  <c:v>80404.289999999994</c:v>
                </c:pt>
                <c:pt idx="3085">
                  <c:v>80430.36</c:v>
                </c:pt>
                <c:pt idx="3086">
                  <c:v>80456.429999999993</c:v>
                </c:pt>
                <c:pt idx="3087">
                  <c:v>80482.5</c:v>
                </c:pt>
                <c:pt idx="3088">
                  <c:v>80508.570000000007</c:v>
                </c:pt>
                <c:pt idx="3089">
                  <c:v>80534.64</c:v>
                </c:pt>
                <c:pt idx="3090">
                  <c:v>80560.710000000006</c:v>
                </c:pt>
                <c:pt idx="3091">
                  <c:v>80586.789999999994</c:v>
                </c:pt>
                <c:pt idx="3092">
                  <c:v>80612.86</c:v>
                </c:pt>
                <c:pt idx="3093">
                  <c:v>80638.929999999993</c:v>
                </c:pt>
                <c:pt idx="3094">
                  <c:v>80665</c:v>
                </c:pt>
                <c:pt idx="3095">
                  <c:v>80691.070000000007</c:v>
                </c:pt>
                <c:pt idx="3096">
                  <c:v>80717.14</c:v>
                </c:pt>
                <c:pt idx="3097">
                  <c:v>80743.210000000006</c:v>
                </c:pt>
                <c:pt idx="3098">
                  <c:v>80769.289999999994</c:v>
                </c:pt>
                <c:pt idx="3099">
                  <c:v>80795.360000000001</c:v>
                </c:pt>
                <c:pt idx="3100">
                  <c:v>80821.429999999993</c:v>
                </c:pt>
                <c:pt idx="3101">
                  <c:v>80847.5</c:v>
                </c:pt>
                <c:pt idx="3102">
                  <c:v>80873.570000000007</c:v>
                </c:pt>
                <c:pt idx="3103">
                  <c:v>80899.64</c:v>
                </c:pt>
                <c:pt idx="3104">
                  <c:v>80925.710000000006</c:v>
                </c:pt>
                <c:pt idx="3105">
                  <c:v>80951.789999999994</c:v>
                </c:pt>
                <c:pt idx="3106">
                  <c:v>80977.86</c:v>
                </c:pt>
                <c:pt idx="3107">
                  <c:v>81003.929999999993</c:v>
                </c:pt>
                <c:pt idx="3108">
                  <c:v>81030</c:v>
                </c:pt>
                <c:pt idx="3109">
                  <c:v>81056.070000000007</c:v>
                </c:pt>
                <c:pt idx="3110">
                  <c:v>81082.14</c:v>
                </c:pt>
                <c:pt idx="3111">
                  <c:v>81108.210000000006</c:v>
                </c:pt>
                <c:pt idx="3112">
                  <c:v>81134.289999999994</c:v>
                </c:pt>
                <c:pt idx="3113">
                  <c:v>81160.36</c:v>
                </c:pt>
                <c:pt idx="3114">
                  <c:v>81186.429999999993</c:v>
                </c:pt>
                <c:pt idx="3115">
                  <c:v>81212.5</c:v>
                </c:pt>
                <c:pt idx="3116">
                  <c:v>81238.570000000007</c:v>
                </c:pt>
                <c:pt idx="3117">
                  <c:v>81264.639999999999</c:v>
                </c:pt>
                <c:pt idx="3118">
                  <c:v>81290.710000000006</c:v>
                </c:pt>
                <c:pt idx="3119">
                  <c:v>81316.789999999994</c:v>
                </c:pt>
                <c:pt idx="3120">
                  <c:v>81342.86</c:v>
                </c:pt>
                <c:pt idx="3121">
                  <c:v>81368.929999999993</c:v>
                </c:pt>
                <c:pt idx="3122">
                  <c:v>81395</c:v>
                </c:pt>
                <c:pt idx="3123">
                  <c:v>81421.070000000007</c:v>
                </c:pt>
                <c:pt idx="3124">
                  <c:v>81447.14</c:v>
                </c:pt>
                <c:pt idx="3125">
                  <c:v>81473.210000000006</c:v>
                </c:pt>
                <c:pt idx="3126">
                  <c:v>81499.289999999994</c:v>
                </c:pt>
                <c:pt idx="3127">
                  <c:v>81525.36</c:v>
                </c:pt>
                <c:pt idx="3128">
                  <c:v>81551.429999999993</c:v>
                </c:pt>
                <c:pt idx="3129">
                  <c:v>81577.5</c:v>
                </c:pt>
                <c:pt idx="3130">
                  <c:v>81603.570000000007</c:v>
                </c:pt>
                <c:pt idx="3131">
                  <c:v>81629.64</c:v>
                </c:pt>
                <c:pt idx="3132">
                  <c:v>81655.710000000006</c:v>
                </c:pt>
                <c:pt idx="3133">
                  <c:v>81681.789999999994</c:v>
                </c:pt>
                <c:pt idx="3134">
                  <c:v>81707.86</c:v>
                </c:pt>
                <c:pt idx="3135">
                  <c:v>81733.929999999993</c:v>
                </c:pt>
                <c:pt idx="3136">
                  <c:v>81760</c:v>
                </c:pt>
                <c:pt idx="3137">
                  <c:v>81786.070000000007</c:v>
                </c:pt>
                <c:pt idx="3138">
                  <c:v>81812.14</c:v>
                </c:pt>
                <c:pt idx="3139">
                  <c:v>81838.210000000006</c:v>
                </c:pt>
                <c:pt idx="3140">
                  <c:v>81864.289999999994</c:v>
                </c:pt>
                <c:pt idx="3141">
                  <c:v>81890.36</c:v>
                </c:pt>
                <c:pt idx="3142">
                  <c:v>81916.429999999993</c:v>
                </c:pt>
                <c:pt idx="3143">
                  <c:v>81942.5</c:v>
                </c:pt>
                <c:pt idx="3144">
                  <c:v>81968.570000000007</c:v>
                </c:pt>
                <c:pt idx="3145">
                  <c:v>81994.64</c:v>
                </c:pt>
                <c:pt idx="3146">
                  <c:v>82020.710000000006</c:v>
                </c:pt>
                <c:pt idx="3147">
                  <c:v>82046.789999999994</c:v>
                </c:pt>
                <c:pt idx="3148">
                  <c:v>82072.86</c:v>
                </c:pt>
                <c:pt idx="3149">
                  <c:v>82098.929999999993</c:v>
                </c:pt>
                <c:pt idx="3150">
                  <c:v>82125</c:v>
                </c:pt>
                <c:pt idx="3151">
                  <c:v>82151.070000000007</c:v>
                </c:pt>
                <c:pt idx="3152">
                  <c:v>82177.14</c:v>
                </c:pt>
                <c:pt idx="3153">
                  <c:v>82203.210000000006</c:v>
                </c:pt>
                <c:pt idx="3154">
                  <c:v>82229.289999999994</c:v>
                </c:pt>
                <c:pt idx="3155">
                  <c:v>82255.360000000001</c:v>
                </c:pt>
                <c:pt idx="3156">
                  <c:v>82281.429999999993</c:v>
                </c:pt>
                <c:pt idx="3157">
                  <c:v>82307.5</c:v>
                </c:pt>
                <c:pt idx="3158">
                  <c:v>82333.570000000007</c:v>
                </c:pt>
                <c:pt idx="3159">
                  <c:v>82359.64</c:v>
                </c:pt>
                <c:pt idx="3160">
                  <c:v>82385.710000000006</c:v>
                </c:pt>
                <c:pt idx="3161">
                  <c:v>82411.789999999994</c:v>
                </c:pt>
                <c:pt idx="3162">
                  <c:v>82437.86</c:v>
                </c:pt>
                <c:pt idx="3163">
                  <c:v>82463.929999999993</c:v>
                </c:pt>
                <c:pt idx="3164">
                  <c:v>82490</c:v>
                </c:pt>
                <c:pt idx="3165">
                  <c:v>82516.070000000007</c:v>
                </c:pt>
                <c:pt idx="3166">
                  <c:v>82542.14</c:v>
                </c:pt>
                <c:pt idx="3167">
                  <c:v>82568.210000000006</c:v>
                </c:pt>
                <c:pt idx="3168">
                  <c:v>82594.289999999994</c:v>
                </c:pt>
                <c:pt idx="3169">
                  <c:v>82620.36</c:v>
                </c:pt>
                <c:pt idx="3170">
                  <c:v>82646.429999999993</c:v>
                </c:pt>
                <c:pt idx="3171">
                  <c:v>82672.5</c:v>
                </c:pt>
                <c:pt idx="3172">
                  <c:v>82698.570000000007</c:v>
                </c:pt>
                <c:pt idx="3173">
                  <c:v>82724.639999999999</c:v>
                </c:pt>
                <c:pt idx="3174">
                  <c:v>82750.710000000006</c:v>
                </c:pt>
                <c:pt idx="3175">
                  <c:v>82776.789999999994</c:v>
                </c:pt>
                <c:pt idx="3176">
                  <c:v>82802.86</c:v>
                </c:pt>
                <c:pt idx="3177">
                  <c:v>82828.929999999993</c:v>
                </c:pt>
                <c:pt idx="3178">
                  <c:v>82855</c:v>
                </c:pt>
                <c:pt idx="3179">
                  <c:v>82881.070000000007</c:v>
                </c:pt>
                <c:pt idx="3180">
                  <c:v>82907.14</c:v>
                </c:pt>
                <c:pt idx="3181">
                  <c:v>82933.210000000006</c:v>
                </c:pt>
                <c:pt idx="3182">
                  <c:v>82959.289999999994</c:v>
                </c:pt>
                <c:pt idx="3183">
                  <c:v>82985.36</c:v>
                </c:pt>
                <c:pt idx="3184">
                  <c:v>83011.429999999993</c:v>
                </c:pt>
                <c:pt idx="3185">
                  <c:v>83037.5</c:v>
                </c:pt>
                <c:pt idx="3186">
                  <c:v>83063.570000000007</c:v>
                </c:pt>
                <c:pt idx="3187">
                  <c:v>83089.64</c:v>
                </c:pt>
                <c:pt idx="3188">
                  <c:v>83115.710000000006</c:v>
                </c:pt>
                <c:pt idx="3189">
                  <c:v>83141.789999999994</c:v>
                </c:pt>
                <c:pt idx="3190">
                  <c:v>83167.86</c:v>
                </c:pt>
                <c:pt idx="3191">
                  <c:v>83193.929999999993</c:v>
                </c:pt>
                <c:pt idx="3192">
                  <c:v>83220</c:v>
                </c:pt>
                <c:pt idx="3193">
                  <c:v>83246.070000000007</c:v>
                </c:pt>
                <c:pt idx="3194">
                  <c:v>83272.14</c:v>
                </c:pt>
                <c:pt idx="3195">
                  <c:v>83298.210000000006</c:v>
                </c:pt>
                <c:pt idx="3196">
                  <c:v>83324.289999999994</c:v>
                </c:pt>
                <c:pt idx="3197">
                  <c:v>83350.36</c:v>
                </c:pt>
                <c:pt idx="3198">
                  <c:v>83376.429999999993</c:v>
                </c:pt>
                <c:pt idx="3199">
                  <c:v>83402.5</c:v>
                </c:pt>
                <c:pt idx="3200">
                  <c:v>83428.570000000007</c:v>
                </c:pt>
                <c:pt idx="3201">
                  <c:v>83454.64</c:v>
                </c:pt>
                <c:pt idx="3202">
                  <c:v>83480.710000000006</c:v>
                </c:pt>
                <c:pt idx="3203">
                  <c:v>83506.789999999994</c:v>
                </c:pt>
                <c:pt idx="3204">
                  <c:v>83532.86</c:v>
                </c:pt>
                <c:pt idx="3205">
                  <c:v>83558.929999999993</c:v>
                </c:pt>
                <c:pt idx="3206">
                  <c:v>83585</c:v>
                </c:pt>
                <c:pt idx="3207">
                  <c:v>83611.070000000007</c:v>
                </c:pt>
                <c:pt idx="3208">
                  <c:v>83637.14</c:v>
                </c:pt>
                <c:pt idx="3209">
                  <c:v>83663.210000000006</c:v>
                </c:pt>
                <c:pt idx="3210">
                  <c:v>83689.289999999994</c:v>
                </c:pt>
                <c:pt idx="3211">
                  <c:v>83715.360000000001</c:v>
                </c:pt>
                <c:pt idx="3212">
                  <c:v>83741.429999999993</c:v>
                </c:pt>
                <c:pt idx="3213">
                  <c:v>83767.5</c:v>
                </c:pt>
                <c:pt idx="3214">
                  <c:v>83793.570000000007</c:v>
                </c:pt>
                <c:pt idx="3215">
                  <c:v>83819.64</c:v>
                </c:pt>
                <c:pt idx="3216">
                  <c:v>83845.710000000006</c:v>
                </c:pt>
                <c:pt idx="3217">
                  <c:v>83871.789999999994</c:v>
                </c:pt>
                <c:pt idx="3218">
                  <c:v>83897.86</c:v>
                </c:pt>
                <c:pt idx="3219">
                  <c:v>83923.93</c:v>
                </c:pt>
                <c:pt idx="3220">
                  <c:v>83950</c:v>
                </c:pt>
                <c:pt idx="3221">
                  <c:v>83976.07</c:v>
                </c:pt>
                <c:pt idx="3222">
                  <c:v>84002.14</c:v>
                </c:pt>
                <c:pt idx="3223">
                  <c:v>84028.21</c:v>
                </c:pt>
                <c:pt idx="3224">
                  <c:v>84054.29</c:v>
                </c:pt>
                <c:pt idx="3225">
                  <c:v>84080.36</c:v>
                </c:pt>
                <c:pt idx="3226">
                  <c:v>84106.43</c:v>
                </c:pt>
                <c:pt idx="3227">
                  <c:v>84132.5</c:v>
                </c:pt>
                <c:pt idx="3228">
                  <c:v>84158.57</c:v>
                </c:pt>
                <c:pt idx="3229">
                  <c:v>84184.639999999999</c:v>
                </c:pt>
                <c:pt idx="3230">
                  <c:v>84210.71</c:v>
                </c:pt>
                <c:pt idx="3231">
                  <c:v>84236.79</c:v>
                </c:pt>
                <c:pt idx="3232">
                  <c:v>84262.86</c:v>
                </c:pt>
                <c:pt idx="3233">
                  <c:v>84288.93</c:v>
                </c:pt>
                <c:pt idx="3234">
                  <c:v>84315</c:v>
                </c:pt>
                <c:pt idx="3235">
                  <c:v>84341.07</c:v>
                </c:pt>
                <c:pt idx="3236">
                  <c:v>84367.14</c:v>
                </c:pt>
                <c:pt idx="3237">
                  <c:v>84393.21</c:v>
                </c:pt>
                <c:pt idx="3238">
                  <c:v>84419.29</c:v>
                </c:pt>
                <c:pt idx="3239">
                  <c:v>84445.36</c:v>
                </c:pt>
                <c:pt idx="3240">
                  <c:v>84471.43</c:v>
                </c:pt>
                <c:pt idx="3241">
                  <c:v>84497.5</c:v>
                </c:pt>
                <c:pt idx="3242">
                  <c:v>84523.57</c:v>
                </c:pt>
                <c:pt idx="3243">
                  <c:v>84549.64</c:v>
                </c:pt>
                <c:pt idx="3244">
                  <c:v>84575.71</c:v>
                </c:pt>
                <c:pt idx="3245">
                  <c:v>84601.79</c:v>
                </c:pt>
                <c:pt idx="3246">
                  <c:v>84627.86</c:v>
                </c:pt>
                <c:pt idx="3247">
                  <c:v>84653.93</c:v>
                </c:pt>
                <c:pt idx="3248">
                  <c:v>84680</c:v>
                </c:pt>
                <c:pt idx="3249">
                  <c:v>84706.07</c:v>
                </c:pt>
                <c:pt idx="3250">
                  <c:v>84732.14</c:v>
                </c:pt>
                <c:pt idx="3251">
                  <c:v>84758.21</c:v>
                </c:pt>
                <c:pt idx="3252">
                  <c:v>84784.29</c:v>
                </c:pt>
                <c:pt idx="3253">
                  <c:v>84810.36</c:v>
                </c:pt>
                <c:pt idx="3254">
                  <c:v>84836.43</c:v>
                </c:pt>
                <c:pt idx="3255">
                  <c:v>84862.5</c:v>
                </c:pt>
                <c:pt idx="3256">
                  <c:v>84888.57</c:v>
                </c:pt>
                <c:pt idx="3257">
                  <c:v>84914.64</c:v>
                </c:pt>
                <c:pt idx="3258">
                  <c:v>84940.71</c:v>
                </c:pt>
                <c:pt idx="3259">
                  <c:v>84966.79</c:v>
                </c:pt>
                <c:pt idx="3260">
                  <c:v>84992.86</c:v>
                </c:pt>
                <c:pt idx="3261">
                  <c:v>85018.93</c:v>
                </c:pt>
                <c:pt idx="3262">
                  <c:v>85045</c:v>
                </c:pt>
                <c:pt idx="3263">
                  <c:v>85071.07</c:v>
                </c:pt>
                <c:pt idx="3264">
                  <c:v>85097.14</c:v>
                </c:pt>
                <c:pt idx="3265">
                  <c:v>85123.21</c:v>
                </c:pt>
                <c:pt idx="3266">
                  <c:v>85149.29</c:v>
                </c:pt>
                <c:pt idx="3267">
                  <c:v>85175.360000000001</c:v>
                </c:pt>
                <c:pt idx="3268">
                  <c:v>85201.43</c:v>
                </c:pt>
                <c:pt idx="3269">
                  <c:v>85227.5</c:v>
                </c:pt>
                <c:pt idx="3270">
                  <c:v>85253.57</c:v>
                </c:pt>
                <c:pt idx="3271">
                  <c:v>85279.64</c:v>
                </c:pt>
                <c:pt idx="3272">
                  <c:v>85305.71</c:v>
                </c:pt>
                <c:pt idx="3273">
                  <c:v>85331.79</c:v>
                </c:pt>
                <c:pt idx="3274">
                  <c:v>85357.86</c:v>
                </c:pt>
                <c:pt idx="3275">
                  <c:v>85383.93</c:v>
                </c:pt>
                <c:pt idx="3276">
                  <c:v>85410</c:v>
                </c:pt>
                <c:pt idx="3277">
                  <c:v>85436.07</c:v>
                </c:pt>
                <c:pt idx="3278">
                  <c:v>85462.14</c:v>
                </c:pt>
                <c:pt idx="3279">
                  <c:v>85488.21</c:v>
                </c:pt>
                <c:pt idx="3280">
                  <c:v>85514.29</c:v>
                </c:pt>
                <c:pt idx="3281">
                  <c:v>85540.36</c:v>
                </c:pt>
                <c:pt idx="3282">
                  <c:v>85566.43</c:v>
                </c:pt>
                <c:pt idx="3283">
                  <c:v>85592.5</c:v>
                </c:pt>
                <c:pt idx="3284">
                  <c:v>85618.57</c:v>
                </c:pt>
                <c:pt idx="3285">
                  <c:v>85644.64</c:v>
                </c:pt>
                <c:pt idx="3286">
                  <c:v>85670.71</c:v>
                </c:pt>
                <c:pt idx="3287">
                  <c:v>85696.79</c:v>
                </c:pt>
                <c:pt idx="3288">
                  <c:v>85722.86</c:v>
                </c:pt>
                <c:pt idx="3289">
                  <c:v>85748.93</c:v>
                </c:pt>
                <c:pt idx="3290">
                  <c:v>85775</c:v>
                </c:pt>
                <c:pt idx="3291">
                  <c:v>85801.07</c:v>
                </c:pt>
                <c:pt idx="3292">
                  <c:v>85827.14</c:v>
                </c:pt>
                <c:pt idx="3293">
                  <c:v>85853.21</c:v>
                </c:pt>
                <c:pt idx="3294">
                  <c:v>85879.29</c:v>
                </c:pt>
                <c:pt idx="3295">
                  <c:v>85905.36</c:v>
                </c:pt>
                <c:pt idx="3296">
                  <c:v>85931.43</c:v>
                </c:pt>
                <c:pt idx="3297">
                  <c:v>85957.5</c:v>
                </c:pt>
                <c:pt idx="3298">
                  <c:v>85983.57</c:v>
                </c:pt>
                <c:pt idx="3299">
                  <c:v>86009.64</c:v>
                </c:pt>
                <c:pt idx="3300">
                  <c:v>86035.71</c:v>
                </c:pt>
                <c:pt idx="3301">
                  <c:v>86061.79</c:v>
                </c:pt>
                <c:pt idx="3302">
                  <c:v>86087.86</c:v>
                </c:pt>
                <c:pt idx="3303">
                  <c:v>86113.93</c:v>
                </c:pt>
                <c:pt idx="3304">
                  <c:v>86140</c:v>
                </c:pt>
                <c:pt idx="3305">
                  <c:v>86166.07</c:v>
                </c:pt>
                <c:pt idx="3306">
                  <c:v>86192.14</c:v>
                </c:pt>
                <c:pt idx="3307">
                  <c:v>86218.21</c:v>
                </c:pt>
                <c:pt idx="3308">
                  <c:v>86244.29</c:v>
                </c:pt>
                <c:pt idx="3309">
                  <c:v>86270.36</c:v>
                </c:pt>
                <c:pt idx="3310">
                  <c:v>86296.43</c:v>
                </c:pt>
                <c:pt idx="3311">
                  <c:v>86322.5</c:v>
                </c:pt>
                <c:pt idx="3312">
                  <c:v>86348.57</c:v>
                </c:pt>
                <c:pt idx="3313">
                  <c:v>86374.64</c:v>
                </c:pt>
                <c:pt idx="3314">
                  <c:v>86400.71</c:v>
                </c:pt>
                <c:pt idx="3315">
                  <c:v>86426.79</c:v>
                </c:pt>
                <c:pt idx="3316">
                  <c:v>86452.86</c:v>
                </c:pt>
                <c:pt idx="3317">
                  <c:v>86478.93</c:v>
                </c:pt>
                <c:pt idx="3318">
                  <c:v>86505</c:v>
                </c:pt>
                <c:pt idx="3319">
                  <c:v>86531.07</c:v>
                </c:pt>
                <c:pt idx="3320">
                  <c:v>86557.14</c:v>
                </c:pt>
                <c:pt idx="3321">
                  <c:v>86583.21</c:v>
                </c:pt>
                <c:pt idx="3322">
                  <c:v>86609.29</c:v>
                </c:pt>
                <c:pt idx="3323">
                  <c:v>86635.36</c:v>
                </c:pt>
                <c:pt idx="3324">
                  <c:v>86661.43</c:v>
                </c:pt>
                <c:pt idx="3325">
                  <c:v>86687.5</c:v>
                </c:pt>
                <c:pt idx="3326">
                  <c:v>86713.57</c:v>
                </c:pt>
                <c:pt idx="3327">
                  <c:v>86739.64</c:v>
                </c:pt>
                <c:pt idx="3328">
                  <c:v>86765.71</c:v>
                </c:pt>
                <c:pt idx="3329">
                  <c:v>86791.79</c:v>
                </c:pt>
                <c:pt idx="3330">
                  <c:v>86817.86</c:v>
                </c:pt>
                <c:pt idx="3331">
                  <c:v>86843.93</c:v>
                </c:pt>
                <c:pt idx="3332">
                  <c:v>86870</c:v>
                </c:pt>
                <c:pt idx="3333">
                  <c:v>86896.07</c:v>
                </c:pt>
                <c:pt idx="3334">
                  <c:v>86922.14</c:v>
                </c:pt>
                <c:pt idx="3335">
                  <c:v>86948.21</c:v>
                </c:pt>
                <c:pt idx="3336">
                  <c:v>86974.29</c:v>
                </c:pt>
                <c:pt idx="3337">
                  <c:v>87000.36</c:v>
                </c:pt>
                <c:pt idx="3338">
                  <c:v>87026.43</c:v>
                </c:pt>
                <c:pt idx="3339">
                  <c:v>87052.5</c:v>
                </c:pt>
                <c:pt idx="3340">
                  <c:v>87078.57</c:v>
                </c:pt>
                <c:pt idx="3341">
                  <c:v>87104.639999999999</c:v>
                </c:pt>
                <c:pt idx="3342">
                  <c:v>87130.71</c:v>
                </c:pt>
                <c:pt idx="3343">
                  <c:v>87156.79</c:v>
                </c:pt>
                <c:pt idx="3344">
                  <c:v>87182.86</c:v>
                </c:pt>
                <c:pt idx="3345">
                  <c:v>87208.93</c:v>
                </c:pt>
                <c:pt idx="3346">
                  <c:v>87235</c:v>
                </c:pt>
                <c:pt idx="3347">
                  <c:v>87261.07</c:v>
                </c:pt>
                <c:pt idx="3348">
                  <c:v>87287.14</c:v>
                </c:pt>
                <c:pt idx="3349">
                  <c:v>87313.21</c:v>
                </c:pt>
                <c:pt idx="3350">
                  <c:v>87339.29</c:v>
                </c:pt>
                <c:pt idx="3351">
                  <c:v>87365.36</c:v>
                </c:pt>
                <c:pt idx="3352">
                  <c:v>87391.43</c:v>
                </c:pt>
                <c:pt idx="3353">
                  <c:v>87417.5</c:v>
                </c:pt>
                <c:pt idx="3354">
                  <c:v>87443.57</c:v>
                </c:pt>
                <c:pt idx="3355">
                  <c:v>87469.64</c:v>
                </c:pt>
                <c:pt idx="3356">
                  <c:v>87495.71</c:v>
                </c:pt>
                <c:pt idx="3357">
                  <c:v>87521.79</c:v>
                </c:pt>
                <c:pt idx="3358">
                  <c:v>87547.86</c:v>
                </c:pt>
                <c:pt idx="3359">
                  <c:v>87573.93</c:v>
                </c:pt>
                <c:pt idx="3360">
                  <c:v>87600</c:v>
                </c:pt>
                <c:pt idx="3361">
                  <c:v>87626.07</c:v>
                </c:pt>
                <c:pt idx="3362">
                  <c:v>87652.14</c:v>
                </c:pt>
                <c:pt idx="3363">
                  <c:v>87678.21</c:v>
                </c:pt>
                <c:pt idx="3364">
                  <c:v>87704.29</c:v>
                </c:pt>
                <c:pt idx="3365">
                  <c:v>87730.36</c:v>
                </c:pt>
                <c:pt idx="3366">
                  <c:v>87756.43</c:v>
                </c:pt>
                <c:pt idx="3367">
                  <c:v>87782.5</c:v>
                </c:pt>
                <c:pt idx="3368">
                  <c:v>87808.57</c:v>
                </c:pt>
                <c:pt idx="3369">
                  <c:v>87834.64</c:v>
                </c:pt>
                <c:pt idx="3370">
                  <c:v>87860.71</c:v>
                </c:pt>
                <c:pt idx="3371">
                  <c:v>87886.79</c:v>
                </c:pt>
                <c:pt idx="3372">
                  <c:v>87912.86</c:v>
                </c:pt>
                <c:pt idx="3373">
                  <c:v>87938.93</c:v>
                </c:pt>
                <c:pt idx="3374">
                  <c:v>87965</c:v>
                </c:pt>
                <c:pt idx="3375">
                  <c:v>87991.07</c:v>
                </c:pt>
                <c:pt idx="3376">
                  <c:v>88017.14</c:v>
                </c:pt>
                <c:pt idx="3377">
                  <c:v>88043.21</c:v>
                </c:pt>
                <c:pt idx="3378">
                  <c:v>88069.29</c:v>
                </c:pt>
                <c:pt idx="3379">
                  <c:v>88095.360000000001</c:v>
                </c:pt>
                <c:pt idx="3380">
                  <c:v>88121.43</c:v>
                </c:pt>
                <c:pt idx="3381">
                  <c:v>88147.5</c:v>
                </c:pt>
                <c:pt idx="3382">
                  <c:v>88173.57</c:v>
                </c:pt>
                <c:pt idx="3383">
                  <c:v>88199.64</c:v>
                </c:pt>
                <c:pt idx="3384">
                  <c:v>88225.71</c:v>
                </c:pt>
                <c:pt idx="3385">
                  <c:v>88251.79</c:v>
                </c:pt>
                <c:pt idx="3386">
                  <c:v>88277.86</c:v>
                </c:pt>
                <c:pt idx="3387">
                  <c:v>88303.93</c:v>
                </c:pt>
                <c:pt idx="3388">
                  <c:v>88330</c:v>
                </c:pt>
                <c:pt idx="3389">
                  <c:v>88356.07</c:v>
                </c:pt>
                <c:pt idx="3390">
                  <c:v>88382.14</c:v>
                </c:pt>
                <c:pt idx="3391">
                  <c:v>88408.21</c:v>
                </c:pt>
                <c:pt idx="3392">
                  <c:v>88434.29</c:v>
                </c:pt>
                <c:pt idx="3393">
                  <c:v>88460.36</c:v>
                </c:pt>
                <c:pt idx="3394">
                  <c:v>88486.43</c:v>
                </c:pt>
                <c:pt idx="3395">
                  <c:v>88512.5</c:v>
                </c:pt>
                <c:pt idx="3396">
                  <c:v>88538.57</c:v>
                </c:pt>
                <c:pt idx="3397">
                  <c:v>88564.64</c:v>
                </c:pt>
                <c:pt idx="3398">
                  <c:v>88590.71</c:v>
                </c:pt>
                <c:pt idx="3399">
                  <c:v>88616.79</c:v>
                </c:pt>
                <c:pt idx="3400">
                  <c:v>88642.86</c:v>
                </c:pt>
                <c:pt idx="3401">
                  <c:v>88668.93</c:v>
                </c:pt>
                <c:pt idx="3402">
                  <c:v>88695</c:v>
                </c:pt>
                <c:pt idx="3403">
                  <c:v>88721.07</c:v>
                </c:pt>
                <c:pt idx="3404">
                  <c:v>88747.14</c:v>
                </c:pt>
                <c:pt idx="3405">
                  <c:v>88773.21</c:v>
                </c:pt>
                <c:pt idx="3406">
                  <c:v>88799.29</c:v>
                </c:pt>
                <c:pt idx="3407">
                  <c:v>88825.36</c:v>
                </c:pt>
                <c:pt idx="3408">
                  <c:v>88851.43</c:v>
                </c:pt>
                <c:pt idx="3409">
                  <c:v>88877.5</c:v>
                </c:pt>
                <c:pt idx="3410">
                  <c:v>88903.57</c:v>
                </c:pt>
                <c:pt idx="3411">
                  <c:v>88929.64</c:v>
                </c:pt>
                <c:pt idx="3412">
                  <c:v>88955.71</c:v>
                </c:pt>
                <c:pt idx="3413">
                  <c:v>88981.79</c:v>
                </c:pt>
                <c:pt idx="3414">
                  <c:v>89007.86</c:v>
                </c:pt>
                <c:pt idx="3415">
                  <c:v>89033.93</c:v>
                </c:pt>
                <c:pt idx="3416">
                  <c:v>89060</c:v>
                </c:pt>
                <c:pt idx="3417">
                  <c:v>89086.07</c:v>
                </c:pt>
                <c:pt idx="3418">
                  <c:v>89112.14</c:v>
                </c:pt>
                <c:pt idx="3419">
                  <c:v>89138.21</c:v>
                </c:pt>
                <c:pt idx="3420">
                  <c:v>89164.29</c:v>
                </c:pt>
                <c:pt idx="3421">
                  <c:v>89190.36</c:v>
                </c:pt>
                <c:pt idx="3422">
                  <c:v>89216.43</c:v>
                </c:pt>
                <c:pt idx="3423">
                  <c:v>89242.5</c:v>
                </c:pt>
                <c:pt idx="3424">
                  <c:v>89268.57</c:v>
                </c:pt>
                <c:pt idx="3425">
                  <c:v>89294.64</c:v>
                </c:pt>
                <c:pt idx="3426">
                  <c:v>89320.71</c:v>
                </c:pt>
                <c:pt idx="3427">
                  <c:v>89346.79</c:v>
                </c:pt>
                <c:pt idx="3428">
                  <c:v>89372.86</c:v>
                </c:pt>
                <c:pt idx="3429">
                  <c:v>89398.93</c:v>
                </c:pt>
                <c:pt idx="3430">
                  <c:v>89425</c:v>
                </c:pt>
                <c:pt idx="3431">
                  <c:v>89451.07</c:v>
                </c:pt>
                <c:pt idx="3432">
                  <c:v>89477.14</c:v>
                </c:pt>
                <c:pt idx="3433">
                  <c:v>89503.21</c:v>
                </c:pt>
                <c:pt idx="3434">
                  <c:v>89529.29</c:v>
                </c:pt>
                <c:pt idx="3435">
                  <c:v>89555.36</c:v>
                </c:pt>
                <c:pt idx="3436">
                  <c:v>89581.43</c:v>
                </c:pt>
                <c:pt idx="3437">
                  <c:v>89607.5</c:v>
                </c:pt>
                <c:pt idx="3438">
                  <c:v>89633.57</c:v>
                </c:pt>
                <c:pt idx="3439">
                  <c:v>89659.64</c:v>
                </c:pt>
                <c:pt idx="3440">
                  <c:v>89685.71</c:v>
                </c:pt>
                <c:pt idx="3441">
                  <c:v>89711.79</c:v>
                </c:pt>
                <c:pt idx="3442">
                  <c:v>89737.86</c:v>
                </c:pt>
                <c:pt idx="3443">
                  <c:v>89763.93</c:v>
                </c:pt>
                <c:pt idx="3444">
                  <c:v>89790</c:v>
                </c:pt>
                <c:pt idx="3445">
                  <c:v>89816.07</c:v>
                </c:pt>
                <c:pt idx="3446">
                  <c:v>89842.14</c:v>
                </c:pt>
                <c:pt idx="3447">
                  <c:v>89868.21</c:v>
                </c:pt>
                <c:pt idx="3448">
                  <c:v>89894.29</c:v>
                </c:pt>
                <c:pt idx="3449">
                  <c:v>89920.36</c:v>
                </c:pt>
                <c:pt idx="3450">
                  <c:v>89946.43</c:v>
                </c:pt>
                <c:pt idx="3451">
                  <c:v>89972.5</c:v>
                </c:pt>
                <c:pt idx="3452">
                  <c:v>89998.57</c:v>
                </c:pt>
                <c:pt idx="3453">
                  <c:v>90024.639999999999</c:v>
                </c:pt>
                <c:pt idx="3454">
                  <c:v>90050.71</c:v>
                </c:pt>
                <c:pt idx="3455">
                  <c:v>90076.79</c:v>
                </c:pt>
                <c:pt idx="3456">
                  <c:v>90102.86</c:v>
                </c:pt>
                <c:pt idx="3457">
                  <c:v>90128.93</c:v>
                </c:pt>
                <c:pt idx="3458">
                  <c:v>90155</c:v>
                </c:pt>
                <c:pt idx="3459">
                  <c:v>90181.07</c:v>
                </c:pt>
                <c:pt idx="3460">
                  <c:v>90207.14</c:v>
                </c:pt>
                <c:pt idx="3461">
                  <c:v>90233.21</c:v>
                </c:pt>
                <c:pt idx="3462">
                  <c:v>90259.29</c:v>
                </c:pt>
                <c:pt idx="3463">
                  <c:v>90285.36</c:v>
                </c:pt>
                <c:pt idx="3464">
                  <c:v>90311.43</c:v>
                </c:pt>
                <c:pt idx="3465">
                  <c:v>90337.5</c:v>
                </c:pt>
                <c:pt idx="3466">
                  <c:v>90363.57</c:v>
                </c:pt>
                <c:pt idx="3467">
                  <c:v>90389.64</c:v>
                </c:pt>
                <c:pt idx="3468">
                  <c:v>90415.71</c:v>
                </c:pt>
                <c:pt idx="3469">
                  <c:v>90441.79</c:v>
                </c:pt>
                <c:pt idx="3470">
                  <c:v>90467.86</c:v>
                </c:pt>
                <c:pt idx="3471">
                  <c:v>90493.93</c:v>
                </c:pt>
                <c:pt idx="3472">
                  <c:v>90520</c:v>
                </c:pt>
                <c:pt idx="3473">
                  <c:v>90546.07</c:v>
                </c:pt>
                <c:pt idx="3474">
                  <c:v>90572.14</c:v>
                </c:pt>
                <c:pt idx="3475">
                  <c:v>90598.21</c:v>
                </c:pt>
                <c:pt idx="3476">
                  <c:v>90624.29</c:v>
                </c:pt>
                <c:pt idx="3477">
                  <c:v>90650.36</c:v>
                </c:pt>
                <c:pt idx="3478">
                  <c:v>90676.43</c:v>
                </c:pt>
                <c:pt idx="3479">
                  <c:v>90702.5</c:v>
                </c:pt>
                <c:pt idx="3480">
                  <c:v>90728.57</c:v>
                </c:pt>
                <c:pt idx="3481">
                  <c:v>90754.64</c:v>
                </c:pt>
                <c:pt idx="3482">
                  <c:v>90780.71</c:v>
                </c:pt>
                <c:pt idx="3483">
                  <c:v>90806.79</c:v>
                </c:pt>
                <c:pt idx="3484">
                  <c:v>90832.86</c:v>
                </c:pt>
                <c:pt idx="3485">
                  <c:v>90858.93</c:v>
                </c:pt>
                <c:pt idx="3486">
                  <c:v>90885</c:v>
                </c:pt>
                <c:pt idx="3487">
                  <c:v>90911.07</c:v>
                </c:pt>
                <c:pt idx="3488">
                  <c:v>90937.14</c:v>
                </c:pt>
                <c:pt idx="3489">
                  <c:v>90963.21</c:v>
                </c:pt>
                <c:pt idx="3490">
                  <c:v>90989.29</c:v>
                </c:pt>
                <c:pt idx="3491">
                  <c:v>91015.360000000001</c:v>
                </c:pt>
                <c:pt idx="3492">
                  <c:v>91041.43</c:v>
                </c:pt>
                <c:pt idx="3493">
                  <c:v>91067.5</c:v>
                </c:pt>
                <c:pt idx="3494">
                  <c:v>91093.57</c:v>
                </c:pt>
                <c:pt idx="3495">
                  <c:v>91119.64</c:v>
                </c:pt>
                <c:pt idx="3496">
                  <c:v>91145.71</c:v>
                </c:pt>
                <c:pt idx="3497">
                  <c:v>91171.79</c:v>
                </c:pt>
                <c:pt idx="3498">
                  <c:v>91197.86</c:v>
                </c:pt>
                <c:pt idx="3499">
                  <c:v>91223.93</c:v>
                </c:pt>
                <c:pt idx="3500">
                  <c:v>91250</c:v>
                </c:pt>
                <c:pt idx="3501">
                  <c:v>91276.07</c:v>
                </c:pt>
                <c:pt idx="3502">
                  <c:v>91302.14</c:v>
                </c:pt>
                <c:pt idx="3503">
                  <c:v>91328.21</c:v>
                </c:pt>
                <c:pt idx="3504">
                  <c:v>91354.29</c:v>
                </c:pt>
                <c:pt idx="3505">
                  <c:v>91380.36</c:v>
                </c:pt>
                <c:pt idx="3506">
                  <c:v>91406.43</c:v>
                </c:pt>
                <c:pt idx="3507">
                  <c:v>91432.5</c:v>
                </c:pt>
                <c:pt idx="3508">
                  <c:v>91458.57</c:v>
                </c:pt>
                <c:pt idx="3509">
                  <c:v>91484.64</c:v>
                </c:pt>
                <c:pt idx="3510">
                  <c:v>91510.71</c:v>
                </c:pt>
                <c:pt idx="3511">
                  <c:v>91536.79</c:v>
                </c:pt>
                <c:pt idx="3512">
                  <c:v>91562.86</c:v>
                </c:pt>
                <c:pt idx="3513">
                  <c:v>91588.93</c:v>
                </c:pt>
                <c:pt idx="3514">
                  <c:v>91615</c:v>
                </c:pt>
                <c:pt idx="3515">
                  <c:v>91641.07</c:v>
                </c:pt>
                <c:pt idx="3516">
                  <c:v>91667.14</c:v>
                </c:pt>
                <c:pt idx="3517">
                  <c:v>91693.21</c:v>
                </c:pt>
                <c:pt idx="3518">
                  <c:v>91719.29</c:v>
                </c:pt>
                <c:pt idx="3519">
                  <c:v>91745.36</c:v>
                </c:pt>
                <c:pt idx="3520">
                  <c:v>91771.43</c:v>
                </c:pt>
                <c:pt idx="3521">
                  <c:v>91797.5</c:v>
                </c:pt>
                <c:pt idx="3522">
                  <c:v>91823.57</c:v>
                </c:pt>
                <c:pt idx="3523">
                  <c:v>91849.64</c:v>
                </c:pt>
                <c:pt idx="3524">
                  <c:v>91875.71</c:v>
                </c:pt>
                <c:pt idx="3525">
                  <c:v>91901.79</c:v>
                </c:pt>
                <c:pt idx="3526">
                  <c:v>91927.86</c:v>
                </c:pt>
                <c:pt idx="3527">
                  <c:v>91953.93</c:v>
                </c:pt>
                <c:pt idx="3528">
                  <c:v>91980</c:v>
                </c:pt>
                <c:pt idx="3529">
                  <c:v>92006.07</c:v>
                </c:pt>
                <c:pt idx="3530">
                  <c:v>92032.14</c:v>
                </c:pt>
                <c:pt idx="3531">
                  <c:v>92058.21</c:v>
                </c:pt>
                <c:pt idx="3532">
                  <c:v>92084.29</c:v>
                </c:pt>
                <c:pt idx="3533">
                  <c:v>92110.36</c:v>
                </c:pt>
                <c:pt idx="3534">
                  <c:v>92136.43</c:v>
                </c:pt>
                <c:pt idx="3535">
                  <c:v>92162.5</c:v>
                </c:pt>
                <c:pt idx="3536">
                  <c:v>92188.57</c:v>
                </c:pt>
                <c:pt idx="3537">
                  <c:v>92214.64</c:v>
                </c:pt>
                <c:pt idx="3538">
                  <c:v>92240.71</c:v>
                </c:pt>
                <c:pt idx="3539">
                  <c:v>92266.79</c:v>
                </c:pt>
                <c:pt idx="3540">
                  <c:v>92292.86</c:v>
                </c:pt>
                <c:pt idx="3541">
                  <c:v>92318.93</c:v>
                </c:pt>
                <c:pt idx="3542">
                  <c:v>92345</c:v>
                </c:pt>
                <c:pt idx="3543">
                  <c:v>92371.07</c:v>
                </c:pt>
                <c:pt idx="3544">
                  <c:v>92397.14</c:v>
                </c:pt>
                <c:pt idx="3545">
                  <c:v>92423.21</c:v>
                </c:pt>
                <c:pt idx="3546">
                  <c:v>92449.29</c:v>
                </c:pt>
                <c:pt idx="3547">
                  <c:v>92475.36</c:v>
                </c:pt>
                <c:pt idx="3548">
                  <c:v>92501.43</c:v>
                </c:pt>
                <c:pt idx="3549">
                  <c:v>92527.5</c:v>
                </c:pt>
                <c:pt idx="3550">
                  <c:v>92553.57</c:v>
                </c:pt>
                <c:pt idx="3551">
                  <c:v>92579.64</c:v>
                </c:pt>
                <c:pt idx="3552">
                  <c:v>92605.71</c:v>
                </c:pt>
                <c:pt idx="3553">
                  <c:v>92631.79</c:v>
                </c:pt>
                <c:pt idx="3554">
                  <c:v>92657.86</c:v>
                </c:pt>
                <c:pt idx="3555">
                  <c:v>92683.93</c:v>
                </c:pt>
                <c:pt idx="3556">
                  <c:v>92710</c:v>
                </c:pt>
                <c:pt idx="3557">
                  <c:v>92736.07</c:v>
                </c:pt>
                <c:pt idx="3558">
                  <c:v>92762.14</c:v>
                </c:pt>
                <c:pt idx="3559">
                  <c:v>92788.21</c:v>
                </c:pt>
                <c:pt idx="3560">
                  <c:v>92814.29</c:v>
                </c:pt>
                <c:pt idx="3561">
                  <c:v>92840.36</c:v>
                </c:pt>
                <c:pt idx="3562">
                  <c:v>92866.43</c:v>
                </c:pt>
                <c:pt idx="3563">
                  <c:v>92892.5</c:v>
                </c:pt>
                <c:pt idx="3564">
                  <c:v>92918.57</c:v>
                </c:pt>
                <c:pt idx="3565">
                  <c:v>92944.639999999999</c:v>
                </c:pt>
                <c:pt idx="3566">
                  <c:v>92970.71</c:v>
                </c:pt>
                <c:pt idx="3567">
                  <c:v>92996.79</c:v>
                </c:pt>
                <c:pt idx="3568">
                  <c:v>93022.86</c:v>
                </c:pt>
                <c:pt idx="3569">
                  <c:v>93048.93</c:v>
                </c:pt>
                <c:pt idx="3570">
                  <c:v>93075</c:v>
                </c:pt>
                <c:pt idx="3571">
                  <c:v>93101.07</c:v>
                </c:pt>
                <c:pt idx="3572">
                  <c:v>93127.14</c:v>
                </c:pt>
                <c:pt idx="3573">
                  <c:v>93153.21</c:v>
                </c:pt>
                <c:pt idx="3574">
                  <c:v>93179.29</c:v>
                </c:pt>
                <c:pt idx="3575">
                  <c:v>93205.36</c:v>
                </c:pt>
                <c:pt idx="3576">
                  <c:v>93231.43</c:v>
                </c:pt>
                <c:pt idx="3577">
                  <c:v>93257.5</c:v>
                </c:pt>
                <c:pt idx="3578">
                  <c:v>93283.57</c:v>
                </c:pt>
                <c:pt idx="3579">
                  <c:v>93309.64</c:v>
                </c:pt>
                <c:pt idx="3580">
                  <c:v>93335.71</c:v>
                </c:pt>
                <c:pt idx="3581">
                  <c:v>93361.79</c:v>
                </c:pt>
                <c:pt idx="3582">
                  <c:v>93387.86</c:v>
                </c:pt>
                <c:pt idx="3583">
                  <c:v>93413.93</c:v>
                </c:pt>
                <c:pt idx="3584">
                  <c:v>93440</c:v>
                </c:pt>
                <c:pt idx="3585">
                  <c:v>93466.07</c:v>
                </c:pt>
                <c:pt idx="3586">
                  <c:v>93492.14</c:v>
                </c:pt>
                <c:pt idx="3587">
                  <c:v>93518.21</c:v>
                </c:pt>
                <c:pt idx="3588">
                  <c:v>93544.29</c:v>
                </c:pt>
                <c:pt idx="3589">
                  <c:v>93570.36</c:v>
                </c:pt>
                <c:pt idx="3590">
                  <c:v>93596.43</c:v>
                </c:pt>
                <c:pt idx="3591">
                  <c:v>93622.5</c:v>
                </c:pt>
                <c:pt idx="3592">
                  <c:v>93648.57</c:v>
                </c:pt>
                <c:pt idx="3593">
                  <c:v>93674.64</c:v>
                </c:pt>
                <c:pt idx="3594">
                  <c:v>93700.71</c:v>
                </c:pt>
                <c:pt idx="3595">
                  <c:v>93726.79</c:v>
                </c:pt>
                <c:pt idx="3596">
                  <c:v>93752.86</c:v>
                </c:pt>
                <c:pt idx="3597">
                  <c:v>93778.93</c:v>
                </c:pt>
                <c:pt idx="3598">
                  <c:v>93805</c:v>
                </c:pt>
                <c:pt idx="3599">
                  <c:v>93831.07</c:v>
                </c:pt>
                <c:pt idx="3600">
                  <c:v>93857.14</c:v>
                </c:pt>
                <c:pt idx="3601">
                  <c:v>93883.21</c:v>
                </c:pt>
                <c:pt idx="3602">
                  <c:v>93909.29</c:v>
                </c:pt>
                <c:pt idx="3603">
                  <c:v>93935.360000000001</c:v>
                </c:pt>
                <c:pt idx="3604">
                  <c:v>93961.43</c:v>
                </c:pt>
                <c:pt idx="3605">
                  <c:v>93987.5</c:v>
                </c:pt>
                <c:pt idx="3606">
                  <c:v>94013.57</c:v>
                </c:pt>
                <c:pt idx="3607">
                  <c:v>94039.64</c:v>
                </c:pt>
                <c:pt idx="3608">
                  <c:v>94065.71</c:v>
                </c:pt>
                <c:pt idx="3609">
                  <c:v>94091.79</c:v>
                </c:pt>
                <c:pt idx="3610">
                  <c:v>94117.86</c:v>
                </c:pt>
                <c:pt idx="3611">
                  <c:v>94143.93</c:v>
                </c:pt>
                <c:pt idx="3612">
                  <c:v>94170</c:v>
                </c:pt>
                <c:pt idx="3613">
                  <c:v>94196.07</c:v>
                </c:pt>
                <c:pt idx="3614">
                  <c:v>94222.14</c:v>
                </c:pt>
                <c:pt idx="3615">
                  <c:v>94248.21</c:v>
                </c:pt>
                <c:pt idx="3616">
                  <c:v>94274.29</c:v>
                </c:pt>
                <c:pt idx="3617">
                  <c:v>94300.36</c:v>
                </c:pt>
                <c:pt idx="3618">
                  <c:v>94326.43</c:v>
                </c:pt>
                <c:pt idx="3619">
                  <c:v>94352.5</c:v>
                </c:pt>
                <c:pt idx="3620">
                  <c:v>94378.57</c:v>
                </c:pt>
                <c:pt idx="3621">
                  <c:v>94404.64</c:v>
                </c:pt>
                <c:pt idx="3622">
                  <c:v>94430.71</c:v>
                </c:pt>
                <c:pt idx="3623">
                  <c:v>94456.79</c:v>
                </c:pt>
                <c:pt idx="3624">
                  <c:v>94482.86</c:v>
                </c:pt>
                <c:pt idx="3625">
                  <c:v>94508.93</c:v>
                </c:pt>
                <c:pt idx="3626">
                  <c:v>94535</c:v>
                </c:pt>
                <c:pt idx="3627">
                  <c:v>94561.07</c:v>
                </c:pt>
                <c:pt idx="3628">
                  <c:v>94587.14</c:v>
                </c:pt>
                <c:pt idx="3629">
                  <c:v>94613.21</c:v>
                </c:pt>
                <c:pt idx="3630">
                  <c:v>94639.29</c:v>
                </c:pt>
                <c:pt idx="3631">
                  <c:v>94665.36</c:v>
                </c:pt>
                <c:pt idx="3632">
                  <c:v>94691.43</c:v>
                </c:pt>
                <c:pt idx="3633">
                  <c:v>94717.5</c:v>
                </c:pt>
                <c:pt idx="3634">
                  <c:v>94743.57</c:v>
                </c:pt>
                <c:pt idx="3635">
                  <c:v>94769.64</c:v>
                </c:pt>
                <c:pt idx="3636">
                  <c:v>94795.71</c:v>
                </c:pt>
                <c:pt idx="3637">
                  <c:v>94821.79</c:v>
                </c:pt>
                <c:pt idx="3638">
                  <c:v>94847.86</c:v>
                </c:pt>
                <c:pt idx="3639">
                  <c:v>94873.93</c:v>
                </c:pt>
                <c:pt idx="3640">
                  <c:v>94900</c:v>
                </c:pt>
                <c:pt idx="3641">
                  <c:v>94926.07</c:v>
                </c:pt>
                <c:pt idx="3642">
                  <c:v>94952.14</c:v>
                </c:pt>
                <c:pt idx="3643">
                  <c:v>94978.21</c:v>
                </c:pt>
                <c:pt idx="3644">
                  <c:v>95004.29</c:v>
                </c:pt>
                <c:pt idx="3645">
                  <c:v>95030.36</c:v>
                </c:pt>
                <c:pt idx="3646">
                  <c:v>95056.43</c:v>
                </c:pt>
                <c:pt idx="3647">
                  <c:v>95082.5</c:v>
                </c:pt>
                <c:pt idx="3648">
                  <c:v>95108.57</c:v>
                </c:pt>
                <c:pt idx="3649">
                  <c:v>95134.64</c:v>
                </c:pt>
                <c:pt idx="3650">
                  <c:v>95160.71</c:v>
                </c:pt>
                <c:pt idx="3651">
                  <c:v>95186.79</c:v>
                </c:pt>
                <c:pt idx="3652">
                  <c:v>95212.86</c:v>
                </c:pt>
                <c:pt idx="3653">
                  <c:v>95238.93</c:v>
                </c:pt>
                <c:pt idx="3654">
                  <c:v>95265</c:v>
                </c:pt>
                <c:pt idx="3655">
                  <c:v>95291.07</c:v>
                </c:pt>
                <c:pt idx="3656">
                  <c:v>95317.14</c:v>
                </c:pt>
                <c:pt idx="3657">
                  <c:v>95343.21</c:v>
                </c:pt>
                <c:pt idx="3658">
                  <c:v>95369.29</c:v>
                </c:pt>
                <c:pt idx="3659">
                  <c:v>95395.36</c:v>
                </c:pt>
                <c:pt idx="3660">
                  <c:v>95421.43</c:v>
                </c:pt>
                <c:pt idx="3661">
                  <c:v>95447.5</c:v>
                </c:pt>
                <c:pt idx="3662">
                  <c:v>95473.57</c:v>
                </c:pt>
                <c:pt idx="3663">
                  <c:v>95499.64</c:v>
                </c:pt>
                <c:pt idx="3664">
                  <c:v>95525.71</c:v>
                </c:pt>
                <c:pt idx="3665">
                  <c:v>95551.79</c:v>
                </c:pt>
                <c:pt idx="3666">
                  <c:v>95577.86</c:v>
                </c:pt>
                <c:pt idx="3667">
                  <c:v>95603.93</c:v>
                </c:pt>
                <c:pt idx="3668">
                  <c:v>95630</c:v>
                </c:pt>
                <c:pt idx="3669">
                  <c:v>95656.07</c:v>
                </c:pt>
                <c:pt idx="3670">
                  <c:v>95682.14</c:v>
                </c:pt>
                <c:pt idx="3671">
                  <c:v>95708.21</c:v>
                </c:pt>
                <c:pt idx="3672">
                  <c:v>95734.29</c:v>
                </c:pt>
                <c:pt idx="3673">
                  <c:v>95760.36</c:v>
                </c:pt>
                <c:pt idx="3674">
                  <c:v>95786.43</c:v>
                </c:pt>
                <c:pt idx="3675">
                  <c:v>95812.5</c:v>
                </c:pt>
                <c:pt idx="3676">
                  <c:v>95838.57</c:v>
                </c:pt>
                <c:pt idx="3677">
                  <c:v>95864.639999999999</c:v>
                </c:pt>
                <c:pt idx="3678">
                  <c:v>95890.71</c:v>
                </c:pt>
                <c:pt idx="3679">
                  <c:v>95916.79</c:v>
                </c:pt>
                <c:pt idx="3680">
                  <c:v>95942.86</c:v>
                </c:pt>
                <c:pt idx="3681">
                  <c:v>95968.93</c:v>
                </c:pt>
                <c:pt idx="3682">
                  <c:v>95995</c:v>
                </c:pt>
                <c:pt idx="3683">
                  <c:v>96021.07</c:v>
                </c:pt>
                <c:pt idx="3684">
                  <c:v>96047.14</c:v>
                </c:pt>
                <c:pt idx="3685">
                  <c:v>96073.21</c:v>
                </c:pt>
                <c:pt idx="3686">
                  <c:v>96099.29</c:v>
                </c:pt>
                <c:pt idx="3687">
                  <c:v>96125.36</c:v>
                </c:pt>
                <c:pt idx="3688">
                  <c:v>96151.43</c:v>
                </c:pt>
                <c:pt idx="3689">
                  <c:v>96177.5</c:v>
                </c:pt>
                <c:pt idx="3690">
                  <c:v>96203.57</c:v>
                </c:pt>
                <c:pt idx="3691">
                  <c:v>96229.64</c:v>
                </c:pt>
                <c:pt idx="3692">
                  <c:v>96255.71</c:v>
                </c:pt>
                <c:pt idx="3693">
                  <c:v>96281.79</c:v>
                </c:pt>
                <c:pt idx="3694">
                  <c:v>96307.86</c:v>
                </c:pt>
                <c:pt idx="3695">
                  <c:v>96333.93</c:v>
                </c:pt>
                <c:pt idx="3696">
                  <c:v>96360</c:v>
                </c:pt>
                <c:pt idx="3697">
                  <c:v>96386.07</c:v>
                </c:pt>
                <c:pt idx="3698">
                  <c:v>96412.14</c:v>
                </c:pt>
                <c:pt idx="3699">
                  <c:v>96438.21</c:v>
                </c:pt>
                <c:pt idx="3700">
                  <c:v>96464.29</c:v>
                </c:pt>
                <c:pt idx="3701">
                  <c:v>96490.36</c:v>
                </c:pt>
                <c:pt idx="3702">
                  <c:v>96516.43</c:v>
                </c:pt>
                <c:pt idx="3703">
                  <c:v>96542.5</c:v>
                </c:pt>
                <c:pt idx="3704">
                  <c:v>96568.57</c:v>
                </c:pt>
                <c:pt idx="3705">
                  <c:v>96594.64</c:v>
                </c:pt>
                <c:pt idx="3706">
                  <c:v>96620.71</c:v>
                </c:pt>
                <c:pt idx="3707">
                  <c:v>96646.79</c:v>
                </c:pt>
                <c:pt idx="3708">
                  <c:v>96672.86</c:v>
                </c:pt>
                <c:pt idx="3709">
                  <c:v>96698.93</c:v>
                </c:pt>
                <c:pt idx="3710">
                  <c:v>96725</c:v>
                </c:pt>
                <c:pt idx="3711">
                  <c:v>96751.07</c:v>
                </c:pt>
                <c:pt idx="3712">
                  <c:v>96777.14</c:v>
                </c:pt>
                <c:pt idx="3713">
                  <c:v>96803.21</c:v>
                </c:pt>
                <c:pt idx="3714">
                  <c:v>96829.29</c:v>
                </c:pt>
                <c:pt idx="3715">
                  <c:v>96855.360000000001</c:v>
                </c:pt>
                <c:pt idx="3716">
                  <c:v>96881.43</c:v>
                </c:pt>
                <c:pt idx="3717">
                  <c:v>96907.5</c:v>
                </c:pt>
                <c:pt idx="3718">
                  <c:v>96933.57</c:v>
                </c:pt>
                <c:pt idx="3719">
                  <c:v>96959.64</c:v>
                </c:pt>
                <c:pt idx="3720">
                  <c:v>96985.71</c:v>
                </c:pt>
                <c:pt idx="3721">
                  <c:v>97011.79</c:v>
                </c:pt>
                <c:pt idx="3722">
                  <c:v>97037.86</c:v>
                </c:pt>
                <c:pt idx="3723">
                  <c:v>97063.93</c:v>
                </c:pt>
                <c:pt idx="3724">
                  <c:v>97090</c:v>
                </c:pt>
                <c:pt idx="3725">
                  <c:v>97116.07</c:v>
                </c:pt>
                <c:pt idx="3726">
                  <c:v>97142.14</c:v>
                </c:pt>
                <c:pt idx="3727">
                  <c:v>97168.21</c:v>
                </c:pt>
                <c:pt idx="3728">
                  <c:v>97194.29</c:v>
                </c:pt>
                <c:pt idx="3729">
                  <c:v>97220.36</c:v>
                </c:pt>
                <c:pt idx="3730">
                  <c:v>97246.43</c:v>
                </c:pt>
                <c:pt idx="3731">
                  <c:v>97272.5</c:v>
                </c:pt>
                <c:pt idx="3732">
                  <c:v>97298.57</c:v>
                </c:pt>
                <c:pt idx="3733">
                  <c:v>97324.64</c:v>
                </c:pt>
                <c:pt idx="3734">
                  <c:v>97350.71</c:v>
                </c:pt>
                <c:pt idx="3735">
                  <c:v>97376.79</c:v>
                </c:pt>
                <c:pt idx="3736">
                  <c:v>97402.86</c:v>
                </c:pt>
                <c:pt idx="3737">
                  <c:v>97428.93</c:v>
                </c:pt>
                <c:pt idx="3738">
                  <c:v>97455</c:v>
                </c:pt>
                <c:pt idx="3739">
                  <c:v>97481.07</c:v>
                </c:pt>
                <c:pt idx="3740">
                  <c:v>97507.14</c:v>
                </c:pt>
                <c:pt idx="3741">
                  <c:v>97533.21</c:v>
                </c:pt>
                <c:pt idx="3742">
                  <c:v>97559.29</c:v>
                </c:pt>
                <c:pt idx="3743">
                  <c:v>97585.36</c:v>
                </c:pt>
                <c:pt idx="3744">
                  <c:v>97611.43</c:v>
                </c:pt>
                <c:pt idx="3745">
                  <c:v>97637.5</c:v>
                </c:pt>
                <c:pt idx="3746">
                  <c:v>97663.57</c:v>
                </c:pt>
                <c:pt idx="3747">
                  <c:v>97689.64</c:v>
                </c:pt>
                <c:pt idx="3748">
                  <c:v>97715.71</c:v>
                </c:pt>
                <c:pt idx="3749">
                  <c:v>97741.79</c:v>
                </c:pt>
                <c:pt idx="3750">
                  <c:v>97767.86</c:v>
                </c:pt>
                <c:pt idx="3751">
                  <c:v>97793.93</c:v>
                </c:pt>
                <c:pt idx="3752">
                  <c:v>97820</c:v>
                </c:pt>
                <c:pt idx="3753">
                  <c:v>97846.07</c:v>
                </c:pt>
                <c:pt idx="3754">
                  <c:v>97872.14</c:v>
                </c:pt>
                <c:pt idx="3755">
                  <c:v>97898.21</c:v>
                </c:pt>
                <c:pt idx="3756">
                  <c:v>97924.29</c:v>
                </c:pt>
                <c:pt idx="3757">
                  <c:v>97950.36</c:v>
                </c:pt>
                <c:pt idx="3758">
                  <c:v>97976.43</c:v>
                </c:pt>
                <c:pt idx="3759">
                  <c:v>98002.5</c:v>
                </c:pt>
                <c:pt idx="3760">
                  <c:v>98028.57</c:v>
                </c:pt>
                <c:pt idx="3761">
                  <c:v>98054.64</c:v>
                </c:pt>
                <c:pt idx="3762">
                  <c:v>98080.71</c:v>
                </c:pt>
                <c:pt idx="3763">
                  <c:v>98106.79</c:v>
                </c:pt>
                <c:pt idx="3764">
                  <c:v>98132.86</c:v>
                </c:pt>
                <c:pt idx="3765">
                  <c:v>98158.93</c:v>
                </c:pt>
                <c:pt idx="3766">
                  <c:v>98185</c:v>
                </c:pt>
                <c:pt idx="3767">
                  <c:v>98211.07</c:v>
                </c:pt>
                <c:pt idx="3768">
                  <c:v>98237.14</c:v>
                </c:pt>
                <c:pt idx="3769">
                  <c:v>98263.21</c:v>
                </c:pt>
                <c:pt idx="3770">
                  <c:v>98289.29</c:v>
                </c:pt>
                <c:pt idx="3771">
                  <c:v>98315.36</c:v>
                </c:pt>
                <c:pt idx="3772">
                  <c:v>98341.43</c:v>
                </c:pt>
                <c:pt idx="3773">
                  <c:v>98367.5</c:v>
                </c:pt>
                <c:pt idx="3774">
                  <c:v>98393.57</c:v>
                </c:pt>
                <c:pt idx="3775">
                  <c:v>98419.64</c:v>
                </c:pt>
                <c:pt idx="3776">
                  <c:v>98445.71</c:v>
                </c:pt>
                <c:pt idx="3777">
                  <c:v>98471.79</c:v>
                </c:pt>
                <c:pt idx="3778">
                  <c:v>98497.86</c:v>
                </c:pt>
                <c:pt idx="3779">
                  <c:v>98523.93</c:v>
                </c:pt>
                <c:pt idx="3780">
                  <c:v>98550</c:v>
                </c:pt>
                <c:pt idx="3781">
                  <c:v>98576.07</c:v>
                </c:pt>
                <c:pt idx="3782">
                  <c:v>98602.14</c:v>
                </c:pt>
                <c:pt idx="3783">
                  <c:v>98628.21</c:v>
                </c:pt>
                <c:pt idx="3784">
                  <c:v>98654.29</c:v>
                </c:pt>
                <c:pt idx="3785">
                  <c:v>98680.36</c:v>
                </c:pt>
                <c:pt idx="3786">
                  <c:v>98706.43</c:v>
                </c:pt>
                <c:pt idx="3787">
                  <c:v>98732.5</c:v>
                </c:pt>
                <c:pt idx="3788">
                  <c:v>98758.57</c:v>
                </c:pt>
                <c:pt idx="3789">
                  <c:v>98784.639999999999</c:v>
                </c:pt>
                <c:pt idx="3790">
                  <c:v>98810.71</c:v>
                </c:pt>
                <c:pt idx="3791">
                  <c:v>98836.79</c:v>
                </c:pt>
                <c:pt idx="3792">
                  <c:v>98862.86</c:v>
                </c:pt>
                <c:pt idx="3793">
                  <c:v>98888.93</c:v>
                </c:pt>
                <c:pt idx="3794">
                  <c:v>98915</c:v>
                </c:pt>
                <c:pt idx="3795">
                  <c:v>98941.07</c:v>
                </c:pt>
                <c:pt idx="3796">
                  <c:v>98967.14</c:v>
                </c:pt>
                <c:pt idx="3797">
                  <c:v>98993.21</c:v>
                </c:pt>
                <c:pt idx="3798">
                  <c:v>99019.29</c:v>
                </c:pt>
                <c:pt idx="3799">
                  <c:v>99045.36</c:v>
                </c:pt>
                <c:pt idx="3800">
                  <c:v>99071.43</c:v>
                </c:pt>
                <c:pt idx="3801">
                  <c:v>99097.5</c:v>
                </c:pt>
                <c:pt idx="3802">
                  <c:v>99123.57</c:v>
                </c:pt>
                <c:pt idx="3803">
                  <c:v>99149.64</c:v>
                </c:pt>
                <c:pt idx="3804">
                  <c:v>99175.71</c:v>
                </c:pt>
                <c:pt idx="3805">
                  <c:v>99201.79</c:v>
                </c:pt>
                <c:pt idx="3806">
                  <c:v>99227.86</c:v>
                </c:pt>
                <c:pt idx="3807">
                  <c:v>99253.93</c:v>
                </c:pt>
                <c:pt idx="3808">
                  <c:v>99280</c:v>
                </c:pt>
                <c:pt idx="3809">
                  <c:v>99306.07</c:v>
                </c:pt>
                <c:pt idx="3810">
                  <c:v>99332.14</c:v>
                </c:pt>
                <c:pt idx="3811">
                  <c:v>99358.21</c:v>
                </c:pt>
                <c:pt idx="3812">
                  <c:v>99384.29</c:v>
                </c:pt>
                <c:pt idx="3813">
                  <c:v>99410.36</c:v>
                </c:pt>
                <c:pt idx="3814">
                  <c:v>99436.43</c:v>
                </c:pt>
                <c:pt idx="3815">
                  <c:v>99462.5</c:v>
                </c:pt>
                <c:pt idx="3816">
                  <c:v>99488.57</c:v>
                </c:pt>
                <c:pt idx="3817">
                  <c:v>99514.64</c:v>
                </c:pt>
                <c:pt idx="3818">
                  <c:v>99540.71</c:v>
                </c:pt>
                <c:pt idx="3819">
                  <c:v>99566.79</c:v>
                </c:pt>
                <c:pt idx="3820">
                  <c:v>99592.86</c:v>
                </c:pt>
                <c:pt idx="3821">
                  <c:v>99618.93</c:v>
                </c:pt>
                <c:pt idx="3822">
                  <c:v>99645</c:v>
                </c:pt>
                <c:pt idx="3823">
                  <c:v>99671.07</c:v>
                </c:pt>
                <c:pt idx="3824">
                  <c:v>99697.14</c:v>
                </c:pt>
                <c:pt idx="3825">
                  <c:v>99723.21</c:v>
                </c:pt>
                <c:pt idx="3826">
                  <c:v>99749.29</c:v>
                </c:pt>
                <c:pt idx="3827">
                  <c:v>99775.360000000001</c:v>
                </c:pt>
                <c:pt idx="3828">
                  <c:v>99801.43</c:v>
                </c:pt>
                <c:pt idx="3829">
                  <c:v>99827.5</c:v>
                </c:pt>
                <c:pt idx="3830">
                  <c:v>99853.57</c:v>
                </c:pt>
                <c:pt idx="3831">
                  <c:v>99879.64</c:v>
                </c:pt>
                <c:pt idx="3832">
                  <c:v>99905.71</c:v>
                </c:pt>
                <c:pt idx="3833">
                  <c:v>99931.79</c:v>
                </c:pt>
                <c:pt idx="3834">
                  <c:v>99957.86</c:v>
                </c:pt>
                <c:pt idx="3835">
                  <c:v>99983.93</c:v>
                </c:pt>
                <c:pt idx="3836">
                  <c:v>100010</c:v>
                </c:pt>
                <c:pt idx="3837">
                  <c:v>100036.07</c:v>
                </c:pt>
                <c:pt idx="3838">
                  <c:v>100062.14</c:v>
                </c:pt>
                <c:pt idx="3839">
                  <c:v>100088.21</c:v>
                </c:pt>
                <c:pt idx="3840">
                  <c:v>100114.29</c:v>
                </c:pt>
                <c:pt idx="3841">
                  <c:v>100140.36</c:v>
                </c:pt>
                <c:pt idx="3842">
                  <c:v>100166.43</c:v>
                </c:pt>
                <c:pt idx="3843">
                  <c:v>100192.5</c:v>
                </c:pt>
                <c:pt idx="3844">
                  <c:v>100218.57</c:v>
                </c:pt>
                <c:pt idx="3845">
                  <c:v>100244.64</c:v>
                </c:pt>
                <c:pt idx="3846">
                  <c:v>100270.71</c:v>
                </c:pt>
                <c:pt idx="3847">
                  <c:v>100296.79</c:v>
                </c:pt>
                <c:pt idx="3848">
                  <c:v>100322.86</c:v>
                </c:pt>
                <c:pt idx="3849">
                  <c:v>100348.93</c:v>
                </c:pt>
                <c:pt idx="3850">
                  <c:v>100375</c:v>
                </c:pt>
                <c:pt idx="3851">
                  <c:v>100401.07</c:v>
                </c:pt>
                <c:pt idx="3852">
                  <c:v>100427.14</c:v>
                </c:pt>
                <c:pt idx="3853">
                  <c:v>100453.21</c:v>
                </c:pt>
                <c:pt idx="3854">
                  <c:v>100479.29</c:v>
                </c:pt>
                <c:pt idx="3855">
                  <c:v>100505.36</c:v>
                </c:pt>
                <c:pt idx="3856">
                  <c:v>100531.43</c:v>
                </c:pt>
                <c:pt idx="3857">
                  <c:v>100557.5</c:v>
                </c:pt>
                <c:pt idx="3858">
                  <c:v>100583.57</c:v>
                </c:pt>
                <c:pt idx="3859">
                  <c:v>100609.64</c:v>
                </c:pt>
                <c:pt idx="3860">
                  <c:v>100635.71</c:v>
                </c:pt>
                <c:pt idx="3861">
                  <c:v>100661.79</c:v>
                </c:pt>
                <c:pt idx="3862">
                  <c:v>100687.86</c:v>
                </c:pt>
                <c:pt idx="3863">
                  <c:v>100713.93</c:v>
                </c:pt>
                <c:pt idx="3864">
                  <c:v>100740</c:v>
                </c:pt>
                <c:pt idx="3865">
                  <c:v>100766.07</c:v>
                </c:pt>
                <c:pt idx="3866">
                  <c:v>100792.14</c:v>
                </c:pt>
                <c:pt idx="3867">
                  <c:v>100818.21</c:v>
                </c:pt>
                <c:pt idx="3868">
                  <c:v>100844.29</c:v>
                </c:pt>
                <c:pt idx="3869">
                  <c:v>100870.36</c:v>
                </c:pt>
                <c:pt idx="3870">
                  <c:v>100896.43</c:v>
                </c:pt>
                <c:pt idx="3871">
                  <c:v>100922.5</c:v>
                </c:pt>
                <c:pt idx="3872">
                  <c:v>100948.57</c:v>
                </c:pt>
                <c:pt idx="3873">
                  <c:v>100974.64</c:v>
                </c:pt>
                <c:pt idx="3874">
                  <c:v>101000.71</c:v>
                </c:pt>
                <c:pt idx="3875">
                  <c:v>101026.79</c:v>
                </c:pt>
                <c:pt idx="3876">
                  <c:v>101052.86</c:v>
                </c:pt>
                <c:pt idx="3877">
                  <c:v>101078.93</c:v>
                </c:pt>
                <c:pt idx="3878">
                  <c:v>101105</c:v>
                </c:pt>
                <c:pt idx="3879">
                  <c:v>101131.07</c:v>
                </c:pt>
                <c:pt idx="3880">
                  <c:v>101157.14</c:v>
                </c:pt>
                <c:pt idx="3881">
                  <c:v>101183.21</c:v>
                </c:pt>
                <c:pt idx="3882">
                  <c:v>101209.29</c:v>
                </c:pt>
                <c:pt idx="3883">
                  <c:v>101235.36</c:v>
                </c:pt>
                <c:pt idx="3884">
                  <c:v>101261.43</c:v>
                </c:pt>
                <c:pt idx="3885">
                  <c:v>101287.5</c:v>
                </c:pt>
                <c:pt idx="3886">
                  <c:v>101313.57</c:v>
                </c:pt>
                <c:pt idx="3887">
                  <c:v>101339.64</c:v>
                </c:pt>
                <c:pt idx="3888">
                  <c:v>101365.71</c:v>
                </c:pt>
                <c:pt idx="3889">
                  <c:v>101391.79</c:v>
                </c:pt>
                <c:pt idx="3890">
                  <c:v>101417.86</c:v>
                </c:pt>
                <c:pt idx="3891">
                  <c:v>101443.93</c:v>
                </c:pt>
                <c:pt idx="3892">
                  <c:v>101470</c:v>
                </c:pt>
                <c:pt idx="3893">
                  <c:v>101496.07</c:v>
                </c:pt>
                <c:pt idx="3894">
                  <c:v>101522.14</c:v>
                </c:pt>
                <c:pt idx="3895">
                  <c:v>101548.21</c:v>
                </c:pt>
                <c:pt idx="3896">
                  <c:v>101574.29</c:v>
                </c:pt>
                <c:pt idx="3897">
                  <c:v>101600.36</c:v>
                </c:pt>
                <c:pt idx="3898">
                  <c:v>101626.43</c:v>
                </c:pt>
                <c:pt idx="3899">
                  <c:v>101652.5</c:v>
                </c:pt>
                <c:pt idx="3900">
                  <c:v>101678.57</c:v>
                </c:pt>
                <c:pt idx="3901">
                  <c:v>101704.64</c:v>
                </c:pt>
                <c:pt idx="3902">
                  <c:v>101730.71</c:v>
                </c:pt>
                <c:pt idx="3903">
                  <c:v>101756.79</c:v>
                </c:pt>
                <c:pt idx="3904">
                  <c:v>101782.86</c:v>
                </c:pt>
                <c:pt idx="3905">
                  <c:v>101808.93</c:v>
                </c:pt>
                <c:pt idx="3906">
                  <c:v>101835</c:v>
                </c:pt>
                <c:pt idx="3907">
                  <c:v>101861.07</c:v>
                </c:pt>
                <c:pt idx="3908">
                  <c:v>101887.14</c:v>
                </c:pt>
                <c:pt idx="3909">
                  <c:v>101913.21</c:v>
                </c:pt>
                <c:pt idx="3910">
                  <c:v>101939.29</c:v>
                </c:pt>
                <c:pt idx="3911">
                  <c:v>101965.36</c:v>
                </c:pt>
                <c:pt idx="3912">
                  <c:v>101991.43</c:v>
                </c:pt>
                <c:pt idx="3913">
                  <c:v>102017.5</c:v>
                </c:pt>
                <c:pt idx="3914">
                  <c:v>102043.57</c:v>
                </c:pt>
                <c:pt idx="3915">
                  <c:v>102069.64</c:v>
                </c:pt>
                <c:pt idx="3916">
                  <c:v>102095.71</c:v>
                </c:pt>
                <c:pt idx="3917">
                  <c:v>102121.79</c:v>
                </c:pt>
                <c:pt idx="3918">
                  <c:v>102147.86</c:v>
                </c:pt>
                <c:pt idx="3919">
                  <c:v>102173.93</c:v>
                </c:pt>
                <c:pt idx="3920">
                  <c:v>102200</c:v>
                </c:pt>
                <c:pt idx="3921">
                  <c:v>102226.07</c:v>
                </c:pt>
                <c:pt idx="3922">
                  <c:v>102252.14</c:v>
                </c:pt>
                <c:pt idx="3923">
                  <c:v>102278.21</c:v>
                </c:pt>
                <c:pt idx="3924">
                  <c:v>102304.29</c:v>
                </c:pt>
                <c:pt idx="3925">
                  <c:v>102330.36</c:v>
                </c:pt>
                <c:pt idx="3926">
                  <c:v>102356.43</c:v>
                </c:pt>
                <c:pt idx="3927">
                  <c:v>102382.5</c:v>
                </c:pt>
                <c:pt idx="3928">
                  <c:v>102408.57</c:v>
                </c:pt>
                <c:pt idx="3929">
                  <c:v>102434.64</c:v>
                </c:pt>
                <c:pt idx="3930">
                  <c:v>102460.71</c:v>
                </c:pt>
                <c:pt idx="3931">
                  <c:v>102486.79</c:v>
                </c:pt>
                <c:pt idx="3932">
                  <c:v>102512.86</c:v>
                </c:pt>
                <c:pt idx="3933">
                  <c:v>102538.93</c:v>
                </c:pt>
                <c:pt idx="3934">
                  <c:v>102565</c:v>
                </c:pt>
                <c:pt idx="3935">
                  <c:v>102591.07</c:v>
                </c:pt>
                <c:pt idx="3936">
                  <c:v>102617.14</c:v>
                </c:pt>
                <c:pt idx="3937">
                  <c:v>102643.21</c:v>
                </c:pt>
                <c:pt idx="3938">
                  <c:v>102669.29</c:v>
                </c:pt>
                <c:pt idx="3939">
                  <c:v>102695.36</c:v>
                </c:pt>
                <c:pt idx="3940">
                  <c:v>102721.43</c:v>
                </c:pt>
                <c:pt idx="3941">
                  <c:v>102747.5</c:v>
                </c:pt>
                <c:pt idx="3942">
                  <c:v>102773.57</c:v>
                </c:pt>
                <c:pt idx="3943">
                  <c:v>102799.64</c:v>
                </c:pt>
                <c:pt idx="3944">
                  <c:v>102825.71</c:v>
                </c:pt>
                <c:pt idx="3945">
                  <c:v>102851.79</c:v>
                </c:pt>
                <c:pt idx="3946">
                  <c:v>102877.86</c:v>
                </c:pt>
                <c:pt idx="3947">
                  <c:v>102903.93</c:v>
                </c:pt>
                <c:pt idx="3948">
                  <c:v>102930</c:v>
                </c:pt>
                <c:pt idx="3949">
                  <c:v>102956.07</c:v>
                </c:pt>
                <c:pt idx="3950">
                  <c:v>102982.14</c:v>
                </c:pt>
                <c:pt idx="3951">
                  <c:v>103008.21</c:v>
                </c:pt>
                <c:pt idx="3952">
                  <c:v>103034.29</c:v>
                </c:pt>
                <c:pt idx="3953">
                  <c:v>103060.36</c:v>
                </c:pt>
                <c:pt idx="3954">
                  <c:v>103086.43</c:v>
                </c:pt>
                <c:pt idx="3955">
                  <c:v>103112.5</c:v>
                </c:pt>
                <c:pt idx="3956">
                  <c:v>103138.57</c:v>
                </c:pt>
                <c:pt idx="3957">
                  <c:v>103164.64</c:v>
                </c:pt>
                <c:pt idx="3958">
                  <c:v>103190.71</c:v>
                </c:pt>
                <c:pt idx="3959">
                  <c:v>103216.79</c:v>
                </c:pt>
                <c:pt idx="3960">
                  <c:v>103242.86</c:v>
                </c:pt>
                <c:pt idx="3961">
                  <c:v>103268.93</c:v>
                </c:pt>
                <c:pt idx="3962">
                  <c:v>103295</c:v>
                </c:pt>
                <c:pt idx="3963">
                  <c:v>103321.07</c:v>
                </c:pt>
                <c:pt idx="3964">
                  <c:v>103347.14</c:v>
                </c:pt>
                <c:pt idx="3965">
                  <c:v>103373.21</c:v>
                </c:pt>
                <c:pt idx="3966">
                  <c:v>103399.29</c:v>
                </c:pt>
                <c:pt idx="3967">
                  <c:v>103425.36</c:v>
                </c:pt>
                <c:pt idx="3968">
                  <c:v>103451.43</c:v>
                </c:pt>
                <c:pt idx="3969">
                  <c:v>103477.5</c:v>
                </c:pt>
                <c:pt idx="3970">
                  <c:v>103503.57</c:v>
                </c:pt>
                <c:pt idx="3971">
                  <c:v>103529.64</c:v>
                </c:pt>
                <c:pt idx="3972">
                  <c:v>103555.71</c:v>
                </c:pt>
                <c:pt idx="3973">
                  <c:v>103581.79</c:v>
                </c:pt>
                <c:pt idx="3974">
                  <c:v>103607.86</c:v>
                </c:pt>
                <c:pt idx="3975">
                  <c:v>103633.93</c:v>
                </c:pt>
                <c:pt idx="3976">
                  <c:v>103660</c:v>
                </c:pt>
                <c:pt idx="3977">
                  <c:v>103686.07</c:v>
                </c:pt>
                <c:pt idx="3978">
                  <c:v>103712.14</c:v>
                </c:pt>
                <c:pt idx="3979">
                  <c:v>103738.21</c:v>
                </c:pt>
                <c:pt idx="3980">
                  <c:v>103764.29</c:v>
                </c:pt>
                <c:pt idx="3981">
                  <c:v>103790.36</c:v>
                </c:pt>
                <c:pt idx="3982">
                  <c:v>103816.43</c:v>
                </c:pt>
                <c:pt idx="3983">
                  <c:v>103842.5</c:v>
                </c:pt>
                <c:pt idx="3984">
                  <c:v>103868.57</c:v>
                </c:pt>
                <c:pt idx="3985">
                  <c:v>103894.64</c:v>
                </c:pt>
                <c:pt idx="3986">
                  <c:v>103920.71</c:v>
                </c:pt>
                <c:pt idx="3987">
                  <c:v>103946.79</c:v>
                </c:pt>
                <c:pt idx="3988">
                  <c:v>103972.86</c:v>
                </c:pt>
                <c:pt idx="3989">
                  <c:v>103998.93</c:v>
                </c:pt>
                <c:pt idx="3990">
                  <c:v>104025</c:v>
                </c:pt>
                <c:pt idx="3991">
                  <c:v>104051.07</c:v>
                </c:pt>
                <c:pt idx="3992">
                  <c:v>104077.14</c:v>
                </c:pt>
                <c:pt idx="3993">
                  <c:v>104103.21</c:v>
                </c:pt>
                <c:pt idx="3994">
                  <c:v>104129.29</c:v>
                </c:pt>
                <c:pt idx="3995">
                  <c:v>104155.36</c:v>
                </c:pt>
                <c:pt idx="3996">
                  <c:v>104181.43</c:v>
                </c:pt>
                <c:pt idx="3997">
                  <c:v>104207.5</c:v>
                </c:pt>
                <c:pt idx="3998">
                  <c:v>104233.57</c:v>
                </c:pt>
                <c:pt idx="3999">
                  <c:v>104259.64</c:v>
                </c:pt>
                <c:pt idx="4000">
                  <c:v>104285.71</c:v>
                </c:pt>
                <c:pt idx="4001">
                  <c:v>104311.79</c:v>
                </c:pt>
                <c:pt idx="4002">
                  <c:v>104337.86</c:v>
                </c:pt>
                <c:pt idx="4003">
                  <c:v>104363.93</c:v>
                </c:pt>
                <c:pt idx="4004">
                  <c:v>104390</c:v>
                </c:pt>
                <c:pt idx="4005">
                  <c:v>104416.07</c:v>
                </c:pt>
                <c:pt idx="4006">
                  <c:v>104442.14</c:v>
                </c:pt>
                <c:pt idx="4007">
                  <c:v>104468.21</c:v>
                </c:pt>
                <c:pt idx="4008">
                  <c:v>104494.29</c:v>
                </c:pt>
                <c:pt idx="4009">
                  <c:v>104520.36</c:v>
                </c:pt>
                <c:pt idx="4010">
                  <c:v>104546.43</c:v>
                </c:pt>
                <c:pt idx="4011">
                  <c:v>104572.5</c:v>
                </c:pt>
                <c:pt idx="4012">
                  <c:v>104598.57</c:v>
                </c:pt>
                <c:pt idx="4013">
                  <c:v>104624.64</c:v>
                </c:pt>
                <c:pt idx="4014">
                  <c:v>104650.71</c:v>
                </c:pt>
                <c:pt idx="4015">
                  <c:v>104676.79</c:v>
                </c:pt>
                <c:pt idx="4016">
                  <c:v>104702.86</c:v>
                </c:pt>
                <c:pt idx="4017">
                  <c:v>104728.93</c:v>
                </c:pt>
                <c:pt idx="4018">
                  <c:v>104755</c:v>
                </c:pt>
                <c:pt idx="4019">
                  <c:v>104781.07</c:v>
                </c:pt>
                <c:pt idx="4020">
                  <c:v>104807.14</c:v>
                </c:pt>
                <c:pt idx="4021">
                  <c:v>104833.21</c:v>
                </c:pt>
                <c:pt idx="4022">
                  <c:v>104859.29</c:v>
                </c:pt>
                <c:pt idx="4023">
                  <c:v>104885.36</c:v>
                </c:pt>
                <c:pt idx="4024">
                  <c:v>104911.43</c:v>
                </c:pt>
                <c:pt idx="4025">
                  <c:v>104937.5</c:v>
                </c:pt>
                <c:pt idx="4026">
                  <c:v>104963.57</c:v>
                </c:pt>
                <c:pt idx="4027">
                  <c:v>104989.64</c:v>
                </c:pt>
                <c:pt idx="4028">
                  <c:v>105015.71</c:v>
                </c:pt>
                <c:pt idx="4029">
                  <c:v>105041.79</c:v>
                </c:pt>
                <c:pt idx="4030">
                  <c:v>105067.86</c:v>
                </c:pt>
                <c:pt idx="4031">
                  <c:v>105093.93</c:v>
                </c:pt>
                <c:pt idx="4032">
                  <c:v>105120</c:v>
                </c:pt>
                <c:pt idx="4033">
                  <c:v>105146.07</c:v>
                </c:pt>
                <c:pt idx="4034">
                  <c:v>105172.14</c:v>
                </c:pt>
                <c:pt idx="4035">
                  <c:v>105198.21</c:v>
                </c:pt>
                <c:pt idx="4036">
                  <c:v>105224.29</c:v>
                </c:pt>
                <c:pt idx="4037">
                  <c:v>105250.36</c:v>
                </c:pt>
                <c:pt idx="4038">
                  <c:v>105276.43</c:v>
                </c:pt>
                <c:pt idx="4039">
                  <c:v>105302.5</c:v>
                </c:pt>
                <c:pt idx="4040">
                  <c:v>105328.57</c:v>
                </c:pt>
                <c:pt idx="4041">
                  <c:v>105354.64</c:v>
                </c:pt>
                <c:pt idx="4042">
                  <c:v>105380.71</c:v>
                </c:pt>
                <c:pt idx="4043">
                  <c:v>105406.79</c:v>
                </c:pt>
                <c:pt idx="4044">
                  <c:v>105432.86</c:v>
                </c:pt>
                <c:pt idx="4045">
                  <c:v>105458.93</c:v>
                </c:pt>
                <c:pt idx="4046">
                  <c:v>105485</c:v>
                </c:pt>
                <c:pt idx="4047">
                  <c:v>105511.07</c:v>
                </c:pt>
                <c:pt idx="4048">
                  <c:v>105537.14</c:v>
                </c:pt>
                <c:pt idx="4049">
                  <c:v>105563.21</c:v>
                </c:pt>
                <c:pt idx="4050">
                  <c:v>105589.29</c:v>
                </c:pt>
                <c:pt idx="4051">
                  <c:v>105615.36</c:v>
                </c:pt>
                <c:pt idx="4052">
                  <c:v>105641.43</c:v>
                </c:pt>
                <c:pt idx="4053">
                  <c:v>105667.5</c:v>
                </c:pt>
                <c:pt idx="4054">
                  <c:v>105693.57</c:v>
                </c:pt>
                <c:pt idx="4055">
                  <c:v>105719.64</c:v>
                </c:pt>
                <c:pt idx="4056">
                  <c:v>105745.71</c:v>
                </c:pt>
                <c:pt idx="4057">
                  <c:v>105771.79</c:v>
                </c:pt>
                <c:pt idx="4058">
                  <c:v>105797.86</c:v>
                </c:pt>
                <c:pt idx="4059">
                  <c:v>105823.93</c:v>
                </c:pt>
                <c:pt idx="4060">
                  <c:v>105850</c:v>
                </c:pt>
                <c:pt idx="4061">
                  <c:v>105876.07</c:v>
                </c:pt>
                <c:pt idx="4062">
                  <c:v>105902.14</c:v>
                </c:pt>
                <c:pt idx="4063">
                  <c:v>105928.21</c:v>
                </c:pt>
                <c:pt idx="4064">
                  <c:v>105954.29</c:v>
                </c:pt>
                <c:pt idx="4065">
                  <c:v>105980.36</c:v>
                </c:pt>
                <c:pt idx="4066">
                  <c:v>106006.43</c:v>
                </c:pt>
                <c:pt idx="4067">
                  <c:v>106032.5</c:v>
                </c:pt>
                <c:pt idx="4068">
                  <c:v>106058.57</c:v>
                </c:pt>
                <c:pt idx="4069">
                  <c:v>106084.64</c:v>
                </c:pt>
                <c:pt idx="4070">
                  <c:v>106110.71</c:v>
                </c:pt>
                <c:pt idx="4071">
                  <c:v>106136.79</c:v>
                </c:pt>
                <c:pt idx="4072">
                  <c:v>106162.86</c:v>
                </c:pt>
                <c:pt idx="4073">
                  <c:v>106188.93</c:v>
                </c:pt>
                <c:pt idx="4074">
                  <c:v>106215</c:v>
                </c:pt>
                <c:pt idx="4075">
                  <c:v>106241.07</c:v>
                </c:pt>
                <c:pt idx="4076">
                  <c:v>106267.14</c:v>
                </c:pt>
                <c:pt idx="4077">
                  <c:v>106293.21</c:v>
                </c:pt>
                <c:pt idx="4078">
                  <c:v>106319.29</c:v>
                </c:pt>
                <c:pt idx="4079">
                  <c:v>106345.36</c:v>
                </c:pt>
                <c:pt idx="4080">
                  <c:v>106371.43</c:v>
                </c:pt>
                <c:pt idx="4081">
                  <c:v>106397.5</c:v>
                </c:pt>
                <c:pt idx="4082">
                  <c:v>106423.57</c:v>
                </c:pt>
                <c:pt idx="4083">
                  <c:v>106449.64</c:v>
                </c:pt>
                <c:pt idx="4084">
                  <c:v>106475.71</c:v>
                </c:pt>
                <c:pt idx="4085">
                  <c:v>106501.79</c:v>
                </c:pt>
                <c:pt idx="4086">
                  <c:v>106527.86</c:v>
                </c:pt>
                <c:pt idx="4087">
                  <c:v>106553.93</c:v>
                </c:pt>
                <c:pt idx="4088">
                  <c:v>106580</c:v>
                </c:pt>
                <c:pt idx="4089">
                  <c:v>106606.07</c:v>
                </c:pt>
                <c:pt idx="4090">
                  <c:v>106632.14</c:v>
                </c:pt>
                <c:pt idx="4091">
                  <c:v>106658.21</c:v>
                </c:pt>
                <c:pt idx="4092">
                  <c:v>106684.29</c:v>
                </c:pt>
                <c:pt idx="4093">
                  <c:v>106710.36</c:v>
                </c:pt>
                <c:pt idx="4094">
                  <c:v>106736.43</c:v>
                </c:pt>
                <c:pt idx="4095">
                  <c:v>106762.5</c:v>
                </c:pt>
                <c:pt idx="4096">
                  <c:v>106788.57</c:v>
                </c:pt>
                <c:pt idx="4097">
                  <c:v>106814.64</c:v>
                </c:pt>
                <c:pt idx="4098">
                  <c:v>106840.71</c:v>
                </c:pt>
                <c:pt idx="4099">
                  <c:v>106866.79</c:v>
                </c:pt>
                <c:pt idx="4100">
                  <c:v>106892.86</c:v>
                </c:pt>
                <c:pt idx="4101">
                  <c:v>106918.93</c:v>
                </c:pt>
                <c:pt idx="4102">
                  <c:v>106945</c:v>
                </c:pt>
                <c:pt idx="4103">
                  <c:v>106971.07</c:v>
                </c:pt>
                <c:pt idx="4104">
                  <c:v>106997.14</c:v>
                </c:pt>
                <c:pt idx="4105">
                  <c:v>107023.21</c:v>
                </c:pt>
                <c:pt idx="4106">
                  <c:v>107049.29</c:v>
                </c:pt>
                <c:pt idx="4107">
                  <c:v>107075.36</c:v>
                </c:pt>
                <c:pt idx="4108">
                  <c:v>107101.43</c:v>
                </c:pt>
                <c:pt idx="4109">
                  <c:v>107127.5</c:v>
                </c:pt>
                <c:pt idx="4110">
                  <c:v>107153.57</c:v>
                </c:pt>
                <c:pt idx="4111">
                  <c:v>107179.64</c:v>
                </c:pt>
                <c:pt idx="4112">
                  <c:v>107205.71</c:v>
                </c:pt>
                <c:pt idx="4113">
                  <c:v>107231.79</c:v>
                </c:pt>
                <c:pt idx="4114">
                  <c:v>107257.86</c:v>
                </c:pt>
                <c:pt idx="4115">
                  <c:v>107283.93</c:v>
                </c:pt>
                <c:pt idx="4116">
                  <c:v>107310</c:v>
                </c:pt>
                <c:pt idx="4117">
                  <c:v>107336.07</c:v>
                </c:pt>
                <c:pt idx="4118">
                  <c:v>107362.14</c:v>
                </c:pt>
                <c:pt idx="4119">
                  <c:v>107388.21</c:v>
                </c:pt>
                <c:pt idx="4120">
                  <c:v>107414.29</c:v>
                </c:pt>
                <c:pt idx="4121">
                  <c:v>107440.36</c:v>
                </c:pt>
                <c:pt idx="4122">
                  <c:v>107466.43</c:v>
                </c:pt>
                <c:pt idx="4123">
                  <c:v>107492.5</c:v>
                </c:pt>
                <c:pt idx="4124">
                  <c:v>107518.57</c:v>
                </c:pt>
                <c:pt idx="4125">
                  <c:v>107544.64</c:v>
                </c:pt>
                <c:pt idx="4126">
                  <c:v>107570.71</c:v>
                </c:pt>
                <c:pt idx="4127">
                  <c:v>107596.79</c:v>
                </c:pt>
                <c:pt idx="4128">
                  <c:v>107622.86</c:v>
                </c:pt>
                <c:pt idx="4129">
                  <c:v>107648.93</c:v>
                </c:pt>
                <c:pt idx="4130">
                  <c:v>107675</c:v>
                </c:pt>
                <c:pt idx="4131">
                  <c:v>107701.07</c:v>
                </c:pt>
                <c:pt idx="4132">
                  <c:v>107727.14</c:v>
                </c:pt>
                <c:pt idx="4133">
                  <c:v>107753.21</c:v>
                </c:pt>
                <c:pt idx="4134">
                  <c:v>107779.29</c:v>
                </c:pt>
                <c:pt idx="4135">
                  <c:v>107805.36</c:v>
                </c:pt>
                <c:pt idx="4136">
                  <c:v>107831.43</c:v>
                </c:pt>
                <c:pt idx="4137">
                  <c:v>107857.5</c:v>
                </c:pt>
                <c:pt idx="4138">
                  <c:v>107883.57</c:v>
                </c:pt>
                <c:pt idx="4139">
                  <c:v>107909.64</c:v>
                </c:pt>
                <c:pt idx="4140">
                  <c:v>107935.71</c:v>
                </c:pt>
                <c:pt idx="4141">
                  <c:v>107961.79</c:v>
                </c:pt>
                <c:pt idx="4142">
                  <c:v>107987.86</c:v>
                </c:pt>
                <c:pt idx="4143">
                  <c:v>108013.93</c:v>
                </c:pt>
                <c:pt idx="4144">
                  <c:v>108040</c:v>
                </c:pt>
                <c:pt idx="4145">
                  <c:v>108066.07</c:v>
                </c:pt>
                <c:pt idx="4146">
                  <c:v>108092.14</c:v>
                </c:pt>
                <c:pt idx="4147">
                  <c:v>108118.21</c:v>
                </c:pt>
                <c:pt idx="4148">
                  <c:v>108144.29</c:v>
                </c:pt>
                <c:pt idx="4149">
                  <c:v>108170.36</c:v>
                </c:pt>
                <c:pt idx="4150">
                  <c:v>108196.43</c:v>
                </c:pt>
                <c:pt idx="4151">
                  <c:v>108222.5</c:v>
                </c:pt>
                <c:pt idx="4152">
                  <c:v>108248.57</c:v>
                </c:pt>
                <c:pt idx="4153">
                  <c:v>108274.64</c:v>
                </c:pt>
                <c:pt idx="4154">
                  <c:v>108300.71</c:v>
                </c:pt>
                <c:pt idx="4155">
                  <c:v>108326.79</c:v>
                </c:pt>
                <c:pt idx="4156">
                  <c:v>108352.86</c:v>
                </c:pt>
                <c:pt idx="4157">
                  <c:v>108378.93</c:v>
                </c:pt>
                <c:pt idx="4158">
                  <c:v>108405</c:v>
                </c:pt>
                <c:pt idx="4159">
                  <c:v>108431.07</c:v>
                </c:pt>
                <c:pt idx="4160">
                  <c:v>108457.14</c:v>
                </c:pt>
                <c:pt idx="4161">
                  <c:v>108483.21</c:v>
                </c:pt>
                <c:pt idx="4162">
                  <c:v>108509.29</c:v>
                </c:pt>
                <c:pt idx="4163">
                  <c:v>108535.36</c:v>
                </c:pt>
                <c:pt idx="4164">
                  <c:v>108561.43</c:v>
                </c:pt>
                <c:pt idx="4165">
                  <c:v>108587.5</c:v>
                </c:pt>
                <c:pt idx="4166">
                  <c:v>108613.57</c:v>
                </c:pt>
                <c:pt idx="4167">
                  <c:v>108639.64</c:v>
                </c:pt>
                <c:pt idx="4168">
                  <c:v>108665.71</c:v>
                </c:pt>
                <c:pt idx="4169">
                  <c:v>108691.79</c:v>
                </c:pt>
                <c:pt idx="4170">
                  <c:v>108717.86</c:v>
                </c:pt>
                <c:pt idx="4171">
                  <c:v>108743.93</c:v>
                </c:pt>
                <c:pt idx="4172">
                  <c:v>108770</c:v>
                </c:pt>
                <c:pt idx="4173">
                  <c:v>108796.07</c:v>
                </c:pt>
                <c:pt idx="4174">
                  <c:v>108822.14</c:v>
                </c:pt>
                <c:pt idx="4175">
                  <c:v>108848.21</c:v>
                </c:pt>
                <c:pt idx="4176">
                  <c:v>108874.29</c:v>
                </c:pt>
                <c:pt idx="4177">
                  <c:v>108900.36</c:v>
                </c:pt>
                <c:pt idx="4178">
                  <c:v>108926.43</c:v>
                </c:pt>
                <c:pt idx="4179">
                  <c:v>108952.5</c:v>
                </c:pt>
                <c:pt idx="4180">
                  <c:v>108978.57</c:v>
                </c:pt>
                <c:pt idx="4181">
                  <c:v>109004.64</c:v>
                </c:pt>
                <c:pt idx="4182">
                  <c:v>109030.71</c:v>
                </c:pt>
                <c:pt idx="4183">
                  <c:v>109056.79</c:v>
                </c:pt>
                <c:pt idx="4184">
                  <c:v>109082.86</c:v>
                </c:pt>
                <c:pt idx="4185">
                  <c:v>109108.93</c:v>
                </c:pt>
                <c:pt idx="4186">
                  <c:v>109135</c:v>
                </c:pt>
                <c:pt idx="4187">
                  <c:v>109161.07</c:v>
                </c:pt>
                <c:pt idx="4188">
                  <c:v>109187.14</c:v>
                </c:pt>
                <c:pt idx="4189">
                  <c:v>109213.21</c:v>
                </c:pt>
                <c:pt idx="4190">
                  <c:v>109239.29</c:v>
                </c:pt>
                <c:pt idx="4191">
                  <c:v>109265.36</c:v>
                </c:pt>
                <c:pt idx="4192">
                  <c:v>109291.43</c:v>
                </c:pt>
                <c:pt idx="4193">
                  <c:v>109317.5</c:v>
                </c:pt>
                <c:pt idx="4194">
                  <c:v>109343.57</c:v>
                </c:pt>
                <c:pt idx="4195">
                  <c:v>109369.64</c:v>
                </c:pt>
                <c:pt idx="4196">
                  <c:v>109395.71</c:v>
                </c:pt>
                <c:pt idx="4197">
                  <c:v>109421.79</c:v>
                </c:pt>
                <c:pt idx="4198">
                  <c:v>109447.86</c:v>
                </c:pt>
                <c:pt idx="4199">
                  <c:v>109473.93</c:v>
                </c:pt>
                <c:pt idx="4200">
                  <c:v>109500</c:v>
                </c:pt>
                <c:pt idx="4201">
                  <c:v>109526.07</c:v>
                </c:pt>
                <c:pt idx="4202">
                  <c:v>109552.14</c:v>
                </c:pt>
                <c:pt idx="4203">
                  <c:v>109578.21</c:v>
                </c:pt>
                <c:pt idx="4204">
                  <c:v>109604.29</c:v>
                </c:pt>
                <c:pt idx="4205">
                  <c:v>109630.36</c:v>
                </c:pt>
                <c:pt idx="4206">
                  <c:v>109656.43</c:v>
                </c:pt>
                <c:pt idx="4207">
                  <c:v>109682.5</c:v>
                </c:pt>
                <c:pt idx="4208">
                  <c:v>109708.57</c:v>
                </c:pt>
                <c:pt idx="4209">
                  <c:v>109734.64</c:v>
                </c:pt>
                <c:pt idx="4210">
                  <c:v>109760.71</c:v>
                </c:pt>
                <c:pt idx="4211">
                  <c:v>109786.79</c:v>
                </c:pt>
                <c:pt idx="4212">
                  <c:v>109812.86</c:v>
                </c:pt>
                <c:pt idx="4213">
                  <c:v>109838.93</c:v>
                </c:pt>
                <c:pt idx="4214">
                  <c:v>109865</c:v>
                </c:pt>
                <c:pt idx="4215">
                  <c:v>109891.07</c:v>
                </c:pt>
                <c:pt idx="4216">
                  <c:v>109917.14</c:v>
                </c:pt>
                <c:pt idx="4217">
                  <c:v>109943.21</c:v>
                </c:pt>
                <c:pt idx="4218">
                  <c:v>109969.29</c:v>
                </c:pt>
                <c:pt idx="4219">
                  <c:v>109995.36</c:v>
                </c:pt>
                <c:pt idx="4220">
                  <c:v>110021.43</c:v>
                </c:pt>
                <c:pt idx="4221">
                  <c:v>110047.5</c:v>
                </c:pt>
                <c:pt idx="4222">
                  <c:v>110073.57</c:v>
                </c:pt>
                <c:pt idx="4223">
                  <c:v>110099.64</c:v>
                </c:pt>
                <c:pt idx="4224">
                  <c:v>110125.71</c:v>
                </c:pt>
                <c:pt idx="4225">
                  <c:v>110151.79</c:v>
                </c:pt>
                <c:pt idx="4226">
                  <c:v>110177.86</c:v>
                </c:pt>
                <c:pt idx="4227">
                  <c:v>110203.93</c:v>
                </c:pt>
                <c:pt idx="4228">
                  <c:v>110230</c:v>
                </c:pt>
                <c:pt idx="4229">
                  <c:v>110256.07</c:v>
                </c:pt>
                <c:pt idx="4230">
                  <c:v>110282.14</c:v>
                </c:pt>
                <c:pt idx="4231">
                  <c:v>110308.21</c:v>
                </c:pt>
                <c:pt idx="4232">
                  <c:v>110334.29</c:v>
                </c:pt>
                <c:pt idx="4233">
                  <c:v>110360.36</c:v>
                </c:pt>
                <c:pt idx="4234">
                  <c:v>110386.43</c:v>
                </c:pt>
                <c:pt idx="4235">
                  <c:v>110412.5</c:v>
                </c:pt>
                <c:pt idx="4236">
                  <c:v>110438.57</c:v>
                </c:pt>
                <c:pt idx="4237">
                  <c:v>110464.64</c:v>
                </c:pt>
                <c:pt idx="4238">
                  <c:v>110490.71</c:v>
                </c:pt>
                <c:pt idx="4239">
                  <c:v>110516.79</c:v>
                </c:pt>
                <c:pt idx="4240">
                  <c:v>110542.86</c:v>
                </c:pt>
                <c:pt idx="4241">
                  <c:v>110568.93</c:v>
                </c:pt>
                <c:pt idx="4242">
                  <c:v>110595</c:v>
                </c:pt>
                <c:pt idx="4243">
                  <c:v>110621.07</c:v>
                </c:pt>
                <c:pt idx="4244">
                  <c:v>110647.14</c:v>
                </c:pt>
                <c:pt idx="4245">
                  <c:v>110673.21</c:v>
                </c:pt>
                <c:pt idx="4246">
                  <c:v>110699.29</c:v>
                </c:pt>
                <c:pt idx="4247">
                  <c:v>110725.36</c:v>
                </c:pt>
                <c:pt idx="4248">
                  <c:v>110751.43</c:v>
                </c:pt>
                <c:pt idx="4249">
                  <c:v>110777.5</c:v>
                </c:pt>
                <c:pt idx="4250">
                  <c:v>110803.57</c:v>
                </c:pt>
                <c:pt idx="4251">
                  <c:v>110829.64</c:v>
                </c:pt>
                <c:pt idx="4252">
                  <c:v>110855.71</c:v>
                </c:pt>
                <c:pt idx="4253">
                  <c:v>110881.79</c:v>
                </c:pt>
                <c:pt idx="4254">
                  <c:v>110907.86</c:v>
                </c:pt>
                <c:pt idx="4255">
                  <c:v>110933.93</c:v>
                </c:pt>
                <c:pt idx="4256">
                  <c:v>110960</c:v>
                </c:pt>
                <c:pt idx="4257">
                  <c:v>110986.07</c:v>
                </c:pt>
                <c:pt idx="4258">
                  <c:v>111012.14</c:v>
                </c:pt>
                <c:pt idx="4259">
                  <c:v>111038.21</c:v>
                </c:pt>
                <c:pt idx="4260">
                  <c:v>111064.29</c:v>
                </c:pt>
                <c:pt idx="4261">
                  <c:v>111090.36</c:v>
                </c:pt>
                <c:pt idx="4262">
                  <c:v>111116.43</c:v>
                </c:pt>
                <c:pt idx="4263">
                  <c:v>111142.5</c:v>
                </c:pt>
                <c:pt idx="4264">
                  <c:v>111168.57</c:v>
                </c:pt>
                <c:pt idx="4265">
                  <c:v>111194.64</c:v>
                </c:pt>
                <c:pt idx="4266">
                  <c:v>111220.71</c:v>
                </c:pt>
                <c:pt idx="4267">
                  <c:v>111246.79</c:v>
                </c:pt>
                <c:pt idx="4268">
                  <c:v>111272.86</c:v>
                </c:pt>
                <c:pt idx="4269">
                  <c:v>111298.93</c:v>
                </c:pt>
                <c:pt idx="4270">
                  <c:v>111325</c:v>
                </c:pt>
                <c:pt idx="4271">
                  <c:v>111351.07</c:v>
                </c:pt>
                <c:pt idx="4272">
                  <c:v>111377.14</c:v>
                </c:pt>
                <c:pt idx="4273">
                  <c:v>111403.21</c:v>
                </c:pt>
                <c:pt idx="4274">
                  <c:v>111429.29</c:v>
                </c:pt>
                <c:pt idx="4275">
                  <c:v>111455.36</c:v>
                </c:pt>
                <c:pt idx="4276">
                  <c:v>111481.43</c:v>
                </c:pt>
                <c:pt idx="4277">
                  <c:v>111507.5</c:v>
                </c:pt>
                <c:pt idx="4278">
                  <c:v>111533.57</c:v>
                </c:pt>
                <c:pt idx="4279">
                  <c:v>111559.64</c:v>
                </c:pt>
                <c:pt idx="4280">
                  <c:v>111585.71</c:v>
                </c:pt>
                <c:pt idx="4281">
                  <c:v>111611.79</c:v>
                </c:pt>
                <c:pt idx="4282">
                  <c:v>111637.86</c:v>
                </c:pt>
                <c:pt idx="4283">
                  <c:v>111663.93</c:v>
                </c:pt>
                <c:pt idx="4284">
                  <c:v>111690</c:v>
                </c:pt>
                <c:pt idx="4285">
                  <c:v>111716.07</c:v>
                </c:pt>
                <c:pt idx="4286">
                  <c:v>111742.14</c:v>
                </c:pt>
                <c:pt idx="4287">
                  <c:v>111768.21</c:v>
                </c:pt>
                <c:pt idx="4288">
                  <c:v>111794.29</c:v>
                </c:pt>
                <c:pt idx="4289">
                  <c:v>111820.36</c:v>
                </c:pt>
                <c:pt idx="4290">
                  <c:v>111846.43</c:v>
                </c:pt>
                <c:pt idx="4291">
                  <c:v>111872.5</c:v>
                </c:pt>
                <c:pt idx="4292">
                  <c:v>111898.57</c:v>
                </c:pt>
                <c:pt idx="4293">
                  <c:v>111924.64</c:v>
                </c:pt>
                <c:pt idx="4294">
                  <c:v>111950.71</c:v>
                </c:pt>
                <c:pt idx="4295">
                  <c:v>111976.79</c:v>
                </c:pt>
                <c:pt idx="4296">
                  <c:v>112002.86</c:v>
                </c:pt>
                <c:pt idx="4297">
                  <c:v>112028.93</c:v>
                </c:pt>
                <c:pt idx="4298">
                  <c:v>112055</c:v>
                </c:pt>
                <c:pt idx="4299">
                  <c:v>112081.07</c:v>
                </c:pt>
                <c:pt idx="4300">
                  <c:v>112107.14</c:v>
                </c:pt>
                <c:pt idx="4301">
                  <c:v>112133.21</c:v>
                </c:pt>
                <c:pt idx="4302">
                  <c:v>112159.29</c:v>
                </c:pt>
                <c:pt idx="4303">
                  <c:v>112185.36</c:v>
                </c:pt>
                <c:pt idx="4304">
                  <c:v>112211.43</c:v>
                </c:pt>
                <c:pt idx="4305">
                  <c:v>112237.5</c:v>
                </c:pt>
                <c:pt idx="4306">
                  <c:v>112263.57</c:v>
                </c:pt>
                <c:pt idx="4307">
                  <c:v>112289.64</c:v>
                </c:pt>
                <c:pt idx="4308">
                  <c:v>112315.71</c:v>
                </c:pt>
                <c:pt idx="4309">
                  <c:v>112341.79</c:v>
                </c:pt>
                <c:pt idx="4310">
                  <c:v>112367.86</c:v>
                </c:pt>
                <c:pt idx="4311">
                  <c:v>112393.93</c:v>
                </c:pt>
                <c:pt idx="4312">
                  <c:v>112420</c:v>
                </c:pt>
                <c:pt idx="4313">
                  <c:v>112446.07</c:v>
                </c:pt>
                <c:pt idx="4314">
                  <c:v>112472.14</c:v>
                </c:pt>
                <c:pt idx="4315">
                  <c:v>112498.21</c:v>
                </c:pt>
                <c:pt idx="4316">
                  <c:v>112524.29</c:v>
                </c:pt>
                <c:pt idx="4317">
                  <c:v>112550.36</c:v>
                </c:pt>
                <c:pt idx="4318">
                  <c:v>112576.43</c:v>
                </c:pt>
                <c:pt idx="4319">
                  <c:v>112602.5</c:v>
                </c:pt>
                <c:pt idx="4320">
                  <c:v>112628.57</c:v>
                </c:pt>
                <c:pt idx="4321">
                  <c:v>112654.64</c:v>
                </c:pt>
                <c:pt idx="4322">
                  <c:v>112680.71</c:v>
                </c:pt>
                <c:pt idx="4323">
                  <c:v>112706.79</c:v>
                </c:pt>
                <c:pt idx="4324">
                  <c:v>112732.86</c:v>
                </c:pt>
                <c:pt idx="4325">
                  <c:v>112758.93</c:v>
                </c:pt>
                <c:pt idx="4326">
                  <c:v>112785</c:v>
                </c:pt>
                <c:pt idx="4327">
                  <c:v>112811.07</c:v>
                </c:pt>
                <c:pt idx="4328">
                  <c:v>112837.14</c:v>
                </c:pt>
                <c:pt idx="4329">
                  <c:v>112863.21</c:v>
                </c:pt>
                <c:pt idx="4330">
                  <c:v>112889.29</c:v>
                </c:pt>
                <c:pt idx="4331">
                  <c:v>112915.36</c:v>
                </c:pt>
                <c:pt idx="4332">
                  <c:v>112941.43</c:v>
                </c:pt>
                <c:pt idx="4333">
                  <c:v>112967.5</c:v>
                </c:pt>
                <c:pt idx="4334">
                  <c:v>112993.57</c:v>
                </c:pt>
                <c:pt idx="4335">
                  <c:v>113019.64</c:v>
                </c:pt>
                <c:pt idx="4336">
                  <c:v>113045.71</c:v>
                </c:pt>
                <c:pt idx="4337">
                  <c:v>113071.79</c:v>
                </c:pt>
                <c:pt idx="4338">
                  <c:v>113097.86</c:v>
                </c:pt>
                <c:pt idx="4339">
                  <c:v>113123.93</c:v>
                </c:pt>
                <c:pt idx="4340">
                  <c:v>113150</c:v>
                </c:pt>
                <c:pt idx="4341">
                  <c:v>113176.07</c:v>
                </c:pt>
                <c:pt idx="4342">
                  <c:v>113202.14</c:v>
                </c:pt>
                <c:pt idx="4343">
                  <c:v>113228.21</c:v>
                </c:pt>
                <c:pt idx="4344">
                  <c:v>113254.29</c:v>
                </c:pt>
                <c:pt idx="4345">
                  <c:v>113280.36</c:v>
                </c:pt>
                <c:pt idx="4346">
                  <c:v>113306.43</c:v>
                </c:pt>
                <c:pt idx="4347">
                  <c:v>113332.5</c:v>
                </c:pt>
                <c:pt idx="4348">
                  <c:v>113358.57</c:v>
                </c:pt>
                <c:pt idx="4349">
                  <c:v>113384.64</c:v>
                </c:pt>
                <c:pt idx="4350">
                  <c:v>113410.71</c:v>
                </c:pt>
                <c:pt idx="4351">
                  <c:v>113436.79</c:v>
                </c:pt>
                <c:pt idx="4352">
                  <c:v>113462.86</c:v>
                </c:pt>
                <c:pt idx="4353">
                  <c:v>113488.93</c:v>
                </c:pt>
                <c:pt idx="4354">
                  <c:v>113515</c:v>
                </c:pt>
                <c:pt idx="4355">
                  <c:v>113541.07</c:v>
                </c:pt>
                <c:pt idx="4356">
                  <c:v>113567.14</c:v>
                </c:pt>
                <c:pt idx="4357">
                  <c:v>113593.21</c:v>
                </c:pt>
                <c:pt idx="4358">
                  <c:v>113619.29</c:v>
                </c:pt>
                <c:pt idx="4359">
                  <c:v>113645.36</c:v>
                </c:pt>
                <c:pt idx="4360">
                  <c:v>113671.43</c:v>
                </c:pt>
                <c:pt idx="4361">
                  <c:v>113697.5</c:v>
                </c:pt>
                <c:pt idx="4362">
                  <c:v>113723.57</c:v>
                </c:pt>
                <c:pt idx="4363">
                  <c:v>113749.64</c:v>
                </c:pt>
                <c:pt idx="4364">
                  <c:v>113775.71</c:v>
                </c:pt>
                <c:pt idx="4365">
                  <c:v>113801.79</c:v>
                </c:pt>
                <c:pt idx="4366">
                  <c:v>113827.86</c:v>
                </c:pt>
                <c:pt idx="4367">
                  <c:v>113853.93</c:v>
                </c:pt>
                <c:pt idx="4368">
                  <c:v>113880</c:v>
                </c:pt>
                <c:pt idx="4369">
                  <c:v>113906.07</c:v>
                </c:pt>
                <c:pt idx="4370">
                  <c:v>113932.14</c:v>
                </c:pt>
                <c:pt idx="4371">
                  <c:v>113958.21</c:v>
                </c:pt>
                <c:pt idx="4372">
                  <c:v>113984.29</c:v>
                </c:pt>
                <c:pt idx="4373">
                  <c:v>114010.36</c:v>
                </c:pt>
                <c:pt idx="4374">
                  <c:v>114036.43</c:v>
                </c:pt>
                <c:pt idx="4375">
                  <c:v>114062.5</c:v>
                </c:pt>
                <c:pt idx="4376">
                  <c:v>114088.57</c:v>
                </c:pt>
                <c:pt idx="4377">
                  <c:v>114114.64</c:v>
                </c:pt>
                <c:pt idx="4378">
                  <c:v>114140.71</c:v>
                </c:pt>
                <c:pt idx="4379">
                  <c:v>114166.79</c:v>
                </c:pt>
                <c:pt idx="4380">
                  <c:v>114192.86</c:v>
                </c:pt>
                <c:pt idx="4381">
                  <c:v>114218.93</c:v>
                </c:pt>
                <c:pt idx="4382">
                  <c:v>114245</c:v>
                </c:pt>
                <c:pt idx="4383">
                  <c:v>114271.07</c:v>
                </c:pt>
                <c:pt idx="4384">
                  <c:v>114297.14</c:v>
                </c:pt>
                <c:pt idx="4385">
                  <c:v>114323.21</c:v>
                </c:pt>
                <c:pt idx="4386">
                  <c:v>114349.29</c:v>
                </c:pt>
                <c:pt idx="4387">
                  <c:v>114375.36</c:v>
                </c:pt>
                <c:pt idx="4388">
                  <c:v>114401.43</c:v>
                </c:pt>
                <c:pt idx="4389">
                  <c:v>114427.5</c:v>
                </c:pt>
                <c:pt idx="4390">
                  <c:v>114453.57</c:v>
                </c:pt>
                <c:pt idx="4391">
                  <c:v>114479.64</c:v>
                </c:pt>
                <c:pt idx="4392">
                  <c:v>114505.71</c:v>
                </c:pt>
                <c:pt idx="4393">
                  <c:v>114531.79</c:v>
                </c:pt>
                <c:pt idx="4394">
                  <c:v>114557.86</c:v>
                </c:pt>
                <c:pt idx="4395">
                  <c:v>114583.93</c:v>
                </c:pt>
                <c:pt idx="4396">
                  <c:v>114610</c:v>
                </c:pt>
                <c:pt idx="4397">
                  <c:v>114636.07</c:v>
                </c:pt>
                <c:pt idx="4398">
                  <c:v>114662.14</c:v>
                </c:pt>
                <c:pt idx="4399">
                  <c:v>114688.21</c:v>
                </c:pt>
                <c:pt idx="4400">
                  <c:v>114714.29</c:v>
                </c:pt>
                <c:pt idx="4401">
                  <c:v>114740.36</c:v>
                </c:pt>
                <c:pt idx="4402">
                  <c:v>114766.43</c:v>
                </c:pt>
                <c:pt idx="4403">
                  <c:v>114792.5</c:v>
                </c:pt>
                <c:pt idx="4404">
                  <c:v>114818.57</c:v>
                </c:pt>
                <c:pt idx="4405">
                  <c:v>114844.64</c:v>
                </c:pt>
                <c:pt idx="4406">
                  <c:v>114870.71</c:v>
                </c:pt>
                <c:pt idx="4407">
                  <c:v>114896.79</c:v>
                </c:pt>
                <c:pt idx="4408">
                  <c:v>114922.86</c:v>
                </c:pt>
                <c:pt idx="4409">
                  <c:v>114948.93</c:v>
                </c:pt>
                <c:pt idx="4410">
                  <c:v>114975</c:v>
                </c:pt>
                <c:pt idx="4411">
                  <c:v>115001.07</c:v>
                </c:pt>
                <c:pt idx="4412">
                  <c:v>115027.14</c:v>
                </c:pt>
                <c:pt idx="4413">
                  <c:v>115053.21</c:v>
                </c:pt>
                <c:pt idx="4414">
                  <c:v>115079.29</c:v>
                </c:pt>
                <c:pt idx="4415">
                  <c:v>115105.36</c:v>
                </c:pt>
                <c:pt idx="4416">
                  <c:v>115131.43</c:v>
                </c:pt>
                <c:pt idx="4417">
                  <c:v>115157.5</c:v>
                </c:pt>
                <c:pt idx="4418">
                  <c:v>115183.57</c:v>
                </c:pt>
                <c:pt idx="4419">
                  <c:v>115209.64</c:v>
                </c:pt>
                <c:pt idx="4420">
                  <c:v>115235.71</c:v>
                </c:pt>
                <c:pt idx="4421">
                  <c:v>115261.79</c:v>
                </c:pt>
                <c:pt idx="4422">
                  <c:v>115287.86</c:v>
                </c:pt>
                <c:pt idx="4423">
                  <c:v>115313.93</c:v>
                </c:pt>
                <c:pt idx="4424">
                  <c:v>115340</c:v>
                </c:pt>
                <c:pt idx="4425">
                  <c:v>115366.07</c:v>
                </c:pt>
                <c:pt idx="4426">
                  <c:v>115392.14</c:v>
                </c:pt>
                <c:pt idx="4427">
                  <c:v>115418.21</c:v>
                </c:pt>
                <c:pt idx="4428">
                  <c:v>115444.29</c:v>
                </c:pt>
                <c:pt idx="4429">
                  <c:v>115470.36</c:v>
                </c:pt>
                <c:pt idx="4430">
                  <c:v>115496.43</c:v>
                </c:pt>
                <c:pt idx="4431">
                  <c:v>115522.5</c:v>
                </c:pt>
                <c:pt idx="4432">
                  <c:v>115548.57</c:v>
                </c:pt>
                <c:pt idx="4433">
                  <c:v>115574.64</c:v>
                </c:pt>
                <c:pt idx="4434">
                  <c:v>115600.71</c:v>
                </c:pt>
                <c:pt idx="4435">
                  <c:v>115626.79</c:v>
                </c:pt>
                <c:pt idx="4436">
                  <c:v>115652.86</c:v>
                </c:pt>
                <c:pt idx="4437">
                  <c:v>115678.93</c:v>
                </c:pt>
                <c:pt idx="4438">
                  <c:v>115705</c:v>
                </c:pt>
                <c:pt idx="4439">
                  <c:v>115731.07</c:v>
                </c:pt>
                <c:pt idx="4440">
                  <c:v>115757.14</c:v>
                </c:pt>
                <c:pt idx="4441">
                  <c:v>115783.21</c:v>
                </c:pt>
                <c:pt idx="4442">
                  <c:v>115809.29</c:v>
                </c:pt>
                <c:pt idx="4443">
                  <c:v>115835.36</c:v>
                </c:pt>
                <c:pt idx="4444">
                  <c:v>115861.43</c:v>
                </c:pt>
                <c:pt idx="4445">
                  <c:v>115887.5</c:v>
                </c:pt>
                <c:pt idx="4446">
                  <c:v>115913.57</c:v>
                </c:pt>
                <c:pt idx="4447">
                  <c:v>115939.64</c:v>
                </c:pt>
                <c:pt idx="4448">
                  <c:v>115965.71</c:v>
                </c:pt>
                <c:pt idx="4449">
                  <c:v>115991.79</c:v>
                </c:pt>
                <c:pt idx="4450">
                  <c:v>116017.86</c:v>
                </c:pt>
                <c:pt idx="4451">
                  <c:v>116043.93</c:v>
                </c:pt>
                <c:pt idx="4452">
                  <c:v>116070</c:v>
                </c:pt>
                <c:pt idx="4453">
                  <c:v>116096.07</c:v>
                </c:pt>
                <c:pt idx="4454">
                  <c:v>116122.14</c:v>
                </c:pt>
                <c:pt idx="4455">
                  <c:v>116148.21</c:v>
                </c:pt>
                <c:pt idx="4456">
                  <c:v>116174.29</c:v>
                </c:pt>
                <c:pt idx="4457">
                  <c:v>116200.36</c:v>
                </c:pt>
                <c:pt idx="4458">
                  <c:v>116226.43</c:v>
                </c:pt>
                <c:pt idx="4459">
                  <c:v>116252.5</c:v>
                </c:pt>
                <c:pt idx="4460">
                  <c:v>116278.57</c:v>
                </c:pt>
                <c:pt idx="4461">
                  <c:v>116304.64</c:v>
                </c:pt>
                <c:pt idx="4462">
                  <c:v>116330.71</c:v>
                </c:pt>
                <c:pt idx="4463">
                  <c:v>116356.79</c:v>
                </c:pt>
                <c:pt idx="4464">
                  <c:v>116382.86</c:v>
                </c:pt>
                <c:pt idx="4465">
                  <c:v>116408.93</c:v>
                </c:pt>
                <c:pt idx="4466">
                  <c:v>116435</c:v>
                </c:pt>
                <c:pt idx="4467">
                  <c:v>116461.07</c:v>
                </c:pt>
                <c:pt idx="4468">
                  <c:v>116487.14</c:v>
                </c:pt>
                <c:pt idx="4469">
                  <c:v>116513.21</c:v>
                </c:pt>
                <c:pt idx="4470">
                  <c:v>116539.29</c:v>
                </c:pt>
                <c:pt idx="4471">
                  <c:v>116565.36</c:v>
                </c:pt>
                <c:pt idx="4472">
                  <c:v>116591.43</c:v>
                </c:pt>
                <c:pt idx="4473">
                  <c:v>116617.5</c:v>
                </c:pt>
                <c:pt idx="4474">
                  <c:v>116643.57</c:v>
                </c:pt>
                <c:pt idx="4475">
                  <c:v>116669.64</c:v>
                </c:pt>
                <c:pt idx="4476">
                  <c:v>116695.71</c:v>
                </c:pt>
                <c:pt idx="4477">
                  <c:v>116721.79</c:v>
                </c:pt>
                <c:pt idx="4478">
                  <c:v>116747.86</c:v>
                </c:pt>
                <c:pt idx="4479">
                  <c:v>116773.93</c:v>
                </c:pt>
                <c:pt idx="4480">
                  <c:v>116800</c:v>
                </c:pt>
                <c:pt idx="4481">
                  <c:v>116826.07</c:v>
                </c:pt>
                <c:pt idx="4482">
                  <c:v>116852.14</c:v>
                </c:pt>
                <c:pt idx="4483">
                  <c:v>116878.21</c:v>
                </c:pt>
                <c:pt idx="4484">
                  <c:v>116904.29</c:v>
                </c:pt>
                <c:pt idx="4485">
                  <c:v>116930.36</c:v>
                </c:pt>
                <c:pt idx="4486">
                  <c:v>116956.43</c:v>
                </c:pt>
                <c:pt idx="4487">
                  <c:v>116982.5</c:v>
                </c:pt>
                <c:pt idx="4488">
                  <c:v>117008.57</c:v>
                </c:pt>
                <c:pt idx="4489">
                  <c:v>117034.64</c:v>
                </c:pt>
                <c:pt idx="4490">
                  <c:v>117060.71</c:v>
                </c:pt>
                <c:pt idx="4491">
                  <c:v>117086.79</c:v>
                </c:pt>
                <c:pt idx="4492">
                  <c:v>117112.86</c:v>
                </c:pt>
                <c:pt idx="4493">
                  <c:v>117138.93</c:v>
                </c:pt>
                <c:pt idx="4494">
                  <c:v>117165</c:v>
                </c:pt>
                <c:pt idx="4495">
                  <c:v>117191.07</c:v>
                </c:pt>
                <c:pt idx="4496">
                  <c:v>117217.14</c:v>
                </c:pt>
                <c:pt idx="4497">
                  <c:v>117243.21</c:v>
                </c:pt>
                <c:pt idx="4498">
                  <c:v>117269.29</c:v>
                </c:pt>
                <c:pt idx="4499">
                  <c:v>117295.36</c:v>
                </c:pt>
                <c:pt idx="4500">
                  <c:v>117321.43</c:v>
                </c:pt>
                <c:pt idx="4501">
                  <c:v>117347.5</c:v>
                </c:pt>
                <c:pt idx="4502">
                  <c:v>117373.57</c:v>
                </c:pt>
                <c:pt idx="4503">
                  <c:v>117399.64</c:v>
                </c:pt>
                <c:pt idx="4504">
                  <c:v>117425.71</c:v>
                </c:pt>
                <c:pt idx="4505">
                  <c:v>117451.79</c:v>
                </c:pt>
                <c:pt idx="4506">
                  <c:v>117477.86</c:v>
                </c:pt>
                <c:pt idx="4507">
                  <c:v>117503.93</c:v>
                </c:pt>
                <c:pt idx="4508">
                  <c:v>117530</c:v>
                </c:pt>
                <c:pt idx="4509">
                  <c:v>117556.07</c:v>
                </c:pt>
                <c:pt idx="4510">
                  <c:v>117582.14</c:v>
                </c:pt>
                <c:pt idx="4511">
                  <c:v>117608.21</c:v>
                </c:pt>
                <c:pt idx="4512">
                  <c:v>117634.29</c:v>
                </c:pt>
                <c:pt idx="4513">
                  <c:v>117660.36</c:v>
                </c:pt>
                <c:pt idx="4514">
                  <c:v>117686.43</c:v>
                </c:pt>
                <c:pt idx="4515">
                  <c:v>117712.5</c:v>
                </c:pt>
                <c:pt idx="4516">
                  <c:v>117738.57</c:v>
                </c:pt>
                <c:pt idx="4517">
                  <c:v>117764.64</c:v>
                </c:pt>
                <c:pt idx="4518">
                  <c:v>117790.71</c:v>
                </c:pt>
                <c:pt idx="4519">
                  <c:v>117816.79</c:v>
                </c:pt>
                <c:pt idx="4520">
                  <c:v>117842.86</c:v>
                </c:pt>
                <c:pt idx="4521">
                  <c:v>117868.93</c:v>
                </c:pt>
                <c:pt idx="4522">
                  <c:v>117895</c:v>
                </c:pt>
                <c:pt idx="4523">
                  <c:v>117921.07</c:v>
                </c:pt>
                <c:pt idx="4524">
                  <c:v>117947.14</c:v>
                </c:pt>
                <c:pt idx="4525">
                  <c:v>117973.21</c:v>
                </c:pt>
                <c:pt idx="4526">
                  <c:v>117999.29</c:v>
                </c:pt>
                <c:pt idx="4527">
                  <c:v>118025.36</c:v>
                </c:pt>
                <c:pt idx="4528">
                  <c:v>118051.43</c:v>
                </c:pt>
                <c:pt idx="4529">
                  <c:v>118077.5</c:v>
                </c:pt>
                <c:pt idx="4530">
                  <c:v>118103.57</c:v>
                </c:pt>
                <c:pt idx="4531">
                  <c:v>118129.64</c:v>
                </c:pt>
                <c:pt idx="4532">
                  <c:v>118155.71</c:v>
                </c:pt>
                <c:pt idx="4533">
                  <c:v>118181.79</c:v>
                </c:pt>
                <c:pt idx="4534">
                  <c:v>118207.86</c:v>
                </c:pt>
                <c:pt idx="4535">
                  <c:v>118233.93</c:v>
                </c:pt>
                <c:pt idx="4536">
                  <c:v>118260</c:v>
                </c:pt>
                <c:pt idx="4537">
                  <c:v>118286.07</c:v>
                </c:pt>
                <c:pt idx="4538">
                  <c:v>118312.14</c:v>
                </c:pt>
                <c:pt idx="4539">
                  <c:v>118338.21</c:v>
                </c:pt>
                <c:pt idx="4540">
                  <c:v>118364.29</c:v>
                </c:pt>
                <c:pt idx="4541">
                  <c:v>118390.36</c:v>
                </c:pt>
                <c:pt idx="4542">
                  <c:v>118416.43</c:v>
                </c:pt>
                <c:pt idx="4543">
                  <c:v>118442.5</c:v>
                </c:pt>
                <c:pt idx="4544">
                  <c:v>118468.57</c:v>
                </c:pt>
                <c:pt idx="4545">
                  <c:v>118494.64</c:v>
                </c:pt>
                <c:pt idx="4546">
                  <c:v>118520.71</c:v>
                </c:pt>
                <c:pt idx="4547">
                  <c:v>118546.79</c:v>
                </c:pt>
                <c:pt idx="4548">
                  <c:v>118572.86</c:v>
                </c:pt>
                <c:pt idx="4549">
                  <c:v>118598.93</c:v>
                </c:pt>
                <c:pt idx="4550">
                  <c:v>118625</c:v>
                </c:pt>
                <c:pt idx="4551">
                  <c:v>118651.07</c:v>
                </c:pt>
                <c:pt idx="4552">
                  <c:v>118677.14</c:v>
                </c:pt>
                <c:pt idx="4553">
                  <c:v>118703.21</c:v>
                </c:pt>
                <c:pt idx="4554">
                  <c:v>118729.29</c:v>
                </c:pt>
                <c:pt idx="4555">
                  <c:v>118755.36</c:v>
                </c:pt>
                <c:pt idx="4556">
                  <c:v>118781.43</c:v>
                </c:pt>
                <c:pt idx="4557">
                  <c:v>118807.5</c:v>
                </c:pt>
                <c:pt idx="4558">
                  <c:v>118833.57</c:v>
                </c:pt>
                <c:pt idx="4559">
                  <c:v>118859.64</c:v>
                </c:pt>
                <c:pt idx="4560">
                  <c:v>118885.71</c:v>
                </c:pt>
                <c:pt idx="4561">
                  <c:v>118911.79</c:v>
                </c:pt>
                <c:pt idx="4562">
                  <c:v>118937.86</c:v>
                </c:pt>
                <c:pt idx="4563">
                  <c:v>118963.93</c:v>
                </c:pt>
                <c:pt idx="4564">
                  <c:v>118990</c:v>
                </c:pt>
                <c:pt idx="4565">
                  <c:v>119016.07</c:v>
                </c:pt>
                <c:pt idx="4566">
                  <c:v>119042.14</c:v>
                </c:pt>
                <c:pt idx="4567">
                  <c:v>119068.21</c:v>
                </c:pt>
                <c:pt idx="4568">
                  <c:v>119094.29</c:v>
                </c:pt>
                <c:pt idx="4569">
                  <c:v>119120.36</c:v>
                </c:pt>
                <c:pt idx="4570">
                  <c:v>119146.43</c:v>
                </c:pt>
                <c:pt idx="4571">
                  <c:v>119172.5</c:v>
                </c:pt>
                <c:pt idx="4572">
                  <c:v>119198.57</c:v>
                </c:pt>
                <c:pt idx="4573">
                  <c:v>119224.64</c:v>
                </c:pt>
                <c:pt idx="4574">
                  <c:v>119250.71</c:v>
                </c:pt>
                <c:pt idx="4575">
                  <c:v>119276.79</c:v>
                </c:pt>
                <c:pt idx="4576">
                  <c:v>119302.86</c:v>
                </c:pt>
                <c:pt idx="4577">
                  <c:v>119328.93</c:v>
                </c:pt>
                <c:pt idx="4578">
                  <c:v>119355</c:v>
                </c:pt>
                <c:pt idx="4579">
                  <c:v>119381.07</c:v>
                </c:pt>
                <c:pt idx="4580">
                  <c:v>119407.14</c:v>
                </c:pt>
                <c:pt idx="4581">
                  <c:v>119433.21</c:v>
                </c:pt>
                <c:pt idx="4582">
                  <c:v>119459.29</c:v>
                </c:pt>
                <c:pt idx="4583">
                  <c:v>119485.36</c:v>
                </c:pt>
                <c:pt idx="4584">
                  <c:v>119511.43</c:v>
                </c:pt>
                <c:pt idx="4585">
                  <c:v>119537.5</c:v>
                </c:pt>
                <c:pt idx="4586">
                  <c:v>119563.57</c:v>
                </c:pt>
                <c:pt idx="4587">
                  <c:v>119589.64</c:v>
                </c:pt>
                <c:pt idx="4588">
                  <c:v>119615.71</c:v>
                </c:pt>
                <c:pt idx="4589">
                  <c:v>119641.79</c:v>
                </c:pt>
                <c:pt idx="4590">
                  <c:v>119667.86</c:v>
                </c:pt>
                <c:pt idx="4591">
                  <c:v>119693.93</c:v>
                </c:pt>
                <c:pt idx="4592">
                  <c:v>119720</c:v>
                </c:pt>
                <c:pt idx="4593">
                  <c:v>119746.07</c:v>
                </c:pt>
                <c:pt idx="4594">
                  <c:v>119772.14</c:v>
                </c:pt>
                <c:pt idx="4595">
                  <c:v>119798.21</c:v>
                </c:pt>
                <c:pt idx="4596">
                  <c:v>119824.29</c:v>
                </c:pt>
                <c:pt idx="4597">
                  <c:v>119850.36</c:v>
                </c:pt>
                <c:pt idx="4598">
                  <c:v>119876.43</c:v>
                </c:pt>
                <c:pt idx="4599">
                  <c:v>119902.5</c:v>
                </c:pt>
                <c:pt idx="4600">
                  <c:v>119928.57</c:v>
                </c:pt>
                <c:pt idx="4601">
                  <c:v>119954.64</c:v>
                </c:pt>
                <c:pt idx="4602">
                  <c:v>119980.71</c:v>
                </c:pt>
                <c:pt idx="4603">
                  <c:v>120006.79</c:v>
                </c:pt>
                <c:pt idx="4604">
                  <c:v>120032.86</c:v>
                </c:pt>
                <c:pt idx="4605">
                  <c:v>120058.93</c:v>
                </c:pt>
                <c:pt idx="4606">
                  <c:v>120085</c:v>
                </c:pt>
                <c:pt idx="4607">
                  <c:v>120111.07</c:v>
                </c:pt>
                <c:pt idx="4608">
                  <c:v>120137.14</c:v>
                </c:pt>
                <c:pt idx="4609">
                  <c:v>120163.21</c:v>
                </c:pt>
                <c:pt idx="4610">
                  <c:v>120189.29</c:v>
                </c:pt>
                <c:pt idx="4611">
                  <c:v>120215.36</c:v>
                </c:pt>
                <c:pt idx="4612">
                  <c:v>120241.43</c:v>
                </c:pt>
                <c:pt idx="4613">
                  <c:v>120267.5</c:v>
                </c:pt>
                <c:pt idx="4614">
                  <c:v>120293.57</c:v>
                </c:pt>
                <c:pt idx="4615">
                  <c:v>120319.64</c:v>
                </c:pt>
                <c:pt idx="4616">
                  <c:v>120345.71</c:v>
                </c:pt>
                <c:pt idx="4617">
                  <c:v>120371.79</c:v>
                </c:pt>
                <c:pt idx="4618">
                  <c:v>120397.86</c:v>
                </c:pt>
                <c:pt idx="4619">
                  <c:v>120423.93</c:v>
                </c:pt>
                <c:pt idx="4620">
                  <c:v>120450</c:v>
                </c:pt>
                <c:pt idx="4621">
                  <c:v>120476.07</c:v>
                </c:pt>
                <c:pt idx="4622">
                  <c:v>120502.14</c:v>
                </c:pt>
                <c:pt idx="4623">
                  <c:v>120528.21</c:v>
                </c:pt>
                <c:pt idx="4624">
                  <c:v>120554.29</c:v>
                </c:pt>
                <c:pt idx="4625">
                  <c:v>120580.36</c:v>
                </c:pt>
                <c:pt idx="4626">
                  <c:v>120606.43</c:v>
                </c:pt>
                <c:pt idx="4627">
                  <c:v>120632.5</c:v>
                </c:pt>
                <c:pt idx="4628">
                  <c:v>120658.57</c:v>
                </c:pt>
                <c:pt idx="4629">
                  <c:v>120684.64</c:v>
                </c:pt>
                <c:pt idx="4630">
                  <c:v>120710.71</c:v>
                </c:pt>
                <c:pt idx="4631">
                  <c:v>120736.79</c:v>
                </c:pt>
                <c:pt idx="4632">
                  <c:v>120762.86</c:v>
                </c:pt>
                <c:pt idx="4633">
                  <c:v>120788.93</c:v>
                </c:pt>
                <c:pt idx="4634">
                  <c:v>120815</c:v>
                </c:pt>
                <c:pt idx="4635">
                  <c:v>120841.07</c:v>
                </c:pt>
                <c:pt idx="4636">
                  <c:v>120867.14</c:v>
                </c:pt>
                <c:pt idx="4637">
                  <c:v>120893.21</c:v>
                </c:pt>
                <c:pt idx="4638">
                  <c:v>120919.29</c:v>
                </c:pt>
                <c:pt idx="4639">
                  <c:v>120945.36</c:v>
                </c:pt>
                <c:pt idx="4640">
                  <c:v>120971.43</c:v>
                </c:pt>
                <c:pt idx="4641">
                  <c:v>120997.5</c:v>
                </c:pt>
                <c:pt idx="4642">
                  <c:v>121023.57</c:v>
                </c:pt>
                <c:pt idx="4643">
                  <c:v>121049.64</c:v>
                </c:pt>
                <c:pt idx="4644">
                  <c:v>121075.71</c:v>
                </c:pt>
                <c:pt idx="4645">
                  <c:v>121101.79</c:v>
                </c:pt>
                <c:pt idx="4646">
                  <c:v>121127.86</c:v>
                </c:pt>
                <c:pt idx="4647">
                  <c:v>121153.93</c:v>
                </c:pt>
                <c:pt idx="4648">
                  <c:v>121180</c:v>
                </c:pt>
                <c:pt idx="4649">
                  <c:v>121206.07</c:v>
                </c:pt>
                <c:pt idx="4650">
                  <c:v>121232.14</c:v>
                </c:pt>
                <c:pt idx="4651">
                  <c:v>121258.21</c:v>
                </c:pt>
                <c:pt idx="4652">
                  <c:v>121284.29</c:v>
                </c:pt>
                <c:pt idx="4653">
                  <c:v>121310.36</c:v>
                </c:pt>
                <c:pt idx="4654">
                  <c:v>121336.43</c:v>
                </c:pt>
                <c:pt idx="4655">
                  <c:v>121362.5</c:v>
                </c:pt>
                <c:pt idx="4656">
                  <c:v>121388.57</c:v>
                </c:pt>
                <c:pt idx="4657">
                  <c:v>121414.64</c:v>
                </c:pt>
                <c:pt idx="4658">
                  <c:v>121440.71</c:v>
                </c:pt>
                <c:pt idx="4659">
                  <c:v>121466.79</c:v>
                </c:pt>
                <c:pt idx="4660">
                  <c:v>121492.86</c:v>
                </c:pt>
                <c:pt idx="4661">
                  <c:v>121518.93</c:v>
                </c:pt>
                <c:pt idx="4662">
                  <c:v>121545</c:v>
                </c:pt>
                <c:pt idx="4663">
                  <c:v>121571.07</c:v>
                </c:pt>
                <c:pt idx="4664">
                  <c:v>121597.14</c:v>
                </c:pt>
                <c:pt idx="4665">
                  <c:v>121623.21</c:v>
                </c:pt>
                <c:pt idx="4666">
                  <c:v>121649.29</c:v>
                </c:pt>
                <c:pt idx="4667">
                  <c:v>121675.36</c:v>
                </c:pt>
                <c:pt idx="4668">
                  <c:v>121701.43</c:v>
                </c:pt>
                <c:pt idx="4669">
                  <c:v>121727.5</c:v>
                </c:pt>
                <c:pt idx="4670">
                  <c:v>121753.57</c:v>
                </c:pt>
                <c:pt idx="4671">
                  <c:v>121779.64</c:v>
                </c:pt>
                <c:pt idx="4672">
                  <c:v>121805.71</c:v>
                </c:pt>
                <c:pt idx="4673">
                  <c:v>121831.79</c:v>
                </c:pt>
                <c:pt idx="4674">
                  <c:v>121857.86</c:v>
                </c:pt>
                <c:pt idx="4675">
                  <c:v>121883.93</c:v>
                </c:pt>
                <c:pt idx="4676">
                  <c:v>121910</c:v>
                </c:pt>
                <c:pt idx="4677">
                  <c:v>121936.07</c:v>
                </c:pt>
                <c:pt idx="4678">
                  <c:v>121962.14</c:v>
                </c:pt>
                <c:pt idx="4679">
                  <c:v>121988.21</c:v>
                </c:pt>
                <c:pt idx="4680">
                  <c:v>122014.29</c:v>
                </c:pt>
                <c:pt idx="4681">
                  <c:v>122040.36</c:v>
                </c:pt>
                <c:pt idx="4682">
                  <c:v>122066.43</c:v>
                </c:pt>
                <c:pt idx="4683">
                  <c:v>122092.5</c:v>
                </c:pt>
                <c:pt idx="4684">
                  <c:v>122118.57</c:v>
                </c:pt>
                <c:pt idx="4685">
                  <c:v>122144.64</c:v>
                </c:pt>
                <c:pt idx="4686">
                  <c:v>122170.71</c:v>
                </c:pt>
                <c:pt idx="4687">
                  <c:v>122196.79</c:v>
                </c:pt>
                <c:pt idx="4688">
                  <c:v>122222.86</c:v>
                </c:pt>
                <c:pt idx="4689">
                  <c:v>122248.93</c:v>
                </c:pt>
                <c:pt idx="4690">
                  <c:v>122275</c:v>
                </c:pt>
                <c:pt idx="4691">
                  <c:v>122301.07</c:v>
                </c:pt>
                <c:pt idx="4692">
                  <c:v>122327.14</c:v>
                </c:pt>
                <c:pt idx="4693">
                  <c:v>122353.21</c:v>
                </c:pt>
                <c:pt idx="4694">
                  <c:v>122379.29</c:v>
                </c:pt>
                <c:pt idx="4695">
                  <c:v>122405.36</c:v>
                </c:pt>
                <c:pt idx="4696">
                  <c:v>122431.43</c:v>
                </c:pt>
                <c:pt idx="4697">
                  <c:v>122457.5</c:v>
                </c:pt>
                <c:pt idx="4698">
                  <c:v>122483.57</c:v>
                </c:pt>
                <c:pt idx="4699">
                  <c:v>122509.64</c:v>
                </c:pt>
                <c:pt idx="4700">
                  <c:v>122535.71</c:v>
                </c:pt>
                <c:pt idx="4701">
                  <c:v>122561.79</c:v>
                </c:pt>
                <c:pt idx="4702">
                  <c:v>122587.86</c:v>
                </c:pt>
                <c:pt idx="4703">
                  <c:v>122613.93</c:v>
                </c:pt>
                <c:pt idx="4704">
                  <c:v>122640</c:v>
                </c:pt>
                <c:pt idx="4705">
                  <c:v>122666.07</c:v>
                </c:pt>
                <c:pt idx="4706">
                  <c:v>122692.14</c:v>
                </c:pt>
                <c:pt idx="4707">
                  <c:v>122718.21</c:v>
                </c:pt>
                <c:pt idx="4708">
                  <c:v>122744.29</c:v>
                </c:pt>
                <c:pt idx="4709">
                  <c:v>122770.36</c:v>
                </c:pt>
                <c:pt idx="4710">
                  <c:v>122796.43</c:v>
                </c:pt>
                <c:pt idx="4711">
                  <c:v>122822.5</c:v>
                </c:pt>
                <c:pt idx="4712">
                  <c:v>122848.57</c:v>
                </c:pt>
                <c:pt idx="4713">
                  <c:v>122874.64</c:v>
                </c:pt>
                <c:pt idx="4714">
                  <c:v>122900.71</c:v>
                </c:pt>
                <c:pt idx="4715">
                  <c:v>122926.79</c:v>
                </c:pt>
                <c:pt idx="4716">
                  <c:v>122952.86</c:v>
                </c:pt>
                <c:pt idx="4717">
                  <c:v>122978.93</c:v>
                </c:pt>
                <c:pt idx="4718">
                  <c:v>123005</c:v>
                </c:pt>
                <c:pt idx="4719">
                  <c:v>123031.07</c:v>
                </c:pt>
                <c:pt idx="4720">
                  <c:v>123057.14</c:v>
                </c:pt>
                <c:pt idx="4721">
                  <c:v>123083.21</c:v>
                </c:pt>
                <c:pt idx="4722">
                  <c:v>123109.29</c:v>
                </c:pt>
                <c:pt idx="4723">
                  <c:v>123135.36</c:v>
                </c:pt>
                <c:pt idx="4724">
                  <c:v>123161.43</c:v>
                </c:pt>
                <c:pt idx="4725">
                  <c:v>123187.5</c:v>
                </c:pt>
                <c:pt idx="4726">
                  <c:v>123213.57</c:v>
                </c:pt>
                <c:pt idx="4727">
                  <c:v>123239.64</c:v>
                </c:pt>
                <c:pt idx="4728">
                  <c:v>123265.71</c:v>
                </c:pt>
                <c:pt idx="4729">
                  <c:v>123291.79</c:v>
                </c:pt>
                <c:pt idx="4730">
                  <c:v>123317.86</c:v>
                </c:pt>
                <c:pt idx="4731">
                  <c:v>123343.93</c:v>
                </c:pt>
                <c:pt idx="4732">
                  <c:v>123370</c:v>
                </c:pt>
                <c:pt idx="4733">
                  <c:v>123396.07</c:v>
                </c:pt>
                <c:pt idx="4734">
                  <c:v>123422.14</c:v>
                </c:pt>
                <c:pt idx="4735">
                  <c:v>123448.21</c:v>
                </c:pt>
                <c:pt idx="4736">
                  <c:v>123474.29</c:v>
                </c:pt>
                <c:pt idx="4737">
                  <c:v>123500.36</c:v>
                </c:pt>
                <c:pt idx="4738">
                  <c:v>123526.43</c:v>
                </c:pt>
                <c:pt idx="4739">
                  <c:v>123552.5</c:v>
                </c:pt>
                <c:pt idx="4740">
                  <c:v>123578.57</c:v>
                </c:pt>
                <c:pt idx="4741">
                  <c:v>123604.64</c:v>
                </c:pt>
                <c:pt idx="4742">
                  <c:v>123630.71</c:v>
                </c:pt>
                <c:pt idx="4743">
                  <c:v>123656.79</c:v>
                </c:pt>
                <c:pt idx="4744">
                  <c:v>123682.86</c:v>
                </c:pt>
                <c:pt idx="4745">
                  <c:v>123708.93</c:v>
                </c:pt>
                <c:pt idx="4746">
                  <c:v>123735</c:v>
                </c:pt>
                <c:pt idx="4747">
                  <c:v>123761.07</c:v>
                </c:pt>
                <c:pt idx="4748">
                  <c:v>123787.14</c:v>
                </c:pt>
                <c:pt idx="4749">
                  <c:v>123813.21</c:v>
                </c:pt>
                <c:pt idx="4750">
                  <c:v>123839.29</c:v>
                </c:pt>
                <c:pt idx="4751">
                  <c:v>123865.36</c:v>
                </c:pt>
                <c:pt idx="4752">
                  <c:v>123891.43</c:v>
                </c:pt>
                <c:pt idx="4753">
                  <c:v>123917.5</c:v>
                </c:pt>
                <c:pt idx="4754">
                  <c:v>123943.57</c:v>
                </c:pt>
                <c:pt idx="4755">
                  <c:v>123969.64</c:v>
                </c:pt>
                <c:pt idx="4756">
                  <c:v>123995.71</c:v>
                </c:pt>
                <c:pt idx="4757">
                  <c:v>124021.79</c:v>
                </c:pt>
                <c:pt idx="4758">
                  <c:v>124047.86</c:v>
                </c:pt>
                <c:pt idx="4759">
                  <c:v>124073.93</c:v>
                </c:pt>
                <c:pt idx="4760">
                  <c:v>124100</c:v>
                </c:pt>
                <c:pt idx="4761">
                  <c:v>124126.07</c:v>
                </c:pt>
                <c:pt idx="4762">
                  <c:v>124152.14</c:v>
                </c:pt>
                <c:pt idx="4763">
                  <c:v>124178.21</c:v>
                </c:pt>
                <c:pt idx="4764">
                  <c:v>124204.29</c:v>
                </c:pt>
                <c:pt idx="4765">
                  <c:v>124230.36</c:v>
                </c:pt>
                <c:pt idx="4766">
                  <c:v>124256.43</c:v>
                </c:pt>
                <c:pt idx="4767">
                  <c:v>124282.5</c:v>
                </c:pt>
                <c:pt idx="4768">
                  <c:v>124308.57</c:v>
                </c:pt>
                <c:pt idx="4769">
                  <c:v>124334.64</c:v>
                </c:pt>
                <c:pt idx="4770">
                  <c:v>124360.71</c:v>
                </c:pt>
                <c:pt idx="4771">
                  <c:v>124386.79</c:v>
                </c:pt>
                <c:pt idx="4772">
                  <c:v>124412.86</c:v>
                </c:pt>
                <c:pt idx="4773">
                  <c:v>124438.93</c:v>
                </c:pt>
                <c:pt idx="4774">
                  <c:v>124465</c:v>
                </c:pt>
                <c:pt idx="4775">
                  <c:v>124491.07</c:v>
                </c:pt>
                <c:pt idx="4776">
                  <c:v>124517.14</c:v>
                </c:pt>
                <c:pt idx="4777">
                  <c:v>124543.21</c:v>
                </c:pt>
                <c:pt idx="4778">
                  <c:v>124569.29</c:v>
                </c:pt>
                <c:pt idx="4779">
                  <c:v>124595.36</c:v>
                </c:pt>
                <c:pt idx="4780">
                  <c:v>124621.43</c:v>
                </c:pt>
                <c:pt idx="4781">
                  <c:v>124647.5</c:v>
                </c:pt>
                <c:pt idx="4782">
                  <c:v>124673.57</c:v>
                </c:pt>
                <c:pt idx="4783">
                  <c:v>124699.64</c:v>
                </c:pt>
                <c:pt idx="4784">
                  <c:v>124725.71</c:v>
                </c:pt>
                <c:pt idx="4785">
                  <c:v>124751.79</c:v>
                </c:pt>
                <c:pt idx="4786">
                  <c:v>124777.86</c:v>
                </c:pt>
                <c:pt idx="4787">
                  <c:v>124803.93</c:v>
                </c:pt>
                <c:pt idx="4788">
                  <c:v>124830</c:v>
                </c:pt>
                <c:pt idx="4789">
                  <c:v>124856.07</c:v>
                </c:pt>
                <c:pt idx="4790">
                  <c:v>124882.14</c:v>
                </c:pt>
                <c:pt idx="4791">
                  <c:v>124908.21</c:v>
                </c:pt>
                <c:pt idx="4792">
                  <c:v>124934.29</c:v>
                </c:pt>
                <c:pt idx="4793">
                  <c:v>124960.36</c:v>
                </c:pt>
                <c:pt idx="4794">
                  <c:v>124986.43</c:v>
                </c:pt>
                <c:pt idx="4795">
                  <c:v>125012.5</c:v>
                </c:pt>
                <c:pt idx="4796">
                  <c:v>125038.57</c:v>
                </c:pt>
                <c:pt idx="4797">
                  <c:v>125064.64</c:v>
                </c:pt>
                <c:pt idx="4798">
                  <c:v>125090.71</c:v>
                </c:pt>
                <c:pt idx="4799">
                  <c:v>125116.79</c:v>
                </c:pt>
                <c:pt idx="4800">
                  <c:v>125142.86</c:v>
                </c:pt>
                <c:pt idx="4801">
                  <c:v>125168.93</c:v>
                </c:pt>
                <c:pt idx="4802">
                  <c:v>125195</c:v>
                </c:pt>
                <c:pt idx="4803">
                  <c:v>125221.07</c:v>
                </c:pt>
                <c:pt idx="4804">
                  <c:v>125247.14</c:v>
                </c:pt>
                <c:pt idx="4805">
                  <c:v>125273.21</c:v>
                </c:pt>
                <c:pt idx="4806">
                  <c:v>125299.29</c:v>
                </c:pt>
                <c:pt idx="4807">
                  <c:v>125325.36</c:v>
                </c:pt>
                <c:pt idx="4808">
                  <c:v>125351.43</c:v>
                </c:pt>
                <c:pt idx="4809">
                  <c:v>125377.5</c:v>
                </c:pt>
                <c:pt idx="4810">
                  <c:v>125403.57</c:v>
                </c:pt>
                <c:pt idx="4811">
                  <c:v>125429.64</c:v>
                </c:pt>
                <c:pt idx="4812">
                  <c:v>125455.71</c:v>
                </c:pt>
                <c:pt idx="4813">
                  <c:v>125481.79</c:v>
                </c:pt>
                <c:pt idx="4814">
                  <c:v>125507.86</c:v>
                </c:pt>
                <c:pt idx="4815">
                  <c:v>125533.93</c:v>
                </c:pt>
                <c:pt idx="4816">
                  <c:v>125560</c:v>
                </c:pt>
                <c:pt idx="4817">
                  <c:v>125586.07</c:v>
                </c:pt>
                <c:pt idx="4818">
                  <c:v>125612.14</c:v>
                </c:pt>
                <c:pt idx="4819">
                  <c:v>125638.21</c:v>
                </c:pt>
                <c:pt idx="4820">
                  <c:v>125664.29</c:v>
                </c:pt>
                <c:pt idx="4821">
                  <c:v>125690.36</c:v>
                </c:pt>
                <c:pt idx="4822">
                  <c:v>125716.43</c:v>
                </c:pt>
                <c:pt idx="4823">
                  <c:v>125742.5</c:v>
                </c:pt>
                <c:pt idx="4824">
                  <c:v>125768.57</c:v>
                </c:pt>
                <c:pt idx="4825">
                  <c:v>125794.64</c:v>
                </c:pt>
                <c:pt idx="4826">
                  <c:v>125820.71</c:v>
                </c:pt>
                <c:pt idx="4827">
                  <c:v>125846.79</c:v>
                </c:pt>
                <c:pt idx="4828">
                  <c:v>125872.86</c:v>
                </c:pt>
                <c:pt idx="4829">
                  <c:v>125898.93</c:v>
                </c:pt>
                <c:pt idx="4830">
                  <c:v>125925</c:v>
                </c:pt>
                <c:pt idx="4831">
                  <c:v>125951.07</c:v>
                </c:pt>
                <c:pt idx="4832">
                  <c:v>125977.14</c:v>
                </c:pt>
                <c:pt idx="4833">
                  <c:v>126003.21</c:v>
                </c:pt>
                <c:pt idx="4834">
                  <c:v>126029.29</c:v>
                </c:pt>
                <c:pt idx="4835">
                  <c:v>126055.36</c:v>
                </c:pt>
                <c:pt idx="4836">
                  <c:v>126081.43</c:v>
                </c:pt>
                <c:pt idx="4837">
                  <c:v>126107.5</c:v>
                </c:pt>
                <c:pt idx="4838">
                  <c:v>126133.57</c:v>
                </c:pt>
                <c:pt idx="4839">
                  <c:v>126159.64</c:v>
                </c:pt>
                <c:pt idx="4840">
                  <c:v>126185.71</c:v>
                </c:pt>
                <c:pt idx="4841">
                  <c:v>126211.79</c:v>
                </c:pt>
                <c:pt idx="4842">
                  <c:v>126237.86</c:v>
                </c:pt>
                <c:pt idx="4843">
                  <c:v>126263.93</c:v>
                </c:pt>
                <c:pt idx="4844">
                  <c:v>126290</c:v>
                </c:pt>
                <c:pt idx="4845">
                  <c:v>126316.07</c:v>
                </c:pt>
                <c:pt idx="4846">
                  <c:v>126342.14</c:v>
                </c:pt>
                <c:pt idx="4847">
                  <c:v>126368.21</c:v>
                </c:pt>
                <c:pt idx="4848">
                  <c:v>126394.29</c:v>
                </c:pt>
                <c:pt idx="4849">
                  <c:v>126420.36</c:v>
                </c:pt>
                <c:pt idx="4850">
                  <c:v>126446.43</c:v>
                </c:pt>
                <c:pt idx="4851">
                  <c:v>126472.5</c:v>
                </c:pt>
                <c:pt idx="4852">
                  <c:v>126498.57</c:v>
                </c:pt>
                <c:pt idx="4853">
                  <c:v>126524.64</c:v>
                </c:pt>
                <c:pt idx="4854">
                  <c:v>126550.71</c:v>
                </c:pt>
                <c:pt idx="4855">
                  <c:v>126576.79</c:v>
                </c:pt>
                <c:pt idx="4856">
                  <c:v>126602.86</c:v>
                </c:pt>
                <c:pt idx="4857">
                  <c:v>126628.93</c:v>
                </c:pt>
                <c:pt idx="4858">
                  <c:v>126655</c:v>
                </c:pt>
                <c:pt idx="4859">
                  <c:v>126681.07</c:v>
                </c:pt>
                <c:pt idx="4860">
                  <c:v>126707.14</c:v>
                </c:pt>
                <c:pt idx="4861">
                  <c:v>126733.21</c:v>
                </c:pt>
                <c:pt idx="4862">
                  <c:v>126759.29</c:v>
                </c:pt>
                <c:pt idx="4863">
                  <c:v>126785.36</c:v>
                </c:pt>
                <c:pt idx="4864">
                  <c:v>126811.43</c:v>
                </c:pt>
                <c:pt idx="4865">
                  <c:v>126837.5</c:v>
                </c:pt>
                <c:pt idx="4866">
                  <c:v>126863.57</c:v>
                </c:pt>
                <c:pt idx="4867">
                  <c:v>126889.64</c:v>
                </c:pt>
                <c:pt idx="4868">
                  <c:v>126915.71</c:v>
                </c:pt>
                <c:pt idx="4869">
                  <c:v>126941.79</c:v>
                </c:pt>
                <c:pt idx="4870">
                  <c:v>126967.86</c:v>
                </c:pt>
                <c:pt idx="4871">
                  <c:v>126993.93</c:v>
                </c:pt>
                <c:pt idx="4872">
                  <c:v>127020</c:v>
                </c:pt>
                <c:pt idx="4873">
                  <c:v>127046.07</c:v>
                </c:pt>
                <c:pt idx="4874">
                  <c:v>127072.14</c:v>
                </c:pt>
                <c:pt idx="4875">
                  <c:v>127098.21</c:v>
                </c:pt>
                <c:pt idx="4876">
                  <c:v>127124.29</c:v>
                </c:pt>
                <c:pt idx="4877">
                  <c:v>127150.36</c:v>
                </c:pt>
                <c:pt idx="4878">
                  <c:v>127176.43</c:v>
                </c:pt>
                <c:pt idx="4879">
                  <c:v>127202.5</c:v>
                </c:pt>
                <c:pt idx="4880">
                  <c:v>127228.57</c:v>
                </c:pt>
                <c:pt idx="4881">
                  <c:v>127254.64</c:v>
                </c:pt>
                <c:pt idx="4882">
                  <c:v>127280.71</c:v>
                </c:pt>
                <c:pt idx="4883">
                  <c:v>127306.79</c:v>
                </c:pt>
                <c:pt idx="4884">
                  <c:v>127332.86</c:v>
                </c:pt>
                <c:pt idx="4885">
                  <c:v>127358.93</c:v>
                </c:pt>
                <c:pt idx="4886">
                  <c:v>127385</c:v>
                </c:pt>
                <c:pt idx="4887">
                  <c:v>127411.07</c:v>
                </c:pt>
                <c:pt idx="4888">
                  <c:v>127437.14</c:v>
                </c:pt>
                <c:pt idx="4889">
                  <c:v>127463.21</c:v>
                </c:pt>
                <c:pt idx="4890">
                  <c:v>127489.29</c:v>
                </c:pt>
                <c:pt idx="4891">
                  <c:v>127515.36</c:v>
                </c:pt>
                <c:pt idx="4892">
                  <c:v>127541.43</c:v>
                </c:pt>
                <c:pt idx="4893">
                  <c:v>127567.5</c:v>
                </c:pt>
                <c:pt idx="4894">
                  <c:v>127593.57</c:v>
                </c:pt>
                <c:pt idx="4895">
                  <c:v>127619.64</c:v>
                </c:pt>
                <c:pt idx="4896">
                  <c:v>127645.71</c:v>
                </c:pt>
                <c:pt idx="4897">
                  <c:v>127671.79</c:v>
                </c:pt>
                <c:pt idx="4898">
                  <c:v>127697.86</c:v>
                </c:pt>
                <c:pt idx="4899">
                  <c:v>127723.93</c:v>
                </c:pt>
                <c:pt idx="4900">
                  <c:v>127750</c:v>
                </c:pt>
                <c:pt idx="4901">
                  <c:v>127776.07</c:v>
                </c:pt>
                <c:pt idx="4902">
                  <c:v>127802.14</c:v>
                </c:pt>
                <c:pt idx="4903">
                  <c:v>127828.21</c:v>
                </c:pt>
                <c:pt idx="4904">
                  <c:v>127854.29</c:v>
                </c:pt>
                <c:pt idx="4905">
                  <c:v>127880.36</c:v>
                </c:pt>
                <c:pt idx="4906">
                  <c:v>127906.43</c:v>
                </c:pt>
                <c:pt idx="4907">
                  <c:v>127932.5</c:v>
                </c:pt>
                <c:pt idx="4908">
                  <c:v>127958.57</c:v>
                </c:pt>
                <c:pt idx="4909">
                  <c:v>127984.64</c:v>
                </c:pt>
                <c:pt idx="4910">
                  <c:v>128010.71</c:v>
                </c:pt>
                <c:pt idx="4911">
                  <c:v>128036.79</c:v>
                </c:pt>
                <c:pt idx="4912">
                  <c:v>128062.86</c:v>
                </c:pt>
                <c:pt idx="4913">
                  <c:v>128088.93</c:v>
                </c:pt>
                <c:pt idx="4914">
                  <c:v>128115</c:v>
                </c:pt>
                <c:pt idx="4915">
                  <c:v>128141.07</c:v>
                </c:pt>
                <c:pt idx="4916">
                  <c:v>128167.14</c:v>
                </c:pt>
                <c:pt idx="4917">
                  <c:v>128193.21</c:v>
                </c:pt>
                <c:pt idx="4918">
                  <c:v>128219.29</c:v>
                </c:pt>
                <c:pt idx="4919">
                  <c:v>128245.36</c:v>
                </c:pt>
                <c:pt idx="4920">
                  <c:v>128271.43</c:v>
                </c:pt>
                <c:pt idx="4921">
                  <c:v>128297.5</c:v>
                </c:pt>
                <c:pt idx="4922">
                  <c:v>128323.57</c:v>
                </c:pt>
                <c:pt idx="4923">
                  <c:v>128349.64</c:v>
                </c:pt>
                <c:pt idx="4924">
                  <c:v>128375.71</c:v>
                </c:pt>
                <c:pt idx="4925">
                  <c:v>128401.79</c:v>
                </c:pt>
                <c:pt idx="4926">
                  <c:v>128427.86</c:v>
                </c:pt>
                <c:pt idx="4927">
                  <c:v>128453.93</c:v>
                </c:pt>
                <c:pt idx="4928">
                  <c:v>128480</c:v>
                </c:pt>
                <c:pt idx="4929">
                  <c:v>128506.07</c:v>
                </c:pt>
                <c:pt idx="4930">
                  <c:v>128532.14</c:v>
                </c:pt>
                <c:pt idx="4931">
                  <c:v>128558.21</c:v>
                </c:pt>
                <c:pt idx="4932">
                  <c:v>128584.29</c:v>
                </c:pt>
                <c:pt idx="4933">
                  <c:v>128610.36</c:v>
                </c:pt>
                <c:pt idx="4934">
                  <c:v>128636.43</c:v>
                </c:pt>
                <c:pt idx="4935">
                  <c:v>128662.5</c:v>
                </c:pt>
                <c:pt idx="4936">
                  <c:v>128688.57</c:v>
                </c:pt>
                <c:pt idx="4937">
                  <c:v>128714.64</c:v>
                </c:pt>
                <c:pt idx="4938">
                  <c:v>128740.71</c:v>
                </c:pt>
                <c:pt idx="4939">
                  <c:v>128766.79</c:v>
                </c:pt>
                <c:pt idx="4940">
                  <c:v>128792.86</c:v>
                </c:pt>
                <c:pt idx="4941">
                  <c:v>128818.93</c:v>
                </c:pt>
                <c:pt idx="4942">
                  <c:v>128845</c:v>
                </c:pt>
                <c:pt idx="4943">
                  <c:v>128871.07</c:v>
                </c:pt>
                <c:pt idx="4944">
                  <c:v>128897.14</c:v>
                </c:pt>
                <c:pt idx="4945">
                  <c:v>128923.21</c:v>
                </c:pt>
                <c:pt idx="4946">
                  <c:v>128949.29</c:v>
                </c:pt>
                <c:pt idx="4947">
                  <c:v>128975.36</c:v>
                </c:pt>
                <c:pt idx="4948">
                  <c:v>129001.43</c:v>
                </c:pt>
                <c:pt idx="4949">
                  <c:v>129027.5</c:v>
                </c:pt>
                <c:pt idx="4950">
                  <c:v>129053.57</c:v>
                </c:pt>
                <c:pt idx="4951">
                  <c:v>129079.64</c:v>
                </c:pt>
                <c:pt idx="4952">
                  <c:v>129105.71</c:v>
                </c:pt>
                <c:pt idx="4953">
                  <c:v>129131.79</c:v>
                </c:pt>
                <c:pt idx="4954">
                  <c:v>129157.86</c:v>
                </c:pt>
                <c:pt idx="4955">
                  <c:v>129183.93</c:v>
                </c:pt>
                <c:pt idx="4956">
                  <c:v>129210</c:v>
                </c:pt>
                <c:pt idx="4957">
                  <c:v>129236.07</c:v>
                </c:pt>
                <c:pt idx="4958">
                  <c:v>129262.14</c:v>
                </c:pt>
                <c:pt idx="4959">
                  <c:v>129288.21</c:v>
                </c:pt>
                <c:pt idx="4960">
                  <c:v>129314.29</c:v>
                </c:pt>
                <c:pt idx="4961">
                  <c:v>129340.36</c:v>
                </c:pt>
                <c:pt idx="4962">
                  <c:v>129366.43</c:v>
                </c:pt>
                <c:pt idx="4963">
                  <c:v>129392.5</c:v>
                </c:pt>
                <c:pt idx="4964">
                  <c:v>129418.57</c:v>
                </c:pt>
                <c:pt idx="4965">
                  <c:v>129444.64</c:v>
                </c:pt>
                <c:pt idx="4966">
                  <c:v>129470.71</c:v>
                </c:pt>
                <c:pt idx="4967">
                  <c:v>129496.79</c:v>
                </c:pt>
                <c:pt idx="4968">
                  <c:v>129522.86</c:v>
                </c:pt>
                <c:pt idx="4969">
                  <c:v>129548.93</c:v>
                </c:pt>
                <c:pt idx="4970">
                  <c:v>129575</c:v>
                </c:pt>
                <c:pt idx="4971">
                  <c:v>129601.07</c:v>
                </c:pt>
                <c:pt idx="4972">
                  <c:v>129627.14</c:v>
                </c:pt>
                <c:pt idx="4973">
                  <c:v>129653.21</c:v>
                </c:pt>
                <c:pt idx="4974">
                  <c:v>129679.29</c:v>
                </c:pt>
                <c:pt idx="4975">
                  <c:v>129705.36</c:v>
                </c:pt>
                <c:pt idx="4976">
                  <c:v>129731.43</c:v>
                </c:pt>
                <c:pt idx="4977">
                  <c:v>129757.5</c:v>
                </c:pt>
                <c:pt idx="4978">
                  <c:v>129783.57</c:v>
                </c:pt>
                <c:pt idx="4979">
                  <c:v>129809.64</c:v>
                </c:pt>
                <c:pt idx="4980">
                  <c:v>129835.71</c:v>
                </c:pt>
                <c:pt idx="4981">
                  <c:v>129861.79</c:v>
                </c:pt>
                <c:pt idx="4982">
                  <c:v>129887.86</c:v>
                </c:pt>
                <c:pt idx="4983">
                  <c:v>129913.93</c:v>
                </c:pt>
                <c:pt idx="4984">
                  <c:v>129940</c:v>
                </c:pt>
                <c:pt idx="4985">
                  <c:v>129966.07</c:v>
                </c:pt>
                <c:pt idx="4986">
                  <c:v>129992.14</c:v>
                </c:pt>
                <c:pt idx="4987">
                  <c:v>130018.21</c:v>
                </c:pt>
                <c:pt idx="4988">
                  <c:v>130044.29</c:v>
                </c:pt>
                <c:pt idx="4989">
                  <c:v>130070.36</c:v>
                </c:pt>
                <c:pt idx="4990">
                  <c:v>130096.43</c:v>
                </c:pt>
                <c:pt idx="4991">
                  <c:v>130122.5</c:v>
                </c:pt>
                <c:pt idx="4992">
                  <c:v>130148.57</c:v>
                </c:pt>
                <c:pt idx="4993">
                  <c:v>130174.64</c:v>
                </c:pt>
                <c:pt idx="4994">
                  <c:v>130200.71</c:v>
                </c:pt>
                <c:pt idx="4995">
                  <c:v>130226.79</c:v>
                </c:pt>
                <c:pt idx="4996">
                  <c:v>130252.86</c:v>
                </c:pt>
                <c:pt idx="4997">
                  <c:v>130278.93</c:v>
                </c:pt>
                <c:pt idx="4998">
                  <c:v>130305</c:v>
                </c:pt>
                <c:pt idx="4999">
                  <c:v>130331.07</c:v>
                </c:pt>
                <c:pt idx="5000">
                  <c:v>130357.14</c:v>
                </c:pt>
                <c:pt idx="5001">
                  <c:v>130383.21</c:v>
                </c:pt>
                <c:pt idx="5002">
                  <c:v>130409.29</c:v>
                </c:pt>
                <c:pt idx="5003">
                  <c:v>130435.36</c:v>
                </c:pt>
                <c:pt idx="5004">
                  <c:v>130461.43</c:v>
                </c:pt>
                <c:pt idx="5005">
                  <c:v>130487.5</c:v>
                </c:pt>
                <c:pt idx="5006">
                  <c:v>130513.57</c:v>
                </c:pt>
                <c:pt idx="5007">
                  <c:v>130539.64</c:v>
                </c:pt>
                <c:pt idx="5008">
                  <c:v>130565.71</c:v>
                </c:pt>
                <c:pt idx="5009">
                  <c:v>130591.79</c:v>
                </c:pt>
                <c:pt idx="5010">
                  <c:v>130617.86</c:v>
                </c:pt>
                <c:pt idx="5011">
                  <c:v>130643.93</c:v>
                </c:pt>
                <c:pt idx="5012">
                  <c:v>130670</c:v>
                </c:pt>
                <c:pt idx="5013">
                  <c:v>130696.07</c:v>
                </c:pt>
                <c:pt idx="5014">
                  <c:v>130722.14</c:v>
                </c:pt>
                <c:pt idx="5015">
                  <c:v>130748.21</c:v>
                </c:pt>
                <c:pt idx="5016">
                  <c:v>130774.29</c:v>
                </c:pt>
                <c:pt idx="5017">
                  <c:v>130800.36</c:v>
                </c:pt>
                <c:pt idx="5018">
                  <c:v>130826.43</c:v>
                </c:pt>
                <c:pt idx="5019">
                  <c:v>130852.5</c:v>
                </c:pt>
                <c:pt idx="5020">
                  <c:v>130878.57</c:v>
                </c:pt>
                <c:pt idx="5021">
                  <c:v>130904.64</c:v>
                </c:pt>
                <c:pt idx="5022">
                  <c:v>130930.71</c:v>
                </c:pt>
                <c:pt idx="5023">
                  <c:v>130956.79</c:v>
                </c:pt>
                <c:pt idx="5024">
                  <c:v>130982.86</c:v>
                </c:pt>
                <c:pt idx="5025">
                  <c:v>131008.93</c:v>
                </c:pt>
                <c:pt idx="5026">
                  <c:v>131035</c:v>
                </c:pt>
                <c:pt idx="5027">
                  <c:v>131061.07</c:v>
                </c:pt>
                <c:pt idx="5028">
                  <c:v>131087.14000000001</c:v>
                </c:pt>
                <c:pt idx="5029">
                  <c:v>131113.21</c:v>
                </c:pt>
                <c:pt idx="5030">
                  <c:v>131139.29</c:v>
                </c:pt>
                <c:pt idx="5031">
                  <c:v>131165.35999999999</c:v>
                </c:pt>
                <c:pt idx="5032">
                  <c:v>131191.43</c:v>
                </c:pt>
                <c:pt idx="5033">
                  <c:v>131217.5</c:v>
                </c:pt>
                <c:pt idx="5034">
                  <c:v>131243.57</c:v>
                </c:pt>
                <c:pt idx="5035">
                  <c:v>131269.64000000001</c:v>
                </c:pt>
                <c:pt idx="5036">
                  <c:v>131295.71</c:v>
                </c:pt>
                <c:pt idx="5037">
                  <c:v>131321.79</c:v>
                </c:pt>
                <c:pt idx="5038">
                  <c:v>131347.85999999999</c:v>
                </c:pt>
                <c:pt idx="5039">
                  <c:v>131373.93</c:v>
                </c:pt>
                <c:pt idx="5040">
                  <c:v>131400</c:v>
                </c:pt>
                <c:pt idx="5041">
                  <c:v>131426.07</c:v>
                </c:pt>
                <c:pt idx="5042">
                  <c:v>131452.14000000001</c:v>
                </c:pt>
                <c:pt idx="5043">
                  <c:v>131478.21</c:v>
                </c:pt>
                <c:pt idx="5044">
                  <c:v>131504.29</c:v>
                </c:pt>
                <c:pt idx="5045">
                  <c:v>131530.35999999999</c:v>
                </c:pt>
                <c:pt idx="5046">
                  <c:v>131556.43</c:v>
                </c:pt>
                <c:pt idx="5047">
                  <c:v>131582.5</c:v>
                </c:pt>
                <c:pt idx="5048">
                  <c:v>131608.57</c:v>
                </c:pt>
                <c:pt idx="5049">
                  <c:v>131634.64000000001</c:v>
                </c:pt>
                <c:pt idx="5050">
                  <c:v>131660.71</c:v>
                </c:pt>
                <c:pt idx="5051">
                  <c:v>131686.79</c:v>
                </c:pt>
                <c:pt idx="5052">
                  <c:v>131712.85999999999</c:v>
                </c:pt>
                <c:pt idx="5053">
                  <c:v>131738.93</c:v>
                </c:pt>
                <c:pt idx="5054">
                  <c:v>131765</c:v>
                </c:pt>
                <c:pt idx="5055">
                  <c:v>131791.07</c:v>
                </c:pt>
                <c:pt idx="5056">
                  <c:v>131817.14000000001</c:v>
                </c:pt>
                <c:pt idx="5057">
                  <c:v>131843.21</c:v>
                </c:pt>
                <c:pt idx="5058">
                  <c:v>131869.29</c:v>
                </c:pt>
                <c:pt idx="5059">
                  <c:v>131895.35999999999</c:v>
                </c:pt>
                <c:pt idx="5060">
                  <c:v>131921.43</c:v>
                </c:pt>
                <c:pt idx="5061">
                  <c:v>131947.5</c:v>
                </c:pt>
                <c:pt idx="5062">
                  <c:v>131973.57</c:v>
                </c:pt>
                <c:pt idx="5063">
                  <c:v>131999.64000000001</c:v>
                </c:pt>
                <c:pt idx="5064">
                  <c:v>132025.71</c:v>
                </c:pt>
                <c:pt idx="5065">
                  <c:v>132051.79</c:v>
                </c:pt>
                <c:pt idx="5066">
                  <c:v>132077.85999999999</c:v>
                </c:pt>
                <c:pt idx="5067">
                  <c:v>132103.93</c:v>
                </c:pt>
                <c:pt idx="5068">
                  <c:v>132130</c:v>
                </c:pt>
                <c:pt idx="5069">
                  <c:v>132156.07</c:v>
                </c:pt>
                <c:pt idx="5070">
                  <c:v>132182.14000000001</c:v>
                </c:pt>
                <c:pt idx="5071">
                  <c:v>132208.21</c:v>
                </c:pt>
                <c:pt idx="5072">
                  <c:v>132234.29</c:v>
                </c:pt>
                <c:pt idx="5073">
                  <c:v>132260.35999999999</c:v>
                </c:pt>
                <c:pt idx="5074">
                  <c:v>132286.43</c:v>
                </c:pt>
                <c:pt idx="5075">
                  <c:v>132312.5</c:v>
                </c:pt>
                <c:pt idx="5076">
                  <c:v>132338.57</c:v>
                </c:pt>
                <c:pt idx="5077">
                  <c:v>132364.64000000001</c:v>
                </c:pt>
                <c:pt idx="5078">
                  <c:v>132390.71</c:v>
                </c:pt>
                <c:pt idx="5079">
                  <c:v>132416.79</c:v>
                </c:pt>
                <c:pt idx="5080">
                  <c:v>132442.85999999999</c:v>
                </c:pt>
                <c:pt idx="5081">
                  <c:v>132468.93</c:v>
                </c:pt>
                <c:pt idx="5082">
                  <c:v>132495</c:v>
                </c:pt>
                <c:pt idx="5083">
                  <c:v>132521.07</c:v>
                </c:pt>
                <c:pt idx="5084">
                  <c:v>132547.14000000001</c:v>
                </c:pt>
                <c:pt idx="5085">
                  <c:v>132573.21</c:v>
                </c:pt>
                <c:pt idx="5086">
                  <c:v>132599.29</c:v>
                </c:pt>
                <c:pt idx="5087">
                  <c:v>132625.35999999999</c:v>
                </c:pt>
                <c:pt idx="5088">
                  <c:v>132651.43</c:v>
                </c:pt>
                <c:pt idx="5089">
                  <c:v>132677.5</c:v>
                </c:pt>
                <c:pt idx="5090">
                  <c:v>132703.57</c:v>
                </c:pt>
                <c:pt idx="5091">
                  <c:v>132729.64000000001</c:v>
                </c:pt>
                <c:pt idx="5092">
                  <c:v>132755.71</c:v>
                </c:pt>
                <c:pt idx="5093">
                  <c:v>132781.79</c:v>
                </c:pt>
                <c:pt idx="5094">
                  <c:v>132807.85999999999</c:v>
                </c:pt>
                <c:pt idx="5095">
                  <c:v>132833.93</c:v>
                </c:pt>
                <c:pt idx="5096">
                  <c:v>132860</c:v>
                </c:pt>
                <c:pt idx="5097">
                  <c:v>132886.07</c:v>
                </c:pt>
                <c:pt idx="5098">
                  <c:v>132912.14000000001</c:v>
                </c:pt>
                <c:pt idx="5099">
                  <c:v>132938.21</c:v>
                </c:pt>
                <c:pt idx="5100">
                  <c:v>132964.29</c:v>
                </c:pt>
                <c:pt idx="5101">
                  <c:v>132990.35999999999</c:v>
                </c:pt>
                <c:pt idx="5102">
                  <c:v>133016.43</c:v>
                </c:pt>
                <c:pt idx="5103">
                  <c:v>133042.5</c:v>
                </c:pt>
                <c:pt idx="5104">
                  <c:v>133068.57</c:v>
                </c:pt>
                <c:pt idx="5105">
                  <c:v>133094.64000000001</c:v>
                </c:pt>
                <c:pt idx="5106">
                  <c:v>133120.71</c:v>
                </c:pt>
                <c:pt idx="5107">
                  <c:v>133146.79</c:v>
                </c:pt>
                <c:pt idx="5108">
                  <c:v>133172.85999999999</c:v>
                </c:pt>
                <c:pt idx="5109">
                  <c:v>133198.93</c:v>
                </c:pt>
                <c:pt idx="5110">
                  <c:v>133225</c:v>
                </c:pt>
                <c:pt idx="5111">
                  <c:v>133251.07</c:v>
                </c:pt>
                <c:pt idx="5112">
                  <c:v>133277.14000000001</c:v>
                </c:pt>
                <c:pt idx="5113">
                  <c:v>133303.21</c:v>
                </c:pt>
                <c:pt idx="5114">
                  <c:v>133329.29</c:v>
                </c:pt>
                <c:pt idx="5115">
                  <c:v>133355.35999999999</c:v>
                </c:pt>
                <c:pt idx="5116">
                  <c:v>133381.43</c:v>
                </c:pt>
                <c:pt idx="5117">
                  <c:v>133407.5</c:v>
                </c:pt>
                <c:pt idx="5118">
                  <c:v>133433.57</c:v>
                </c:pt>
                <c:pt idx="5119">
                  <c:v>133459.64000000001</c:v>
                </c:pt>
                <c:pt idx="5120">
                  <c:v>133485.71</c:v>
                </c:pt>
                <c:pt idx="5121">
                  <c:v>133511.79</c:v>
                </c:pt>
                <c:pt idx="5122">
                  <c:v>133537.85999999999</c:v>
                </c:pt>
                <c:pt idx="5123">
                  <c:v>133563.93</c:v>
                </c:pt>
                <c:pt idx="5124">
                  <c:v>133590</c:v>
                </c:pt>
                <c:pt idx="5125">
                  <c:v>133616.07</c:v>
                </c:pt>
                <c:pt idx="5126">
                  <c:v>133642.14000000001</c:v>
                </c:pt>
                <c:pt idx="5127">
                  <c:v>133668.21</c:v>
                </c:pt>
                <c:pt idx="5128">
                  <c:v>133694.29</c:v>
                </c:pt>
                <c:pt idx="5129">
                  <c:v>133720.35999999999</c:v>
                </c:pt>
                <c:pt idx="5130">
                  <c:v>133746.43</c:v>
                </c:pt>
                <c:pt idx="5131">
                  <c:v>133772.5</c:v>
                </c:pt>
                <c:pt idx="5132">
                  <c:v>133798.57</c:v>
                </c:pt>
                <c:pt idx="5133">
                  <c:v>133824.64000000001</c:v>
                </c:pt>
                <c:pt idx="5134">
                  <c:v>133850.71</c:v>
                </c:pt>
                <c:pt idx="5135">
                  <c:v>133876.79</c:v>
                </c:pt>
                <c:pt idx="5136">
                  <c:v>133902.85999999999</c:v>
                </c:pt>
                <c:pt idx="5137">
                  <c:v>133928.93</c:v>
                </c:pt>
                <c:pt idx="5138">
                  <c:v>133955</c:v>
                </c:pt>
                <c:pt idx="5139">
                  <c:v>133981.07</c:v>
                </c:pt>
                <c:pt idx="5140">
                  <c:v>134007.14000000001</c:v>
                </c:pt>
                <c:pt idx="5141">
                  <c:v>134033.21</c:v>
                </c:pt>
                <c:pt idx="5142">
                  <c:v>134059.29</c:v>
                </c:pt>
                <c:pt idx="5143">
                  <c:v>134085.35999999999</c:v>
                </c:pt>
                <c:pt idx="5144">
                  <c:v>134111.43</c:v>
                </c:pt>
                <c:pt idx="5145">
                  <c:v>134137.5</c:v>
                </c:pt>
                <c:pt idx="5146">
                  <c:v>134163.57</c:v>
                </c:pt>
                <c:pt idx="5147">
                  <c:v>134189.64000000001</c:v>
                </c:pt>
                <c:pt idx="5148">
                  <c:v>134215.71</c:v>
                </c:pt>
                <c:pt idx="5149">
                  <c:v>134241.79</c:v>
                </c:pt>
                <c:pt idx="5150">
                  <c:v>134267.85999999999</c:v>
                </c:pt>
                <c:pt idx="5151">
                  <c:v>134293.93</c:v>
                </c:pt>
                <c:pt idx="5152">
                  <c:v>134320</c:v>
                </c:pt>
                <c:pt idx="5153">
                  <c:v>134346.07</c:v>
                </c:pt>
                <c:pt idx="5154">
                  <c:v>134372.14000000001</c:v>
                </c:pt>
                <c:pt idx="5155">
                  <c:v>134398.21</c:v>
                </c:pt>
                <c:pt idx="5156">
                  <c:v>134424.29</c:v>
                </c:pt>
                <c:pt idx="5157">
                  <c:v>134450.35999999999</c:v>
                </c:pt>
                <c:pt idx="5158">
                  <c:v>134476.43</c:v>
                </c:pt>
                <c:pt idx="5159">
                  <c:v>134502.5</c:v>
                </c:pt>
                <c:pt idx="5160">
                  <c:v>134528.57</c:v>
                </c:pt>
                <c:pt idx="5161">
                  <c:v>134554.64000000001</c:v>
                </c:pt>
                <c:pt idx="5162">
                  <c:v>134580.71</c:v>
                </c:pt>
                <c:pt idx="5163">
                  <c:v>134606.79</c:v>
                </c:pt>
                <c:pt idx="5164">
                  <c:v>134632.85999999999</c:v>
                </c:pt>
                <c:pt idx="5165">
                  <c:v>134658.93</c:v>
                </c:pt>
                <c:pt idx="5166">
                  <c:v>134685</c:v>
                </c:pt>
                <c:pt idx="5167">
                  <c:v>134711.07</c:v>
                </c:pt>
                <c:pt idx="5168">
                  <c:v>134737.14000000001</c:v>
                </c:pt>
                <c:pt idx="5169">
                  <c:v>134763.21</c:v>
                </c:pt>
                <c:pt idx="5170">
                  <c:v>134789.29</c:v>
                </c:pt>
                <c:pt idx="5171">
                  <c:v>134815.35999999999</c:v>
                </c:pt>
                <c:pt idx="5172">
                  <c:v>134841.43</c:v>
                </c:pt>
                <c:pt idx="5173">
                  <c:v>134867.5</c:v>
                </c:pt>
                <c:pt idx="5174">
                  <c:v>134893.57</c:v>
                </c:pt>
                <c:pt idx="5175">
                  <c:v>134919.64000000001</c:v>
                </c:pt>
                <c:pt idx="5176">
                  <c:v>134945.71</c:v>
                </c:pt>
                <c:pt idx="5177">
                  <c:v>134971.79</c:v>
                </c:pt>
                <c:pt idx="5178">
                  <c:v>134997.85999999999</c:v>
                </c:pt>
                <c:pt idx="5179">
                  <c:v>135023.93</c:v>
                </c:pt>
                <c:pt idx="5180">
                  <c:v>135050</c:v>
                </c:pt>
                <c:pt idx="5181">
                  <c:v>135076.07</c:v>
                </c:pt>
                <c:pt idx="5182">
                  <c:v>135102.14000000001</c:v>
                </c:pt>
                <c:pt idx="5183">
                  <c:v>135128.21</c:v>
                </c:pt>
                <c:pt idx="5184">
                  <c:v>135154.29</c:v>
                </c:pt>
                <c:pt idx="5185">
                  <c:v>135180.35999999999</c:v>
                </c:pt>
                <c:pt idx="5186">
                  <c:v>135206.43</c:v>
                </c:pt>
                <c:pt idx="5187">
                  <c:v>135232.5</c:v>
                </c:pt>
                <c:pt idx="5188">
                  <c:v>135258.57</c:v>
                </c:pt>
                <c:pt idx="5189">
                  <c:v>135284.64000000001</c:v>
                </c:pt>
                <c:pt idx="5190">
                  <c:v>135310.71</c:v>
                </c:pt>
                <c:pt idx="5191">
                  <c:v>135336.79</c:v>
                </c:pt>
                <c:pt idx="5192">
                  <c:v>135362.85999999999</c:v>
                </c:pt>
                <c:pt idx="5193">
                  <c:v>135388.93</c:v>
                </c:pt>
                <c:pt idx="5194">
                  <c:v>135415</c:v>
                </c:pt>
                <c:pt idx="5195">
                  <c:v>135441.07</c:v>
                </c:pt>
                <c:pt idx="5196">
                  <c:v>135467.14000000001</c:v>
                </c:pt>
                <c:pt idx="5197">
                  <c:v>135493.21</c:v>
                </c:pt>
                <c:pt idx="5198">
                  <c:v>135519.29</c:v>
                </c:pt>
                <c:pt idx="5199">
                  <c:v>135545.35999999999</c:v>
                </c:pt>
                <c:pt idx="5200">
                  <c:v>135571.43</c:v>
                </c:pt>
                <c:pt idx="5201">
                  <c:v>135597.5</c:v>
                </c:pt>
                <c:pt idx="5202">
                  <c:v>135623.57</c:v>
                </c:pt>
                <c:pt idx="5203">
                  <c:v>135649.64000000001</c:v>
                </c:pt>
                <c:pt idx="5204">
                  <c:v>135675.71</c:v>
                </c:pt>
                <c:pt idx="5205">
                  <c:v>135701.79</c:v>
                </c:pt>
                <c:pt idx="5206">
                  <c:v>135727.85999999999</c:v>
                </c:pt>
                <c:pt idx="5207">
                  <c:v>135753.93</c:v>
                </c:pt>
                <c:pt idx="5208">
                  <c:v>135780</c:v>
                </c:pt>
                <c:pt idx="5209">
                  <c:v>135806.07</c:v>
                </c:pt>
                <c:pt idx="5210">
                  <c:v>135832.14000000001</c:v>
                </c:pt>
                <c:pt idx="5211">
                  <c:v>135858.21</c:v>
                </c:pt>
                <c:pt idx="5212">
                  <c:v>135884.29</c:v>
                </c:pt>
                <c:pt idx="5213">
                  <c:v>135910.35999999999</c:v>
                </c:pt>
                <c:pt idx="5214">
                  <c:v>135936.43</c:v>
                </c:pt>
                <c:pt idx="5215">
                  <c:v>135962.5</c:v>
                </c:pt>
                <c:pt idx="5216">
                  <c:v>135988.57</c:v>
                </c:pt>
                <c:pt idx="5217">
                  <c:v>136014.64000000001</c:v>
                </c:pt>
                <c:pt idx="5218">
                  <c:v>136040.71</c:v>
                </c:pt>
                <c:pt idx="5219">
                  <c:v>136066.79</c:v>
                </c:pt>
                <c:pt idx="5220">
                  <c:v>136092.85999999999</c:v>
                </c:pt>
                <c:pt idx="5221">
                  <c:v>136118.93</c:v>
                </c:pt>
                <c:pt idx="5222">
                  <c:v>136145</c:v>
                </c:pt>
                <c:pt idx="5223">
                  <c:v>136171.07</c:v>
                </c:pt>
                <c:pt idx="5224">
                  <c:v>136197.14000000001</c:v>
                </c:pt>
                <c:pt idx="5225">
                  <c:v>136223.21</c:v>
                </c:pt>
                <c:pt idx="5226">
                  <c:v>136249.29</c:v>
                </c:pt>
                <c:pt idx="5227">
                  <c:v>136275.35999999999</c:v>
                </c:pt>
                <c:pt idx="5228">
                  <c:v>136301.43</c:v>
                </c:pt>
                <c:pt idx="5229">
                  <c:v>136327.5</c:v>
                </c:pt>
                <c:pt idx="5230">
                  <c:v>136353.57</c:v>
                </c:pt>
                <c:pt idx="5231">
                  <c:v>136379.64000000001</c:v>
                </c:pt>
                <c:pt idx="5232">
                  <c:v>136405.71</c:v>
                </c:pt>
                <c:pt idx="5233">
                  <c:v>136431.79</c:v>
                </c:pt>
                <c:pt idx="5234">
                  <c:v>136457.85999999999</c:v>
                </c:pt>
                <c:pt idx="5235">
                  <c:v>136483.93</c:v>
                </c:pt>
                <c:pt idx="5236">
                  <c:v>136510</c:v>
                </c:pt>
                <c:pt idx="5237">
                  <c:v>136536.07</c:v>
                </c:pt>
                <c:pt idx="5238">
                  <c:v>136562.14000000001</c:v>
                </c:pt>
                <c:pt idx="5239">
                  <c:v>136588.21</c:v>
                </c:pt>
                <c:pt idx="5240">
                  <c:v>136614.29</c:v>
                </c:pt>
                <c:pt idx="5241">
                  <c:v>136640.35999999999</c:v>
                </c:pt>
                <c:pt idx="5242">
                  <c:v>136666.43</c:v>
                </c:pt>
                <c:pt idx="5243">
                  <c:v>136692.5</c:v>
                </c:pt>
                <c:pt idx="5244">
                  <c:v>136718.57</c:v>
                </c:pt>
                <c:pt idx="5245">
                  <c:v>136744.64000000001</c:v>
                </c:pt>
                <c:pt idx="5246">
                  <c:v>136770.71</c:v>
                </c:pt>
                <c:pt idx="5247">
                  <c:v>136796.79</c:v>
                </c:pt>
                <c:pt idx="5248">
                  <c:v>136822.85999999999</c:v>
                </c:pt>
                <c:pt idx="5249">
                  <c:v>136848.93</c:v>
                </c:pt>
                <c:pt idx="5250">
                  <c:v>136875</c:v>
                </c:pt>
                <c:pt idx="5251">
                  <c:v>136901.07</c:v>
                </c:pt>
                <c:pt idx="5252">
                  <c:v>136927.14000000001</c:v>
                </c:pt>
                <c:pt idx="5253">
                  <c:v>136953.21</c:v>
                </c:pt>
                <c:pt idx="5254">
                  <c:v>136979.29</c:v>
                </c:pt>
                <c:pt idx="5255">
                  <c:v>137005.35999999999</c:v>
                </c:pt>
                <c:pt idx="5256">
                  <c:v>137031.43</c:v>
                </c:pt>
                <c:pt idx="5257">
                  <c:v>137057.5</c:v>
                </c:pt>
                <c:pt idx="5258">
                  <c:v>137083.57</c:v>
                </c:pt>
                <c:pt idx="5259">
                  <c:v>137109.64000000001</c:v>
                </c:pt>
                <c:pt idx="5260">
                  <c:v>137135.71</c:v>
                </c:pt>
                <c:pt idx="5261">
                  <c:v>137161.79</c:v>
                </c:pt>
                <c:pt idx="5262">
                  <c:v>137187.85999999999</c:v>
                </c:pt>
                <c:pt idx="5263">
                  <c:v>137213.93</c:v>
                </c:pt>
                <c:pt idx="5264">
                  <c:v>137240</c:v>
                </c:pt>
                <c:pt idx="5265">
                  <c:v>137266.07</c:v>
                </c:pt>
                <c:pt idx="5266">
                  <c:v>137292.14000000001</c:v>
                </c:pt>
                <c:pt idx="5267">
                  <c:v>137318.21</c:v>
                </c:pt>
                <c:pt idx="5268">
                  <c:v>137344.29</c:v>
                </c:pt>
                <c:pt idx="5269">
                  <c:v>137370.35999999999</c:v>
                </c:pt>
                <c:pt idx="5270">
                  <c:v>137396.43</c:v>
                </c:pt>
                <c:pt idx="5271">
                  <c:v>137422.5</c:v>
                </c:pt>
                <c:pt idx="5272">
                  <c:v>137448.57</c:v>
                </c:pt>
                <c:pt idx="5273">
                  <c:v>137474.64000000001</c:v>
                </c:pt>
                <c:pt idx="5274">
                  <c:v>137500.71</c:v>
                </c:pt>
                <c:pt idx="5275">
                  <c:v>137526.79</c:v>
                </c:pt>
                <c:pt idx="5276">
                  <c:v>137552.85999999999</c:v>
                </c:pt>
                <c:pt idx="5277">
                  <c:v>137578.93</c:v>
                </c:pt>
                <c:pt idx="5278">
                  <c:v>137605</c:v>
                </c:pt>
                <c:pt idx="5279">
                  <c:v>137631.07</c:v>
                </c:pt>
                <c:pt idx="5280">
                  <c:v>137657.14000000001</c:v>
                </c:pt>
                <c:pt idx="5281">
                  <c:v>137683.21</c:v>
                </c:pt>
                <c:pt idx="5282">
                  <c:v>137709.29</c:v>
                </c:pt>
                <c:pt idx="5283">
                  <c:v>137735.35999999999</c:v>
                </c:pt>
                <c:pt idx="5284">
                  <c:v>137761.43</c:v>
                </c:pt>
                <c:pt idx="5285">
                  <c:v>137787.5</c:v>
                </c:pt>
                <c:pt idx="5286">
                  <c:v>137813.57</c:v>
                </c:pt>
                <c:pt idx="5287">
                  <c:v>137839.64000000001</c:v>
                </c:pt>
                <c:pt idx="5288">
                  <c:v>137865.71</c:v>
                </c:pt>
                <c:pt idx="5289">
                  <c:v>137891.79</c:v>
                </c:pt>
                <c:pt idx="5290">
                  <c:v>137917.85999999999</c:v>
                </c:pt>
                <c:pt idx="5291">
                  <c:v>137943.93</c:v>
                </c:pt>
                <c:pt idx="5292">
                  <c:v>137970</c:v>
                </c:pt>
                <c:pt idx="5293">
                  <c:v>137996.07</c:v>
                </c:pt>
                <c:pt idx="5294">
                  <c:v>138022.14000000001</c:v>
                </c:pt>
                <c:pt idx="5295">
                  <c:v>138048.21</c:v>
                </c:pt>
                <c:pt idx="5296">
                  <c:v>138074.29</c:v>
                </c:pt>
                <c:pt idx="5297">
                  <c:v>138100.35999999999</c:v>
                </c:pt>
                <c:pt idx="5298">
                  <c:v>138126.43</c:v>
                </c:pt>
                <c:pt idx="5299">
                  <c:v>138152.5</c:v>
                </c:pt>
                <c:pt idx="5300">
                  <c:v>138178.57</c:v>
                </c:pt>
                <c:pt idx="5301">
                  <c:v>138204.64000000001</c:v>
                </c:pt>
                <c:pt idx="5302">
                  <c:v>138230.71</c:v>
                </c:pt>
                <c:pt idx="5303">
                  <c:v>138256.79</c:v>
                </c:pt>
                <c:pt idx="5304">
                  <c:v>138282.85999999999</c:v>
                </c:pt>
                <c:pt idx="5305">
                  <c:v>138308.93</c:v>
                </c:pt>
                <c:pt idx="5306">
                  <c:v>138335</c:v>
                </c:pt>
                <c:pt idx="5307">
                  <c:v>138361.07</c:v>
                </c:pt>
                <c:pt idx="5308">
                  <c:v>138387.14000000001</c:v>
                </c:pt>
                <c:pt idx="5309">
                  <c:v>138413.21</c:v>
                </c:pt>
                <c:pt idx="5310">
                  <c:v>138439.29</c:v>
                </c:pt>
                <c:pt idx="5311">
                  <c:v>138465.35999999999</c:v>
                </c:pt>
                <c:pt idx="5312">
                  <c:v>138491.43</c:v>
                </c:pt>
                <c:pt idx="5313">
                  <c:v>138517.5</c:v>
                </c:pt>
                <c:pt idx="5314">
                  <c:v>138543.57</c:v>
                </c:pt>
                <c:pt idx="5315">
                  <c:v>138569.64000000001</c:v>
                </c:pt>
                <c:pt idx="5316">
                  <c:v>138595.71</c:v>
                </c:pt>
                <c:pt idx="5317">
                  <c:v>138621.79</c:v>
                </c:pt>
                <c:pt idx="5318">
                  <c:v>138647.85999999999</c:v>
                </c:pt>
                <c:pt idx="5319">
                  <c:v>138673.93</c:v>
                </c:pt>
                <c:pt idx="5320">
                  <c:v>138700</c:v>
                </c:pt>
                <c:pt idx="5321">
                  <c:v>138726.07</c:v>
                </c:pt>
                <c:pt idx="5322">
                  <c:v>138752.14000000001</c:v>
                </c:pt>
                <c:pt idx="5323">
                  <c:v>138778.21</c:v>
                </c:pt>
                <c:pt idx="5324">
                  <c:v>138804.29</c:v>
                </c:pt>
                <c:pt idx="5325">
                  <c:v>138830.35999999999</c:v>
                </c:pt>
                <c:pt idx="5326">
                  <c:v>138856.43</c:v>
                </c:pt>
                <c:pt idx="5327">
                  <c:v>138882.5</c:v>
                </c:pt>
                <c:pt idx="5328">
                  <c:v>138908.57</c:v>
                </c:pt>
                <c:pt idx="5329">
                  <c:v>138934.64000000001</c:v>
                </c:pt>
                <c:pt idx="5330">
                  <c:v>138960.71</c:v>
                </c:pt>
                <c:pt idx="5331">
                  <c:v>138986.79</c:v>
                </c:pt>
                <c:pt idx="5332">
                  <c:v>139012.85999999999</c:v>
                </c:pt>
                <c:pt idx="5333">
                  <c:v>139038.93</c:v>
                </c:pt>
                <c:pt idx="5334">
                  <c:v>139065</c:v>
                </c:pt>
                <c:pt idx="5335">
                  <c:v>139091.07</c:v>
                </c:pt>
                <c:pt idx="5336">
                  <c:v>139117.14000000001</c:v>
                </c:pt>
                <c:pt idx="5337">
                  <c:v>139143.21</c:v>
                </c:pt>
                <c:pt idx="5338">
                  <c:v>139169.29</c:v>
                </c:pt>
                <c:pt idx="5339">
                  <c:v>139195.35999999999</c:v>
                </c:pt>
                <c:pt idx="5340">
                  <c:v>139221.43</c:v>
                </c:pt>
                <c:pt idx="5341">
                  <c:v>139247.5</c:v>
                </c:pt>
                <c:pt idx="5342">
                  <c:v>139273.57</c:v>
                </c:pt>
                <c:pt idx="5343">
                  <c:v>139299.64000000001</c:v>
                </c:pt>
                <c:pt idx="5344">
                  <c:v>139325.71</c:v>
                </c:pt>
                <c:pt idx="5345">
                  <c:v>139351.79</c:v>
                </c:pt>
                <c:pt idx="5346">
                  <c:v>139377.85999999999</c:v>
                </c:pt>
                <c:pt idx="5347">
                  <c:v>139403.93</c:v>
                </c:pt>
                <c:pt idx="5348">
                  <c:v>139430</c:v>
                </c:pt>
                <c:pt idx="5349">
                  <c:v>139456.07</c:v>
                </c:pt>
                <c:pt idx="5350">
                  <c:v>139482.14000000001</c:v>
                </c:pt>
                <c:pt idx="5351">
                  <c:v>139508.21</c:v>
                </c:pt>
                <c:pt idx="5352">
                  <c:v>139534.29</c:v>
                </c:pt>
                <c:pt idx="5353">
                  <c:v>139560.35999999999</c:v>
                </c:pt>
                <c:pt idx="5354">
                  <c:v>139586.43</c:v>
                </c:pt>
                <c:pt idx="5355">
                  <c:v>139612.5</c:v>
                </c:pt>
                <c:pt idx="5356">
                  <c:v>139638.57</c:v>
                </c:pt>
                <c:pt idx="5357">
                  <c:v>139664.64000000001</c:v>
                </c:pt>
                <c:pt idx="5358">
                  <c:v>139690.71</c:v>
                </c:pt>
                <c:pt idx="5359">
                  <c:v>139716.79</c:v>
                </c:pt>
                <c:pt idx="5360">
                  <c:v>139742.85999999999</c:v>
                </c:pt>
                <c:pt idx="5361">
                  <c:v>139768.93</c:v>
                </c:pt>
                <c:pt idx="5362">
                  <c:v>139795</c:v>
                </c:pt>
                <c:pt idx="5363">
                  <c:v>139821.07</c:v>
                </c:pt>
                <c:pt idx="5364">
                  <c:v>139847.14000000001</c:v>
                </c:pt>
                <c:pt idx="5365">
                  <c:v>139873.21</c:v>
                </c:pt>
                <c:pt idx="5366">
                  <c:v>139899.29</c:v>
                </c:pt>
                <c:pt idx="5367">
                  <c:v>139925.35999999999</c:v>
                </c:pt>
                <c:pt idx="5368">
                  <c:v>139951.43</c:v>
                </c:pt>
                <c:pt idx="5369">
                  <c:v>139977.5</c:v>
                </c:pt>
                <c:pt idx="5370">
                  <c:v>140003.57</c:v>
                </c:pt>
                <c:pt idx="5371">
                  <c:v>140029.64000000001</c:v>
                </c:pt>
                <c:pt idx="5372">
                  <c:v>140055.71</c:v>
                </c:pt>
                <c:pt idx="5373">
                  <c:v>140081.79</c:v>
                </c:pt>
                <c:pt idx="5374">
                  <c:v>140107.85999999999</c:v>
                </c:pt>
                <c:pt idx="5375">
                  <c:v>140133.93</c:v>
                </c:pt>
                <c:pt idx="5376">
                  <c:v>140160</c:v>
                </c:pt>
                <c:pt idx="5377">
                  <c:v>140186.07</c:v>
                </c:pt>
                <c:pt idx="5378">
                  <c:v>140212.14000000001</c:v>
                </c:pt>
                <c:pt idx="5379">
                  <c:v>140238.21</c:v>
                </c:pt>
                <c:pt idx="5380">
                  <c:v>140264.29</c:v>
                </c:pt>
                <c:pt idx="5381">
                  <c:v>140290.35999999999</c:v>
                </c:pt>
                <c:pt idx="5382">
                  <c:v>140316.43</c:v>
                </c:pt>
                <c:pt idx="5383">
                  <c:v>140342.5</c:v>
                </c:pt>
                <c:pt idx="5384">
                  <c:v>140368.57</c:v>
                </c:pt>
                <c:pt idx="5385">
                  <c:v>140394.64000000001</c:v>
                </c:pt>
                <c:pt idx="5386">
                  <c:v>140420.71</c:v>
                </c:pt>
                <c:pt idx="5387">
                  <c:v>140446.79</c:v>
                </c:pt>
                <c:pt idx="5388">
                  <c:v>140472.85999999999</c:v>
                </c:pt>
                <c:pt idx="5389">
                  <c:v>140498.93</c:v>
                </c:pt>
                <c:pt idx="5390">
                  <c:v>140525</c:v>
                </c:pt>
                <c:pt idx="5391">
                  <c:v>140551.07</c:v>
                </c:pt>
                <c:pt idx="5392">
                  <c:v>140577.14000000001</c:v>
                </c:pt>
                <c:pt idx="5393">
                  <c:v>140603.21</c:v>
                </c:pt>
                <c:pt idx="5394">
                  <c:v>140629.29</c:v>
                </c:pt>
                <c:pt idx="5395">
                  <c:v>140655.35999999999</c:v>
                </c:pt>
                <c:pt idx="5396">
                  <c:v>140681.43</c:v>
                </c:pt>
                <c:pt idx="5397">
                  <c:v>140707.5</c:v>
                </c:pt>
                <c:pt idx="5398">
                  <c:v>140733.57</c:v>
                </c:pt>
                <c:pt idx="5399">
                  <c:v>140759.64000000001</c:v>
                </c:pt>
                <c:pt idx="5400">
                  <c:v>140785.71</c:v>
                </c:pt>
                <c:pt idx="5401">
                  <c:v>140811.79</c:v>
                </c:pt>
                <c:pt idx="5402">
                  <c:v>140837.85999999999</c:v>
                </c:pt>
                <c:pt idx="5403">
                  <c:v>140863.93</c:v>
                </c:pt>
                <c:pt idx="5404">
                  <c:v>140890</c:v>
                </c:pt>
                <c:pt idx="5405">
                  <c:v>140916.07</c:v>
                </c:pt>
                <c:pt idx="5406">
                  <c:v>140942.14000000001</c:v>
                </c:pt>
                <c:pt idx="5407">
                  <c:v>140968.21</c:v>
                </c:pt>
                <c:pt idx="5408">
                  <c:v>140994.29</c:v>
                </c:pt>
                <c:pt idx="5409">
                  <c:v>141020.35999999999</c:v>
                </c:pt>
                <c:pt idx="5410">
                  <c:v>141046.43</c:v>
                </c:pt>
                <c:pt idx="5411">
                  <c:v>141072.5</c:v>
                </c:pt>
                <c:pt idx="5412">
                  <c:v>141098.57</c:v>
                </c:pt>
                <c:pt idx="5413">
                  <c:v>141124.64000000001</c:v>
                </c:pt>
                <c:pt idx="5414">
                  <c:v>141150.71</c:v>
                </c:pt>
                <c:pt idx="5415">
                  <c:v>141176.79</c:v>
                </c:pt>
                <c:pt idx="5416">
                  <c:v>141202.85999999999</c:v>
                </c:pt>
                <c:pt idx="5417">
                  <c:v>141228.93</c:v>
                </c:pt>
                <c:pt idx="5418">
                  <c:v>141255</c:v>
                </c:pt>
                <c:pt idx="5419">
                  <c:v>141281.07</c:v>
                </c:pt>
                <c:pt idx="5420">
                  <c:v>141307.14000000001</c:v>
                </c:pt>
                <c:pt idx="5421">
                  <c:v>141333.21</c:v>
                </c:pt>
                <c:pt idx="5422">
                  <c:v>141359.29</c:v>
                </c:pt>
                <c:pt idx="5423">
                  <c:v>141385.35999999999</c:v>
                </c:pt>
                <c:pt idx="5424">
                  <c:v>141411.43</c:v>
                </c:pt>
                <c:pt idx="5425">
                  <c:v>141437.5</c:v>
                </c:pt>
                <c:pt idx="5426">
                  <c:v>141463.57</c:v>
                </c:pt>
                <c:pt idx="5427">
                  <c:v>141489.64000000001</c:v>
                </c:pt>
                <c:pt idx="5428">
                  <c:v>141515.71</c:v>
                </c:pt>
                <c:pt idx="5429">
                  <c:v>141541.79</c:v>
                </c:pt>
                <c:pt idx="5430">
                  <c:v>141567.85999999999</c:v>
                </c:pt>
                <c:pt idx="5431">
                  <c:v>141593.93</c:v>
                </c:pt>
                <c:pt idx="5432">
                  <c:v>141620</c:v>
                </c:pt>
                <c:pt idx="5433">
                  <c:v>141646.07</c:v>
                </c:pt>
                <c:pt idx="5434">
                  <c:v>141672.14000000001</c:v>
                </c:pt>
                <c:pt idx="5435">
                  <c:v>141698.21</c:v>
                </c:pt>
                <c:pt idx="5436">
                  <c:v>141724.29</c:v>
                </c:pt>
                <c:pt idx="5437">
                  <c:v>141750.35999999999</c:v>
                </c:pt>
                <c:pt idx="5438">
                  <c:v>141776.43</c:v>
                </c:pt>
                <c:pt idx="5439">
                  <c:v>141802.5</c:v>
                </c:pt>
                <c:pt idx="5440">
                  <c:v>141828.57</c:v>
                </c:pt>
                <c:pt idx="5441">
                  <c:v>141854.64000000001</c:v>
                </c:pt>
                <c:pt idx="5442">
                  <c:v>141880.71</c:v>
                </c:pt>
                <c:pt idx="5443">
                  <c:v>141906.79</c:v>
                </c:pt>
                <c:pt idx="5444">
                  <c:v>141932.85999999999</c:v>
                </c:pt>
                <c:pt idx="5445">
                  <c:v>141958.93</c:v>
                </c:pt>
                <c:pt idx="5446">
                  <c:v>141985</c:v>
                </c:pt>
                <c:pt idx="5447">
                  <c:v>142011.07</c:v>
                </c:pt>
                <c:pt idx="5448">
                  <c:v>142037.14000000001</c:v>
                </c:pt>
                <c:pt idx="5449">
                  <c:v>142063.21</c:v>
                </c:pt>
                <c:pt idx="5450">
                  <c:v>142089.29</c:v>
                </c:pt>
                <c:pt idx="5451">
                  <c:v>142115.35999999999</c:v>
                </c:pt>
                <c:pt idx="5452">
                  <c:v>142141.43</c:v>
                </c:pt>
                <c:pt idx="5453">
                  <c:v>142167.5</c:v>
                </c:pt>
                <c:pt idx="5454">
                  <c:v>142193.57</c:v>
                </c:pt>
                <c:pt idx="5455">
                  <c:v>142219.64000000001</c:v>
                </c:pt>
                <c:pt idx="5456">
                  <c:v>142245.71</c:v>
                </c:pt>
                <c:pt idx="5457">
                  <c:v>142271.79</c:v>
                </c:pt>
                <c:pt idx="5458">
                  <c:v>142297.85999999999</c:v>
                </c:pt>
                <c:pt idx="5459">
                  <c:v>142323.93</c:v>
                </c:pt>
                <c:pt idx="5460">
                  <c:v>142350</c:v>
                </c:pt>
                <c:pt idx="5461">
                  <c:v>142376.07</c:v>
                </c:pt>
                <c:pt idx="5462">
                  <c:v>142402.14000000001</c:v>
                </c:pt>
                <c:pt idx="5463">
                  <c:v>142428.21</c:v>
                </c:pt>
                <c:pt idx="5464">
                  <c:v>142454.29</c:v>
                </c:pt>
                <c:pt idx="5465">
                  <c:v>142480.35999999999</c:v>
                </c:pt>
                <c:pt idx="5466">
                  <c:v>142506.43</c:v>
                </c:pt>
                <c:pt idx="5467">
                  <c:v>142532.5</c:v>
                </c:pt>
                <c:pt idx="5468">
                  <c:v>142558.57</c:v>
                </c:pt>
                <c:pt idx="5469">
                  <c:v>142584.64000000001</c:v>
                </c:pt>
                <c:pt idx="5470">
                  <c:v>142610.71</c:v>
                </c:pt>
                <c:pt idx="5471">
                  <c:v>142636.79</c:v>
                </c:pt>
                <c:pt idx="5472">
                  <c:v>142662.85999999999</c:v>
                </c:pt>
                <c:pt idx="5473">
                  <c:v>142688.93</c:v>
                </c:pt>
                <c:pt idx="5474">
                  <c:v>142715</c:v>
                </c:pt>
                <c:pt idx="5475">
                  <c:v>142741.07</c:v>
                </c:pt>
                <c:pt idx="5476">
                  <c:v>142767.14000000001</c:v>
                </c:pt>
                <c:pt idx="5477">
                  <c:v>142793.21</c:v>
                </c:pt>
                <c:pt idx="5478">
                  <c:v>142819.29</c:v>
                </c:pt>
                <c:pt idx="5479">
                  <c:v>142845.35999999999</c:v>
                </c:pt>
                <c:pt idx="5480">
                  <c:v>142871.43</c:v>
                </c:pt>
                <c:pt idx="5481">
                  <c:v>142897.5</c:v>
                </c:pt>
                <c:pt idx="5482">
                  <c:v>142923.57</c:v>
                </c:pt>
                <c:pt idx="5483">
                  <c:v>142949.64000000001</c:v>
                </c:pt>
                <c:pt idx="5484">
                  <c:v>142975.71</c:v>
                </c:pt>
                <c:pt idx="5485">
                  <c:v>143001.79</c:v>
                </c:pt>
                <c:pt idx="5486">
                  <c:v>143027.85999999999</c:v>
                </c:pt>
                <c:pt idx="5487">
                  <c:v>143053.93</c:v>
                </c:pt>
                <c:pt idx="5488">
                  <c:v>143080</c:v>
                </c:pt>
                <c:pt idx="5489">
                  <c:v>143106.07</c:v>
                </c:pt>
                <c:pt idx="5490">
                  <c:v>143132.14000000001</c:v>
                </c:pt>
                <c:pt idx="5491">
                  <c:v>143158.21</c:v>
                </c:pt>
                <c:pt idx="5492">
                  <c:v>143184.29</c:v>
                </c:pt>
                <c:pt idx="5493">
                  <c:v>143210.35999999999</c:v>
                </c:pt>
                <c:pt idx="5494">
                  <c:v>143236.43</c:v>
                </c:pt>
                <c:pt idx="5495">
                  <c:v>143262.5</c:v>
                </c:pt>
                <c:pt idx="5496">
                  <c:v>143288.57</c:v>
                </c:pt>
                <c:pt idx="5497">
                  <c:v>143314.64000000001</c:v>
                </c:pt>
                <c:pt idx="5498">
                  <c:v>143340.71</c:v>
                </c:pt>
                <c:pt idx="5499">
                  <c:v>143366.79</c:v>
                </c:pt>
                <c:pt idx="5500">
                  <c:v>143392.85999999999</c:v>
                </c:pt>
                <c:pt idx="5501">
                  <c:v>143418.93</c:v>
                </c:pt>
                <c:pt idx="5502">
                  <c:v>143445</c:v>
                </c:pt>
                <c:pt idx="5503">
                  <c:v>143471.07</c:v>
                </c:pt>
                <c:pt idx="5504">
                  <c:v>143497.14000000001</c:v>
                </c:pt>
                <c:pt idx="5505">
                  <c:v>143523.21</c:v>
                </c:pt>
                <c:pt idx="5506">
                  <c:v>143549.29</c:v>
                </c:pt>
                <c:pt idx="5507">
                  <c:v>143575.35999999999</c:v>
                </c:pt>
                <c:pt idx="5508">
                  <c:v>143601.43</c:v>
                </c:pt>
                <c:pt idx="5509">
                  <c:v>143627.5</c:v>
                </c:pt>
                <c:pt idx="5510">
                  <c:v>143653.57</c:v>
                </c:pt>
                <c:pt idx="5511">
                  <c:v>143679.64000000001</c:v>
                </c:pt>
                <c:pt idx="5512">
                  <c:v>143705.71</c:v>
                </c:pt>
                <c:pt idx="5513">
                  <c:v>143731.79</c:v>
                </c:pt>
                <c:pt idx="5514">
                  <c:v>143757.85999999999</c:v>
                </c:pt>
                <c:pt idx="5515">
                  <c:v>143783.93</c:v>
                </c:pt>
                <c:pt idx="5516">
                  <c:v>143810</c:v>
                </c:pt>
                <c:pt idx="5517">
                  <c:v>143836.07</c:v>
                </c:pt>
                <c:pt idx="5518">
                  <c:v>143862.14000000001</c:v>
                </c:pt>
                <c:pt idx="5519">
                  <c:v>143888.21</c:v>
                </c:pt>
                <c:pt idx="5520">
                  <c:v>143914.29</c:v>
                </c:pt>
                <c:pt idx="5521">
                  <c:v>143940.35999999999</c:v>
                </c:pt>
                <c:pt idx="5522">
                  <c:v>143966.43</c:v>
                </c:pt>
                <c:pt idx="5523">
                  <c:v>143992.5</c:v>
                </c:pt>
                <c:pt idx="5524">
                  <c:v>144018.57</c:v>
                </c:pt>
                <c:pt idx="5525">
                  <c:v>144044.64000000001</c:v>
                </c:pt>
                <c:pt idx="5526">
                  <c:v>144070.71</c:v>
                </c:pt>
                <c:pt idx="5527">
                  <c:v>144096.79</c:v>
                </c:pt>
                <c:pt idx="5528">
                  <c:v>144122.85999999999</c:v>
                </c:pt>
                <c:pt idx="5529">
                  <c:v>144148.93</c:v>
                </c:pt>
                <c:pt idx="5530">
                  <c:v>144175</c:v>
                </c:pt>
                <c:pt idx="5531">
                  <c:v>144201.07</c:v>
                </c:pt>
                <c:pt idx="5532">
                  <c:v>144227.14000000001</c:v>
                </c:pt>
                <c:pt idx="5533">
                  <c:v>144253.21</c:v>
                </c:pt>
                <c:pt idx="5534">
                  <c:v>144279.29</c:v>
                </c:pt>
                <c:pt idx="5535">
                  <c:v>144305.35999999999</c:v>
                </c:pt>
                <c:pt idx="5536">
                  <c:v>144331.43</c:v>
                </c:pt>
                <c:pt idx="5537">
                  <c:v>144357.5</c:v>
                </c:pt>
                <c:pt idx="5538">
                  <c:v>144383.57</c:v>
                </c:pt>
                <c:pt idx="5539">
                  <c:v>144409.64000000001</c:v>
                </c:pt>
                <c:pt idx="5540">
                  <c:v>144435.71</c:v>
                </c:pt>
                <c:pt idx="5541">
                  <c:v>144461.79</c:v>
                </c:pt>
                <c:pt idx="5542">
                  <c:v>144487.85999999999</c:v>
                </c:pt>
                <c:pt idx="5543">
                  <c:v>144513.93</c:v>
                </c:pt>
                <c:pt idx="5544">
                  <c:v>144540</c:v>
                </c:pt>
                <c:pt idx="5545">
                  <c:v>144566.07</c:v>
                </c:pt>
                <c:pt idx="5546">
                  <c:v>144592.14000000001</c:v>
                </c:pt>
                <c:pt idx="5547">
                  <c:v>144618.21</c:v>
                </c:pt>
                <c:pt idx="5548">
                  <c:v>144644.29</c:v>
                </c:pt>
                <c:pt idx="5549">
                  <c:v>144670.35999999999</c:v>
                </c:pt>
                <c:pt idx="5550">
                  <c:v>144696.43</c:v>
                </c:pt>
                <c:pt idx="5551">
                  <c:v>144722.5</c:v>
                </c:pt>
                <c:pt idx="5552">
                  <c:v>144748.57</c:v>
                </c:pt>
                <c:pt idx="5553">
                  <c:v>144774.64000000001</c:v>
                </c:pt>
                <c:pt idx="5554">
                  <c:v>144800.71</c:v>
                </c:pt>
                <c:pt idx="5555">
                  <c:v>144826.79</c:v>
                </c:pt>
                <c:pt idx="5556">
                  <c:v>144852.85999999999</c:v>
                </c:pt>
                <c:pt idx="5557">
                  <c:v>144878.93</c:v>
                </c:pt>
                <c:pt idx="5558">
                  <c:v>144905</c:v>
                </c:pt>
                <c:pt idx="5559">
                  <c:v>144931.07</c:v>
                </c:pt>
                <c:pt idx="5560">
                  <c:v>144957.14000000001</c:v>
                </c:pt>
                <c:pt idx="5561">
                  <c:v>144983.21</c:v>
                </c:pt>
                <c:pt idx="5562">
                  <c:v>145009.29</c:v>
                </c:pt>
                <c:pt idx="5563">
                  <c:v>145035.35999999999</c:v>
                </c:pt>
                <c:pt idx="5564">
                  <c:v>145061.43</c:v>
                </c:pt>
                <c:pt idx="5565">
                  <c:v>145087.5</c:v>
                </c:pt>
                <c:pt idx="5566">
                  <c:v>145113.57</c:v>
                </c:pt>
                <c:pt idx="5567">
                  <c:v>145139.64000000001</c:v>
                </c:pt>
                <c:pt idx="5568">
                  <c:v>145165.71</c:v>
                </c:pt>
                <c:pt idx="5569">
                  <c:v>145191.79</c:v>
                </c:pt>
                <c:pt idx="5570">
                  <c:v>145217.85999999999</c:v>
                </c:pt>
                <c:pt idx="5571">
                  <c:v>145243.93</c:v>
                </c:pt>
                <c:pt idx="5572">
                  <c:v>145270</c:v>
                </c:pt>
                <c:pt idx="5573">
                  <c:v>145296.07</c:v>
                </c:pt>
                <c:pt idx="5574">
                  <c:v>145322.14000000001</c:v>
                </c:pt>
                <c:pt idx="5575">
                  <c:v>145348.21</c:v>
                </c:pt>
                <c:pt idx="5576">
                  <c:v>145374.29</c:v>
                </c:pt>
                <c:pt idx="5577">
                  <c:v>145400.35999999999</c:v>
                </c:pt>
                <c:pt idx="5578">
                  <c:v>145426.43</c:v>
                </c:pt>
                <c:pt idx="5579">
                  <c:v>145452.5</c:v>
                </c:pt>
                <c:pt idx="5580">
                  <c:v>145478.57</c:v>
                </c:pt>
                <c:pt idx="5581">
                  <c:v>145504.64000000001</c:v>
                </c:pt>
                <c:pt idx="5582">
                  <c:v>145530.71</c:v>
                </c:pt>
                <c:pt idx="5583">
                  <c:v>145556.79</c:v>
                </c:pt>
                <c:pt idx="5584">
                  <c:v>145582.85999999999</c:v>
                </c:pt>
                <c:pt idx="5585">
                  <c:v>145608.93</c:v>
                </c:pt>
                <c:pt idx="5586">
                  <c:v>145635</c:v>
                </c:pt>
                <c:pt idx="5587">
                  <c:v>145661.07</c:v>
                </c:pt>
                <c:pt idx="5588">
                  <c:v>145687.14000000001</c:v>
                </c:pt>
                <c:pt idx="5589">
                  <c:v>145713.21</c:v>
                </c:pt>
                <c:pt idx="5590">
                  <c:v>145739.29</c:v>
                </c:pt>
                <c:pt idx="5591">
                  <c:v>145765.35999999999</c:v>
                </c:pt>
                <c:pt idx="5592">
                  <c:v>145791.43</c:v>
                </c:pt>
                <c:pt idx="5593">
                  <c:v>145817.5</c:v>
                </c:pt>
                <c:pt idx="5594">
                  <c:v>145843.57</c:v>
                </c:pt>
                <c:pt idx="5595">
                  <c:v>145869.64000000001</c:v>
                </c:pt>
                <c:pt idx="5596">
                  <c:v>145895.71</c:v>
                </c:pt>
                <c:pt idx="5597">
                  <c:v>145921.79</c:v>
                </c:pt>
                <c:pt idx="5598">
                  <c:v>145947.85999999999</c:v>
                </c:pt>
                <c:pt idx="5599">
                  <c:v>145973.93</c:v>
                </c:pt>
                <c:pt idx="5600">
                  <c:v>146000</c:v>
                </c:pt>
                <c:pt idx="5601">
                  <c:v>146026.07</c:v>
                </c:pt>
                <c:pt idx="5602">
                  <c:v>146052.14000000001</c:v>
                </c:pt>
                <c:pt idx="5603">
                  <c:v>146078.21</c:v>
                </c:pt>
                <c:pt idx="5604">
                  <c:v>146104.29</c:v>
                </c:pt>
                <c:pt idx="5605">
                  <c:v>146130.35999999999</c:v>
                </c:pt>
                <c:pt idx="5606">
                  <c:v>146156.43</c:v>
                </c:pt>
                <c:pt idx="5607">
                  <c:v>146182.5</c:v>
                </c:pt>
                <c:pt idx="5608">
                  <c:v>146208.57</c:v>
                </c:pt>
                <c:pt idx="5609">
                  <c:v>146234.64000000001</c:v>
                </c:pt>
                <c:pt idx="5610">
                  <c:v>146260.71</c:v>
                </c:pt>
                <c:pt idx="5611">
                  <c:v>146286.79</c:v>
                </c:pt>
                <c:pt idx="5612">
                  <c:v>146312.85999999999</c:v>
                </c:pt>
                <c:pt idx="5613">
                  <c:v>146338.93</c:v>
                </c:pt>
                <c:pt idx="5614">
                  <c:v>146365</c:v>
                </c:pt>
                <c:pt idx="5615">
                  <c:v>146391.07</c:v>
                </c:pt>
                <c:pt idx="5616">
                  <c:v>146417.14000000001</c:v>
                </c:pt>
                <c:pt idx="5617">
                  <c:v>146443.21</c:v>
                </c:pt>
                <c:pt idx="5618">
                  <c:v>146469.29</c:v>
                </c:pt>
                <c:pt idx="5619">
                  <c:v>146495.35999999999</c:v>
                </c:pt>
                <c:pt idx="5620">
                  <c:v>146521.43</c:v>
                </c:pt>
                <c:pt idx="5621">
                  <c:v>146547.5</c:v>
                </c:pt>
                <c:pt idx="5622">
                  <c:v>146573.57</c:v>
                </c:pt>
                <c:pt idx="5623">
                  <c:v>146599.64000000001</c:v>
                </c:pt>
                <c:pt idx="5624">
                  <c:v>146625.71</c:v>
                </c:pt>
                <c:pt idx="5625">
                  <c:v>146651.79</c:v>
                </c:pt>
                <c:pt idx="5626">
                  <c:v>146677.85999999999</c:v>
                </c:pt>
                <c:pt idx="5627">
                  <c:v>146703.93</c:v>
                </c:pt>
                <c:pt idx="5628">
                  <c:v>146730</c:v>
                </c:pt>
                <c:pt idx="5629">
                  <c:v>146756.07</c:v>
                </c:pt>
                <c:pt idx="5630">
                  <c:v>146782.14000000001</c:v>
                </c:pt>
                <c:pt idx="5631">
                  <c:v>146808.21</c:v>
                </c:pt>
                <c:pt idx="5632">
                  <c:v>146834.29</c:v>
                </c:pt>
                <c:pt idx="5633">
                  <c:v>146860.35999999999</c:v>
                </c:pt>
                <c:pt idx="5634">
                  <c:v>146886.43</c:v>
                </c:pt>
                <c:pt idx="5635">
                  <c:v>146912.5</c:v>
                </c:pt>
                <c:pt idx="5636">
                  <c:v>146938.57</c:v>
                </c:pt>
                <c:pt idx="5637">
                  <c:v>146964.64000000001</c:v>
                </c:pt>
                <c:pt idx="5638">
                  <c:v>146990.71</c:v>
                </c:pt>
                <c:pt idx="5639">
                  <c:v>147016.79</c:v>
                </c:pt>
                <c:pt idx="5640">
                  <c:v>147042.85999999999</c:v>
                </c:pt>
                <c:pt idx="5641">
                  <c:v>147068.93</c:v>
                </c:pt>
                <c:pt idx="5642">
                  <c:v>147095</c:v>
                </c:pt>
                <c:pt idx="5643">
                  <c:v>147121.07</c:v>
                </c:pt>
                <c:pt idx="5644">
                  <c:v>147147.14000000001</c:v>
                </c:pt>
                <c:pt idx="5645">
                  <c:v>147173.21</c:v>
                </c:pt>
                <c:pt idx="5646">
                  <c:v>147199.29</c:v>
                </c:pt>
                <c:pt idx="5647">
                  <c:v>147225.35999999999</c:v>
                </c:pt>
                <c:pt idx="5648">
                  <c:v>147251.43</c:v>
                </c:pt>
                <c:pt idx="5649">
                  <c:v>147277.5</c:v>
                </c:pt>
                <c:pt idx="5650">
                  <c:v>147303.57</c:v>
                </c:pt>
                <c:pt idx="5651">
                  <c:v>147329.64000000001</c:v>
                </c:pt>
                <c:pt idx="5652">
                  <c:v>147355.71</c:v>
                </c:pt>
                <c:pt idx="5653">
                  <c:v>147381.79</c:v>
                </c:pt>
                <c:pt idx="5654">
                  <c:v>147407.85999999999</c:v>
                </c:pt>
                <c:pt idx="5655">
                  <c:v>147433.93</c:v>
                </c:pt>
                <c:pt idx="5656">
                  <c:v>147460</c:v>
                </c:pt>
                <c:pt idx="5657">
                  <c:v>147486.07</c:v>
                </c:pt>
                <c:pt idx="5658">
                  <c:v>147512.14000000001</c:v>
                </c:pt>
                <c:pt idx="5659">
                  <c:v>147538.21</c:v>
                </c:pt>
                <c:pt idx="5660">
                  <c:v>147564.29</c:v>
                </c:pt>
                <c:pt idx="5661">
                  <c:v>147590.35999999999</c:v>
                </c:pt>
                <c:pt idx="5662">
                  <c:v>147616.43</c:v>
                </c:pt>
                <c:pt idx="5663">
                  <c:v>147642.5</c:v>
                </c:pt>
                <c:pt idx="5664">
                  <c:v>147668.57</c:v>
                </c:pt>
                <c:pt idx="5665">
                  <c:v>147694.64000000001</c:v>
                </c:pt>
                <c:pt idx="5666">
                  <c:v>147720.71</c:v>
                </c:pt>
                <c:pt idx="5667">
                  <c:v>147746.79</c:v>
                </c:pt>
                <c:pt idx="5668">
                  <c:v>147772.85999999999</c:v>
                </c:pt>
                <c:pt idx="5669">
                  <c:v>147798.93</c:v>
                </c:pt>
                <c:pt idx="5670">
                  <c:v>147825</c:v>
                </c:pt>
                <c:pt idx="5671">
                  <c:v>147851.07</c:v>
                </c:pt>
                <c:pt idx="5672">
                  <c:v>147877.14000000001</c:v>
                </c:pt>
                <c:pt idx="5673">
                  <c:v>147903.21</c:v>
                </c:pt>
                <c:pt idx="5674">
                  <c:v>147929.29</c:v>
                </c:pt>
                <c:pt idx="5675">
                  <c:v>147955.35999999999</c:v>
                </c:pt>
                <c:pt idx="5676">
                  <c:v>147981.43</c:v>
                </c:pt>
                <c:pt idx="5677">
                  <c:v>148007.5</c:v>
                </c:pt>
                <c:pt idx="5678">
                  <c:v>148033.57</c:v>
                </c:pt>
                <c:pt idx="5679">
                  <c:v>148059.64000000001</c:v>
                </c:pt>
                <c:pt idx="5680">
                  <c:v>148085.71</c:v>
                </c:pt>
                <c:pt idx="5681">
                  <c:v>148111.79</c:v>
                </c:pt>
                <c:pt idx="5682">
                  <c:v>148137.85999999999</c:v>
                </c:pt>
                <c:pt idx="5683">
                  <c:v>148163.93</c:v>
                </c:pt>
                <c:pt idx="5684">
                  <c:v>148190</c:v>
                </c:pt>
                <c:pt idx="5685">
                  <c:v>148216.07</c:v>
                </c:pt>
                <c:pt idx="5686">
                  <c:v>148242.14000000001</c:v>
                </c:pt>
                <c:pt idx="5687">
                  <c:v>148268.21</c:v>
                </c:pt>
                <c:pt idx="5688">
                  <c:v>148294.29</c:v>
                </c:pt>
                <c:pt idx="5689">
                  <c:v>148320.35999999999</c:v>
                </c:pt>
                <c:pt idx="5690">
                  <c:v>148346.43</c:v>
                </c:pt>
                <c:pt idx="5691">
                  <c:v>148372.5</c:v>
                </c:pt>
                <c:pt idx="5692">
                  <c:v>148398.57</c:v>
                </c:pt>
                <c:pt idx="5693">
                  <c:v>148424.64000000001</c:v>
                </c:pt>
                <c:pt idx="5694">
                  <c:v>148450.71</c:v>
                </c:pt>
                <c:pt idx="5695">
                  <c:v>148476.79</c:v>
                </c:pt>
                <c:pt idx="5696">
                  <c:v>148502.85999999999</c:v>
                </c:pt>
                <c:pt idx="5697">
                  <c:v>148528.93</c:v>
                </c:pt>
                <c:pt idx="5698">
                  <c:v>148555</c:v>
                </c:pt>
                <c:pt idx="5699">
                  <c:v>148581.07</c:v>
                </c:pt>
                <c:pt idx="5700">
                  <c:v>148607.14000000001</c:v>
                </c:pt>
                <c:pt idx="5701">
                  <c:v>148633.21</c:v>
                </c:pt>
                <c:pt idx="5702">
                  <c:v>148659.29</c:v>
                </c:pt>
                <c:pt idx="5703">
                  <c:v>148685.35999999999</c:v>
                </c:pt>
                <c:pt idx="5704">
                  <c:v>148711.43</c:v>
                </c:pt>
                <c:pt idx="5705">
                  <c:v>148737.5</c:v>
                </c:pt>
                <c:pt idx="5706">
                  <c:v>148763.57</c:v>
                </c:pt>
                <c:pt idx="5707">
                  <c:v>148789.64000000001</c:v>
                </c:pt>
                <c:pt idx="5708">
                  <c:v>148815.71</c:v>
                </c:pt>
                <c:pt idx="5709">
                  <c:v>148841.79</c:v>
                </c:pt>
                <c:pt idx="5710">
                  <c:v>148867.85999999999</c:v>
                </c:pt>
                <c:pt idx="5711">
                  <c:v>148893.93</c:v>
                </c:pt>
                <c:pt idx="5712">
                  <c:v>148920</c:v>
                </c:pt>
                <c:pt idx="5713">
                  <c:v>148946.07</c:v>
                </c:pt>
                <c:pt idx="5714">
                  <c:v>148972.14000000001</c:v>
                </c:pt>
                <c:pt idx="5715">
                  <c:v>148998.21</c:v>
                </c:pt>
                <c:pt idx="5716">
                  <c:v>149024.29</c:v>
                </c:pt>
                <c:pt idx="5717">
                  <c:v>149050.35999999999</c:v>
                </c:pt>
                <c:pt idx="5718">
                  <c:v>149076.43</c:v>
                </c:pt>
                <c:pt idx="5719">
                  <c:v>149102.5</c:v>
                </c:pt>
                <c:pt idx="5720">
                  <c:v>149128.57</c:v>
                </c:pt>
                <c:pt idx="5721">
                  <c:v>149154.64000000001</c:v>
                </c:pt>
                <c:pt idx="5722">
                  <c:v>149180.71</c:v>
                </c:pt>
                <c:pt idx="5723">
                  <c:v>149206.79</c:v>
                </c:pt>
                <c:pt idx="5724">
                  <c:v>149232.85999999999</c:v>
                </c:pt>
                <c:pt idx="5725">
                  <c:v>149258.93</c:v>
                </c:pt>
                <c:pt idx="5726">
                  <c:v>149285</c:v>
                </c:pt>
                <c:pt idx="5727">
                  <c:v>149311.07</c:v>
                </c:pt>
                <c:pt idx="5728">
                  <c:v>149337.14000000001</c:v>
                </c:pt>
                <c:pt idx="5729">
                  <c:v>149363.21</c:v>
                </c:pt>
                <c:pt idx="5730">
                  <c:v>149389.29</c:v>
                </c:pt>
                <c:pt idx="5731">
                  <c:v>149415.35999999999</c:v>
                </c:pt>
                <c:pt idx="5732">
                  <c:v>149441.43</c:v>
                </c:pt>
                <c:pt idx="5733">
                  <c:v>149467.5</c:v>
                </c:pt>
                <c:pt idx="5734">
                  <c:v>149493.57</c:v>
                </c:pt>
                <c:pt idx="5735">
                  <c:v>149519.64000000001</c:v>
                </c:pt>
                <c:pt idx="5736">
                  <c:v>149545.71</c:v>
                </c:pt>
                <c:pt idx="5737">
                  <c:v>149571.79</c:v>
                </c:pt>
                <c:pt idx="5738">
                  <c:v>149597.85999999999</c:v>
                </c:pt>
                <c:pt idx="5739">
                  <c:v>149623.93</c:v>
                </c:pt>
                <c:pt idx="5740">
                  <c:v>149650</c:v>
                </c:pt>
                <c:pt idx="5741">
                  <c:v>149676.07</c:v>
                </c:pt>
                <c:pt idx="5742">
                  <c:v>149702.14000000001</c:v>
                </c:pt>
                <c:pt idx="5743">
                  <c:v>149728.21</c:v>
                </c:pt>
                <c:pt idx="5744">
                  <c:v>149754.29</c:v>
                </c:pt>
                <c:pt idx="5745">
                  <c:v>149780.35999999999</c:v>
                </c:pt>
                <c:pt idx="5746">
                  <c:v>149806.43</c:v>
                </c:pt>
                <c:pt idx="5747">
                  <c:v>149832.5</c:v>
                </c:pt>
                <c:pt idx="5748">
                  <c:v>149858.57</c:v>
                </c:pt>
                <c:pt idx="5749">
                  <c:v>149884.64000000001</c:v>
                </c:pt>
                <c:pt idx="5750">
                  <c:v>149910.71</c:v>
                </c:pt>
                <c:pt idx="5751">
                  <c:v>149936.79</c:v>
                </c:pt>
                <c:pt idx="5752">
                  <c:v>149962.85999999999</c:v>
                </c:pt>
                <c:pt idx="5753">
                  <c:v>149988.93</c:v>
                </c:pt>
                <c:pt idx="5754">
                  <c:v>150015</c:v>
                </c:pt>
                <c:pt idx="5755">
                  <c:v>150041.07</c:v>
                </c:pt>
                <c:pt idx="5756">
                  <c:v>150067.14000000001</c:v>
                </c:pt>
                <c:pt idx="5757">
                  <c:v>150093.21</c:v>
                </c:pt>
                <c:pt idx="5758">
                  <c:v>150119.29</c:v>
                </c:pt>
                <c:pt idx="5759">
                  <c:v>150145.35999999999</c:v>
                </c:pt>
                <c:pt idx="5760">
                  <c:v>150171.43</c:v>
                </c:pt>
                <c:pt idx="5761">
                  <c:v>150197.5</c:v>
                </c:pt>
                <c:pt idx="5762">
                  <c:v>150223.57</c:v>
                </c:pt>
                <c:pt idx="5763">
                  <c:v>150249.64000000001</c:v>
                </c:pt>
                <c:pt idx="5764">
                  <c:v>150275.71</c:v>
                </c:pt>
                <c:pt idx="5765">
                  <c:v>150301.79</c:v>
                </c:pt>
                <c:pt idx="5766">
                  <c:v>150327.85999999999</c:v>
                </c:pt>
                <c:pt idx="5767">
                  <c:v>150353.93</c:v>
                </c:pt>
                <c:pt idx="5768">
                  <c:v>150380</c:v>
                </c:pt>
                <c:pt idx="5769">
                  <c:v>150406.07</c:v>
                </c:pt>
                <c:pt idx="5770">
                  <c:v>150432.14000000001</c:v>
                </c:pt>
                <c:pt idx="5771">
                  <c:v>150458.21</c:v>
                </c:pt>
                <c:pt idx="5772">
                  <c:v>150484.29</c:v>
                </c:pt>
                <c:pt idx="5773">
                  <c:v>150510.35999999999</c:v>
                </c:pt>
                <c:pt idx="5774">
                  <c:v>150536.43</c:v>
                </c:pt>
                <c:pt idx="5775">
                  <c:v>150562.5</c:v>
                </c:pt>
                <c:pt idx="5776">
                  <c:v>150588.57</c:v>
                </c:pt>
                <c:pt idx="5777">
                  <c:v>150614.64000000001</c:v>
                </c:pt>
                <c:pt idx="5778">
                  <c:v>150640.71</c:v>
                </c:pt>
                <c:pt idx="5779">
                  <c:v>150666.79</c:v>
                </c:pt>
                <c:pt idx="5780">
                  <c:v>150692.85999999999</c:v>
                </c:pt>
                <c:pt idx="5781">
                  <c:v>150718.93</c:v>
                </c:pt>
                <c:pt idx="5782">
                  <c:v>150745</c:v>
                </c:pt>
                <c:pt idx="5783">
                  <c:v>150771.07</c:v>
                </c:pt>
                <c:pt idx="5784">
                  <c:v>150797.14000000001</c:v>
                </c:pt>
                <c:pt idx="5785">
                  <c:v>150823.21</c:v>
                </c:pt>
                <c:pt idx="5786">
                  <c:v>150849.29</c:v>
                </c:pt>
                <c:pt idx="5787">
                  <c:v>150875.35999999999</c:v>
                </c:pt>
                <c:pt idx="5788">
                  <c:v>150901.43</c:v>
                </c:pt>
                <c:pt idx="5789">
                  <c:v>150927.5</c:v>
                </c:pt>
                <c:pt idx="5790">
                  <c:v>150953.57</c:v>
                </c:pt>
                <c:pt idx="5791">
                  <c:v>150979.64000000001</c:v>
                </c:pt>
                <c:pt idx="5792">
                  <c:v>151005.71</c:v>
                </c:pt>
                <c:pt idx="5793">
                  <c:v>151031.79</c:v>
                </c:pt>
                <c:pt idx="5794">
                  <c:v>151057.85999999999</c:v>
                </c:pt>
                <c:pt idx="5795">
                  <c:v>151083.93</c:v>
                </c:pt>
                <c:pt idx="5796">
                  <c:v>151110</c:v>
                </c:pt>
                <c:pt idx="5797">
                  <c:v>151136.07</c:v>
                </c:pt>
                <c:pt idx="5798">
                  <c:v>151162.14000000001</c:v>
                </c:pt>
                <c:pt idx="5799">
                  <c:v>151188.21</c:v>
                </c:pt>
                <c:pt idx="5800">
                  <c:v>151214.29</c:v>
                </c:pt>
                <c:pt idx="5801">
                  <c:v>151240.35999999999</c:v>
                </c:pt>
                <c:pt idx="5802">
                  <c:v>151266.43</c:v>
                </c:pt>
                <c:pt idx="5803">
                  <c:v>151292.5</c:v>
                </c:pt>
                <c:pt idx="5804">
                  <c:v>151318.57</c:v>
                </c:pt>
                <c:pt idx="5805">
                  <c:v>151344.64000000001</c:v>
                </c:pt>
                <c:pt idx="5806">
                  <c:v>151370.71</c:v>
                </c:pt>
                <c:pt idx="5807">
                  <c:v>151396.79</c:v>
                </c:pt>
                <c:pt idx="5808">
                  <c:v>151422.85999999999</c:v>
                </c:pt>
                <c:pt idx="5809">
                  <c:v>151448.93</c:v>
                </c:pt>
                <c:pt idx="5810">
                  <c:v>151475</c:v>
                </c:pt>
                <c:pt idx="5811">
                  <c:v>151501.07</c:v>
                </c:pt>
                <c:pt idx="5812">
                  <c:v>151527.14000000001</c:v>
                </c:pt>
                <c:pt idx="5813">
                  <c:v>151553.21</c:v>
                </c:pt>
                <c:pt idx="5814">
                  <c:v>151579.29</c:v>
                </c:pt>
                <c:pt idx="5815">
                  <c:v>151605.35999999999</c:v>
                </c:pt>
                <c:pt idx="5816">
                  <c:v>151631.43</c:v>
                </c:pt>
                <c:pt idx="5817">
                  <c:v>151657.5</c:v>
                </c:pt>
                <c:pt idx="5818">
                  <c:v>151683.57</c:v>
                </c:pt>
                <c:pt idx="5819">
                  <c:v>151709.64000000001</c:v>
                </c:pt>
                <c:pt idx="5820">
                  <c:v>151735.71</c:v>
                </c:pt>
                <c:pt idx="5821">
                  <c:v>151761.79</c:v>
                </c:pt>
                <c:pt idx="5822">
                  <c:v>151787.85999999999</c:v>
                </c:pt>
                <c:pt idx="5823">
                  <c:v>151813.93</c:v>
                </c:pt>
                <c:pt idx="5824">
                  <c:v>151840</c:v>
                </c:pt>
                <c:pt idx="5825">
                  <c:v>151866.07</c:v>
                </c:pt>
                <c:pt idx="5826">
                  <c:v>151892.14000000001</c:v>
                </c:pt>
                <c:pt idx="5827">
                  <c:v>151918.21</c:v>
                </c:pt>
                <c:pt idx="5828">
                  <c:v>151944.29</c:v>
                </c:pt>
                <c:pt idx="5829">
                  <c:v>151970.35999999999</c:v>
                </c:pt>
                <c:pt idx="5830">
                  <c:v>151996.43</c:v>
                </c:pt>
                <c:pt idx="5831">
                  <c:v>152022.5</c:v>
                </c:pt>
                <c:pt idx="5832">
                  <c:v>152048.57</c:v>
                </c:pt>
                <c:pt idx="5833">
                  <c:v>152074.64000000001</c:v>
                </c:pt>
                <c:pt idx="5834">
                  <c:v>152100.71</c:v>
                </c:pt>
                <c:pt idx="5835">
                  <c:v>152126.79</c:v>
                </c:pt>
                <c:pt idx="5836">
                  <c:v>152152.85999999999</c:v>
                </c:pt>
                <c:pt idx="5837">
                  <c:v>152178.93</c:v>
                </c:pt>
                <c:pt idx="5838">
                  <c:v>152205</c:v>
                </c:pt>
                <c:pt idx="5839">
                  <c:v>152231.07</c:v>
                </c:pt>
                <c:pt idx="5840">
                  <c:v>152257.14000000001</c:v>
                </c:pt>
                <c:pt idx="5841">
                  <c:v>152283.21</c:v>
                </c:pt>
                <c:pt idx="5842">
                  <c:v>152309.29</c:v>
                </c:pt>
                <c:pt idx="5843">
                  <c:v>152335.35999999999</c:v>
                </c:pt>
                <c:pt idx="5844">
                  <c:v>152361.43</c:v>
                </c:pt>
                <c:pt idx="5845">
                  <c:v>152387.5</c:v>
                </c:pt>
                <c:pt idx="5846">
                  <c:v>152413.57</c:v>
                </c:pt>
                <c:pt idx="5847">
                  <c:v>152439.64000000001</c:v>
                </c:pt>
                <c:pt idx="5848">
                  <c:v>152465.71</c:v>
                </c:pt>
                <c:pt idx="5849">
                  <c:v>152491.79</c:v>
                </c:pt>
                <c:pt idx="5850">
                  <c:v>152517.85999999999</c:v>
                </c:pt>
                <c:pt idx="5851">
                  <c:v>152543.93</c:v>
                </c:pt>
                <c:pt idx="5852">
                  <c:v>152570</c:v>
                </c:pt>
                <c:pt idx="5853">
                  <c:v>152596.07</c:v>
                </c:pt>
                <c:pt idx="5854">
                  <c:v>152622.14000000001</c:v>
                </c:pt>
                <c:pt idx="5855">
                  <c:v>152648.21</c:v>
                </c:pt>
                <c:pt idx="5856">
                  <c:v>152674.29</c:v>
                </c:pt>
                <c:pt idx="5857">
                  <c:v>152700.35999999999</c:v>
                </c:pt>
                <c:pt idx="5858">
                  <c:v>152726.43</c:v>
                </c:pt>
                <c:pt idx="5859">
                  <c:v>152752.5</c:v>
                </c:pt>
                <c:pt idx="5860">
                  <c:v>152778.57</c:v>
                </c:pt>
                <c:pt idx="5861">
                  <c:v>152804.64000000001</c:v>
                </c:pt>
                <c:pt idx="5862">
                  <c:v>152830.71</c:v>
                </c:pt>
                <c:pt idx="5863">
                  <c:v>152856.79</c:v>
                </c:pt>
                <c:pt idx="5864">
                  <c:v>152882.85999999999</c:v>
                </c:pt>
                <c:pt idx="5865">
                  <c:v>152908.93</c:v>
                </c:pt>
                <c:pt idx="5866">
                  <c:v>152935</c:v>
                </c:pt>
                <c:pt idx="5867">
                  <c:v>152961.07</c:v>
                </c:pt>
                <c:pt idx="5868">
                  <c:v>152987.14000000001</c:v>
                </c:pt>
                <c:pt idx="5869">
                  <c:v>153013.21</c:v>
                </c:pt>
                <c:pt idx="5870">
                  <c:v>153039.29</c:v>
                </c:pt>
                <c:pt idx="5871">
                  <c:v>153065.35999999999</c:v>
                </c:pt>
                <c:pt idx="5872">
                  <c:v>153091.43</c:v>
                </c:pt>
                <c:pt idx="5873">
                  <c:v>153117.5</c:v>
                </c:pt>
                <c:pt idx="5874">
                  <c:v>153143.57</c:v>
                </c:pt>
                <c:pt idx="5875">
                  <c:v>153169.64000000001</c:v>
                </c:pt>
                <c:pt idx="5876">
                  <c:v>153195.71</c:v>
                </c:pt>
                <c:pt idx="5877">
                  <c:v>153221.79</c:v>
                </c:pt>
                <c:pt idx="5878">
                  <c:v>153247.85999999999</c:v>
                </c:pt>
                <c:pt idx="5879">
                  <c:v>153273.93</c:v>
                </c:pt>
                <c:pt idx="5880">
                  <c:v>153300</c:v>
                </c:pt>
                <c:pt idx="5881">
                  <c:v>153326.07</c:v>
                </c:pt>
                <c:pt idx="5882">
                  <c:v>153352.14000000001</c:v>
                </c:pt>
                <c:pt idx="5883">
                  <c:v>153378.21</c:v>
                </c:pt>
                <c:pt idx="5884">
                  <c:v>153404.29</c:v>
                </c:pt>
                <c:pt idx="5885">
                  <c:v>153430.35999999999</c:v>
                </c:pt>
                <c:pt idx="5886">
                  <c:v>153456.43</c:v>
                </c:pt>
                <c:pt idx="5887">
                  <c:v>153482.5</c:v>
                </c:pt>
                <c:pt idx="5888">
                  <c:v>153508.57</c:v>
                </c:pt>
                <c:pt idx="5889">
                  <c:v>153534.64000000001</c:v>
                </c:pt>
                <c:pt idx="5890">
                  <c:v>153560.71</c:v>
                </c:pt>
                <c:pt idx="5891">
                  <c:v>153586.79</c:v>
                </c:pt>
                <c:pt idx="5892">
                  <c:v>153612.85999999999</c:v>
                </c:pt>
                <c:pt idx="5893">
                  <c:v>153638.93</c:v>
                </c:pt>
                <c:pt idx="5894">
                  <c:v>153665</c:v>
                </c:pt>
                <c:pt idx="5895">
                  <c:v>153691.07</c:v>
                </c:pt>
                <c:pt idx="5896">
                  <c:v>153717.14000000001</c:v>
                </c:pt>
                <c:pt idx="5897">
                  <c:v>153743.21</c:v>
                </c:pt>
                <c:pt idx="5898">
                  <c:v>153769.29</c:v>
                </c:pt>
                <c:pt idx="5899">
                  <c:v>153795.35999999999</c:v>
                </c:pt>
                <c:pt idx="5900">
                  <c:v>153821.43</c:v>
                </c:pt>
                <c:pt idx="5901">
                  <c:v>153847.5</c:v>
                </c:pt>
                <c:pt idx="5902">
                  <c:v>153873.57</c:v>
                </c:pt>
                <c:pt idx="5903">
                  <c:v>153899.64000000001</c:v>
                </c:pt>
                <c:pt idx="5904">
                  <c:v>153925.71</c:v>
                </c:pt>
                <c:pt idx="5905">
                  <c:v>153951.79</c:v>
                </c:pt>
                <c:pt idx="5906">
                  <c:v>153977.85999999999</c:v>
                </c:pt>
                <c:pt idx="5907">
                  <c:v>154003.93</c:v>
                </c:pt>
                <c:pt idx="5908">
                  <c:v>154030</c:v>
                </c:pt>
                <c:pt idx="5909">
                  <c:v>154056.07</c:v>
                </c:pt>
                <c:pt idx="5910">
                  <c:v>154082.14000000001</c:v>
                </c:pt>
                <c:pt idx="5911">
                  <c:v>154108.21</c:v>
                </c:pt>
                <c:pt idx="5912">
                  <c:v>154134.29</c:v>
                </c:pt>
                <c:pt idx="5913">
                  <c:v>154160.35999999999</c:v>
                </c:pt>
                <c:pt idx="5914">
                  <c:v>154186.43</c:v>
                </c:pt>
                <c:pt idx="5915">
                  <c:v>154212.5</c:v>
                </c:pt>
                <c:pt idx="5916">
                  <c:v>154238.57</c:v>
                </c:pt>
                <c:pt idx="5917">
                  <c:v>154264.64000000001</c:v>
                </c:pt>
                <c:pt idx="5918">
                  <c:v>154290.71</c:v>
                </c:pt>
                <c:pt idx="5919">
                  <c:v>154316.79</c:v>
                </c:pt>
                <c:pt idx="5920">
                  <c:v>154342.85999999999</c:v>
                </c:pt>
                <c:pt idx="5921">
                  <c:v>154368.93</c:v>
                </c:pt>
                <c:pt idx="5922">
                  <c:v>154395</c:v>
                </c:pt>
                <c:pt idx="5923">
                  <c:v>154421.07</c:v>
                </c:pt>
                <c:pt idx="5924">
                  <c:v>154447.14000000001</c:v>
                </c:pt>
                <c:pt idx="5925">
                  <c:v>154473.21</c:v>
                </c:pt>
                <c:pt idx="5926">
                  <c:v>154499.29</c:v>
                </c:pt>
                <c:pt idx="5927">
                  <c:v>154525.35999999999</c:v>
                </c:pt>
                <c:pt idx="5928">
                  <c:v>154551.43</c:v>
                </c:pt>
                <c:pt idx="5929">
                  <c:v>154577.5</c:v>
                </c:pt>
                <c:pt idx="5930">
                  <c:v>154603.57</c:v>
                </c:pt>
                <c:pt idx="5931">
                  <c:v>154629.64000000001</c:v>
                </c:pt>
                <c:pt idx="5932">
                  <c:v>154655.71</c:v>
                </c:pt>
                <c:pt idx="5933">
                  <c:v>154681.79</c:v>
                </c:pt>
                <c:pt idx="5934">
                  <c:v>154707.85999999999</c:v>
                </c:pt>
                <c:pt idx="5935">
                  <c:v>154733.93</c:v>
                </c:pt>
                <c:pt idx="5936">
                  <c:v>154760</c:v>
                </c:pt>
                <c:pt idx="5937">
                  <c:v>154786.07</c:v>
                </c:pt>
                <c:pt idx="5938">
                  <c:v>154812.14000000001</c:v>
                </c:pt>
                <c:pt idx="5939">
                  <c:v>154838.21</c:v>
                </c:pt>
                <c:pt idx="5940">
                  <c:v>154864.29</c:v>
                </c:pt>
                <c:pt idx="5941">
                  <c:v>154890.35999999999</c:v>
                </c:pt>
                <c:pt idx="5942">
                  <c:v>154916.43</c:v>
                </c:pt>
                <c:pt idx="5943">
                  <c:v>154942.5</c:v>
                </c:pt>
                <c:pt idx="5944">
                  <c:v>154968.57</c:v>
                </c:pt>
                <c:pt idx="5945">
                  <c:v>154994.64000000001</c:v>
                </c:pt>
                <c:pt idx="5946">
                  <c:v>155020.71</c:v>
                </c:pt>
                <c:pt idx="5947">
                  <c:v>155046.79</c:v>
                </c:pt>
                <c:pt idx="5948">
                  <c:v>155072.85999999999</c:v>
                </c:pt>
                <c:pt idx="5949">
                  <c:v>155098.93</c:v>
                </c:pt>
                <c:pt idx="5950">
                  <c:v>155125</c:v>
                </c:pt>
                <c:pt idx="5951">
                  <c:v>155151.07</c:v>
                </c:pt>
                <c:pt idx="5952">
                  <c:v>155177.14000000001</c:v>
                </c:pt>
                <c:pt idx="5953">
                  <c:v>155203.21</c:v>
                </c:pt>
                <c:pt idx="5954">
                  <c:v>155229.29</c:v>
                </c:pt>
                <c:pt idx="5955">
                  <c:v>155255.35999999999</c:v>
                </c:pt>
                <c:pt idx="5956">
                  <c:v>155281.43</c:v>
                </c:pt>
                <c:pt idx="5957">
                  <c:v>155307.5</c:v>
                </c:pt>
                <c:pt idx="5958">
                  <c:v>155333.57</c:v>
                </c:pt>
                <c:pt idx="5959">
                  <c:v>155359.64000000001</c:v>
                </c:pt>
                <c:pt idx="5960">
                  <c:v>155385.71</c:v>
                </c:pt>
                <c:pt idx="5961">
                  <c:v>155411.79</c:v>
                </c:pt>
                <c:pt idx="5962">
                  <c:v>155437.85999999999</c:v>
                </c:pt>
                <c:pt idx="5963">
                  <c:v>155463.93</c:v>
                </c:pt>
                <c:pt idx="5964">
                  <c:v>155490</c:v>
                </c:pt>
                <c:pt idx="5965">
                  <c:v>155516.07</c:v>
                </c:pt>
                <c:pt idx="5966">
                  <c:v>155542.14000000001</c:v>
                </c:pt>
                <c:pt idx="5967">
                  <c:v>155568.21</c:v>
                </c:pt>
                <c:pt idx="5968">
                  <c:v>155594.29</c:v>
                </c:pt>
                <c:pt idx="5969">
                  <c:v>155620.35999999999</c:v>
                </c:pt>
                <c:pt idx="5970">
                  <c:v>155646.43</c:v>
                </c:pt>
                <c:pt idx="5971">
                  <c:v>155672.5</c:v>
                </c:pt>
                <c:pt idx="5972">
                  <c:v>155698.57</c:v>
                </c:pt>
                <c:pt idx="5973">
                  <c:v>155724.64000000001</c:v>
                </c:pt>
                <c:pt idx="5974">
                  <c:v>155750.71</c:v>
                </c:pt>
                <c:pt idx="5975">
                  <c:v>155776.79</c:v>
                </c:pt>
                <c:pt idx="5976">
                  <c:v>155802.85999999999</c:v>
                </c:pt>
                <c:pt idx="5977">
                  <c:v>155828.93</c:v>
                </c:pt>
                <c:pt idx="5978">
                  <c:v>155855</c:v>
                </c:pt>
                <c:pt idx="5979">
                  <c:v>155881.07</c:v>
                </c:pt>
                <c:pt idx="5980">
                  <c:v>155907.14000000001</c:v>
                </c:pt>
                <c:pt idx="5981">
                  <c:v>155933.21</c:v>
                </c:pt>
                <c:pt idx="5982">
                  <c:v>155959.29</c:v>
                </c:pt>
                <c:pt idx="5983">
                  <c:v>155985.35999999999</c:v>
                </c:pt>
                <c:pt idx="5984">
                  <c:v>156011.43</c:v>
                </c:pt>
                <c:pt idx="5985">
                  <c:v>156037.5</c:v>
                </c:pt>
                <c:pt idx="5986">
                  <c:v>156063.57</c:v>
                </c:pt>
                <c:pt idx="5987">
                  <c:v>156089.64000000001</c:v>
                </c:pt>
                <c:pt idx="5988">
                  <c:v>156115.71</c:v>
                </c:pt>
                <c:pt idx="5989">
                  <c:v>156141.79</c:v>
                </c:pt>
                <c:pt idx="5990">
                  <c:v>156167.85999999999</c:v>
                </c:pt>
                <c:pt idx="5991">
                  <c:v>156193.93</c:v>
                </c:pt>
                <c:pt idx="5992">
                  <c:v>156220</c:v>
                </c:pt>
                <c:pt idx="5993">
                  <c:v>156246.07</c:v>
                </c:pt>
                <c:pt idx="5994">
                  <c:v>156272.14000000001</c:v>
                </c:pt>
                <c:pt idx="5995">
                  <c:v>156298.21</c:v>
                </c:pt>
                <c:pt idx="5996">
                  <c:v>156324.29</c:v>
                </c:pt>
                <c:pt idx="5997">
                  <c:v>156350.35999999999</c:v>
                </c:pt>
                <c:pt idx="5998">
                  <c:v>156376.43</c:v>
                </c:pt>
                <c:pt idx="5999">
                  <c:v>156402.5</c:v>
                </c:pt>
                <c:pt idx="6000">
                  <c:v>156428.57</c:v>
                </c:pt>
              </c:numCache>
            </c:numRef>
          </c:xVal>
          <c:yVal>
            <c:numRef>
              <c:f>'Net income and EMTR (data)'!$I$2:$I$6002</c:f>
              <c:numCache>
                <c:formatCode>General</c:formatCode>
                <c:ptCount val="6001"/>
                <c:pt idx="0">
                  <c:v>0</c:v>
                </c:pt>
                <c:pt idx="1">
                  <c:v>0</c:v>
                </c:pt>
                <c:pt idx="2">
                  <c:v>0</c:v>
                </c:pt>
                <c:pt idx="3">
                  <c:v>0</c:v>
                </c:pt>
                <c:pt idx="4">
                  <c:v>0</c:v>
                </c:pt>
                <c:pt idx="5">
                  <c:v>0</c:v>
                </c:pt>
                <c:pt idx="6">
                  <c:v>0</c:v>
                </c:pt>
                <c:pt idx="7">
                  <c:v>0</c:v>
                </c:pt>
                <c:pt idx="8">
                  <c:v>0</c:v>
                </c:pt>
                <c:pt idx="9">
                  <c:v>0</c:v>
                </c:pt>
                <c:pt idx="10">
                  <c:v>0</c:v>
                </c:pt>
                <c:pt idx="11">
                  <c:v>0</c:v>
                </c:pt>
                <c:pt idx="12">
                  <c:v>0</c:v>
                </c:pt>
                <c:pt idx="13">
                  <c:v>0</c:v>
                </c:pt>
                <c:pt idx="14">
                  <c:v>0</c:v>
                </c:pt>
                <c:pt idx="15">
                  <c:v>0</c:v>
                </c:pt>
                <c:pt idx="16">
                  <c:v>0</c:v>
                </c:pt>
                <c:pt idx="17">
                  <c:v>0</c:v>
                </c:pt>
                <c:pt idx="18">
                  <c:v>0</c:v>
                </c:pt>
                <c:pt idx="19">
                  <c:v>0</c:v>
                </c:pt>
                <c:pt idx="20">
                  <c:v>0</c:v>
                </c:pt>
                <c:pt idx="21">
                  <c:v>0</c:v>
                </c:pt>
                <c:pt idx="22">
                  <c:v>0</c:v>
                </c:pt>
                <c:pt idx="23">
                  <c:v>0</c:v>
                </c:pt>
                <c:pt idx="24">
                  <c:v>0</c:v>
                </c:pt>
                <c:pt idx="25">
                  <c:v>0</c:v>
                </c:pt>
                <c:pt idx="26">
                  <c:v>0</c:v>
                </c:pt>
                <c:pt idx="27">
                  <c:v>0</c:v>
                </c:pt>
                <c:pt idx="28">
                  <c:v>0</c:v>
                </c:pt>
                <c:pt idx="29">
                  <c:v>0</c:v>
                </c:pt>
                <c:pt idx="30">
                  <c:v>0</c:v>
                </c:pt>
                <c:pt idx="31">
                  <c:v>0</c:v>
                </c:pt>
                <c:pt idx="32">
                  <c:v>0</c:v>
                </c:pt>
                <c:pt idx="33">
                  <c:v>0</c:v>
                </c:pt>
                <c:pt idx="34">
                  <c:v>0</c:v>
                </c:pt>
                <c:pt idx="35">
                  <c:v>0</c:v>
                </c:pt>
                <c:pt idx="36">
                  <c:v>0</c:v>
                </c:pt>
                <c:pt idx="37">
                  <c:v>0</c:v>
                </c:pt>
                <c:pt idx="38">
                  <c:v>0</c:v>
                </c:pt>
                <c:pt idx="39">
                  <c:v>0</c:v>
                </c:pt>
                <c:pt idx="40">
                  <c:v>0</c:v>
                </c:pt>
                <c:pt idx="41">
                  <c:v>0</c:v>
                </c:pt>
                <c:pt idx="42">
                  <c:v>0</c:v>
                </c:pt>
                <c:pt idx="43">
                  <c:v>0</c:v>
                </c:pt>
                <c:pt idx="44">
                  <c:v>0</c:v>
                </c:pt>
                <c:pt idx="45">
                  <c:v>0</c:v>
                </c:pt>
                <c:pt idx="46">
                  <c:v>0</c:v>
                </c:pt>
                <c:pt idx="47">
                  <c:v>0</c:v>
                </c:pt>
                <c:pt idx="48">
                  <c:v>0</c:v>
                </c:pt>
                <c:pt idx="49">
                  <c:v>0</c:v>
                </c:pt>
                <c:pt idx="50">
                  <c:v>0</c:v>
                </c:pt>
                <c:pt idx="51">
                  <c:v>0</c:v>
                </c:pt>
                <c:pt idx="52">
                  <c:v>0</c:v>
                </c:pt>
                <c:pt idx="53">
                  <c:v>0</c:v>
                </c:pt>
                <c:pt idx="54">
                  <c:v>0</c:v>
                </c:pt>
                <c:pt idx="55">
                  <c:v>0</c:v>
                </c:pt>
                <c:pt idx="56">
                  <c:v>0</c:v>
                </c:pt>
                <c:pt idx="57">
                  <c:v>0</c:v>
                </c:pt>
                <c:pt idx="58">
                  <c:v>0</c:v>
                </c:pt>
                <c:pt idx="59">
                  <c:v>0</c:v>
                </c:pt>
                <c:pt idx="60">
                  <c:v>0</c:v>
                </c:pt>
                <c:pt idx="61">
                  <c:v>0</c:v>
                </c:pt>
                <c:pt idx="62">
                  <c:v>0</c:v>
                </c:pt>
                <c:pt idx="63">
                  <c:v>0</c:v>
                </c:pt>
                <c:pt idx="64">
                  <c:v>0</c:v>
                </c:pt>
                <c:pt idx="65">
                  <c:v>0</c:v>
                </c:pt>
                <c:pt idx="66">
                  <c:v>0</c:v>
                </c:pt>
                <c:pt idx="67">
                  <c:v>0</c:v>
                </c:pt>
                <c:pt idx="68">
                  <c:v>0</c:v>
                </c:pt>
                <c:pt idx="69">
                  <c:v>0</c:v>
                </c:pt>
                <c:pt idx="70">
                  <c:v>0</c:v>
                </c:pt>
                <c:pt idx="71">
                  <c:v>0</c:v>
                </c:pt>
                <c:pt idx="72">
                  <c:v>0</c:v>
                </c:pt>
                <c:pt idx="73">
                  <c:v>0</c:v>
                </c:pt>
                <c:pt idx="74">
                  <c:v>0</c:v>
                </c:pt>
                <c:pt idx="75">
                  <c:v>0</c:v>
                </c:pt>
                <c:pt idx="76">
                  <c:v>0</c:v>
                </c:pt>
                <c:pt idx="77">
                  <c:v>0</c:v>
                </c:pt>
                <c:pt idx="78">
                  <c:v>0</c:v>
                </c:pt>
                <c:pt idx="79">
                  <c:v>0</c:v>
                </c:pt>
                <c:pt idx="80">
                  <c:v>0</c:v>
                </c:pt>
                <c:pt idx="81">
                  <c:v>0</c:v>
                </c:pt>
                <c:pt idx="82">
                  <c:v>0</c:v>
                </c:pt>
                <c:pt idx="83">
                  <c:v>0</c:v>
                </c:pt>
                <c:pt idx="84">
                  <c:v>0</c:v>
                </c:pt>
                <c:pt idx="85">
                  <c:v>0</c:v>
                </c:pt>
                <c:pt idx="86">
                  <c:v>0</c:v>
                </c:pt>
                <c:pt idx="87">
                  <c:v>0</c:v>
                </c:pt>
                <c:pt idx="88">
                  <c:v>0</c:v>
                </c:pt>
                <c:pt idx="89">
                  <c:v>0</c:v>
                </c:pt>
                <c:pt idx="90">
                  <c:v>0</c:v>
                </c:pt>
                <c:pt idx="91">
                  <c:v>0</c:v>
                </c:pt>
                <c:pt idx="92">
                  <c:v>0</c:v>
                </c:pt>
                <c:pt idx="93">
                  <c:v>0</c:v>
                </c:pt>
                <c:pt idx="94">
                  <c:v>0</c:v>
                </c:pt>
                <c:pt idx="95">
                  <c:v>0</c:v>
                </c:pt>
                <c:pt idx="96">
                  <c:v>0</c:v>
                </c:pt>
                <c:pt idx="97">
                  <c:v>0</c:v>
                </c:pt>
                <c:pt idx="98">
                  <c:v>0</c:v>
                </c:pt>
                <c:pt idx="99">
                  <c:v>0</c:v>
                </c:pt>
                <c:pt idx="100">
                  <c:v>0</c:v>
                </c:pt>
                <c:pt idx="101">
                  <c:v>0.5</c:v>
                </c:pt>
                <c:pt idx="102">
                  <c:v>0.5</c:v>
                </c:pt>
                <c:pt idx="103">
                  <c:v>0.5</c:v>
                </c:pt>
                <c:pt idx="104">
                  <c:v>0.5</c:v>
                </c:pt>
                <c:pt idx="105">
                  <c:v>0.5</c:v>
                </c:pt>
                <c:pt idx="106">
                  <c:v>0.5</c:v>
                </c:pt>
                <c:pt idx="107">
                  <c:v>0.5</c:v>
                </c:pt>
                <c:pt idx="108">
                  <c:v>0.5</c:v>
                </c:pt>
                <c:pt idx="109">
                  <c:v>0.5</c:v>
                </c:pt>
                <c:pt idx="110">
                  <c:v>0.5</c:v>
                </c:pt>
                <c:pt idx="111">
                  <c:v>0.5</c:v>
                </c:pt>
                <c:pt idx="112">
                  <c:v>0.5</c:v>
                </c:pt>
                <c:pt idx="113">
                  <c:v>0.5</c:v>
                </c:pt>
                <c:pt idx="114">
                  <c:v>0.5</c:v>
                </c:pt>
                <c:pt idx="115">
                  <c:v>0.5</c:v>
                </c:pt>
                <c:pt idx="116">
                  <c:v>0.5</c:v>
                </c:pt>
                <c:pt idx="117">
                  <c:v>0.5</c:v>
                </c:pt>
                <c:pt idx="118">
                  <c:v>0.5</c:v>
                </c:pt>
                <c:pt idx="119">
                  <c:v>0.5</c:v>
                </c:pt>
                <c:pt idx="120">
                  <c:v>0.5</c:v>
                </c:pt>
                <c:pt idx="121">
                  <c:v>0.5</c:v>
                </c:pt>
                <c:pt idx="122">
                  <c:v>0.5</c:v>
                </c:pt>
                <c:pt idx="123">
                  <c:v>0.5</c:v>
                </c:pt>
                <c:pt idx="124">
                  <c:v>0.5</c:v>
                </c:pt>
                <c:pt idx="125">
                  <c:v>0.5</c:v>
                </c:pt>
                <c:pt idx="126">
                  <c:v>0.5</c:v>
                </c:pt>
                <c:pt idx="127">
                  <c:v>0.5</c:v>
                </c:pt>
                <c:pt idx="128">
                  <c:v>0.5</c:v>
                </c:pt>
                <c:pt idx="129">
                  <c:v>0.5</c:v>
                </c:pt>
                <c:pt idx="130">
                  <c:v>0.5</c:v>
                </c:pt>
                <c:pt idx="131">
                  <c:v>0.5</c:v>
                </c:pt>
                <c:pt idx="132">
                  <c:v>0.5</c:v>
                </c:pt>
                <c:pt idx="133">
                  <c:v>0.5</c:v>
                </c:pt>
                <c:pt idx="134">
                  <c:v>0.5</c:v>
                </c:pt>
                <c:pt idx="135">
                  <c:v>0.5</c:v>
                </c:pt>
                <c:pt idx="136">
                  <c:v>0.5</c:v>
                </c:pt>
                <c:pt idx="137">
                  <c:v>0.5</c:v>
                </c:pt>
                <c:pt idx="138">
                  <c:v>0.5</c:v>
                </c:pt>
                <c:pt idx="139">
                  <c:v>0.5</c:v>
                </c:pt>
                <c:pt idx="140">
                  <c:v>0.5</c:v>
                </c:pt>
                <c:pt idx="141">
                  <c:v>0.5</c:v>
                </c:pt>
                <c:pt idx="142">
                  <c:v>0.5</c:v>
                </c:pt>
                <c:pt idx="143">
                  <c:v>0.5</c:v>
                </c:pt>
                <c:pt idx="144">
                  <c:v>0.5</c:v>
                </c:pt>
                <c:pt idx="145">
                  <c:v>0.5</c:v>
                </c:pt>
                <c:pt idx="146">
                  <c:v>0.5</c:v>
                </c:pt>
                <c:pt idx="147">
                  <c:v>0.5</c:v>
                </c:pt>
                <c:pt idx="148">
                  <c:v>0.5</c:v>
                </c:pt>
                <c:pt idx="149">
                  <c:v>0.5</c:v>
                </c:pt>
                <c:pt idx="150">
                  <c:v>0.5</c:v>
                </c:pt>
                <c:pt idx="151">
                  <c:v>0.5</c:v>
                </c:pt>
                <c:pt idx="152">
                  <c:v>0.5</c:v>
                </c:pt>
                <c:pt idx="153">
                  <c:v>0.5</c:v>
                </c:pt>
                <c:pt idx="154">
                  <c:v>0.5</c:v>
                </c:pt>
                <c:pt idx="155">
                  <c:v>0.5</c:v>
                </c:pt>
                <c:pt idx="156">
                  <c:v>0.5</c:v>
                </c:pt>
                <c:pt idx="157">
                  <c:v>0.5</c:v>
                </c:pt>
                <c:pt idx="158">
                  <c:v>0.5</c:v>
                </c:pt>
                <c:pt idx="159">
                  <c:v>0.5</c:v>
                </c:pt>
                <c:pt idx="160">
                  <c:v>0.5</c:v>
                </c:pt>
                <c:pt idx="161">
                  <c:v>0.5</c:v>
                </c:pt>
                <c:pt idx="162">
                  <c:v>0.5</c:v>
                </c:pt>
                <c:pt idx="163">
                  <c:v>0.5</c:v>
                </c:pt>
                <c:pt idx="164">
                  <c:v>0.5</c:v>
                </c:pt>
                <c:pt idx="165">
                  <c:v>0.5</c:v>
                </c:pt>
                <c:pt idx="166">
                  <c:v>0.5</c:v>
                </c:pt>
                <c:pt idx="167">
                  <c:v>0.5</c:v>
                </c:pt>
                <c:pt idx="168">
                  <c:v>0.5</c:v>
                </c:pt>
                <c:pt idx="169">
                  <c:v>0.5</c:v>
                </c:pt>
                <c:pt idx="170">
                  <c:v>0.5</c:v>
                </c:pt>
                <c:pt idx="171">
                  <c:v>0.5</c:v>
                </c:pt>
                <c:pt idx="172">
                  <c:v>0.5</c:v>
                </c:pt>
                <c:pt idx="173">
                  <c:v>0.5</c:v>
                </c:pt>
                <c:pt idx="174">
                  <c:v>0.5</c:v>
                </c:pt>
                <c:pt idx="175">
                  <c:v>0.5</c:v>
                </c:pt>
                <c:pt idx="176">
                  <c:v>0.5</c:v>
                </c:pt>
                <c:pt idx="177">
                  <c:v>0.5</c:v>
                </c:pt>
                <c:pt idx="178">
                  <c:v>0.5</c:v>
                </c:pt>
                <c:pt idx="179">
                  <c:v>0.5</c:v>
                </c:pt>
                <c:pt idx="180">
                  <c:v>0.5</c:v>
                </c:pt>
                <c:pt idx="181">
                  <c:v>0.5</c:v>
                </c:pt>
                <c:pt idx="182">
                  <c:v>0.5</c:v>
                </c:pt>
                <c:pt idx="183">
                  <c:v>0.5</c:v>
                </c:pt>
                <c:pt idx="184">
                  <c:v>0.5</c:v>
                </c:pt>
                <c:pt idx="185">
                  <c:v>0.5</c:v>
                </c:pt>
                <c:pt idx="186">
                  <c:v>0.5</c:v>
                </c:pt>
                <c:pt idx="187">
                  <c:v>0.5</c:v>
                </c:pt>
                <c:pt idx="188">
                  <c:v>0.5</c:v>
                </c:pt>
                <c:pt idx="189">
                  <c:v>0.5</c:v>
                </c:pt>
                <c:pt idx="190">
                  <c:v>0.5</c:v>
                </c:pt>
                <c:pt idx="191">
                  <c:v>0.5</c:v>
                </c:pt>
                <c:pt idx="192">
                  <c:v>0.5</c:v>
                </c:pt>
                <c:pt idx="193">
                  <c:v>0.5</c:v>
                </c:pt>
                <c:pt idx="194">
                  <c:v>0.5</c:v>
                </c:pt>
                <c:pt idx="195">
                  <c:v>0.5</c:v>
                </c:pt>
                <c:pt idx="196">
                  <c:v>0.5</c:v>
                </c:pt>
                <c:pt idx="197">
                  <c:v>0.5</c:v>
                </c:pt>
                <c:pt idx="198">
                  <c:v>0.5</c:v>
                </c:pt>
                <c:pt idx="199">
                  <c:v>0.5</c:v>
                </c:pt>
                <c:pt idx="200">
                  <c:v>0.5</c:v>
                </c:pt>
                <c:pt idx="201">
                  <c:v>0.5</c:v>
                </c:pt>
                <c:pt idx="202">
                  <c:v>0.5</c:v>
                </c:pt>
                <c:pt idx="203">
                  <c:v>0.5</c:v>
                </c:pt>
                <c:pt idx="204">
                  <c:v>0.5</c:v>
                </c:pt>
                <c:pt idx="205">
                  <c:v>0.5</c:v>
                </c:pt>
                <c:pt idx="206">
                  <c:v>0.5</c:v>
                </c:pt>
                <c:pt idx="207">
                  <c:v>0.5</c:v>
                </c:pt>
                <c:pt idx="208">
                  <c:v>0.5</c:v>
                </c:pt>
                <c:pt idx="209">
                  <c:v>0.5</c:v>
                </c:pt>
                <c:pt idx="210">
                  <c:v>0.5</c:v>
                </c:pt>
                <c:pt idx="211">
                  <c:v>0.5</c:v>
                </c:pt>
                <c:pt idx="212">
                  <c:v>0.5</c:v>
                </c:pt>
                <c:pt idx="213">
                  <c:v>0.5</c:v>
                </c:pt>
                <c:pt idx="214">
                  <c:v>0.5</c:v>
                </c:pt>
                <c:pt idx="215">
                  <c:v>0.5</c:v>
                </c:pt>
                <c:pt idx="216">
                  <c:v>0.5</c:v>
                </c:pt>
                <c:pt idx="217">
                  <c:v>0.5</c:v>
                </c:pt>
                <c:pt idx="218">
                  <c:v>0.5</c:v>
                </c:pt>
                <c:pt idx="219">
                  <c:v>0.5</c:v>
                </c:pt>
                <c:pt idx="220">
                  <c:v>0.5</c:v>
                </c:pt>
                <c:pt idx="221">
                  <c:v>0.5</c:v>
                </c:pt>
                <c:pt idx="222">
                  <c:v>0.5</c:v>
                </c:pt>
                <c:pt idx="223">
                  <c:v>0.5</c:v>
                </c:pt>
                <c:pt idx="224">
                  <c:v>0.5</c:v>
                </c:pt>
                <c:pt idx="225">
                  <c:v>0.5</c:v>
                </c:pt>
                <c:pt idx="226">
                  <c:v>0.5</c:v>
                </c:pt>
                <c:pt idx="227">
                  <c:v>0.5</c:v>
                </c:pt>
                <c:pt idx="228">
                  <c:v>0.5</c:v>
                </c:pt>
                <c:pt idx="229">
                  <c:v>0.5</c:v>
                </c:pt>
                <c:pt idx="230">
                  <c:v>0.5</c:v>
                </c:pt>
                <c:pt idx="231">
                  <c:v>0.5</c:v>
                </c:pt>
                <c:pt idx="232">
                  <c:v>0.5</c:v>
                </c:pt>
                <c:pt idx="233">
                  <c:v>0.5</c:v>
                </c:pt>
                <c:pt idx="234">
                  <c:v>0.5</c:v>
                </c:pt>
                <c:pt idx="235">
                  <c:v>0.5</c:v>
                </c:pt>
                <c:pt idx="236">
                  <c:v>0.5</c:v>
                </c:pt>
                <c:pt idx="237">
                  <c:v>0.5</c:v>
                </c:pt>
                <c:pt idx="238">
                  <c:v>0.5</c:v>
                </c:pt>
                <c:pt idx="239">
                  <c:v>0.5</c:v>
                </c:pt>
                <c:pt idx="240">
                  <c:v>0.5</c:v>
                </c:pt>
                <c:pt idx="241">
                  <c:v>0.5</c:v>
                </c:pt>
                <c:pt idx="242">
                  <c:v>0.5</c:v>
                </c:pt>
                <c:pt idx="243">
                  <c:v>0.5</c:v>
                </c:pt>
                <c:pt idx="244">
                  <c:v>0.5</c:v>
                </c:pt>
                <c:pt idx="245">
                  <c:v>0.5</c:v>
                </c:pt>
                <c:pt idx="246">
                  <c:v>0.5</c:v>
                </c:pt>
                <c:pt idx="247">
                  <c:v>0.5</c:v>
                </c:pt>
                <c:pt idx="248">
                  <c:v>0.5</c:v>
                </c:pt>
                <c:pt idx="249">
                  <c:v>0.5</c:v>
                </c:pt>
                <c:pt idx="250">
                  <c:v>0.5</c:v>
                </c:pt>
                <c:pt idx="251">
                  <c:v>0.6</c:v>
                </c:pt>
                <c:pt idx="252">
                  <c:v>0.6</c:v>
                </c:pt>
                <c:pt idx="253">
                  <c:v>0.6</c:v>
                </c:pt>
                <c:pt idx="254">
                  <c:v>0.6</c:v>
                </c:pt>
                <c:pt idx="255">
                  <c:v>0.6</c:v>
                </c:pt>
                <c:pt idx="256">
                  <c:v>0.6</c:v>
                </c:pt>
                <c:pt idx="257">
                  <c:v>0.6</c:v>
                </c:pt>
                <c:pt idx="258">
                  <c:v>0.6</c:v>
                </c:pt>
                <c:pt idx="259">
                  <c:v>0.6</c:v>
                </c:pt>
                <c:pt idx="260">
                  <c:v>0.6</c:v>
                </c:pt>
                <c:pt idx="261">
                  <c:v>0.6</c:v>
                </c:pt>
                <c:pt idx="262">
                  <c:v>0.6</c:v>
                </c:pt>
                <c:pt idx="263">
                  <c:v>0.6</c:v>
                </c:pt>
                <c:pt idx="264">
                  <c:v>0.6</c:v>
                </c:pt>
                <c:pt idx="265">
                  <c:v>0.6</c:v>
                </c:pt>
                <c:pt idx="266">
                  <c:v>0.6</c:v>
                </c:pt>
                <c:pt idx="267">
                  <c:v>0.6</c:v>
                </c:pt>
                <c:pt idx="268">
                  <c:v>0.6</c:v>
                </c:pt>
                <c:pt idx="269">
                  <c:v>0.6</c:v>
                </c:pt>
                <c:pt idx="270">
                  <c:v>0.6</c:v>
                </c:pt>
                <c:pt idx="271">
                  <c:v>0.6</c:v>
                </c:pt>
                <c:pt idx="272">
                  <c:v>0.6</c:v>
                </c:pt>
                <c:pt idx="273">
                  <c:v>0.6</c:v>
                </c:pt>
                <c:pt idx="274">
                  <c:v>0.6</c:v>
                </c:pt>
                <c:pt idx="275">
                  <c:v>0.6</c:v>
                </c:pt>
                <c:pt idx="276">
                  <c:v>0.6</c:v>
                </c:pt>
                <c:pt idx="277">
                  <c:v>0.6</c:v>
                </c:pt>
                <c:pt idx="278">
                  <c:v>0.6</c:v>
                </c:pt>
                <c:pt idx="279">
                  <c:v>0.6</c:v>
                </c:pt>
                <c:pt idx="280">
                  <c:v>0.6</c:v>
                </c:pt>
                <c:pt idx="281">
                  <c:v>0.6</c:v>
                </c:pt>
                <c:pt idx="282">
                  <c:v>0.6</c:v>
                </c:pt>
                <c:pt idx="283">
                  <c:v>0.6</c:v>
                </c:pt>
                <c:pt idx="284">
                  <c:v>0.6</c:v>
                </c:pt>
                <c:pt idx="285">
                  <c:v>0.6</c:v>
                </c:pt>
                <c:pt idx="286">
                  <c:v>0.6</c:v>
                </c:pt>
                <c:pt idx="287">
                  <c:v>0.6</c:v>
                </c:pt>
                <c:pt idx="288">
                  <c:v>0.6</c:v>
                </c:pt>
                <c:pt idx="289">
                  <c:v>0.6</c:v>
                </c:pt>
                <c:pt idx="290">
                  <c:v>0.6</c:v>
                </c:pt>
                <c:pt idx="291">
                  <c:v>0.6</c:v>
                </c:pt>
                <c:pt idx="292">
                  <c:v>0.6</c:v>
                </c:pt>
                <c:pt idx="293">
                  <c:v>0.6</c:v>
                </c:pt>
                <c:pt idx="294">
                  <c:v>0.6</c:v>
                </c:pt>
                <c:pt idx="295">
                  <c:v>0.6</c:v>
                </c:pt>
                <c:pt idx="296">
                  <c:v>0.6</c:v>
                </c:pt>
                <c:pt idx="297">
                  <c:v>0.6</c:v>
                </c:pt>
                <c:pt idx="298">
                  <c:v>0.6</c:v>
                </c:pt>
                <c:pt idx="299">
                  <c:v>0.6</c:v>
                </c:pt>
                <c:pt idx="300">
                  <c:v>0.6</c:v>
                </c:pt>
                <c:pt idx="301">
                  <c:v>0.6</c:v>
                </c:pt>
                <c:pt idx="302">
                  <c:v>0.6</c:v>
                </c:pt>
                <c:pt idx="303">
                  <c:v>0.6</c:v>
                </c:pt>
                <c:pt idx="304">
                  <c:v>0.6</c:v>
                </c:pt>
                <c:pt idx="305">
                  <c:v>0.6</c:v>
                </c:pt>
                <c:pt idx="306">
                  <c:v>0.6</c:v>
                </c:pt>
                <c:pt idx="307">
                  <c:v>0.6</c:v>
                </c:pt>
                <c:pt idx="308">
                  <c:v>0.6</c:v>
                </c:pt>
                <c:pt idx="309">
                  <c:v>0.6</c:v>
                </c:pt>
                <c:pt idx="310">
                  <c:v>0.6</c:v>
                </c:pt>
                <c:pt idx="311">
                  <c:v>0.6</c:v>
                </c:pt>
                <c:pt idx="312">
                  <c:v>0.6</c:v>
                </c:pt>
                <c:pt idx="313">
                  <c:v>0.6</c:v>
                </c:pt>
                <c:pt idx="314">
                  <c:v>0.6</c:v>
                </c:pt>
                <c:pt idx="315">
                  <c:v>0.6</c:v>
                </c:pt>
                <c:pt idx="316">
                  <c:v>0.6</c:v>
                </c:pt>
                <c:pt idx="317">
                  <c:v>0.6</c:v>
                </c:pt>
                <c:pt idx="318">
                  <c:v>0.6</c:v>
                </c:pt>
                <c:pt idx="319">
                  <c:v>0.6</c:v>
                </c:pt>
                <c:pt idx="320">
                  <c:v>0.6</c:v>
                </c:pt>
                <c:pt idx="321">
                  <c:v>0.6</c:v>
                </c:pt>
                <c:pt idx="322">
                  <c:v>0.6</c:v>
                </c:pt>
                <c:pt idx="323">
                  <c:v>0.6</c:v>
                </c:pt>
                <c:pt idx="324">
                  <c:v>0.6</c:v>
                </c:pt>
                <c:pt idx="325">
                  <c:v>0.6</c:v>
                </c:pt>
                <c:pt idx="326">
                  <c:v>0.6</c:v>
                </c:pt>
                <c:pt idx="327">
                  <c:v>0.6</c:v>
                </c:pt>
                <c:pt idx="328">
                  <c:v>0.6</c:v>
                </c:pt>
                <c:pt idx="329">
                  <c:v>0.6</c:v>
                </c:pt>
                <c:pt idx="330">
                  <c:v>0.6</c:v>
                </c:pt>
                <c:pt idx="331">
                  <c:v>0.6</c:v>
                </c:pt>
                <c:pt idx="332">
                  <c:v>0.6</c:v>
                </c:pt>
                <c:pt idx="333">
                  <c:v>0.6</c:v>
                </c:pt>
                <c:pt idx="334">
                  <c:v>0.6</c:v>
                </c:pt>
                <c:pt idx="335">
                  <c:v>0.6</c:v>
                </c:pt>
                <c:pt idx="336">
                  <c:v>0.6</c:v>
                </c:pt>
                <c:pt idx="337">
                  <c:v>0.6</c:v>
                </c:pt>
                <c:pt idx="338">
                  <c:v>0.6</c:v>
                </c:pt>
                <c:pt idx="339">
                  <c:v>0.6</c:v>
                </c:pt>
                <c:pt idx="340">
                  <c:v>0.6</c:v>
                </c:pt>
                <c:pt idx="341">
                  <c:v>0.6</c:v>
                </c:pt>
                <c:pt idx="342">
                  <c:v>0.6</c:v>
                </c:pt>
                <c:pt idx="343">
                  <c:v>0.6</c:v>
                </c:pt>
                <c:pt idx="344">
                  <c:v>0.6</c:v>
                </c:pt>
                <c:pt idx="345">
                  <c:v>0.6</c:v>
                </c:pt>
                <c:pt idx="346">
                  <c:v>0.6</c:v>
                </c:pt>
                <c:pt idx="347">
                  <c:v>0.6</c:v>
                </c:pt>
                <c:pt idx="348">
                  <c:v>0.6</c:v>
                </c:pt>
                <c:pt idx="349">
                  <c:v>0.6</c:v>
                </c:pt>
                <c:pt idx="350">
                  <c:v>0.6</c:v>
                </c:pt>
                <c:pt idx="351">
                  <c:v>0.6</c:v>
                </c:pt>
                <c:pt idx="352">
                  <c:v>0.6</c:v>
                </c:pt>
                <c:pt idx="353">
                  <c:v>0.6</c:v>
                </c:pt>
                <c:pt idx="354">
                  <c:v>0.6</c:v>
                </c:pt>
                <c:pt idx="355">
                  <c:v>0.6</c:v>
                </c:pt>
                <c:pt idx="356">
                  <c:v>0.6</c:v>
                </c:pt>
                <c:pt idx="357">
                  <c:v>0.6</c:v>
                </c:pt>
                <c:pt idx="358">
                  <c:v>0.6</c:v>
                </c:pt>
                <c:pt idx="359">
                  <c:v>0.6</c:v>
                </c:pt>
                <c:pt idx="360">
                  <c:v>0.6</c:v>
                </c:pt>
                <c:pt idx="361">
                  <c:v>0.6</c:v>
                </c:pt>
                <c:pt idx="362">
                  <c:v>0.6</c:v>
                </c:pt>
                <c:pt idx="363">
                  <c:v>0.6</c:v>
                </c:pt>
                <c:pt idx="364">
                  <c:v>0.6</c:v>
                </c:pt>
                <c:pt idx="365">
                  <c:v>0.6</c:v>
                </c:pt>
                <c:pt idx="366">
                  <c:v>0.6</c:v>
                </c:pt>
                <c:pt idx="367">
                  <c:v>0.6</c:v>
                </c:pt>
                <c:pt idx="368">
                  <c:v>0.6</c:v>
                </c:pt>
                <c:pt idx="369">
                  <c:v>0.6</c:v>
                </c:pt>
                <c:pt idx="370">
                  <c:v>0.6</c:v>
                </c:pt>
                <c:pt idx="371">
                  <c:v>0.6</c:v>
                </c:pt>
                <c:pt idx="372">
                  <c:v>0.6</c:v>
                </c:pt>
                <c:pt idx="373">
                  <c:v>0.6</c:v>
                </c:pt>
                <c:pt idx="374">
                  <c:v>0.6</c:v>
                </c:pt>
                <c:pt idx="375">
                  <c:v>0.6</c:v>
                </c:pt>
                <c:pt idx="376">
                  <c:v>0.6</c:v>
                </c:pt>
                <c:pt idx="377">
                  <c:v>0.6</c:v>
                </c:pt>
                <c:pt idx="378">
                  <c:v>0.6</c:v>
                </c:pt>
                <c:pt idx="379">
                  <c:v>0.6</c:v>
                </c:pt>
                <c:pt idx="380">
                  <c:v>0.6</c:v>
                </c:pt>
                <c:pt idx="381">
                  <c:v>0.6</c:v>
                </c:pt>
                <c:pt idx="382">
                  <c:v>0.6</c:v>
                </c:pt>
                <c:pt idx="383">
                  <c:v>0.6</c:v>
                </c:pt>
                <c:pt idx="384">
                  <c:v>0.6</c:v>
                </c:pt>
                <c:pt idx="385">
                  <c:v>0.6</c:v>
                </c:pt>
                <c:pt idx="386">
                  <c:v>0.6</c:v>
                </c:pt>
                <c:pt idx="387">
                  <c:v>0.6</c:v>
                </c:pt>
                <c:pt idx="388">
                  <c:v>0.6</c:v>
                </c:pt>
                <c:pt idx="389">
                  <c:v>0.6</c:v>
                </c:pt>
                <c:pt idx="390">
                  <c:v>0.6</c:v>
                </c:pt>
                <c:pt idx="391">
                  <c:v>0.6</c:v>
                </c:pt>
                <c:pt idx="392">
                  <c:v>0.6</c:v>
                </c:pt>
                <c:pt idx="393">
                  <c:v>0.6</c:v>
                </c:pt>
                <c:pt idx="394">
                  <c:v>0.6</c:v>
                </c:pt>
                <c:pt idx="395">
                  <c:v>0.6</c:v>
                </c:pt>
                <c:pt idx="396">
                  <c:v>0.6</c:v>
                </c:pt>
                <c:pt idx="397">
                  <c:v>0.6</c:v>
                </c:pt>
                <c:pt idx="398">
                  <c:v>0.6</c:v>
                </c:pt>
                <c:pt idx="399">
                  <c:v>0.6</c:v>
                </c:pt>
                <c:pt idx="400">
                  <c:v>0.6</c:v>
                </c:pt>
                <c:pt idx="401">
                  <c:v>0.6</c:v>
                </c:pt>
                <c:pt idx="402">
                  <c:v>0.6</c:v>
                </c:pt>
                <c:pt idx="403">
                  <c:v>0.6</c:v>
                </c:pt>
                <c:pt idx="404">
                  <c:v>0.6</c:v>
                </c:pt>
                <c:pt idx="405">
                  <c:v>0.6</c:v>
                </c:pt>
                <c:pt idx="406">
                  <c:v>0.6</c:v>
                </c:pt>
                <c:pt idx="407">
                  <c:v>0.6</c:v>
                </c:pt>
                <c:pt idx="408">
                  <c:v>0.6</c:v>
                </c:pt>
                <c:pt idx="409">
                  <c:v>0.6</c:v>
                </c:pt>
                <c:pt idx="410">
                  <c:v>0.6</c:v>
                </c:pt>
                <c:pt idx="411">
                  <c:v>0.6</c:v>
                </c:pt>
                <c:pt idx="412">
                  <c:v>0.6</c:v>
                </c:pt>
                <c:pt idx="413">
                  <c:v>0.6</c:v>
                </c:pt>
                <c:pt idx="414">
                  <c:v>0.6</c:v>
                </c:pt>
                <c:pt idx="415">
                  <c:v>0.6</c:v>
                </c:pt>
                <c:pt idx="416">
                  <c:v>0.6</c:v>
                </c:pt>
                <c:pt idx="417">
                  <c:v>0.6</c:v>
                </c:pt>
                <c:pt idx="418">
                  <c:v>0.6</c:v>
                </c:pt>
                <c:pt idx="419">
                  <c:v>0.6</c:v>
                </c:pt>
                <c:pt idx="420">
                  <c:v>0.6</c:v>
                </c:pt>
                <c:pt idx="421">
                  <c:v>0.6</c:v>
                </c:pt>
                <c:pt idx="422">
                  <c:v>0.6</c:v>
                </c:pt>
                <c:pt idx="423">
                  <c:v>0.6</c:v>
                </c:pt>
                <c:pt idx="424">
                  <c:v>0.6</c:v>
                </c:pt>
                <c:pt idx="425">
                  <c:v>0.6</c:v>
                </c:pt>
                <c:pt idx="426">
                  <c:v>0.6</c:v>
                </c:pt>
                <c:pt idx="427">
                  <c:v>0.6</c:v>
                </c:pt>
                <c:pt idx="428">
                  <c:v>0.6</c:v>
                </c:pt>
                <c:pt idx="429">
                  <c:v>0.6</c:v>
                </c:pt>
                <c:pt idx="430">
                  <c:v>0.6</c:v>
                </c:pt>
                <c:pt idx="431">
                  <c:v>0.6</c:v>
                </c:pt>
                <c:pt idx="432">
                  <c:v>0.6</c:v>
                </c:pt>
                <c:pt idx="433">
                  <c:v>0.6</c:v>
                </c:pt>
                <c:pt idx="434">
                  <c:v>0.6</c:v>
                </c:pt>
                <c:pt idx="435">
                  <c:v>0.6</c:v>
                </c:pt>
                <c:pt idx="436">
                  <c:v>0.6</c:v>
                </c:pt>
                <c:pt idx="437">
                  <c:v>0.6</c:v>
                </c:pt>
                <c:pt idx="438">
                  <c:v>0.6</c:v>
                </c:pt>
                <c:pt idx="439">
                  <c:v>0.6</c:v>
                </c:pt>
                <c:pt idx="440">
                  <c:v>0.6</c:v>
                </c:pt>
                <c:pt idx="441">
                  <c:v>0.6</c:v>
                </c:pt>
                <c:pt idx="442">
                  <c:v>0.6</c:v>
                </c:pt>
                <c:pt idx="443">
                  <c:v>0.6</c:v>
                </c:pt>
                <c:pt idx="444">
                  <c:v>0.6</c:v>
                </c:pt>
                <c:pt idx="445">
                  <c:v>0.6</c:v>
                </c:pt>
                <c:pt idx="446">
                  <c:v>0.6</c:v>
                </c:pt>
                <c:pt idx="447">
                  <c:v>0.6</c:v>
                </c:pt>
                <c:pt idx="448">
                  <c:v>0.6</c:v>
                </c:pt>
                <c:pt idx="449">
                  <c:v>0.6</c:v>
                </c:pt>
                <c:pt idx="450">
                  <c:v>0.6</c:v>
                </c:pt>
                <c:pt idx="451">
                  <c:v>0.6</c:v>
                </c:pt>
                <c:pt idx="452">
                  <c:v>0.6</c:v>
                </c:pt>
                <c:pt idx="453">
                  <c:v>0.6</c:v>
                </c:pt>
                <c:pt idx="454">
                  <c:v>0.6</c:v>
                </c:pt>
                <c:pt idx="455">
                  <c:v>0.6</c:v>
                </c:pt>
                <c:pt idx="456">
                  <c:v>0.6</c:v>
                </c:pt>
                <c:pt idx="457">
                  <c:v>0.6</c:v>
                </c:pt>
                <c:pt idx="458">
                  <c:v>0.6</c:v>
                </c:pt>
                <c:pt idx="459">
                  <c:v>0.6</c:v>
                </c:pt>
                <c:pt idx="460">
                  <c:v>0.6</c:v>
                </c:pt>
                <c:pt idx="461">
                  <c:v>0.6</c:v>
                </c:pt>
                <c:pt idx="462">
                  <c:v>0.6</c:v>
                </c:pt>
                <c:pt idx="463">
                  <c:v>0.6</c:v>
                </c:pt>
                <c:pt idx="464">
                  <c:v>0.6</c:v>
                </c:pt>
                <c:pt idx="465">
                  <c:v>0.6</c:v>
                </c:pt>
                <c:pt idx="466">
                  <c:v>0.6</c:v>
                </c:pt>
                <c:pt idx="467">
                  <c:v>0.6</c:v>
                </c:pt>
                <c:pt idx="468">
                  <c:v>0.6</c:v>
                </c:pt>
                <c:pt idx="469">
                  <c:v>0.6</c:v>
                </c:pt>
                <c:pt idx="470">
                  <c:v>0.6</c:v>
                </c:pt>
                <c:pt idx="471">
                  <c:v>0.6</c:v>
                </c:pt>
                <c:pt idx="472">
                  <c:v>0.6</c:v>
                </c:pt>
                <c:pt idx="473">
                  <c:v>0.6</c:v>
                </c:pt>
                <c:pt idx="474">
                  <c:v>0.6</c:v>
                </c:pt>
                <c:pt idx="475">
                  <c:v>0.6</c:v>
                </c:pt>
                <c:pt idx="476">
                  <c:v>0.6</c:v>
                </c:pt>
                <c:pt idx="477">
                  <c:v>0.6</c:v>
                </c:pt>
                <c:pt idx="478">
                  <c:v>0.6</c:v>
                </c:pt>
                <c:pt idx="479">
                  <c:v>0.6</c:v>
                </c:pt>
                <c:pt idx="480">
                  <c:v>0.6</c:v>
                </c:pt>
                <c:pt idx="481">
                  <c:v>0.6</c:v>
                </c:pt>
                <c:pt idx="482">
                  <c:v>0.6</c:v>
                </c:pt>
                <c:pt idx="483">
                  <c:v>0.6</c:v>
                </c:pt>
                <c:pt idx="484">
                  <c:v>0.6</c:v>
                </c:pt>
                <c:pt idx="485">
                  <c:v>0.6</c:v>
                </c:pt>
                <c:pt idx="486">
                  <c:v>0.6</c:v>
                </c:pt>
                <c:pt idx="487">
                  <c:v>0.6</c:v>
                </c:pt>
                <c:pt idx="488">
                  <c:v>0.6</c:v>
                </c:pt>
                <c:pt idx="489">
                  <c:v>0.6</c:v>
                </c:pt>
                <c:pt idx="490">
                  <c:v>0.6</c:v>
                </c:pt>
                <c:pt idx="491">
                  <c:v>0.6</c:v>
                </c:pt>
                <c:pt idx="492">
                  <c:v>0.6</c:v>
                </c:pt>
                <c:pt idx="493">
                  <c:v>0.6</c:v>
                </c:pt>
                <c:pt idx="494">
                  <c:v>0.6</c:v>
                </c:pt>
                <c:pt idx="495">
                  <c:v>0.6</c:v>
                </c:pt>
                <c:pt idx="496">
                  <c:v>0.6</c:v>
                </c:pt>
                <c:pt idx="497">
                  <c:v>0.6</c:v>
                </c:pt>
                <c:pt idx="498">
                  <c:v>0.6</c:v>
                </c:pt>
                <c:pt idx="499">
                  <c:v>0.6</c:v>
                </c:pt>
                <c:pt idx="500">
                  <c:v>0.6</c:v>
                </c:pt>
                <c:pt idx="501">
                  <c:v>0.6</c:v>
                </c:pt>
                <c:pt idx="502">
                  <c:v>0.6</c:v>
                </c:pt>
                <c:pt idx="503">
                  <c:v>0.6</c:v>
                </c:pt>
                <c:pt idx="504">
                  <c:v>0.6</c:v>
                </c:pt>
                <c:pt idx="505">
                  <c:v>0.6</c:v>
                </c:pt>
                <c:pt idx="506">
                  <c:v>0.6</c:v>
                </c:pt>
                <c:pt idx="507">
                  <c:v>0.63900000000000001</c:v>
                </c:pt>
                <c:pt idx="508">
                  <c:v>0.64</c:v>
                </c:pt>
                <c:pt idx="509">
                  <c:v>0.64</c:v>
                </c:pt>
                <c:pt idx="510">
                  <c:v>0.64</c:v>
                </c:pt>
                <c:pt idx="511">
                  <c:v>0.64</c:v>
                </c:pt>
                <c:pt idx="512">
                  <c:v>0.64</c:v>
                </c:pt>
                <c:pt idx="513">
                  <c:v>0.64</c:v>
                </c:pt>
                <c:pt idx="514">
                  <c:v>0.64</c:v>
                </c:pt>
                <c:pt idx="515">
                  <c:v>0.64</c:v>
                </c:pt>
                <c:pt idx="516">
                  <c:v>0.71040000000000003</c:v>
                </c:pt>
                <c:pt idx="517">
                  <c:v>0.72499999999999998</c:v>
                </c:pt>
                <c:pt idx="518">
                  <c:v>0.72499999999999998</c:v>
                </c:pt>
                <c:pt idx="519">
                  <c:v>0.72499999999999998</c:v>
                </c:pt>
                <c:pt idx="520">
                  <c:v>0.72499999999999998</c:v>
                </c:pt>
                <c:pt idx="521">
                  <c:v>0.72499999999999998</c:v>
                </c:pt>
                <c:pt idx="522">
                  <c:v>0.72499999999999998</c:v>
                </c:pt>
                <c:pt idx="523">
                  <c:v>0.72499999999999998</c:v>
                </c:pt>
                <c:pt idx="524">
                  <c:v>0.72499999999999998</c:v>
                </c:pt>
                <c:pt idx="525">
                  <c:v>0.72499999999999998</c:v>
                </c:pt>
                <c:pt idx="526">
                  <c:v>0.72499999999999998</c:v>
                </c:pt>
                <c:pt idx="527">
                  <c:v>0.72499999999999998</c:v>
                </c:pt>
                <c:pt idx="528">
                  <c:v>0.72499999999999998</c:v>
                </c:pt>
                <c:pt idx="529">
                  <c:v>0.72499999999999998</c:v>
                </c:pt>
                <c:pt idx="530">
                  <c:v>0.72499999999999998</c:v>
                </c:pt>
                <c:pt idx="531">
                  <c:v>0.72499999999999998</c:v>
                </c:pt>
                <c:pt idx="532">
                  <c:v>0.72499999999999998</c:v>
                </c:pt>
                <c:pt idx="533">
                  <c:v>0.72499999999999998</c:v>
                </c:pt>
                <c:pt idx="534">
                  <c:v>0.72499999999999998</c:v>
                </c:pt>
                <c:pt idx="535">
                  <c:v>0.72499999999999998</c:v>
                </c:pt>
                <c:pt idx="536">
                  <c:v>0.72499999999999998</c:v>
                </c:pt>
                <c:pt idx="537">
                  <c:v>0.72499999999999998</c:v>
                </c:pt>
                <c:pt idx="538">
                  <c:v>0.72499999999999998</c:v>
                </c:pt>
                <c:pt idx="539">
                  <c:v>0.72499999999999998</c:v>
                </c:pt>
                <c:pt idx="540">
                  <c:v>0.72499999999999998</c:v>
                </c:pt>
                <c:pt idx="541">
                  <c:v>0.72499999999999998</c:v>
                </c:pt>
                <c:pt idx="542">
                  <c:v>0.72499999999999998</c:v>
                </c:pt>
                <c:pt idx="543">
                  <c:v>0.72499999999999998</c:v>
                </c:pt>
                <c:pt idx="544">
                  <c:v>0.72499999999999998</c:v>
                </c:pt>
                <c:pt idx="545">
                  <c:v>0.72499999999999998</c:v>
                </c:pt>
                <c:pt idx="546">
                  <c:v>0.72499999999999998</c:v>
                </c:pt>
                <c:pt idx="547">
                  <c:v>0.72499999999999998</c:v>
                </c:pt>
                <c:pt idx="548">
                  <c:v>0.72499999999999998</c:v>
                </c:pt>
                <c:pt idx="549">
                  <c:v>0.72499999999999998</c:v>
                </c:pt>
                <c:pt idx="550">
                  <c:v>0.72499999999999998</c:v>
                </c:pt>
                <c:pt idx="551">
                  <c:v>0.72499999999999998</c:v>
                </c:pt>
                <c:pt idx="552">
                  <c:v>0.72499999999999998</c:v>
                </c:pt>
                <c:pt idx="553">
                  <c:v>0.72499999999999998</c:v>
                </c:pt>
                <c:pt idx="554">
                  <c:v>0.72499999999999998</c:v>
                </c:pt>
                <c:pt idx="555">
                  <c:v>0.72499999999999998</c:v>
                </c:pt>
                <c:pt idx="556">
                  <c:v>0.72499999999999998</c:v>
                </c:pt>
                <c:pt idx="557">
                  <c:v>0.72499999999999998</c:v>
                </c:pt>
                <c:pt idx="558">
                  <c:v>0.72499999999999998</c:v>
                </c:pt>
                <c:pt idx="559">
                  <c:v>0.72499999999999998</c:v>
                </c:pt>
                <c:pt idx="560">
                  <c:v>0.72499999999999998</c:v>
                </c:pt>
                <c:pt idx="561">
                  <c:v>0.72499999999999998</c:v>
                </c:pt>
                <c:pt idx="562">
                  <c:v>0.72499999999999998</c:v>
                </c:pt>
                <c:pt idx="563">
                  <c:v>0.72499999999999998</c:v>
                </c:pt>
                <c:pt idx="564">
                  <c:v>0.72499999999999998</c:v>
                </c:pt>
                <c:pt idx="565">
                  <c:v>0.72499999999999998</c:v>
                </c:pt>
                <c:pt idx="566">
                  <c:v>0.72499999999999998</c:v>
                </c:pt>
                <c:pt idx="567">
                  <c:v>0.72499999999999998</c:v>
                </c:pt>
                <c:pt idx="568">
                  <c:v>0.72499999999999998</c:v>
                </c:pt>
                <c:pt idx="569">
                  <c:v>0.72499999999999998</c:v>
                </c:pt>
                <c:pt idx="570">
                  <c:v>0.72499999999999998</c:v>
                </c:pt>
                <c:pt idx="571">
                  <c:v>0.72499999999999998</c:v>
                </c:pt>
                <c:pt idx="572">
                  <c:v>0.72499999999999998</c:v>
                </c:pt>
                <c:pt idx="573">
                  <c:v>0.72499999999999998</c:v>
                </c:pt>
                <c:pt idx="574">
                  <c:v>0.72499999999999998</c:v>
                </c:pt>
                <c:pt idx="575">
                  <c:v>0.72499999999999998</c:v>
                </c:pt>
                <c:pt idx="576">
                  <c:v>0.72499999999999998</c:v>
                </c:pt>
                <c:pt idx="577">
                  <c:v>0.72499999999999998</c:v>
                </c:pt>
                <c:pt idx="578">
                  <c:v>0.72499999999999998</c:v>
                </c:pt>
                <c:pt idx="579">
                  <c:v>0.72499999999999998</c:v>
                </c:pt>
                <c:pt idx="580">
                  <c:v>0.72499999999999998</c:v>
                </c:pt>
                <c:pt idx="581">
                  <c:v>0.72499999999999998</c:v>
                </c:pt>
                <c:pt idx="582">
                  <c:v>0.72499999999999998</c:v>
                </c:pt>
                <c:pt idx="583">
                  <c:v>0.72499999999999998</c:v>
                </c:pt>
                <c:pt idx="584">
                  <c:v>0.72499999999999998</c:v>
                </c:pt>
                <c:pt idx="585">
                  <c:v>0.72499999999999998</c:v>
                </c:pt>
                <c:pt idx="586">
                  <c:v>0.72499999999999998</c:v>
                </c:pt>
                <c:pt idx="587">
                  <c:v>0.72499999999999998</c:v>
                </c:pt>
                <c:pt idx="588">
                  <c:v>0.72499999999999998</c:v>
                </c:pt>
                <c:pt idx="589">
                  <c:v>0.72499999999999998</c:v>
                </c:pt>
                <c:pt idx="590">
                  <c:v>0.72499999999999998</c:v>
                </c:pt>
                <c:pt idx="591">
                  <c:v>0.72499999999999998</c:v>
                </c:pt>
                <c:pt idx="592">
                  <c:v>0.72499999999999998</c:v>
                </c:pt>
                <c:pt idx="593">
                  <c:v>0.71840000000000004</c:v>
                </c:pt>
                <c:pt idx="594">
                  <c:v>0.71599999999999997</c:v>
                </c:pt>
                <c:pt idx="595">
                  <c:v>0.71599999999999997</c:v>
                </c:pt>
                <c:pt idx="596">
                  <c:v>0.71599999999999997</c:v>
                </c:pt>
                <c:pt idx="597">
                  <c:v>0.71599999999999997</c:v>
                </c:pt>
                <c:pt idx="598">
                  <c:v>0.71599999999999997</c:v>
                </c:pt>
                <c:pt idx="599">
                  <c:v>0.71599999999999997</c:v>
                </c:pt>
                <c:pt idx="600">
                  <c:v>0.71599999999999997</c:v>
                </c:pt>
                <c:pt idx="601">
                  <c:v>0.71599999999999997</c:v>
                </c:pt>
                <c:pt idx="602">
                  <c:v>0.71599999999999997</c:v>
                </c:pt>
                <c:pt idx="603">
                  <c:v>0.71599999999999997</c:v>
                </c:pt>
                <c:pt idx="604">
                  <c:v>0.71599999999999997</c:v>
                </c:pt>
                <c:pt idx="605">
                  <c:v>0.71599999999999997</c:v>
                </c:pt>
                <c:pt idx="606">
                  <c:v>0.71599999999999997</c:v>
                </c:pt>
                <c:pt idx="607">
                  <c:v>0.71599999999999997</c:v>
                </c:pt>
                <c:pt idx="608">
                  <c:v>0.71599999999999997</c:v>
                </c:pt>
                <c:pt idx="609">
                  <c:v>0.71599999999999997</c:v>
                </c:pt>
                <c:pt idx="610">
                  <c:v>0.71599999999999997</c:v>
                </c:pt>
                <c:pt idx="611">
                  <c:v>0.71599999999999997</c:v>
                </c:pt>
                <c:pt idx="612">
                  <c:v>0.71599999999999997</c:v>
                </c:pt>
                <c:pt idx="613">
                  <c:v>0.71599999999999997</c:v>
                </c:pt>
                <c:pt idx="614">
                  <c:v>0.71599999999999997</c:v>
                </c:pt>
                <c:pt idx="615">
                  <c:v>0.71599999999999997</c:v>
                </c:pt>
                <c:pt idx="616">
                  <c:v>0.71599999999999997</c:v>
                </c:pt>
                <c:pt idx="617">
                  <c:v>0.71599999999999997</c:v>
                </c:pt>
                <c:pt idx="618">
                  <c:v>0.71599999999999997</c:v>
                </c:pt>
                <c:pt idx="619">
                  <c:v>0.71599999999999997</c:v>
                </c:pt>
                <c:pt idx="620">
                  <c:v>0.71599999999999997</c:v>
                </c:pt>
                <c:pt idx="621">
                  <c:v>0.71599999999999997</c:v>
                </c:pt>
                <c:pt idx="622">
                  <c:v>0.71599999999999997</c:v>
                </c:pt>
                <c:pt idx="623">
                  <c:v>0.71599999999999997</c:v>
                </c:pt>
                <c:pt idx="624">
                  <c:v>0.71599999999999997</c:v>
                </c:pt>
                <c:pt idx="625">
                  <c:v>0.71599999999999997</c:v>
                </c:pt>
                <c:pt idx="626">
                  <c:v>0.71599999999999997</c:v>
                </c:pt>
                <c:pt idx="627">
                  <c:v>0.71599999999999997</c:v>
                </c:pt>
                <c:pt idx="628">
                  <c:v>0.71599999999999997</c:v>
                </c:pt>
                <c:pt idx="629">
                  <c:v>0.71599999999999997</c:v>
                </c:pt>
                <c:pt idx="630">
                  <c:v>0.71599999999999997</c:v>
                </c:pt>
                <c:pt idx="631">
                  <c:v>0.71599999999999997</c:v>
                </c:pt>
                <c:pt idx="632">
                  <c:v>0.71599999999999997</c:v>
                </c:pt>
                <c:pt idx="633">
                  <c:v>0.71599999999999997</c:v>
                </c:pt>
                <c:pt idx="634">
                  <c:v>0.71599999999999997</c:v>
                </c:pt>
                <c:pt idx="635">
                  <c:v>0.71599999999999997</c:v>
                </c:pt>
                <c:pt idx="636">
                  <c:v>0.71599999999999997</c:v>
                </c:pt>
                <c:pt idx="637">
                  <c:v>0.71599999999999997</c:v>
                </c:pt>
                <c:pt idx="638">
                  <c:v>0.71599999999999997</c:v>
                </c:pt>
                <c:pt idx="639">
                  <c:v>0.71599999999999997</c:v>
                </c:pt>
                <c:pt idx="640">
                  <c:v>0.71599999999999997</c:v>
                </c:pt>
                <c:pt idx="641">
                  <c:v>0.71599999999999997</c:v>
                </c:pt>
                <c:pt idx="642">
                  <c:v>0.71599999999999997</c:v>
                </c:pt>
                <c:pt idx="643">
                  <c:v>0.71599999999999997</c:v>
                </c:pt>
                <c:pt idx="644">
                  <c:v>0.71599999999999997</c:v>
                </c:pt>
                <c:pt idx="645">
                  <c:v>0.71599999999999997</c:v>
                </c:pt>
                <c:pt idx="646">
                  <c:v>0.71599999999999997</c:v>
                </c:pt>
                <c:pt idx="647">
                  <c:v>0.71599999999999997</c:v>
                </c:pt>
                <c:pt idx="648">
                  <c:v>0.71599999999999997</c:v>
                </c:pt>
                <c:pt idx="649">
                  <c:v>0.71599999999999997</c:v>
                </c:pt>
                <c:pt idx="650">
                  <c:v>0.71599999999999997</c:v>
                </c:pt>
                <c:pt idx="651">
                  <c:v>0.71599999999999997</c:v>
                </c:pt>
                <c:pt idx="652">
                  <c:v>0.71599999999999997</c:v>
                </c:pt>
                <c:pt idx="653">
                  <c:v>0.71599999999999997</c:v>
                </c:pt>
                <c:pt idx="654">
                  <c:v>0.71599999999999997</c:v>
                </c:pt>
                <c:pt idx="655">
                  <c:v>0.71599999999999997</c:v>
                </c:pt>
                <c:pt idx="656">
                  <c:v>0.71599999999999997</c:v>
                </c:pt>
                <c:pt idx="657">
                  <c:v>0.71599999999999997</c:v>
                </c:pt>
                <c:pt idx="658">
                  <c:v>0.71599999999999997</c:v>
                </c:pt>
                <c:pt idx="659">
                  <c:v>0.71599999999999997</c:v>
                </c:pt>
                <c:pt idx="660">
                  <c:v>0.71599999999999997</c:v>
                </c:pt>
                <c:pt idx="661">
                  <c:v>0.71599999999999997</c:v>
                </c:pt>
                <c:pt idx="662">
                  <c:v>0.71599999999999997</c:v>
                </c:pt>
                <c:pt idx="663">
                  <c:v>0.71599999999999997</c:v>
                </c:pt>
                <c:pt idx="664">
                  <c:v>0.71599999999999997</c:v>
                </c:pt>
                <c:pt idx="665">
                  <c:v>0.71599999999999997</c:v>
                </c:pt>
                <c:pt idx="666">
                  <c:v>0.71599999999999997</c:v>
                </c:pt>
                <c:pt idx="667">
                  <c:v>0.71599999999999997</c:v>
                </c:pt>
                <c:pt idx="668">
                  <c:v>0.71599999999999997</c:v>
                </c:pt>
                <c:pt idx="669">
                  <c:v>0.71599999999999997</c:v>
                </c:pt>
                <c:pt idx="670">
                  <c:v>0.71599999999999997</c:v>
                </c:pt>
                <c:pt idx="671">
                  <c:v>0.71599999999999997</c:v>
                </c:pt>
                <c:pt idx="672">
                  <c:v>0.71599999999999997</c:v>
                </c:pt>
                <c:pt idx="673">
                  <c:v>0.71599999999999997</c:v>
                </c:pt>
                <c:pt idx="674">
                  <c:v>0.71599999999999997</c:v>
                </c:pt>
                <c:pt idx="675">
                  <c:v>0.71599999999999997</c:v>
                </c:pt>
                <c:pt idx="676">
                  <c:v>0.71599999999999997</c:v>
                </c:pt>
                <c:pt idx="677">
                  <c:v>0.71599999999999997</c:v>
                </c:pt>
                <c:pt idx="678">
                  <c:v>0.71599999999999997</c:v>
                </c:pt>
                <c:pt idx="679">
                  <c:v>0.71599999999999997</c:v>
                </c:pt>
                <c:pt idx="680">
                  <c:v>0.71599999999999997</c:v>
                </c:pt>
                <c:pt idx="681">
                  <c:v>0.71599999999999997</c:v>
                </c:pt>
                <c:pt idx="682">
                  <c:v>0.71599999999999997</c:v>
                </c:pt>
                <c:pt idx="683">
                  <c:v>0.71599999999999997</c:v>
                </c:pt>
                <c:pt idx="684">
                  <c:v>0.71599999999999997</c:v>
                </c:pt>
                <c:pt idx="685">
                  <c:v>0.71599999999999997</c:v>
                </c:pt>
                <c:pt idx="686">
                  <c:v>0.71599999999999997</c:v>
                </c:pt>
                <c:pt idx="687">
                  <c:v>0.71599999999999997</c:v>
                </c:pt>
                <c:pt idx="688">
                  <c:v>0.71599999999999997</c:v>
                </c:pt>
                <c:pt idx="689">
                  <c:v>0.71599999999999997</c:v>
                </c:pt>
                <c:pt idx="690">
                  <c:v>0.71599999999999997</c:v>
                </c:pt>
                <c:pt idx="691">
                  <c:v>0.71599999999999997</c:v>
                </c:pt>
                <c:pt idx="692">
                  <c:v>0.71599999999999997</c:v>
                </c:pt>
                <c:pt idx="693">
                  <c:v>0.71599999999999997</c:v>
                </c:pt>
                <c:pt idx="694">
                  <c:v>0.71599999999999997</c:v>
                </c:pt>
                <c:pt idx="695">
                  <c:v>0.71599999999999997</c:v>
                </c:pt>
                <c:pt idx="696">
                  <c:v>0.71599999999999997</c:v>
                </c:pt>
                <c:pt idx="697">
                  <c:v>0.71599999999999997</c:v>
                </c:pt>
                <c:pt idx="698">
                  <c:v>0.71599999999999997</c:v>
                </c:pt>
                <c:pt idx="699">
                  <c:v>0.71599999999999997</c:v>
                </c:pt>
                <c:pt idx="700">
                  <c:v>0.71599999999999997</c:v>
                </c:pt>
                <c:pt idx="701">
                  <c:v>0.71599999999999997</c:v>
                </c:pt>
                <c:pt idx="702">
                  <c:v>0.71599999999999997</c:v>
                </c:pt>
                <c:pt idx="703">
                  <c:v>0.71599999999999997</c:v>
                </c:pt>
                <c:pt idx="704">
                  <c:v>0.71599999999999997</c:v>
                </c:pt>
                <c:pt idx="705">
                  <c:v>0.71599999999999997</c:v>
                </c:pt>
                <c:pt idx="706">
                  <c:v>0.71599999999999997</c:v>
                </c:pt>
                <c:pt idx="707">
                  <c:v>0.71599999999999997</c:v>
                </c:pt>
                <c:pt idx="708">
                  <c:v>0.71599999999999997</c:v>
                </c:pt>
                <c:pt idx="709">
                  <c:v>0.71599999999999997</c:v>
                </c:pt>
                <c:pt idx="710">
                  <c:v>0.71599999999999997</c:v>
                </c:pt>
                <c:pt idx="711">
                  <c:v>0.71599999999999997</c:v>
                </c:pt>
                <c:pt idx="712">
                  <c:v>0.71599999999999997</c:v>
                </c:pt>
                <c:pt idx="713">
                  <c:v>0.71599999999999997</c:v>
                </c:pt>
                <c:pt idx="714">
                  <c:v>0.71599999999999997</c:v>
                </c:pt>
                <c:pt idx="715">
                  <c:v>0.71599999999999997</c:v>
                </c:pt>
                <c:pt idx="716">
                  <c:v>0.71599999999999997</c:v>
                </c:pt>
                <c:pt idx="717">
                  <c:v>0.71599999999999997</c:v>
                </c:pt>
                <c:pt idx="718">
                  <c:v>0.71599999999999997</c:v>
                </c:pt>
                <c:pt idx="719">
                  <c:v>0.71599999999999997</c:v>
                </c:pt>
                <c:pt idx="720">
                  <c:v>0.71599999999999997</c:v>
                </c:pt>
                <c:pt idx="721">
                  <c:v>0.71599999999999997</c:v>
                </c:pt>
                <c:pt idx="722">
                  <c:v>0.71599999999999997</c:v>
                </c:pt>
                <c:pt idx="723">
                  <c:v>0.71599999999999997</c:v>
                </c:pt>
                <c:pt idx="724">
                  <c:v>0.71599999999999997</c:v>
                </c:pt>
                <c:pt idx="725">
                  <c:v>0.71599999999999997</c:v>
                </c:pt>
                <c:pt idx="726">
                  <c:v>0.71599999999999997</c:v>
                </c:pt>
                <c:pt idx="727">
                  <c:v>0.71599999999999997</c:v>
                </c:pt>
                <c:pt idx="728">
                  <c:v>0.71599999999999997</c:v>
                </c:pt>
                <c:pt idx="729">
                  <c:v>0.71599999999999997</c:v>
                </c:pt>
                <c:pt idx="730">
                  <c:v>0.71599999999999997</c:v>
                </c:pt>
                <c:pt idx="731">
                  <c:v>0.71599999999999997</c:v>
                </c:pt>
                <c:pt idx="732">
                  <c:v>0.71599999999999997</c:v>
                </c:pt>
                <c:pt idx="733">
                  <c:v>0.71599999999999997</c:v>
                </c:pt>
                <c:pt idx="734">
                  <c:v>0.71599999999999997</c:v>
                </c:pt>
                <c:pt idx="735">
                  <c:v>0.71599999999999997</c:v>
                </c:pt>
                <c:pt idx="736">
                  <c:v>0.71599999999999997</c:v>
                </c:pt>
                <c:pt idx="737">
                  <c:v>0.71599999999999997</c:v>
                </c:pt>
                <c:pt idx="738">
                  <c:v>0.71599999999999997</c:v>
                </c:pt>
                <c:pt idx="739">
                  <c:v>0.71599999999999997</c:v>
                </c:pt>
                <c:pt idx="740">
                  <c:v>0.71599999999999997</c:v>
                </c:pt>
                <c:pt idx="741">
                  <c:v>0.71599999999999997</c:v>
                </c:pt>
                <c:pt idx="742">
                  <c:v>0.71599999999999997</c:v>
                </c:pt>
                <c:pt idx="743">
                  <c:v>0.71599999999999997</c:v>
                </c:pt>
                <c:pt idx="744">
                  <c:v>0.71599999999999997</c:v>
                </c:pt>
                <c:pt idx="745">
                  <c:v>0.71599999999999997</c:v>
                </c:pt>
                <c:pt idx="746">
                  <c:v>0.71599999999999997</c:v>
                </c:pt>
                <c:pt idx="747">
                  <c:v>0.71599999999999997</c:v>
                </c:pt>
                <c:pt idx="748">
                  <c:v>0.71599999999999997</c:v>
                </c:pt>
                <c:pt idx="749">
                  <c:v>0.71599999999999997</c:v>
                </c:pt>
                <c:pt idx="750">
                  <c:v>0.71599999999999997</c:v>
                </c:pt>
                <c:pt idx="751">
                  <c:v>0.71599999999999997</c:v>
                </c:pt>
                <c:pt idx="752">
                  <c:v>0.71599999999999997</c:v>
                </c:pt>
                <c:pt idx="753">
                  <c:v>0.71599999999999997</c:v>
                </c:pt>
                <c:pt idx="754">
                  <c:v>0.71599999999999997</c:v>
                </c:pt>
                <c:pt idx="755">
                  <c:v>0.71599999999999997</c:v>
                </c:pt>
                <c:pt idx="756">
                  <c:v>0.71599999999999997</c:v>
                </c:pt>
                <c:pt idx="757">
                  <c:v>0.71599999999999997</c:v>
                </c:pt>
                <c:pt idx="758">
                  <c:v>0.71599999999999997</c:v>
                </c:pt>
                <c:pt idx="759">
                  <c:v>0.71599999999999997</c:v>
                </c:pt>
                <c:pt idx="760">
                  <c:v>0.71599999999999997</c:v>
                </c:pt>
                <c:pt idx="761">
                  <c:v>0.71599999999999997</c:v>
                </c:pt>
                <c:pt idx="762">
                  <c:v>0.71599999999999997</c:v>
                </c:pt>
                <c:pt idx="763">
                  <c:v>0.71599999999999997</c:v>
                </c:pt>
                <c:pt idx="764">
                  <c:v>0.71599999999999997</c:v>
                </c:pt>
                <c:pt idx="765">
                  <c:v>0.71599999999999997</c:v>
                </c:pt>
                <c:pt idx="766">
                  <c:v>0.71599999999999997</c:v>
                </c:pt>
                <c:pt idx="767">
                  <c:v>0.71599999999999997</c:v>
                </c:pt>
                <c:pt idx="768">
                  <c:v>0.71599999999999997</c:v>
                </c:pt>
                <c:pt idx="769">
                  <c:v>0.71599999999999997</c:v>
                </c:pt>
                <c:pt idx="770">
                  <c:v>0.71599999999999997</c:v>
                </c:pt>
                <c:pt idx="771">
                  <c:v>0.71599999999999997</c:v>
                </c:pt>
                <c:pt idx="772">
                  <c:v>0.71599999999999997</c:v>
                </c:pt>
                <c:pt idx="773">
                  <c:v>0.71599999999999997</c:v>
                </c:pt>
                <c:pt idx="774">
                  <c:v>0.71599999999999997</c:v>
                </c:pt>
                <c:pt idx="775">
                  <c:v>0.71599999999999997</c:v>
                </c:pt>
                <c:pt idx="776">
                  <c:v>0.71599999999999997</c:v>
                </c:pt>
                <c:pt idx="777">
                  <c:v>0.71599999999999997</c:v>
                </c:pt>
                <c:pt idx="778">
                  <c:v>0.71599999999999997</c:v>
                </c:pt>
                <c:pt idx="779">
                  <c:v>0.71599999999999997</c:v>
                </c:pt>
                <c:pt idx="780">
                  <c:v>0.71599999999999997</c:v>
                </c:pt>
                <c:pt idx="781">
                  <c:v>0.71599999999999997</c:v>
                </c:pt>
                <c:pt idx="782">
                  <c:v>0.71599999999999997</c:v>
                </c:pt>
                <c:pt idx="783">
                  <c:v>0.71599999999999997</c:v>
                </c:pt>
                <c:pt idx="784">
                  <c:v>0.71599999999999997</c:v>
                </c:pt>
                <c:pt idx="785">
                  <c:v>0.71599999999999997</c:v>
                </c:pt>
                <c:pt idx="786">
                  <c:v>0.71599999999999997</c:v>
                </c:pt>
                <c:pt idx="787">
                  <c:v>0.71599999999999997</c:v>
                </c:pt>
                <c:pt idx="788">
                  <c:v>0.71599999999999997</c:v>
                </c:pt>
                <c:pt idx="789">
                  <c:v>0.71599999999999997</c:v>
                </c:pt>
                <c:pt idx="790">
                  <c:v>0.71599999999999997</c:v>
                </c:pt>
                <c:pt idx="791">
                  <c:v>0.71599999999999997</c:v>
                </c:pt>
                <c:pt idx="792">
                  <c:v>0.71599999999999997</c:v>
                </c:pt>
                <c:pt idx="793">
                  <c:v>0.71599999999999997</c:v>
                </c:pt>
                <c:pt idx="794">
                  <c:v>0.71599999999999997</c:v>
                </c:pt>
                <c:pt idx="795">
                  <c:v>0.71599999999999997</c:v>
                </c:pt>
                <c:pt idx="796">
                  <c:v>0.71599999999999997</c:v>
                </c:pt>
                <c:pt idx="797">
                  <c:v>0.71599999999999997</c:v>
                </c:pt>
                <c:pt idx="798">
                  <c:v>0.71599999999999997</c:v>
                </c:pt>
                <c:pt idx="799">
                  <c:v>0.71599999999999997</c:v>
                </c:pt>
                <c:pt idx="800">
                  <c:v>0.71599999999999997</c:v>
                </c:pt>
                <c:pt idx="801">
                  <c:v>0.71599999999999997</c:v>
                </c:pt>
                <c:pt idx="802">
                  <c:v>0.71599999999999997</c:v>
                </c:pt>
                <c:pt idx="803">
                  <c:v>0.71599999999999997</c:v>
                </c:pt>
                <c:pt idx="804">
                  <c:v>0.71599999999999997</c:v>
                </c:pt>
                <c:pt idx="805">
                  <c:v>0.71599999999999997</c:v>
                </c:pt>
                <c:pt idx="806">
                  <c:v>0.71599999999999997</c:v>
                </c:pt>
                <c:pt idx="807">
                  <c:v>0.71599999999999997</c:v>
                </c:pt>
                <c:pt idx="808">
                  <c:v>0.71599999999999997</c:v>
                </c:pt>
                <c:pt idx="809">
                  <c:v>0.71599999999999997</c:v>
                </c:pt>
                <c:pt idx="810">
                  <c:v>0.71599999999999997</c:v>
                </c:pt>
                <c:pt idx="811">
                  <c:v>0.71599999999999997</c:v>
                </c:pt>
                <c:pt idx="812">
                  <c:v>0.71599999999999997</c:v>
                </c:pt>
                <c:pt idx="813">
                  <c:v>0.71599999999999997</c:v>
                </c:pt>
                <c:pt idx="814">
                  <c:v>0.71599999999999997</c:v>
                </c:pt>
                <c:pt idx="815">
                  <c:v>0.71599999999999997</c:v>
                </c:pt>
                <c:pt idx="816">
                  <c:v>0.71599999999999997</c:v>
                </c:pt>
                <c:pt idx="817">
                  <c:v>0.71599999999999997</c:v>
                </c:pt>
                <c:pt idx="818">
                  <c:v>0.71599999999999997</c:v>
                </c:pt>
                <c:pt idx="819">
                  <c:v>0.71599999999999997</c:v>
                </c:pt>
                <c:pt idx="820">
                  <c:v>0.71599999999999997</c:v>
                </c:pt>
                <c:pt idx="821">
                  <c:v>0.71599999999999997</c:v>
                </c:pt>
                <c:pt idx="822">
                  <c:v>0.71599999999999997</c:v>
                </c:pt>
                <c:pt idx="823">
                  <c:v>0.71599999999999997</c:v>
                </c:pt>
                <c:pt idx="824">
                  <c:v>0.71599999999999997</c:v>
                </c:pt>
                <c:pt idx="825">
                  <c:v>0.71599999999999997</c:v>
                </c:pt>
                <c:pt idx="826">
                  <c:v>0.71599999999999997</c:v>
                </c:pt>
                <c:pt idx="827">
                  <c:v>0.71599999999999997</c:v>
                </c:pt>
                <c:pt idx="828">
                  <c:v>0.71599999999999997</c:v>
                </c:pt>
                <c:pt idx="829">
                  <c:v>0.71599999999999997</c:v>
                </c:pt>
                <c:pt idx="830">
                  <c:v>0.71599999999999997</c:v>
                </c:pt>
                <c:pt idx="831">
                  <c:v>0.71599999999999997</c:v>
                </c:pt>
                <c:pt idx="832">
                  <c:v>0.71599999999999997</c:v>
                </c:pt>
                <c:pt idx="833">
                  <c:v>0.71599999999999997</c:v>
                </c:pt>
                <c:pt idx="834">
                  <c:v>0.71599999999999997</c:v>
                </c:pt>
                <c:pt idx="835">
                  <c:v>0.71599999999999997</c:v>
                </c:pt>
                <c:pt idx="836">
                  <c:v>0.71599999999999997</c:v>
                </c:pt>
                <c:pt idx="837">
                  <c:v>0.71599999999999997</c:v>
                </c:pt>
                <c:pt idx="838">
                  <c:v>0.71599999999999997</c:v>
                </c:pt>
                <c:pt idx="839">
                  <c:v>0.71599999999999997</c:v>
                </c:pt>
                <c:pt idx="840">
                  <c:v>0.71599999999999997</c:v>
                </c:pt>
                <c:pt idx="841">
                  <c:v>0.71599999999999997</c:v>
                </c:pt>
                <c:pt idx="842">
                  <c:v>0.71599999999999997</c:v>
                </c:pt>
                <c:pt idx="843">
                  <c:v>0.71599999999999997</c:v>
                </c:pt>
                <c:pt idx="844">
                  <c:v>0.71599999999999997</c:v>
                </c:pt>
                <c:pt idx="845">
                  <c:v>0.71599999999999997</c:v>
                </c:pt>
                <c:pt idx="846">
                  <c:v>0.71599999999999997</c:v>
                </c:pt>
                <c:pt idx="847">
                  <c:v>0.71599999999999997</c:v>
                </c:pt>
                <c:pt idx="848">
                  <c:v>0.71599999999999997</c:v>
                </c:pt>
                <c:pt idx="849">
                  <c:v>0.71599999999999997</c:v>
                </c:pt>
                <c:pt idx="850">
                  <c:v>0.71599999999999997</c:v>
                </c:pt>
                <c:pt idx="851">
                  <c:v>0.71599999999999997</c:v>
                </c:pt>
                <c:pt idx="852">
                  <c:v>0.71599999999999997</c:v>
                </c:pt>
                <c:pt idx="853">
                  <c:v>0.71599999999999997</c:v>
                </c:pt>
                <c:pt idx="854">
                  <c:v>0.70350000000000001</c:v>
                </c:pt>
                <c:pt idx="855">
                  <c:v>0.68200000000000005</c:v>
                </c:pt>
                <c:pt idx="856">
                  <c:v>0.68200000000000005</c:v>
                </c:pt>
                <c:pt idx="857">
                  <c:v>0.68200000000000005</c:v>
                </c:pt>
                <c:pt idx="858">
                  <c:v>0.68200000000000005</c:v>
                </c:pt>
                <c:pt idx="859">
                  <c:v>0.68200000000000005</c:v>
                </c:pt>
                <c:pt idx="860">
                  <c:v>0.68200000000000005</c:v>
                </c:pt>
                <c:pt idx="861">
                  <c:v>0.68200000000000005</c:v>
                </c:pt>
                <c:pt idx="862">
                  <c:v>0.68200000000000005</c:v>
                </c:pt>
                <c:pt idx="863">
                  <c:v>0.68200000000000005</c:v>
                </c:pt>
                <c:pt idx="864">
                  <c:v>0.68200000000000005</c:v>
                </c:pt>
                <c:pt idx="865">
                  <c:v>0.68200000000000005</c:v>
                </c:pt>
                <c:pt idx="866">
                  <c:v>0.68200000000000005</c:v>
                </c:pt>
                <c:pt idx="867">
                  <c:v>0.68200000000000005</c:v>
                </c:pt>
                <c:pt idx="868">
                  <c:v>0.68200000000000005</c:v>
                </c:pt>
                <c:pt idx="869">
                  <c:v>0.68200000000000005</c:v>
                </c:pt>
                <c:pt idx="870">
                  <c:v>0.68200000000000005</c:v>
                </c:pt>
                <c:pt idx="871">
                  <c:v>0.68200000000000005</c:v>
                </c:pt>
                <c:pt idx="872">
                  <c:v>0.68200000000000005</c:v>
                </c:pt>
                <c:pt idx="873">
                  <c:v>0.68200000000000005</c:v>
                </c:pt>
                <c:pt idx="874">
                  <c:v>0.68200000000000005</c:v>
                </c:pt>
                <c:pt idx="875">
                  <c:v>0.68200000000000005</c:v>
                </c:pt>
                <c:pt idx="876">
                  <c:v>0.68200000000000005</c:v>
                </c:pt>
                <c:pt idx="877">
                  <c:v>0.68200000000000005</c:v>
                </c:pt>
                <c:pt idx="878">
                  <c:v>0.68200000000000005</c:v>
                </c:pt>
                <c:pt idx="879">
                  <c:v>0.68200000000000005</c:v>
                </c:pt>
                <c:pt idx="880">
                  <c:v>0.68200000000000005</c:v>
                </c:pt>
                <c:pt idx="881">
                  <c:v>0.68200000000000005</c:v>
                </c:pt>
                <c:pt idx="882">
                  <c:v>0.68200000000000005</c:v>
                </c:pt>
                <c:pt idx="883">
                  <c:v>0.68200000000000005</c:v>
                </c:pt>
                <c:pt idx="884">
                  <c:v>0.68200000000000005</c:v>
                </c:pt>
                <c:pt idx="885">
                  <c:v>0.68200000000000005</c:v>
                </c:pt>
                <c:pt idx="886">
                  <c:v>0.68200000000000005</c:v>
                </c:pt>
                <c:pt idx="887">
                  <c:v>0.68200000000000005</c:v>
                </c:pt>
                <c:pt idx="888">
                  <c:v>0.68200000000000005</c:v>
                </c:pt>
                <c:pt idx="889">
                  <c:v>0.68200000000000005</c:v>
                </c:pt>
                <c:pt idx="890">
                  <c:v>0.68200000000000005</c:v>
                </c:pt>
                <c:pt idx="891">
                  <c:v>0.68200000000000005</c:v>
                </c:pt>
                <c:pt idx="892">
                  <c:v>0.68200000000000005</c:v>
                </c:pt>
                <c:pt idx="893">
                  <c:v>0.68200000000000005</c:v>
                </c:pt>
                <c:pt idx="894">
                  <c:v>0.68200000000000005</c:v>
                </c:pt>
                <c:pt idx="895">
                  <c:v>0.68200000000000005</c:v>
                </c:pt>
                <c:pt idx="896">
                  <c:v>0.68200000000000005</c:v>
                </c:pt>
                <c:pt idx="897">
                  <c:v>0.68200000000000005</c:v>
                </c:pt>
                <c:pt idx="898">
                  <c:v>0.68200000000000005</c:v>
                </c:pt>
                <c:pt idx="899">
                  <c:v>0.68200000000000005</c:v>
                </c:pt>
                <c:pt idx="900">
                  <c:v>0.68200000000000005</c:v>
                </c:pt>
                <c:pt idx="901">
                  <c:v>0.68200000000000005</c:v>
                </c:pt>
                <c:pt idx="902">
                  <c:v>0.68200000000000005</c:v>
                </c:pt>
                <c:pt idx="903">
                  <c:v>0.68200000000000005</c:v>
                </c:pt>
                <c:pt idx="904">
                  <c:v>0.68200000000000005</c:v>
                </c:pt>
                <c:pt idx="905">
                  <c:v>0.68200000000000005</c:v>
                </c:pt>
                <c:pt idx="906">
                  <c:v>0.68200000000000005</c:v>
                </c:pt>
                <c:pt idx="907">
                  <c:v>0.68200000000000005</c:v>
                </c:pt>
                <c:pt idx="908">
                  <c:v>0.68200000000000005</c:v>
                </c:pt>
                <c:pt idx="909">
                  <c:v>0.68200000000000005</c:v>
                </c:pt>
                <c:pt idx="910">
                  <c:v>0.68200000000000005</c:v>
                </c:pt>
                <c:pt idx="911">
                  <c:v>0.68200000000000005</c:v>
                </c:pt>
                <c:pt idx="912">
                  <c:v>0.68200000000000005</c:v>
                </c:pt>
                <c:pt idx="913">
                  <c:v>0.68200000000000005</c:v>
                </c:pt>
                <c:pt idx="914">
                  <c:v>0.68200000000000005</c:v>
                </c:pt>
                <c:pt idx="915">
                  <c:v>0.68200000000000005</c:v>
                </c:pt>
                <c:pt idx="916">
                  <c:v>0.68200000000000005</c:v>
                </c:pt>
                <c:pt idx="917">
                  <c:v>0.68200000000000005</c:v>
                </c:pt>
                <c:pt idx="918">
                  <c:v>0.68200000000000005</c:v>
                </c:pt>
                <c:pt idx="919">
                  <c:v>0.68200000000000005</c:v>
                </c:pt>
                <c:pt idx="920">
                  <c:v>0.68200000000000005</c:v>
                </c:pt>
                <c:pt idx="921">
                  <c:v>0.68200000000000005</c:v>
                </c:pt>
                <c:pt idx="922">
                  <c:v>0.68200000000000005</c:v>
                </c:pt>
                <c:pt idx="923">
                  <c:v>0.68200000000000005</c:v>
                </c:pt>
                <c:pt idx="924">
                  <c:v>0.68200000000000005</c:v>
                </c:pt>
                <c:pt idx="925">
                  <c:v>0.68200000000000005</c:v>
                </c:pt>
                <c:pt idx="926">
                  <c:v>0.68200000000000005</c:v>
                </c:pt>
                <c:pt idx="927">
                  <c:v>0.68200000000000005</c:v>
                </c:pt>
                <c:pt idx="928">
                  <c:v>0.68200000000000005</c:v>
                </c:pt>
                <c:pt idx="929">
                  <c:v>0.68200000000000005</c:v>
                </c:pt>
                <c:pt idx="930">
                  <c:v>0.68200000000000005</c:v>
                </c:pt>
                <c:pt idx="931">
                  <c:v>0.68200000000000005</c:v>
                </c:pt>
                <c:pt idx="932">
                  <c:v>0.68200000000000005</c:v>
                </c:pt>
                <c:pt idx="933">
                  <c:v>0.68200000000000005</c:v>
                </c:pt>
                <c:pt idx="934">
                  <c:v>0.68200000000000005</c:v>
                </c:pt>
                <c:pt idx="935">
                  <c:v>0.68200000000000005</c:v>
                </c:pt>
                <c:pt idx="936">
                  <c:v>0.68200000000000005</c:v>
                </c:pt>
                <c:pt idx="937">
                  <c:v>0.68200000000000005</c:v>
                </c:pt>
                <c:pt idx="938">
                  <c:v>0.68200000000000005</c:v>
                </c:pt>
                <c:pt idx="939">
                  <c:v>0.68200000000000005</c:v>
                </c:pt>
                <c:pt idx="940">
                  <c:v>0.68200000000000005</c:v>
                </c:pt>
                <c:pt idx="941">
                  <c:v>0.68200000000000005</c:v>
                </c:pt>
                <c:pt idx="942">
                  <c:v>0.68200000000000005</c:v>
                </c:pt>
                <c:pt idx="943">
                  <c:v>0.68200000000000005</c:v>
                </c:pt>
                <c:pt idx="944">
                  <c:v>0.68200000000000005</c:v>
                </c:pt>
                <c:pt idx="945">
                  <c:v>0.68200000000000005</c:v>
                </c:pt>
                <c:pt idx="946">
                  <c:v>0.68200000000000005</c:v>
                </c:pt>
                <c:pt idx="947">
                  <c:v>0.68200000000000005</c:v>
                </c:pt>
                <c:pt idx="948">
                  <c:v>0.68200000000000005</c:v>
                </c:pt>
                <c:pt idx="949">
                  <c:v>0.68200000000000005</c:v>
                </c:pt>
                <c:pt idx="950">
                  <c:v>0.68200000000000005</c:v>
                </c:pt>
                <c:pt idx="951">
                  <c:v>0.68200000000000005</c:v>
                </c:pt>
                <c:pt idx="952">
                  <c:v>0.68200000000000005</c:v>
                </c:pt>
                <c:pt idx="953">
                  <c:v>0.68200000000000005</c:v>
                </c:pt>
                <c:pt idx="954">
                  <c:v>0.68200000000000005</c:v>
                </c:pt>
                <c:pt idx="955">
                  <c:v>0.68200000000000005</c:v>
                </c:pt>
                <c:pt idx="956">
                  <c:v>0.68200000000000005</c:v>
                </c:pt>
                <c:pt idx="957">
                  <c:v>0.68200000000000005</c:v>
                </c:pt>
                <c:pt idx="958">
                  <c:v>0.68200000000000005</c:v>
                </c:pt>
                <c:pt idx="959">
                  <c:v>0.68200000000000005</c:v>
                </c:pt>
                <c:pt idx="960">
                  <c:v>0.68200000000000005</c:v>
                </c:pt>
                <c:pt idx="961">
                  <c:v>0.68200000000000005</c:v>
                </c:pt>
                <c:pt idx="962">
                  <c:v>0.68200000000000005</c:v>
                </c:pt>
                <c:pt idx="963">
                  <c:v>0.68200000000000005</c:v>
                </c:pt>
                <c:pt idx="964">
                  <c:v>0.68200000000000005</c:v>
                </c:pt>
                <c:pt idx="965">
                  <c:v>0.68200000000000005</c:v>
                </c:pt>
                <c:pt idx="966">
                  <c:v>0.68200000000000005</c:v>
                </c:pt>
                <c:pt idx="967">
                  <c:v>0.68200000000000005</c:v>
                </c:pt>
                <c:pt idx="968">
                  <c:v>0.68200000000000005</c:v>
                </c:pt>
                <c:pt idx="969">
                  <c:v>0.68200000000000005</c:v>
                </c:pt>
                <c:pt idx="970">
                  <c:v>0.68200000000000005</c:v>
                </c:pt>
                <c:pt idx="971">
                  <c:v>0.68200000000000005</c:v>
                </c:pt>
                <c:pt idx="972">
                  <c:v>0.68200000000000005</c:v>
                </c:pt>
                <c:pt idx="973">
                  <c:v>0.68200000000000005</c:v>
                </c:pt>
                <c:pt idx="974">
                  <c:v>0.68200000000000005</c:v>
                </c:pt>
                <c:pt idx="975">
                  <c:v>0.68200000000000005</c:v>
                </c:pt>
                <c:pt idx="976">
                  <c:v>0.70250000000000001</c:v>
                </c:pt>
                <c:pt idx="977">
                  <c:v>0.80500000000000005</c:v>
                </c:pt>
                <c:pt idx="978">
                  <c:v>0.80500000000000005</c:v>
                </c:pt>
                <c:pt idx="979">
                  <c:v>0.80500000000000005</c:v>
                </c:pt>
                <c:pt idx="980">
                  <c:v>0.80500000000000005</c:v>
                </c:pt>
                <c:pt idx="981">
                  <c:v>0.80500000000000005</c:v>
                </c:pt>
                <c:pt idx="982">
                  <c:v>0.80500000000000005</c:v>
                </c:pt>
                <c:pt idx="983">
                  <c:v>0.80500000000000005</c:v>
                </c:pt>
                <c:pt idx="984">
                  <c:v>0.80500000000000005</c:v>
                </c:pt>
                <c:pt idx="985">
                  <c:v>0.80500000000000005</c:v>
                </c:pt>
                <c:pt idx="986">
                  <c:v>0.80500000000000005</c:v>
                </c:pt>
                <c:pt idx="987">
                  <c:v>0.80500000000000005</c:v>
                </c:pt>
                <c:pt idx="988">
                  <c:v>0.80500000000000005</c:v>
                </c:pt>
                <c:pt idx="989">
                  <c:v>0.80500000000000005</c:v>
                </c:pt>
                <c:pt idx="990">
                  <c:v>0.80500000000000005</c:v>
                </c:pt>
                <c:pt idx="991">
                  <c:v>0.80500000000000005</c:v>
                </c:pt>
                <c:pt idx="992">
                  <c:v>0.80500000000000005</c:v>
                </c:pt>
                <c:pt idx="993">
                  <c:v>0.80500000000000005</c:v>
                </c:pt>
                <c:pt idx="994">
                  <c:v>0.80500000000000005</c:v>
                </c:pt>
                <c:pt idx="995">
                  <c:v>0.80500000000000005</c:v>
                </c:pt>
                <c:pt idx="996">
                  <c:v>0.80500000000000005</c:v>
                </c:pt>
                <c:pt idx="997">
                  <c:v>0.80500000000000005</c:v>
                </c:pt>
                <c:pt idx="998">
                  <c:v>0.80500000000000005</c:v>
                </c:pt>
                <c:pt idx="999">
                  <c:v>0.80500000000000005</c:v>
                </c:pt>
                <c:pt idx="1000">
                  <c:v>0.80500000000000005</c:v>
                </c:pt>
                <c:pt idx="1001">
                  <c:v>0.80500000000000005</c:v>
                </c:pt>
                <c:pt idx="1002">
                  <c:v>0.80500000000000005</c:v>
                </c:pt>
                <c:pt idx="1003">
                  <c:v>0.80500000000000005</c:v>
                </c:pt>
                <c:pt idx="1004">
                  <c:v>0.80500000000000005</c:v>
                </c:pt>
                <c:pt idx="1005">
                  <c:v>0.80500000000000005</c:v>
                </c:pt>
                <c:pt idx="1006">
                  <c:v>0.80500000000000005</c:v>
                </c:pt>
                <c:pt idx="1007">
                  <c:v>0.80500000000000005</c:v>
                </c:pt>
                <c:pt idx="1008">
                  <c:v>0.80500000000000005</c:v>
                </c:pt>
                <c:pt idx="1009">
                  <c:v>0.80500000000000005</c:v>
                </c:pt>
                <c:pt idx="1010">
                  <c:v>0.80500000000000005</c:v>
                </c:pt>
                <c:pt idx="1011">
                  <c:v>0.80500000000000005</c:v>
                </c:pt>
                <c:pt idx="1012">
                  <c:v>0.80500000000000005</c:v>
                </c:pt>
                <c:pt idx="1013">
                  <c:v>0.80500000000000005</c:v>
                </c:pt>
                <c:pt idx="1014">
                  <c:v>0.80500000000000005</c:v>
                </c:pt>
                <c:pt idx="1015">
                  <c:v>0.80500000000000005</c:v>
                </c:pt>
                <c:pt idx="1016">
                  <c:v>0.80500000000000005</c:v>
                </c:pt>
                <c:pt idx="1017">
                  <c:v>0.80500000000000005</c:v>
                </c:pt>
                <c:pt idx="1018">
                  <c:v>0.80500000000000005</c:v>
                </c:pt>
                <c:pt idx="1019">
                  <c:v>0.80500000000000005</c:v>
                </c:pt>
                <c:pt idx="1020">
                  <c:v>0.80500000000000005</c:v>
                </c:pt>
                <c:pt idx="1021">
                  <c:v>0.80500000000000005</c:v>
                </c:pt>
                <c:pt idx="1022">
                  <c:v>0.80500000000000005</c:v>
                </c:pt>
                <c:pt idx="1023">
                  <c:v>0.80500000000000005</c:v>
                </c:pt>
                <c:pt idx="1024">
                  <c:v>0.80500000000000005</c:v>
                </c:pt>
                <c:pt idx="1025">
                  <c:v>0.80500000000000005</c:v>
                </c:pt>
                <c:pt idx="1026">
                  <c:v>0.80500000000000005</c:v>
                </c:pt>
                <c:pt idx="1027">
                  <c:v>0.80500000000000005</c:v>
                </c:pt>
                <c:pt idx="1028">
                  <c:v>0.80500000000000005</c:v>
                </c:pt>
                <c:pt idx="1029">
                  <c:v>0.80500000000000005</c:v>
                </c:pt>
                <c:pt idx="1030">
                  <c:v>0.80500000000000005</c:v>
                </c:pt>
                <c:pt idx="1031">
                  <c:v>0.80500000000000005</c:v>
                </c:pt>
                <c:pt idx="1032">
                  <c:v>0.80500000000000005</c:v>
                </c:pt>
                <c:pt idx="1033">
                  <c:v>0.80500000000000005</c:v>
                </c:pt>
                <c:pt idx="1034">
                  <c:v>0.80500000000000005</c:v>
                </c:pt>
                <c:pt idx="1035">
                  <c:v>0.80500000000000005</c:v>
                </c:pt>
                <c:pt idx="1036">
                  <c:v>0.80500000000000005</c:v>
                </c:pt>
                <c:pt idx="1037">
                  <c:v>0.80500000000000005</c:v>
                </c:pt>
                <c:pt idx="1038">
                  <c:v>0.80500000000000005</c:v>
                </c:pt>
                <c:pt idx="1039">
                  <c:v>0.80500000000000005</c:v>
                </c:pt>
                <c:pt idx="1040">
                  <c:v>0.80500000000000005</c:v>
                </c:pt>
                <c:pt idx="1041">
                  <c:v>0.80500000000000005</c:v>
                </c:pt>
                <c:pt idx="1042">
                  <c:v>0.80500000000000005</c:v>
                </c:pt>
                <c:pt idx="1043">
                  <c:v>0.80500000000000005</c:v>
                </c:pt>
                <c:pt idx="1044">
                  <c:v>0.80500000000000005</c:v>
                </c:pt>
                <c:pt idx="1045">
                  <c:v>0.80500000000000005</c:v>
                </c:pt>
                <c:pt idx="1046">
                  <c:v>0.80500000000000005</c:v>
                </c:pt>
                <c:pt idx="1047">
                  <c:v>0.80500000000000005</c:v>
                </c:pt>
                <c:pt idx="1048">
                  <c:v>0.80500000000000005</c:v>
                </c:pt>
                <c:pt idx="1049">
                  <c:v>0.80500000000000005</c:v>
                </c:pt>
                <c:pt idx="1050">
                  <c:v>0.80500000000000005</c:v>
                </c:pt>
                <c:pt idx="1051">
                  <c:v>0.80500000000000005</c:v>
                </c:pt>
                <c:pt idx="1052">
                  <c:v>0.80500000000000005</c:v>
                </c:pt>
                <c:pt idx="1053">
                  <c:v>0.80500000000000005</c:v>
                </c:pt>
                <c:pt idx="1054">
                  <c:v>0.80500000000000005</c:v>
                </c:pt>
                <c:pt idx="1055">
                  <c:v>0.80500000000000005</c:v>
                </c:pt>
                <c:pt idx="1056">
                  <c:v>0.80500000000000005</c:v>
                </c:pt>
                <c:pt idx="1057">
                  <c:v>0.80500000000000005</c:v>
                </c:pt>
                <c:pt idx="1058">
                  <c:v>0.80500000000000005</c:v>
                </c:pt>
                <c:pt idx="1059">
                  <c:v>0.80500000000000005</c:v>
                </c:pt>
                <c:pt idx="1060">
                  <c:v>0.80500000000000005</c:v>
                </c:pt>
                <c:pt idx="1061">
                  <c:v>0.80500000000000005</c:v>
                </c:pt>
                <c:pt idx="1062">
                  <c:v>0.80500000000000005</c:v>
                </c:pt>
                <c:pt idx="1063">
                  <c:v>0.80500000000000005</c:v>
                </c:pt>
                <c:pt idx="1064">
                  <c:v>0.80500000000000005</c:v>
                </c:pt>
                <c:pt idx="1065">
                  <c:v>0.80500000000000005</c:v>
                </c:pt>
                <c:pt idx="1066">
                  <c:v>0.80500000000000005</c:v>
                </c:pt>
                <c:pt idx="1067">
                  <c:v>0.80500000000000005</c:v>
                </c:pt>
                <c:pt idx="1068">
                  <c:v>0.80500000000000005</c:v>
                </c:pt>
                <c:pt idx="1069">
                  <c:v>0.80500000000000005</c:v>
                </c:pt>
                <c:pt idx="1070">
                  <c:v>0.80500000000000005</c:v>
                </c:pt>
                <c:pt idx="1071">
                  <c:v>0.80500000000000005</c:v>
                </c:pt>
                <c:pt idx="1072">
                  <c:v>0.80500000000000005</c:v>
                </c:pt>
                <c:pt idx="1073">
                  <c:v>0.80500000000000005</c:v>
                </c:pt>
                <c:pt idx="1074">
                  <c:v>0.80500000000000005</c:v>
                </c:pt>
                <c:pt idx="1075">
                  <c:v>0.80500000000000005</c:v>
                </c:pt>
                <c:pt idx="1076">
                  <c:v>0.80500000000000005</c:v>
                </c:pt>
                <c:pt idx="1077">
                  <c:v>0.80500000000000005</c:v>
                </c:pt>
                <c:pt idx="1078">
                  <c:v>0.80500000000000005</c:v>
                </c:pt>
                <c:pt idx="1079">
                  <c:v>0.80500000000000005</c:v>
                </c:pt>
                <c:pt idx="1080">
                  <c:v>0.80500000000000005</c:v>
                </c:pt>
                <c:pt idx="1081">
                  <c:v>0.80500000000000005</c:v>
                </c:pt>
                <c:pt idx="1082">
                  <c:v>0.80500000000000005</c:v>
                </c:pt>
                <c:pt idx="1083">
                  <c:v>0.80500000000000005</c:v>
                </c:pt>
                <c:pt idx="1084">
                  <c:v>0.80500000000000005</c:v>
                </c:pt>
                <c:pt idx="1085">
                  <c:v>0.80500000000000005</c:v>
                </c:pt>
                <c:pt idx="1086">
                  <c:v>0.80500000000000005</c:v>
                </c:pt>
                <c:pt idx="1087">
                  <c:v>0.80500000000000005</c:v>
                </c:pt>
                <c:pt idx="1088">
                  <c:v>0.80500000000000005</c:v>
                </c:pt>
                <c:pt idx="1089">
                  <c:v>0.80500000000000005</c:v>
                </c:pt>
                <c:pt idx="1090">
                  <c:v>0.80500000000000005</c:v>
                </c:pt>
                <c:pt idx="1091">
                  <c:v>0.80500000000000005</c:v>
                </c:pt>
                <c:pt idx="1092">
                  <c:v>0.80500000000000005</c:v>
                </c:pt>
                <c:pt idx="1093">
                  <c:v>0.80500000000000005</c:v>
                </c:pt>
                <c:pt idx="1094">
                  <c:v>0.80500000000000005</c:v>
                </c:pt>
                <c:pt idx="1095">
                  <c:v>0.80500000000000005</c:v>
                </c:pt>
                <c:pt idx="1096">
                  <c:v>0.80500000000000005</c:v>
                </c:pt>
                <c:pt idx="1097">
                  <c:v>0.80500000000000005</c:v>
                </c:pt>
                <c:pt idx="1098">
                  <c:v>0.80500000000000005</c:v>
                </c:pt>
                <c:pt idx="1099">
                  <c:v>0.80500000000000005</c:v>
                </c:pt>
                <c:pt idx="1100">
                  <c:v>0.80500000000000005</c:v>
                </c:pt>
                <c:pt idx="1101">
                  <c:v>0.80500000000000005</c:v>
                </c:pt>
                <c:pt idx="1102">
                  <c:v>0.80500000000000005</c:v>
                </c:pt>
                <c:pt idx="1103">
                  <c:v>0.80500000000000005</c:v>
                </c:pt>
                <c:pt idx="1104">
                  <c:v>0.80500000000000005</c:v>
                </c:pt>
                <c:pt idx="1105">
                  <c:v>0.80500000000000005</c:v>
                </c:pt>
                <c:pt idx="1106">
                  <c:v>0.80500000000000005</c:v>
                </c:pt>
                <c:pt idx="1107">
                  <c:v>0.80500000000000005</c:v>
                </c:pt>
                <c:pt idx="1108">
                  <c:v>0.80500000000000005</c:v>
                </c:pt>
                <c:pt idx="1109">
                  <c:v>0.80500000000000005</c:v>
                </c:pt>
                <c:pt idx="1110">
                  <c:v>0.80500000000000005</c:v>
                </c:pt>
                <c:pt idx="1111">
                  <c:v>0.80500000000000005</c:v>
                </c:pt>
                <c:pt idx="1112">
                  <c:v>0.80500000000000005</c:v>
                </c:pt>
                <c:pt idx="1113">
                  <c:v>0.80500000000000005</c:v>
                </c:pt>
                <c:pt idx="1114">
                  <c:v>0.80500000000000005</c:v>
                </c:pt>
                <c:pt idx="1115">
                  <c:v>0.80500000000000005</c:v>
                </c:pt>
                <c:pt idx="1116">
                  <c:v>0.80500000000000005</c:v>
                </c:pt>
                <c:pt idx="1117">
                  <c:v>0.80500000000000005</c:v>
                </c:pt>
                <c:pt idx="1118">
                  <c:v>0.80500000000000005</c:v>
                </c:pt>
                <c:pt idx="1119">
                  <c:v>0.80500000000000005</c:v>
                </c:pt>
                <c:pt idx="1120">
                  <c:v>0.80500000000000005</c:v>
                </c:pt>
                <c:pt idx="1121">
                  <c:v>0.80500000000000005</c:v>
                </c:pt>
                <c:pt idx="1122">
                  <c:v>0.80500000000000005</c:v>
                </c:pt>
                <c:pt idx="1123">
                  <c:v>0.80500000000000005</c:v>
                </c:pt>
                <c:pt idx="1124">
                  <c:v>0.80500000000000005</c:v>
                </c:pt>
                <c:pt idx="1125">
                  <c:v>0.80500000000000005</c:v>
                </c:pt>
                <c:pt idx="1126">
                  <c:v>0.80500000000000005</c:v>
                </c:pt>
                <c:pt idx="1127">
                  <c:v>0.80500000000000005</c:v>
                </c:pt>
                <c:pt idx="1128">
                  <c:v>0.80500000000000005</c:v>
                </c:pt>
                <c:pt idx="1129">
                  <c:v>0.80500000000000005</c:v>
                </c:pt>
                <c:pt idx="1130">
                  <c:v>0.80500000000000005</c:v>
                </c:pt>
                <c:pt idx="1131">
                  <c:v>0.80500000000000005</c:v>
                </c:pt>
                <c:pt idx="1132">
                  <c:v>0.80500000000000005</c:v>
                </c:pt>
                <c:pt idx="1133">
                  <c:v>0.80500000000000005</c:v>
                </c:pt>
                <c:pt idx="1134">
                  <c:v>0.80500000000000005</c:v>
                </c:pt>
                <c:pt idx="1135">
                  <c:v>0.80500000000000005</c:v>
                </c:pt>
                <c:pt idx="1136">
                  <c:v>0.80500000000000005</c:v>
                </c:pt>
                <c:pt idx="1137">
                  <c:v>0.80500000000000005</c:v>
                </c:pt>
                <c:pt idx="1138">
                  <c:v>0.80500000000000005</c:v>
                </c:pt>
                <c:pt idx="1139">
                  <c:v>0.80500000000000005</c:v>
                </c:pt>
                <c:pt idx="1140">
                  <c:v>0.80500000000000005</c:v>
                </c:pt>
                <c:pt idx="1141">
                  <c:v>0.80500000000000005</c:v>
                </c:pt>
                <c:pt idx="1142">
                  <c:v>0.80500000000000005</c:v>
                </c:pt>
                <c:pt idx="1143">
                  <c:v>0.80500000000000005</c:v>
                </c:pt>
                <c:pt idx="1144">
                  <c:v>0.80500000000000005</c:v>
                </c:pt>
                <c:pt idx="1145">
                  <c:v>0.80500000000000005</c:v>
                </c:pt>
                <c:pt idx="1146">
                  <c:v>0.80500000000000005</c:v>
                </c:pt>
                <c:pt idx="1147">
                  <c:v>0.80500000000000005</c:v>
                </c:pt>
                <c:pt idx="1148">
                  <c:v>0.80500000000000005</c:v>
                </c:pt>
                <c:pt idx="1149">
                  <c:v>0.80500000000000005</c:v>
                </c:pt>
                <c:pt idx="1150">
                  <c:v>0.80500000000000005</c:v>
                </c:pt>
                <c:pt idx="1151">
                  <c:v>0.80500000000000005</c:v>
                </c:pt>
                <c:pt idx="1152">
                  <c:v>0.80500000000000005</c:v>
                </c:pt>
                <c:pt idx="1153">
                  <c:v>0.80500000000000005</c:v>
                </c:pt>
                <c:pt idx="1154">
                  <c:v>0.80500000000000005</c:v>
                </c:pt>
                <c:pt idx="1155">
                  <c:v>0.80500000000000005</c:v>
                </c:pt>
                <c:pt idx="1156">
                  <c:v>0.80500000000000005</c:v>
                </c:pt>
                <c:pt idx="1157">
                  <c:v>0.80500000000000005</c:v>
                </c:pt>
                <c:pt idx="1158">
                  <c:v>0.80500000000000005</c:v>
                </c:pt>
                <c:pt idx="1159">
                  <c:v>0.80500000000000005</c:v>
                </c:pt>
                <c:pt idx="1160">
                  <c:v>0.80500000000000005</c:v>
                </c:pt>
                <c:pt idx="1161">
                  <c:v>0.80500000000000005</c:v>
                </c:pt>
                <c:pt idx="1162">
                  <c:v>0.80500000000000005</c:v>
                </c:pt>
                <c:pt idx="1163">
                  <c:v>0.80500000000000005</c:v>
                </c:pt>
                <c:pt idx="1164">
                  <c:v>0.80500000000000005</c:v>
                </c:pt>
                <c:pt idx="1165">
                  <c:v>0.80500000000000005</c:v>
                </c:pt>
                <c:pt idx="1166">
                  <c:v>0.80500000000000005</c:v>
                </c:pt>
                <c:pt idx="1167">
                  <c:v>0.80500000000000005</c:v>
                </c:pt>
                <c:pt idx="1168">
                  <c:v>0.80500000000000005</c:v>
                </c:pt>
                <c:pt idx="1169">
                  <c:v>0.80500000000000005</c:v>
                </c:pt>
                <c:pt idx="1170">
                  <c:v>0.80500000000000005</c:v>
                </c:pt>
                <c:pt idx="1171">
                  <c:v>0.80500000000000005</c:v>
                </c:pt>
                <c:pt idx="1172">
                  <c:v>0.80500000000000005</c:v>
                </c:pt>
                <c:pt idx="1173">
                  <c:v>0.80500000000000005</c:v>
                </c:pt>
                <c:pt idx="1174">
                  <c:v>0.80500000000000005</c:v>
                </c:pt>
                <c:pt idx="1175">
                  <c:v>0.80500000000000005</c:v>
                </c:pt>
                <c:pt idx="1176">
                  <c:v>0.80500000000000005</c:v>
                </c:pt>
                <c:pt idx="1177">
                  <c:v>0.80500000000000005</c:v>
                </c:pt>
                <c:pt idx="1178">
                  <c:v>0.80500000000000005</c:v>
                </c:pt>
                <c:pt idx="1179">
                  <c:v>0.80500000000000005</c:v>
                </c:pt>
                <c:pt idx="1180">
                  <c:v>0.80500000000000005</c:v>
                </c:pt>
                <c:pt idx="1181">
                  <c:v>0.80500000000000005</c:v>
                </c:pt>
                <c:pt idx="1182">
                  <c:v>0.80500000000000005</c:v>
                </c:pt>
                <c:pt idx="1183">
                  <c:v>0.80500000000000005</c:v>
                </c:pt>
                <c:pt idx="1184">
                  <c:v>0.80500000000000005</c:v>
                </c:pt>
                <c:pt idx="1185">
                  <c:v>0.80500000000000005</c:v>
                </c:pt>
                <c:pt idx="1186">
                  <c:v>0.80500000000000005</c:v>
                </c:pt>
                <c:pt idx="1187">
                  <c:v>0.505</c:v>
                </c:pt>
                <c:pt idx="1188">
                  <c:v>0.20499999999999999</c:v>
                </c:pt>
                <c:pt idx="1189">
                  <c:v>0.20499999999999999</c:v>
                </c:pt>
                <c:pt idx="1190">
                  <c:v>0.20499999999999999</c:v>
                </c:pt>
                <c:pt idx="1191">
                  <c:v>0.20499999999999999</c:v>
                </c:pt>
                <c:pt idx="1192">
                  <c:v>0.20499999999999999</c:v>
                </c:pt>
                <c:pt idx="1193">
                  <c:v>0.20499999999999999</c:v>
                </c:pt>
                <c:pt idx="1194">
                  <c:v>0.20499999999999999</c:v>
                </c:pt>
                <c:pt idx="1195">
                  <c:v>0.20499999999999999</c:v>
                </c:pt>
                <c:pt idx="1196">
                  <c:v>0.20499999999999999</c:v>
                </c:pt>
                <c:pt idx="1197">
                  <c:v>0.20499999999999999</c:v>
                </c:pt>
                <c:pt idx="1198">
                  <c:v>0.20499999999999999</c:v>
                </c:pt>
                <c:pt idx="1199">
                  <c:v>0.20499999999999999</c:v>
                </c:pt>
                <c:pt idx="1200">
                  <c:v>0.20499999999999999</c:v>
                </c:pt>
                <c:pt idx="1201">
                  <c:v>0.20499999999999999</c:v>
                </c:pt>
                <c:pt idx="1202">
                  <c:v>0.20499999999999999</c:v>
                </c:pt>
                <c:pt idx="1203">
                  <c:v>0.20499999999999999</c:v>
                </c:pt>
                <c:pt idx="1204">
                  <c:v>0.20499999999999999</c:v>
                </c:pt>
                <c:pt idx="1205">
                  <c:v>0.20499999999999999</c:v>
                </c:pt>
                <c:pt idx="1206">
                  <c:v>0.20499999999999999</c:v>
                </c:pt>
                <c:pt idx="1207">
                  <c:v>0.20499999999999999</c:v>
                </c:pt>
                <c:pt idx="1208">
                  <c:v>0.20499999999999999</c:v>
                </c:pt>
                <c:pt idx="1209">
                  <c:v>0.20499999999999999</c:v>
                </c:pt>
                <c:pt idx="1210">
                  <c:v>0.20499999999999999</c:v>
                </c:pt>
                <c:pt idx="1211">
                  <c:v>0.20499999999999999</c:v>
                </c:pt>
                <c:pt idx="1212">
                  <c:v>0.20499999999999999</c:v>
                </c:pt>
                <c:pt idx="1213">
                  <c:v>0.20499999999999999</c:v>
                </c:pt>
                <c:pt idx="1214">
                  <c:v>0.20499999999999999</c:v>
                </c:pt>
                <c:pt idx="1215">
                  <c:v>0.20499999999999999</c:v>
                </c:pt>
                <c:pt idx="1216">
                  <c:v>0.20499999999999999</c:v>
                </c:pt>
                <c:pt idx="1217">
                  <c:v>0.20499999999999999</c:v>
                </c:pt>
                <c:pt idx="1218">
                  <c:v>0.20499999999999999</c:v>
                </c:pt>
                <c:pt idx="1219">
                  <c:v>0.20499999999999999</c:v>
                </c:pt>
                <c:pt idx="1220">
                  <c:v>0.20499999999999999</c:v>
                </c:pt>
                <c:pt idx="1221">
                  <c:v>0.20499999999999999</c:v>
                </c:pt>
                <c:pt idx="1222">
                  <c:v>0.20499999999999999</c:v>
                </c:pt>
                <c:pt idx="1223">
                  <c:v>0.20499999999999999</c:v>
                </c:pt>
                <c:pt idx="1224">
                  <c:v>0.20499999999999999</c:v>
                </c:pt>
                <c:pt idx="1225">
                  <c:v>0.20499999999999999</c:v>
                </c:pt>
                <c:pt idx="1226">
                  <c:v>0.20499999999999999</c:v>
                </c:pt>
                <c:pt idx="1227">
                  <c:v>0.20499999999999999</c:v>
                </c:pt>
                <c:pt idx="1228">
                  <c:v>0.20499999999999999</c:v>
                </c:pt>
                <c:pt idx="1229">
                  <c:v>0.20499999999999999</c:v>
                </c:pt>
                <c:pt idx="1230">
                  <c:v>0.20499999999999999</c:v>
                </c:pt>
                <c:pt idx="1231">
                  <c:v>0.20499999999999999</c:v>
                </c:pt>
                <c:pt idx="1232">
                  <c:v>0.20499999999999999</c:v>
                </c:pt>
                <c:pt idx="1233">
                  <c:v>0.20499999999999999</c:v>
                </c:pt>
                <c:pt idx="1234">
                  <c:v>0.20499999999999999</c:v>
                </c:pt>
                <c:pt idx="1235">
                  <c:v>0.20499999999999999</c:v>
                </c:pt>
                <c:pt idx="1236">
                  <c:v>0.20499999999999999</c:v>
                </c:pt>
                <c:pt idx="1237">
                  <c:v>0.20499999999999999</c:v>
                </c:pt>
                <c:pt idx="1238">
                  <c:v>0.20499999999999999</c:v>
                </c:pt>
                <c:pt idx="1239">
                  <c:v>0.20499999999999999</c:v>
                </c:pt>
                <c:pt idx="1240">
                  <c:v>0.20499999999999999</c:v>
                </c:pt>
                <c:pt idx="1241">
                  <c:v>0.20499999999999999</c:v>
                </c:pt>
                <c:pt idx="1242">
                  <c:v>0.20499999999999999</c:v>
                </c:pt>
                <c:pt idx="1243">
                  <c:v>0.20499999999999999</c:v>
                </c:pt>
                <c:pt idx="1244">
                  <c:v>0.20499999999999999</c:v>
                </c:pt>
                <c:pt idx="1245">
                  <c:v>0.20499999999999999</c:v>
                </c:pt>
                <c:pt idx="1246">
                  <c:v>0.20499999999999999</c:v>
                </c:pt>
                <c:pt idx="1247">
                  <c:v>0.20499999999999999</c:v>
                </c:pt>
                <c:pt idx="1248">
                  <c:v>0.20499999999999999</c:v>
                </c:pt>
                <c:pt idx="1249">
                  <c:v>0.20499999999999999</c:v>
                </c:pt>
                <c:pt idx="1250">
                  <c:v>0.20499999999999999</c:v>
                </c:pt>
                <c:pt idx="1251">
                  <c:v>0.20499999999999999</c:v>
                </c:pt>
                <c:pt idx="1252">
                  <c:v>0.20499999999999999</c:v>
                </c:pt>
                <c:pt idx="1253">
                  <c:v>0.20499999999999999</c:v>
                </c:pt>
                <c:pt idx="1254">
                  <c:v>0.20499999999999999</c:v>
                </c:pt>
                <c:pt idx="1255">
                  <c:v>0.20499999999999999</c:v>
                </c:pt>
                <c:pt idx="1256">
                  <c:v>0.20499999999999999</c:v>
                </c:pt>
                <c:pt idx="1257">
                  <c:v>0.20499999999999999</c:v>
                </c:pt>
                <c:pt idx="1258">
                  <c:v>0.20499999999999999</c:v>
                </c:pt>
                <c:pt idx="1259">
                  <c:v>0.20499999999999999</c:v>
                </c:pt>
                <c:pt idx="1260">
                  <c:v>0.20499999999999999</c:v>
                </c:pt>
                <c:pt idx="1261">
                  <c:v>0.20499999999999999</c:v>
                </c:pt>
                <c:pt idx="1262">
                  <c:v>0.20499999999999999</c:v>
                </c:pt>
                <c:pt idx="1263">
                  <c:v>0.20499999999999999</c:v>
                </c:pt>
                <c:pt idx="1264">
                  <c:v>0.20499999999999999</c:v>
                </c:pt>
                <c:pt idx="1265">
                  <c:v>0.20499999999999999</c:v>
                </c:pt>
                <c:pt idx="1266">
                  <c:v>0.20499999999999999</c:v>
                </c:pt>
                <c:pt idx="1267">
                  <c:v>0.20499999999999999</c:v>
                </c:pt>
                <c:pt idx="1268">
                  <c:v>0.20499999999999999</c:v>
                </c:pt>
                <c:pt idx="1269">
                  <c:v>0.20499999999999999</c:v>
                </c:pt>
                <c:pt idx="1270">
                  <c:v>0.20499999999999999</c:v>
                </c:pt>
                <c:pt idx="1271">
                  <c:v>0.20499999999999999</c:v>
                </c:pt>
                <c:pt idx="1272">
                  <c:v>0.20499999999999999</c:v>
                </c:pt>
                <c:pt idx="1273">
                  <c:v>0.20499999999999999</c:v>
                </c:pt>
                <c:pt idx="1274">
                  <c:v>0.20499999999999999</c:v>
                </c:pt>
                <c:pt idx="1275">
                  <c:v>0.20499999999999999</c:v>
                </c:pt>
                <c:pt idx="1276">
                  <c:v>0.20499999999999999</c:v>
                </c:pt>
                <c:pt idx="1277">
                  <c:v>0.20499999999999999</c:v>
                </c:pt>
                <c:pt idx="1278">
                  <c:v>0.20499999999999999</c:v>
                </c:pt>
                <c:pt idx="1279">
                  <c:v>0.20499999999999999</c:v>
                </c:pt>
                <c:pt idx="1280">
                  <c:v>0.20499999999999999</c:v>
                </c:pt>
                <c:pt idx="1281">
                  <c:v>0.20499999999999999</c:v>
                </c:pt>
                <c:pt idx="1282">
                  <c:v>0.20499999999999999</c:v>
                </c:pt>
                <c:pt idx="1283">
                  <c:v>0.20499999999999999</c:v>
                </c:pt>
                <c:pt idx="1284">
                  <c:v>0.20499999999999999</c:v>
                </c:pt>
                <c:pt idx="1285">
                  <c:v>0.20499999999999999</c:v>
                </c:pt>
                <c:pt idx="1286">
                  <c:v>0.20499999999999999</c:v>
                </c:pt>
                <c:pt idx="1287">
                  <c:v>0.20499999999999999</c:v>
                </c:pt>
                <c:pt idx="1288">
                  <c:v>0.20499999999999999</c:v>
                </c:pt>
                <c:pt idx="1289">
                  <c:v>0.20499999999999999</c:v>
                </c:pt>
                <c:pt idx="1290">
                  <c:v>0.20499999999999999</c:v>
                </c:pt>
                <c:pt idx="1291">
                  <c:v>0.20499999999999999</c:v>
                </c:pt>
                <c:pt idx="1292">
                  <c:v>0.20499999999999999</c:v>
                </c:pt>
                <c:pt idx="1293">
                  <c:v>0.20499999999999999</c:v>
                </c:pt>
                <c:pt idx="1294">
                  <c:v>0.20499999999999999</c:v>
                </c:pt>
                <c:pt idx="1295">
                  <c:v>0.20499999999999999</c:v>
                </c:pt>
                <c:pt idx="1296">
                  <c:v>0.20499999999999999</c:v>
                </c:pt>
                <c:pt idx="1297">
                  <c:v>0.20499999999999999</c:v>
                </c:pt>
                <c:pt idx="1298">
                  <c:v>0.20499999999999999</c:v>
                </c:pt>
                <c:pt idx="1299">
                  <c:v>0.20499999999999999</c:v>
                </c:pt>
                <c:pt idx="1300">
                  <c:v>0.20499999999999999</c:v>
                </c:pt>
                <c:pt idx="1301">
                  <c:v>0.20499999999999999</c:v>
                </c:pt>
                <c:pt idx="1302">
                  <c:v>0.20499999999999999</c:v>
                </c:pt>
                <c:pt idx="1303">
                  <c:v>0.20499999999999999</c:v>
                </c:pt>
                <c:pt idx="1304">
                  <c:v>0.20499999999999999</c:v>
                </c:pt>
                <c:pt idx="1305">
                  <c:v>0.20499999999999999</c:v>
                </c:pt>
                <c:pt idx="1306">
                  <c:v>0.20499999999999999</c:v>
                </c:pt>
                <c:pt idx="1307">
                  <c:v>0.20499999999999999</c:v>
                </c:pt>
                <c:pt idx="1308">
                  <c:v>0.20499999999999999</c:v>
                </c:pt>
                <c:pt idx="1309">
                  <c:v>0.20499999999999999</c:v>
                </c:pt>
                <c:pt idx="1310">
                  <c:v>0.20499999999999999</c:v>
                </c:pt>
                <c:pt idx="1311">
                  <c:v>0.20499999999999999</c:v>
                </c:pt>
                <c:pt idx="1312">
                  <c:v>0.20499999999999999</c:v>
                </c:pt>
                <c:pt idx="1313">
                  <c:v>0.20499999999999999</c:v>
                </c:pt>
                <c:pt idx="1314">
                  <c:v>0.20499999999999999</c:v>
                </c:pt>
                <c:pt idx="1315">
                  <c:v>0.20499999999999999</c:v>
                </c:pt>
                <c:pt idx="1316">
                  <c:v>0.20499999999999999</c:v>
                </c:pt>
                <c:pt idx="1317">
                  <c:v>0.20499999999999999</c:v>
                </c:pt>
                <c:pt idx="1318">
                  <c:v>0.20499999999999999</c:v>
                </c:pt>
                <c:pt idx="1319">
                  <c:v>0.20499999999999999</c:v>
                </c:pt>
                <c:pt idx="1320">
                  <c:v>0.20499999999999999</c:v>
                </c:pt>
                <c:pt idx="1321">
                  <c:v>0.20499999999999999</c:v>
                </c:pt>
                <c:pt idx="1322">
                  <c:v>0.20499999999999999</c:v>
                </c:pt>
                <c:pt idx="1323">
                  <c:v>0.20499999999999999</c:v>
                </c:pt>
                <c:pt idx="1324">
                  <c:v>0.20499999999999999</c:v>
                </c:pt>
                <c:pt idx="1325">
                  <c:v>0.20499999999999999</c:v>
                </c:pt>
                <c:pt idx="1326">
                  <c:v>0.20499999999999999</c:v>
                </c:pt>
                <c:pt idx="1327">
                  <c:v>0.20499999999999999</c:v>
                </c:pt>
                <c:pt idx="1328">
                  <c:v>0.20499999999999999</c:v>
                </c:pt>
                <c:pt idx="1329">
                  <c:v>0.20499999999999999</c:v>
                </c:pt>
                <c:pt idx="1330">
                  <c:v>0.20499999999999999</c:v>
                </c:pt>
                <c:pt idx="1331">
                  <c:v>0.20499999999999999</c:v>
                </c:pt>
                <c:pt idx="1332">
                  <c:v>0.20499999999999999</c:v>
                </c:pt>
                <c:pt idx="1333">
                  <c:v>0.20499999999999999</c:v>
                </c:pt>
                <c:pt idx="1334">
                  <c:v>0.20499999999999999</c:v>
                </c:pt>
                <c:pt idx="1335">
                  <c:v>0.20499999999999999</c:v>
                </c:pt>
                <c:pt idx="1336">
                  <c:v>0.20499999999999999</c:v>
                </c:pt>
                <c:pt idx="1337">
                  <c:v>0.20499999999999999</c:v>
                </c:pt>
                <c:pt idx="1338">
                  <c:v>0.20499999999999999</c:v>
                </c:pt>
                <c:pt idx="1339">
                  <c:v>0.20499999999999999</c:v>
                </c:pt>
                <c:pt idx="1340">
                  <c:v>0.20499999999999999</c:v>
                </c:pt>
                <c:pt idx="1341">
                  <c:v>0.20499999999999999</c:v>
                </c:pt>
                <c:pt idx="1342">
                  <c:v>0.20499999999999999</c:v>
                </c:pt>
                <c:pt idx="1343">
                  <c:v>0.20499999999999999</c:v>
                </c:pt>
                <c:pt idx="1344">
                  <c:v>0.20499999999999999</c:v>
                </c:pt>
                <c:pt idx="1345">
                  <c:v>0.20499999999999999</c:v>
                </c:pt>
                <c:pt idx="1346">
                  <c:v>0.20499999999999999</c:v>
                </c:pt>
                <c:pt idx="1347">
                  <c:v>0.20499999999999999</c:v>
                </c:pt>
                <c:pt idx="1348">
                  <c:v>0.20499999999999999</c:v>
                </c:pt>
                <c:pt idx="1349">
                  <c:v>0.20499999999999999</c:v>
                </c:pt>
                <c:pt idx="1350">
                  <c:v>0.20499999999999999</c:v>
                </c:pt>
                <c:pt idx="1351">
                  <c:v>0.20499999999999999</c:v>
                </c:pt>
                <c:pt idx="1352">
                  <c:v>0.20499999999999999</c:v>
                </c:pt>
                <c:pt idx="1353">
                  <c:v>0.20499999999999999</c:v>
                </c:pt>
                <c:pt idx="1354">
                  <c:v>0.20499999999999999</c:v>
                </c:pt>
                <c:pt idx="1355">
                  <c:v>0.20499999999999999</c:v>
                </c:pt>
                <c:pt idx="1356">
                  <c:v>0.20499999999999999</c:v>
                </c:pt>
                <c:pt idx="1357">
                  <c:v>0.20499999999999999</c:v>
                </c:pt>
                <c:pt idx="1358">
                  <c:v>0.20499999999999999</c:v>
                </c:pt>
                <c:pt idx="1359">
                  <c:v>0.20499999999999999</c:v>
                </c:pt>
                <c:pt idx="1360">
                  <c:v>0.20499999999999999</c:v>
                </c:pt>
                <c:pt idx="1361">
                  <c:v>0.20499999999999999</c:v>
                </c:pt>
                <c:pt idx="1362">
                  <c:v>0.20499999999999999</c:v>
                </c:pt>
                <c:pt idx="1363">
                  <c:v>0.20499999999999999</c:v>
                </c:pt>
                <c:pt idx="1364">
                  <c:v>0.20499999999999999</c:v>
                </c:pt>
                <c:pt idx="1365">
                  <c:v>0.20499999999999999</c:v>
                </c:pt>
                <c:pt idx="1366">
                  <c:v>0.20499999999999999</c:v>
                </c:pt>
                <c:pt idx="1367">
                  <c:v>0.20499999999999999</c:v>
                </c:pt>
                <c:pt idx="1368">
                  <c:v>0.20499999999999999</c:v>
                </c:pt>
                <c:pt idx="1369">
                  <c:v>0.20499999999999999</c:v>
                </c:pt>
                <c:pt idx="1370">
                  <c:v>0.20499999999999999</c:v>
                </c:pt>
                <c:pt idx="1371">
                  <c:v>0.20499999999999999</c:v>
                </c:pt>
                <c:pt idx="1372">
                  <c:v>0.20499999999999999</c:v>
                </c:pt>
                <c:pt idx="1373">
                  <c:v>0.20499999999999999</c:v>
                </c:pt>
                <c:pt idx="1374">
                  <c:v>0.20499999999999999</c:v>
                </c:pt>
                <c:pt idx="1375">
                  <c:v>0.20499999999999999</c:v>
                </c:pt>
                <c:pt idx="1376">
                  <c:v>0.20499999999999999</c:v>
                </c:pt>
                <c:pt idx="1377">
                  <c:v>0.20499999999999999</c:v>
                </c:pt>
                <c:pt idx="1378">
                  <c:v>0.20499999999999999</c:v>
                </c:pt>
                <c:pt idx="1379">
                  <c:v>0.20499999999999999</c:v>
                </c:pt>
                <c:pt idx="1380">
                  <c:v>0.20499999999999999</c:v>
                </c:pt>
                <c:pt idx="1381">
                  <c:v>0.20499999999999999</c:v>
                </c:pt>
                <c:pt idx="1382">
                  <c:v>0.20499999999999999</c:v>
                </c:pt>
                <c:pt idx="1383">
                  <c:v>0.20499999999999999</c:v>
                </c:pt>
                <c:pt idx="1384">
                  <c:v>0.20499999999999999</c:v>
                </c:pt>
                <c:pt idx="1385">
                  <c:v>0.20499999999999999</c:v>
                </c:pt>
                <c:pt idx="1386">
                  <c:v>0.20499999999999999</c:v>
                </c:pt>
                <c:pt idx="1387">
                  <c:v>0.20499999999999999</c:v>
                </c:pt>
                <c:pt idx="1388">
                  <c:v>0.20499999999999999</c:v>
                </c:pt>
                <c:pt idx="1389">
                  <c:v>0.20499999999999999</c:v>
                </c:pt>
                <c:pt idx="1390">
                  <c:v>0.20499999999999999</c:v>
                </c:pt>
                <c:pt idx="1391">
                  <c:v>0.20499999999999999</c:v>
                </c:pt>
                <c:pt idx="1392">
                  <c:v>0.20499999999999999</c:v>
                </c:pt>
                <c:pt idx="1393">
                  <c:v>0.20499999999999999</c:v>
                </c:pt>
                <c:pt idx="1394">
                  <c:v>0.20499999999999999</c:v>
                </c:pt>
                <c:pt idx="1395">
                  <c:v>0.20499999999999999</c:v>
                </c:pt>
                <c:pt idx="1396">
                  <c:v>0.20499999999999999</c:v>
                </c:pt>
                <c:pt idx="1397">
                  <c:v>0.20499999999999999</c:v>
                </c:pt>
                <c:pt idx="1398">
                  <c:v>0.20499999999999999</c:v>
                </c:pt>
                <c:pt idx="1399">
                  <c:v>0.20499999999999999</c:v>
                </c:pt>
                <c:pt idx="1400">
                  <c:v>0.20499999999999999</c:v>
                </c:pt>
                <c:pt idx="1401">
                  <c:v>0.20499999999999999</c:v>
                </c:pt>
                <c:pt idx="1402">
                  <c:v>0.20499999999999999</c:v>
                </c:pt>
                <c:pt idx="1403">
                  <c:v>0.20499999999999999</c:v>
                </c:pt>
                <c:pt idx="1404">
                  <c:v>0.20499999999999999</c:v>
                </c:pt>
                <c:pt idx="1405">
                  <c:v>0.20499999999999999</c:v>
                </c:pt>
                <c:pt idx="1406">
                  <c:v>0.20499999999999999</c:v>
                </c:pt>
                <c:pt idx="1407">
                  <c:v>0.20499999999999999</c:v>
                </c:pt>
                <c:pt idx="1408">
                  <c:v>0.20499999999999999</c:v>
                </c:pt>
                <c:pt idx="1409">
                  <c:v>0.20499999999999999</c:v>
                </c:pt>
                <c:pt idx="1410">
                  <c:v>0.20499999999999999</c:v>
                </c:pt>
                <c:pt idx="1411">
                  <c:v>0.20499999999999999</c:v>
                </c:pt>
                <c:pt idx="1412">
                  <c:v>0.20499999999999999</c:v>
                </c:pt>
                <c:pt idx="1413">
                  <c:v>0.20499999999999999</c:v>
                </c:pt>
                <c:pt idx="1414">
                  <c:v>0.20499999999999999</c:v>
                </c:pt>
                <c:pt idx="1415">
                  <c:v>0.20499999999999999</c:v>
                </c:pt>
                <c:pt idx="1416">
                  <c:v>0.20499999999999999</c:v>
                </c:pt>
                <c:pt idx="1417">
                  <c:v>0.20499999999999999</c:v>
                </c:pt>
                <c:pt idx="1418">
                  <c:v>0.20499999999999999</c:v>
                </c:pt>
                <c:pt idx="1419">
                  <c:v>0.20499999999999999</c:v>
                </c:pt>
                <c:pt idx="1420">
                  <c:v>0.32769999999999999</c:v>
                </c:pt>
                <c:pt idx="1421">
                  <c:v>0.35499999999999998</c:v>
                </c:pt>
                <c:pt idx="1422">
                  <c:v>0.35499999999999998</c:v>
                </c:pt>
                <c:pt idx="1423">
                  <c:v>0.35499999999999998</c:v>
                </c:pt>
                <c:pt idx="1424">
                  <c:v>0.35499999999999998</c:v>
                </c:pt>
                <c:pt idx="1425">
                  <c:v>0.35499999999999998</c:v>
                </c:pt>
                <c:pt idx="1426">
                  <c:v>0.35499999999999998</c:v>
                </c:pt>
                <c:pt idx="1427">
                  <c:v>0.35499999999999998</c:v>
                </c:pt>
                <c:pt idx="1428">
                  <c:v>0.35499999999999998</c:v>
                </c:pt>
                <c:pt idx="1429">
                  <c:v>0.35499999999999998</c:v>
                </c:pt>
                <c:pt idx="1430">
                  <c:v>0.35499999999999998</c:v>
                </c:pt>
                <c:pt idx="1431">
                  <c:v>0.35499999999999998</c:v>
                </c:pt>
                <c:pt idx="1432">
                  <c:v>0.35499999999999998</c:v>
                </c:pt>
                <c:pt idx="1433">
                  <c:v>0.35499999999999998</c:v>
                </c:pt>
                <c:pt idx="1434">
                  <c:v>0.35499999999999998</c:v>
                </c:pt>
                <c:pt idx="1435">
                  <c:v>0.35499999999999998</c:v>
                </c:pt>
                <c:pt idx="1436">
                  <c:v>0.35499999999999998</c:v>
                </c:pt>
                <c:pt idx="1437">
                  <c:v>0.35499999999999998</c:v>
                </c:pt>
                <c:pt idx="1438">
                  <c:v>0.35499999999999998</c:v>
                </c:pt>
                <c:pt idx="1439">
                  <c:v>0.35499999999999998</c:v>
                </c:pt>
                <c:pt idx="1440">
                  <c:v>0.35499999999999998</c:v>
                </c:pt>
                <c:pt idx="1441">
                  <c:v>0.35499999999999998</c:v>
                </c:pt>
                <c:pt idx="1442">
                  <c:v>0.35499999999999998</c:v>
                </c:pt>
                <c:pt idx="1443">
                  <c:v>0.35499999999999998</c:v>
                </c:pt>
                <c:pt idx="1444">
                  <c:v>0.35499999999999998</c:v>
                </c:pt>
                <c:pt idx="1445">
                  <c:v>0.35499999999999998</c:v>
                </c:pt>
                <c:pt idx="1446">
                  <c:v>0.35499999999999998</c:v>
                </c:pt>
                <c:pt idx="1447">
                  <c:v>0.35499999999999998</c:v>
                </c:pt>
                <c:pt idx="1448">
                  <c:v>0.35499999999999998</c:v>
                </c:pt>
                <c:pt idx="1449">
                  <c:v>0.35499999999999998</c:v>
                </c:pt>
                <c:pt idx="1450">
                  <c:v>0.35499999999999998</c:v>
                </c:pt>
                <c:pt idx="1451">
                  <c:v>0.35499999999999998</c:v>
                </c:pt>
                <c:pt idx="1452">
                  <c:v>0.35499999999999998</c:v>
                </c:pt>
                <c:pt idx="1453">
                  <c:v>0.35499999999999998</c:v>
                </c:pt>
                <c:pt idx="1454">
                  <c:v>0.35499999999999998</c:v>
                </c:pt>
                <c:pt idx="1455">
                  <c:v>0.35499999999999998</c:v>
                </c:pt>
                <c:pt idx="1456">
                  <c:v>0.35499999999999998</c:v>
                </c:pt>
                <c:pt idx="1457">
                  <c:v>0.35499999999999998</c:v>
                </c:pt>
                <c:pt idx="1458">
                  <c:v>0.35499999999999998</c:v>
                </c:pt>
                <c:pt idx="1459">
                  <c:v>0.35499999999999998</c:v>
                </c:pt>
                <c:pt idx="1460">
                  <c:v>0.35499999999999998</c:v>
                </c:pt>
                <c:pt idx="1461">
                  <c:v>0.35499999999999998</c:v>
                </c:pt>
                <c:pt idx="1462">
                  <c:v>0.35499999999999998</c:v>
                </c:pt>
                <c:pt idx="1463">
                  <c:v>0.35499999999999998</c:v>
                </c:pt>
                <c:pt idx="1464">
                  <c:v>0.35499999999999998</c:v>
                </c:pt>
                <c:pt idx="1465">
                  <c:v>0.35499999999999998</c:v>
                </c:pt>
                <c:pt idx="1466">
                  <c:v>0.35499999999999998</c:v>
                </c:pt>
                <c:pt idx="1467">
                  <c:v>0.35499999999999998</c:v>
                </c:pt>
                <c:pt idx="1468">
                  <c:v>0.35499999999999998</c:v>
                </c:pt>
                <c:pt idx="1469">
                  <c:v>0.35499999999999998</c:v>
                </c:pt>
                <c:pt idx="1470">
                  <c:v>0.35499999999999998</c:v>
                </c:pt>
                <c:pt idx="1471">
                  <c:v>0.35499999999999998</c:v>
                </c:pt>
                <c:pt idx="1472">
                  <c:v>0.35499999999999998</c:v>
                </c:pt>
                <c:pt idx="1473">
                  <c:v>0.35499999999999998</c:v>
                </c:pt>
                <c:pt idx="1474">
                  <c:v>0.35499999999999998</c:v>
                </c:pt>
                <c:pt idx="1475">
                  <c:v>0.35499999999999998</c:v>
                </c:pt>
                <c:pt idx="1476">
                  <c:v>0.35499999999999998</c:v>
                </c:pt>
                <c:pt idx="1477">
                  <c:v>0.35499999999999998</c:v>
                </c:pt>
                <c:pt idx="1478">
                  <c:v>0.35499999999999998</c:v>
                </c:pt>
                <c:pt idx="1479">
                  <c:v>0.35499999999999998</c:v>
                </c:pt>
                <c:pt idx="1480">
                  <c:v>0.35499999999999998</c:v>
                </c:pt>
                <c:pt idx="1481">
                  <c:v>0.35499999999999998</c:v>
                </c:pt>
                <c:pt idx="1482">
                  <c:v>0.35499999999999998</c:v>
                </c:pt>
                <c:pt idx="1483">
                  <c:v>0.35499999999999998</c:v>
                </c:pt>
                <c:pt idx="1484">
                  <c:v>0.35499999999999998</c:v>
                </c:pt>
                <c:pt idx="1485">
                  <c:v>0.35499999999999998</c:v>
                </c:pt>
                <c:pt idx="1486">
                  <c:v>0.35499999999999998</c:v>
                </c:pt>
                <c:pt idx="1487">
                  <c:v>0.35499999999999998</c:v>
                </c:pt>
                <c:pt idx="1488">
                  <c:v>0.35499999999999998</c:v>
                </c:pt>
                <c:pt idx="1489">
                  <c:v>0.35499999999999998</c:v>
                </c:pt>
                <c:pt idx="1490">
                  <c:v>0.35499999999999998</c:v>
                </c:pt>
                <c:pt idx="1491">
                  <c:v>0.35499999999999998</c:v>
                </c:pt>
                <c:pt idx="1492">
                  <c:v>0.35499999999999998</c:v>
                </c:pt>
                <c:pt idx="1493">
                  <c:v>0.35499999999999998</c:v>
                </c:pt>
                <c:pt idx="1494">
                  <c:v>0.35499999999999998</c:v>
                </c:pt>
                <c:pt idx="1495">
                  <c:v>0.35499999999999998</c:v>
                </c:pt>
                <c:pt idx="1496">
                  <c:v>0.35499999999999998</c:v>
                </c:pt>
                <c:pt idx="1497">
                  <c:v>0.35499999999999998</c:v>
                </c:pt>
                <c:pt idx="1498">
                  <c:v>0.35499999999999998</c:v>
                </c:pt>
                <c:pt idx="1499">
                  <c:v>0.35499999999999998</c:v>
                </c:pt>
                <c:pt idx="1500">
                  <c:v>0.35499999999999998</c:v>
                </c:pt>
                <c:pt idx="1501">
                  <c:v>0.35499999999999998</c:v>
                </c:pt>
                <c:pt idx="1502">
                  <c:v>0.35499999999999998</c:v>
                </c:pt>
                <c:pt idx="1503">
                  <c:v>0.35499999999999998</c:v>
                </c:pt>
                <c:pt idx="1504">
                  <c:v>0.35499999999999998</c:v>
                </c:pt>
                <c:pt idx="1505">
                  <c:v>0.35499999999999998</c:v>
                </c:pt>
                <c:pt idx="1506">
                  <c:v>0.35499999999999998</c:v>
                </c:pt>
                <c:pt idx="1507">
                  <c:v>0.35499999999999998</c:v>
                </c:pt>
                <c:pt idx="1508">
                  <c:v>0.35499999999999998</c:v>
                </c:pt>
                <c:pt idx="1509">
                  <c:v>0.35499999999999998</c:v>
                </c:pt>
                <c:pt idx="1510">
                  <c:v>0.35499999999999998</c:v>
                </c:pt>
                <c:pt idx="1511">
                  <c:v>0.35499999999999998</c:v>
                </c:pt>
                <c:pt idx="1512">
                  <c:v>0.35499999999999998</c:v>
                </c:pt>
                <c:pt idx="1513">
                  <c:v>0.35499999999999998</c:v>
                </c:pt>
                <c:pt idx="1514">
                  <c:v>0.35499999999999998</c:v>
                </c:pt>
                <c:pt idx="1515">
                  <c:v>0.35499999999999998</c:v>
                </c:pt>
                <c:pt idx="1516">
                  <c:v>0.35499999999999998</c:v>
                </c:pt>
                <c:pt idx="1517">
                  <c:v>0.35499999999999998</c:v>
                </c:pt>
                <c:pt idx="1518">
                  <c:v>0.35499999999999998</c:v>
                </c:pt>
                <c:pt idx="1519">
                  <c:v>0.35499999999999998</c:v>
                </c:pt>
                <c:pt idx="1520">
                  <c:v>0.35499999999999998</c:v>
                </c:pt>
                <c:pt idx="1521">
                  <c:v>0.35499999999999998</c:v>
                </c:pt>
                <c:pt idx="1522">
                  <c:v>0.35499999999999998</c:v>
                </c:pt>
                <c:pt idx="1523">
                  <c:v>0.35499999999999998</c:v>
                </c:pt>
                <c:pt idx="1524">
                  <c:v>0.35499999999999998</c:v>
                </c:pt>
                <c:pt idx="1525">
                  <c:v>0.35499999999999998</c:v>
                </c:pt>
                <c:pt idx="1526">
                  <c:v>0.35499999999999998</c:v>
                </c:pt>
                <c:pt idx="1527">
                  <c:v>0.35499999999999998</c:v>
                </c:pt>
                <c:pt idx="1528">
                  <c:v>0.35499999999999998</c:v>
                </c:pt>
                <c:pt idx="1529">
                  <c:v>0.35499999999999998</c:v>
                </c:pt>
                <c:pt idx="1530">
                  <c:v>0.35499999999999998</c:v>
                </c:pt>
                <c:pt idx="1531">
                  <c:v>0.35499999999999998</c:v>
                </c:pt>
                <c:pt idx="1532">
                  <c:v>0.35499999999999998</c:v>
                </c:pt>
                <c:pt idx="1533">
                  <c:v>0.35499999999999998</c:v>
                </c:pt>
                <c:pt idx="1534">
                  <c:v>0.35499999999999998</c:v>
                </c:pt>
                <c:pt idx="1535">
                  <c:v>0.35499999999999998</c:v>
                </c:pt>
                <c:pt idx="1536">
                  <c:v>0.35499999999999998</c:v>
                </c:pt>
                <c:pt idx="1537">
                  <c:v>0.35499999999999998</c:v>
                </c:pt>
                <c:pt idx="1538">
                  <c:v>0.35499999999999998</c:v>
                </c:pt>
                <c:pt idx="1539">
                  <c:v>0.35499999999999998</c:v>
                </c:pt>
                <c:pt idx="1540">
                  <c:v>0.35499999999999998</c:v>
                </c:pt>
                <c:pt idx="1541">
                  <c:v>0.35499999999999998</c:v>
                </c:pt>
                <c:pt idx="1542">
                  <c:v>0.35499999999999998</c:v>
                </c:pt>
                <c:pt idx="1543">
                  <c:v>0.35499999999999998</c:v>
                </c:pt>
                <c:pt idx="1544">
                  <c:v>0.35499999999999998</c:v>
                </c:pt>
                <c:pt idx="1545">
                  <c:v>0.35499999999999998</c:v>
                </c:pt>
                <c:pt idx="1546">
                  <c:v>0.35499999999999998</c:v>
                </c:pt>
                <c:pt idx="1547">
                  <c:v>0.35499999999999998</c:v>
                </c:pt>
                <c:pt idx="1548">
                  <c:v>0.35499999999999998</c:v>
                </c:pt>
                <c:pt idx="1549">
                  <c:v>0.35499999999999998</c:v>
                </c:pt>
                <c:pt idx="1550">
                  <c:v>0.35499999999999998</c:v>
                </c:pt>
                <c:pt idx="1551">
                  <c:v>0.35499999999999998</c:v>
                </c:pt>
                <c:pt idx="1552">
                  <c:v>0.35499999999999998</c:v>
                </c:pt>
                <c:pt idx="1553">
                  <c:v>0.35499999999999998</c:v>
                </c:pt>
                <c:pt idx="1554">
                  <c:v>0.35499999999999998</c:v>
                </c:pt>
                <c:pt idx="1555">
                  <c:v>0.35499999999999998</c:v>
                </c:pt>
                <c:pt idx="1556">
                  <c:v>0.35499999999999998</c:v>
                </c:pt>
                <c:pt idx="1557">
                  <c:v>0.35499999999999998</c:v>
                </c:pt>
                <c:pt idx="1558">
                  <c:v>0.35499999999999998</c:v>
                </c:pt>
                <c:pt idx="1559">
                  <c:v>0.35499999999999998</c:v>
                </c:pt>
                <c:pt idx="1560">
                  <c:v>0.35499999999999998</c:v>
                </c:pt>
                <c:pt idx="1561">
                  <c:v>0.35499999999999998</c:v>
                </c:pt>
                <c:pt idx="1562">
                  <c:v>0.35499999999999998</c:v>
                </c:pt>
                <c:pt idx="1563">
                  <c:v>0.35499999999999998</c:v>
                </c:pt>
                <c:pt idx="1564">
                  <c:v>0.35499999999999998</c:v>
                </c:pt>
                <c:pt idx="1565">
                  <c:v>0.35499999999999998</c:v>
                </c:pt>
                <c:pt idx="1566">
                  <c:v>0.35499999999999998</c:v>
                </c:pt>
                <c:pt idx="1567">
                  <c:v>0.35499999999999998</c:v>
                </c:pt>
                <c:pt idx="1568">
                  <c:v>0.35499999999999998</c:v>
                </c:pt>
                <c:pt idx="1569">
                  <c:v>0.35499999999999998</c:v>
                </c:pt>
                <c:pt idx="1570">
                  <c:v>0.35499999999999998</c:v>
                </c:pt>
                <c:pt idx="1571">
                  <c:v>0.35499999999999998</c:v>
                </c:pt>
                <c:pt idx="1572">
                  <c:v>0.35499999999999998</c:v>
                </c:pt>
                <c:pt idx="1573">
                  <c:v>0.35499999999999998</c:v>
                </c:pt>
                <c:pt idx="1574">
                  <c:v>0.35499999999999998</c:v>
                </c:pt>
                <c:pt idx="1575">
                  <c:v>0.35499999999999998</c:v>
                </c:pt>
                <c:pt idx="1576">
                  <c:v>0.35499999999999998</c:v>
                </c:pt>
                <c:pt idx="1577">
                  <c:v>0.35499999999999998</c:v>
                </c:pt>
                <c:pt idx="1578">
                  <c:v>0.35499999999999998</c:v>
                </c:pt>
                <c:pt idx="1579">
                  <c:v>0.35499999999999998</c:v>
                </c:pt>
                <c:pt idx="1580">
                  <c:v>0.35499999999999998</c:v>
                </c:pt>
                <c:pt idx="1581">
                  <c:v>0.35499999999999998</c:v>
                </c:pt>
                <c:pt idx="1582">
                  <c:v>0.35499999999999998</c:v>
                </c:pt>
                <c:pt idx="1583">
                  <c:v>0.35499999999999998</c:v>
                </c:pt>
                <c:pt idx="1584">
                  <c:v>0.35499999999999998</c:v>
                </c:pt>
                <c:pt idx="1585">
                  <c:v>0.35499999999999998</c:v>
                </c:pt>
                <c:pt idx="1586">
                  <c:v>0.35499999999999998</c:v>
                </c:pt>
                <c:pt idx="1587">
                  <c:v>0.35499999999999998</c:v>
                </c:pt>
                <c:pt idx="1588">
                  <c:v>0.35499999999999998</c:v>
                </c:pt>
                <c:pt idx="1589">
                  <c:v>0.35499999999999998</c:v>
                </c:pt>
                <c:pt idx="1590">
                  <c:v>0.35499999999999998</c:v>
                </c:pt>
                <c:pt idx="1591">
                  <c:v>0.35499999999999998</c:v>
                </c:pt>
                <c:pt idx="1592">
                  <c:v>0.35499999999999998</c:v>
                </c:pt>
                <c:pt idx="1593">
                  <c:v>0.35499999999999998</c:v>
                </c:pt>
                <c:pt idx="1594">
                  <c:v>0.35499999999999998</c:v>
                </c:pt>
                <c:pt idx="1595">
                  <c:v>0.35499999999999998</c:v>
                </c:pt>
                <c:pt idx="1596">
                  <c:v>0.35499999999999998</c:v>
                </c:pt>
                <c:pt idx="1597">
                  <c:v>0.35499999999999998</c:v>
                </c:pt>
                <c:pt idx="1598">
                  <c:v>0.35499999999999998</c:v>
                </c:pt>
                <c:pt idx="1599">
                  <c:v>0.35499999999999998</c:v>
                </c:pt>
                <c:pt idx="1600">
                  <c:v>0.35499999999999998</c:v>
                </c:pt>
                <c:pt idx="1601">
                  <c:v>0.35499999999999998</c:v>
                </c:pt>
                <c:pt idx="1602">
                  <c:v>0.35499999999999998</c:v>
                </c:pt>
                <c:pt idx="1603">
                  <c:v>0.35499999999999998</c:v>
                </c:pt>
                <c:pt idx="1604">
                  <c:v>0.35499999999999998</c:v>
                </c:pt>
                <c:pt idx="1605">
                  <c:v>0.35499999999999998</c:v>
                </c:pt>
                <c:pt idx="1606">
                  <c:v>0.35499999999999998</c:v>
                </c:pt>
                <c:pt idx="1607">
                  <c:v>0.35499999999999998</c:v>
                </c:pt>
                <c:pt idx="1608">
                  <c:v>0.35499999999999998</c:v>
                </c:pt>
                <c:pt idx="1609">
                  <c:v>0.35499999999999998</c:v>
                </c:pt>
                <c:pt idx="1610">
                  <c:v>0.35499999999999998</c:v>
                </c:pt>
                <c:pt idx="1611">
                  <c:v>0.35499999999999998</c:v>
                </c:pt>
                <c:pt idx="1612">
                  <c:v>0.35499999999999998</c:v>
                </c:pt>
                <c:pt idx="1613">
                  <c:v>0.35499999999999998</c:v>
                </c:pt>
                <c:pt idx="1614">
                  <c:v>0.35499999999999998</c:v>
                </c:pt>
                <c:pt idx="1615">
                  <c:v>0.35499999999999998</c:v>
                </c:pt>
                <c:pt idx="1616">
                  <c:v>0.35499999999999998</c:v>
                </c:pt>
                <c:pt idx="1617">
                  <c:v>0.35499999999999998</c:v>
                </c:pt>
                <c:pt idx="1618">
                  <c:v>0.35499999999999998</c:v>
                </c:pt>
                <c:pt idx="1619">
                  <c:v>0.35499999999999998</c:v>
                </c:pt>
                <c:pt idx="1620">
                  <c:v>0.35499999999999998</c:v>
                </c:pt>
                <c:pt idx="1621">
                  <c:v>0.35499999999999998</c:v>
                </c:pt>
                <c:pt idx="1622">
                  <c:v>0.35499999999999998</c:v>
                </c:pt>
                <c:pt idx="1623">
                  <c:v>0.35499999999999998</c:v>
                </c:pt>
                <c:pt idx="1624">
                  <c:v>0.35499999999999998</c:v>
                </c:pt>
                <c:pt idx="1625">
                  <c:v>0.35499999999999998</c:v>
                </c:pt>
                <c:pt idx="1626">
                  <c:v>0.35499999999999998</c:v>
                </c:pt>
                <c:pt idx="1627">
                  <c:v>0.35499999999999998</c:v>
                </c:pt>
                <c:pt idx="1628">
                  <c:v>0.35499999999999998</c:v>
                </c:pt>
                <c:pt idx="1629">
                  <c:v>0.35499999999999998</c:v>
                </c:pt>
                <c:pt idx="1630">
                  <c:v>0.35499999999999998</c:v>
                </c:pt>
                <c:pt idx="1631">
                  <c:v>0.35499999999999998</c:v>
                </c:pt>
                <c:pt idx="1632">
                  <c:v>0.35499999999999998</c:v>
                </c:pt>
                <c:pt idx="1633">
                  <c:v>0.35499999999999998</c:v>
                </c:pt>
                <c:pt idx="1634">
                  <c:v>0.35499999999999998</c:v>
                </c:pt>
                <c:pt idx="1635">
                  <c:v>0.35499999999999998</c:v>
                </c:pt>
                <c:pt idx="1636">
                  <c:v>0.35499999999999998</c:v>
                </c:pt>
                <c:pt idx="1637">
                  <c:v>0.35499999999999998</c:v>
                </c:pt>
                <c:pt idx="1638">
                  <c:v>0.35499999999999998</c:v>
                </c:pt>
                <c:pt idx="1639">
                  <c:v>0.35499999999999998</c:v>
                </c:pt>
                <c:pt idx="1640">
                  <c:v>0.35499999999999998</c:v>
                </c:pt>
                <c:pt idx="1641">
                  <c:v>0.35499999999999998</c:v>
                </c:pt>
                <c:pt idx="1642">
                  <c:v>0.35499999999999998</c:v>
                </c:pt>
                <c:pt idx="1643">
                  <c:v>0.35499999999999998</c:v>
                </c:pt>
                <c:pt idx="1644">
                  <c:v>0.35499999999999998</c:v>
                </c:pt>
                <c:pt idx="1645">
                  <c:v>0.35499999999999998</c:v>
                </c:pt>
                <c:pt idx="1646">
                  <c:v>0.35499999999999998</c:v>
                </c:pt>
                <c:pt idx="1647">
                  <c:v>0.35499999999999998</c:v>
                </c:pt>
                <c:pt idx="1648">
                  <c:v>0.35499999999999998</c:v>
                </c:pt>
                <c:pt idx="1649">
                  <c:v>0.35499999999999998</c:v>
                </c:pt>
                <c:pt idx="1650">
                  <c:v>0.35499999999999998</c:v>
                </c:pt>
                <c:pt idx="1651">
                  <c:v>0.35499999999999998</c:v>
                </c:pt>
                <c:pt idx="1652">
                  <c:v>0.35499999999999998</c:v>
                </c:pt>
                <c:pt idx="1653">
                  <c:v>0.35499999999999998</c:v>
                </c:pt>
                <c:pt idx="1654">
                  <c:v>0.35499999999999998</c:v>
                </c:pt>
                <c:pt idx="1655">
                  <c:v>0.35499999999999998</c:v>
                </c:pt>
                <c:pt idx="1656">
                  <c:v>0.35499999999999998</c:v>
                </c:pt>
                <c:pt idx="1657">
                  <c:v>0.35499999999999998</c:v>
                </c:pt>
                <c:pt idx="1658">
                  <c:v>0.35499999999999998</c:v>
                </c:pt>
                <c:pt idx="1659">
                  <c:v>0.35499999999999998</c:v>
                </c:pt>
                <c:pt idx="1660">
                  <c:v>0.35499999999999998</c:v>
                </c:pt>
                <c:pt idx="1661">
                  <c:v>0.35499999999999998</c:v>
                </c:pt>
                <c:pt idx="1662">
                  <c:v>0.35499999999999998</c:v>
                </c:pt>
                <c:pt idx="1663">
                  <c:v>0.35499999999999998</c:v>
                </c:pt>
                <c:pt idx="1664">
                  <c:v>0.35499999999999998</c:v>
                </c:pt>
                <c:pt idx="1665">
                  <c:v>0.35499999999999998</c:v>
                </c:pt>
                <c:pt idx="1666">
                  <c:v>0.35499999999999998</c:v>
                </c:pt>
                <c:pt idx="1667">
                  <c:v>0.35499999999999998</c:v>
                </c:pt>
                <c:pt idx="1668">
                  <c:v>0.35499999999999998</c:v>
                </c:pt>
                <c:pt idx="1669">
                  <c:v>0.35499999999999998</c:v>
                </c:pt>
                <c:pt idx="1670">
                  <c:v>0.35499999999999998</c:v>
                </c:pt>
                <c:pt idx="1671">
                  <c:v>0.35499999999999998</c:v>
                </c:pt>
                <c:pt idx="1672">
                  <c:v>0.35499999999999998</c:v>
                </c:pt>
                <c:pt idx="1673">
                  <c:v>0.35499999999999998</c:v>
                </c:pt>
                <c:pt idx="1674">
                  <c:v>0.35499999999999998</c:v>
                </c:pt>
                <c:pt idx="1675">
                  <c:v>0.35499999999999998</c:v>
                </c:pt>
                <c:pt idx="1676">
                  <c:v>0.35499999999999998</c:v>
                </c:pt>
                <c:pt idx="1677">
                  <c:v>0.35499999999999998</c:v>
                </c:pt>
                <c:pt idx="1678">
                  <c:v>0.35499999999999998</c:v>
                </c:pt>
                <c:pt idx="1679">
                  <c:v>0.35499999999999998</c:v>
                </c:pt>
                <c:pt idx="1680">
                  <c:v>0.35499999999999998</c:v>
                </c:pt>
                <c:pt idx="1681">
                  <c:v>0.35499999999999998</c:v>
                </c:pt>
                <c:pt idx="1682">
                  <c:v>0.35499999999999998</c:v>
                </c:pt>
                <c:pt idx="1683">
                  <c:v>0.35499999999999998</c:v>
                </c:pt>
                <c:pt idx="1684">
                  <c:v>0.35499999999999998</c:v>
                </c:pt>
                <c:pt idx="1685">
                  <c:v>0.35499999999999998</c:v>
                </c:pt>
                <c:pt idx="1686">
                  <c:v>0.35499999999999998</c:v>
                </c:pt>
                <c:pt idx="1687">
                  <c:v>0.35499999999999998</c:v>
                </c:pt>
                <c:pt idx="1688">
                  <c:v>0.35499999999999998</c:v>
                </c:pt>
                <c:pt idx="1689">
                  <c:v>0.35499999999999998</c:v>
                </c:pt>
                <c:pt idx="1690">
                  <c:v>0.35499999999999998</c:v>
                </c:pt>
                <c:pt idx="1691">
                  <c:v>0.35499999999999998</c:v>
                </c:pt>
                <c:pt idx="1692">
                  <c:v>0.35499999999999998</c:v>
                </c:pt>
                <c:pt idx="1693">
                  <c:v>0.35499999999999998</c:v>
                </c:pt>
                <c:pt idx="1694">
                  <c:v>0.35499999999999998</c:v>
                </c:pt>
                <c:pt idx="1695">
                  <c:v>0.35499999999999998</c:v>
                </c:pt>
                <c:pt idx="1696">
                  <c:v>0.35499999999999998</c:v>
                </c:pt>
                <c:pt idx="1697">
                  <c:v>0.35499999999999998</c:v>
                </c:pt>
                <c:pt idx="1698">
                  <c:v>0.35499999999999998</c:v>
                </c:pt>
                <c:pt idx="1699">
                  <c:v>0.35499999999999998</c:v>
                </c:pt>
                <c:pt idx="1700">
                  <c:v>0.35499999999999998</c:v>
                </c:pt>
                <c:pt idx="1701">
                  <c:v>0.35499999999999998</c:v>
                </c:pt>
                <c:pt idx="1702">
                  <c:v>0.35499999999999998</c:v>
                </c:pt>
                <c:pt idx="1703">
                  <c:v>0.35499999999999998</c:v>
                </c:pt>
                <c:pt idx="1704">
                  <c:v>0.35499999999999998</c:v>
                </c:pt>
                <c:pt idx="1705">
                  <c:v>0.35499999999999998</c:v>
                </c:pt>
                <c:pt idx="1706">
                  <c:v>0.35499999999999998</c:v>
                </c:pt>
                <c:pt idx="1707">
                  <c:v>0.35499999999999998</c:v>
                </c:pt>
                <c:pt idx="1708">
                  <c:v>0.35499999999999998</c:v>
                </c:pt>
                <c:pt idx="1709">
                  <c:v>0.35499999999999998</c:v>
                </c:pt>
                <c:pt idx="1710">
                  <c:v>0.35499999999999998</c:v>
                </c:pt>
                <c:pt idx="1711">
                  <c:v>0.35499999999999998</c:v>
                </c:pt>
                <c:pt idx="1712">
                  <c:v>0.35499999999999998</c:v>
                </c:pt>
                <c:pt idx="1713">
                  <c:v>0.35499999999999998</c:v>
                </c:pt>
                <c:pt idx="1714">
                  <c:v>0.35499999999999998</c:v>
                </c:pt>
                <c:pt idx="1715">
                  <c:v>0.35499999999999998</c:v>
                </c:pt>
                <c:pt idx="1716">
                  <c:v>0.35499999999999998</c:v>
                </c:pt>
                <c:pt idx="1717">
                  <c:v>0.35499999999999998</c:v>
                </c:pt>
                <c:pt idx="1718">
                  <c:v>0.35499999999999998</c:v>
                </c:pt>
                <c:pt idx="1719">
                  <c:v>0.35499999999999998</c:v>
                </c:pt>
                <c:pt idx="1720">
                  <c:v>0.35499999999999998</c:v>
                </c:pt>
                <c:pt idx="1721">
                  <c:v>0.35499999999999998</c:v>
                </c:pt>
                <c:pt idx="1722">
                  <c:v>0.35499999999999998</c:v>
                </c:pt>
                <c:pt idx="1723">
                  <c:v>0.35499999999999998</c:v>
                </c:pt>
                <c:pt idx="1724">
                  <c:v>0.35499999999999998</c:v>
                </c:pt>
                <c:pt idx="1725">
                  <c:v>0.35499999999999998</c:v>
                </c:pt>
                <c:pt idx="1726">
                  <c:v>0.35499999999999998</c:v>
                </c:pt>
                <c:pt idx="1727">
                  <c:v>0.35499999999999998</c:v>
                </c:pt>
                <c:pt idx="1728">
                  <c:v>0.35499999999999998</c:v>
                </c:pt>
                <c:pt idx="1729">
                  <c:v>0.35499999999999998</c:v>
                </c:pt>
                <c:pt idx="1730">
                  <c:v>0.35499999999999998</c:v>
                </c:pt>
                <c:pt idx="1731">
                  <c:v>0.35499999999999998</c:v>
                </c:pt>
                <c:pt idx="1732">
                  <c:v>0.35499999999999998</c:v>
                </c:pt>
                <c:pt idx="1733">
                  <c:v>0.35499999999999998</c:v>
                </c:pt>
                <c:pt idx="1734">
                  <c:v>0.35499999999999998</c:v>
                </c:pt>
                <c:pt idx="1735">
                  <c:v>0.35499999999999998</c:v>
                </c:pt>
                <c:pt idx="1736">
                  <c:v>0.35499999999999998</c:v>
                </c:pt>
                <c:pt idx="1737">
                  <c:v>0.35499999999999998</c:v>
                </c:pt>
                <c:pt idx="1738">
                  <c:v>0.35499999999999998</c:v>
                </c:pt>
                <c:pt idx="1739">
                  <c:v>0.35499999999999998</c:v>
                </c:pt>
                <c:pt idx="1740">
                  <c:v>0.35499999999999998</c:v>
                </c:pt>
                <c:pt idx="1741">
                  <c:v>0.35499999999999998</c:v>
                </c:pt>
                <c:pt idx="1742">
                  <c:v>0.35499999999999998</c:v>
                </c:pt>
                <c:pt idx="1743">
                  <c:v>0.35499999999999998</c:v>
                </c:pt>
                <c:pt idx="1744">
                  <c:v>0.35499999999999998</c:v>
                </c:pt>
                <c:pt idx="1745">
                  <c:v>0.35499999999999998</c:v>
                </c:pt>
                <c:pt idx="1746">
                  <c:v>0.35499999999999998</c:v>
                </c:pt>
                <c:pt idx="1747">
                  <c:v>0.35499999999999998</c:v>
                </c:pt>
                <c:pt idx="1748">
                  <c:v>0.35499999999999998</c:v>
                </c:pt>
                <c:pt idx="1749">
                  <c:v>0.35499999999999998</c:v>
                </c:pt>
                <c:pt idx="1750">
                  <c:v>0.35499999999999998</c:v>
                </c:pt>
                <c:pt idx="1751">
                  <c:v>0.35499999999999998</c:v>
                </c:pt>
                <c:pt idx="1752">
                  <c:v>0.35499999999999998</c:v>
                </c:pt>
                <c:pt idx="1753">
                  <c:v>0.35499999999999998</c:v>
                </c:pt>
                <c:pt idx="1754">
                  <c:v>0.35499999999999998</c:v>
                </c:pt>
                <c:pt idx="1755">
                  <c:v>0.35499999999999998</c:v>
                </c:pt>
                <c:pt idx="1756">
                  <c:v>0.35499999999999998</c:v>
                </c:pt>
                <c:pt idx="1757">
                  <c:v>0.35499999999999998</c:v>
                </c:pt>
                <c:pt idx="1758">
                  <c:v>0.35499999999999998</c:v>
                </c:pt>
                <c:pt idx="1759">
                  <c:v>0.35499999999999998</c:v>
                </c:pt>
                <c:pt idx="1760">
                  <c:v>0.35499999999999998</c:v>
                </c:pt>
                <c:pt idx="1761">
                  <c:v>0.35499999999999998</c:v>
                </c:pt>
                <c:pt idx="1762">
                  <c:v>0.35499999999999998</c:v>
                </c:pt>
                <c:pt idx="1763">
                  <c:v>0.35499999999999998</c:v>
                </c:pt>
                <c:pt idx="1764">
                  <c:v>0.35499999999999998</c:v>
                </c:pt>
                <c:pt idx="1765">
                  <c:v>0.35499999999999998</c:v>
                </c:pt>
                <c:pt idx="1766">
                  <c:v>0.35499999999999998</c:v>
                </c:pt>
                <c:pt idx="1767">
                  <c:v>0.35499999999999998</c:v>
                </c:pt>
                <c:pt idx="1768">
                  <c:v>0.35499999999999998</c:v>
                </c:pt>
                <c:pt idx="1769">
                  <c:v>0.35499999999999998</c:v>
                </c:pt>
                <c:pt idx="1770">
                  <c:v>0.35499999999999998</c:v>
                </c:pt>
                <c:pt idx="1771">
                  <c:v>0.35499999999999998</c:v>
                </c:pt>
                <c:pt idx="1772">
                  <c:v>0.35499999999999998</c:v>
                </c:pt>
                <c:pt idx="1773">
                  <c:v>0.35499999999999998</c:v>
                </c:pt>
                <c:pt idx="1774">
                  <c:v>0.35499999999999998</c:v>
                </c:pt>
                <c:pt idx="1775">
                  <c:v>0.35499999999999998</c:v>
                </c:pt>
                <c:pt idx="1776">
                  <c:v>0.35499999999999998</c:v>
                </c:pt>
                <c:pt idx="1777">
                  <c:v>0.35499999999999998</c:v>
                </c:pt>
                <c:pt idx="1778">
                  <c:v>0.35499999999999998</c:v>
                </c:pt>
                <c:pt idx="1779">
                  <c:v>0.35499999999999998</c:v>
                </c:pt>
                <c:pt idx="1780">
                  <c:v>0.35499999999999998</c:v>
                </c:pt>
                <c:pt idx="1781">
                  <c:v>0.35499999999999998</c:v>
                </c:pt>
                <c:pt idx="1782">
                  <c:v>0.35499999999999998</c:v>
                </c:pt>
                <c:pt idx="1783">
                  <c:v>0.35499999999999998</c:v>
                </c:pt>
                <c:pt idx="1784">
                  <c:v>0.35499999999999998</c:v>
                </c:pt>
                <c:pt idx="1785">
                  <c:v>0.35499999999999998</c:v>
                </c:pt>
                <c:pt idx="1786">
                  <c:v>0.35499999999999998</c:v>
                </c:pt>
                <c:pt idx="1787">
                  <c:v>0.35499999999999998</c:v>
                </c:pt>
                <c:pt idx="1788">
                  <c:v>0.35499999999999998</c:v>
                </c:pt>
                <c:pt idx="1789">
                  <c:v>0.35499999999999998</c:v>
                </c:pt>
                <c:pt idx="1790">
                  <c:v>0.35499999999999998</c:v>
                </c:pt>
                <c:pt idx="1791">
                  <c:v>0.35499999999999998</c:v>
                </c:pt>
                <c:pt idx="1792">
                  <c:v>0.35499999999999998</c:v>
                </c:pt>
                <c:pt idx="1793">
                  <c:v>0.35499999999999998</c:v>
                </c:pt>
                <c:pt idx="1794">
                  <c:v>0.35499999999999998</c:v>
                </c:pt>
                <c:pt idx="1795">
                  <c:v>0.35499999999999998</c:v>
                </c:pt>
                <c:pt idx="1796">
                  <c:v>0.35499999999999998</c:v>
                </c:pt>
                <c:pt idx="1797">
                  <c:v>0.35499999999999998</c:v>
                </c:pt>
                <c:pt idx="1798">
                  <c:v>0.35499999999999998</c:v>
                </c:pt>
                <c:pt idx="1799">
                  <c:v>0.35499999999999998</c:v>
                </c:pt>
                <c:pt idx="1800">
                  <c:v>0.35499999999999998</c:v>
                </c:pt>
                <c:pt idx="1801">
                  <c:v>0.35499999999999998</c:v>
                </c:pt>
                <c:pt idx="1802">
                  <c:v>0.35499999999999998</c:v>
                </c:pt>
                <c:pt idx="1803">
                  <c:v>0.35499999999999998</c:v>
                </c:pt>
                <c:pt idx="1804">
                  <c:v>0.35499999999999998</c:v>
                </c:pt>
                <c:pt idx="1805">
                  <c:v>0.35499999999999998</c:v>
                </c:pt>
                <c:pt idx="1806">
                  <c:v>0.35499999999999998</c:v>
                </c:pt>
                <c:pt idx="1807">
                  <c:v>0.35499999999999998</c:v>
                </c:pt>
                <c:pt idx="1808">
                  <c:v>0.35499999999999998</c:v>
                </c:pt>
                <c:pt idx="1809">
                  <c:v>0.35499999999999998</c:v>
                </c:pt>
                <c:pt idx="1810">
                  <c:v>0.35499999999999998</c:v>
                </c:pt>
                <c:pt idx="1811">
                  <c:v>0.35499999999999998</c:v>
                </c:pt>
                <c:pt idx="1812">
                  <c:v>0.35499999999999998</c:v>
                </c:pt>
                <c:pt idx="1813">
                  <c:v>0.35499999999999998</c:v>
                </c:pt>
                <c:pt idx="1814">
                  <c:v>0.35499999999999998</c:v>
                </c:pt>
                <c:pt idx="1815">
                  <c:v>0.35499999999999998</c:v>
                </c:pt>
                <c:pt idx="1816">
                  <c:v>0.35499999999999998</c:v>
                </c:pt>
                <c:pt idx="1817">
                  <c:v>0.35499999999999998</c:v>
                </c:pt>
                <c:pt idx="1818">
                  <c:v>0.35499999999999998</c:v>
                </c:pt>
                <c:pt idx="1819">
                  <c:v>0.35499999999999998</c:v>
                </c:pt>
                <c:pt idx="1820">
                  <c:v>0.35499999999999998</c:v>
                </c:pt>
                <c:pt idx="1821">
                  <c:v>0.35499999999999998</c:v>
                </c:pt>
                <c:pt idx="1822">
                  <c:v>0.35499999999999998</c:v>
                </c:pt>
                <c:pt idx="1823">
                  <c:v>0.35499999999999998</c:v>
                </c:pt>
                <c:pt idx="1824">
                  <c:v>0.35499999999999998</c:v>
                </c:pt>
                <c:pt idx="1825">
                  <c:v>0.35499999999999998</c:v>
                </c:pt>
                <c:pt idx="1826">
                  <c:v>0.35499999999999998</c:v>
                </c:pt>
                <c:pt idx="1827">
                  <c:v>0.35499999999999998</c:v>
                </c:pt>
                <c:pt idx="1828">
                  <c:v>0.35499999999999998</c:v>
                </c:pt>
                <c:pt idx="1829">
                  <c:v>0.35499999999999998</c:v>
                </c:pt>
                <c:pt idx="1830">
                  <c:v>0.35499999999999998</c:v>
                </c:pt>
                <c:pt idx="1831">
                  <c:v>0.35499999999999998</c:v>
                </c:pt>
                <c:pt idx="1832">
                  <c:v>0.35499999999999998</c:v>
                </c:pt>
                <c:pt idx="1833">
                  <c:v>0.35499999999999998</c:v>
                </c:pt>
                <c:pt idx="1834">
                  <c:v>0.35499999999999998</c:v>
                </c:pt>
                <c:pt idx="1835">
                  <c:v>0.35499999999999998</c:v>
                </c:pt>
                <c:pt idx="1836">
                  <c:v>0.35499999999999998</c:v>
                </c:pt>
                <c:pt idx="1837">
                  <c:v>0.35499999999999998</c:v>
                </c:pt>
                <c:pt idx="1838">
                  <c:v>0.35499999999999998</c:v>
                </c:pt>
                <c:pt idx="1839">
                  <c:v>0.35499999999999998</c:v>
                </c:pt>
                <c:pt idx="1840">
                  <c:v>0.35499999999999998</c:v>
                </c:pt>
                <c:pt idx="1841">
                  <c:v>0.35499999999999998</c:v>
                </c:pt>
                <c:pt idx="1842">
                  <c:v>0.35499999999999998</c:v>
                </c:pt>
                <c:pt idx="1843">
                  <c:v>0.35499999999999998</c:v>
                </c:pt>
                <c:pt idx="1844">
                  <c:v>0.35499999999999998</c:v>
                </c:pt>
                <c:pt idx="1845">
                  <c:v>0.35499999999999998</c:v>
                </c:pt>
                <c:pt idx="1846">
                  <c:v>0.35499999999999998</c:v>
                </c:pt>
                <c:pt idx="1847">
                  <c:v>0.35499999999999998</c:v>
                </c:pt>
                <c:pt idx="1848">
                  <c:v>0.35499999999999998</c:v>
                </c:pt>
                <c:pt idx="1849">
                  <c:v>0.35499999999999998</c:v>
                </c:pt>
                <c:pt idx="1850">
                  <c:v>0.35499999999999998</c:v>
                </c:pt>
                <c:pt idx="1851">
                  <c:v>0.35499999999999998</c:v>
                </c:pt>
                <c:pt idx="1852">
                  <c:v>0.35499999999999998</c:v>
                </c:pt>
                <c:pt idx="1853">
                  <c:v>0.35499999999999998</c:v>
                </c:pt>
                <c:pt idx="1854">
                  <c:v>0.35499999999999998</c:v>
                </c:pt>
                <c:pt idx="1855">
                  <c:v>0.35499999999999998</c:v>
                </c:pt>
                <c:pt idx="1856">
                  <c:v>0.35499999999999998</c:v>
                </c:pt>
                <c:pt idx="1857">
                  <c:v>0.35499999999999998</c:v>
                </c:pt>
                <c:pt idx="1858">
                  <c:v>0.35499999999999998</c:v>
                </c:pt>
                <c:pt idx="1859">
                  <c:v>0.35499999999999998</c:v>
                </c:pt>
                <c:pt idx="1860">
                  <c:v>0.35499999999999998</c:v>
                </c:pt>
                <c:pt idx="1861">
                  <c:v>0.35499999999999998</c:v>
                </c:pt>
                <c:pt idx="1862">
                  <c:v>0.35499999999999998</c:v>
                </c:pt>
                <c:pt idx="1863">
                  <c:v>0.35499999999999998</c:v>
                </c:pt>
                <c:pt idx="1864">
                  <c:v>0.35499999999999998</c:v>
                </c:pt>
                <c:pt idx="1865">
                  <c:v>0.35499999999999998</c:v>
                </c:pt>
                <c:pt idx="1866">
                  <c:v>0.35499999999999998</c:v>
                </c:pt>
                <c:pt idx="1867">
                  <c:v>0.35499999999999998</c:v>
                </c:pt>
                <c:pt idx="1868">
                  <c:v>0.35499999999999998</c:v>
                </c:pt>
                <c:pt idx="1869">
                  <c:v>0.35499999999999998</c:v>
                </c:pt>
                <c:pt idx="1870">
                  <c:v>0.35499999999999998</c:v>
                </c:pt>
                <c:pt idx="1871">
                  <c:v>0.35499999999999998</c:v>
                </c:pt>
                <c:pt idx="1872">
                  <c:v>0.35499999999999998</c:v>
                </c:pt>
                <c:pt idx="1873">
                  <c:v>0.35499999999999998</c:v>
                </c:pt>
                <c:pt idx="1874">
                  <c:v>0.35499999999999998</c:v>
                </c:pt>
                <c:pt idx="1875">
                  <c:v>0.35499999999999998</c:v>
                </c:pt>
                <c:pt idx="1876">
                  <c:v>0.35499999999999998</c:v>
                </c:pt>
                <c:pt idx="1877">
                  <c:v>0.35499999999999998</c:v>
                </c:pt>
                <c:pt idx="1878">
                  <c:v>0.35499999999999998</c:v>
                </c:pt>
                <c:pt idx="1879">
                  <c:v>0.35499999999999998</c:v>
                </c:pt>
                <c:pt idx="1880">
                  <c:v>0.35499999999999998</c:v>
                </c:pt>
                <c:pt idx="1881">
                  <c:v>0.35499999999999998</c:v>
                </c:pt>
                <c:pt idx="1882">
                  <c:v>0.35499999999999998</c:v>
                </c:pt>
                <c:pt idx="1883">
                  <c:v>0.35499999999999998</c:v>
                </c:pt>
                <c:pt idx="1884">
                  <c:v>0.35499999999999998</c:v>
                </c:pt>
                <c:pt idx="1885">
                  <c:v>0.35499999999999998</c:v>
                </c:pt>
                <c:pt idx="1886">
                  <c:v>0.35499999999999998</c:v>
                </c:pt>
                <c:pt idx="1887">
                  <c:v>0.35499999999999998</c:v>
                </c:pt>
                <c:pt idx="1888">
                  <c:v>0.35499999999999998</c:v>
                </c:pt>
                <c:pt idx="1889">
                  <c:v>0.35499999999999998</c:v>
                </c:pt>
                <c:pt idx="1890">
                  <c:v>0.35499999999999998</c:v>
                </c:pt>
                <c:pt idx="1891">
                  <c:v>0.35499999999999998</c:v>
                </c:pt>
                <c:pt idx="1892">
                  <c:v>0.35499999999999998</c:v>
                </c:pt>
                <c:pt idx="1893">
                  <c:v>0.35499999999999998</c:v>
                </c:pt>
                <c:pt idx="1894">
                  <c:v>0.35499999999999998</c:v>
                </c:pt>
                <c:pt idx="1895">
                  <c:v>0.35499999999999998</c:v>
                </c:pt>
                <c:pt idx="1896">
                  <c:v>0.35499999999999998</c:v>
                </c:pt>
                <c:pt idx="1897">
                  <c:v>0.35499999999999998</c:v>
                </c:pt>
                <c:pt idx="1898">
                  <c:v>0.35499999999999998</c:v>
                </c:pt>
                <c:pt idx="1899">
                  <c:v>0.35499999999999998</c:v>
                </c:pt>
                <c:pt idx="1900">
                  <c:v>0.35499999999999998</c:v>
                </c:pt>
                <c:pt idx="1901">
                  <c:v>0.35499999999999998</c:v>
                </c:pt>
                <c:pt idx="1902">
                  <c:v>0.35499999999999998</c:v>
                </c:pt>
                <c:pt idx="1903">
                  <c:v>0.35499999999999998</c:v>
                </c:pt>
                <c:pt idx="1904">
                  <c:v>0.35499999999999998</c:v>
                </c:pt>
                <c:pt idx="1905">
                  <c:v>0.35499999999999998</c:v>
                </c:pt>
                <c:pt idx="1906">
                  <c:v>0.35499999999999998</c:v>
                </c:pt>
                <c:pt idx="1907">
                  <c:v>0.35499999999999998</c:v>
                </c:pt>
                <c:pt idx="1908">
                  <c:v>0.35499999999999998</c:v>
                </c:pt>
                <c:pt idx="1909">
                  <c:v>0.35499999999999998</c:v>
                </c:pt>
                <c:pt idx="1910">
                  <c:v>0.35499999999999998</c:v>
                </c:pt>
                <c:pt idx="1911">
                  <c:v>0.35499999999999998</c:v>
                </c:pt>
                <c:pt idx="1912">
                  <c:v>0.35499999999999998</c:v>
                </c:pt>
                <c:pt idx="1913">
                  <c:v>0.35499999999999998</c:v>
                </c:pt>
                <c:pt idx="1914">
                  <c:v>0.35499999999999998</c:v>
                </c:pt>
                <c:pt idx="1915">
                  <c:v>0.35499999999999998</c:v>
                </c:pt>
                <c:pt idx="1916">
                  <c:v>0.35499999999999998</c:v>
                </c:pt>
                <c:pt idx="1917">
                  <c:v>0.35499999999999998</c:v>
                </c:pt>
                <c:pt idx="1918">
                  <c:v>0.35499999999999998</c:v>
                </c:pt>
                <c:pt idx="1919">
                  <c:v>0.35499999999999998</c:v>
                </c:pt>
                <c:pt idx="1920">
                  <c:v>0.35499999999999998</c:v>
                </c:pt>
                <c:pt idx="1921">
                  <c:v>0.35499999999999998</c:v>
                </c:pt>
                <c:pt idx="1922">
                  <c:v>0.35499999999999998</c:v>
                </c:pt>
                <c:pt idx="1923">
                  <c:v>0.35499999999999998</c:v>
                </c:pt>
                <c:pt idx="1924">
                  <c:v>0.35499999999999998</c:v>
                </c:pt>
                <c:pt idx="1925">
                  <c:v>0.35499999999999998</c:v>
                </c:pt>
                <c:pt idx="1926">
                  <c:v>0.35499999999999998</c:v>
                </c:pt>
                <c:pt idx="1927">
                  <c:v>0.35499999999999998</c:v>
                </c:pt>
                <c:pt idx="1928">
                  <c:v>0.35499999999999998</c:v>
                </c:pt>
                <c:pt idx="1929">
                  <c:v>0.35499999999999998</c:v>
                </c:pt>
                <c:pt idx="1930">
                  <c:v>0.35499999999999998</c:v>
                </c:pt>
                <c:pt idx="1931">
                  <c:v>0.35499999999999998</c:v>
                </c:pt>
                <c:pt idx="1932">
                  <c:v>0.35499999999999998</c:v>
                </c:pt>
                <c:pt idx="1933">
                  <c:v>0.35499999999999998</c:v>
                </c:pt>
                <c:pt idx="1934">
                  <c:v>0.35499999999999998</c:v>
                </c:pt>
                <c:pt idx="1935">
                  <c:v>0.35499999999999998</c:v>
                </c:pt>
                <c:pt idx="1936">
                  <c:v>0.35499999999999998</c:v>
                </c:pt>
                <c:pt idx="1937">
                  <c:v>0.35499999999999998</c:v>
                </c:pt>
                <c:pt idx="1938">
                  <c:v>0.35499999999999998</c:v>
                </c:pt>
                <c:pt idx="1939">
                  <c:v>0.35499999999999998</c:v>
                </c:pt>
                <c:pt idx="1940">
                  <c:v>0.35499999999999998</c:v>
                </c:pt>
                <c:pt idx="1941">
                  <c:v>0.35499999999999998</c:v>
                </c:pt>
                <c:pt idx="1942">
                  <c:v>0.35499999999999998</c:v>
                </c:pt>
                <c:pt idx="1943">
                  <c:v>0.35499999999999998</c:v>
                </c:pt>
                <c:pt idx="1944">
                  <c:v>0.35499999999999998</c:v>
                </c:pt>
                <c:pt idx="1945">
                  <c:v>0.35499999999999998</c:v>
                </c:pt>
                <c:pt idx="1946">
                  <c:v>0.35499999999999998</c:v>
                </c:pt>
                <c:pt idx="1947">
                  <c:v>0.35499999999999998</c:v>
                </c:pt>
                <c:pt idx="1948">
                  <c:v>0.35499999999999998</c:v>
                </c:pt>
                <c:pt idx="1949">
                  <c:v>0.35499999999999998</c:v>
                </c:pt>
                <c:pt idx="1950">
                  <c:v>0.35499999999999998</c:v>
                </c:pt>
                <c:pt idx="1951">
                  <c:v>0.35499999999999998</c:v>
                </c:pt>
                <c:pt idx="1952">
                  <c:v>0.35499999999999998</c:v>
                </c:pt>
                <c:pt idx="1953">
                  <c:v>0.35499999999999998</c:v>
                </c:pt>
                <c:pt idx="1954">
                  <c:v>0.35499999999999998</c:v>
                </c:pt>
                <c:pt idx="1955">
                  <c:v>0.35499999999999998</c:v>
                </c:pt>
                <c:pt idx="1956">
                  <c:v>0.35499999999999998</c:v>
                </c:pt>
                <c:pt idx="1957">
                  <c:v>0.35499999999999998</c:v>
                </c:pt>
                <c:pt idx="1958">
                  <c:v>0.35499999999999998</c:v>
                </c:pt>
                <c:pt idx="1959">
                  <c:v>0.35499999999999998</c:v>
                </c:pt>
                <c:pt idx="1960">
                  <c:v>0.35499999999999998</c:v>
                </c:pt>
                <c:pt idx="1961">
                  <c:v>0.35499999999999998</c:v>
                </c:pt>
                <c:pt idx="1962">
                  <c:v>0.35499999999999998</c:v>
                </c:pt>
                <c:pt idx="1963">
                  <c:v>0.35499999999999998</c:v>
                </c:pt>
                <c:pt idx="1964">
                  <c:v>0.35499999999999998</c:v>
                </c:pt>
                <c:pt idx="1965">
                  <c:v>0.35499999999999998</c:v>
                </c:pt>
                <c:pt idx="1966">
                  <c:v>0.35499999999999998</c:v>
                </c:pt>
                <c:pt idx="1967">
                  <c:v>0.35499999999999998</c:v>
                </c:pt>
                <c:pt idx="1968">
                  <c:v>0.35499999999999998</c:v>
                </c:pt>
                <c:pt idx="1969">
                  <c:v>0.35499999999999998</c:v>
                </c:pt>
                <c:pt idx="1970">
                  <c:v>0.35499999999999998</c:v>
                </c:pt>
                <c:pt idx="1971">
                  <c:v>0.35499999999999998</c:v>
                </c:pt>
                <c:pt idx="1972">
                  <c:v>0.35499999999999998</c:v>
                </c:pt>
                <c:pt idx="1973">
                  <c:v>0.35499999999999998</c:v>
                </c:pt>
                <c:pt idx="1974">
                  <c:v>0.35499999999999998</c:v>
                </c:pt>
                <c:pt idx="1975">
                  <c:v>0.35499999999999998</c:v>
                </c:pt>
                <c:pt idx="1976">
                  <c:v>0.35499999999999998</c:v>
                </c:pt>
                <c:pt idx="1977">
                  <c:v>0.35499999999999998</c:v>
                </c:pt>
                <c:pt idx="1978">
                  <c:v>0.35499999999999998</c:v>
                </c:pt>
                <c:pt idx="1979">
                  <c:v>0.35499999999999998</c:v>
                </c:pt>
                <c:pt idx="1980">
                  <c:v>0.35499999999999998</c:v>
                </c:pt>
                <c:pt idx="1981">
                  <c:v>0.35499999999999998</c:v>
                </c:pt>
                <c:pt idx="1982">
                  <c:v>0.35499999999999998</c:v>
                </c:pt>
                <c:pt idx="1983">
                  <c:v>0.35499999999999998</c:v>
                </c:pt>
                <c:pt idx="1984">
                  <c:v>0.35499999999999998</c:v>
                </c:pt>
                <c:pt idx="1985">
                  <c:v>0.35499999999999998</c:v>
                </c:pt>
                <c:pt idx="1986">
                  <c:v>0.35499999999999998</c:v>
                </c:pt>
                <c:pt idx="1987">
                  <c:v>0.35499999999999998</c:v>
                </c:pt>
                <c:pt idx="1988">
                  <c:v>0.35499999999999998</c:v>
                </c:pt>
                <c:pt idx="1989">
                  <c:v>0.35499999999999998</c:v>
                </c:pt>
                <c:pt idx="1990">
                  <c:v>0.35499999999999998</c:v>
                </c:pt>
                <c:pt idx="1991">
                  <c:v>0.35499999999999998</c:v>
                </c:pt>
                <c:pt idx="1992">
                  <c:v>0.35499999999999998</c:v>
                </c:pt>
                <c:pt idx="1993">
                  <c:v>0.35499999999999998</c:v>
                </c:pt>
                <c:pt idx="1994">
                  <c:v>0.35499999999999998</c:v>
                </c:pt>
                <c:pt idx="1995">
                  <c:v>0.35499999999999998</c:v>
                </c:pt>
                <c:pt idx="1996">
                  <c:v>0.35499999999999998</c:v>
                </c:pt>
                <c:pt idx="1997">
                  <c:v>0.35499999999999998</c:v>
                </c:pt>
                <c:pt idx="1998">
                  <c:v>0.35499999999999998</c:v>
                </c:pt>
                <c:pt idx="1999">
                  <c:v>0.35499999999999998</c:v>
                </c:pt>
                <c:pt idx="2000">
                  <c:v>0.35499999999999998</c:v>
                </c:pt>
                <c:pt idx="2001">
                  <c:v>0.35499999999999998</c:v>
                </c:pt>
                <c:pt idx="2002">
                  <c:v>0.35499999999999998</c:v>
                </c:pt>
                <c:pt idx="2003">
                  <c:v>0.35499999999999998</c:v>
                </c:pt>
                <c:pt idx="2004">
                  <c:v>0.35499999999999998</c:v>
                </c:pt>
                <c:pt idx="2005">
                  <c:v>0.35499999999999998</c:v>
                </c:pt>
                <c:pt idx="2006">
                  <c:v>0.35499999999999998</c:v>
                </c:pt>
                <c:pt idx="2007">
                  <c:v>0.35499999999999998</c:v>
                </c:pt>
                <c:pt idx="2008">
                  <c:v>0.35499999999999998</c:v>
                </c:pt>
                <c:pt idx="2009">
                  <c:v>0.35499999999999998</c:v>
                </c:pt>
                <c:pt idx="2010">
                  <c:v>0.35499999999999998</c:v>
                </c:pt>
                <c:pt idx="2011">
                  <c:v>0.35499999999999998</c:v>
                </c:pt>
                <c:pt idx="2012">
                  <c:v>0.35499999999999998</c:v>
                </c:pt>
                <c:pt idx="2013">
                  <c:v>0.35499999999999998</c:v>
                </c:pt>
                <c:pt idx="2014">
                  <c:v>0.35499999999999998</c:v>
                </c:pt>
                <c:pt idx="2015">
                  <c:v>0.35499999999999998</c:v>
                </c:pt>
                <c:pt idx="2016">
                  <c:v>0.35499999999999998</c:v>
                </c:pt>
                <c:pt idx="2017">
                  <c:v>0.35499999999999998</c:v>
                </c:pt>
                <c:pt idx="2018">
                  <c:v>0.35499999999999998</c:v>
                </c:pt>
                <c:pt idx="2019">
                  <c:v>0.35499999999999998</c:v>
                </c:pt>
                <c:pt idx="2020">
                  <c:v>0.35499999999999998</c:v>
                </c:pt>
                <c:pt idx="2021">
                  <c:v>0.35499999999999998</c:v>
                </c:pt>
                <c:pt idx="2022">
                  <c:v>0.35499999999999998</c:v>
                </c:pt>
                <c:pt idx="2023">
                  <c:v>0.35499999999999998</c:v>
                </c:pt>
                <c:pt idx="2024">
                  <c:v>0.35499999999999998</c:v>
                </c:pt>
                <c:pt idx="2025">
                  <c:v>0.35499999999999998</c:v>
                </c:pt>
                <c:pt idx="2026">
                  <c:v>0.35499999999999998</c:v>
                </c:pt>
                <c:pt idx="2027">
                  <c:v>0.35499999999999998</c:v>
                </c:pt>
                <c:pt idx="2028">
                  <c:v>0.35499999999999998</c:v>
                </c:pt>
                <c:pt idx="2029">
                  <c:v>0.35499999999999998</c:v>
                </c:pt>
                <c:pt idx="2030">
                  <c:v>0.35499999999999998</c:v>
                </c:pt>
                <c:pt idx="2031">
                  <c:v>0.35499999999999998</c:v>
                </c:pt>
                <c:pt idx="2032">
                  <c:v>0.35499999999999998</c:v>
                </c:pt>
                <c:pt idx="2033">
                  <c:v>0.35499999999999998</c:v>
                </c:pt>
                <c:pt idx="2034">
                  <c:v>0.35499999999999998</c:v>
                </c:pt>
                <c:pt idx="2035">
                  <c:v>0.35499999999999998</c:v>
                </c:pt>
                <c:pt idx="2036">
                  <c:v>0.35499999999999998</c:v>
                </c:pt>
                <c:pt idx="2037">
                  <c:v>0.35499999999999998</c:v>
                </c:pt>
                <c:pt idx="2038">
                  <c:v>0.35499999999999998</c:v>
                </c:pt>
                <c:pt idx="2039">
                  <c:v>0.35499999999999998</c:v>
                </c:pt>
                <c:pt idx="2040">
                  <c:v>0.35499999999999998</c:v>
                </c:pt>
                <c:pt idx="2041">
                  <c:v>0.35499999999999998</c:v>
                </c:pt>
                <c:pt idx="2042">
                  <c:v>0.35499999999999998</c:v>
                </c:pt>
                <c:pt idx="2043">
                  <c:v>0.35499999999999998</c:v>
                </c:pt>
                <c:pt idx="2044">
                  <c:v>0.35499999999999998</c:v>
                </c:pt>
                <c:pt idx="2045">
                  <c:v>0.35499999999999998</c:v>
                </c:pt>
                <c:pt idx="2046">
                  <c:v>0.35499999999999998</c:v>
                </c:pt>
                <c:pt idx="2047">
                  <c:v>0.35499999999999998</c:v>
                </c:pt>
                <c:pt idx="2048">
                  <c:v>0.35499999999999998</c:v>
                </c:pt>
                <c:pt idx="2049">
                  <c:v>0.35499999999999998</c:v>
                </c:pt>
                <c:pt idx="2050">
                  <c:v>0.35499999999999998</c:v>
                </c:pt>
                <c:pt idx="2051">
                  <c:v>0.35499999999999998</c:v>
                </c:pt>
                <c:pt idx="2052">
                  <c:v>0.35499999999999998</c:v>
                </c:pt>
                <c:pt idx="2053">
                  <c:v>0.35499999999999998</c:v>
                </c:pt>
                <c:pt idx="2054">
                  <c:v>0.35499999999999998</c:v>
                </c:pt>
                <c:pt idx="2055">
                  <c:v>0.35499999999999998</c:v>
                </c:pt>
                <c:pt idx="2056">
                  <c:v>0.35499999999999998</c:v>
                </c:pt>
                <c:pt idx="2057">
                  <c:v>0.35499999999999998</c:v>
                </c:pt>
                <c:pt idx="2058">
                  <c:v>0.35499999999999998</c:v>
                </c:pt>
                <c:pt idx="2059">
                  <c:v>0.35499999999999998</c:v>
                </c:pt>
                <c:pt idx="2060">
                  <c:v>0.35499999999999998</c:v>
                </c:pt>
                <c:pt idx="2061">
                  <c:v>0.35499999999999998</c:v>
                </c:pt>
                <c:pt idx="2062">
                  <c:v>0.35499999999999998</c:v>
                </c:pt>
                <c:pt idx="2063">
                  <c:v>0.35499999999999998</c:v>
                </c:pt>
                <c:pt idx="2064">
                  <c:v>0.35499999999999998</c:v>
                </c:pt>
                <c:pt idx="2065">
                  <c:v>0.35499999999999998</c:v>
                </c:pt>
                <c:pt idx="2066">
                  <c:v>0.35499999999999998</c:v>
                </c:pt>
                <c:pt idx="2067">
                  <c:v>0.35499999999999998</c:v>
                </c:pt>
                <c:pt idx="2068">
                  <c:v>0.35499999999999998</c:v>
                </c:pt>
                <c:pt idx="2069">
                  <c:v>0.35499999999999998</c:v>
                </c:pt>
                <c:pt idx="2070">
                  <c:v>0.35499999999999998</c:v>
                </c:pt>
                <c:pt idx="2071">
                  <c:v>0.35499999999999998</c:v>
                </c:pt>
                <c:pt idx="2072">
                  <c:v>0.35499999999999998</c:v>
                </c:pt>
                <c:pt idx="2073">
                  <c:v>0.35499999999999998</c:v>
                </c:pt>
                <c:pt idx="2074">
                  <c:v>0.35499999999999998</c:v>
                </c:pt>
                <c:pt idx="2075">
                  <c:v>0.35499999999999998</c:v>
                </c:pt>
                <c:pt idx="2076">
                  <c:v>0.35499999999999998</c:v>
                </c:pt>
                <c:pt idx="2077">
                  <c:v>0.35499999999999998</c:v>
                </c:pt>
                <c:pt idx="2078">
                  <c:v>0.35499999999999998</c:v>
                </c:pt>
                <c:pt idx="2079">
                  <c:v>0.35499999999999998</c:v>
                </c:pt>
                <c:pt idx="2080">
                  <c:v>0.35499999999999998</c:v>
                </c:pt>
                <c:pt idx="2081">
                  <c:v>0.35499999999999998</c:v>
                </c:pt>
                <c:pt idx="2082">
                  <c:v>0.35499999999999998</c:v>
                </c:pt>
                <c:pt idx="2083">
                  <c:v>0.35499999999999998</c:v>
                </c:pt>
                <c:pt idx="2084">
                  <c:v>0.35499999999999998</c:v>
                </c:pt>
                <c:pt idx="2085">
                  <c:v>0.35499999999999998</c:v>
                </c:pt>
                <c:pt idx="2086">
                  <c:v>0.35499999999999998</c:v>
                </c:pt>
                <c:pt idx="2087">
                  <c:v>0.35499999999999998</c:v>
                </c:pt>
                <c:pt idx="2088">
                  <c:v>0.35499999999999998</c:v>
                </c:pt>
                <c:pt idx="2089">
                  <c:v>0.35499999999999998</c:v>
                </c:pt>
                <c:pt idx="2090">
                  <c:v>0.35499999999999998</c:v>
                </c:pt>
                <c:pt idx="2091">
                  <c:v>0.35499999999999998</c:v>
                </c:pt>
                <c:pt idx="2092">
                  <c:v>0.35499999999999998</c:v>
                </c:pt>
                <c:pt idx="2093">
                  <c:v>0.35499999999999998</c:v>
                </c:pt>
                <c:pt idx="2094">
                  <c:v>0.35499999999999998</c:v>
                </c:pt>
                <c:pt idx="2095">
                  <c:v>0.35499999999999998</c:v>
                </c:pt>
                <c:pt idx="2096">
                  <c:v>0.35499999999999998</c:v>
                </c:pt>
                <c:pt idx="2097">
                  <c:v>0.35499999999999998</c:v>
                </c:pt>
                <c:pt idx="2098">
                  <c:v>0.35499999999999998</c:v>
                </c:pt>
                <c:pt idx="2099">
                  <c:v>0.35499999999999998</c:v>
                </c:pt>
                <c:pt idx="2100">
                  <c:v>0.35499999999999998</c:v>
                </c:pt>
                <c:pt idx="2101">
                  <c:v>0.35499999999999998</c:v>
                </c:pt>
                <c:pt idx="2102">
                  <c:v>0.35499999999999998</c:v>
                </c:pt>
                <c:pt idx="2103">
                  <c:v>0.35499999999999998</c:v>
                </c:pt>
                <c:pt idx="2104">
                  <c:v>0.35499999999999998</c:v>
                </c:pt>
                <c:pt idx="2105">
                  <c:v>0.35499999999999998</c:v>
                </c:pt>
                <c:pt idx="2106">
                  <c:v>0.35499999999999998</c:v>
                </c:pt>
                <c:pt idx="2107">
                  <c:v>0.35499999999999998</c:v>
                </c:pt>
                <c:pt idx="2108">
                  <c:v>0.35499999999999998</c:v>
                </c:pt>
                <c:pt idx="2109">
                  <c:v>0.35499999999999998</c:v>
                </c:pt>
                <c:pt idx="2110">
                  <c:v>0.35499999999999998</c:v>
                </c:pt>
                <c:pt idx="2111">
                  <c:v>0.35499999999999998</c:v>
                </c:pt>
                <c:pt idx="2112">
                  <c:v>0.35499999999999998</c:v>
                </c:pt>
                <c:pt idx="2113">
                  <c:v>0.35499999999999998</c:v>
                </c:pt>
                <c:pt idx="2114">
                  <c:v>0.35499999999999998</c:v>
                </c:pt>
                <c:pt idx="2115">
                  <c:v>0.35499999999999998</c:v>
                </c:pt>
                <c:pt idx="2116">
                  <c:v>0.35499999999999998</c:v>
                </c:pt>
                <c:pt idx="2117">
                  <c:v>0.35499999999999998</c:v>
                </c:pt>
                <c:pt idx="2118">
                  <c:v>0.35499999999999998</c:v>
                </c:pt>
                <c:pt idx="2119">
                  <c:v>0.35499999999999998</c:v>
                </c:pt>
                <c:pt idx="2120">
                  <c:v>0.35499999999999998</c:v>
                </c:pt>
                <c:pt idx="2121">
                  <c:v>0.35499999999999998</c:v>
                </c:pt>
                <c:pt idx="2122">
                  <c:v>0.35499999999999998</c:v>
                </c:pt>
                <c:pt idx="2123">
                  <c:v>0.35499999999999998</c:v>
                </c:pt>
                <c:pt idx="2124">
                  <c:v>0.35499999999999998</c:v>
                </c:pt>
                <c:pt idx="2125">
                  <c:v>0.35499999999999998</c:v>
                </c:pt>
                <c:pt idx="2126">
                  <c:v>0.35499999999999998</c:v>
                </c:pt>
                <c:pt idx="2127">
                  <c:v>0.35499999999999998</c:v>
                </c:pt>
                <c:pt idx="2128">
                  <c:v>0.35499999999999998</c:v>
                </c:pt>
                <c:pt idx="2129">
                  <c:v>0.35499999999999998</c:v>
                </c:pt>
                <c:pt idx="2130">
                  <c:v>0.35499999999999998</c:v>
                </c:pt>
                <c:pt idx="2131">
                  <c:v>0.35499999999999998</c:v>
                </c:pt>
                <c:pt idx="2132">
                  <c:v>0.35499999999999998</c:v>
                </c:pt>
                <c:pt idx="2133">
                  <c:v>0.35499999999999998</c:v>
                </c:pt>
                <c:pt idx="2134">
                  <c:v>0.35499999999999998</c:v>
                </c:pt>
                <c:pt idx="2135">
                  <c:v>0.35499999999999998</c:v>
                </c:pt>
                <c:pt idx="2136">
                  <c:v>0.35499999999999998</c:v>
                </c:pt>
                <c:pt idx="2137">
                  <c:v>0.35499999999999998</c:v>
                </c:pt>
                <c:pt idx="2138">
                  <c:v>0.35499999999999998</c:v>
                </c:pt>
                <c:pt idx="2139">
                  <c:v>0.35499999999999998</c:v>
                </c:pt>
                <c:pt idx="2140">
                  <c:v>0.35499999999999998</c:v>
                </c:pt>
                <c:pt idx="2141">
                  <c:v>0.35499999999999998</c:v>
                </c:pt>
                <c:pt idx="2142">
                  <c:v>0.35499999999999998</c:v>
                </c:pt>
                <c:pt idx="2143">
                  <c:v>0.35499999999999998</c:v>
                </c:pt>
                <c:pt idx="2144">
                  <c:v>0.35499999999999998</c:v>
                </c:pt>
                <c:pt idx="2145">
                  <c:v>0.35499999999999998</c:v>
                </c:pt>
                <c:pt idx="2146">
                  <c:v>0.35499999999999998</c:v>
                </c:pt>
                <c:pt idx="2147">
                  <c:v>0.35499999999999998</c:v>
                </c:pt>
                <c:pt idx="2148">
                  <c:v>0.35499999999999998</c:v>
                </c:pt>
                <c:pt idx="2149">
                  <c:v>0.35499999999999998</c:v>
                </c:pt>
                <c:pt idx="2150">
                  <c:v>0.35499999999999998</c:v>
                </c:pt>
                <c:pt idx="2151">
                  <c:v>0.35499999999999998</c:v>
                </c:pt>
                <c:pt idx="2152">
                  <c:v>0.35499999999999998</c:v>
                </c:pt>
                <c:pt idx="2153">
                  <c:v>0.35499999999999998</c:v>
                </c:pt>
                <c:pt idx="2154">
                  <c:v>0.35499999999999998</c:v>
                </c:pt>
                <c:pt idx="2155">
                  <c:v>0.35499999999999998</c:v>
                </c:pt>
                <c:pt idx="2156">
                  <c:v>0.35499999999999998</c:v>
                </c:pt>
                <c:pt idx="2157">
                  <c:v>0.35499999999999998</c:v>
                </c:pt>
                <c:pt idx="2158">
                  <c:v>0.35499999999999998</c:v>
                </c:pt>
                <c:pt idx="2159">
                  <c:v>0.35499999999999998</c:v>
                </c:pt>
                <c:pt idx="2160">
                  <c:v>0.35499999999999998</c:v>
                </c:pt>
                <c:pt idx="2161">
                  <c:v>0.35499999999999998</c:v>
                </c:pt>
                <c:pt idx="2162">
                  <c:v>0.35499999999999998</c:v>
                </c:pt>
                <c:pt idx="2163">
                  <c:v>0.35499999999999998</c:v>
                </c:pt>
                <c:pt idx="2164">
                  <c:v>0.35499999999999998</c:v>
                </c:pt>
                <c:pt idx="2165">
                  <c:v>0.35499999999999998</c:v>
                </c:pt>
                <c:pt idx="2166">
                  <c:v>0.35499999999999998</c:v>
                </c:pt>
                <c:pt idx="2167">
                  <c:v>0.35499999999999998</c:v>
                </c:pt>
                <c:pt idx="2168">
                  <c:v>0.35499999999999998</c:v>
                </c:pt>
                <c:pt idx="2169">
                  <c:v>0.35499999999999998</c:v>
                </c:pt>
                <c:pt idx="2170">
                  <c:v>0.35499999999999998</c:v>
                </c:pt>
                <c:pt idx="2171">
                  <c:v>0.35499999999999998</c:v>
                </c:pt>
                <c:pt idx="2172">
                  <c:v>0.35499999999999998</c:v>
                </c:pt>
                <c:pt idx="2173">
                  <c:v>0.35499999999999998</c:v>
                </c:pt>
                <c:pt idx="2174">
                  <c:v>0.35499999999999998</c:v>
                </c:pt>
                <c:pt idx="2175">
                  <c:v>0.35499999999999998</c:v>
                </c:pt>
                <c:pt idx="2176">
                  <c:v>0.35499999999999998</c:v>
                </c:pt>
                <c:pt idx="2177">
                  <c:v>0.35499999999999998</c:v>
                </c:pt>
                <c:pt idx="2178">
                  <c:v>0.35499999999999998</c:v>
                </c:pt>
                <c:pt idx="2179">
                  <c:v>0.35499999999999998</c:v>
                </c:pt>
                <c:pt idx="2180">
                  <c:v>0.35499999999999998</c:v>
                </c:pt>
                <c:pt idx="2181">
                  <c:v>0.35499999999999998</c:v>
                </c:pt>
                <c:pt idx="2182">
                  <c:v>0.35499999999999998</c:v>
                </c:pt>
                <c:pt idx="2183">
                  <c:v>0.35499999999999998</c:v>
                </c:pt>
                <c:pt idx="2184">
                  <c:v>0.35499999999999998</c:v>
                </c:pt>
                <c:pt idx="2185">
                  <c:v>0.35499999999999998</c:v>
                </c:pt>
                <c:pt idx="2186">
                  <c:v>0.35499999999999998</c:v>
                </c:pt>
                <c:pt idx="2187">
                  <c:v>0.35499999999999998</c:v>
                </c:pt>
                <c:pt idx="2188">
                  <c:v>0.35499999999999998</c:v>
                </c:pt>
                <c:pt idx="2189">
                  <c:v>0.35499999999999998</c:v>
                </c:pt>
                <c:pt idx="2190">
                  <c:v>0.35499999999999998</c:v>
                </c:pt>
                <c:pt idx="2191">
                  <c:v>0.35499999999999998</c:v>
                </c:pt>
                <c:pt idx="2192">
                  <c:v>0.35499999999999998</c:v>
                </c:pt>
                <c:pt idx="2193">
                  <c:v>0.35499999999999998</c:v>
                </c:pt>
                <c:pt idx="2194">
                  <c:v>0.35499999999999998</c:v>
                </c:pt>
                <c:pt idx="2195">
                  <c:v>0.35499999999999998</c:v>
                </c:pt>
                <c:pt idx="2196">
                  <c:v>0.35499999999999998</c:v>
                </c:pt>
                <c:pt idx="2197">
                  <c:v>0.35499999999999998</c:v>
                </c:pt>
                <c:pt idx="2198">
                  <c:v>0.35499999999999998</c:v>
                </c:pt>
                <c:pt idx="2199">
                  <c:v>0.35499999999999998</c:v>
                </c:pt>
                <c:pt idx="2200">
                  <c:v>0.35499999999999998</c:v>
                </c:pt>
                <c:pt idx="2201">
                  <c:v>0.35499999999999998</c:v>
                </c:pt>
                <c:pt idx="2202">
                  <c:v>0.35499999999999998</c:v>
                </c:pt>
                <c:pt idx="2203">
                  <c:v>0.35499999999999998</c:v>
                </c:pt>
                <c:pt idx="2204">
                  <c:v>0.35499999999999998</c:v>
                </c:pt>
                <c:pt idx="2205">
                  <c:v>0.35499999999999998</c:v>
                </c:pt>
                <c:pt idx="2206">
                  <c:v>0.35499999999999998</c:v>
                </c:pt>
                <c:pt idx="2207">
                  <c:v>0.35499999999999998</c:v>
                </c:pt>
                <c:pt idx="2208">
                  <c:v>0.35499999999999998</c:v>
                </c:pt>
                <c:pt idx="2209">
                  <c:v>0.35499999999999998</c:v>
                </c:pt>
                <c:pt idx="2210">
                  <c:v>0.35499999999999998</c:v>
                </c:pt>
                <c:pt idx="2211">
                  <c:v>0.35499999999999998</c:v>
                </c:pt>
                <c:pt idx="2212">
                  <c:v>0.35499999999999998</c:v>
                </c:pt>
                <c:pt idx="2213">
                  <c:v>0.35499999999999998</c:v>
                </c:pt>
                <c:pt idx="2214">
                  <c:v>0.35499999999999998</c:v>
                </c:pt>
                <c:pt idx="2215">
                  <c:v>0.35499999999999998</c:v>
                </c:pt>
                <c:pt idx="2216">
                  <c:v>0.35499999999999998</c:v>
                </c:pt>
                <c:pt idx="2217">
                  <c:v>0.35499999999999998</c:v>
                </c:pt>
                <c:pt idx="2218">
                  <c:v>0.35499999999999998</c:v>
                </c:pt>
                <c:pt idx="2219">
                  <c:v>0.35499999999999998</c:v>
                </c:pt>
                <c:pt idx="2220">
                  <c:v>0.35499999999999998</c:v>
                </c:pt>
                <c:pt idx="2221">
                  <c:v>0.35499999999999998</c:v>
                </c:pt>
                <c:pt idx="2222">
                  <c:v>0.35499999999999998</c:v>
                </c:pt>
                <c:pt idx="2223">
                  <c:v>0.35499999999999998</c:v>
                </c:pt>
                <c:pt idx="2224">
                  <c:v>0.35499999999999998</c:v>
                </c:pt>
                <c:pt idx="2225">
                  <c:v>0.35499999999999998</c:v>
                </c:pt>
                <c:pt idx="2226">
                  <c:v>0.35499999999999998</c:v>
                </c:pt>
                <c:pt idx="2227">
                  <c:v>0.35499999999999998</c:v>
                </c:pt>
                <c:pt idx="2228">
                  <c:v>0.35499999999999998</c:v>
                </c:pt>
                <c:pt idx="2229">
                  <c:v>0.35499999999999998</c:v>
                </c:pt>
                <c:pt idx="2230">
                  <c:v>0.35499999999999998</c:v>
                </c:pt>
                <c:pt idx="2231">
                  <c:v>0.35499999999999998</c:v>
                </c:pt>
                <c:pt idx="2232">
                  <c:v>0.35499999999999998</c:v>
                </c:pt>
                <c:pt idx="2233">
                  <c:v>0.35499999999999998</c:v>
                </c:pt>
                <c:pt idx="2234">
                  <c:v>0.35499999999999998</c:v>
                </c:pt>
                <c:pt idx="2235">
                  <c:v>0.35499999999999998</c:v>
                </c:pt>
                <c:pt idx="2236">
                  <c:v>0.35499999999999998</c:v>
                </c:pt>
                <c:pt idx="2237">
                  <c:v>0.35499999999999998</c:v>
                </c:pt>
                <c:pt idx="2238">
                  <c:v>0.35499999999999998</c:v>
                </c:pt>
                <c:pt idx="2239">
                  <c:v>0.35499999999999998</c:v>
                </c:pt>
                <c:pt idx="2240">
                  <c:v>0.35499999999999998</c:v>
                </c:pt>
                <c:pt idx="2241">
                  <c:v>0.35499999999999998</c:v>
                </c:pt>
                <c:pt idx="2242">
                  <c:v>0.35499999999999998</c:v>
                </c:pt>
                <c:pt idx="2243">
                  <c:v>0.35499999999999998</c:v>
                </c:pt>
                <c:pt idx="2244">
                  <c:v>0.35499999999999998</c:v>
                </c:pt>
                <c:pt idx="2245">
                  <c:v>0.35499999999999998</c:v>
                </c:pt>
                <c:pt idx="2246">
                  <c:v>0.35499999999999998</c:v>
                </c:pt>
                <c:pt idx="2247">
                  <c:v>0.35499999999999998</c:v>
                </c:pt>
                <c:pt idx="2248">
                  <c:v>0.35499999999999998</c:v>
                </c:pt>
                <c:pt idx="2249">
                  <c:v>0.35499999999999998</c:v>
                </c:pt>
                <c:pt idx="2250">
                  <c:v>0.35499999999999998</c:v>
                </c:pt>
                <c:pt idx="2251">
                  <c:v>0.35499999999999998</c:v>
                </c:pt>
                <c:pt idx="2252">
                  <c:v>0.35499999999999998</c:v>
                </c:pt>
                <c:pt idx="2253">
                  <c:v>0.35499999999999998</c:v>
                </c:pt>
                <c:pt idx="2254">
                  <c:v>0.35499999999999998</c:v>
                </c:pt>
                <c:pt idx="2255">
                  <c:v>0.35499999999999998</c:v>
                </c:pt>
                <c:pt idx="2256">
                  <c:v>0.35499999999999998</c:v>
                </c:pt>
                <c:pt idx="2257">
                  <c:v>0.35499999999999998</c:v>
                </c:pt>
                <c:pt idx="2258">
                  <c:v>0.35499999999999998</c:v>
                </c:pt>
                <c:pt idx="2259">
                  <c:v>0.35499999999999998</c:v>
                </c:pt>
                <c:pt idx="2260">
                  <c:v>0.35499999999999998</c:v>
                </c:pt>
                <c:pt idx="2261">
                  <c:v>0.35499999999999998</c:v>
                </c:pt>
                <c:pt idx="2262">
                  <c:v>0.35499999999999998</c:v>
                </c:pt>
                <c:pt idx="2263">
                  <c:v>0.35499999999999998</c:v>
                </c:pt>
                <c:pt idx="2264">
                  <c:v>0.35499999999999998</c:v>
                </c:pt>
                <c:pt idx="2265">
                  <c:v>0.35499999999999998</c:v>
                </c:pt>
                <c:pt idx="2266">
                  <c:v>0.35499999999999998</c:v>
                </c:pt>
                <c:pt idx="2267">
                  <c:v>0.35499999999999998</c:v>
                </c:pt>
                <c:pt idx="2268">
                  <c:v>0.35499999999999998</c:v>
                </c:pt>
                <c:pt idx="2269">
                  <c:v>0.35499999999999998</c:v>
                </c:pt>
                <c:pt idx="2270">
                  <c:v>0.35499999999999998</c:v>
                </c:pt>
                <c:pt idx="2271">
                  <c:v>0.35499999999999998</c:v>
                </c:pt>
                <c:pt idx="2272">
                  <c:v>0.35499999999999998</c:v>
                </c:pt>
                <c:pt idx="2273">
                  <c:v>0.35499999999999998</c:v>
                </c:pt>
                <c:pt idx="2274">
                  <c:v>0.35499999999999998</c:v>
                </c:pt>
                <c:pt idx="2275">
                  <c:v>0.35499999999999998</c:v>
                </c:pt>
                <c:pt idx="2276">
                  <c:v>0.35499999999999998</c:v>
                </c:pt>
                <c:pt idx="2277">
                  <c:v>0.35499999999999998</c:v>
                </c:pt>
                <c:pt idx="2278">
                  <c:v>0.35499999999999998</c:v>
                </c:pt>
                <c:pt idx="2279">
                  <c:v>0.35499999999999998</c:v>
                </c:pt>
                <c:pt idx="2280">
                  <c:v>0.35499999999999998</c:v>
                </c:pt>
                <c:pt idx="2281">
                  <c:v>0.35499999999999998</c:v>
                </c:pt>
                <c:pt idx="2282">
                  <c:v>0.35499999999999998</c:v>
                </c:pt>
                <c:pt idx="2283">
                  <c:v>0.35499999999999998</c:v>
                </c:pt>
                <c:pt idx="2284">
                  <c:v>0.35499999999999998</c:v>
                </c:pt>
                <c:pt idx="2285">
                  <c:v>0.35499999999999998</c:v>
                </c:pt>
                <c:pt idx="2286">
                  <c:v>0.35499999999999998</c:v>
                </c:pt>
                <c:pt idx="2287">
                  <c:v>0.35499999999999998</c:v>
                </c:pt>
                <c:pt idx="2288">
                  <c:v>0.35499999999999998</c:v>
                </c:pt>
                <c:pt idx="2289">
                  <c:v>0.35499999999999998</c:v>
                </c:pt>
                <c:pt idx="2290">
                  <c:v>0.35499999999999998</c:v>
                </c:pt>
                <c:pt idx="2291">
                  <c:v>0.35499999999999998</c:v>
                </c:pt>
                <c:pt idx="2292">
                  <c:v>0.35499999999999998</c:v>
                </c:pt>
                <c:pt idx="2293">
                  <c:v>0.35499999999999998</c:v>
                </c:pt>
                <c:pt idx="2294">
                  <c:v>0.35499999999999998</c:v>
                </c:pt>
                <c:pt idx="2295">
                  <c:v>0.35499999999999998</c:v>
                </c:pt>
                <c:pt idx="2296">
                  <c:v>0.35499999999999998</c:v>
                </c:pt>
                <c:pt idx="2297">
                  <c:v>0.35499999999999998</c:v>
                </c:pt>
                <c:pt idx="2298">
                  <c:v>0.35499999999999998</c:v>
                </c:pt>
                <c:pt idx="2299">
                  <c:v>0.35499999999999998</c:v>
                </c:pt>
                <c:pt idx="2300">
                  <c:v>0.35499999999999998</c:v>
                </c:pt>
                <c:pt idx="2301">
                  <c:v>0.35499999999999998</c:v>
                </c:pt>
                <c:pt idx="2302">
                  <c:v>0.35499999999999998</c:v>
                </c:pt>
                <c:pt idx="2303">
                  <c:v>0.35499999999999998</c:v>
                </c:pt>
                <c:pt idx="2304">
                  <c:v>0.35499999999999998</c:v>
                </c:pt>
                <c:pt idx="2305">
                  <c:v>0.35499999999999998</c:v>
                </c:pt>
                <c:pt idx="2306">
                  <c:v>0.35499999999999998</c:v>
                </c:pt>
                <c:pt idx="2307">
                  <c:v>0.35499999999999998</c:v>
                </c:pt>
                <c:pt idx="2308">
                  <c:v>0.35499999999999998</c:v>
                </c:pt>
                <c:pt idx="2309">
                  <c:v>0.35499999999999998</c:v>
                </c:pt>
                <c:pt idx="2310">
                  <c:v>0.35499999999999998</c:v>
                </c:pt>
                <c:pt idx="2311">
                  <c:v>0.35499999999999998</c:v>
                </c:pt>
                <c:pt idx="2312">
                  <c:v>0.35499999999999998</c:v>
                </c:pt>
                <c:pt idx="2313">
                  <c:v>0.35499999999999998</c:v>
                </c:pt>
                <c:pt idx="2314">
                  <c:v>0.35499999999999998</c:v>
                </c:pt>
                <c:pt idx="2315">
                  <c:v>0.35499999999999998</c:v>
                </c:pt>
                <c:pt idx="2316">
                  <c:v>0.35499999999999998</c:v>
                </c:pt>
                <c:pt idx="2317">
                  <c:v>0.35499999999999998</c:v>
                </c:pt>
                <c:pt idx="2318">
                  <c:v>0.35499999999999998</c:v>
                </c:pt>
                <c:pt idx="2319">
                  <c:v>0.35499999999999998</c:v>
                </c:pt>
                <c:pt idx="2320">
                  <c:v>0.35499999999999998</c:v>
                </c:pt>
                <c:pt idx="2321">
                  <c:v>0.35499999999999998</c:v>
                </c:pt>
                <c:pt idx="2322">
                  <c:v>0.35499999999999998</c:v>
                </c:pt>
                <c:pt idx="2323">
                  <c:v>0.35499999999999998</c:v>
                </c:pt>
                <c:pt idx="2324">
                  <c:v>0.35499999999999998</c:v>
                </c:pt>
                <c:pt idx="2325">
                  <c:v>0.35499999999999998</c:v>
                </c:pt>
                <c:pt idx="2326">
                  <c:v>0.35499999999999998</c:v>
                </c:pt>
                <c:pt idx="2327">
                  <c:v>0.35499999999999998</c:v>
                </c:pt>
                <c:pt idx="2328">
                  <c:v>0.35499999999999998</c:v>
                </c:pt>
                <c:pt idx="2329">
                  <c:v>0.35499999999999998</c:v>
                </c:pt>
                <c:pt idx="2330">
                  <c:v>0.35499999999999998</c:v>
                </c:pt>
                <c:pt idx="2331">
                  <c:v>0.35499999999999998</c:v>
                </c:pt>
                <c:pt idx="2332">
                  <c:v>0.35499999999999998</c:v>
                </c:pt>
                <c:pt idx="2333">
                  <c:v>0.35499999999999998</c:v>
                </c:pt>
                <c:pt idx="2334">
                  <c:v>0.35499999999999998</c:v>
                </c:pt>
                <c:pt idx="2335">
                  <c:v>0.35499999999999998</c:v>
                </c:pt>
                <c:pt idx="2336">
                  <c:v>0.35499999999999998</c:v>
                </c:pt>
                <c:pt idx="2337">
                  <c:v>0.35499999999999998</c:v>
                </c:pt>
                <c:pt idx="2338">
                  <c:v>0.35499999999999998</c:v>
                </c:pt>
                <c:pt idx="2339">
                  <c:v>0.35499999999999998</c:v>
                </c:pt>
                <c:pt idx="2340">
                  <c:v>0.35499999999999998</c:v>
                </c:pt>
                <c:pt idx="2341">
                  <c:v>0.35499999999999998</c:v>
                </c:pt>
                <c:pt idx="2342">
                  <c:v>0.35499999999999998</c:v>
                </c:pt>
                <c:pt idx="2343">
                  <c:v>0.35499999999999998</c:v>
                </c:pt>
                <c:pt idx="2344">
                  <c:v>0.35499999999999998</c:v>
                </c:pt>
                <c:pt idx="2345">
                  <c:v>0.35499999999999998</c:v>
                </c:pt>
                <c:pt idx="2346">
                  <c:v>0.35499999999999998</c:v>
                </c:pt>
                <c:pt idx="2347">
                  <c:v>0.35499999999999998</c:v>
                </c:pt>
                <c:pt idx="2348">
                  <c:v>0.35499999999999998</c:v>
                </c:pt>
                <c:pt idx="2349">
                  <c:v>0.35499999999999998</c:v>
                </c:pt>
                <c:pt idx="2350">
                  <c:v>0.35499999999999998</c:v>
                </c:pt>
                <c:pt idx="2351">
                  <c:v>0.35499999999999998</c:v>
                </c:pt>
                <c:pt idx="2352">
                  <c:v>0.35499999999999998</c:v>
                </c:pt>
                <c:pt idx="2353">
                  <c:v>0.35499999999999998</c:v>
                </c:pt>
                <c:pt idx="2354">
                  <c:v>0.35499999999999998</c:v>
                </c:pt>
                <c:pt idx="2355">
                  <c:v>0.35499999999999998</c:v>
                </c:pt>
                <c:pt idx="2356">
                  <c:v>0.35499999999999998</c:v>
                </c:pt>
                <c:pt idx="2357">
                  <c:v>0.35499999999999998</c:v>
                </c:pt>
                <c:pt idx="2358">
                  <c:v>0.35499999999999998</c:v>
                </c:pt>
                <c:pt idx="2359">
                  <c:v>0.35499999999999998</c:v>
                </c:pt>
                <c:pt idx="2360">
                  <c:v>0.35499999999999998</c:v>
                </c:pt>
                <c:pt idx="2361">
                  <c:v>0.35499999999999998</c:v>
                </c:pt>
                <c:pt idx="2362">
                  <c:v>0.35499999999999998</c:v>
                </c:pt>
                <c:pt idx="2363">
                  <c:v>0.35499999999999998</c:v>
                </c:pt>
                <c:pt idx="2364">
                  <c:v>0.35499999999999998</c:v>
                </c:pt>
                <c:pt idx="2365">
                  <c:v>0.35499999999999998</c:v>
                </c:pt>
                <c:pt idx="2366">
                  <c:v>0.35499999999999998</c:v>
                </c:pt>
                <c:pt idx="2367">
                  <c:v>0.35499999999999998</c:v>
                </c:pt>
                <c:pt idx="2368">
                  <c:v>0.35499999999999998</c:v>
                </c:pt>
                <c:pt idx="2369">
                  <c:v>0.35499999999999998</c:v>
                </c:pt>
                <c:pt idx="2370">
                  <c:v>0.35499999999999998</c:v>
                </c:pt>
                <c:pt idx="2371">
                  <c:v>0.35499999999999998</c:v>
                </c:pt>
                <c:pt idx="2372">
                  <c:v>0.35499999999999998</c:v>
                </c:pt>
                <c:pt idx="2373">
                  <c:v>0.35499999999999998</c:v>
                </c:pt>
                <c:pt idx="2374">
                  <c:v>0.35499999999999998</c:v>
                </c:pt>
                <c:pt idx="2375">
                  <c:v>0.35499999999999998</c:v>
                </c:pt>
                <c:pt idx="2376">
                  <c:v>0.35499999999999998</c:v>
                </c:pt>
                <c:pt idx="2377">
                  <c:v>0.35499999999999998</c:v>
                </c:pt>
                <c:pt idx="2378">
                  <c:v>0.35499999999999998</c:v>
                </c:pt>
                <c:pt idx="2379">
                  <c:v>0.35499999999999998</c:v>
                </c:pt>
                <c:pt idx="2380">
                  <c:v>0.35499999999999998</c:v>
                </c:pt>
                <c:pt idx="2381">
                  <c:v>0.35499999999999998</c:v>
                </c:pt>
                <c:pt idx="2382">
                  <c:v>0.35499999999999998</c:v>
                </c:pt>
                <c:pt idx="2383">
                  <c:v>0.35499999999999998</c:v>
                </c:pt>
                <c:pt idx="2384">
                  <c:v>0.35499999999999998</c:v>
                </c:pt>
                <c:pt idx="2385">
                  <c:v>0.35499999999999998</c:v>
                </c:pt>
                <c:pt idx="2386">
                  <c:v>0.35499999999999998</c:v>
                </c:pt>
                <c:pt idx="2387">
                  <c:v>0.35499999999999998</c:v>
                </c:pt>
                <c:pt idx="2388">
                  <c:v>0.35499999999999998</c:v>
                </c:pt>
                <c:pt idx="2389">
                  <c:v>0.35499999999999998</c:v>
                </c:pt>
                <c:pt idx="2390">
                  <c:v>0.35499999999999998</c:v>
                </c:pt>
                <c:pt idx="2391">
                  <c:v>0.35499999999999998</c:v>
                </c:pt>
                <c:pt idx="2392">
                  <c:v>0.35499999999999998</c:v>
                </c:pt>
                <c:pt idx="2393">
                  <c:v>0.35499999999999998</c:v>
                </c:pt>
                <c:pt idx="2394">
                  <c:v>0.35499999999999998</c:v>
                </c:pt>
                <c:pt idx="2395">
                  <c:v>0.35499999999999998</c:v>
                </c:pt>
                <c:pt idx="2396">
                  <c:v>0.35499999999999998</c:v>
                </c:pt>
                <c:pt idx="2397">
                  <c:v>0.35499999999999998</c:v>
                </c:pt>
                <c:pt idx="2398">
                  <c:v>0.35499999999999998</c:v>
                </c:pt>
                <c:pt idx="2399">
                  <c:v>0.35499999999999998</c:v>
                </c:pt>
                <c:pt idx="2400">
                  <c:v>0.35499999999999998</c:v>
                </c:pt>
                <c:pt idx="2401">
                  <c:v>0.35499999999999998</c:v>
                </c:pt>
                <c:pt idx="2402">
                  <c:v>0.35499999999999998</c:v>
                </c:pt>
                <c:pt idx="2403">
                  <c:v>0.35499999999999998</c:v>
                </c:pt>
                <c:pt idx="2404">
                  <c:v>0.35499999999999998</c:v>
                </c:pt>
                <c:pt idx="2405">
                  <c:v>0.35499999999999998</c:v>
                </c:pt>
                <c:pt idx="2406">
                  <c:v>0.35499999999999998</c:v>
                </c:pt>
                <c:pt idx="2407">
                  <c:v>0.35499999999999998</c:v>
                </c:pt>
                <c:pt idx="2408">
                  <c:v>0.35499999999999998</c:v>
                </c:pt>
                <c:pt idx="2409">
                  <c:v>0.35499999999999998</c:v>
                </c:pt>
                <c:pt idx="2410">
                  <c:v>0.35499999999999998</c:v>
                </c:pt>
                <c:pt idx="2411">
                  <c:v>0.35499999999999998</c:v>
                </c:pt>
                <c:pt idx="2412">
                  <c:v>0.35499999999999998</c:v>
                </c:pt>
                <c:pt idx="2413">
                  <c:v>0.35499999999999998</c:v>
                </c:pt>
                <c:pt idx="2414">
                  <c:v>0.35499999999999998</c:v>
                </c:pt>
                <c:pt idx="2415">
                  <c:v>0.35499999999999998</c:v>
                </c:pt>
                <c:pt idx="2416">
                  <c:v>0.35499999999999998</c:v>
                </c:pt>
                <c:pt idx="2417">
                  <c:v>0.35499999999999998</c:v>
                </c:pt>
                <c:pt idx="2418">
                  <c:v>0.35499999999999998</c:v>
                </c:pt>
                <c:pt idx="2419">
                  <c:v>0.35499999999999998</c:v>
                </c:pt>
                <c:pt idx="2420">
                  <c:v>0.35499999999999998</c:v>
                </c:pt>
                <c:pt idx="2421">
                  <c:v>0.35499999999999998</c:v>
                </c:pt>
                <c:pt idx="2422">
                  <c:v>0.35499999999999998</c:v>
                </c:pt>
                <c:pt idx="2423">
                  <c:v>0.35499999999999998</c:v>
                </c:pt>
                <c:pt idx="2424">
                  <c:v>0.35499999999999998</c:v>
                </c:pt>
                <c:pt idx="2425">
                  <c:v>0.35499999999999998</c:v>
                </c:pt>
                <c:pt idx="2426">
                  <c:v>0.35499999999999998</c:v>
                </c:pt>
                <c:pt idx="2427">
                  <c:v>0.35499999999999998</c:v>
                </c:pt>
                <c:pt idx="2428">
                  <c:v>0.35499999999999998</c:v>
                </c:pt>
                <c:pt idx="2429">
                  <c:v>0.35499999999999998</c:v>
                </c:pt>
                <c:pt idx="2430">
                  <c:v>0.35499999999999998</c:v>
                </c:pt>
                <c:pt idx="2431">
                  <c:v>0.35499999999999998</c:v>
                </c:pt>
                <c:pt idx="2432">
                  <c:v>0.35499999999999998</c:v>
                </c:pt>
                <c:pt idx="2433">
                  <c:v>0.35499999999999998</c:v>
                </c:pt>
                <c:pt idx="2434">
                  <c:v>0.35499999999999998</c:v>
                </c:pt>
                <c:pt idx="2435">
                  <c:v>0.35499999999999998</c:v>
                </c:pt>
                <c:pt idx="2436">
                  <c:v>0.35499999999999998</c:v>
                </c:pt>
                <c:pt idx="2437">
                  <c:v>0.35499999999999998</c:v>
                </c:pt>
                <c:pt idx="2438">
                  <c:v>0.35499999999999998</c:v>
                </c:pt>
                <c:pt idx="2439">
                  <c:v>0.35499999999999998</c:v>
                </c:pt>
                <c:pt idx="2440">
                  <c:v>0.35499999999999998</c:v>
                </c:pt>
                <c:pt idx="2441">
                  <c:v>0.35499999999999998</c:v>
                </c:pt>
                <c:pt idx="2442">
                  <c:v>0.35499999999999998</c:v>
                </c:pt>
                <c:pt idx="2443">
                  <c:v>0.35499999999999998</c:v>
                </c:pt>
                <c:pt idx="2444">
                  <c:v>0.35499999999999998</c:v>
                </c:pt>
                <c:pt idx="2445">
                  <c:v>0.35499999999999998</c:v>
                </c:pt>
                <c:pt idx="2446">
                  <c:v>0.35499999999999998</c:v>
                </c:pt>
                <c:pt idx="2447">
                  <c:v>0.35499999999999998</c:v>
                </c:pt>
                <c:pt idx="2448">
                  <c:v>0.35499999999999998</c:v>
                </c:pt>
                <c:pt idx="2449">
                  <c:v>0.35499999999999998</c:v>
                </c:pt>
                <c:pt idx="2450">
                  <c:v>0.35499999999999998</c:v>
                </c:pt>
                <c:pt idx="2451">
                  <c:v>0.35499999999999998</c:v>
                </c:pt>
                <c:pt idx="2452">
                  <c:v>0.35499999999999998</c:v>
                </c:pt>
                <c:pt idx="2453">
                  <c:v>0.35499999999999998</c:v>
                </c:pt>
                <c:pt idx="2454">
                  <c:v>0.35499999999999998</c:v>
                </c:pt>
                <c:pt idx="2455">
                  <c:v>0.35499999999999998</c:v>
                </c:pt>
                <c:pt idx="2456">
                  <c:v>0.35499999999999998</c:v>
                </c:pt>
                <c:pt idx="2457">
                  <c:v>0.35499999999999998</c:v>
                </c:pt>
                <c:pt idx="2458">
                  <c:v>0.35499999999999998</c:v>
                </c:pt>
                <c:pt idx="2459">
                  <c:v>0.35499999999999998</c:v>
                </c:pt>
                <c:pt idx="2460">
                  <c:v>0.35499999999999998</c:v>
                </c:pt>
                <c:pt idx="2461">
                  <c:v>0.35499999999999998</c:v>
                </c:pt>
                <c:pt idx="2462">
                  <c:v>0.35499999999999998</c:v>
                </c:pt>
                <c:pt idx="2463">
                  <c:v>0.35499999999999998</c:v>
                </c:pt>
                <c:pt idx="2464">
                  <c:v>0.35499999999999998</c:v>
                </c:pt>
                <c:pt idx="2465">
                  <c:v>0.35499999999999998</c:v>
                </c:pt>
                <c:pt idx="2466">
                  <c:v>0.35499999999999998</c:v>
                </c:pt>
                <c:pt idx="2467">
                  <c:v>0.35499999999999998</c:v>
                </c:pt>
                <c:pt idx="2468">
                  <c:v>0.35499999999999998</c:v>
                </c:pt>
                <c:pt idx="2469">
                  <c:v>0.35499999999999998</c:v>
                </c:pt>
                <c:pt idx="2470">
                  <c:v>0.35499999999999998</c:v>
                </c:pt>
                <c:pt idx="2471">
                  <c:v>0.35499999999999998</c:v>
                </c:pt>
                <c:pt idx="2472">
                  <c:v>0.35499999999999998</c:v>
                </c:pt>
                <c:pt idx="2473">
                  <c:v>0.35499999999999998</c:v>
                </c:pt>
                <c:pt idx="2474">
                  <c:v>0.35499999999999998</c:v>
                </c:pt>
                <c:pt idx="2475">
                  <c:v>0.35499999999999998</c:v>
                </c:pt>
                <c:pt idx="2476">
                  <c:v>0.35499999999999998</c:v>
                </c:pt>
                <c:pt idx="2477">
                  <c:v>0.35499999999999998</c:v>
                </c:pt>
                <c:pt idx="2478">
                  <c:v>0.35499999999999998</c:v>
                </c:pt>
                <c:pt idx="2479">
                  <c:v>0.35499999999999998</c:v>
                </c:pt>
                <c:pt idx="2480">
                  <c:v>0.35499999999999998</c:v>
                </c:pt>
                <c:pt idx="2481">
                  <c:v>0.35499999999999998</c:v>
                </c:pt>
                <c:pt idx="2482">
                  <c:v>0.35499999999999998</c:v>
                </c:pt>
                <c:pt idx="2483">
                  <c:v>0.35499999999999998</c:v>
                </c:pt>
                <c:pt idx="2484">
                  <c:v>0.35499999999999998</c:v>
                </c:pt>
                <c:pt idx="2485">
                  <c:v>0.35499999999999998</c:v>
                </c:pt>
                <c:pt idx="2486">
                  <c:v>0.35499999999999998</c:v>
                </c:pt>
                <c:pt idx="2487">
                  <c:v>0.35499999999999998</c:v>
                </c:pt>
                <c:pt idx="2488">
                  <c:v>0.35499999999999998</c:v>
                </c:pt>
                <c:pt idx="2489">
                  <c:v>0.35499999999999998</c:v>
                </c:pt>
                <c:pt idx="2490">
                  <c:v>0.35499999999999998</c:v>
                </c:pt>
                <c:pt idx="2491">
                  <c:v>0.35499999999999998</c:v>
                </c:pt>
                <c:pt idx="2492">
                  <c:v>0.35499999999999998</c:v>
                </c:pt>
                <c:pt idx="2493">
                  <c:v>0.35499999999999998</c:v>
                </c:pt>
                <c:pt idx="2494">
                  <c:v>0.35499999999999998</c:v>
                </c:pt>
                <c:pt idx="2495">
                  <c:v>0.35499999999999998</c:v>
                </c:pt>
                <c:pt idx="2496">
                  <c:v>0.35499999999999998</c:v>
                </c:pt>
                <c:pt idx="2497">
                  <c:v>0.35499999999999998</c:v>
                </c:pt>
                <c:pt idx="2498">
                  <c:v>0.35499999999999998</c:v>
                </c:pt>
                <c:pt idx="2499">
                  <c:v>0.35499999999999998</c:v>
                </c:pt>
                <c:pt idx="2500">
                  <c:v>0.35499999999999998</c:v>
                </c:pt>
                <c:pt idx="2501">
                  <c:v>0.35499999999999998</c:v>
                </c:pt>
                <c:pt idx="2502">
                  <c:v>0.35499999999999998</c:v>
                </c:pt>
                <c:pt idx="2503">
                  <c:v>0.35499999999999998</c:v>
                </c:pt>
                <c:pt idx="2504">
                  <c:v>0.35499999999999998</c:v>
                </c:pt>
                <c:pt idx="2505">
                  <c:v>0.35499999999999998</c:v>
                </c:pt>
                <c:pt idx="2506">
                  <c:v>0.35499999999999998</c:v>
                </c:pt>
                <c:pt idx="2507">
                  <c:v>0.35499999999999998</c:v>
                </c:pt>
                <c:pt idx="2508">
                  <c:v>0.35499999999999998</c:v>
                </c:pt>
                <c:pt idx="2509">
                  <c:v>0.35499999999999998</c:v>
                </c:pt>
                <c:pt idx="2510">
                  <c:v>0.35499999999999998</c:v>
                </c:pt>
                <c:pt idx="2511">
                  <c:v>0.35499999999999998</c:v>
                </c:pt>
                <c:pt idx="2512">
                  <c:v>0.35499999999999998</c:v>
                </c:pt>
                <c:pt idx="2513">
                  <c:v>0.35499999999999998</c:v>
                </c:pt>
                <c:pt idx="2514">
                  <c:v>0.35499999999999998</c:v>
                </c:pt>
                <c:pt idx="2515">
                  <c:v>0.35499999999999998</c:v>
                </c:pt>
                <c:pt idx="2516">
                  <c:v>0.35499999999999998</c:v>
                </c:pt>
                <c:pt idx="2517">
                  <c:v>0.35499999999999998</c:v>
                </c:pt>
                <c:pt idx="2518">
                  <c:v>0.35499999999999998</c:v>
                </c:pt>
                <c:pt idx="2519">
                  <c:v>0.35499999999999998</c:v>
                </c:pt>
                <c:pt idx="2520">
                  <c:v>0.35499999999999998</c:v>
                </c:pt>
                <c:pt idx="2521">
                  <c:v>0.35499999999999998</c:v>
                </c:pt>
                <c:pt idx="2522">
                  <c:v>0.35499999999999998</c:v>
                </c:pt>
                <c:pt idx="2523">
                  <c:v>0.35499999999999998</c:v>
                </c:pt>
                <c:pt idx="2524">
                  <c:v>0.35499999999999998</c:v>
                </c:pt>
                <c:pt idx="2525">
                  <c:v>0.35499999999999998</c:v>
                </c:pt>
                <c:pt idx="2526">
                  <c:v>0.35499999999999998</c:v>
                </c:pt>
                <c:pt idx="2527">
                  <c:v>0.35499999999999998</c:v>
                </c:pt>
                <c:pt idx="2528">
                  <c:v>0.35499999999999998</c:v>
                </c:pt>
                <c:pt idx="2529">
                  <c:v>0.35499999999999998</c:v>
                </c:pt>
                <c:pt idx="2530">
                  <c:v>0.35499999999999998</c:v>
                </c:pt>
                <c:pt idx="2531">
                  <c:v>0.35499999999999998</c:v>
                </c:pt>
                <c:pt idx="2532">
                  <c:v>0.35499999999999998</c:v>
                </c:pt>
                <c:pt idx="2533">
                  <c:v>0.35499999999999998</c:v>
                </c:pt>
                <c:pt idx="2534">
                  <c:v>0.35499999999999998</c:v>
                </c:pt>
                <c:pt idx="2535">
                  <c:v>0.35499999999999998</c:v>
                </c:pt>
                <c:pt idx="2536">
                  <c:v>0.35499999999999998</c:v>
                </c:pt>
                <c:pt idx="2537">
                  <c:v>0.35499999999999998</c:v>
                </c:pt>
                <c:pt idx="2538">
                  <c:v>0.35499999999999998</c:v>
                </c:pt>
                <c:pt idx="2539">
                  <c:v>0.35499999999999998</c:v>
                </c:pt>
                <c:pt idx="2540">
                  <c:v>0.35499999999999998</c:v>
                </c:pt>
                <c:pt idx="2541">
                  <c:v>0.35499999999999998</c:v>
                </c:pt>
                <c:pt idx="2542">
                  <c:v>0.35499999999999998</c:v>
                </c:pt>
                <c:pt idx="2543">
                  <c:v>0.35499999999999998</c:v>
                </c:pt>
                <c:pt idx="2544">
                  <c:v>0.35499999999999998</c:v>
                </c:pt>
                <c:pt idx="2545">
                  <c:v>0.35499999999999998</c:v>
                </c:pt>
                <c:pt idx="2546">
                  <c:v>0.35499999999999998</c:v>
                </c:pt>
                <c:pt idx="2547">
                  <c:v>0.35499999999999998</c:v>
                </c:pt>
                <c:pt idx="2548">
                  <c:v>0.35499999999999998</c:v>
                </c:pt>
                <c:pt idx="2549">
                  <c:v>0.35499999999999998</c:v>
                </c:pt>
                <c:pt idx="2550">
                  <c:v>0.35499999999999998</c:v>
                </c:pt>
                <c:pt idx="2551">
                  <c:v>0.35499999999999998</c:v>
                </c:pt>
                <c:pt idx="2552">
                  <c:v>0.35499999999999998</c:v>
                </c:pt>
                <c:pt idx="2553">
                  <c:v>0.35499999999999998</c:v>
                </c:pt>
                <c:pt idx="2554">
                  <c:v>0.35499999999999998</c:v>
                </c:pt>
                <c:pt idx="2555">
                  <c:v>0.35499999999999998</c:v>
                </c:pt>
                <c:pt idx="2556">
                  <c:v>0.35499999999999998</c:v>
                </c:pt>
                <c:pt idx="2557">
                  <c:v>0.35499999999999998</c:v>
                </c:pt>
                <c:pt idx="2558">
                  <c:v>0.3417</c:v>
                </c:pt>
                <c:pt idx="2559">
                  <c:v>0.34</c:v>
                </c:pt>
                <c:pt idx="2560">
                  <c:v>0.34</c:v>
                </c:pt>
                <c:pt idx="2561">
                  <c:v>0.34</c:v>
                </c:pt>
                <c:pt idx="2562">
                  <c:v>0.34</c:v>
                </c:pt>
                <c:pt idx="2563">
                  <c:v>0.34</c:v>
                </c:pt>
                <c:pt idx="2564">
                  <c:v>0.34</c:v>
                </c:pt>
                <c:pt idx="2565">
                  <c:v>0.34</c:v>
                </c:pt>
                <c:pt idx="2566">
                  <c:v>0.34</c:v>
                </c:pt>
                <c:pt idx="2567">
                  <c:v>0.34</c:v>
                </c:pt>
                <c:pt idx="2568">
                  <c:v>0.34</c:v>
                </c:pt>
                <c:pt idx="2569">
                  <c:v>0.34</c:v>
                </c:pt>
                <c:pt idx="2570">
                  <c:v>0.34</c:v>
                </c:pt>
                <c:pt idx="2571">
                  <c:v>0.34</c:v>
                </c:pt>
                <c:pt idx="2572">
                  <c:v>0.34</c:v>
                </c:pt>
                <c:pt idx="2573">
                  <c:v>0.34</c:v>
                </c:pt>
                <c:pt idx="2574">
                  <c:v>0.34</c:v>
                </c:pt>
                <c:pt idx="2575">
                  <c:v>0.34</c:v>
                </c:pt>
                <c:pt idx="2576">
                  <c:v>0.34</c:v>
                </c:pt>
                <c:pt idx="2577">
                  <c:v>0.34</c:v>
                </c:pt>
                <c:pt idx="2578">
                  <c:v>0.34</c:v>
                </c:pt>
                <c:pt idx="2579">
                  <c:v>0.34</c:v>
                </c:pt>
                <c:pt idx="2580">
                  <c:v>0.34</c:v>
                </c:pt>
                <c:pt idx="2581">
                  <c:v>0.34</c:v>
                </c:pt>
                <c:pt idx="2582">
                  <c:v>0.34</c:v>
                </c:pt>
                <c:pt idx="2583">
                  <c:v>0.34</c:v>
                </c:pt>
                <c:pt idx="2584">
                  <c:v>0.34</c:v>
                </c:pt>
                <c:pt idx="2585">
                  <c:v>0.34</c:v>
                </c:pt>
                <c:pt idx="2586">
                  <c:v>0.34</c:v>
                </c:pt>
                <c:pt idx="2587">
                  <c:v>0.34</c:v>
                </c:pt>
                <c:pt idx="2588">
                  <c:v>0.34</c:v>
                </c:pt>
                <c:pt idx="2589">
                  <c:v>0.34</c:v>
                </c:pt>
                <c:pt idx="2590">
                  <c:v>0.34</c:v>
                </c:pt>
                <c:pt idx="2591">
                  <c:v>0.34</c:v>
                </c:pt>
                <c:pt idx="2592">
                  <c:v>0.34</c:v>
                </c:pt>
                <c:pt idx="2593">
                  <c:v>0.34</c:v>
                </c:pt>
                <c:pt idx="2594">
                  <c:v>0.34</c:v>
                </c:pt>
                <c:pt idx="2595">
                  <c:v>0.34</c:v>
                </c:pt>
                <c:pt idx="2596">
                  <c:v>0.34</c:v>
                </c:pt>
                <c:pt idx="2597">
                  <c:v>0.34</c:v>
                </c:pt>
                <c:pt idx="2598">
                  <c:v>0.34</c:v>
                </c:pt>
                <c:pt idx="2599">
                  <c:v>0.34</c:v>
                </c:pt>
                <c:pt idx="2600">
                  <c:v>0.34</c:v>
                </c:pt>
                <c:pt idx="2601">
                  <c:v>0.34</c:v>
                </c:pt>
                <c:pt idx="2602">
                  <c:v>0.34</c:v>
                </c:pt>
                <c:pt idx="2603">
                  <c:v>0.34</c:v>
                </c:pt>
                <c:pt idx="2604">
                  <c:v>0.34</c:v>
                </c:pt>
                <c:pt idx="2605">
                  <c:v>0.34</c:v>
                </c:pt>
                <c:pt idx="2606">
                  <c:v>0.34</c:v>
                </c:pt>
                <c:pt idx="2607">
                  <c:v>0.34</c:v>
                </c:pt>
                <c:pt idx="2608">
                  <c:v>0.34</c:v>
                </c:pt>
                <c:pt idx="2609">
                  <c:v>0.34</c:v>
                </c:pt>
                <c:pt idx="2610">
                  <c:v>0.34</c:v>
                </c:pt>
                <c:pt idx="2611">
                  <c:v>0.34</c:v>
                </c:pt>
                <c:pt idx="2612">
                  <c:v>0.34</c:v>
                </c:pt>
                <c:pt idx="2613">
                  <c:v>0.34</c:v>
                </c:pt>
                <c:pt idx="2614">
                  <c:v>0.34</c:v>
                </c:pt>
                <c:pt idx="2615">
                  <c:v>0.34</c:v>
                </c:pt>
                <c:pt idx="2616">
                  <c:v>0.34</c:v>
                </c:pt>
                <c:pt idx="2617">
                  <c:v>0.34</c:v>
                </c:pt>
                <c:pt idx="2618">
                  <c:v>0.34</c:v>
                </c:pt>
                <c:pt idx="2619">
                  <c:v>0.34</c:v>
                </c:pt>
                <c:pt idx="2620">
                  <c:v>0.34</c:v>
                </c:pt>
                <c:pt idx="2621">
                  <c:v>0.34</c:v>
                </c:pt>
                <c:pt idx="2622">
                  <c:v>0.34</c:v>
                </c:pt>
                <c:pt idx="2623">
                  <c:v>0.34</c:v>
                </c:pt>
                <c:pt idx="2624">
                  <c:v>0.34</c:v>
                </c:pt>
                <c:pt idx="2625">
                  <c:v>0.34</c:v>
                </c:pt>
                <c:pt idx="2626">
                  <c:v>0.34</c:v>
                </c:pt>
                <c:pt idx="2627">
                  <c:v>0.34</c:v>
                </c:pt>
                <c:pt idx="2628">
                  <c:v>0.34</c:v>
                </c:pt>
                <c:pt idx="2629">
                  <c:v>0.34</c:v>
                </c:pt>
                <c:pt idx="2630">
                  <c:v>0.34</c:v>
                </c:pt>
                <c:pt idx="2631">
                  <c:v>0.34</c:v>
                </c:pt>
                <c:pt idx="2632">
                  <c:v>0.34</c:v>
                </c:pt>
                <c:pt idx="2633">
                  <c:v>0.34</c:v>
                </c:pt>
                <c:pt idx="2634">
                  <c:v>0.34</c:v>
                </c:pt>
                <c:pt idx="2635">
                  <c:v>0.34</c:v>
                </c:pt>
                <c:pt idx="2636">
                  <c:v>0.34</c:v>
                </c:pt>
                <c:pt idx="2637">
                  <c:v>0.34</c:v>
                </c:pt>
                <c:pt idx="2638">
                  <c:v>0.34</c:v>
                </c:pt>
                <c:pt idx="2639">
                  <c:v>0.34</c:v>
                </c:pt>
                <c:pt idx="2640">
                  <c:v>0.34</c:v>
                </c:pt>
                <c:pt idx="2641">
                  <c:v>0.34</c:v>
                </c:pt>
                <c:pt idx="2642">
                  <c:v>0.34</c:v>
                </c:pt>
                <c:pt idx="2643">
                  <c:v>0.34</c:v>
                </c:pt>
                <c:pt idx="2644">
                  <c:v>0.34</c:v>
                </c:pt>
                <c:pt idx="2645">
                  <c:v>0.34</c:v>
                </c:pt>
                <c:pt idx="2646">
                  <c:v>0.34</c:v>
                </c:pt>
                <c:pt idx="2647">
                  <c:v>0.34</c:v>
                </c:pt>
                <c:pt idx="2648">
                  <c:v>0.34</c:v>
                </c:pt>
                <c:pt idx="2649">
                  <c:v>0.34</c:v>
                </c:pt>
                <c:pt idx="2650">
                  <c:v>0.34</c:v>
                </c:pt>
                <c:pt idx="2651">
                  <c:v>0.34</c:v>
                </c:pt>
                <c:pt idx="2652">
                  <c:v>0.34</c:v>
                </c:pt>
                <c:pt idx="2653">
                  <c:v>0.34</c:v>
                </c:pt>
                <c:pt idx="2654">
                  <c:v>0.34</c:v>
                </c:pt>
                <c:pt idx="2655">
                  <c:v>0.34</c:v>
                </c:pt>
                <c:pt idx="2656">
                  <c:v>0.34</c:v>
                </c:pt>
                <c:pt idx="2657">
                  <c:v>0.34</c:v>
                </c:pt>
                <c:pt idx="2658">
                  <c:v>0.34</c:v>
                </c:pt>
                <c:pt idx="2659">
                  <c:v>0.34</c:v>
                </c:pt>
                <c:pt idx="2660">
                  <c:v>0.34</c:v>
                </c:pt>
                <c:pt idx="2661">
                  <c:v>0.34</c:v>
                </c:pt>
                <c:pt idx="2662">
                  <c:v>0.34</c:v>
                </c:pt>
                <c:pt idx="2663">
                  <c:v>0.34</c:v>
                </c:pt>
                <c:pt idx="2664">
                  <c:v>0.34</c:v>
                </c:pt>
                <c:pt idx="2665">
                  <c:v>0.34</c:v>
                </c:pt>
                <c:pt idx="2666">
                  <c:v>0.34</c:v>
                </c:pt>
                <c:pt idx="2667">
                  <c:v>0.34</c:v>
                </c:pt>
                <c:pt idx="2668">
                  <c:v>0.34</c:v>
                </c:pt>
                <c:pt idx="2669">
                  <c:v>0.34</c:v>
                </c:pt>
                <c:pt idx="2670">
                  <c:v>0.34</c:v>
                </c:pt>
                <c:pt idx="2671">
                  <c:v>0.34</c:v>
                </c:pt>
                <c:pt idx="2672">
                  <c:v>0.34</c:v>
                </c:pt>
                <c:pt idx="2673">
                  <c:v>0.34</c:v>
                </c:pt>
                <c:pt idx="2674">
                  <c:v>0.34</c:v>
                </c:pt>
                <c:pt idx="2675">
                  <c:v>0.34</c:v>
                </c:pt>
                <c:pt idx="2676">
                  <c:v>0.34</c:v>
                </c:pt>
                <c:pt idx="2677">
                  <c:v>0.34</c:v>
                </c:pt>
                <c:pt idx="2678">
                  <c:v>0.34</c:v>
                </c:pt>
                <c:pt idx="2679">
                  <c:v>0.34</c:v>
                </c:pt>
                <c:pt idx="2680">
                  <c:v>0.34</c:v>
                </c:pt>
                <c:pt idx="2681">
                  <c:v>0.34</c:v>
                </c:pt>
                <c:pt idx="2682">
                  <c:v>0.34</c:v>
                </c:pt>
                <c:pt idx="2683">
                  <c:v>0.34</c:v>
                </c:pt>
                <c:pt idx="2684">
                  <c:v>0.34</c:v>
                </c:pt>
                <c:pt idx="2685">
                  <c:v>0.34</c:v>
                </c:pt>
                <c:pt idx="2686">
                  <c:v>0.34</c:v>
                </c:pt>
                <c:pt idx="2687">
                  <c:v>0.34</c:v>
                </c:pt>
                <c:pt idx="2688">
                  <c:v>0.34</c:v>
                </c:pt>
                <c:pt idx="2689">
                  <c:v>0.34</c:v>
                </c:pt>
                <c:pt idx="2690">
                  <c:v>0.34</c:v>
                </c:pt>
                <c:pt idx="2691">
                  <c:v>0.34</c:v>
                </c:pt>
                <c:pt idx="2692">
                  <c:v>0.34</c:v>
                </c:pt>
                <c:pt idx="2693">
                  <c:v>0.34</c:v>
                </c:pt>
                <c:pt idx="2694">
                  <c:v>0.34</c:v>
                </c:pt>
                <c:pt idx="2695">
                  <c:v>0.34</c:v>
                </c:pt>
                <c:pt idx="2696">
                  <c:v>0.34</c:v>
                </c:pt>
                <c:pt idx="2697">
                  <c:v>0.34</c:v>
                </c:pt>
                <c:pt idx="2698">
                  <c:v>0.34</c:v>
                </c:pt>
                <c:pt idx="2699">
                  <c:v>0.34</c:v>
                </c:pt>
                <c:pt idx="2700">
                  <c:v>0.34</c:v>
                </c:pt>
                <c:pt idx="2701">
                  <c:v>0.34</c:v>
                </c:pt>
                <c:pt idx="2702">
                  <c:v>0.34</c:v>
                </c:pt>
                <c:pt idx="2703">
                  <c:v>0.34</c:v>
                </c:pt>
                <c:pt idx="2704">
                  <c:v>0.34</c:v>
                </c:pt>
                <c:pt idx="2705">
                  <c:v>0.34</c:v>
                </c:pt>
                <c:pt idx="2706">
                  <c:v>0.34</c:v>
                </c:pt>
                <c:pt idx="2707">
                  <c:v>0.34</c:v>
                </c:pt>
                <c:pt idx="2708">
                  <c:v>0.34</c:v>
                </c:pt>
                <c:pt idx="2709">
                  <c:v>0.34</c:v>
                </c:pt>
                <c:pt idx="2710">
                  <c:v>0.34</c:v>
                </c:pt>
                <c:pt idx="2711">
                  <c:v>0.34</c:v>
                </c:pt>
                <c:pt idx="2712">
                  <c:v>0.34</c:v>
                </c:pt>
                <c:pt idx="2713">
                  <c:v>0.34</c:v>
                </c:pt>
                <c:pt idx="2714">
                  <c:v>0.34</c:v>
                </c:pt>
                <c:pt idx="2715">
                  <c:v>0.34</c:v>
                </c:pt>
                <c:pt idx="2716">
                  <c:v>0.34</c:v>
                </c:pt>
                <c:pt idx="2717">
                  <c:v>0.34</c:v>
                </c:pt>
                <c:pt idx="2718">
                  <c:v>0.34</c:v>
                </c:pt>
                <c:pt idx="2719">
                  <c:v>0.34</c:v>
                </c:pt>
                <c:pt idx="2720">
                  <c:v>0.34</c:v>
                </c:pt>
                <c:pt idx="2721">
                  <c:v>0.34</c:v>
                </c:pt>
                <c:pt idx="2722">
                  <c:v>0.34</c:v>
                </c:pt>
                <c:pt idx="2723">
                  <c:v>0.34</c:v>
                </c:pt>
                <c:pt idx="2724">
                  <c:v>0.34</c:v>
                </c:pt>
                <c:pt idx="2725">
                  <c:v>0.34</c:v>
                </c:pt>
                <c:pt idx="2726">
                  <c:v>0.34</c:v>
                </c:pt>
                <c:pt idx="2727">
                  <c:v>0.34</c:v>
                </c:pt>
                <c:pt idx="2728">
                  <c:v>0.34</c:v>
                </c:pt>
                <c:pt idx="2729">
                  <c:v>0.34</c:v>
                </c:pt>
                <c:pt idx="2730">
                  <c:v>0.34</c:v>
                </c:pt>
                <c:pt idx="2731">
                  <c:v>0.34</c:v>
                </c:pt>
                <c:pt idx="2732">
                  <c:v>0.34</c:v>
                </c:pt>
                <c:pt idx="2733">
                  <c:v>0.34</c:v>
                </c:pt>
                <c:pt idx="2734">
                  <c:v>0.34</c:v>
                </c:pt>
                <c:pt idx="2735">
                  <c:v>0.34</c:v>
                </c:pt>
                <c:pt idx="2736">
                  <c:v>0.34</c:v>
                </c:pt>
                <c:pt idx="2737">
                  <c:v>0.34</c:v>
                </c:pt>
                <c:pt idx="2738">
                  <c:v>0.34</c:v>
                </c:pt>
                <c:pt idx="2739">
                  <c:v>0.34</c:v>
                </c:pt>
                <c:pt idx="2740">
                  <c:v>0.34</c:v>
                </c:pt>
                <c:pt idx="2741">
                  <c:v>0.34</c:v>
                </c:pt>
                <c:pt idx="2742">
                  <c:v>0.34</c:v>
                </c:pt>
                <c:pt idx="2743">
                  <c:v>0.34</c:v>
                </c:pt>
                <c:pt idx="2744">
                  <c:v>0.34</c:v>
                </c:pt>
                <c:pt idx="2745">
                  <c:v>0.34</c:v>
                </c:pt>
                <c:pt idx="2746">
                  <c:v>0.34</c:v>
                </c:pt>
                <c:pt idx="2747">
                  <c:v>0.34</c:v>
                </c:pt>
                <c:pt idx="2748">
                  <c:v>0.34</c:v>
                </c:pt>
                <c:pt idx="2749">
                  <c:v>0.34</c:v>
                </c:pt>
                <c:pt idx="2750">
                  <c:v>0.34</c:v>
                </c:pt>
                <c:pt idx="2751">
                  <c:v>0.34</c:v>
                </c:pt>
                <c:pt idx="2752">
                  <c:v>0.34</c:v>
                </c:pt>
                <c:pt idx="2753">
                  <c:v>0.34</c:v>
                </c:pt>
                <c:pt idx="2754">
                  <c:v>0.34</c:v>
                </c:pt>
                <c:pt idx="2755">
                  <c:v>0.34</c:v>
                </c:pt>
                <c:pt idx="2756">
                  <c:v>0.34</c:v>
                </c:pt>
                <c:pt idx="2757">
                  <c:v>0.34</c:v>
                </c:pt>
                <c:pt idx="2758">
                  <c:v>0.34</c:v>
                </c:pt>
                <c:pt idx="2759">
                  <c:v>0.34</c:v>
                </c:pt>
                <c:pt idx="2760">
                  <c:v>0.34</c:v>
                </c:pt>
                <c:pt idx="2761">
                  <c:v>0.34</c:v>
                </c:pt>
                <c:pt idx="2762">
                  <c:v>0.34</c:v>
                </c:pt>
                <c:pt idx="2763">
                  <c:v>0.34</c:v>
                </c:pt>
                <c:pt idx="2764">
                  <c:v>0.34</c:v>
                </c:pt>
                <c:pt idx="2765">
                  <c:v>0.34</c:v>
                </c:pt>
                <c:pt idx="2766">
                  <c:v>0.34</c:v>
                </c:pt>
                <c:pt idx="2767">
                  <c:v>0.34</c:v>
                </c:pt>
                <c:pt idx="2768">
                  <c:v>0.34</c:v>
                </c:pt>
                <c:pt idx="2769">
                  <c:v>0.34</c:v>
                </c:pt>
                <c:pt idx="2770">
                  <c:v>0.34</c:v>
                </c:pt>
                <c:pt idx="2771">
                  <c:v>0.34</c:v>
                </c:pt>
                <c:pt idx="2772">
                  <c:v>0.34</c:v>
                </c:pt>
                <c:pt idx="2773">
                  <c:v>0.34</c:v>
                </c:pt>
                <c:pt idx="2774">
                  <c:v>0.34</c:v>
                </c:pt>
                <c:pt idx="2775">
                  <c:v>0.34</c:v>
                </c:pt>
                <c:pt idx="2776">
                  <c:v>0.34</c:v>
                </c:pt>
                <c:pt idx="2777">
                  <c:v>0.34</c:v>
                </c:pt>
                <c:pt idx="2778">
                  <c:v>0.34</c:v>
                </c:pt>
                <c:pt idx="2779">
                  <c:v>0.34</c:v>
                </c:pt>
                <c:pt idx="2780">
                  <c:v>0.34</c:v>
                </c:pt>
                <c:pt idx="2781">
                  <c:v>0.34</c:v>
                </c:pt>
                <c:pt idx="2782">
                  <c:v>0.34</c:v>
                </c:pt>
                <c:pt idx="2783">
                  <c:v>0.34</c:v>
                </c:pt>
                <c:pt idx="2784">
                  <c:v>0.34</c:v>
                </c:pt>
                <c:pt idx="2785">
                  <c:v>0.34</c:v>
                </c:pt>
                <c:pt idx="2786">
                  <c:v>0.34</c:v>
                </c:pt>
                <c:pt idx="2787">
                  <c:v>0.34</c:v>
                </c:pt>
                <c:pt idx="2788">
                  <c:v>0.34</c:v>
                </c:pt>
                <c:pt idx="2789">
                  <c:v>0.34</c:v>
                </c:pt>
                <c:pt idx="2790">
                  <c:v>0.34</c:v>
                </c:pt>
                <c:pt idx="2791">
                  <c:v>0.34</c:v>
                </c:pt>
                <c:pt idx="2792">
                  <c:v>0.34</c:v>
                </c:pt>
                <c:pt idx="2793">
                  <c:v>0.34</c:v>
                </c:pt>
                <c:pt idx="2794">
                  <c:v>0.34</c:v>
                </c:pt>
                <c:pt idx="2795">
                  <c:v>0.34</c:v>
                </c:pt>
                <c:pt idx="2796">
                  <c:v>0.34</c:v>
                </c:pt>
                <c:pt idx="2797">
                  <c:v>0.34</c:v>
                </c:pt>
                <c:pt idx="2798">
                  <c:v>0.34</c:v>
                </c:pt>
                <c:pt idx="2799">
                  <c:v>0.34</c:v>
                </c:pt>
                <c:pt idx="2800">
                  <c:v>0.34</c:v>
                </c:pt>
                <c:pt idx="2801">
                  <c:v>0.34</c:v>
                </c:pt>
                <c:pt idx="2802">
                  <c:v>0.34</c:v>
                </c:pt>
                <c:pt idx="2803">
                  <c:v>0.34</c:v>
                </c:pt>
                <c:pt idx="2804">
                  <c:v>0.34</c:v>
                </c:pt>
                <c:pt idx="2805">
                  <c:v>0.34</c:v>
                </c:pt>
                <c:pt idx="2806">
                  <c:v>0.34</c:v>
                </c:pt>
                <c:pt idx="2807">
                  <c:v>0.34</c:v>
                </c:pt>
                <c:pt idx="2808">
                  <c:v>0.34</c:v>
                </c:pt>
                <c:pt idx="2809">
                  <c:v>0.34</c:v>
                </c:pt>
                <c:pt idx="2810">
                  <c:v>0.34</c:v>
                </c:pt>
                <c:pt idx="2811">
                  <c:v>0.34</c:v>
                </c:pt>
                <c:pt idx="2812">
                  <c:v>0.34</c:v>
                </c:pt>
                <c:pt idx="2813">
                  <c:v>0.34</c:v>
                </c:pt>
                <c:pt idx="2814">
                  <c:v>0.34</c:v>
                </c:pt>
                <c:pt idx="2815">
                  <c:v>0.34</c:v>
                </c:pt>
                <c:pt idx="2816">
                  <c:v>0.34</c:v>
                </c:pt>
                <c:pt idx="2817">
                  <c:v>0.34</c:v>
                </c:pt>
                <c:pt idx="2818">
                  <c:v>0.34</c:v>
                </c:pt>
                <c:pt idx="2819">
                  <c:v>0.34</c:v>
                </c:pt>
                <c:pt idx="2820">
                  <c:v>0.34</c:v>
                </c:pt>
                <c:pt idx="2821">
                  <c:v>0.34</c:v>
                </c:pt>
                <c:pt idx="2822">
                  <c:v>0.34</c:v>
                </c:pt>
                <c:pt idx="2823">
                  <c:v>0.34</c:v>
                </c:pt>
                <c:pt idx="2824">
                  <c:v>0.34</c:v>
                </c:pt>
                <c:pt idx="2825">
                  <c:v>0.34</c:v>
                </c:pt>
                <c:pt idx="2826">
                  <c:v>0.34</c:v>
                </c:pt>
                <c:pt idx="2827">
                  <c:v>0.34</c:v>
                </c:pt>
                <c:pt idx="2828">
                  <c:v>0.34</c:v>
                </c:pt>
                <c:pt idx="2829">
                  <c:v>0.34</c:v>
                </c:pt>
                <c:pt idx="2830">
                  <c:v>0.34</c:v>
                </c:pt>
                <c:pt idx="2831">
                  <c:v>0.34</c:v>
                </c:pt>
                <c:pt idx="2832">
                  <c:v>0.34</c:v>
                </c:pt>
                <c:pt idx="2833">
                  <c:v>0.34</c:v>
                </c:pt>
                <c:pt idx="2834">
                  <c:v>0.34</c:v>
                </c:pt>
                <c:pt idx="2835">
                  <c:v>0.34</c:v>
                </c:pt>
                <c:pt idx="2836">
                  <c:v>0.34</c:v>
                </c:pt>
                <c:pt idx="2837">
                  <c:v>0.34</c:v>
                </c:pt>
                <c:pt idx="2838">
                  <c:v>0.34</c:v>
                </c:pt>
                <c:pt idx="2839">
                  <c:v>0.34</c:v>
                </c:pt>
                <c:pt idx="2840">
                  <c:v>0.34</c:v>
                </c:pt>
                <c:pt idx="2841">
                  <c:v>0.34</c:v>
                </c:pt>
                <c:pt idx="2842">
                  <c:v>0.34</c:v>
                </c:pt>
                <c:pt idx="2843">
                  <c:v>0.34</c:v>
                </c:pt>
                <c:pt idx="2844">
                  <c:v>0.34</c:v>
                </c:pt>
                <c:pt idx="2845">
                  <c:v>0.34</c:v>
                </c:pt>
                <c:pt idx="2846">
                  <c:v>0.34</c:v>
                </c:pt>
                <c:pt idx="2847">
                  <c:v>0.34</c:v>
                </c:pt>
                <c:pt idx="2848">
                  <c:v>0.34</c:v>
                </c:pt>
                <c:pt idx="2849">
                  <c:v>0.34</c:v>
                </c:pt>
                <c:pt idx="2850">
                  <c:v>0.34</c:v>
                </c:pt>
                <c:pt idx="2851">
                  <c:v>0.34</c:v>
                </c:pt>
                <c:pt idx="2852">
                  <c:v>0.34</c:v>
                </c:pt>
                <c:pt idx="2853">
                  <c:v>0.34</c:v>
                </c:pt>
                <c:pt idx="2854">
                  <c:v>0.34</c:v>
                </c:pt>
                <c:pt idx="2855">
                  <c:v>0.34</c:v>
                </c:pt>
                <c:pt idx="2856">
                  <c:v>0.34</c:v>
                </c:pt>
                <c:pt idx="2857">
                  <c:v>0.34</c:v>
                </c:pt>
                <c:pt idx="2858">
                  <c:v>0.34</c:v>
                </c:pt>
                <c:pt idx="2859">
                  <c:v>0.34</c:v>
                </c:pt>
                <c:pt idx="2860">
                  <c:v>0.34</c:v>
                </c:pt>
                <c:pt idx="2861">
                  <c:v>0.34</c:v>
                </c:pt>
                <c:pt idx="2862">
                  <c:v>0.34</c:v>
                </c:pt>
                <c:pt idx="2863">
                  <c:v>0.34</c:v>
                </c:pt>
                <c:pt idx="2864">
                  <c:v>0.34</c:v>
                </c:pt>
                <c:pt idx="2865">
                  <c:v>0.34</c:v>
                </c:pt>
                <c:pt idx="2866">
                  <c:v>0.34</c:v>
                </c:pt>
                <c:pt idx="2867">
                  <c:v>0.34</c:v>
                </c:pt>
                <c:pt idx="2868">
                  <c:v>0.34</c:v>
                </c:pt>
                <c:pt idx="2869">
                  <c:v>0.34</c:v>
                </c:pt>
                <c:pt idx="2870">
                  <c:v>0.34</c:v>
                </c:pt>
                <c:pt idx="2871">
                  <c:v>0.34</c:v>
                </c:pt>
                <c:pt idx="2872">
                  <c:v>0.34</c:v>
                </c:pt>
                <c:pt idx="2873">
                  <c:v>0.34</c:v>
                </c:pt>
                <c:pt idx="2874">
                  <c:v>0.34</c:v>
                </c:pt>
                <c:pt idx="2875">
                  <c:v>0.34</c:v>
                </c:pt>
                <c:pt idx="2876">
                  <c:v>0.34</c:v>
                </c:pt>
                <c:pt idx="2877">
                  <c:v>0.34</c:v>
                </c:pt>
                <c:pt idx="2878">
                  <c:v>0.34</c:v>
                </c:pt>
                <c:pt idx="2879">
                  <c:v>0.34</c:v>
                </c:pt>
                <c:pt idx="2880">
                  <c:v>0.34</c:v>
                </c:pt>
                <c:pt idx="2881">
                  <c:v>0.34</c:v>
                </c:pt>
                <c:pt idx="2882">
                  <c:v>0.34</c:v>
                </c:pt>
                <c:pt idx="2883">
                  <c:v>0.34</c:v>
                </c:pt>
                <c:pt idx="2884">
                  <c:v>0.34</c:v>
                </c:pt>
                <c:pt idx="2885">
                  <c:v>0.34</c:v>
                </c:pt>
                <c:pt idx="2886">
                  <c:v>0.34</c:v>
                </c:pt>
                <c:pt idx="2887">
                  <c:v>0.34</c:v>
                </c:pt>
                <c:pt idx="2888">
                  <c:v>0.34</c:v>
                </c:pt>
                <c:pt idx="2889">
                  <c:v>0.34</c:v>
                </c:pt>
                <c:pt idx="2890">
                  <c:v>0.34</c:v>
                </c:pt>
                <c:pt idx="2891">
                  <c:v>0.34</c:v>
                </c:pt>
                <c:pt idx="2892">
                  <c:v>0.34</c:v>
                </c:pt>
                <c:pt idx="2893">
                  <c:v>0.34</c:v>
                </c:pt>
                <c:pt idx="2894">
                  <c:v>0.34</c:v>
                </c:pt>
                <c:pt idx="2895">
                  <c:v>0.34</c:v>
                </c:pt>
                <c:pt idx="2896">
                  <c:v>0.34</c:v>
                </c:pt>
                <c:pt idx="2897">
                  <c:v>0.34</c:v>
                </c:pt>
                <c:pt idx="2898">
                  <c:v>0.34</c:v>
                </c:pt>
                <c:pt idx="2899">
                  <c:v>0.34</c:v>
                </c:pt>
                <c:pt idx="2900">
                  <c:v>0.34</c:v>
                </c:pt>
                <c:pt idx="2901">
                  <c:v>0.34</c:v>
                </c:pt>
                <c:pt idx="2902">
                  <c:v>0.34</c:v>
                </c:pt>
                <c:pt idx="2903">
                  <c:v>0.34</c:v>
                </c:pt>
                <c:pt idx="2904">
                  <c:v>0.34</c:v>
                </c:pt>
                <c:pt idx="2905">
                  <c:v>0.34</c:v>
                </c:pt>
                <c:pt idx="2906">
                  <c:v>0.34</c:v>
                </c:pt>
                <c:pt idx="2907">
                  <c:v>0.34</c:v>
                </c:pt>
                <c:pt idx="2908">
                  <c:v>0.34</c:v>
                </c:pt>
                <c:pt idx="2909">
                  <c:v>0.34</c:v>
                </c:pt>
                <c:pt idx="2910">
                  <c:v>0.34</c:v>
                </c:pt>
                <c:pt idx="2911">
                  <c:v>0.34</c:v>
                </c:pt>
                <c:pt idx="2912">
                  <c:v>0.34</c:v>
                </c:pt>
                <c:pt idx="2913">
                  <c:v>0.34</c:v>
                </c:pt>
                <c:pt idx="2914">
                  <c:v>0.34</c:v>
                </c:pt>
                <c:pt idx="2915">
                  <c:v>0.34</c:v>
                </c:pt>
                <c:pt idx="2916">
                  <c:v>0.34</c:v>
                </c:pt>
                <c:pt idx="2917">
                  <c:v>0.34</c:v>
                </c:pt>
                <c:pt idx="2918">
                  <c:v>0.34</c:v>
                </c:pt>
                <c:pt idx="2919">
                  <c:v>0.34</c:v>
                </c:pt>
                <c:pt idx="2920">
                  <c:v>0.34</c:v>
                </c:pt>
                <c:pt idx="2921">
                  <c:v>0.34</c:v>
                </c:pt>
                <c:pt idx="2922">
                  <c:v>0.34</c:v>
                </c:pt>
                <c:pt idx="2923">
                  <c:v>0.34</c:v>
                </c:pt>
                <c:pt idx="2924">
                  <c:v>0.34</c:v>
                </c:pt>
                <c:pt idx="2925">
                  <c:v>0.34</c:v>
                </c:pt>
                <c:pt idx="2926">
                  <c:v>0.34</c:v>
                </c:pt>
                <c:pt idx="2927">
                  <c:v>0.34</c:v>
                </c:pt>
                <c:pt idx="2928">
                  <c:v>0.34</c:v>
                </c:pt>
                <c:pt idx="2929">
                  <c:v>0.34</c:v>
                </c:pt>
                <c:pt idx="2930">
                  <c:v>0.34</c:v>
                </c:pt>
                <c:pt idx="2931">
                  <c:v>0.34</c:v>
                </c:pt>
                <c:pt idx="2932">
                  <c:v>0.34</c:v>
                </c:pt>
                <c:pt idx="2933">
                  <c:v>0.34</c:v>
                </c:pt>
                <c:pt idx="2934">
                  <c:v>0.34</c:v>
                </c:pt>
                <c:pt idx="2935">
                  <c:v>0.34</c:v>
                </c:pt>
                <c:pt idx="2936">
                  <c:v>0.34</c:v>
                </c:pt>
                <c:pt idx="2937">
                  <c:v>0.34</c:v>
                </c:pt>
                <c:pt idx="2938">
                  <c:v>0.34</c:v>
                </c:pt>
                <c:pt idx="2939">
                  <c:v>0.34</c:v>
                </c:pt>
                <c:pt idx="2940">
                  <c:v>0.34</c:v>
                </c:pt>
                <c:pt idx="2941">
                  <c:v>0.34</c:v>
                </c:pt>
                <c:pt idx="2942">
                  <c:v>0.34</c:v>
                </c:pt>
                <c:pt idx="2943">
                  <c:v>0.34</c:v>
                </c:pt>
                <c:pt idx="2944">
                  <c:v>0.34</c:v>
                </c:pt>
                <c:pt idx="2945">
                  <c:v>0.34</c:v>
                </c:pt>
                <c:pt idx="2946">
                  <c:v>0.34</c:v>
                </c:pt>
                <c:pt idx="2947">
                  <c:v>0.34</c:v>
                </c:pt>
                <c:pt idx="2948">
                  <c:v>0.34</c:v>
                </c:pt>
                <c:pt idx="2949">
                  <c:v>0.34</c:v>
                </c:pt>
                <c:pt idx="2950">
                  <c:v>0.34</c:v>
                </c:pt>
                <c:pt idx="2951">
                  <c:v>0.34</c:v>
                </c:pt>
                <c:pt idx="2952">
                  <c:v>0.34</c:v>
                </c:pt>
                <c:pt idx="2953">
                  <c:v>0.34</c:v>
                </c:pt>
                <c:pt idx="2954">
                  <c:v>0.34</c:v>
                </c:pt>
                <c:pt idx="2955">
                  <c:v>0.34</c:v>
                </c:pt>
                <c:pt idx="2956">
                  <c:v>0.34</c:v>
                </c:pt>
                <c:pt idx="2957">
                  <c:v>0.34</c:v>
                </c:pt>
                <c:pt idx="2958">
                  <c:v>0.34</c:v>
                </c:pt>
                <c:pt idx="2959">
                  <c:v>0.34</c:v>
                </c:pt>
                <c:pt idx="2960">
                  <c:v>0.34</c:v>
                </c:pt>
                <c:pt idx="2961">
                  <c:v>0.34</c:v>
                </c:pt>
                <c:pt idx="2962">
                  <c:v>0.34</c:v>
                </c:pt>
                <c:pt idx="2963">
                  <c:v>0.34</c:v>
                </c:pt>
                <c:pt idx="2964">
                  <c:v>0.34</c:v>
                </c:pt>
                <c:pt idx="2965">
                  <c:v>0.34</c:v>
                </c:pt>
                <c:pt idx="2966">
                  <c:v>0.34</c:v>
                </c:pt>
                <c:pt idx="2967">
                  <c:v>0.34</c:v>
                </c:pt>
                <c:pt idx="2968">
                  <c:v>0.34</c:v>
                </c:pt>
                <c:pt idx="2969">
                  <c:v>0.34</c:v>
                </c:pt>
                <c:pt idx="2970">
                  <c:v>0.34</c:v>
                </c:pt>
                <c:pt idx="2971">
                  <c:v>0.34</c:v>
                </c:pt>
                <c:pt idx="2972">
                  <c:v>0.34</c:v>
                </c:pt>
                <c:pt idx="2973">
                  <c:v>0.34</c:v>
                </c:pt>
                <c:pt idx="2974">
                  <c:v>0.34</c:v>
                </c:pt>
                <c:pt idx="2975">
                  <c:v>0.34</c:v>
                </c:pt>
                <c:pt idx="2976">
                  <c:v>0.34</c:v>
                </c:pt>
                <c:pt idx="2977">
                  <c:v>0.34</c:v>
                </c:pt>
                <c:pt idx="2978">
                  <c:v>0.34</c:v>
                </c:pt>
                <c:pt idx="2979">
                  <c:v>0.34</c:v>
                </c:pt>
                <c:pt idx="2980">
                  <c:v>0.34</c:v>
                </c:pt>
                <c:pt idx="2981">
                  <c:v>0.34</c:v>
                </c:pt>
                <c:pt idx="2982">
                  <c:v>0.34</c:v>
                </c:pt>
                <c:pt idx="2983">
                  <c:v>0.34</c:v>
                </c:pt>
                <c:pt idx="2984">
                  <c:v>0.34</c:v>
                </c:pt>
                <c:pt idx="2985">
                  <c:v>0.34</c:v>
                </c:pt>
                <c:pt idx="2986">
                  <c:v>0.34</c:v>
                </c:pt>
                <c:pt idx="2987">
                  <c:v>0.34</c:v>
                </c:pt>
                <c:pt idx="2988">
                  <c:v>0.34</c:v>
                </c:pt>
                <c:pt idx="2989">
                  <c:v>0.34</c:v>
                </c:pt>
                <c:pt idx="2990">
                  <c:v>0.34</c:v>
                </c:pt>
                <c:pt idx="2991">
                  <c:v>0.34</c:v>
                </c:pt>
                <c:pt idx="2992">
                  <c:v>0.34</c:v>
                </c:pt>
                <c:pt idx="2993">
                  <c:v>0.34</c:v>
                </c:pt>
                <c:pt idx="2994">
                  <c:v>0.34</c:v>
                </c:pt>
                <c:pt idx="2995">
                  <c:v>0.34</c:v>
                </c:pt>
                <c:pt idx="2996">
                  <c:v>0.34</c:v>
                </c:pt>
                <c:pt idx="2997">
                  <c:v>0.34</c:v>
                </c:pt>
                <c:pt idx="2998">
                  <c:v>0.34</c:v>
                </c:pt>
                <c:pt idx="2999">
                  <c:v>0.34</c:v>
                </c:pt>
                <c:pt idx="3000">
                  <c:v>0.34</c:v>
                </c:pt>
                <c:pt idx="3001">
                  <c:v>0.34</c:v>
                </c:pt>
                <c:pt idx="3002">
                  <c:v>0.34</c:v>
                </c:pt>
                <c:pt idx="3003">
                  <c:v>0.34</c:v>
                </c:pt>
                <c:pt idx="3004">
                  <c:v>0.34</c:v>
                </c:pt>
                <c:pt idx="3005">
                  <c:v>0.34</c:v>
                </c:pt>
                <c:pt idx="3006">
                  <c:v>0.34</c:v>
                </c:pt>
                <c:pt idx="3007">
                  <c:v>0.34</c:v>
                </c:pt>
                <c:pt idx="3008">
                  <c:v>0.34</c:v>
                </c:pt>
                <c:pt idx="3009">
                  <c:v>0.34</c:v>
                </c:pt>
                <c:pt idx="3010">
                  <c:v>0.34</c:v>
                </c:pt>
                <c:pt idx="3011">
                  <c:v>0.34</c:v>
                </c:pt>
                <c:pt idx="3012">
                  <c:v>0.34</c:v>
                </c:pt>
                <c:pt idx="3013">
                  <c:v>0.34</c:v>
                </c:pt>
                <c:pt idx="3014">
                  <c:v>0.34</c:v>
                </c:pt>
                <c:pt idx="3015">
                  <c:v>0.34</c:v>
                </c:pt>
                <c:pt idx="3016">
                  <c:v>0.34</c:v>
                </c:pt>
                <c:pt idx="3017">
                  <c:v>0.34</c:v>
                </c:pt>
                <c:pt idx="3018">
                  <c:v>0.34</c:v>
                </c:pt>
                <c:pt idx="3019">
                  <c:v>0.34</c:v>
                </c:pt>
                <c:pt idx="3020">
                  <c:v>0.34</c:v>
                </c:pt>
                <c:pt idx="3021">
                  <c:v>0.34</c:v>
                </c:pt>
                <c:pt idx="3022">
                  <c:v>0.34</c:v>
                </c:pt>
                <c:pt idx="3023">
                  <c:v>0.34</c:v>
                </c:pt>
                <c:pt idx="3024">
                  <c:v>0.34</c:v>
                </c:pt>
                <c:pt idx="3025">
                  <c:v>0.34</c:v>
                </c:pt>
                <c:pt idx="3026">
                  <c:v>0.34</c:v>
                </c:pt>
                <c:pt idx="3027">
                  <c:v>0.34</c:v>
                </c:pt>
                <c:pt idx="3028">
                  <c:v>0.34</c:v>
                </c:pt>
                <c:pt idx="3029">
                  <c:v>0.34</c:v>
                </c:pt>
                <c:pt idx="3030">
                  <c:v>0.34</c:v>
                </c:pt>
                <c:pt idx="3031">
                  <c:v>0.34</c:v>
                </c:pt>
                <c:pt idx="3032">
                  <c:v>0.34</c:v>
                </c:pt>
                <c:pt idx="3033">
                  <c:v>0.34</c:v>
                </c:pt>
                <c:pt idx="3034">
                  <c:v>0.34</c:v>
                </c:pt>
                <c:pt idx="3035">
                  <c:v>0.34</c:v>
                </c:pt>
                <c:pt idx="3036">
                  <c:v>0.34</c:v>
                </c:pt>
                <c:pt idx="3037">
                  <c:v>0.34</c:v>
                </c:pt>
                <c:pt idx="3038">
                  <c:v>0.34</c:v>
                </c:pt>
                <c:pt idx="3039">
                  <c:v>0.34</c:v>
                </c:pt>
                <c:pt idx="3040">
                  <c:v>0.34</c:v>
                </c:pt>
                <c:pt idx="3041">
                  <c:v>0.34</c:v>
                </c:pt>
                <c:pt idx="3042">
                  <c:v>0.34</c:v>
                </c:pt>
                <c:pt idx="3043">
                  <c:v>0.34</c:v>
                </c:pt>
                <c:pt idx="3044">
                  <c:v>0.34</c:v>
                </c:pt>
                <c:pt idx="3045">
                  <c:v>0.34</c:v>
                </c:pt>
                <c:pt idx="3046">
                  <c:v>0.34</c:v>
                </c:pt>
                <c:pt idx="3047">
                  <c:v>0.34</c:v>
                </c:pt>
                <c:pt idx="3048">
                  <c:v>0.34</c:v>
                </c:pt>
                <c:pt idx="3049">
                  <c:v>0.34</c:v>
                </c:pt>
                <c:pt idx="3050">
                  <c:v>0.34</c:v>
                </c:pt>
                <c:pt idx="3051">
                  <c:v>0.34</c:v>
                </c:pt>
                <c:pt idx="3052">
                  <c:v>0.34</c:v>
                </c:pt>
                <c:pt idx="3053">
                  <c:v>0.34</c:v>
                </c:pt>
                <c:pt idx="3054">
                  <c:v>0.34</c:v>
                </c:pt>
                <c:pt idx="3055">
                  <c:v>0.34</c:v>
                </c:pt>
                <c:pt idx="3056">
                  <c:v>0.34</c:v>
                </c:pt>
                <c:pt idx="3057">
                  <c:v>0.34</c:v>
                </c:pt>
                <c:pt idx="3058">
                  <c:v>0.34</c:v>
                </c:pt>
                <c:pt idx="3059">
                  <c:v>0.34</c:v>
                </c:pt>
                <c:pt idx="3060">
                  <c:v>0.34</c:v>
                </c:pt>
                <c:pt idx="3061">
                  <c:v>0.34</c:v>
                </c:pt>
                <c:pt idx="3062">
                  <c:v>0.34</c:v>
                </c:pt>
                <c:pt idx="3063">
                  <c:v>0.34</c:v>
                </c:pt>
                <c:pt idx="3064">
                  <c:v>0.34</c:v>
                </c:pt>
                <c:pt idx="3065">
                  <c:v>0.34</c:v>
                </c:pt>
                <c:pt idx="3066">
                  <c:v>0.34</c:v>
                </c:pt>
                <c:pt idx="3067">
                  <c:v>0.34</c:v>
                </c:pt>
                <c:pt idx="3068">
                  <c:v>0.34</c:v>
                </c:pt>
                <c:pt idx="3069">
                  <c:v>0.36280000000000001</c:v>
                </c:pt>
                <c:pt idx="3070">
                  <c:v>0.38500000000000001</c:v>
                </c:pt>
                <c:pt idx="3071">
                  <c:v>0.38500000000000001</c:v>
                </c:pt>
                <c:pt idx="3072">
                  <c:v>0.38500000000000001</c:v>
                </c:pt>
                <c:pt idx="3073">
                  <c:v>0.38500000000000001</c:v>
                </c:pt>
                <c:pt idx="3074">
                  <c:v>0.38500000000000001</c:v>
                </c:pt>
                <c:pt idx="3075">
                  <c:v>0.38500000000000001</c:v>
                </c:pt>
                <c:pt idx="3076">
                  <c:v>0.38500000000000001</c:v>
                </c:pt>
                <c:pt idx="3077">
                  <c:v>0.38500000000000001</c:v>
                </c:pt>
                <c:pt idx="3078">
                  <c:v>0.38500000000000001</c:v>
                </c:pt>
                <c:pt idx="3079">
                  <c:v>0.38500000000000001</c:v>
                </c:pt>
                <c:pt idx="3080">
                  <c:v>0.38500000000000001</c:v>
                </c:pt>
                <c:pt idx="3081">
                  <c:v>0.38500000000000001</c:v>
                </c:pt>
                <c:pt idx="3082">
                  <c:v>0.38500000000000001</c:v>
                </c:pt>
                <c:pt idx="3083">
                  <c:v>0.38500000000000001</c:v>
                </c:pt>
                <c:pt idx="3084">
                  <c:v>0.38500000000000001</c:v>
                </c:pt>
                <c:pt idx="3085">
                  <c:v>0.38500000000000001</c:v>
                </c:pt>
                <c:pt idx="3086">
                  <c:v>0.38500000000000001</c:v>
                </c:pt>
                <c:pt idx="3087">
                  <c:v>0.38500000000000001</c:v>
                </c:pt>
                <c:pt idx="3088">
                  <c:v>0.38500000000000001</c:v>
                </c:pt>
                <c:pt idx="3089">
                  <c:v>0.38500000000000001</c:v>
                </c:pt>
                <c:pt idx="3090">
                  <c:v>0.38500000000000001</c:v>
                </c:pt>
                <c:pt idx="3091">
                  <c:v>0.38500000000000001</c:v>
                </c:pt>
                <c:pt idx="3092">
                  <c:v>0.38500000000000001</c:v>
                </c:pt>
                <c:pt idx="3093">
                  <c:v>0.38500000000000001</c:v>
                </c:pt>
                <c:pt idx="3094">
                  <c:v>0.38500000000000001</c:v>
                </c:pt>
                <c:pt idx="3095">
                  <c:v>0.38500000000000001</c:v>
                </c:pt>
                <c:pt idx="3096">
                  <c:v>0.38500000000000001</c:v>
                </c:pt>
                <c:pt idx="3097">
                  <c:v>0.38500000000000001</c:v>
                </c:pt>
                <c:pt idx="3098">
                  <c:v>0.38500000000000001</c:v>
                </c:pt>
                <c:pt idx="3099">
                  <c:v>0.38500000000000001</c:v>
                </c:pt>
                <c:pt idx="3100">
                  <c:v>0.38500000000000001</c:v>
                </c:pt>
                <c:pt idx="3101">
                  <c:v>0.38500000000000001</c:v>
                </c:pt>
                <c:pt idx="3102">
                  <c:v>0.38500000000000001</c:v>
                </c:pt>
                <c:pt idx="3103">
                  <c:v>0.38500000000000001</c:v>
                </c:pt>
                <c:pt idx="3104">
                  <c:v>0.38500000000000001</c:v>
                </c:pt>
                <c:pt idx="3105">
                  <c:v>0.38500000000000001</c:v>
                </c:pt>
                <c:pt idx="3106">
                  <c:v>0.38500000000000001</c:v>
                </c:pt>
                <c:pt idx="3107">
                  <c:v>0.38500000000000001</c:v>
                </c:pt>
                <c:pt idx="3108">
                  <c:v>0.38500000000000001</c:v>
                </c:pt>
                <c:pt idx="3109">
                  <c:v>0.38500000000000001</c:v>
                </c:pt>
                <c:pt idx="3110">
                  <c:v>0.38500000000000001</c:v>
                </c:pt>
                <c:pt idx="3111">
                  <c:v>0.38500000000000001</c:v>
                </c:pt>
                <c:pt idx="3112">
                  <c:v>0.38500000000000001</c:v>
                </c:pt>
                <c:pt idx="3113">
                  <c:v>0.38500000000000001</c:v>
                </c:pt>
                <c:pt idx="3114">
                  <c:v>0.38500000000000001</c:v>
                </c:pt>
                <c:pt idx="3115">
                  <c:v>0.38500000000000001</c:v>
                </c:pt>
                <c:pt idx="3116">
                  <c:v>0.38500000000000001</c:v>
                </c:pt>
                <c:pt idx="3117">
                  <c:v>0.38500000000000001</c:v>
                </c:pt>
                <c:pt idx="3118">
                  <c:v>0.38500000000000001</c:v>
                </c:pt>
                <c:pt idx="3119">
                  <c:v>0.38500000000000001</c:v>
                </c:pt>
                <c:pt idx="3120">
                  <c:v>0.38500000000000001</c:v>
                </c:pt>
                <c:pt idx="3121">
                  <c:v>0.38500000000000001</c:v>
                </c:pt>
                <c:pt idx="3122">
                  <c:v>0.38500000000000001</c:v>
                </c:pt>
                <c:pt idx="3123">
                  <c:v>0.38500000000000001</c:v>
                </c:pt>
                <c:pt idx="3124">
                  <c:v>0.38500000000000001</c:v>
                </c:pt>
                <c:pt idx="3125">
                  <c:v>0.38500000000000001</c:v>
                </c:pt>
                <c:pt idx="3126">
                  <c:v>0.38500000000000001</c:v>
                </c:pt>
                <c:pt idx="3127">
                  <c:v>0.38500000000000001</c:v>
                </c:pt>
                <c:pt idx="3128">
                  <c:v>0.38500000000000001</c:v>
                </c:pt>
                <c:pt idx="3129">
                  <c:v>0.38500000000000001</c:v>
                </c:pt>
                <c:pt idx="3130">
                  <c:v>0.38500000000000001</c:v>
                </c:pt>
                <c:pt idx="3131">
                  <c:v>0.38500000000000001</c:v>
                </c:pt>
                <c:pt idx="3132">
                  <c:v>0.38500000000000001</c:v>
                </c:pt>
                <c:pt idx="3133">
                  <c:v>0.38500000000000001</c:v>
                </c:pt>
                <c:pt idx="3134">
                  <c:v>0.38500000000000001</c:v>
                </c:pt>
                <c:pt idx="3135">
                  <c:v>0.38500000000000001</c:v>
                </c:pt>
                <c:pt idx="3136">
                  <c:v>0.38500000000000001</c:v>
                </c:pt>
                <c:pt idx="3137">
                  <c:v>0.38500000000000001</c:v>
                </c:pt>
                <c:pt idx="3138">
                  <c:v>0.38500000000000001</c:v>
                </c:pt>
                <c:pt idx="3139">
                  <c:v>0.38500000000000001</c:v>
                </c:pt>
                <c:pt idx="3140">
                  <c:v>0.38500000000000001</c:v>
                </c:pt>
                <c:pt idx="3141">
                  <c:v>0.38500000000000001</c:v>
                </c:pt>
                <c:pt idx="3142">
                  <c:v>0.38500000000000001</c:v>
                </c:pt>
                <c:pt idx="3143">
                  <c:v>0.38500000000000001</c:v>
                </c:pt>
                <c:pt idx="3144">
                  <c:v>0.38500000000000001</c:v>
                </c:pt>
                <c:pt idx="3145">
                  <c:v>0.38500000000000001</c:v>
                </c:pt>
                <c:pt idx="3146">
                  <c:v>0.38500000000000001</c:v>
                </c:pt>
                <c:pt idx="3147">
                  <c:v>0.38500000000000001</c:v>
                </c:pt>
                <c:pt idx="3148">
                  <c:v>0.38500000000000001</c:v>
                </c:pt>
                <c:pt idx="3149">
                  <c:v>0.38500000000000001</c:v>
                </c:pt>
                <c:pt idx="3150">
                  <c:v>0.38500000000000001</c:v>
                </c:pt>
                <c:pt idx="3151">
                  <c:v>0.38500000000000001</c:v>
                </c:pt>
                <c:pt idx="3152">
                  <c:v>0.38500000000000001</c:v>
                </c:pt>
                <c:pt idx="3153">
                  <c:v>0.38500000000000001</c:v>
                </c:pt>
                <c:pt idx="3154">
                  <c:v>0.38500000000000001</c:v>
                </c:pt>
                <c:pt idx="3155">
                  <c:v>0.38500000000000001</c:v>
                </c:pt>
                <c:pt idx="3156">
                  <c:v>0.38500000000000001</c:v>
                </c:pt>
                <c:pt idx="3157">
                  <c:v>0.38500000000000001</c:v>
                </c:pt>
                <c:pt idx="3158">
                  <c:v>0.38500000000000001</c:v>
                </c:pt>
                <c:pt idx="3159">
                  <c:v>0.38500000000000001</c:v>
                </c:pt>
                <c:pt idx="3160">
                  <c:v>0.38500000000000001</c:v>
                </c:pt>
                <c:pt idx="3161">
                  <c:v>0.38500000000000001</c:v>
                </c:pt>
                <c:pt idx="3162">
                  <c:v>0.38500000000000001</c:v>
                </c:pt>
                <c:pt idx="3163">
                  <c:v>0.38500000000000001</c:v>
                </c:pt>
                <c:pt idx="3164">
                  <c:v>0.38500000000000001</c:v>
                </c:pt>
                <c:pt idx="3165">
                  <c:v>0.38500000000000001</c:v>
                </c:pt>
                <c:pt idx="3166">
                  <c:v>0.38500000000000001</c:v>
                </c:pt>
                <c:pt idx="3167">
                  <c:v>0.38500000000000001</c:v>
                </c:pt>
                <c:pt idx="3168">
                  <c:v>0.38500000000000001</c:v>
                </c:pt>
                <c:pt idx="3169">
                  <c:v>0.38500000000000001</c:v>
                </c:pt>
                <c:pt idx="3170">
                  <c:v>0.38500000000000001</c:v>
                </c:pt>
                <c:pt idx="3171">
                  <c:v>0.38500000000000001</c:v>
                </c:pt>
                <c:pt idx="3172">
                  <c:v>0.38500000000000001</c:v>
                </c:pt>
                <c:pt idx="3173">
                  <c:v>0.38500000000000001</c:v>
                </c:pt>
                <c:pt idx="3174">
                  <c:v>0.38500000000000001</c:v>
                </c:pt>
                <c:pt idx="3175">
                  <c:v>0.38500000000000001</c:v>
                </c:pt>
                <c:pt idx="3176">
                  <c:v>0.38500000000000001</c:v>
                </c:pt>
                <c:pt idx="3177">
                  <c:v>0.38500000000000001</c:v>
                </c:pt>
                <c:pt idx="3178">
                  <c:v>0.38500000000000001</c:v>
                </c:pt>
                <c:pt idx="3179">
                  <c:v>0.38500000000000001</c:v>
                </c:pt>
                <c:pt idx="3180">
                  <c:v>0.38500000000000001</c:v>
                </c:pt>
                <c:pt idx="3181">
                  <c:v>0.38500000000000001</c:v>
                </c:pt>
                <c:pt idx="3182">
                  <c:v>0.38500000000000001</c:v>
                </c:pt>
                <c:pt idx="3183">
                  <c:v>0.38500000000000001</c:v>
                </c:pt>
                <c:pt idx="3184">
                  <c:v>0.38500000000000001</c:v>
                </c:pt>
                <c:pt idx="3185">
                  <c:v>0.38500000000000001</c:v>
                </c:pt>
                <c:pt idx="3186">
                  <c:v>0.38500000000000001</c:v>
                </c:pt>
                <c:pt idx="3187">
                  <c:v>0.38500000000000001</c:v>
                </c:pt>
                <c:pt idx="3188">
                  <c:v>0.38500000000000001</c:v>
                </c:pt>
                <c:pt idx="3189">
                  <c:v>0.38500000000000001</c:v>
                </c:pt>
                <c:pt idx="3190">
                  <c:v>0.38500000000000001</c:v>
                </c:pt>
                <c:pt idx="3191">
                  <c:v>0.38500000000000001</c:v>
                </c:pt>
                <c:pt idx="3192">
                  <c:v>0.38500000000000001</c:v>
                </c:pt>
                <c:pt idx="3193">
                  <c:v>0.38500000000000001</c:v>
                </c:pt>
                <c:pt idx="3194">
                  <c:v>0.38500000000000001</c:v>
                </c:pt>
                <c:pt idx="3195">
                  <c:v>0.38500000000000001</c:v>
                </c:pt>
                <c:pt idx="3196">
                  <c:v>0.38500000000000001</c:v>
                </c:pt>
                <c:pt idx="3197">
                  <c:v>0.38500000000000001</c:v>
                </c:pt>
                <c:pt idx="3198">
                  <c:v>0.38500000000000001</c:v>
                </c:pt>
                <c:pt idx="3199">
                  <c:v>0.38500000000000001</c:v>
                </c:pt>
                <c:pt idx="3200">
                  <c:v>0.38500000000000001</c:v>
                </c:pt>
                <c:pt idx="3201">
                  <c:v>0.38500000000000001</c:v>
                </c:pt>
                <c:pt idx="3202">
                  <c:v>0.38500000000000001</c:v>
                </c:pt>
                <c:pt idx="3203">
                  <c:v>0.38500000000000001</c:v>
                </c:pt>
                <c:pt idx="3204">
                  <c:v>0.38500000000000001</c:v>
                </c:pt>
                <c:pt idx="3205">
                  <c:v>0.38500000000000001</c:v>
                </c:pt>
                <c:pt idx="3206">
                  <c:v>0.38500000000000001</c:v>
                </c:pt>
                <c:pt idx="3207">
                  <c:v>0.38500000000000001</c:v>
                </c:pt>
                <c:pt idx="3208">
                  <c:v>0.38500000000000001</c:v>
                </c:pt>
                <c:pt idx="3209">
                  <c:v>0.38500000000000001</c:v>
                </c:pt>
                <c:pt idx="3210">
                  <c:v>0.38500000000000001</c:v>
                </c:pt>
                <c:pt idx="3211">
                  <c:v>0.38500000000000001</c:v>
                </c:pt>
                <c:pt idx="3212">
                  <c:v>0.38500000000000001</c:v>
                </c:pt>
                <c:pt idx="3213">
                  <c:v>0.38500000000000001</c:v>
                </c:pt>
                <c:pt idx="3214">
                  <c:v>0.38500000000000001</c:v>
                </c:pt>
                <c:pt idx="3215">
                  <c:v>0.38500000000000001</c:v>
                </c:pt>
                <c:pt idx="3216">
                  <c:v>0.38500000000000001</c:v>
                </c:pt>
                <c:pt idx="3217">
                  <c:v>0.38500000000000001</c:v>
                </c:pt>
                <c:pt idx="3218">
                  <c:v>0.38500000000000001</c:v>
                </c:pt>
                <c:pt idx="3219">
                  <c:v>0.38500000000000001</c:v>
                </c:pt>
                <c:pt idx="3220">
                  <c:v>0.38500000000000001</c:v>
                </c:pt>
                <c:pt idx="3221">
                  <c:v>0.38500000000000001</c:v>
                </c:pt>
                <c:pt idx="3222">
                  <c:v>0.38500000000000001</c:v>
                </c:pt>
                <c:pt idx="3223">
                  <c:v>0.38500000000000001</c:v>
                </c:pt>
                <c:pt idx="3224">
                  <c:v>0.38500000000000001</c:v>
                </c:pt>
                <c:pt idx="3225">
                  <c:v>0.38500000000000001</c:v>
                </c:pt>
                <c:pt idx="3226">
                  <c:v>0.38500000000000001</c:v>
                </c:pt>
                <c:pt idx="3227">
                  <c:v>0.38500000000000001</c:v>
                </c:pt>
                <c:pt idx="3228">
                  <c:v>0.38500000000000001</c:v>
                </c:pt>
                <c:pt idx="3229">
                  <c:v>0.38500000000000001</c:v>
                </c:pt>
                <c:pt idx="3230">
                  <c:v>0.38500000000000001</c:v>
                </c:pt>
                <c:pt idx="3231">
                  <c:v>0.38500000000000001</c:v>
                </c:pt>
                <c:pt idx="3232">
                  <c:v>0.38500000000000001</c:v>
                </c:pt>
                <c:pt idx="3233">
                  <c:v>0.38500000000000001</c:v>
                </c:pt>
                <c:pt idx="3234">
                  <c:v>0.38500000000000001</c:v>
                </c:pt>
                <c:pt idx="3235">
                  <c:v>0.38500000000000001</c:v>
                </c:pt>
                <c:pt idx="3236">
                  <c:v>0.38500000000000001</c:v>
                </c:pt>
                <c:pt idx="3237">
                  <c:v>0.38500000000000001</c:v>
                </c:pt>
                <c:pt idx="3238">
                  <c:v>0.38500000000000001</c:v>
                </c:pt>
                <c:pt idx="3239">
                  <c:v>0.38500000000000001</c:v>
                </c:pt>
                <c:pt idx="3240">
                  <c:v>0.38500000000000001</c:v>
                </c:pt>
                <c:pt idx="3241">
                  <c:v>0.38500000000000001</c:v>
                </c:pt>
                <c:pt idx="3242">
                  <c:v>0.38500000000000001</c:v>
                </c:pt>
                <c:pt idx="3243">
                  <c:v>0.38500000000000001</c:v>
                </c:pt>
                <c:pt idx="3244">
                  <c:v>0.38500000000000001</c:v>
                </c:pt>
                <c:pt idx="3245">
                  <c:v>0.38500000000000001</c:v>
                </c:pt>
                <c:pt idx="3246">
                  <c:v>0.38500000000000001</c:v>
                </c:pt>
                <c:pt idx="3247">
                  <c:v>0.38500000000000001</c:v>
                </c:pt>
                <c:pt idx="3248">
                  <c:v>0.38500000000000001</c:v>
                </c:pt>
                <c:pt idx="3249">
                  <c:v>0.38500000000000001</c:v>
                </c:pt>
                <c:pt idx="3250">
                  <c:v>0.38500000000000001</c:v>
                </c:pt>
                <c:pt idx="3251">
                  <c:v>0.38500000000000001</c:v>
                </c:pt>
                <c:pt idx="3252">
                  <c:v>0.38500000000000001</c:v>
                </c:pt>
                <c:pt idx="3253">
                  <c:v>0.38500000000000001</c:v>
                </c:pt>
                <c:pt idx="3254">
                  <c:v>0.38500000000000001</c:v>
                </c:pt>
                <c:pt idx="3255">
                  <c:v>0.38500000000000001</c:v>
                </c:pt>
                <c:pt idx="3256">
                  <c:v>0.38500000000000001</c:v>
                </c:pt>
                <c:pt idx="3257">
                  <c:v>0.38500000000000001</c:v>
                </c:pt>
                <c:pt idx="3258">
                  <c:v>0.38500000000000001</c:v>
                </c:pt>
                <c:pt idx="3259">
                  <c:v>0.38500000000000001</c:v>
                </c:pt>
                <c:pt idx="3260">
                  <c:v>0.38500000000000001</c:v>
                </c:pt>
                <c:pt idx="3261">
                  <c:v>0.38500000000000001</c:v>
                </c:pt>
                <c:pt idx="3262">
                  <c:v>0.38500000000000001</c:v>
                </c:pt>
                <c:pt idx="3263">
                  <c:v>0.38500000000000001</c:v>
                </c:pt>
                <c:pt idx="3264">
                  <c:v>0.38500000000000001</c:v>
                </c:pt>
                <c:pt idx="3265">
                  <c:v>0.38500000000000001</c:v>
                </c:pt>
                <c:pt idx="3266">
                  <c:v>0.38500000000000001</c:v>
                </c:pt>
                <c:pt idx="3267">
                  <c:v>0.38500000000000001</c:v>
                </c:pt>
                <c:pt idx="3268">
                  <c:v>0.38500000000000001</c:v>
                </c:pt>
                <c:pt idx="3269">
                  <c:v>0.38500000000000001</c:v>
                </c:pt>
                <c:pt idx="3270">
                  <c:v>0.38500000000000001</c:v>
                </c:pt>
                <c:pt idx="3271">
                  <c:v>0.38500000000000001</c:v>
                </c:pt>
                <c:pt idx="3272">
                  <c:v>0.38500000000000001</c:v>
                </c:pt>
                <c:pt idx="3273">
                  <c:v>0.38500000000000001</c:v>
                </c:pt>
                <c:pt idx="3274">
                  <c:v>0.38500000000000001</c:v>
                </c:pt>
                <c:pt idx="3275">
                  <c:v>0.38500000000000001</c:v>
                </c:pt>
                <c:pt idx="3276">
                  <c:v>0.38500000000000001</c:v>
                </c:pt>
                <c:pt idx="3277">
                  <c:v>0.38500000000000001</c:v>
                </c:pt>
                <c:pt idx="3278">
                  <c:v>0.38500000000000001</c:v>
                </c:pt>
                <c:pt idx="3279">
                  <c:v>0.38500000000000001</c:v>
                </c:pt>
                <c:pt idx="3280">
                  <c:v>0.38500000000000001</c:v>
                </c:pt>
                <c:pt idx="3281">
                  <c:v>0.38500000000000001</c:v>
                </c:pt>
                <c:pt idx="3282">
                  <c:v>0.38500000000000001</c:v>
                </c:pt>
                <c:pt idx="3283">
                  <c:v>0.38500000000000001</c:v>
                </c:pt>
                <c:pt idx="3284">
                  <c:v>0.38500000000000001</c:v>
                </c:pt>
                <c:pt idx="3285">
                  <c:v>0.38500000000000001</c:v>
                </c:pt>
                <c:pt idx="3286">
                  <c:v>0.38500000000000001</c:v>
                </c:pt>
                <c:pt idx="3287">
                  <c:v>0.38500000000000001</c:v>
                </c:pt>
                <c:pt idx="3288">
                  <c:v>0.38500000000000001</c:v>
                </c:pt>
                <c:pt idx="3289">
                  <c:v>0.38500000000000001</c:v>
                </c:pt>
                <c:pt idx="3290">
                  <c:v>0.38500000000000001</c:v>
                </c:pt>
                <c:pt idx="3291">
                  <c:v>0.38500000000000001</c:v>
                </c:pt>
                <c:pt idx="3292">
                  <c:v>0.38500000000000001</c:v>
                </c:pt>
                <c:pt idx="3293">
                  <c:v>0.38500000000000001</c:v>
                </c:pt>
                <c:pt idx="3294">
                  <c:v>0.38500000000000001</c:v>
                </c:pt>
                <c:pt idx="3295">
                  <c:v>0.38500000000000001</c:v>
                </c:pt>
                <c:pt idx="3296">
                  <c:v>0.38500000000000001</c:v>
                </c:pt>
                <c:pt idx="3297">
                  <c:v>0.38500000000000001</c:v>
                </c:pt>
                <c:pt idx="3298">
                  <c:v>0.38500000000000001</c:v>
                </c:pt>
                <c:pt idx="3299">
                  <c:v>0.38500000000000001</c:v>
                </c:pt>
                <c:pt idx="3300">
                  <c:v>0.38500000000000001</c:v>
                </c:pt>
                <c:pt idx="3301">
                  <c:v>0.38500000000000001</c:v>
                </c:pt>
                <c:pt idx="3302">
                  <c:v>0.38500000000000001</c:v>
                </c:pt>
                <c:pt idx="3303">
                  <c:v>0.38500000000000001</c:v>
                </c:pt>
                <c:pt idx="3304">
                  <c:v>0.38500000000000001</c:v>
                </c:pt>
                <c:pt idx="3305">
                  <c:v>0.38500000000000001</c:v>
                </c:pt>
                <c:pt idx="3306">
                  <c:v>0.38500000000000001</c:v>
                </c:pt>
                <c:pt idx="3307">
                  <c:v>0.38500000000000001</c:v>
                </c:pt>
                <c:pt idx="3308">
                  <c:v>0.38500000000000001</c:v>
                </c:pt>
                <c:pt idx="3309">
                  <c:v>0.38500000000000001</c:v>
                </c:pt>
                <c:pt idx="3310">
                  <c:v>0.38500000000000001</c:v>
                </c:pt>
                <c:pt idx="3311">
                  <c:v>0.38500000000000001</c:v>
                </c:pt>
                <c:pt idx="3312">
                  <c:v>0.38500000000000001</c:v>
                </c:pt>
                <c:pt idx="3313">
                  <c:v>0.38500000000000001</c:v>
                </c:pt>
                <c:pt idx="3314">
                  <c:v>0.38500000000000001</c:v>
                </c:pt>
                <c:pt idx="3315">
                  <c:v>0.38500000000000001</c:v>
                </c:pt>
                <c:pt idx="3316">
                  <c:v>0.38500000000000001</c:v>
                </c:pt>
                <c:pt idx="3317">
                  <c:v>0.38500000000000001</c:v>
                </c:pt>
                <c:pt idx="3318">
                  <c:v>0.38500000000000001</c:v>
                </c:pt>
                <c:pt idx="3319">
                  <c:v>0.38500000000000001</c:v>
                </c:pt>
                <c:pt idx="3320">
                  <c:v>0.38500000000000001</c:v>
                </c:pt>
                <c:pt idx="3321">
                  <c:v>0.38500000000000001</c:v>
                </c:pt>
                <c:pt idx="3322">
                  <c:v>0.38500000000000001</c:v>
                </c:pt>
                <c:pt idx="3323">
                  <c:v>0.38500000000000001</c:v>
                </c:pt>
                <c:pt idx="3324">
                  <c:v>0.38500000000000001</c:v>
                </c:pt>
                <c:pt idx="3325">
                  <c:v>0.38500000000000001</c:v>
                </c:pt>
                <c:pt idx="3326">
                  <c:v>0.38500000000000001</c:v>
                </c:pt>
                <c:pt idx="3327">
                  <c:v>0.38500000000000001</c:v>
                </c:pt>
                <c:pt idx="3328">
                  <c:v>0.38500000000000001</c:v>
                </c:pt>
                <c:pt idx="3329">
                  <c:v>0.38500000000000001</c:v>
                </c:pt>
                <c:pt idx="3330">
                  <c:v>0.38500000000000001</c:v>
                </c:pt>
                <c:pt idx="3331">
                  <c:v>0.38500000000000001</c:v>
                </c:pt>
                <c:pt idx="3332">
                  <c:v>0.38500000000000001</c:v>
                </c:pt>
                <c:pt idx="3333">
                  <c:v>0.38500000000000001</c:v>
                </c:pt>
                <c:pt idx="3334">
                  <c:v>0.38500000000000001</c:v>
                </c:pt>
                <c:pt idx="3335">
                  <c:v>0.38500000000000001</c:v>
                </c:pt>
                <c:pt idx="3336">
                  <c:v>0.38500000000000001</c:v>
                </c:pt>
                <c:pt idx="3337">
                  <c:v>0.38500000000000001</c:v>
                </c:pt>
                <c:pt idx="3338">
                  <c:v>0.38500000000000001</c:v>
                </c:pt>
                <c:pt idx="3339">
                  <c:v>0.38500000000000001</c:v>
                </c:pt>
                <c:pt idx="3340">
                  <c:v>0.38500000000000001</c:v>
                </c:pt>
                <c:pt idx="3341">
                  <c:v>0.38500000000000001</c:v>
                </c:pt>
                <c:pt idx="3342">
                  <c:v>0.38500000000000001</c:v>
                </c:pt>
                <c:pt idx="3343">
                  <c:v>0.38500000000000001</c:v>
                </c:pt>
                <c:pt idx="3344">
                  <c:v>0.38500000000000001</c:v>
                </c:pt>
                <c:pt idx="3345">
                  <c:v>0.38500000000000001</c:v>
                </c:pt>
                <c:pt idx="3346">
                  <c:v>0.38500000000000001</c:v>
                </c:pt>
                <c:pt idx="3347">
                  <c:v>0.38500000000000001</c:v>
                </c:pt>
                <c:pt idx="3348">
                  <c:v>0.38500000000000001</c:v>
                </c:pt>
                <c:pt idx="3349">
                  <c:v>0.38500000000000001</c:v>
                </c:pt>
                <c:pt idx="3350">
                  <c:v>0.38500000000000001</c:v>
                </c:pt>
                <c:pt idx="3351">
                  <c:v>0.38500000000000001</c:v>
                </c:pt>
                <c:pt idx="3352">
                  <c:v>0.38500000000000001</c:v>
                </c:pt>
                <c:pt idx="3353">
                  <c:v>0.38500000000000001</c:v>
                </c:pt>
                <c:pt idx="3354">
                  <c:v>0.38500000000000001</c:v>
                </c:pt>
                <c:pt idx="3355">
                  <c:v>0.38500000000000001</c:v>
                </c:pt>
                <c:pt idx="3356">
                  <c:v>0.38500000000000001</c:v>
                </c:pt>
                <c:pt idx="3357">
                  <c:v>0.38500000000000001</c:v>
                </c:pt>
                <c:pt idx="3358">
                  <c:v>0.38500000000000001</c:v>
                </c:pt>
                <c:pt idx="3359">
                  <c:v>0.38500000000000001</c:v>
                </c:pt>
                <c:pt idx="3360">
                  <c:v>0.38500000000000001</c:v>
                </c:pt>
                <c:pt idx="3361">
                  <c:v>0.38500000000000001</c:v>
                </c:pt>
                <c:pt idx="3362">
                  <c:v>0.38500000000000001</c:v>
                </c:pt>
                <c:pt idx="3363">
                  <c:v>0.38500000000000001</c:v>
                </c:pt>
                <c:pt idx="3364">
                  <c:v>0.38500000000000001</c:v>
                </c:pt>
                <c:pt idx="3365">
                  <c:v>0.38500000000000001</c:v>
                </c:pt>
                <c:pt idx="3366">
                  <c:v>0.38500000000000001</c:v>
                </c:pt>
                <c:pt idx="3367">
                  <c:v>0.38500000000000001</c:v>
                </c:pt>
                <c:pt idx="3368">
                  <c:v>0.38500000000000001</c:v>
                </c:pt>
                <c:pt idx="3369">
                  <c:v>0.38500000000000001</c:v>
                </c:pt>
                <c:pt idx="3370">
                  <c:v>0.38500000000000001</c:v>
                </c:pt>
                <c:pt idx="3371">
                  <c:v>0.38500000000000001</c:v>
                </c:pt>
                <c:pt idx="3372">
                  <c:v>0.38500000000000001</c:v>
                </c:pt>
                <c:pt idx="3373">
                  <c:v>0.38500000000000001</c:v>
                </c:pt>
                <c:pt idx="3374">
                  <c:v>0.38500000000000001</c:v>
                </c:pt>
                <c:pt idx="3375">
                  <c:v>0.38500000000000001</c:v>
                </c:pt>
                <c:pt idx="3376">
                  <c:v>34.145000000000003</c:v>
                </c:pt>
                <c:pt idx="3377">
                  <c:v>0.39500000000000002</c:v>
                </c:pt>
                <c:pt idx="3378">
                  <c:v>0.39500000000000002</c:v>
                </c:pt>
                <c:pt idx="3379">
                  <c:v>0.39500000000000002</c:v>
                </c:pt>
                <c:pt idx="3380">
                  <c:v>0.39500000000000002</c:v>
                </c:pt>
                <c:pt idx="3381">
                  <c:v>0.39500000000000002</c:v>
                </c:pt>
                <c:pt idx="3382">
                  <c:v>0.39500000000000002</c:v>
                </c:pt>
                <c:pt idx="3383">
                  <c:v>0.39500000000000002</c:v>
                </c:pt>
                <c:pt idx="3384">
                  <c:v>0.39500000000000002</c:v>
                </c:pt>
                <c:pt idx="3385">
                  <c:v>0.39500000000000002</c:v>
                </c:pt>
                <c:pt idx="3386">
                  <c:v>0.39500000000000002</c:v>
                </c:pt>
                <c:pt idx="3387">
                  <c:v>0.39500000000000002</c:v>
                </c:pt>
                <c:pt idx="3388">
                  <c:v>0.39500000000000002</c:v>
                </c:pt>
                <c:pt idx="3389">
                  <c:v>0.39500000000000002</c:v>
                </c:pt>
                <c:pt idx="3390">
                  <c:v>0.39500000000000002</c:v>
                </c:pt>
                <c:pt idx="3391">
                  <c:v>0.39500000000000002</c:v>
                </c:pt>
                <c:pt idx="3392">
                  <c:v>0.39500000000000002</c:v>
                </c:pt>
                <c:pt idx="3393">
                  <c:v>0.39500000000000002</c:v>
                </c:pt>
                <c:pt idx="3394">
                  <c:v>0.39500000000000002</c:v>
                </c:pt>
                <c:pt idx="3395">
                  <c:v>0.39500000000000002</c:v>
                </c:pt>
                <c:pt idx="3396">
                  <c:v>0.39500000000000002</c:v>
                </c:pt>
                <c:pt idx="3397">
                  <c:v>0.39500000000000002</c:v>
                </c:pt>
                <c:pt idx="3398">
                  <c:v>0.39500000000000002</c:v>
                </c:pt>
                <c:pt idx="3399">
                  <c:v>0.39500000000000002</c:v>
                </c:pt>
                <c:pt idx="3400">
                  <c:v>0.39500000000000002</c:v>
                </c:pt>
                <c:pt idx="3401">
                  <c:v>0.39500000000000002</c:v>
                </c:pt>
                <c:pt idx="3402">
                  <c:v>0.39500000000000002</c:v>
                </c:pt>
                <c:pt idx="3403">
                  <c:v>0.39500000000000002</c:v>
                </c:pt>
                <c:pt idx="3404">
                  <c:v>0.39500000000000002</c:v>
                </c:pt>
                <c:pt idx="3405">
                  <c:v>0.39500000000000002</c:v>
                </c:pt>
                <c:pt idx="3406">
                  <c:v>0.39500000000000002</c:v>
                </c:pt>
                <c:pt idx="3407">
                  <c:v>0.39500000000000002</c:v>
                </c:pt>
                <c:pt idx="3408">
                  <c:v>0.39500000000000002</c:v>
                </c:pt>
                <c:pt idx="3409">
                  <c:v>0.39500000000000002</c:v>
                </c:pt>
                <c:pt idx="3410">
                  <c:v>0.39500000000000002</c:v>
                </c:pt>
                <c:pt idx="3411">
                  <c:v>0.39500000000000002</c:v>
                </c:pt>
                <c:pt idx="3412">
                  <c:v>0.39500000000000002</c:v>
                </c:pt>
                <c:pt idx="3413">
                  <c:v>0.39500000000000002</c:v>
                </c:pt>
                <c:pt idx="3414">
                  <c:v>0.39500000000000002</c:v>
                </c:pt>
                <c:pt idx="3415">
                  <c:v>0.39500000000000002</c:v>
                </c:pt>
                <c:pt idx="3416">
                  <c:v>0.39500000000000002</c:v>
                </c:pt>
                <c:pt idx="3417">
                  <c:v>0.39500000000000002</c:v>
                </c:pt>
                <c:pt idx="3418">
                  <c:v>0.39500000000000002</c:v>
                </c:pt>
                <c:pt idx="3419">
                  <c:v>0.39500000000000002</c:v>
                </c:pt>
                <c:pt idx="3420">
                  <c:v>0.39500000000000002</c:v>
                </c:pt>
                <c:pt idx="3421">
                  <c:v>0.39500000000000002</c:v>
                </c:pt>
                <c:pt idx="3422">
                  <c:v>0.39500000000000002</c:v>
                </c:pt>
                <c:pt idx="3423">
                  <c:v>0.39500000000000002</c:v>
                </c:pt>
                <c:pt idx="3424">
                  <c:v>0.39500000000000002</c:v>
                </c:pt>
                <c:pt idx="3425">
                  <c:v>0.39500000000000002</c:v>
                </c:pt>
                <c:pt idx="3426">
                  <c:v>0.39500000000000002</c:v>
                </c:pt>
                <c:pt idx="3427">
                  <c:v>0.39500000000000002</c:v>
                </c:pt>
                <c:pt idx="3428">
                  <c:v>0.39500000000000002</c:v>
                </c:pt>
                <c:pt idx="3429">
                  <c:v>0.39500000000000002</c:v>
                </c:pt>
                <c:pt idx="3430">
                  <c:v>0.39500000000000002</c:v>
                </c:pt>
                <c:pt idx="3431">
                  <c:v>0.39500000000000002</c:v>
                </c:pt>
                <c:pt idx="3432">
                  <c:v>0.39500000000000002</c:v>
                </c:pt>
                <c:pt idx="3433">
                  <c:v>0.39500000000000002</c:v>
                </c:pt>
                <c:pt idx="3434">
                  <c:v>0.39500000000000002</c:v>
                </c:pt>
                <c:pt idx="3435">
                  <c:v>0.39500000000000002</c:v>
                </c:pt>
                <c:pt idx="3436">
                  <c:v>0.39500000000000002</c:v>
                </c:pt>
                <c:pt idx="3437">
                  <c:v>0.39500000000000002</c:v>
                </c:pt>
                <c:pt idx="3438">
                  <c:v>0.39500000000000002</c:v>
                </c:pt>
                <c:pt idx="3439">
                  <c:v>0.39500000000000002</c:v>
                </c:pt>
                <c:pt idx="3440">
                  <c:v>0.39500000000000002</c:v>
                </c:pt>
                <c:pt idx="3441">
                  <c:v>0.39500000000000002</c:v>
                </c:pt>
                <c:pt idx="3442">
                  <c:v>0.39500000000000002</c:v>
                </c:pt>
                <c:pt idx="3443">
                  <c:v>0.39500000000000002</c:v>
                </c:pt>
                <c:pt idx="3444">
                  <c:v>0.39500000000000002</c:v>
                </c:pt>
                <c:pt idx="3445">
                  <c:v>0.39500000000000002</c:v>
                </c:pt>
                <c:pt idx="3446">
                  <c:v>0.39500000000000002</c:v>
                </c:pt>
                <c:pt idx="3447">
                  <c:v>0.39500000000000002</c:v>
                </c:pt>
                <c:pt idx="3448">
                  <c:v>0.39500000000000002</c:v>
                </c:pt>
                <c:pt idx="3449">
                  <c:v>0.39500000000000002</c:v>
                </c:pt>
                <c:pt idx="3450">
                  <c:v>0.39500000000000002</c:v>
                </c:pt>
                <c:pt idx="3451">
                  <c:v>0.39500000000000002</c:v>
                </c:pt>
                <c:pt idx="3452">
                  <c:v>0.39500000000000002</c:v>
                </c:pt>
                <c:pt idx="3453">
                  <c:v>0.39500000000000002</c:v>
                </c:pt>
                <c:pt idx="3454">
                  <c:v>0.39500000000000002</c:v>
                </c:pt>
                <c:pt idx="3455">
                  <c:v>0.39500000000000002</c:v>
                </c:pt>
                <c:pt idx="3456">
                  <c:v>0.39500000000000002</c:v>
                </c:pt>
                <c:pt idx="3457">
                  <c:v>0.39500000000000002</c:v>
                </c:pt>
                <c:pt idx="3458">
                  <c:v>0.39500000000000002</c:v>
                </c:pt>
                <c:pt idx="3459">
                  <c:v>0.39500000000000002</c:v>
                </c:pt>
                <c:pt idx="3460">
                  <c:v>0.39500000000000002</c:v>
                </c:pt>
                <c:pt idx="3461">
                  <c:v>0.39500000000000002</c:v>
                </c:pt>
                <c:pt idx="3462">
                  <c:v>0.39500000000000002</c:v>
                </c:pt>
                <c:pt idx="3463">
                  <c:v>0.39500000000000002</c:v>
                </c:pt>
                <c:pt idx="3464">
                  <c:v>0.39500000000000002</c:v>
                </c:pt>
                <c:pt idx="3465">
                  <c:v>0.39500000000000002</c:v>
                </c:pt>
                <c:pt idx="3466">
                  <c:v>0.39500000000000002</c:v>
                </c:pt>
                <c:pt idx="3467">
                  <c:v>0.39500000000000002</c:v>
                </c:pt>
                <c:pt idx="3468">
                  <c:v>0.39500000000000002</c:v>
                </c:pt>
                <c:pt idx="3469">
                  <c:v>0.39500000000000002</c:v>
                </c:pt>
                <c:pt idx="3470">
                  <c:v>0.39500000000000002</c:v>
                </c:pt>
                <c:pt idx="3471">
                  <c:v>0.39500000000000002</c:v>
                </c:pt>
                <c:pt idx="3472">
                  <c:v>0.39500000000000002</c:v>
                </c:pt>
                <c:pt idx="3473">
                  <c:v>0.39500000000000002</c:v>
                </c:pt>
                <c:pt idx="3474">
                  <c:v>0.39500000000000002</c:v>
                </c:pt>
                <c:pt idx="3475">
                  <c:v>0.39500000000000002</c:v>
                </c:pt>
                <c:pt idx="3476">
                  <c:v>0.39500000000000002</c:v>
                </c:pt>
                <c:pt idx="3477">
                  <c:v>0.39500000000000002</c:v>
                </c:pt>
                <c:pt idx="3478">
                  <c:v>0.39500000000000002</c:v>
                </c:pt>
                <c:pt idx="3479">
                  <c:v>0.39500000000000002</c:v>
                </c:pt>
                <c:pt idx="3480">
                  <c:v>0.39500000000000002</c:v>
                </c:pt>
                <c:pt idx="3481">
                  <c:v>0.39500000000000002</c:v>
                </c:pt>
                <c:pt idx="3482">
                  <c:v>0.39500000000000002</c:v>
                </c:pt>
                <c:pt idx="3483">
                  <c:v>0.39500000000000002</c:v>
                </c:pt>
                <c:pt idx="3484">
                  <c:v>0.39500000000000002</c:v>
                </c:pt>
                <c:pt idx="3485">
                  <c:v>0.39500000000000002</c:v>
                </c:pt>
                <c:pt idx="3486">
                  <c:v>0.39500000000000002</c:v>
                </c:pt>
                <c:pt idx="3487">
                  <c:v>0.39500000000000002</c:v>
                </c:pt>
                <c:pt idx="3488">
                  <c:v>0.39500000000000002</c:v>
                </c:pt>
                <c:pt idx="3489">
                  <c:v>0.39500000000000002</c:v>
                </c:pt>
                <c:pt idx="3490">
                  <c:v>0.39500000000000002</c:v>
                </c:pt>
                <c:pt idx="3491">
                  <c:v>0.39500000000000002</c:v>
                </c:pt>
                <c:pt idx="3492">
                  <c:v>0.39500000000000002</c:v>
                </c:pt>
                <c:pt idx="3493">
                  <c:v>0.39500000000000002</c:v>
                </c:pt>
                <c:pt idx="3494">
                  <c:v>0.39500000000000002</c:v>
                </c:pt>
                <c:pt idx="3495">
                  <c:v>0.39500000000000002</c:v>
                </c:pt>
                <c:pt idx="3496">
                  <c:v>0.39500000000000002</c:v>
                </c:pt>
                <c:pt idx="3497">
                  <c:v>0.39500000000000002</c:v>
                </c:pt>
                <c:pt idx="3498">
                  <c:v>0.39500000000000002</c:v>
                </c:pt>
                <c:pt idx="3499">
                  <c:v>0.39500000000000002</c:v>
                </c:pt>
                <c:pt idx="3500">
                  <c:v>0.39500000000000002</c:v>
                </c:pt>
                <c:pt idx="3501">
                  <c:v>0.39500000000000002</c:v>
                </c:pt>
                <c:pt idx="3502">
                  <c:v>0.39500000000000002</c:v>
                </c:pt>
                <c:pt idx="3503">
                  <c:v>0.39500000000000002</c:v>
                </c:pt>
                <c:pt idx="3504">
                  <c:v>0.39500000000000002</c:v>
                </c:pt>
                <c:pt idx="3505">
                  <c:v>0.39500000000000002</c:v>
                </c:pt>
                <c:pt idx="3506">
                  <c:v>0.39500000000000002</c:v>
                </c:pt>
                <c:pt idx="3507">
                  <c:v>0.39500000000000002</c:v>
                </c:pt>
                <c:pt idx="3508">
                  <c:v>0.39500000000000002</c:v>
                </c:pt>
                <c:pt idx="3509">
                  <c:v>0.39500000000000002</c:v>
                </c:pt>
                <c:pt idx="3510">
                  <c:v>0.39500000000000002</c:v>
                </c:pt>
                <c:pt idx="3511">
                  <c:v>0.39500000000000002</c:v>
                </c:pt>
                <c:pt idx="3512">
                  <c:v>0.39500000000000002</c:v>
                </c:pt>
                <c:pt idx="3513">
                  <c:v>0.39500000000000002</c:v>
                </c:pt>
                <c:pt idx="3514">
                  <c:v>0.39500000000000002</c:v>
                </c:pt>
                <c:pt idx="3515">
                  <c:v>0.39500000000000002</c:v>
                </c:pt>
                <c:pt idx="3516">
                  <c:v>0.39500000000000002</c:v>
                </c:pt>
                <c:pt idx="3517">
                  <c:v>0.39500000000000002</c:v>
                </c:pt>
                <c:pt idx="3518">
                  <c:v>0.39500000000000002</c:v>
                </c:pt>
                <c:pt idx="3519">
                  <c:v>0.39500000000000002</c:v>
                </c:pt>
                <c:pt idx="3520">
                  <c:v>0.39500000000000002</c:v>
                </c:pt>
                <c:pt idx="3521">
                  <c:v>0.39500000000000002</c:v>
                </c:pt>
                <c:pt idx="3522">
                  <c:v>0.39500000000000002</c:v>
                </c:pt>
                <c:pt idx="3523">
                  <c:v>0.39500000000000002</c:v>
                </c:pt>
                <c:pt idx="3524">
                  <c:v>0.39500000000000002</c:v>
                </c:pt>
                <c:pt idx="3525">
                  <c:v>0.39500000000000002</c:v>
                </c:pt>
                <c:pt idx="3526">
                  <c:v>0.39500000000000002</c:v>
                </c:pt>
                <c:pt idx="3527">
                  <c:v>0.39500000000000002</c:v>
                </c:pt>
                <c:pt idx="3528">
                  <c:v>0.39500000000000002</c:v>
                </c:pt>
                <c:pt idx="3529">
                  <c:v>0.39500000000000002</c:v>
                </c:pt>
                <c:pt idx="3530">
                  <c:v>0.39500000000000002</c:v>
                </c:pt>
                <c:pt idx="3531">
                  <c:v>0.39500000000000002</c:v>
                </c:pt>
                <c:pt idx="3532">
                  <c:v>0.39500000000000002</c:v>
                </c:pt>
                <c:pt idx="3533">
                  <c:v>0.39500000000000002</c:v>
                </c:pt>
                <c:pt idx="3534">
                  <c:v>0.39500000000000002</c:v>
                </c:pt>
                <c:pt idx="3535">
                  <c:v>0.39500000000000002</c:v>
                </c:pt>
                <c:pt idx="3536">
                  <c:v>0.39500000000000002</c:v>
                </c:pt>
                <c:pt idx="3537">
                  <c:v>0.39500000000000002</c:v>
                </c:pt>
                <c:pt idx="3538">
                  <c:v>0.39500000000000002</c:v>
                </c:pt>
                <c:pt idx="3539">
                  <c:v>0.39500000000000002</c:v>
                </c:pt>
                <c:pt idx="3540">
                  <c:v>0.39500000000000002</c:v>
                </c:pt>
                <c:pt idx="3541">
                  <c:v>0.39500000000000002</c:v>
                </c:pt>
                <c:pt idx="3542">
                  <c:v>0.39500000000000002</c:v>
                </c:pt>
                <c:pt idx="3543">
                  <c:v>0.39500000000000002</c:v>
                </c:pt>
                <c:pt idx="3544">
                  <c:v>0.39500000000000002</c:v>
                </c:pt>
                <c:pt idx="3545">
                  <c:v>0.39500000000000002</c:v>
                </c:pt>
                <c:pt idx="3546">
                  <c:v>0.39500000000000002</c:v>
                </c:pt>
                <c:pt idx="3547">
                  <c:v>0.39500000000000002</c:v>
                </c:pt>
                <c:pt idx="3548">
                  <c:v>0.39500000000000002</c:v>
                </c:pt>
                <c:pt idx="3549">
                  <c:v>0.39500000000000002</c:v>
                </c:pt>
                <c:pt idx="3550">
                  <c:v>0.39500000000000002</c:v>
                </c:pt>
                <c:pt idx="3551">
                  <c:v>0.39500000000000002</c:v>
                </c:pt>
                <c:pt idx="3552">
                  <c:v>0.39500000000000002</c:v>
                </c:pt>
                <c:pt idx="3553">
                  <c:v>0.39500000000000002</c:v>
                </c:pt>
                <c:pt idx="3554">
                  <c:v>0.39500000000000002</c:v>
                </c:pt>
                <c:pt idx="3555">
                  <c:v>0.39500000000000002</c:v>
                </c:pt>
                <c:pt idx="3556">
                  <c:v>0.39500000000000002</c:v>
                </c:pt>
                <c:pt idx="3557">
                  <c:v>0.39500000000000002</c:v>
                </c:pt>
                <c:pt idx="3558">
                  <c:v>0.39500000000000002</c:v>
                </c:pt>
                <c:pt idx="3559">
                  <c:v>0.39500000000000002</c:v>
                </c:pt>
                <c:pt idx="3560">
                  <c:v>0.39500000000000002</c:v>
                </c:pt>
                <c:pt idx="3561">
                  <c:v>0.39500000000000002</c:v>
                </c:pt>
                <c:pt idx="3562">
                  <c:v>0.39500000000000002</c:v>
                </c:pt>
                <c:pt idx="3563">
                  <c:v>0.39500000000000002</c:v>
                </c:pt>
                <c:pt idx="3564">
                  <c:v>0.39500000000000002</c:v>
                </c:pt>
                <c:pt idx="3565">
                  <c:v>0.39500000000000002</c:v>
                </c:pt>
                <c:pt idx="3566">
                  <c:v>0.39500000000000002</c:v>
                </c:pt>
                <c:pt idx="3567">
                  <c:v>0.39500000000000002</c:v>
                </c:pt>
                <c:pt idx="3568">
                  <c:v>0.39500000000000002</c:v>
                </c:pt>
                <c:pt idx="3569">
                  <c:v>0.39500000000000002</c:v>
                </c:pt>
                <c:pt idx="3570">
                  <c:v>0.39500000000000002</c:v>
                </c:pt>
                <c:pt idx="3571">
                  <c:v>0.39500000000000002</c:v>
                </c:pt>
                <c:pt idx="3572">
                  <c:v>0.39500000000000002</c:v>
                </c:pt>
                <c:pt idx="3573">
                  <c:v>0.39500000000000002</c:v>
                </c:pt>
                <c:pt idx="3574">
                  <c:v>0.39500000000000002</c:v>
                </c:pt>
                <c:pt idx="3575">
                  <c:v>0.39500000000000002</c:v>
                </c:pt>
                <c:pt idx="3576">
                  <c:v>0.39500000000000002</c:v>
                </c:pt>
                <c:pt idx="3577">
                  <c:v>0.39500000000000002</c:v>
                </c:pt>
                <c:pt idx="3578">
                  <c:v>0.39500000000000002</c:v>
                </c:pt>
                <c:pt idx="3579">
                  <c:v>0.39500000000000002</c:v>
                </c:pt>
                <c:pt idx="3580">
                  <c:v>0.39500000000000002</c:v>
                </c:pt>
                <c:pt idx="3581">
                  <c:v>0.39500000000000002</c:v>
                </c:pt>
                <c:pt idx="3582">
                  <c:v>0.39500000000000002</c:v>
                </c:pt>
                <c:pt idx="3583">
                  <c:v>0.39500000000000002</c:v>
                </c:pt>
                <c:pt idx="3584">
                  <c:v>0.39500000000000002</c:v>
                </c:pt>
                <c:pt idx="3585">
                  <c:v>0.39500000000000002</c:v>
                </c:pt>
                <c:pt idx="3586">
                  <c:v>0.39500000000000002</c:v>
                </c:pt>
                <c:pt idx="3587">
                  <c:v>0.39500000000000002</c:v>
                </c:pt>
                <c:pt idx="3588">
                  <c:v>0.39500000000000002</c:v>
                </c:pt>
                <c:pt idx="3589">
                  <c:v>0.39500000000000002</c:v>
                </c:pt>
                <c:pt idx="3590">
                  <c:v>0.39500000000000002</c:v>
                </c:pt>
                <c:pt idx="3591">
                  <c:v>0.39500000000000002</c:v>
                </c:pt>
                <c:pt idx="3592">
                  <c:v>0.39500000000000002</c:v>
                </c:pt>
                <c:pt idx="3593">
                  <c:v>0.39500000000000002</c:v>
                </c:pt>
                <c:pt idx="3594">
                  <c:v>0.39500000000000002</c:v>
                </c:pt>
                <c:pt idx="3595">
                  <c:v>0.39500000000000002</c:v>
                </c:pt>
                <c:pt idx="3596">
                  <c:v>0.39500000000000002</c:v>
                </c:pt>
                <c:pt idx="3597">
                  <c:v>0.39500000000000002</c:v>
                </c:pt>
                <c:pt idx="3598">
                  <c:v>0.39500000000000002</c:v>
                </c:pt>
                <c:pt idx="3599">
                  <c:v>0.39500000000000002</c:v>
                </c:pt>
                <c:pt idx="3600">
                  <c:v>0.39500000000000002</c:v>
                </c:pt>
                <c:pt idx="3601">
                  <c:v>0.39500000000000002</c:v>
                </c:pt>
                <c:pt idx="3602">
                  <c:v>0.39500000000000002</c:v>
                </c:pt>
                <c:pt idx="3603">
                  <c:v>0.39500000000000002</c:v>
                </c:pt>
                <c:pt idx="3604">
                  <c:v>0.39500000000000002</c:v>
                </c:pt>
                <c:pt idx="3605">
                  <c:v>0.39500000000000002</c:v>
                </c:pt>
                <c:pt idx="3606">
                  <c:v>0.39500000000000002</c:v>
                </c:pt>
                <c:pt idx="3607">
                  <c:v>0.39500000000000002</c:v>
                </c:pt>
                <c:pt idx="3608">
                  <c:v>0.39500000000000002</c:v>
                </c:pt>
                <c:pt idx="3609">
                  <c:v>0.39500000000000002</c:v>
                </c:pt>
                <c:pt idx="3610">
                  <c:v>0.39500000000000002</c:v>
                </c:pt>
                <c:pt idx="3611">
                  <c:v>0.39500000000000002</c:v>
                </c:pt>
                <c:pt idx="3612">
                  <c:v>0.39500000000000002</c:v>
                </c:pt>
                <c:pt idx="3613">
                  <c:v>0.39500000000000002</c:v>
                </c:pt>
                <c:pt idx="3614">
                  <c:v>0.39500000000000002</c:v>
                </c:pt>
                <c:pt idx="3615">
                  <c:v>0.39500000000000002</c:v>
                </c:pt>
                <c:pt idx="3616">
                  <c:v>0.39500000000000002</c:v>
                </c:pt>
                <c:pt idx="3617">
                  <c:v>0.39500000000000002</c:v>
                </c:pt>
                <c:pt idx="3618">
                  <c:v>0.39500000000000002</c:v>
                </c:pt>
                <c:pt idx="3619">
                  <c:v>0.39500000000000002</c:v>
                </c:pt>
                <c:pt idx="3620">
                  <c:v>0.39500000000000002</c:v>
                </c:pt>
                <c:pt idx="3621">
                  <c:v>0.39500000000000002</c:v>
                </c:pt>
                <c:pt idx="3622">
                  <c:v>0.39500000000000002</c:v>
                </c:pt>
                <c:pt idx="3623">
                  <c:v>0.39500000000000002</c:v>
                </c:pt>
                <c:pt idx="3624">
                  <c:v>0.39500000000000002</c:v>
                </c:pt>
                <c:pt idx="3625">
                  <c:v>0.39500000000000002</c:v>
                </c:pt>
                <c:pt idx="3626">
                  <c:v>0.39500000000000002</c:v>
                </c:pt>
                <c:pt idx="3627">
                  <c:v>0.39500000000000002</c:v>
                </c:pt>
                <c:pt idx="3628">
                  <c:v>0.39500000000000002</c:v>
                </c:pt>
                <c:pt idx="3629">
                  <c:v>0.39500000000000002</c:v>
                </c:pt>
                <c:pt idx="3630">
                  <c:v>0.39500000000000002</c:v>
                </c:pt>
                <c:pt idx="3631">
                  <c:v>0.39500000000000002</c:v>
                </c:pt>
                <c:pt idx="3632">
                  <c:v>0.39500000000000002</c:v>
                </c:pt>
                <c:pt idx="3633">
                  <c:v>0.39500000000000002</c:v>
                </c:pt>
                <c:pt idx="3634">
                  <c:v>0.39500000000000002</c:v>
                </c:pt>
                <c:pt idx="3635">
                  <c:v>0.39500000000000002</c:v>
                </c:pt>
                <c:pt idx="3636">
                  <c:v>0.39500000000000002</c:v>
                </c:pt>
                <c:pt idx="3637">
                  <c:v>0.39500000000000002</c:v>
                </c:pt>
                <c:pt idx="3638">
                  <c:v>0.39500000000000002</c:v>
                </c:pt>
                <c:pt idx="3639">
                  <c:v>0.39500000000000002</c:v>
                </c:pt>
                <c:pt idx="3640">
                  <c:v>0.39500000000000002</c:v>
                </c:pt>
                <c:pt idx="3641">
                  <c:v>0.39500000000000002</c:v>
                </c:pt>
                <c:pt idx="3642">
                  <c:v>0.39500000000000002</c:v>
                </c:pt>
                <c:pt idx="3643">
                  <c:v>0.39500000000000002</c:v>
                </c:pt>
                <c:pt idx="3644">
                  <c:v>0.39500000000000002</c:v>
                </c:pt>
                <c:pt idx="3645">
                  <c:v>0.39500000000000002</c:v>
                </c:pt>
                <c:pt idx="3646">
                  <c:v>0.39500000000000002</c:v>
                </c:pt>
                <c:pt idx="3647">
                  <c:v>0.39500000000000002</c:v>
                </c:pt>
                <c:pt idx="3648">
                  <c:v>0.39500000000000002</c:v>
                </c:pt>
                <c:pt idx="3649">
                  <c:v>0.39500000000000002</c:v>
                </c:pt>
                <c:pt idx="3650">
                  <c:v>0.39500000000000002</c:v>
                </c:pt>
                <c:pt idx="3651">
                  <c:v>0.39500000000000002</c:v>
                </c:pt>
                <c:pt idx="3652">
                  <c:v>0.39500000000000002</c:v>
                </c:pt>
                <c:pt idx="3653">
                  <c:v>0.39500000000000002</c:v>
                </c:pt>
                <c:pt idx="3654">
                  <c:v>0.39500000000000002</c:v>
                </c:pt>
                <c:pt idx="3655">
                  <c:v>0.39500000000000002</c:v>
                </c:pt>
                <c:pt idx="3656">
                  <c:v>0.39500000000000002</c:v>
                </c:pt>
                <c:pt idx="3657">
                  <c:v>0.39500000000000002</c:v>
                </c:pt>
                <c:pt idx="3658">
                  <c:v>0.39500000000000002</c:v>
                </c:pt>
                <c:pt idx="3659">
                  <c:v>0.39500000000000002</c:v>
                </c:pt>
                <c:pt idx="3660">
                  <c:v>0.39500000000000002</c:v>
                </c:pt>
                <c:pt idx="3661">
                  <c:v>0.39500000000000002</c:v>
                </c:pt>
                <c:pt idx="3662">
                  <c:v>0.39500000000000002</c:v>
                </c:pt>
                <c:pt idx="3663">
                  <c:v>0.39500000000000002</c:v>
                </c:pt>
                <c:pt idx="3664">
                  <c:v>0.39500000000000002</c:v>
                </c:pt>
                <c:pt idx="3665">
                  <c:v>0.39500000000000002</c:v>
                </c:pt>
                <c:pt idx="3666">
                  <c:v>0.39500000000000002</c:v>
                </c:pt>
                <c:pt idx="3667">
                  <c:v>0.39500000000000002</c:v>
                </c:pt>
                <c:pt idx="3668">
                  <c:v>0.39500000000000002</c:v>
                </c:pt>
                <c:pt idx="3669">
                  <c:v>0.39500000000000002</c:v>
                </c:pt>
                <c:pt idx="3670">
                  <c:v>0.39500000000000002</c:v>
                </c:pt>
                <c:pt idx="3671">
                  <c:v>0.39500000000000002</c:v>
                </c:pt>
                <c:pt idx="3672">
                  <c:v>0.39500000000000002</c:v>
                </c:pt>
                <c:pt idx="3673">
                  <c:v>0.39500000000000002</c:v>
                </c:pt>
                <c:pt idx="3674">
                  <c:v>0.39500000000000002</c:v>
                </c:pt>
                <c:pt idx="3675">
                  <c:v>0.39500000000000002</c:v>
                </c:pt>
                <c:pt idx="3676">
                  <c:v>0.39500000000000002</c:v>
                </c:pt>
                <c:pt idx="3677">
                  <c:v>0.39500000000000002</c:v>
                </c:pt>
                <c:pt idx="3678">
                  <c:v>0.39500000000000002</c:v>
                </c:pt>
                <c:pt idx="3679">
                  <c:v>0.39500000000000002</c:v>
                </c:pt>
                <c:pt idx="3680">
                  <c:v>0.39500000000000002</c:v>
                </c:pt>
                <c:pt idx="3681">
                  <c:v>0.39500000000000002</c:v>
                </c:pt>
                <c:pt idx="3682">
                  <c:v>0.39500000000000002</c:v>
                </c:pt>
                <c:pt idx="3683">
                  <c:v>0.39500000000000002</c:v>
                </c:pt>
                <c:pt idx="3684">
                  <c:v>0.39500000000000002</c:v>
                </c:pt>
                <c:pt idx="3685">
                  <c:v>0.39500000000000002</c:v>
                </c:pt>
                <c:pt idx="3686">
                  <c:v>0.39500000000000002</c:v>
                </c:pt>
                <c:pt idx="3687">
                  <c:v>0.39500000000000002</c:v>
                </c:pt>
                <c:pt idx="3688">
                  <c:v>0.39500000000000002</c:v>
                </c:pt>
                <c:pt idx="3689">
                  <c:v>0.39500000000000002</c:v>
                </c:pt>
                <c:pt idx="3690">
                  <c:v>0.39500000000000002</c:v>
                </c:pt>
                <c:pt idx="3691">
                  <c:v>0.39500000000000002</c:v>
                </c:pt>
                <c:pt idx="3692">
                  <c:v>0.39500000000000002</c:v>
                </c:pt>
                <c:pt idx="3693">
                  <c:v>0.39500000000000002</c:v>
                </c:pt>
                <c:pt idx="3694">
                  <c:v>0.39500000000000002</c:v>
                </c:pt>
                <c:pt idx="3695">
                  <c:v>0.39500000000000002</c:v>
                </c:pt>
                <c:pt idx="3696">
                  <c:v>0.39500000000000002</c:v>
                </c:pt>
                <c:pt idx="3697">
                  <c:v>0.39500000000000002</c:v>
                </c:pt>
                <c:pt idx="3698">
                  <c:v>0.39500000000000002</c:v>
                </c:pt>
                <c:pt idx="3699">
                  <c:v>0.39500000000000002</c:v>
                </c:pt>
                <c:pt idx="3700">
                  <c:v>0.39500000000000002</c:v>
                </c:pt>
                <c:pt idx="3701">
                  <c:v>0.39500000000000002</c:v>
                </c:pt>
                <c:pt idx="3702">
                  <c:v>0.39500000000000002</c:v>
                </c:pt>
                <c:pt idx="3703">
                  <c:v>0.39500000000000002</c:v>
                </c:pt>
                <c:pt idx="3704">
                  <c:v>0.39500000000000002</c:v>
                </c:pt>
                <c:pt idx="3705">
                  <c:v>0.39500000000000002</c:v>
                </c:pt>
                <c:pt idx="3706">
                  <c:v>0.39500000000000002</c:v>
                </c:pt>
                <c:pt idx="3707">
                  <c:v>0.39500000000000002</c:v>
                </c:pt>
                <c:pt idx="3708">
                  <c:v>0.39500000000000002</c:v>
                </c:pt>
                <c:pt idx="3709">
                  <c:v>0.39500000000000002</c:v>
                </c:pt>
                <c:pt idx="3710">
                  <c:v>0.39500000000000002</c:v>
                </c:pt>
                <c:pt idx="3711">
                  <c:v>0.39500000000000002</c:v>
                </c:pt>
                <c:pt idx="3712">
                  <c:v>0.39500000000000002</c:v>
                </c:pt>
                <c:pt idx="3713">
                  <c:v>0.39500000000000002</c:v>
                </c:pt>
                <c:pt idx="3714">
                  <c:v>0.39500000000000002</c:v>
                </c:pt>
                <c:pt idx="3715">
                  <c:v>0.39500000000000002</c:v>
                </c:pt>
                <c:pt idx="3716">
                  <c:v>0.39500000000000002</c:v>
                </c:pt>
                <c:pt idx="3717">
                  <c:v>0.39500000000000002</c:v>
                </c:pt>
                <c:pt idx="3718">
                  <c:v>0.39500000000000002</c:v>
                </c:pt>
                <c:pt idx="3719">
                  <c:v>0.39500000000000002</c:v>
                </c:pt>
                <c:pt idx="3720">
                  <c:v>0.39500000000000002</c:v>
                </c:pt>
                <c:pt idx="3721">
                  <c:v>0.39500000000000002</c:v>
                </c:pt>
                <c:pt idx="3722">
                  <c:v>0.39500000000000002</c:v>
                </c:pt>
                <c:pt idx="3723">
                  <c:v>0.39500000000000002</c:v>
                </c:pt>
                <c:pt idx="3724">
                  <c:v>0.39500000000000002</c:v>
                </c:pt>
                <c:pt idx="3725">
                  <c:v>0.39500000000000002</c:v>
                </c:pt>
                <c:pt idx="3726">
                  <c:v>0.39500000000000002</c:v>
                </c:pt>
                <c:pt idx="3727">
                  <c:v>0.39500000000000002</c:v>
                </c:pt>
                <c:pt idx="3728">
                  <c:v>0.39500000000000002</c:v>
                </c:pt>
                <c:pt idx="3729">
                  <c:v>0.39500000000000002</c:v>
                </c:pt>
                <c:pt idx="3730">
                  <c:v>0.39500000000000002</c:v>
                </c:pt>
                <c:pt idx="3731">
                  <c:v>0.39500000000000002</c:v>
                </c:pt>
                <c:pt idx="3732">
                  <c:v>0.39500000000000002</c:v>
                </c:pt>
                <c:pt idx="3733">
                  <c:v>0.39500000000000002</c:v>
                </c:pt>
                <c:pt idx="3734">
                  <c:v>0.39500000000000002</c:v>
                </c:pt>
                <c:pt idx="3735">
                  <c:v>0.39500000000000002</c:v>
                </c:pt>
                <c:pt idx="3736">
                  <c:v>0.39500000000000002</c:v>
                </c:pt>
                <c:pt idx="3737">
                  <c:v>0.39500000000000002</c:v>
                </c:pt>
                <c:pt idx="3738">
                  <c:v>0.39500000000000002</c:v>
                </c:pt>
                <c:pt idx="3739">
                  <c:v>0.39500000000000002</c:v>
                </c:pt>
                <c:pt idx="3740">
                  <c:v>0.39500000000000002</c:v>
                </c:pt>
                <c:pt idx="3741">
                  <c:v>0.39500000000000002</c:v>
                </c:pt>
                <c:pt idx="3742">
                  <c:v>0.39500000000000002</c:v>
                </c:pt>
                <c:pt idx="3743">
                  <c:v>0.39500000000000002</c:v>
                </c:pt>
                <c:pt idx="3744">
                  <c:v>0.39500000000000002</c:v>
                </c:pt>
                <c:pt idx="3745">
                  <c:v>0.39500000000000002</c:v>
                </c:pt>
                <c:pt idx="3746">
                  <c:v>0.39500000000000002</c:v>
                </c:pt>
                <c:pt idx="3747">
                  <c:v>0.39500000000000002</c:v>
                </c:pt>
                <c:pt idx="3748">
                  <c:v>0.39500000000000002</c:v>
                </c:pt>
                <c:pt idx="3749">
                  <c:v>0.39500000000000002</c:v>
                </c:pt>
                <c:pt idx="3750">
                  <c:v>0.39500000000000002</c:v>
                </c:pt>
                <c:pt idx="3751">
                  <c:v>0.39500000000000002</c:v>
                </c:pt>
                <c:pt idx="3752">
                  <c:v>0.39500000000000002</c:v>
                </c:pt>
                <c:pt idx="3753">
                  <c:v>0.39500000000000002</c:v>
                </c:pt>
                <c:pt idx="3754">
                  <c:v>0.39500000000000002</c:v>
                </c:pt>
                <c:pt idx="3755">
                  <c:v>0.39500000000000002</c:v>
                </c:pt>
                <c:pt idx="3756">
                  <c:v>0.39500000000000002</c:v>
                </c:pt>
                <c:pt idx="3757">
                  <c:v>0.39500000000000002</c:v>
                </c:pt>
                <c:pt idx="3758">
                  <c:v>0.39500000000000002</c:v>
                </c:pt>
                <c:pt idx="3759">
                  <c:v>0.39500000000000002</c:v>
                </c:pt>
                <c:pt idx="3760">
                  <c:v>0.39500000000000002</c:v>
                </c:pt>
                <c:pt idx="3761">
                  <c:v>0.39500000000000002</c:v>
                </c:pt>
                <c:pt idx="3762">
                  <c:v>0.39500000000000002</c:v>
                </c:pt>
                <c:pt idx="3763">
                  <c:v>0.39500000000000002</c:v>
                </c:pt>
                <c:pt idx="3764">
                  <c:v>0.39500000000000002</c:v>
                </c:pt>
                <c:pt idx="3765">
                  <c:v>0.39500000000000002</c:v>
                </c:pt>
                <c:pt idx="3766">
                  <c:v>0.39500000000000002</c:v>
                </c:pt>
                <c:pt idx="3767">
                  <c:v>0.39500000000000002</c:v>
                </c:pt>
                <c:pt idx="3768">
                  <c:v>0.39500000000000002</c:v>
                </c:pt>
                <c:pt idx="3769">
                  <c:v>0.39500000000000002</c:v>
                </c:pt>
                <c:pt idx="3770">
                  <c:v>0.39500000000000002</c:v>
                </c:pt>
                <c:pt idx="3771">
                  <c:v>0.39500000000000002</c:v>
                </c:pt>
                <c:pt idx="3772">
                  <c:v>0.39500000000000002</c:v>
                </c:pt>
                <c:pt idx="3773">
                  <c:v>0.39500000000000002</c:v>
                </c:pt>
                <c:pt idx="3774">
                  <c:v>0.39500000000000002</c:v>
                </c:pt>
                <c:pt idx="3775">
                  <c:v>0.39500000000000002</c:v>
                </c:pt>
                <c:pt idx="3776">
                  <c:v>0.39500000000000002</c:v>
                </c:pt>
                <c:pt idx="3777">
                  <c:v>0.39500000000000002</c:v>
                </c:pt>
                <c:pt idx="3778">
                  <c:v>0.39500000000000002</c:v>
                </c:pt>
                <c:pt idx="3779">
                  <c:v>0.39500000000000002</c:v>
                </c:pt>
                <c:pt idx="3780">
                  <c:v>0.39500000000000002</c:v>
                </c:pt>
                <c:pt idx="3781">
                  <c:v>0.39500000000000002</c:v>
                </c:pt>
                <c:pt idx="3782">
                  <c:v>0.39500000000000002</c:v>
                </c:pt>
                <c:pt idx="3783">
                  <c:v>0.39500000000000002</c:v>
                </c:pt>
                <c:pt idx="3784">
                  <c:v>0.39500000000000002</c:v>
                </c:pt>
                <c:pt idx="3785">
                  <c:v>0.39500000000000002</c:v>
                </c:pt>
                <c:pt idx="3786">
                  <c:v>0.39500000000000002</c:v>
                </c:pt>
                <c:pt idx="3787">
                  <c:v>0.39500000000000002</c:v>
                </c:pt>
                <c:pt idx="3788">
                  <c:v>0.39500000000000002</c:v>
                </c:pt>
                <c:pt idx="3789">
                  <c:v>0.39500000000000002</c:v>
                </c:pt>
                <c:pt idx="3790">
                  <c:v>0.39500000000000002</c:v>
                </c:pt>
                <c:pt idx="3791">
                  <c:v>0.39500000000000002</c:v>
                </c:pt>
                <c:pt idx="3792">
                  <c:v>0.39500000000000002</c:v>
                </c:pt>
                <c:pt idx="3793">
                  <c:v>0.39500000000000002</c:v>
                </c:pt>
                <c:pt idx="3794">
                  <c:v>0.39500000000000002</c:v>
                </c:pt>
                <c:pt idx="3795">
                  <c:v>0.39500000000000002</c:v>
                </c:pt>
                <c:pt idx="3796">
                  <c:v>0.39500000000000002</c:v>
                </c:pt>
                <c:pt idx="3797">
                  <c:v>0.39500000000000002</c:v>
                </c:pt>
                <c:pt idx="3798">
                  <c:v>0.39500000000000002</c:v>
                </c:pt>
                <c:pt idx="3799">
                  <c:v>0.39500000000000002</c:v>
                </c:pt>
                <c:pt idx="3800">
                  <c:v>0.39500000000000002</c:v>
                </c:pt>
                <c:pt idx="3801">
                  <c:v>0.39500000000000002</c:v>
                </c:pt>
                <c:pt idx="3802">
                  <c:v>0.39500000000000002</c:v>
                </c:pt>
                <c:pt idx="3803">
                  <c:v>0.39500000000000002</c:v>
                </c:pt>
                <c:pt idx="3804">
                  <c:v>0.39500000000000002</c:v>
                </c:pt>
                <c:pt idx="3805">
                  <c:v>0.39500000000000002</c:v>
                </c:pt>
                <c:pt idx="3806">
                  <c:v>0.39500000000000002</c:v>
                </c:pt>
                <c:pt idx="3807">
                  <c:v>0.39500000000000002</c:v>
                </c:pt>
                <c:pt idx="3808">
                  <c:v>0.39500000000000002</c:v>
                </c:pt>
                <c:pt idx="3809">
                  <c:v>0.39500000000000002</c:v>
                </c:pt>
                <c:pt idx="3810">
                  <c:v>0.39500000000000002</c:v>
                </c:pt>
                <c:pt idx="3811">
                  <c:v>0.39500000000000002</c:v>
                </c:pt>
                <c:pt idx="3812">
                  <c:v>0.39500000000000002</c:v>
                </c:pt>
                <c:pt idx="3813">
                  <c:v>0.39500000000000002</c:v>
                </c:pt>
                <c:pt idx="3814">
                  <c:v>0.39500000000000002</c:v>
                </c:pt>
                <c:pt idx="3815">
                  <c:v>0.39500000000000002</c:v>
                </c:pt>
                <c:pt idx="3816">
                  <c:v>0.39500000000000002</c:v>
                </c:pt>
                <c:pt idx="3817">
                  <c:v>0.39500000000000002</c:v>
                </c:pt>
                <c:pt idx="3818">
                  <c:v>0.39500000000000002</c:v>
                </c:pt>
                <c:pt idx="3819">
                  <c:v>0.39500000000000002</c:v>
                </c:pt>
                <c:pt idx="3820">
                  <c:v>0.39500000000000002</c:v>
                </c:pt>
                <c:pt idx="3821">
                  <c:v>0.39500000000000002</c:v>
                </c:pt>
                <c:pt idx="3822">
                  <c:v>0.39500000000000002</c:v>
                </c:pt>
                <c:pt idx="3823">
                  <c:v>0.39500000000000002</c:v>
                </c:pt>
                <c:pt idx="3824">
                  <c:v>0.39500000000000002</c:v>
                </c:pt>
                <c:pt idx="3825">
                  <c:v>0.39500000000000002</c:v>
                </c:pt>
                <c:pt idx="3826">
                  <c:v>0.39500000000000002</c:v>
                </c:pt>
                <c:pt idx="3827">
                  <c:v>0.39500000000000002</c:v>
                </c:pt>
                <c:pt idx="3828">
                  <c:v>0.39500000000000002</c:v>
                </c:pt>
                <c:pt idx="3829">
                  <c:v>0.39500000000000002</c:v>
                </c:pt>
                <c:pt idx="3830">
                  <c:v>0.39500000000000002</c:v>
                </c:pt>
                <c:pt idx="3831">
                  <c:v>0.39500000000000002</c:v>
                </c:pt>
                <c:pt idx="3832">
                  <c:v>0.39500000000000002</c:v>
                </c:pt>
                <c:pt idx="3833">
                  <c:v>0.39500000000000002</c:v>
                </c:pt>
                <c:pt idx="3834">
                  <c:v>0.39500000000000002</c:v>
                </c:pt>
                <c:pt idx="3835">
                  <c:v>0.39500000000000002</c:v>
                </c:pt>
                <c:pt idx="3836">
                  <c:v>0.39500000000000002</c:v>
                </c:pt>
                <c:pt idx="3837">
                  <c:v>0.39500000000000002</c:v>
                </c:pt>
                <c:pt idx="3838">
                  <c:v>0.39500000000000002</c:v>
                </c:pt>
                <c:pt idx="3839">
                  <c:v>0.39500000000000002</c:v>
                </c:pt>
                <c:pt idx="3840">
                  <c:v>0.39500000000000002</c:v>
                </c:pt>
                <c:pt idx="3841">
                  <c:v>0.39500000000000002</c:v>
                </c:pt>
                <c:pt idx="3842">
                  <c:v>0.39500000000000002</c:v>
                </c:pt>
                <c:pt idx="3843">
                  <c:v>0.39500000000000002</c:v>
                </c:pt>
                <c:pt idx="3844">
                  <c:v>0.39500000000000002</c:v>
                </c:pt>
                <c:pt idx="3845">
                  <c:v>0.39500000000000002</c:v>
                </c:pt>
                <c:pt idx="3846">
                  <c:v>0.39500000000000002</c:v>
                </c:pt>
                <c:pt idx="3847">
                  <c:v>0.39500000000000002</c:v>
                </c:pt>
                <c:pt idx="3848">
                  <c:v>0.39500000000000002</c:v>
                </c:pt>
                <c:pt idx="3849">
                  <c:v>0.39500000000000002</c:v>
                </c:pt>
                <c:pt idx="3850">
                  <c:v>0.39500000000000002</c:v>
                </c:pt>
                <c:pt idx="3851">
                  <c:v>0.39500000000000002</c:v>
                </c:pt>
                <c:pt idx="3852">
                  <c:v>0.39500000000000002</c:v>
                </c:pt>
                <c:pt idx="3853">
                  <c:v>0.39500000000000002</c:v>
                </c:pt>
                <c:pt idx="3854">
                  <c:v>0.39500000000000002</c:v>
                </c:pt>
                <c:pt idx="3855">
                  <c:v>0.39500000000000002</c:v>
                </c:pt>
                <c:pt idx="3856">
                  <c:v>0.39500000000000002</c:v>
                </c:pt>
                <c:pt idx="3857">
                  <c:v>0.39500000000000002</c:v>
                </c:pt>
                <c:pt idx="3858">
                  <c:v>0.39500000000000002</c:v>
                </c:pt>
                <c:pt idx="3859">
                  <c:v>0.39500000000000002</c:v>
                </c:pt>
                <c:pt idx="3860">
                  <c:v>0.39500000000000002</c:v>
                </c:pt>
                <c:pt idx="3861">
                  <c:v>0.39500000000000002</c:v>
                </c:pt>
                <c:pt idx="3862">
                  <c:v>0.39500000000000002</c:v>
                </c:pt>
                <c:pt idx="3863">
                  <c:v>0.39500000000000002</c:v>
                </c:pt>
                <c:pt idx="3864">
                  <c:v>0.39500000000000002</c:v>
                </c:pt>
                <c:pt idx="3865">
                  <c:v>0.39500000000000002</c:v>
                </c:pt>
                <c:pt idx="3866">
                  <c:v>0.39500000000000002</c:v>
                </c:pt>
                <c:pt idx="3867">
                  <c:v>0.39500000000000002</c:v>
                </c:pt>
                <c:pt idx="3868">
                  <c:v>0.39500000000000002</c:v>
                </c:pt>
                <c:pt idx="3869">
                  <c:v>0.39500000000000002</c:v>
                </c:pt>
                <c:pt idx="3870">
                  <c:v>0.39500000000000002</c:v>
                </c:pt>
                <c:pt idx="3871">
                  <c:v>0.39500000000000002</c:v>
                </c:pt>
                <c:pt idx="3872">
                  <c:v>0.39500000000000002</c:v>
                </c:pt>
                <c:pt idx="3873">
                  <c:v>0.39500000000000002</c:v>
                </c:pt>
                <c:pt idx="3874">
                  <c:v>0.39500000000000002</c:v>
                </c:pt>
                <c:pt idx="3875">
                  <c:v>0.39500000000000002</c:v>
                </c:pt>
                <c:pt idx="3876">
                  <c:v>0.39500000000000002</c:v>
                </c:pt>
                <c:pt idx="3877">
                  <c:v>0.39500000000000002</c:v>
                </c:pt>
                <c:pt idx="3878">
                  <c:v>0.39500000000000002</c:v>
                </c:pt>
                <c:pt idx="3879">
                  <c:v>0.39500000000000002</c:v>
                </c:pt>
                <c:pt idx="3880">
                  <c:v>0.39500000000000002</c:v>
                </c:pt>
                <c:pt idx="3881">
                  <c:v>0.39500000000000002</c:v>
                </c:pt>
                <c:pt idx="3882">
                  <c:v>0.39500000000000002</c:v>
                </c:pt>
                <c:pt idx="3883">
                  <c:v>0.39500000000000002</c:v>
                </c:pt>
                <c:pt idx="3884">
                  <c:v>0.39500000000000002</c:v>
                </c:pt>
                <c:pt idx="3885">
                  <c:v>0.39500000000000002</c:v>
                </c:pt>
                <c:pt idx="3886">
                  <c:v>0.39500000000000002</c:v>
                </c:pt>
                <c:pt idx="3887">
                  <c:v>0.39500000000000002</c:v>
                </c:pt>
                <c:pt idx="3888">
                  <c:v>0.39500000000000002</c:v>
                </c:pt>
                <c:pt idx="3889">
                  <c:v>0.39500000000000002</c:v>
                </c:pt>
                <c:pt idx="3890">
                  <c:v>0.39500000000000002</c:v>
                </c:pt>
                <c:pt idx="3891">
                  <c:v>0.39500000000000002</c:v>
                </c:pt>
                <c:pt idx="3892">
                  <c:v>0.39500000000000002</c:v>
                </c:pt>
                <c:pt idx="3893">
                  <c:v>0.39500000000000002</c:v>
                </c:pt>
                <c:pt idx="3894">
                  <c:v>0.39500000000000002</c:v>
                </c:pt>
                <c:pt idx="3895">
                  <c:v>0.39500000000000002</c:v>
                </c:pt>
                <c:pt idx="3896">
                  <c:v>0.39500000000000002</c:v>
                </c:pt>
                <c:pt idx="3897">
                  <c:v>0.39500000000000002</c:v>
                </c:pt>
                <c:pt idx="3898">
                  <c:v>0.39500000000000002</c:v>
                </c:pt>
                <c:pt idx="3899">
                  <c:v>0.39500000000000002</c:v>
                </c:pt>
                <c:pt idx="3900">
                  <c:v>0.39500000000000002</c:v>
                </c:pt>
                <c:pt idx="3901">
                  <c:v>0.39500000000000002</c:v>
                </c:pt>
                <c:pt idx="3902">
                  <c:v>0.39500000000000002</c:v>
                </c:pt>
                <c:pt idx="3903">
                  <c:v>0.39500000000000002</c:v>
                </c:pt>
                <c:pt idx="3904">
                  <c:v>0.39500000000000002</c:v>
                </c:pt>
                <c:pt idx="3905">
                  <c:v>0.39500000000000002</c:v>
                </c:pt>
                <c:pt idx="3906">
                  <c:v>0.39500000000000002</c:v>
                </c:pt>
                <c:pt idx="3907">
                  <c:v>0.39500000000000002</c:v>
                </c:pt>
                <c:pt idx="3908">
                  <c:v>0.39500000000000002</c:v>
                </c:pt>
                <c:pt idx="3909">
                  <c:v>0.39500000000000002</c:v>
                </c:pt>
                <c:pt idx="3910">
                  <c:v>0.39500000000000002</c:v>
                </c:pt>
                <c:pt idx="3911">
                  <c:v>0.39500000000000002</c:v>
                </c:pt>
                <c:pt idx="3912">
                  <c:v>0.39500000000000002</c:v>
                </c:pt>
                <c:pt idx="3913">
                  <c:v>10.1775</c:v>
                </c:pt>
                <c:pt idx="3914">
                  <c:v>0.39750000000000002</c:v>
                </c:pt>
                <c:pt idx="3915">
                  <c:v>0.39750000000000002</c:v>
                </c:pt>
                <c:pt idx="3916">
                  <c:v>0.39750000000000002</c:v>
                </c:pt>
                <c:pt idx="3917">
                  <c:v>0.39750000000000002</c:v>
                </c:pt>
                <c:pt idx="3918">
                  <c:v>0.39750000000000002</c:v>
                </c:pt>
                <c:pt idx="3919">
                  <c:v>0.39750000000000002</c:v>
                </c:pt>
                <c:pt idx="3920">
                  <c:v>0.39750000000000002</c:v>
                </c:pt>
                <c:pt idx="3921">
                  <c:v>0.39750000000000002</c:v>
                </c:pt>
                <c:pt idx="3922">
                  <c:v>0.39750000000000002</c:v>
                </c:pt>
                <c:pt idx="3923">
                  <c:v>0.39750000000000002</c:v>
                </c:pt>
                <c:pt idx="3924">
                  <c:v>0.39750000000000002</c:v>
                </c:pt>
                <c:pt idx="3925">
                  <c:v>0.39750000000000002</c:v>
                </c:pt>
                <c:pt idx="3926">
                  <c:v>0.39750000000000002</c:v>
                </c:pt>
                <c:pt idx="3927">
                  <c:v>0.39750000000000002</c:v>
                </c:pt>
                <c:pt idx="3928">
                  <c:v>0.39750000000000002</c:v>
                </c:pt>
                <c:pt idx="3929">
                  <c:v>0.39750000000000002</c:v>
                </c:pt>
                <c:pt idx="3930">
                  <c:v>0.39750000000000002</c:v>
                </c:pt>
                <c:pt idx="3931">
                  <c:v>0.39750000000000002</c:v>
                </c:pt>
                <c:pt idx="3932">
                  <c:v>0.39750000000000002</c:v>
                </c:pt>
                <c:pt idx="3933">
                  <c:v>0.39750000000000002</c:v>
                </c:pt>
                <c:pt idx="3934">
                  <c:v>0.39750000000000002</c:v>
                </c:pt>
                <c:pt idx="3935">
                  <c:v>0.39750000000000002</c:v>
                </c:pt>
                <c:pt idx="3936">
                  <c:v>0.39750000000000002</c:v>
                </c:pt>
                <c:pt idx="3937">
                  <c:v>0.39750000000000002</c:v>
                </c:pt>
                <c:pt idx="3938">
                  <c:v>0.39750000000000002</c:v>
                </c:pt>
                <c:pt idx="3939">
                  <c:v>0.39750000000000002</c:v>
                </c:pt>
                <c:pt idx="3940">
                  <c:v>0.39750000000000002</c:v>
                </c:pt>
                <c:pt idx="3941">
                  <c:v>0.39750000000000002</c:v>
                </c:pt>
                <c:pt idx="3942">
                  <c:v>0.39750000000000002</c:v>
                </c:pt>
                <c:pt idx="3943">
                  <c:v>0.39750000000000002</c:v>
                </c:pt>
                <c:pt idx="3944">
                  <c:v>0.39750000000000002</c:v>
                </c:pt>
                <c:pt idx="3945">
                  <c:v>0.39750000000000002</c:v>
                </c:pt>
                <c:pt idx="3946">
                  <c:v>0.39750000000000002</c:v>
                </c:pt>
                <c:pt idx="3947">
                  <c:v>0.39750000000000002</c:v>
                </c:pt>
                <c:pt idx="3948">
                  <c:v>0.39750000000000002</c:v>
                </c:pt>
                <c:pt idx="3949">
                  <c:v>0.39750000000000002</c:v>
                </c:pt>
                <c:pt idx="3950">
                  <c:v>0.39750000000000002</c:v>
                </c:pt>
                <c:pt idx="3951">
                  <c:v>0.39750000000000002</c:v>
                </c:pt>
                <c:pt idx="3952">
                  <c:v>0.39750000000000002</c:v>
                </c:pt>
                <c:pt idx="3953">
                  <c:v>0.39750000000000002</c:v>
                </c:pt>
                <c:pt idx="3954">
                  <c:v>0.39750000000000002</c:v>
                </c:pt>
                <c:pt idx="3955">
                  <c:v>0.39750000000000002</c:v>
                </c:pt>
                <c:pt idx="3956">
                  <c:v>0.39750000000000002</c:v>
                </c:pt>
                <c:pt idx="3957">
                  <c:v>0.39750000000000002</c:v>
                </c:pt>
                <c:pt idx="3958">
                  <c:v>0.39750000000000002</c:v>
                </c:pt>
                <c:pt idx="3959">
                  <c:v>0.39750000000000002</c:v>
                </c:pt>
                <c:pt idx="3960">
                  <c:v>0.39750000000000002</c:v>
                </c:pt>
                <c:pt idx="3961">
                  <c:v>0.39750000000000002</c:v>
                </c:pt>
                <c:pt idx="3962">
                  <c:v>0.39750000000000002</c:v>
                </c:pt>
                <c:pt idx="3963">
                  <c:v>0.39750000000000002</c:v>
                </c:pt>
                <c:pt idx="3964">
                  <c:v>0.39750000000000002</c:v>
                </c:pt>
                <c:pt idx="3965">
                  <c:v>0.39750000000000002</c:v>
                </c:pt>
                <c:pt idx="3966">
                  <c:v>0.39750000000000002</c:v>
                </c:pt>
                <c:pt idx="3967">
                  <c:v>0.39750000000000002</c:v>
                </c:pt>
                <c:pt idx="3968">
                  <c:v>0.39750000000000002</c:v>
                </c:pt>
                <c:pt idx="3969">
                  <c:v>0.39750000000000002</c:v>
                </c:pt>
                <c:pt idx="3970">
                  <c:v>0.39750000000000002</c:v>
                </c:pt>
                <c:pt idx="3971">
                  <c:v>0.39750000000000002</c:v>
                </c:pt>
                <c:pt idx="3972">
                  <c:v>0.39750000000000002</c:v>
                </c:pt>
                <c:pt idx="3973">
                  <c:v>0.39750000000000002</c:v>
                </c:pt>
                <c:pt idx="3974">
                  <c:v>0.39750000000000002</c:v>
                </c:pt>
                <c:pt idx="3975">
                  <c:v>0.39750000000000002</c:v>
                </c:pt>
                <c:pt idx="3976">
                  <c:v>0.39750000000000002</c:v>
                </c:pt>
                <c:pt idx="3977">
                  <c:v>0.39750000000000002</c:v>
                </c:pt>
                <c:pt idx="3978">
                  <c:v>0.39750000000000002</c:v>
                </c:pt>
                <c:pt idx="3979">
                  <c:v>0.39750000000000002</c:v>
                </c:pt>
                <c:pt idx="3980">
                  <c:v>0.39750000000000002</c:v>
                </c:pt>
                <c:pt idx="3981">
                  <c:v>0.39750000000000002</c:v>
                </c:pt>
                <c:pt idx="3982">
                  <c:v>0.39750000000000002</c:v>
                </c:pt>
                <c:pt idx="3983">
                  <c:v>0.39750000000000002</c:v>
                </c:pt>
                <c:pt idx="3984">
                  <c:v>0.39750000000000002</c:v>
                </c:pt>
                <c:pt idx="3985">
                  <c:v>0.39750000000000002</c:v>
                </c:pt>
                <c:pt idx="3986">
                  <c:v>0.39750000000000002</c:v>
                </c:pt>
                <c:pt idx="3987">
                  <c:v>0.39750000000000002</c:v>
                </c:pt>
                <c:pt idx="3988">
                  <c:v>0.39750000000000002</c:v>
                </c:pt>
                <c:pt idx="3989">
                  <c:v>0.39750000000000002</c:v>
                </c:pt>
                <c:pt idx="3990">
                  <c:v>0.39750000000000002</c:v>
                </c:pt>
                <c:pt idx="3991">
                  <c:v>0.39750000000000002</c:v>
                </c:pt>
                <c:pt idx="3992">
                  <c:v>0.39750000000000002</c:v>
                </c:pt>
                <c:pt idx="3993">
                  <c:v>0.39750000000000002</c:v>
                </c:pt>
                <c:pt idx="3994">
                  <c:v>0.39750000000000002</c:v>
                </c:pt>
                <c:pt idx="3995">
                  <c:v>0.39750000000000002</c:v>
                </c:pt>
                <c:pt idx="3996">
                  <c:v>0.39750000000000002</c:v>
                </c:pt>
                <c:pt idx="3997">
                  <c:v>0.39750000000000002</c:v>
                </c:pt>
                <c:pt idx="3998">
                  <c:v>0.39750000000000002</c:v>
                </c:pt>
                <c:pt idx="3999">
                  <c:v>0.39750000000000002</c:v>
                </c:pt>
                <c:pt idx="4000">
                  <c:v>0.39750000000000002</c:v>
                </c:pt>
                <c:pt idx="4001">
                  <c:v>0.39750000000000002</c:v>
                </c:pt>
                <c:pt idx="4002">
                  <c:v>0.39750000000000002</c:v>
                </c:pt>
                <c:pt idx="4003">
                  <c:v>0.39750000000000002</c:v>
                </c:pt>
                <c:pt idx="4004">
                  <c:v>0.39750000000000002</c:v>
                </c:pt>
                <c:pt idx="4005">
                  <c:v>0.39750000000000002</c:v>
                </c:pt>
                <c:pt idx="4006">
                  <c:v>0.39750000000000002</c:v>
                </c:pt>
                <c:pt idx="4007">
                  <c:v>0.39750000000000002</c:v>
                </c:pt>
                <c:pt idx="4008">
                  <c:v>0.39750000000000002</c:v>
                </c:pt>
                <c:pt idx="4009">
                  <c:v>0.39750000000000002</c:v>
                </c:pt>
                <c:pt idx="4010">
                  <c:v>0.39750000000000002</c:v>
                </c:pt>
                <c:pt idx="4011">
                  <c:v>0.39750000000000002</c:v>
                </c:pt>
                <c:pt idx="4012">
                  <c:v>0.39750000000000002</c:v>
                </c:pt>
                <c:pt idx="4013">
                  <c:v>0.39750000000000002</c:v>
                </c:pt>
                <c:pt idx="4014">
                  <c:v>0.39750000000000002</c:v>
                </c:pt>
                <c:pt idx="4015">
                  <c:v>0.39750000000000002</c:v>
                </c:pt>
                <c:pt idx="4016">
                  <c:v>0.39750000000000002</c:v>
                </c:pt>
                <c:pt idx="4017">
                  <c:v>0.39750000000000002</c:v>
                </c:pt>
                <c:pt idx="4018">
                  <c:v>0.39750000000000002</c:v>
                </c:pt>
                <c:pt idx="4019">
                  <c:v>0.39750000000000002</c:v>
                </c:pt>
                <c:pt idx="4020">
                  <c:v>0.39750000000000002</c:v>
                </c:pt>
                <c:pt idx="4021">
                  <c:v>0.39750000000000002</c:v>
                </c:pt>
                <c:pt idx="4022">
                  <c:v>0.39750000000000002</c:v>
                </c:pt>
                <c:pt idx="4023">
                  <c:v>0.39750000000000002</c:v>
                </c:pt>
                <c:pt idx="4024">
                  <c:v>0.39750000000000002</c:v>
                </c:pt>
                <c:pt idx="4025">
                  <c:v>0.39750000000000002</c:v>
                </c:pt>
                <c:pt idx="4026">
                  <c:v>0.39750000000000002</c:v>
                </c:pt>
                <c:pt idx="4027">
                  <c:v>0.39750000000000002</c:v>
                </c:pt>
                <c:pt idx="4028">
                  <c:v>0.39750000000000002</c:v>
                </c:pt>
                <c:pt idx="4029">
                  <c:v>0.39750000000000002</c:v>
                </c:pt>
                <c:pt idx="4030">
                  <c:v>0.39750000000000002</c:v>
                </c:pt>
                <c:pt idx="4031">
                  <c:v>0.39750000000000002</c:v>
                </c:pt>
                <c:pt idx="4032">
                  <c:v>0.39750000000000002</c:v>
                </c:pt>
                <c:pt idx="4033">
                  <c:v>0.39750000000000002</c:v>
                </c:pt>
                <c:pt idx="4034">
                  <c:v>0.39750000000000002</c:v>
                </c:pt>
                <c:pt idx="4035">
                  <c:v>0.39750000000000002</c:v>
                </c:pt>
                <c:pt idx="4036">
                  <c:v>0.39750000000000002</c:v>
                </c:pt>
                <c:pt idx="4037">
                  <c:v>0.39750000000000002</c:v>
                </c:pt>
                <c:pt idx="4038">
                  <c:v>0.39750000000000002</c:v>
                </c:pt>
                <c:pt idx="4039">
                  <c:v>0.39750000000000002</c:v>
                </c:pt>
                <c:pt idx="4040">
                  <c:v>0.39750000000000002</c:v>
                </c:pt>
                <c:pt idx="4041">
                  <c:v>0.39750000000000002</c:v>
                </c:pt>
                <c:pt idx="4042">
                  <c:v>0.39750000000000002</c:v>
                </c:pt>
                <c:pt idx="4043">
                  <c:v>0.39750000000000002</c:v>
                </c:pt>
                <c:pt idx="4044">
                  <c:v>0.39750000000000002</c:v>
                </c:pt>
                <c:pt idx="4045">
                  <c:v>0.39750000000000002</c:v>
                </c:pt>
                <c:pt idx="4046">
                  <c:v>0.39750000000000002</c:v>
                </c:pt>
                <c:pt idx="4047">
                  <c:v>0.39750000000000002</c:v>
                </c:pt>
                <c:pt idx="4048">
                  <c:v>0.39750000000000002</c:v>
                </c:pt>
                <c:pt idx="4049">
                  <c:v>0.39750000000000002</c:v>
                </c:pt>
                <c:pt idx="4050">
                  <c:v>0.39750000000000002</c:v>
                </c:pt>
                <c:pt idx="4051">
                  <c:v>0.39750000000000002</c:v>
                </c:pt>
                <c:pt idx="4052">
                  <c:v>0.39750000000000002</c:v>
                </c:pt>
                <c:pt idx="4053">
                  <c:v>0.39750000000000002</c:v>
                </c:pt>
                <c:pt idx="4054">
                  <c:v>0.39750000000000002</c:v>
                </c:pt>
                <c:pt idx="4055">
                  <c:v>0.39750000000000002</c:v>
                </c:pt>
                <c:pt idx="4056">
                  <c:v>0.39750000000000002</c:v>
                </c:pt>
                <c:pt idx="4057">
                  <c:v>0.39750000000000002</c:v>
                </c:pt>
                <c:pt idx="4058">
                  <c:v>0.39750000000000002</c:v>
                </c:pt>
                <c:pt idx="4059">
                  <c:v>0.39750000000000002</c:v>
                </c:pt>
                <c:pt idx="4060">
                  <c:v>0.39750000000000002</c:v>
                </c:pt>
                <c:pt idx="4061">
                  <c:v>0.39750000000000002</c:v>
                </c:pt>
                <c:pt idx="4062">
                  <c:v>0.39750000000000002</c:v>
                </c:pt>
                <c:pt idx="4063">
                  <c:v>0.39750000000000002</c:v>
                </c:pt>
                <c:pt idx="4064">
                  <c:v>0.39750000000000002</c:v>
                </c:pt>
                <c:pt idx="4065">
                  <c:v>0.39750000000000002</c:v>
                </c:pt>
                <c:pt idx="4066">
                  <c:v>0.39750000000000002</c:v>
                </c:pt>
                <c:pt idx="4067">
                  <c:v>0.39750000000000002</c:v>
                </c:pt>
                <c:pt idx="4068">
                  <c:v>0.39750000000000002</c:v>
                </c:pt>
                <c:pt idx="4069">
                  <c:v>0.39750000000000002</c:v>
                </c:pt>
                <c:pt idx="4070">
                  <c:v>0.39750000000000002</c:v>
                </c:pt>
                <c:pt idx="4071">
                  <c:v>0.39750000000000002</c:v>
                </c:pt>
                <c:pt idx="4072">
                  <c:v>0.39750000000000002</c:v>
                </c:pt>
                <c:pt idx="4073">
                  <c:v>0.39750000000000002</c:v>
                </c:pt>
                <c:pt idx="4074">
                  <c:v>0.39750000000000002</c:v>
                </c:pt>
                <c:pt idx="4075">
                  <c:v>0.39750000000000002</c:v>
                </c:pt>
                <c:pt idx="4076">
                  <c:v>0.39750000000000002</c:v>
                </c:pt>
                <c:pt idx="4077">
                  <c:v>0.39750000000000002</c:v>
                </c:pt>
                <c:pt idx="4078">
                  <c:v>0.39750000000000002</c:v>
                </c:pt>
                <c:pt idx="4079">
                  <c:v>0.39750000000000002</c:v>
                </c:pt>
                <c:pt idx="4080">
                  <c:v>0.39750000000000002</c:v>
                </c:pt>
                <c:pt idx="4081">
                  <c:v>0.39750000000000002</c:v>
                </c:pt>
                <c:pt idx="4082">
                  <c:v>0.39750000000000002</c:v>
                </c:pt>
                <c:pt idx="4083">
                  <c:v>0.39750000000000002</c:v>
                </c:pt>
                <c:pt idx="4084">
                  <c:v>0.39750000000000002</c:v>
                </c:pt>
                <c:pt idx="4085">
                  <c:v>0.39750000000000002</c:v>
                </c:pt>
                <c:pt idx="4086">
                  <c:v>0.39750000000000002</c:v>
                </c:pt>
                <c:pt idx="4087">
                  <c:v>0.39750000000000002</c:v>
                </c:pt>
                <c:pt idx="4088">
                  <c:v>0.39750000000000002</c:v>
                </c:pt>
                <c:pt idx="4089">
                  <c:v>0.39750000000000002</c:v>
                </c:pt>
                <c:pt idx="4090">
                  <c:v>0.39750000000000002</c:v>
                </c:pt>
                <c:pt idx="4091">
                  <c:v>0.39750000000000002</c:v>
                </c:pt>
                <c:pt idx="4092">
                  <c:v>0.39750000000000002</c:v>
                </c:pt>
                <c:pt idx="4093">
                  <c:v>0.39750000000000002</c:v>
                </c:pt>
                <c:pt idx="4094">
                  <c:v>0.39750000000000002</c:v>
                </c:pt>
                <c:pt idx="4095">
                  <c:v>0.39750000000000002</c:v>
                </c:pt>
                <c:pt idx="4096">
                  <c:v>0.39750000000000002</c:v>
                </c:pt>
                <c:pt idx="4097">
                  <c:v>0.39750000000000002</c:v>
                </c:pt>
                <c:pt idx="4098">
                  <c:v>0.39750000000000002</c:v>
                </c:pt>
                <c:pt idx="4099">
                  <c:v>0.39750000000000002</c:v>
                </c:pt>
                <c:pt idx="4100">
                  <c:v>0.39750000000000002</c:v>
                </c:pt>
                <c:pt idx="4101">
                  <c:v>0.39750000000000002</c:v>
                </c:pt>
                <c:pt idx="4102">
                  <c:v>0.39750000000000002</c:v>
                </c:pt>
                <c:pt idx="4103">
                  <c:v>0.39750000000000002</c:v>
                </c:pt>
                <c:pt idx="4104">
                  <c:v>0.39750000000000002</c:v>
                </c:pt>
                <c:pt idx="4105">
                  <c:v>0.39750000000000002</c:v>
                </c:pt>
                <c:pt idx="4106">
                  <c:v>0.39750000000000002</c:v>
                </c:pt>
                <c:pt idx="4107">
                  <c:v>0.39750000000000002</c:v>
                </c:pt>
                <c:pt idx="4108">
                  <c:v>0.39750000000000002</c:v>
                </c:pt>
                <c:pt idx="4109">
                  <c:v>0.39750000000000002</c:v>
                </c:pt>
                <c:pt idx="4110">
                  <c:v>0.39750000000000002</c:v>
                </c:pt>
                <c:pt idx="4111">
                  <c:v>0.39750000000000002</c:v>
                </c:pt>
                <c:pt idx="4112">
                  <c:v>0.39750000000000002</c:v>
                </c:pt>
                <c:pt idx="4113">
                  <c:v>0.39750000000000002</c:v>
                </c:pt>
                <c:pt idx="4114">
                  <c:v>0.39750000000000002</c:v>
                </c:pt>
                <c:pt idx="4115">
                  <c:v>0.39750000000000002</c:v>
                </c:pt>
                <c:pt idx="4116">
                  <c:v>0.39750000000000002</c:v>
                </c:pt>
                <c:pt idx="4117">
                  <c:v>0.39750000000000002</c:v>
                </c:pt>
                <c:pt idx="4118">
                  <c:v>0.39750000000000002</c:v>
                </c:pt>
                <c:pt idx="4119">
                  <c:v>0.39750000000000002</c:v>
                </c:pt>
                <c:pt idx="4120">
                  <c:v>0.39750000000000002</c:v>
                </c:pt>
                <c:pt idx="4121">
                  <c:v>0.39750000000000002</c:v>
                </c:pt>
                <c:pt idx="4122">
                  <c:v>0.39750000000000002</c:v>
                </c:pt>
                <c:pt idx="4123">
                  <c:v>0.39750000000000002</c:v>
                </c:pt>
                <c:pt idx="4124">
                  <c:v>0.39750000000000002</c:v>
                </c:pt>
                <c:pt idx="4125">
                  <c:v>0.39750000000000002</c:v>
                </c:pt>
                <c:pt idx="4126">
                  <c:v>0.39750000000000002</c:v>
                </c:pt>
                <c:pt idx="4127">
                  <c:v>0.39750000000000002</c:v>
                </c:pt>
                <c:pt idx="4128">
                  <c:v>0.39750000000000002</c:v>
                </c:pt>
                <c:pt idx="4129">
                  <c:v>0.39750000000000002</c:v>
                </c:pt>
                <c:pt idx="4130">
                  <c:v>0.39750000000000002</c:v>
                </c:pt>
                <c:pt idx="4131">
                  <c:v>0.39750000000000002</c:v>
                </c:pt>
                <c:pt idx="4132">
                  <c:v>0.39750000000000002</c:v>
                </c:pt>
                <c:pt idx="4133">
                  <c:v>0.39750000000000002</c:v>
                </c:pt>
                <c:pt idx="4134">
                  <c:v>0.39750000000000002</c:v>
                </c:pt>
                <c:pt idx="4135">
                  <c:v>0.39750000000000002</c:v>
                </c:pt>
                <c:pt idx="4136">
                  <c:v>0.39750000000000002</c:v>
                </c:pt>
                <c:pt idx="4137">
                  <c:v>0.39750000000000002</c:v>
                </c:pt>
                <c:pt idx="4138">
                  <c:v>0.39750000000000002</c:v>
                </c:pt>
                <c:pt idx="4139">
                  <c:v>0.39750000000000002</c:v>
                </c:pt>
                <c:pt idx="4140">
                  <c:v>0.39750000000000002</c:v>
                </c:pt>
                <c:pt idx="4141">
                  <c:v>0.39750000000000002</c:v>
                </c:pt>
                <c:pt idx="4142">
                  <c:v>0.39750000000000002</c:v>
                </c:pt>
                <c:pt idx="4143">
                  <c:v>0.39750000000000002</c:v>
                </c:pt>
                <c:pt idx="4144">
                  <c:v>0.39750000000000002</c:v>
                </c:pt>
                <c:pt idx="4145">
                  <c:v>0.39750000000000002</c:v>
                </c:pt>
                <c:pt idx="4146">
                  <c:v>0.39750000000000002</c:v>
                </c:pt>
                <c:pt idx="4147">
                  <c:v>0.39750000000000002</c:v>
                </c:pt>
                <c:pt idx="4148">
                  <c:v>0.39750000000000002</c:v>
                </c:pt>
                <c:pt idx="4149">
                  <c:v>0.39750000000000002</c:v>
                </c:pt>
                <c:pt idx="4150">
                  <c:v>0.39750000000000002</c:v>
                </c:pt>
                <c:pt idx="4151">
                  <c:v>0.39750000000000002</c:v>
                </c:pt>
                <c:pt idx="4152">
                  <c:v>0.39750000000000002</c:v>
                </c:pt>
                <c:pt idx="4153">
                  <c:v>0.39750000000000002</c:v>
                </c:pt>
                <c:pt idx="4154">
                  <c:v>0.39750000000000002</c:v>
                </c:pt>
                <c:pt idx="4155">
                  <c:v>0.39750000000000002</c:v>
                </c:pt>
                <c:pt idx="4156">
                  <c:v>0.39750000000000002</c:v>
                </c:pt>
                <c:pt idx="4157">
                  <c:v>0.39750000000000002</c:v>
                </c:pt>
                <c:pt idx="4158">
                  <c:v>0.39750000000000002</c:v>
                </c:pt>
                <c:pt idx="4159">
                  <c:v>0.39750000000000002</c:v>
                </c:pt>
                <c:pt idx="4160">
                  <c:v>0.39750000000000002</c:v>
                </c:pt>
                <c:pt idx="4161">
                  <c:v>0.39750000000000002</c:v>
                </c:pt>
                <c:pt idx="4162">
                  <c:v>0.39750000000000002</c:v>
                </c:pt>
                <c:pt idx="4163">
                  <c:v>0.39750000000000002</c:v>
                </c:pt>
                <c:pt idx="4164">
                  <c:v>0.39750000000000002</c:v>
                </c:pt>
                <c:pt idx="4165">
                  <c:v>0.39750000000000002</c:v>
                </c:pt>
                <c:pt idx="4166">
                  <c:v>0.39750000000000002</c:v>
                </c:pt>
                <c:pt idx="4167">
                  <c:v>0.39750000000000002</c:v>
                </c:pt>
                <c:pt idx="4168">
                  <c:v>0.39750000000000002</c:v>
                </c:pt>
                <c:pt idx="4169">
                  <c:v>0.39750000000000002</c:v>
                </c:pt>
                <c:pt idx="4170">
                  <c:v>0.39750000000000002</c:v>
                </c:pt>
                <c:pt idx="4171">
                  <c:v>0.39750000000000002</c:v>
                </c:pt>
                <c:pt idx="4172">
                  <c:v>0.39750000000000002</c:v>
                </c:pt>
                <c:pt idx="4173">
                  <c:v>0.39750000000000002</c:v>
                </c:pt>
                <c:pt idx="4174">
                  <c:v>0.39750000000000002</c:v>
                </c:pt>
                <c:pt idx="4175">
                  <c:v>0.39750000000000002</c:v>
                </c:pt>
                <c:pt idx="4176">
                  <c:v>0.39750000000000002</c:v>
                </c:pt>
                <c:pt idx="4177">
                  <c:v>0.39750000000000002</c:v>
                </c:pt>
                <c:pt idx="4178">
                  <c:v>0.39750000000000002</c:v>
                </c:pt>
                <c:pt idx="4179">
                  <c:v>0.39750000000000002</c:v>
                </c:pt>
                <c:pt idx="4180">
                  <c:v>0.39750000000000002</c:v>
                </c:pt>
                <c:pt idx="4181">
                  <c:v>0.39750000000000002</c:v>
                </c:pt>
                <c:pt idx="4182">
                  <c:v>0.39750000000000002</c:v>
                </c:pt>
                <c:pt idx="4183">
                  <c:v>0.39750000000000002</c:v>
                </c:pt>
                <c:pt idx="4184">
                  <c:v>0.39750000000000002</c:v>
                </c:pt>
                <c:pt idx="4185">
                  <c:v>0.39750000000000002</c:v>
                </c:pt>
                <c:pt idx="4186">
                  <c:v>0.39750000000000002</c:v>
                </c:pt>
                <c:pt idx="4187">
                  <c:v>0.39750000000000002</c:v>
                </c:pt>
                <c:pt idx="4188">
                  <c:v>0.39750000000000002</c:v>
                </c:pt>
                <c:pt idx="4189">
                  <c:v>0.39750000000000002</c:v>
                </c:pt>
                <c:pt idx="4190">
                  <c:v>0.39750000000000002</c:v>
                </c:pt>
                <c:pt idx="4191">
                  <c:v>0.39750000000000002</c:v>
                </c:pt>
                <c:pt idx="4192">
                  <c:v>0.39750000000000002</c:v>
                </c:pt>
                <c:pt idx="4193">
                  <c:v>0.39750000000000002</c:v>
                </c:pt>
                <c:pt idx="4194">
                  <c:v>0.39750000000000002</c:v>
                </c:pt>
                <c:pt idx="4195">
                  <c:v>0.39750000000000002</c:v>
                </c:pt>
                <c:pt idx="4196">
                  <c:v>0.39750000000000002</c:v>
                </c:pt>
                <c:pt idx="4197">
                  <c:v>0.39750000000000002</c:v>
                </c:pt>
                <c:pt idx="4198">
                  <c:v>0.39750000000000002</c:v>
                </c:pt>
                <c:pt idx="4199">
                  <c:v>0.39750000000000002</c:v>
                </c:pt>
                <c:pt idx="4200">
                  <c:v>0.39750000000000002</c:v>
                </c:pt>
                <c:pt idx="4201">
                  <c:v>0.39750000000000002</c:v>
                </c:pt>
                <c:pt idx="4202">
                  <c:v>0.39750000000000002</c:v>
                </c:pt>
                <c:pt idx="4203">
                  <c:v>0.39750000000000002</c:v>
                </c:pt>
                <c:pt idx="4204">
                  <c:v>0.39750000000000002</c:v>
                </c:pt>
                <c:pt idx="4205">
                  <c:v>0.39750000000000002</c:v>
                </c:pt>
                <c:pt idx="4206">
                  <c:v>0.39750000000000002</c:v>
                </c:pt>
                <c:pt idx="4207">
                  <c:v>0.39750000000000002</c:v>
                </c:pt>
                <c:pt idx="4208">
                  <c:v>0.39750000000000002</c:v>
                </c:pt>
                <c:pt idx="4209">
                  <c:v>0.39750000000000002</c:v>
                </c:pt>
                <c:pt idx="4210">
                  <c:v>0.39750000000000002</c:v>
                </c:pt>
                <c:pt idx="4211">
                  <c:v>0.39750000000000002</c:v>
                </c:pt>
                <c:pt idx="4212">
                  <c:v>0.39750000000000002</c:v>
                </c:pt>
                <c:pt idx="4213">
                  <c:v>0.39750000000000002</c:v>
                </c:pt>
                <c:pt idx="4214">
                  <c:v>0.39750000000000002</c:v>
                </c:pt>
                <c:pt idx="4215">
                  <c:v>0.39750000000000002</c:v>
                </c:pt>
                <c:pt idx="4216">
                  <c:v>0.39750000000000002</c:v>
                </c:pt>
                <c:pt idx="4217">
                  <c:v>0.39750000000000002</c:v>
                </c:pt>
                <c:pt idx="4218">
                  <c:v>0.39750000000000002</c:v>
                </c:pt>
                <c:pt idx="4219">
                  <c:v>0.39750000000000002</c:v>
                </c:pt>
                <c:pt idx="4220">
                  <c:v>0.39750000000000002</c:v>
                </c:pt>
                <c:pt idx="4221">
                  <c:v>0.39750000000000002</c:v>
                </c:pt>
                <c:pt idx="4222">
                  <c:v>0.39750000000000002</c:v>
                </c:pt>
                <c:pt idx="4223">
                  <c:v>0.39750000000000002</c:v>
                </c:pt>
                <c:pt idx="4224">
                  <c:v>0.39750000000000002</c:v>
                </c:pt>
                <c:pt idx="4225">
                  <c:v>0.39750000000000002</c:v>
                </c:pt>
                <c:pt idx="4226">
                  <c:v>0.39750000000000002</c:v>
                </c:pt>
                <c:pt idx="4227">
                  <c:v>0.39750000000000002</c:v>
                </c:pt>
                <c:pt idx="4228">
                  <c:v>0.39750000000000002</c:v>
                </c:pt>
                <c:pt idx="4229">
                  <c:v>0.39750000000000002</c:v>
                </c:pt>
                <c:pt idx="4230">
                  <c:v>0.39750000000000002</c:v>
                </c:pt>
                <c:pt idx="4231">
                  <c:v>0.39750000000000002</c:v>
                </c:pt>
                <c:pt idx="4232">
                  <c:v>0.39750000000000002</c:v>
                </c:pt>
                <c:pt idx="4233">
                  <c:v>0.39750000000000002</c:v>
                </c:pt>
                <c:pt idx="4234">
                  <c:v>0.39750000000000002</c:v>
                </c:pt>
                <c:pt idx="4235">
                  <c:v>0.39750000000000002</c:v>
                </c:pt>
                <c:pt idx="4236">
                  <c:v>0.39750000000000002</c:v>
                </c:pt>
                <c:pt idx="4237">
                  <c:v>0.39750000000000002</c:v>
                </c:pt>
                <c:pt idx="4238">
                  <c:v>0.39750000000000002</c:v>
                </c:pt>
                <c:pt idx="4239">
                  <c:v>0.39750000000000002</c:v>
                </c:pt>
                <c:pt idx="4240">
                  <c:v>0.39750000000000002</c:v>
                </c:pt>
                <c:pt idx="4241">
                  <c:v>0.39750000000000002</c:v>
                </c:pt>
                <c:pt idx="4242">
                  <c:v>0.39750000000000002</c:v>
                </c:pt>
                <c:pt idx="4243">
                  <c:v>0.39750000000000002</c:v>
                </c:pt>
                <c:pt idx="4244">
                  <c:v>0.39750000000000002</c:v>
                </c:pt>
                <c:pt idx="4245">
                  <c:v>0.39750000000000002</c:v>
                </c:pt>
                <c:pt idx="4246">
                  <c:v>0.39750000000000002</c:v>
                </c:pt>
                <c:pt idx="4247">
                  <c:v>0.39750000000000002</c:v>
                </c:pt>
                <c:pt idx="4248">
                  <c:v>0.39750000000000002</c:v>
                </c:pt>
                <c:pt idx="4249">
                  <c:v>0.39750000000000002</c:v>
                </c:pt>
                <c:pt idx="4250">
                  <c:v>0.39750000000000002</c:v>
                </c:pt>
                <c:pt idx="4251">
                  <c:v>0.39750000000000002</c:v>
                </c:pt>
                <c:pt idx="4252">
                  <c:v>0.39750000000000002</c:v>
                </c:pt>
                <c:pt idx="4253">
                  <c:v>0.39750000000000002</c:v>
                </c:pt>
                <c:pt idx="4254">
                  <c:v>0.39750000000000002</c:v>
                </c:pt>
                <c:pt idx="4255">
                  <c:v>0.39750000000000002</c:v>
                </c:pt>
                <c:pt idx="4256">
                  <c:v>0.39750000000000002</c:v>
                </c:pt>
                <c:pt idx="4257">
                  <c:v>0.39750000000000002</c:v>
                </c:pt>
                <c:pt idx="4258">
                  <c:v>0.39750000000000002</c:v>
                </c:pt>
                <c:pt idx="4259">
                  <c:v>0.39750000000000002</c:v>
                </c:pt>
                <c:pt idx="4260">
                  <c:v>0.39750000000000002</c:v>
                </c:pt>
                <c:pt idx="4261">
                  <c:v>0.39750000000000002</c:v>
                </c:pt>
                <c:pt idx="4262">
                  <c:v>0.39750000000000002</c:v>
                </c:pt>
                <c:pt idx="4263">
                  <c:v>0.39750000000000002</c:v>
                </c:pt>
                <c:pt idx="4264">
                  <c:v>0.39750000000000002</c:v>
                </c:pt>
                <c:pt idx="4265">
                  <c:v>0.39750000000000002</c:v>
                </c:pt>
                <c:pt idx="4266">
                  <c:v>0.39750000000000002</c:v>
                </c:pt>
                <c:pt idx="4267">
                  <c:v>0.39750000000000002</c:v>
                </c:pt>
                <c:pt idx="4268">
                  <c:v>0.39750000000000002</c:v>
                </c:pt>
                <c:pt idx="4269">
                  <c:v>0.39750000000000002</c:v>
                </c:pt>
                <c:pt idx="4270">
                  <c:v>0.39750000000000002</c:v>
                </c:pt>
                <c:pt idx="4271">
                  <c:v>0.39750000000000002</c:v>
                </c:pt>
                <c:pt idx="4272">
                  <c:v>0.39750000000000002</c:v>
                </c:pt>
                <c:pt idx="4273">
                  <c:v>0.39750000000000002</c:v>
                </c:pt>
                <c:pt idx="4274">
                  <c:v>0.39750000000000002</c:v>
                </c:pt>
                <c:pt idx="4275">
                  <c:v>0.39750000000000002</c:v>
                </c:pt>
                <c:pt idx="4276">
                  <c:v>0.39750000000000002</c:v>
                </c:pt>
                <c:pt idx="4277">
                  <c:v>0.39750000000000002</c:v>
                </c:pt>
                <c:pt idx="4278">
                  <c:v>0.39750000000000002</c:v>
                </c:pt>
                <c:pt idx="4279">
                  <c:v>0.39750000000000002</c:v>
                </c:pt>
                <c:pt idx="4280">
                  <c:v>0.39750000000000002</c:v>
                </c:pt>
                <c:pt idx="4281">
                  <c:v>0.39750000000000002</c:v>
                </c:pt>
                <c:pt idx="4282">
                  <c:v>0.39750000000000002</c:v>
                </c:pt>
                <c:pt idx="4283">
                  <c:v>0.39750000000000002</c:v>
                </c:pt>
                <c:pt idx="4284">
                  <c:v>0.39750000000000002</c:v>
                </c:pt>
                <c:pt idx="4285">
                  <c:v>0.39750000000000002</c:v>
                </c:pt>
                <c:pt idx="4286">
                  <c:v>0.39750000000000002</c:v>
                </c:pt>
                <c:pt idx="4287">
                  <c:v>0.39750000000000002</c:v>
                </c:pt>
                <c:pt idx="4288">
                  <c:v>0.39750000000000002</c:v>
                </c:pt>
                <c:pt idx="4289">
                  <c:v>0.39750000000000002</c:v>
                </c:pt>
                <c:pt idx="4290">
                  <c:v>0.39750000000000002</c:v>
                </c:pt>
                <c:pt idx="4291">
                  <c:v>0.39750000000000002</c:v>
                </c:pt>
                <c:pt idx="4292">
                  <c:v>0.39750000000000002</c:v>
                </c:pt>
                <c:pt idx="4293">
                  <c:v>0.39750000000000002</c:v>
                </c:pt>
                <c:pt idx="4294">
                  <c:v>0.39750000000000002</c:v>
                </c:pt>
                <c:pt idx="4295">
                  <c:v>0.39750000000000002</c:v>
                </c:pt>
                <c:pt idx="4296">
                  <c:v>0.39750000000000002</c:v>
                </c:pt>
                <c:pt idx="4297">
                  <c:v>0.39750000000000002</c:v>
                </c:pt>
                <c:pt idx="4298">
                  <c:v>0.39750000000000002</c:v>
                </c:pt>
                <c:pt idx="4299">
                  <c:v>0.39750000000000002</c:v>
                </c:pt>
                <c:pt idx="4300">
                  <c:v>0.39750000000000002</c:v>
                </c:pt>
                <c:pt idx="4301">
                  <c:v>0.39750000000000002</c:v>
                </c:pt>
                <c:pt idx="4302">
                  <c:v>0.39750000000000002</c:v>
                </c:pt>
                <c:pt idx="4303">
                  <c:v>0.39750000000000002</c:v>
                </c:pt>
                <c:pt idx="4304">
                  <c:v>0.39750000000000002</c:v>
                </c:pt>
                <c:pt idx="4305">
                  <c:v>0.39750000000000002</c:v>
                </c:pt>
                <c:pt idx="4306">
                  <c:v>0.39750000000000002</c:v>
                </c:pt>
                <c:pt idx="4307">
                  <c:v>0.39750000000000002</c:v>
                </c:pt>
                <c:pt idx="4308">
                  <c:v>0.39750000000000002</c:v>
                </c:pt>
                <c:pt idx="4309">
                  <c:v>0.39750000000000002</c:v>
                </c:pt>
                <c:pt idx="4310">
                  <c:v>0.39750000000000002</c:v>
                </c:pt>
                <c:pt idx="4311">
                  <c:v>0.39750000000000002</c:v>
                </c:pt>
                <c:pt idx="4312">
                  <c:v>0.39750000000000002</c:v>
                </c:pt>
                <c:pt idx="4313">
                  <c:v>0.39750000000000002</c:v>
                </c:pt>
                <c:pt idx="4314">
                  <c:v>0.39750000000000002</c:v>
                </c:pt>
                <c:pt idx="4315">
                  <c:v>0.39750000000000002</c:v>
                </c:pt>
                <c:pt idx="4316">
                  <c:v>0.39750000000000002</c:v>
                </c:pt>
                <c:pt idx="4317">
                  <c:v>0.39750000000000002</c:v>
                </c:pt>
                <c:pt idx="4318">
                  <c:v>0.39750000000000002</c:v>
                </c:pt>
                <c:pt idx="4319">
                  <c:v>0.39750000000000002</c:v>
                </c:pt>
                <c:pt idx="4320">
                  <c:v>0.39750000000000002</c:v>
                </c:pt>
                <c:pt idx="4321">
                  <c:v>0.39750000000000002</c:v>
                </c:pt>
                <c:pt idx="4322">
                  <c:v>0.39750000000000002</c:v>
                </c:pt>
                <c:pt idx="4323">
                  <c:v>0.39750000000000002</c:v>
                </c:pt>
                <c:pt idx="4324">
                  <c:v>0.39750000000000002</c:v>
                </c:pt>
                <c:pt idx="4325">
                  <c:v>0.39750000000000002</c:v>
                </c:pt>
                <c:pt idx="4326">
                  <c:v>0.39750000000000002</c:v>
                </c:pt>
                <c:pt idx="4327">
                  <c:v>0.39750000000000002</c:v>
                </c:pt>
                <c:pt idx="4328">
                  <c:v>0.39750000000000002</c:v>
                </c:pt>
                <c:pt idx="4329">
                  <c:v>0.39750000000000002</c:v>
                </c:pt>
                <c:pt idx="4330">
                  <c:v>0.39750000000000002</c:v>
                </c:pt>
                <c:pt idx="4331">
                  <c:v>0.39750000000000002</c:v>
                </c:pt>
                <c:pt idx="4332">
                  <c:v>0.39750000000000002</c:v>
                </c:pt>
                <c:pt idx="4333">
                  <c:v>0.39750000000000002</c:v>
                </c:pt>
                <c:pt idx="4334">
                  <c:v>0.39750000000000002</c:v>
                </c:pt>
                <c:pt idx="4335">
                  <c:v>0.39750000000000002</c:v>
                </c:pt>
                <c:pt idx="4336">
                  <c:v>0.39750000000000002</c:v>
                </c:pt>
                <c:pt idx="4337">
                  <c:v>0.39750000000000002</c:v>
                </c:pt>
                <c:pt idx="4338">
                  <c:v>0.39750000000000002</c:v>
                </c:pt>
                <c:pt idx="4339">
                  <c:v>0.39750000000000002</c:v>
                </c:pt>
                <c:pt idx="4340">
                  <c:v>0.39750000000000002</c:v>
                </c:pt>
                <c:pt idx="4341">
                  <c:v>0.39750000000000002</c:v>
                </c:pt>
                <c:pt idx="4342">
                  <c:v>0.39750000000000002</c:v>
                </c:pt>
                <c:pt idx="4343">
                  <c:v>0.39750000000000002</c:v>
                </c:pt>
                <c:pt idx="4344">
                  <c:v>0.39750000000000002</c:v>
                </c:pt>
                <c:pt idx="4345">
                  <c:v>0.39750000000000002</c:v>
                </c:pt>
                <c:pt idx="4346">
                  <c:v>0.39750000000000002</c:v>
                </c:pt>
                <c:pt idx="4347">
                  <c:v>0.39750000000000002</c:v>
                </c:pt>
                <c:pt idx="4348">
                  <c:v>0.39750000000000002</c:v>
                </c:pt>
                <c:pt idx="4349">
                  <c:v>0.39750000000000002</c:v>
                </c:pt>
                <c:pt idx="4350">
                  <c:v>0.39750000000000002</c:v>
                </c:pt>
                <c:pt idx="4351">
                  <c:v>0.39750000000000002</c:v>
                </c:pt>
                <c:pt idx="4352">
                  <c:v>0.39750000000000002</c:v>
                </c:pt>
                <c:pt idx="4353">
                  <c:v>0.39750000000000002</c:v>
                </c:pt>
                <c:pt idx="4354">
                  <c:v>0.39750000000000002</c:v>
                </c:pt>
                <c:pt idx="4355">
                  <c:v>0.39750000000000002</c:v>
                </c:pt>
                <c:pt idx="4356">
                  <c:v>0.39750000000000002</c:v>
                </c:pt>
                <c:pt idx="4357">
                  <c:v>0.39750000000000002</c:v>
                </c:pt>
                <c:pt idx="4358">
                  <c:v>0.39750000000000002</c:v>
                </c:pt>
                <c:pt idx="4359">
                  <c:v>0.39750000000000002</c:v>
                </c:pt>
                <c:pt idx="4360">
                  <c:v>0.39750000000000002</c:v>
                </c:pt>
                <c:pt idx="4361">
                  <c:v>0.39750000000000002</c:v>
                </c:pt>
                <c:pt idx="4362">
                  <c:v>0.39750000000000002</c:v>
                </c:pt>
                <c:pt idx="4363">
                  <c:v>0.39750000000000002</c:v>
                </c:pt>
                <c:pt idx="4364">
                  <c:v>0.39750000000000002</c:v>
                </c:pt>
                <c:pt idx="4365">
                  <c:v>0.39750000000000002</c:v>
                </c:pt>
                <c:pt idx="4366">
                  <c:v>0.39750000000000002</c:v>
                </c:pt>
                <c:pt idx="4367">
                  <c:v>0.39750000000000002</c:v>
                </c:pt>
                <c:pt idx="4368">
                  <c:v>0.39750000000000002</c:v>
                </c:pt>
                <c:pt idx="4369">
                  <c:v>0.39750000000000002</c:v>
                </c:pt>
                <c:pt idx="4370">
                  <c:v>0.39750000000000002</c:v>
                </c:pt>
                <c:pt idx="4371">
                  <c:v>0.39750000000000002</c:v>
                </c:pt>
                <c:pt idx="4372">
                  <c:v>0.39750000000000002</c:v>
                </c:pt>
                <c:pt idx="4373">
                  <c:v>0.39750000000000002</c:v>
                </c:pt>
                <c:pt idx="4374">
                  <c:v>0.39750000000000002</c:v>
                </c:pt>
                <c:pt idx="4375">
                  <c:v>0.39750000000000002</c:v>
                </c:pt>
                <c:pt idx="4376">
                  <c:v>0.39750000000000002</c:v>
                </c:pt>
                <c:pt idx="4377">
                  <c:v>0.39750000000000002</c:v>
                </c:pt>
                <c:pt idx="4378">
                  <c:v>0.39750000000000002</c:v>
                </c:pt>
                <c:pt idx="4379">
                  <c:v>0.39750000000000002</c:v>
                </c:pt>
                <c:pt idx="4380">
                  <c:v>0.39750000000000002</c:v>
                </c:pt>
                <c:pt idx="4381">
                  <c:v>0.39750000000000002</c:v>
                </c:pt>
                <c:pt idx="4382">
                  <c:v>0.39750000000000002</c:v>
                </c:pt>
                <c:pt idx="4383">
                  <c:v>0.39750000000000002</c:v>
                </c:pt>
                <c:pt idx="4384">
                  <c:v>0.39750000000000002</c:v>
                </c:pt>
                <c:pt idx="4385">
                  <c:v>0.39750000000000002</c:v>
                </c:pt>
                <c:pt idx="4386">
                  <c:v>0.39750000000000002</c:v>
                </c:pt>
                <c:pt idx="4387">
                  <c:v>0.39750000000000002</c:v>
                </c:pt>
                <c:pt idx="4388">
                  <c:v>0.39750000000000002</c:v>
                </c:pt>
                <c:pt idx="4389">
                  <c:v>0.39750000000000002</c:v>
                </c:pt>
                <c:pt idx="4390">
                  <c:v>0.39750000000000002</c:v>
                </c:pt>
                <c:pt idx="4391">
                  <c:v>0.39750000000000002</c:v>
                </c:pt>
                <c:pt idx="4392">
                  <c:v>0.39750000000000002</c:v>
                </c:pt>
                <c:pt idx="4393">
                  <c:v>0.39750000000000002</c:v>
                </c:pt>
                <c:pt idx="4394">
                  <c:v>0.39750000000000002</c:v>
                </c:pt>
                <c:pt idx="4395">
                  <c:v>0.39750000000000002</c:v>
                </c:pt>
                <c:pt idx="4396">
                  <c:v>0.39750000000000002</c:v>
                </c:pt>
                <c:pt idx="4397">
                  <c:v>0.39750000000000002</c:v>
                </c:pt>
                <c:pt idx="4398">
                  <c:v>0.39750000000000002</c:v>
                </c:pt>
                <c:pt idx="4399">
                  <c:v>0.39750000000000002</c:v>
                </c:pt>
                <c:pt idx="4400">
                  <c:v>0.39750000000000002</c:v>
                </c:pt>
                <c:pt idx="4401">
                  <c:v>0.39750000000000002</c:v>
                </c:pt>
                <c:pt idx="4402">
                  <c:v>0.39750000000000002</c:v>
                </c:pt>
                <c:pt idx="4403">
                  <c:v>0.39750000000000002</c:v>
                </c:pt>
                <c:pt idx="4404">
                  <c:v>0.39750000000000002</c:v>
                </c:pt>
                <c:pt idx="4405">
                  <c:v>0.39750000000000002</c:v>
                </c:pt>
                <c:pt idx="4406">
                  <c:v>0.39750000000000002</c:v>
                </c:pt>
                <c:pt idx="4407">
                  <c:v>0.39750000000000002</c:v>
                </c:pt>
                <c:pt idx="4408">
                  <c:v>0.39750000000000002</c:v>
                </c:pt>
                <c:pt idx="4409">
                  <c:v>0.39750000000000002</c:v>
                </c:pt>
                <c:pt idx="4410">
                  <c:v>0.39750000000000002</c:v>
                </c:pt>
                <c:pt idx="4411">
                  <c:v>0.39750000000000002</c:v>
                </c:pt>
                <c:pt idx="4412">
                  <c:v>0.39750000000000002</c:v>
                </c:pt>
                <c:pt idx="4413">
                  <c:v>0.39750000000000002</c:v>
                </c:pt>
                <c:pt idx="4414">
                  <c:v>0.39750000000000002</c:v>
                </c:pt>
                <c:pt idx="4415">
                  <c:v>0.39750000000000002</c:v>
                </c:pt>
                <c:pt idx="4416">
                  <c:v>0.39750000000000002</c:v>
                </c:pt>
                <c:pt idx="4417">
                  <c:v>0.39750000000000002</c:v>
                </c:pt>
                <c:pt idx="4418">
                  <c:v>0.39750000000000002</c:v>
                </c:pt>
                <c:pt idx="4419">
                  <c:v>0.39750000000000002</c:v>
                </c:pt>
                <c:pt idx="4420">
                  <c:v>0.39750000000000002</c:v>
                </c:pt>
                <c:pt idx="4421">
                  <c:v>0.39750000000000002</c:v>
                </c:pt>
                <c:pt idx="4422">
                  <c:v>0.39750000000000002</c:v>
                </c:pt>
                <c:pt idx="4423">
                  <c:v>0.39750000000000002</c:v>
                </c:pt>
                <c:pt idx="4424">
                  <c:v>0.39750000000000002</c:v>
                </c:pt>
                <c:pt idx="4425">
                  <c:v>0.39750000000000002</c:v>
                </c:pt>
                <c:pt idx="4426">
                  <c:v>0.39750000000000002</c:v>
                </c:pt>
                <c:pt idx="4427">
                  <c:v>0.39750000000000002</c:v>
                </c:pt>
                <c:pt idx="4428">
                  <c:v>0.39750000000000002</c:v>
                </c:pt>
                <c:pt idx="4429">
                  <c:v>0.39750000000000002</c:v>
                </c:pt>
                <c:pt idx="4430">
                  <c:v>0.39750000000000002</c:v>
                </c:pt>
                <c:pt idx="4431">
                  <c:v>0.39750000000000002</c:v>
                </c:pt>
                <c:pt idx="4432">
                  <c:v>0.39750000000000002</c:v>
                </c:pt>
                <c:pt idx="4433">
                  <c:v>0.39750000000000002</c:v>
                </c:pt>
                <c:pt idx="4434">
                  <c:v>0.39750000000000002</c:v>
                </c:pt>
                <c:pt idx="4435">
                  <c:v>0.39750000000000002</c:v>
                </c:pt>
                <c:pt idx="4436">
                  <c:v>0.39750000000000002</c:v>
                </c:pt>
                <c:pt idx="4437">
                  <c:v>0.39750000000000002</c:v>
                </c:pt>
                <c:pt idx="4438">
                  <c:v>0.39750000000000002</c:v>
                </c:pt>
                <c:pt idx="4439">
                  <c:v>0.39750000000000002</c:v>
                </c:pt>
                <c:pt idx="4440">
                  <c:v>0.39750000000000002</c:v>
                </c:pt>
                <c:pt idx="4441">
                  <c:v>0.39750000000000002</c:v>
                </c:pt>
                <c:pt idx="4442">
                  <c:v>0.39750000000000002</c:v>
                </c:pt>
                <c:pt idx="4443">
                  <c:v>0.39750000000000002</c:v>
                </c:pt>
                <c:pt idx="4444">
                  <c:v>0.39750000000000002</c:v>
                </c:pt>
                <c:pt idx="4445">
                  <c:v>0.39750000000000002</c:v>
                </c:pt>
                <c:pt idx="4446">
                  <c:v>0.39750000000000002</c:v>
                </c:pt>
                <c:pt idx="4447">
                  <c:v>0.39750000000000002</c:v>
                </c:pt>
                <c:pt idx="4448">
                  <c:v>0.39750000000000002</c:v>
                </c:pt>
                <c:pt idx="4449">
                  <c:v>0.39750000000000002</c:v>
                </c:pt>
                <c:pt idx="4450">
                  <c:v>0.39750000000000002</c:v>
                </c:pt>
                <c:pt idx="4451">
                  <c:v>0.39750000000000002</c:v>
                </c:pt>
                <c:pt idx="4452">
                  <c:v>0.39750000000000002</c:v>
                </c:pt>
                <c:pt idx="4453">
                  <c:v>0.39750000000000002</c:v>
                </c:pt>
                <c:pt idx="4454">
                  <c:v>0.39750000000000002</c:v>
                </c:pt>
                <c:pt idx="4455">
                  <c:v>0.39750000000000002</c:v>
                </c:pt>
                <c:pt idx="4456">
                  <c:v>0.39750000000000002</c:v>
                </c:pt>
                <c:pt idx="4457">
                  <c:v>0.39750000000000002</c:v>
                </c:pt>
                <c:pt idx="4458">
                  <c:v>0.39750000000000002</c:v>
                </c:pt>
                <c:pt idx="4459">
                  <c:v>0.39750000000000002</c:v>
                </c:pt>
                <c:pt idx="4460">
                  <c:v>0.39750000000000002</c:v>
                </c:pt>
                <c:pt idx="4461">
                  <c:v>0.39750000000000002</c:v>
                </c:pt>
                <c:pt idx="4462">
                  <c:v>0.39750000000000002</c:v>
                </c:pt>
                <c:pt idx="4463">
                  <c:v>0.39750000000000002</c:v>
                </c:pt>
                <c:pt idx="4464">
                  <c:v>0.39750000000000002</c:v>
                </c:pt>
                <c:pt idx="4465">
                  <c:v>0.39750000000000002</c:v>
                </c:pt>
                <c:pt idx="4466">
                  <c:v>0.39750000000000002</c:v>
                </c:pt>
                <c:pt idx="4467">
                  <c:v>0.39750000000000002</c:v>
                </c:pt>
                <c:pt idx="4468">
                  <c:v>0.39750000000000002</c:v>
                </c:pt>
                <c:pt idx="4469">
                  <c:v>0.39750000000000002</c:v>
                </c:pt>
                <c:pt idx="4470">
                  <c:v>0.39750000000000002</c:v>
                </c:pt>
                <c:pt idx="4471">
                  <c:v>0.39750000000000002</c:v>
                </c:pt>
                <c:pt idx="4472">
                  <c:v>0.39750000000000002</c:v>
                </c:pt>
                <c:pt idx="4473">
                  <c:v>0.39750000000000002</c:v>
                </c:pt>
                <c:pt idx="4474">
                  <c:v>0.39750000000000002</c:v>
                </c:pt>
                <c:pt idx="4475">
                  <c:v>0.39750000000000002</c:v>
                </c:pt>
                <c:pt idx="4476">
                  <c:v>0.39750000000000002</c:v>
                </c:pt>
                <c:pt idx="4477">
                  <c:v>0.39750000000000002</c:v>
                </c:pt>
                <c:pt idx="4478">
                  <c:v>0.39750000000000002</c:v>
                </c:pt>
                <c:pt idx="4479">
                  <c:v>0.39750000000000002</c:v>
                </c:pt>
                <c:pt idx="4480">
                  <c:v>0.39750000000000002</c:v>
                </c:pt>
                <c:pt idx="4481">
                  <c:v>0.39750000000000002</c:v>
                </c:pt>
                <c:pt idx="4482">
                  <c:v>0.39750000000000002</c:v>
                </c:pt>
                <c:pt idx="4483">
                  <c:v>0.39750000000000002</c:v>
                </c:pt>
                <c:pt idx="4484">
                  <c:v>0.39750000000000002</c:v>
                </c:pt>
                <c:pt idx="4485">
                  <c:v>0.39750000000000002</c:v>
                </c:pt>
                <c:pt idx="4486">
                  <c:v>0.39750000000000002</c:v>
                </c:pt>
                <c:pt idx="4487">
                  <c:v>0.39750000000000002</c:v>
                </c:pt>
                <c:pt idx="4488">
                  <c:v>0.39750000000000002</c:v>
                </c:pt>
                <c:pt idx="4489">
                  <c:v>0.39750000000000002</c:v>
                </c:pt>
                <c:pt idx="4490">
                  <c:v>0.39750000000000002</c:v>
                </c:pt>
                <c:pt idx="4491">
                  <c:v>0.39750000000000002</c:v>
                </c:pt>
                <c:pt idx="4492">
                  <c:v>0.39750000000000002</c:v>
                </c:pt>
                <c:pt idx="4493">
                  <c:v>0.39750000000000002</c:v>
                </c:pt>
                <c:pt idx="4494">
                  <c:v>0.39750000000000002</c:v>
                </c:pt>
                <c:pt idx="4495">
                  <c:v>0.39750000000000002</c:v>
                </c:pt>
                <c:pt idx="4496">
                  <c:v>0.39750000000000002</c:v>
                </c:pt>
                <c:pt idx="4497">
                  <c:v>0.39750000000000002</c:v>
                </c:pt>
                <c:pt idx="4498">
                  <c:v>0.39750000000000002</c:v>
                </c:pt>
                <c:pt idx="4499">
                  <c:v>0.39750000000000002</c:v>
                </c:pt>
                <c:pt idx="4500">
                  <c:v>0.39750000000000002</c:v>
                </c:pt>
                <c:pt idx="4501">
                  <c:v>0.39750000000000002</c:v>
                </c:pt>
                <c:pt idx="4502">
                  <c:v>0.39750000000000002</c:v>
                </c:pt>
                <c:pt idx="4503">
                  <c:v>0.39750000000000002</c:v>
                </c:pt>
                <c:pt idx="4504">
                  <c:v>0.39750000000000002</c:v>
                </c:pt>
                <c:pt idx="4505">
                  <c:v>0.39750000000000002</c:v>
                </c:pt>
                <c:pt idx="4506">
                  <c:v>0.39750000000000002</c:v>
                </c:pt>
                <c:pt idx="4507">
                  <c:v>0.39750000000000002</c:v>
                </c:pt>
                <c:pt idx="4508">
                  <c:v>0.39750000000000002</c:v>
                </c:pt>
                <c:pt idx="4509">
                  <c:v>0.39750000000000002</c:v>
                </c:pt>
                <c:pt idx="4510">
                  <c:v>0.39750000000000002</c:v>
                </c:pt>
                <c:pt idx="4511">
                  <c:v>0.39750000000000002</c:v>
                </c:pt>
                <c:pt idx="4512">
                  <c:v>0.39750000000000002</c:v>
                </c:pt>
                <c:pt idx="4513">
                  <c:v>0.39750000000000002</c:v>
                </c:pt>
                <c:pt idx="4514">
                  <c:v>0.39750000000000002</c:v>
                </c:pt>
                <c:pt idx="4515">
                  <c:v>0.39750000000000002</c:v>
                </c:pt>
                <c:pt idx="4516">
                  <c:v>0.39750000000000002</c:v>
                </c:pt>
                <c:pt idx="4517">
                  <c:v>0.39750000000000002</c:v>
                </c:pt>
                <c:pt idx="4518">
                  <c:v>0.39750000000000002</c:v>
                </c:pt>
                <c:pt idx="4519">
                  <c:v>0.39750000000000002</c:v>
                </c:pt>
                <c:pt idx="4520">
                  <c:v>0.39750000000000002</c:v>
                </c:pt>
                <c:pt idx="4521">
                  <c:v>0.39750000000000002</c:v>
                </c:pt>
                <c:pt idx="4522">
                  <c:v>0.39750000000000002</c:v>
                </c:pt>
                <c:pt idx="4523">
                  <c:v>0.39750000000000002</c:v>
                </c:pt>
                <c:pt idx="4524">
                  <c:v>0.39750000000000002</c:v>
                </c:pt>
                <c:pt idx="4525">
                  <c:v>0.39750000000000002</c:v>
                </c:pt>
                <c:pt idx="4526">
                  <c:v>0.39750000000000002</c:v>
                </c:pt>
                <c:pt idx="4527">
                  <c:v>0.39750000000000002</c:v>
                </c:pt>
                <c:pt idx="4528">
                  <c:v>0.39750000000000002</c:v>
                </c:pt>
                <c:pt idx="4529">
                  <c:v>0.39750000000000002</c:v>
                </c:pt>
                <c:pt idx="4530">
                  <c:v>0.39750000000000002</c:v>
                </c:pt>
                <c:pt idx="4531">
                  <c:v>0.39750000000000002</c:v>
                </c:pt>
                <c:pt idx="4532">
                  <c:v>0.39750000000000002</c:v>
                </c:pt>
                <c:pt idx="4533">
                  <c:v>0.39750000000000002</c:v>
                </c:pt>
                <c:pt idx="4534">
                  <c:v>0.39750000000000002</c:v>
                </c:pt>
                <c:pt idx="4535">
                  <c:v>0.39750000000000002</c:v>
                </c:pt>
                <c:pt idx="4536">
                  <c:v>0.39750000000000002</c:v>
                </c:pt>
                <c:pt idx="4537">
                  <c:v>0.39750000000000002</c:v>
                </c:pt>
                <c:pt idx="4538">
                  <c:v>0.39750000000000002</c:v>
                </c:pt>
                <c:pt idx="4539">
                  <c:v>0.39750000000000002</c:v>
                </c:pt>
                <c:pt idx="4540">
                  <c:v>0.39750000000000002</c:v>
                </c:pt>
                <c:pt idx="4541">
                  <c:v>0.39750000000000002</c:v>
                </c:pt>
                <c:pt idx="4542">
                  <c:v>0.39750000000000002</c:v>
                </c:pt>
                <c:pt idx="4543">
                  <c:v>0.39750000000000002</c:v>
                </c:pt>
                <c:pt idx="4544">
                  <c:v>0.39750000000000002</c:v>
                </c:pt>
                <c:pt idx="4545">
                  <c:v>0.39750000000000002</c:v>
                </c:pt>
                <c:pt idx="4546">
                  <c:v>0.39750000000000002</c:v>
                </c:pt>
                <c:pt idx="4547">
                  <c:v>0.39750000000000002</c:v>
                </c:pt>
                <c:pt idx="4548">
                  <c:v>0.39750000000000002</c:v>
                </c:pt>
                <c:pt idx="4549">
                  <c:v>0.39750000000000002</c:v>
                </c:pt>
                <c:pt idx="4550">
                  <c:v>0.39750000000000002</c:v>
                </c:pt>
                <c:pt idx="4551">
                  <c:v>0.39750000000000002</c:v>
                </c:pt>
                <c:pt idx="4552">
                  <c:v>0.39750000000000002</c:v>
                </c:pt>
                <c:pt idx="4553">
                  <c:v>0.39750000000000002</c:v>
                </c:pt>
                <c:pt idx="4554">
                  <c:v>0.39750000000000002</c:v>
                </c:pt>
                <c:pt idx="4555">
                  <c:v>0.39750000000000002</c:v>
                </c:pt>
                <c:pt idx="4556">
                  <c:v>0.39750000000000002</c:v>
                </c:pt>
                <c:pt idx="4557">
                  <c:v>0.39750000000000002</c:v>
                </c:pt>
                <c:pt idx="4558">
                  <c:v>0.39750000000000002</c:v>
                </c:pt>
                <c:pt idx="4559">
                  <c:v>0.39750000000000002</c:v>
                </c:pt>
                <c:pt idx="4560">
                  <c:v>0.39750000000000002</c:v>
                </c:pt>
                <c:pt idx="4561">
                  <c:v>0.39750000000000002</c:v>
                </c:pt>
                <c:pt idx="4562">
                  <c:v>0.39750000000000002</c:v>
                </c:pt>
                <c:pt idx="4563">
                  <c:v>0.39750000000000002</c:v>
                </c:pt>
                <c:pt idx="4564">
                  <c:v>0.39750000000000002</c:v>
                </c:pt>
                <c:pt idx="4565">
                  <c:v>0.39750000000000002</c:v>
                </c:pt>
                <c:pt idx="4566">
                  <c:v>0.39750000000000002</c:v>
                </c:pt>
                <c:pt idx="4567">
                  <c:v>0.39750000000000002</c:v>
                </c:pt>
                <c:pt idx="4568">
                  <c:v>0.39750000000000002</c:v>
                </c:pt>
                <c:pt idx="4569">
                  <c:v>0.39750000000000002</c:v>
                </c:pt>
                <c:pt idx="4570">
                  <c:v>0.39750000000000002</c:v>
                </c:pt>
                <c:pt idx="4571">
                  <c:v>0.39750000000000002</c:v>
                </c:pt>
                <c:pt idx="4572">
                  <c:v>0.39750000000000002</c:v>
                </c:pt>
                <c:pt idx="4573">
                  <c:v>0.39750000000000002</c:v>
                </c:pt>
                <c:pt idx="4574">
                  <c:v>0.39750000000000002</c:v>
                </c:pt>
                <c:pt idx="4575">
                  <c:v>0.39750000000000002</c:v>
                </c:pt>
                <c:pt idx="4576">
                  <c:v>0.39750000000000002</c:v>
                </c:pt>
                <c:pt idx="4577">
                  <c:v>0.39750000000000002</c:v>
                </c:pt>
                <c:pt idx="4578">
                  <c:v>0.39750000000000002</c:v>
                </c:pt>
                <c:pt idx="4579">
                  <c:v>0.39750000000000002</c:v>
                </c:pt>
                <c:pt idx="4580">
                  <c:v>0.39750000000000002</c:v>
                </c:pt>
                <c:pt idx="4581">
                  <c:v>0.39750000000000002</c:v>
                </c:pt>
                <c:pt idx="4582">
                  <c:v>0.39750000000000002</c:v>
                </c:pt>
                <c:pt idx="4583">
                  <c:v>0.39750000000000002</c:v>
                </c:pt>
                <c:pt idx="4584">
                  <c:v>0.39750000000000002</c:v>
                </c:pt>
                <c:pt idx="4585">
                  <c:v>0.39750000000000002</c:v>
                </c:pt>
                <c:pt idx="4586">
                  <c:v>0.39750000000000002</c:v>
                </c:pt>
                <c:pt idx="4587">
                  <c:v>0.39750000000000002</c:v>
                </c:pt>
                <c:pt idx="4588">
                  <c:v>0.39750000000000002</c:v>
                </c:pt>
                <c:pt idx="4589">
                  <c:v>0.39750000000000002</c:v>
                </c:pt>
                <c:pt idx="4590">
                  <c:v>0.39750000000000002</c:v>
                </c:pt>
                <c:pt idx="4591">
                  <c:v>0.39750000000000002</c:v>
                </c:pt>
                <c:pt idx="4592">
                  <c:v>0.39750000000000002</c:v>
                </c:pt>
                <c:pt idx="4593">
                  <c:v>0.39750000000000002</c:v>
                </c:pt>
                <c:pt idx="4594">
                  <c:v>0.39750000000000002</c:v>
                </c:pt>
                <c:pt idx="4595">
                  <c:v>0.39750000000000002</c:v>
                </c:pt>
                <c:pt idx="4596">
                  <c:v>0.39750000000000002</c:v>
                </c:pt>
                <c:pt idx="4597">
                  <c:v>0.39750000000000002</c:v>
                </c:pt>
                <c:pt idx="4598">
                  <c:v>0.39750000000000002</c:v>
                </c:pt>
                <c:pt idx="4599">
                  <c:v>0.39750000000000002</c:v>
                </c:pt>
                <c:pt idx="4600">
                  <c:v>0.39750000000000002</c:v>
                </c:pt>
                <c:pt idx="4601">
                  <c:v>0.39750000000000002</c:v>
                </c:pt>
                <c:pt idx="4602">
                  <c:v>0.39750000000000002</c:v>
                </c:pt>
                <c:pt idx="4603">
                  <c:v>0.39750000000000002</c:v>
                </c:pt>
                <c:pt idx="4604">
                  <c:v>0.39750000000000002</c:v>
                </c:pt>
                <c:pt idx="4605">
                  <c:v>0.39750000000000002</c:v>
                </c:pt>
                <c:pt idx="4606">
                  <c:v>0.39750000000000002</c:v>
                </c:pt>
                <c:pt idx="4607">
                  <c:v>0.39750000000000002</c:v>
                </c:pt>
                <c:pt idx="4608">
                  <c:v>0.39750000000000002</c:v>
                </c:pt>
                <c:pt idx="4609">
                  <c:v>0.39750000000000002</c:v>
                </c:pt>
                <c:pt idx="4610">
                  <c:v>0.39750000000000002</c:v>
                </c:pt>
                <c:pt idx="4611">
                  <c:v>0.39750000000000002</c:v>
                </c:pt>
                <c:pt idx="4612">
                  <c:v>0.39750000000000002</c:v>
                </c:pt>
                <c:pt idx="4613">
                  <c:v>0.39750000000000002</c:v>
                </c:pt>
                <c:pt idx="4614">
                  <c:v>0.39750000000000002</c:v>
                </c:pt>
                <c:pt idx="4615">
                  <c:v>0.39750000000000002</c:v>
                </c:pt>
                <c:pt idx="4616">
                  <c:v>0.39750000000000002</c:v>
                </c:pt>
                <c:pt idx="4617">
                  <c:v>0.39750000000000002</c:v>
                </c:pt>
                <c:pt idx="4618">
                  <c:v>0.39750000000000002</c:v>
                </c:pt>
                <c:pt idx="4619">
                  <c:v>0.39750000000000002</c:v>
                </c:pt>
                <c:pt idx="4620">
                  <c:v>0.39750000000000002</c:v>
                </c:pt>
                <c:pt idx="4621">
                  <c:v>0.39750000000000002</c:v>
                </c:pt>
                <c:pt idx="4622">
                  <c:v>0.39750000000000002</c:v>
                </c:pt>
                <c:pt idx="4623">
                  <c:v>0.39750000000000002</c:v>
                </c:pt>
                <c:pt idx="4624">
                  <c:v>0.39750000000000002</c:v>
                </c:pt>
                <c:pt idx="4625">
                  <c:v>0.39750000000000002</c:v>
                </c:pt>
                <c:pt idx="4626">
                  <c:v>0.39750000000000002</c:v>
                </c:pt>
                <c:pt idx="4627">
                  <c:v>0.39750000000000002</c:v>
                </c:pt>
                <c:pt idx="4628">
                  <c:v>0.39750000000000002</c:v>
                </c:pt>
                <c:pt idx="4629">
                  <c:v>0.39750000000000002</c:v>
                </c:pt>
                <c:pt idx="4630">
                  <c:v>0.39750000000000002</c:v>
                </c:pt>
                <c:pt idx="4631">
                  <c:v>0.39750000000000002</c:v>
                </c:pt>
                <c:pt idx="4632">
                  <c:v>0.39750000000000002</c:v>
                </c:pt>
                <c:pt idx="4633">
                  <c:v>0.39750000000000002</c:v>
                </c:pt>
                <c:pt idx="4634">
                  <c:v>0.39750000000000002</c:v>
                </c:pt>
                <c:pt idx="4635">
                  <c:v>0.39750000000000002</c:v>
                </c:pt>
                <c:pt idx="4636">
                  <c:v>0.39750000000000002</c:v>
                </c:pt>
                <c:pt idx="4637">
                  <c:v>0.39750000000000002</c:v>
                </c:pt>
                <c:pt idx="4638">
                  <c:v>0.39750000000000002</c:v>
                </c:pt>
                <c:pt idx="4639">
                  <c:v>0.39750000000000002</c:v>
                </c:pt>
                <c:pt idx="4640">
                  <c:v>0.39750000000000002</c:v>
                </c:pt>
                <c:pt idx="4641">
                  <c:v>0.39750000000000002</c:v>
                </c:pt>
                <c:pt idx="4642">
                  <c:v>0.39750000000000002</c:v>
                </c:pt>
                <c:pt idx="4643">
                  <c:v>0.39750000000000002</c:v>
                </c:pt>
                <c:pt idx="4644">
                  <c:v>0.39750000000000002</c:v>
                </c:pt>
                <c:pt idx="4645">
                  <c:v>0.39750000000000002</c:v>
                </c:pt>
                <c:pt idx="4646">
                  <c:v>0.39750000000000002</c:v>
                </c:pt>
                <c:pt idx="4647">
                  <c:v>0.39750000000000002</c:v>
                </c:pt>
                <c:pt idx="4648">
                  <c:v>0.39750000000000002</c:v>
                </c:pt>
                <c:pt idx="4649">
                  <c:v>0.39750000000000002</c:v>
                </c:pt>
                <c:pt idx="4650">
                  <c:v>0.39750000000000002</c:v>
                </c:pt>
                <c:pt idx="4651">
                  <c:v>0.39750000000000002</c:v>
                </c:pt>
                <c:pt idx="4652">
                  <c:v>0.39750000000000002</c:v>
                </c:pt>
                <c:pt idx="4653">
                  <c:v>0.39750000000000002</c:v>
                </c:pt>
                <c:pt idx="4654">
                  <c:v>0.39750000000000002</c:v>
                </c:pt>
                <c:pt idx="4655">
                  <c:v>0.39750000000000002</c:v>
                </c:pt>
                <c:pt idx="4656">
                  <c:v>0.39750000000000002</c:v>
                </c:pt>
                <c:pt idx="4657">
                  <c:v>0.39750000000000002</c:v>
                </c:pt>
                <c:pt idx="4658">
                  <c:v>0.39750000000000002</c:v>
                </c:pt>
                <c:pt idx="4659">
                  <c:v>0.39750000000000002</c:v>
                </c:pt>
                <c:pt idx="4660">
                  <c:v>0.39750000000000002</c:v>
                </c:pt>
                <c:pt idx="4661">
                  <c:v>0.39750000000000002</c:v>
                </c:pt>
                <c:pt idx="4662">
                  <c:v>0.39750000000000002</c:v>
                </c:pt>
                <c:pt idx="4663">
                  <c:v>0.39750000000000002</c:v>
                </c:pt>
                <c:pt idx="4664">
                  <c:v>0.39750000000000002</c:v>
                </c:pt>
                <c:pt idx="4665">
                  <c:v>0.39750000000000002</c:v>
                </c:pt>
                <c:pt idx="4666">
                  <c:v>0.39750000000000002</c:v>
                </c:pt>
                <c:pt idx="4667">
                  <c:v>0.39750000000000002</c:v>
                </c:pt>
                <c:pt idx="4668">
                  <c:v>0.39750000000000002</c:v>
                </c:pt>
                <c:pt idx="4669">
                  <c:v>0.39750000000000002</c:v>
                </c:pt>
                <c:pt idx="4670">
                  <c:v>0.39750000000000002</c:v>
                </c:pt>
                <c:pt idx="4671">
                  <c:v>0.39750000000000002</c:v>
                </c:pt>
                <c:pt idx="4672">
                  <c:v>0.39750000000000002</c:v>
                </c:pt>
                <c:pt idx="4673">
                  <c:v>0.39750000000000002</c:v>
                </c:pt>
                <c:pt idx="4674">
                  <c:v>0.39750000000000002</c:v>
                </c:pt>
                <c:pt idx="4675">
                  <c:v>0.39750000000000002</c:v>
                </c:pt>
                <c:pt idx="4676">
                  <c:v>0.39750000000000002</c:v>
                </c:pt>
                <c:pt idx="4677">
                  <c:v>0.39750000000000002</c:v>
                </c:pt>
                <c:pt idx="4678">
                  <c:v>0.39750000000000002</c:v>
                </c:pt>
                <c:pt idx="4679">
                  <c:v>0.39750000000000002</c:v>
                </c:pt>
                <c:pt idx="4680">
                  <c:v>0.39750000000000002</c:v>
                </c:pt>
                <c:pt idx="4681">
                  <c:v>0.39750000000000002</c:v>
                </c:pt>
                <c:pt idx="4682">
                  <c:v>0.39750000000000002</c:v>
                </c:pt>
                <c:pt idx="4683">
                  <c:v>0.39750000000000002</c:v>
                </c:pt>
                <c:pt idx="4684">
                  <c:v>0.39750000000000002</c:v>
                </c:pt>
                <c:pt idx="4685">
                  <c:v>0.39750000000000002</c:v>
                </c:pt>
                <c:pt idx="4686">
                  <c:v>0.39750000000000002</c:v>
                </c:pt>
                <c:pt idx="4687">
                  <c:v>0.39750000000000002</c:v>
                </c:pt>
                <c:pt idx="4688">
                  <c:v>0.39750000000000002</c:v>
                </c:pt>
                <c:pt idx="4689">
                  <c:v>0.39750000000000002</c:v>
                </c:pt>
                <c:pt idx="4690">
                  <c:v>0.39750000000000002</c:v>
                </c:pt>
                <c:pt idx="4691">
                  <c:v>0.39750000000000002</c:v>
                </c:pt>
                <c:pt idx="4692">
                  <c:v>0.39750000000000002</c:v>
                </c:pt>
                <c:pt idx="4693">
                  <c:v>0.39750000000000002</c:v>
                </c:pt>
                <c:pt idx="4694">
                  <c:v>0.39750000000000002</c:v>
                </c:pt>
                <c:pt idx="4695">
                  <c:v>0.39750000000000002</c:v>
                </c:pt>
                <c:pt idx="4696">
                  <c:v>0.39750000000000002</c:v>
                </c:pt>
                <c:pt idx="4697">
                  <c:v>0.39750000000000002</c:v>
                </c:pt>
                <c:pt idx="4698">
                  <c:v>0.39750000000000002</c:v>
                </c:pt>
                <c:pt idx="4699">
                  <c:v>0.39750000000000002</c:v>
                </c:pt>
                <c:pt idx="4700">
                  <c:v>0.39750000000000002</c:v>
                </c:pt>
                <c:pt idx="4701">
                  <c:v>0.39750000000000002</c:v>
                </c:pt>
                <c:pt idx="4702">
                  <c:v>0.39750000000000002</c:v>
                </c:pt>
                <c:pt idx="4703">
                  <c:v>0.39750000000000002</c:v>
                </c:pt>
                <c:pt idx="4704">
                  <c:v>0.39750000000000002</c:v>
                </c:pt>
                <c:pt idx="4705">
                  <c:v>0.39750000000000002</c:v>
                </c:pt>
                <c:pt idx="4706">
                  <c:v>0.39750000000000002</c:v>
                </c:pt>
                <c:pt idx="4707">
                  <c:v>0.39750000000000002</c:v>
                </c:pt>
                <c:pt idx="4708">
                  <c:v>0.39750000000000002</c:v>
                </c:pt>
                <c:pt idx="4709">
                  <c:v>0.39750000000000002</c:v>
                </c:pt>
                <c:pt idx="4710">
                  <c:v>0.39750000000000002</c:v>
                </c:pt>
                <c:pt idx="4711">
                  <c:v>0.39750000000000002</c:v>
                </c:pt>
                <c:pt idx="4712">
                  <c:v>0.39750000000000002</c:v>
                </c:pt>
                <c:pt idx="4713">
                  <c:v>0.39750000000000002</c:v>
                </c:pt>
                <c:pt idx="4714">
                  <c:v>0.39750000000000002</c:v>
                </c:pt>
                <c:pt idx="4715">
                  <c:v>0.39750000000000002</c:v>
                </c:pt>
                <c:pt idx="4716">
                  <c:v>0.39750000000000002</c:v>
                </c:pt>
                <c:pt idx="4717">
                  <c:v>0.39750000000000002</c:v>
                </c:pt>
                <c:pt idx="4718">
                  <c:v>0.39750000000000002</c:v>
                </c:pt>
                <c:pt idx="4719">
                  <c:v>0.39750000000000002</c:v>
                </c:pt>
                <c:pt idx="4720">
                  <c:v>0.39750000000000002</c:v>
                </c:pt>
                <c:pt idx="4721">
                  <c:v>0.39750000000000002</c:v>
                </c:pt>
                <c:pt idx="4722">
                  <c:v>0.39750000000000002</c:v>
                </c:pt>
                <c:pt idx="4723">
                  <c:v>0.39750000000000002</c:v>
                </c:pt>
                <c:pt idx="4724">
                  <c:v>0.39750000000000002</c:v>
                </c:pt>
                <c:pt idx="4725">
                  <c:v>0.39750000000000002</c:v>
                </c:pt>
                <c:pt idx="4726">
                  <c:v>0.39750000000000002</c:v>
                </c:pt>
                <c:pt idx="4727">
                  <c:v>0.39750000000000002</c:v>
                </c:pt>
                <c:pt idx="4728">
                  <c:v>0.39750000000000002</c:v>
                </c:pt>
                <c:pt idx="4729">
                  <c:v>0.39750000000000002</c:v>
                </c:pt>
                <c:pt idx="4730">
                  <c:v>0.39750000000000002</c:v>
                </c:pt>
                <c:pt idx="4731">
                  <c:v>0.39750000000000002</c:v>
                </c:pt>
                <c:pt idx="4732">
                  <c:v>0.39750000000000002</c:v>
                </c:pt>
                <c:pt idx="4733">
                  <c:v>0.39750000000000002</c:v>
                </c:pt>
                <c:pt idx="4734">
                  <c:v>0.39750000000000002</c:v>
                </c:pt>
                <c:pt idx="4735">
                  <c:v>0.39750000000000002</c:v>
                </c:pt>
                <c:pt idx="4736">
                  <c:v>0.39750000000000002</c:v>
                </c:pt>
                <c:pt idx="4737">
                  <c:v>0.39750000000000002</c:v>
                </c:pt>
                <c:pt idx="4738">
                  <c:v>0.39750000000000002</c:v>
                </c:pt>
                <c:pt idx="4739">
                  <c:v>0.39750000000000002</c:v>
                </c:pt>
                <c:pt idx="4740">
                  <c:v>0.39750000000000002</c:v>
                </c:pt>
                <c:pt idx="4741">
                  <c:v>0.39750000000000002</c:v>
                </c:pt>
                <c:pt idx="4742">
                  <c:v>0.39750000000000002</c:v>
                </c:pt>
                <c:pt idx="4743">
                  <c:v>0.39750000000000002</c:v>
                </c:pt>
                <c:pt idx="4744">
                  <c:v>0.39750000000000002</c:v>
                </c:pt>
                <c:pt idx="4745">
                  <c:v>0.39750000000000002</c:v>
                </c:pt>
                <c:pt idx="4746">
                  <c:v>0.39750000000000002</c:v>
                </c:pt>
                <c:pt idx="4747">
                  <c:v>0.39750000000000002</c:v>
                </c:pt>
                <c:pt idx="4748">
                  <c:v>0.39750000000000002</c:v>
                </c:pt>
                <c:pt idx="4749">
                  <c:v>0.39750000000000002</c:v>
                </c:pt>
                <c:pt idx="4750">
                  <c:v>0.39750000000000002</c:v>
                </c:pt>
                <c:pt idx="4751">
                  <c:v>0.39750000000000002</c:v>
                </c:pt>
                <c:pt idx="4752">
                  <c:v>0.39750000000000002</c:v>
                </c:pt>
                <c:pt idx="4753">
                  <c:v>0.39750000000000002</c:v>
                </c:pt>
                <c:pt idx="4754">
                  <c:v>0.39750000000000002</c:v>
                </c:pt>
                <c:pt idx="4755">
                  <c:v>0.39750000000000002</c:v>
                </c:pt>
                <c:pt idx="4756">
                  <c:v>0.39750000000000002</c:v>
                </c:pt>
                <c:pt idx="4757">
                  <c:v>0.39750000000000002</c:v>
                </c:pt>
                <c:pt idx="4758">
                  <c:v>0.39750000000000002</c:v>
                </c:pt>
                <c:pt idx="4759">
                  <c:v>0.39750000000000002</c:v>
                </c:pt>
                <c:pt idx="4760">
                  <c:v>0.39750000000000002</c:v>
                </c:pt>
                <c:pt idx="4761">
                  <c:v>0.39750000000000002</c:v>
                </c:pt>
                <c:pt idx="4762">
                  <c:v>0.39750000000000002</c:v>
                </c:pt>
                <c:pt idx="4763">
                  <c:v>0.39750000000000002</c:v>
                </c:pt>
                <c:pt idx="4764">
                  <c:v>0.39750000000000002</c:v>
                </c:pt>
                <c:pt idx="4765">
                  <c:v>0.39750000000000002</c:v>
                </c:pt>
                <c:pt idx="4766">
                  <c:v>0.39750000000000002</c:v>
                </c:pt>
                <c:pt idx="4767">
                  <c:v>0.39750000000000002</c:v>
                </c:pt>
                <c:pt idx="4768">
                  <c:v>0.39750000000000002</c:v>
                </c:pt>
                <c:pt idx="4769">
                  <c:v>0.39750000000000002</c:v>
                </c:pt>
                <c:pt idx="4770">
                  <c:v>0.39750000000000002</c:v>
                </c:pt>
                <c:pt idx="4771">
                  <c:v>0.39750000000000002</c:v>
                </c:pt>
                <c:pt idx="4772">
                  <c:v>0.39750000000000002</c:v>
                </c:pt>
                <c:pt idx="4773">
                  <c:v>0.39750000000000002</c:v>
                </c:pt>
                <c:pt idx="4774">
                  <c:v>0.39750000000000002</c:v>
                </c:pt>
                <c:pt idx="4775">
                  <c:v>0.39750000000000002</c:v>
                </c:pt>
                <c:pt idx="4776">
                  <c:v>0.39750000000000002</c:v>
                </c:pt>
                <c:pt idx="4777">
                  <c:v>0.39750000000000002</c:v>
                </c:pt>
                <c:pt idx="4778">
                  <c:v>0.39750000000000002</c:v>
                </c:pt>
                <c:pt idx="4779">
                  <c:v>0.39750000000000002</c:v>
                </c:pt>
                <c:pt idx="4780">
                  <c:v>0.39750000000000002</c:v>
                </c:pt>
                <c:pt idx="4781">
                  <c:v>0.39750000000000002</c:v>
                </c:pt>
                <c:pt idx="4782">
                  <c:v>0.39750000000000002</c:v>
                </c:pt>
                <c:pt idx="4783">
                  <c:v>0.39750000000000002</c:v>
                </c:pt>
                <c:pt idx="4784">
                  <c:v>0.39750000000000002</c:v>
                </c:pt>
                <c:pt idx="4785">
                  <c:v>0.39750000000000002</c:v>
                </c:pt>
                <c:pt idx="4786">
                  <c:v>0.39750000000000002</c:v>
                </c:pt>
                <c:pt idx="4787">
                  <c:v>0.39750000000000002</c:v>
                </c:pt>
                <c:pt idx="4788">
                  <c:v>0.39750000000000002</c:v>
                </c:pt>
                <c:pt idx="4789">
                  <c:v>0.39750000000000002</c:v>
                </c:pt>
                <c:pt idx="4790">
                  <c:v>0.39750000000000002</c:v>
                </c:pt>
                <c:pt idx="4791">
                  <c:v>0.39750000000000002</c:v>
                </c:pt>
                <c:pt idx="4792">
                  <c:v>0.39750000000000002</c:v>
                </c:pt>
                <c:pt idx="4793">
                  <c:v>0.39750000000000002</c:v>
                </c:pt>
                <c:pt idx="4794">
                  <c:v>0.39750000000000002</c:v>
                </c:pt>
                <c:pt idx="4795">
                  <c:v>0.39750000000000002</c:v>
                </c:pt>
                <c:pt idx="4796">
                  <c:v>0.39750000000000002</c:v>
                </c:pt>
                <c:pt idx="4797">
                  <c:v>0.39750000000000002</c:v>
                </c:pt>
                <c:pt idx="4798">
                  <c:v>0.39750000000000002</c:v>
                </c:pt>
                <c:pt idx="4799">
                  <c:v>0.39750000000000002</c:v>
                </c:pt>
                <c:pt idx="4800">
                  <c:v>0.39750000000000002</c:v>
                </c:pt>
                <c:pt idx="4801">
                  <c:v>0.39750000000000002</c:v>
                </c:pt>
                <c:pt idx="4802">
                  <c:v>0.39750000000000002</c:v>
                </c:pt>
                <c:pt idx="4803">
                  <c:v>0.39750000000000002</c:v>
                </c:pt>
                <c:pt idx="4804">
                  <c:v>0.39750000000000002</c:v>
                </c:pt>
                <c:pt idx="4805">
                  <c:v>0.39750000000000002</c:v>
                </c:pt>
                <c:pt idx="4806">
                  <c:v>0.39750000000000002</c:v>
                </c:pt>
                <c:pt idx="4807">
                  <c:v>0.39750000000000002</c:v>
                </c:pt>
                <c:pt idx="4808">
                  <c:v>0.39750000000000002</c:v>
                </c:pt>
                <c:pt idx="4809">
                  <c:v>0.39750000000000002</c:v>
                </c:pt>
                <c:pt idx="4810">
                  <c:v>0.39750000000000002</c:v>
                </c:pt>
                <c:pt idx="4811">
                  <c:v>0.39750000000000002</c:v>
                </c:pt>
                <c:pt idx="4812">
                  <c:v>0.39750000000000002</c:v>
                </c:pt>
                <c:pt idx="4813">
                  <c:v>0.39750000000000002</c:v>
                </c:pt>
                <c:pt idx="4814">
                  <c:v>0.39750000000000002</c:v>
                </c:pt>
                <c:pt idx="4815">
                  <c:v>0.39750000000000002</c:v>
                </c:pt>
                <c:pt idx="4816">
                  <c:v>0.39750000000000002</c:v>
                </c:pt>
                <c:pt idx="4817">
                  <c:v>0.39750000000000002</c:v>
                </c:pt>
                <c:pt idx="4818">
                  <c:v>0.39750000000000002</c:v>
                </c:pt>
                <c:pt idx="4819">
                  <c:v>0.39750000000000002</c:v>
                </c:pt>
                <c:pt idx="4820">
                  <c:v>0.39750000000000002</c:v>
                </c:pt>
                <c:pt idx="4821">
                  <c:v>0.39750000000000002</c:v>
                </c:pt>
                <c:pt idx="4822">
                  <c:v>0.39750000000000002</c:v>
                </c:pt>
                <c:pt idx="4823">
                  <c:v>0.39750000000000002</c:v>
                </c:pt>
                <c:pt idx="4824">
                  <c:v>0.39750000000000002</c:v>
                </c:pt>
                <c:pt idx="4825">
                  <c:v>0.39750000000000002</c:v>
                </c:pt>
                <c:pt idx="4826">
                  <c:v>0.39750000000000002</c:v>
                </c:pt>
                <c:pt idx="4827">
                  <c:v>0.39750000000000002</c:v>
                </c:pt>
                <c:pt idx="4828">
                  <c:v>0.39750000000000002</c:v>
                </c:pt>
                <c:pt idx="4829">
                  <c:v>0.39750000000000002</c:v>
                </c:pt>
                <c:pt idx="4830">
                  <c:v>0.39750000000000002</c:v>
                </c:pt>
                <c:pt idx="4831">
                  <c:v>0.39750000000000002</c:v>
                </c:pt>
                <c:pt idx="4832">
                  <c:v>0.39750000000000002</c:v>
                </c:pt>
                <c:pt idx="4833">
                  <c:v>0.39750000000000002</c:v>
                </c:pt>
                <c:pt idx="4834">
                  <c:v>0.39750000000000002</c:v>
                </c:pt>
                <c:pt idx="4835">
                  <c:v>0.39750000000000002</c:v>
                </c:pt>
                <c:pt idx="4836">
                  <c:v>0.39750000000000002</c:v>
                </c:pt>
                <c:pt idx="4837">
                  <c:v>0.39750000000000002</c:v>
                </c:pt>
                <c:pt idx="4838">
                  <c:v>0.39750000000000002</c:v>
                </c:pt>
                <c:pt idx="4839">
                  <c:v>0.39750000000000002</c:v>
                </c:pt>
                <c:pt idx="4840">
                  <c:v>0.39750000000000002</c:v>
                </c:pt>
                <c:pt idx="4841">
                  <c:v>0.39750000000000002</c:v>
                </c:pt>
                <c:pt idx="4842">
                  <c:v>0.39750000000000002</c:v>
                </c:pt>
                <c:pt idx="4843">
                  <c:v>0.39750000000000002</c:v>
                </c:pt>
                <c:pt idx="4844">
                  <c:v>0.39750000000000002</c:v>
                </c:pt>
                <c:pt idx="4845">
                  <c:v>0.39750000000000002</c:v>
                </c:pt>
                <c:pt idx="4846">
                  <c:v>0.39750000000000002</c:v>
                </c:pt>
                <c:pt idx="4847">
                  <c:v>0.39750000000000002</c:v>
                </c:pt>
                <c:pt idx="4848">
                  <c:v>0.39750000000000002</c:v>
                </c:pt>
                <c:pt idx="4849">
                  <c:v>0.39750000000000002</c:v>
                </c:pt>
                <c:pt idx="4850">
                  <c:v>0.39750000000000002</c:v>
                </c:pt>
                <c:pt idx="4851">
                  <c:v>0.39750000000000002</c:v>
                </c:pt>
                <c:pt idx="4852">
                  <c:v>0.39750000000000002</c:v>
                </c:pt>
                <c:pt idx="4853">
                  <c:v>0.39750000000000002</c:v>
                </c:pt>
                <c:pt idx="4854">
                  <c:v>0.39750000000000002</c:v>
                </c:pt>
                <c:pt idx="4855">
                  <c:v>0.39750000000000002</c:v>
                </c:pt>
                <c:pt idx="4856">
                  <c:v>0.39750000000000002</c:v>
                </c:pt>
                <c:pt idx="4857">
                  <c:v>0.39750000000000002</c:v>
                </c:pt>
                <c:pt idx="4858">
                  <c:v>0.39750000000000002</c:v>
                </c:pt>
                <c:pt idx="4859">
                  <c:v>0.39750000000000002</c:v>
                </c:pt>
                <c:pt idx="4860">
                  <c:v>0.39750000000000002</c:v>
                </c:pt>
                <c:pt idx="4861">
                  <c:v>0.39750000000000002</c:v>
                </c:pt>
                <c:pt idx="4862">
                  <c:v>0.39750000000000002</c:v>
                </c:pt>
                <c:pt idx="4863">
                  <c:v>0.39750000000000002</c:v>
                </c:pt>
                <c:pt idx="4864">
                  <c:v>0.39750000000000002</c:v>
                </c:pt>
                <c:pt idx="4865">
                  <c:v>0.39750000000000002</c:v>
                </c:pt>
                <c:pt idx="4866">
                  <c:v>0.39750000000000002</c:v>
                </c:pt>
                <c:pt idx="4867">
                  <c:v>0.39750000000000002</c:v>
                </c:pt>
                <c:pt idx="4868">
                  <c:v>0.39750000000000002</c:v>
                </c:pt>
                <c:pt idx="4869">
                  <c:v>0.39750000000000002</c:v>
                </c:pt>
                <c:pt idx="4870">
                  <c:v>0.39750000000000002</c:v>
                </c:pt>
                <c:pt idx="4871">
                  <c:v>0.39750000000000002</c:v>
                </c:pt>
                <c:pt idx="4872">
                  <c:v>0.39750000000000002</c:v>
                </c:pt>
                <c:pt idx="4873">
                  <c:v>0.39750000000000002</c:v>
                </c:pt>
                <c:pt idx="4874">
                  <c:v>0.39750000000000002</c:v>
                </c:pt>
                <c:pt idx="4875">
                  <c:v>0.39750000000000002</c:v>
                </c:pt>
                <c:pt idx="4876">
                  <c:v>0.39750000000000002</c:v>
                </c:pt>
                <c:pt idx="4877">
                  <c:v>0.39750000000000002</c:v>
                </c:pt>
                <c:pt idx="4878">
                  <c:v>0.39750000000000002</c:v>
                </c:pt>
                <c:pt idx="4879">
                  <c:v>0.39750000000000002</c:v>
                </c:pt>
                <c:pt idx="4880">
                  <c:v>0.39750000000000002</c:v>
                </c:pt>
                <c:pt idx="4881">
                  <c:v>0.39750000000000002</c:v>
                </c:pt>
                <c:pt idx="4882">
                  <c:v>0.39750000000000002</c:v>
                </c:pt>
                <c:pt idx="4883">
                  <c:v>0.39750000000000002</c:v>
                </c:pt>
                <c:pt idx="4884">
                  <c:v>0.39750000000000002</c:v>
                </c:pt>
                <c:pt idx="4885">
                  <c:v>0.39750000000000002</c:v>
                </c:pt>
                <c:pt idx="4886">
                  <c:v>0.39750000000000002</c:v>
                </c:pt>
                <c:pt idx="4887">
                  <c:v>0.39750000000000002</c:v>
                </c:pt>
                <c:pt idx="4888">
                  <c:v>0.39750000000000002</c:v>
                </c:pt>
                <c:pt idx="4889">
                  <c:v>0.39750000000000002</c:v>
                </c:pt>
                <c:pt idx="4890">
                  <c:v>0.39750000000000002</c:v>
                </c:pt>
                <c:pt idx="4891">
                  <c:v>0.39750000000000002</c:v>
                </c:pt>
                <c:pt idx="4892">
                  <c:v>0.39750000000000002</c:v>
                </c:pt>
                <c:pt idx="4893">
                  <c:v>0.39750000000000002</c:v>
                </c:pt>
                <c:pt idx="4894">
                  <c:v>0.39750000000000002</c:v>
                </c:pt>
                <c:pt idx="4895">
                  <c:v>0.39750000000000002</c:v>
                </c:pt>
                <c:pt idx="4896">
                  <c:v>0.39750000000000002</c:v>
                </c:pt>
                <c:pt idx="4897">
                  <c:v>0.39750000000000002</c:v>
                </c:pt>
                <c:pt idx="4898">
                  <c:v>0.39750000000000002</c:v>
                </c:pt>
                <c:pt idx="4899">
                  <c:v>0.39750000000000002</c:v>
                </c:pt>
                <c:pt idx="4900">
                  <c:v>0.39750000000000002</c:v>
                </c:pt>
                <c:pt idx="4901">
                  <c:v>0.39750000000000002</c:v>
                </c:pt>
                <c:pt idx="4902">
                  <c:v>0.39750000000000002</c:v>
                </c:pt>
                <c:pt idx="4903">
                  <c:v>0.39750000000000002</c:v>
                </c:pt>
                <c:pt idx="4904">
                  <c:v>0.39750000000000002</c:v>
                </c:pt>
                <c:pt idx="4905">
                  <c:v>0.39750000000000002</c:v>
                </c:pt>
                <c:pt idx="4906">
                  <c:v>0.39750000000000002</c:v>
                </c:pt>
                <c:pt idx="4907">
                  <c:v>0.39750000000000002</c:v>
                </c:pt>
                <c:pt idx="4908">
                  <c:v>0.39750000000000002</c:v>
                </c:pt>
                <c:pt idx="4909">
                  <c:v>0.39750000000000002</c:v>
                </c:pt>
                <c:pt idx="4910">
                  <c:v>0.39750000000000002</c:v>
                </c:pt>
                <c:pt idx="4911">
                  <c:v>0.39750000000000002</c:v>
                </c:pt>
                <c:pt idx="4912">
                  <c:v>0.39750000000000002</c:v>
                </c:pt>
                <c:pt idx="4913">
                  <c:v>0.39750000000000002</c:v>
                </c:pt>
                <c:pt idx="4914">
                  <c:v>0.39750000000000002</c:v>
                </c:pt>
                <c:pt idx="4915">
                  <c:v>0.39750000000000002</c:v>
                </c:pt>
                <c:pt idx="4916">
                  <c:v>0.39750000000000002</c:v>
                </c:pt>
                <c:pt idx="4917">
                  <c:v>0.39750000000000002</c:v>
                </c:pt>
                <c:pt idx="4918">
                  <c:v>0.39750000000000002</c:v>
                </c:pt>
                <c:pt idx="4919">
                  <c:v>0.39750000000000002</c:v>
                </c:pt>
                <c:pt idx="4920">
                  <c:v>0.39750000000000002</c:v>
                </c:pt>
                <c:pt idx="4921">
                  <c:v>0.39750000000000002</c:v>
                </c:pt>
                <c:pt idx="4922">
                  <c:v>0.39750000000000002</c:v>
                </c:pt>
                <c:pt idx="4923">
                  <c:v>0.39750000000000002</c:v>
                </c:pt>
                <c:pt idx="4924">
                  <c:v>0.39750000000000002</c:v>
                </c:pt>
                <c:pt idx="4925">
                  <c:v>0.39750000000000002</c:v>
                </c:pt>
                <c:pt idx="4926">
                  <c:v>0.39750000000000002</c:v>
                </c:pt>
                <c:pt idx="4927">
                  <c:v>0.39750000000000002</c:v>
                </c:pt>
                <c:pt idx="4928">
                  <c:v>0.39750000000000002</c:v>
                </c:pt>
                <c:pt idx="4929">
                  <c:v>0.39750000000000002</c:v>
                </c:pt>
                <c:pt idx="4930">
                  <c:v>0.39750000000000002</c:v>
                </c:pt>
                <c:pt idx="4931">
                  <c:v>0.39750000000000002</c:v>
                </c:pt>
                <c:pt idx="4932">
                  <c:v>0.39750000000000002</c:v>
                </c:pt>
                <c:pt idx="4933">
                  <c:v>0.39750000000000002</c:v>
                </c:pt>
                <c:pt idx="4934">
                  <c:v>0.39750000000000002</c:v>
                </c:pt>
                <c:pt idx="4935">
                  <c:v>0.39750000000000002</c:v>
                </c:pt>
                <c:pt idx="4936">
                  <c:v>0.39750000000000002</c:v>
                </c:pt>
                <c:pt idx="4937">
                  <c:v>0.39750000000000002</c:v>
                </c:pt>
                <c:pt idx="4938">
                  <c:v>0.39750000000000002</c:v>
                </c:pt>
                <c:pt idx="4939">
                  <c:v>0.39750000000000002</c:v>
                </c:pt>
                <c:pt idx="4940">
                  <c:v>0.39750000000000002</c:v>
                </c:pt>
                <c:pt idx="4941">
                  <c:v>0.39750000000000002</c:v>
                </c:pt>
                <c:pt idx="4942">
                  <c:v>0.39750000000000002</c:v>
                </c:pt>
                <c:pt idx="4943">
                  <c:v>0.39750000000000002</c:v>
                </c:pt>
                <c:pt idx="4944">
                  <c:v>0.39750000000000002</c:v>
                </c:pt>
                <c:pt idx="4945">
                  <c:v>0.39750000000000002</c:v>
                </c:pt>
                <c:pt idx="4946">
                  <c:v>0.39750000000000002</c:v>
                </c:pt>
                <c:pt idx="4947">
                  <c:v>0.39750000000000002</c:v>
                </c:pt>
                <c:pt idx="4948">
                  <c:v>0.39750000000000002</c:v>
                </c:pt>
                <c:pt idx="4949">
                  <c:v>0.39750000000000002</c:v>
                </c:pt>
                <c:pt idx="4950">
                  <c:v>0.39750000000000002</c:v>
                </c:pt>
                <c:pt idx="4951">
                  <c:v>0.39750000000000002</c:v>
                </c:pt>
                <c:pt idx="4952">
                  <c:v>0.39750000000000002</c:v>
                </c:pt>
                <c:pt idx="4953">
                  <c:v>0.39750000000000002</c:v>
                </c:pt>
                <c:pt idx="4954">
                  <c:v>0.39750000000000002</c:v>
                </c:pt>
                <c:pt idx="4955">
                  <c:v>0.39750000000000002</c:v>
                </c:pt>
                <c:pt idx="4956">
                  <c:v>0.39750000000000002</c:v>
                </c:pt>
                <c:pt idx="4957">
                  <c:v>0.39750000000000002</c:v>
                </c:pt>
                <c:pt idx="4958">
                  <c:v>0.39750000000000002</c:v>
                </c:pt>
                <c:pt idx="4959">
                  <c:v>0.39750000000000002</c:v>
                </c:pt>
                <c:pt idx="4960">
                  <c:v>0.39750000000000002</c:v>
                </c:pt>
                <c:pt idx="4961">
                  <c:v>0.39750000000000002</c:v>
                </c:pt>
                <c:pt idx="4962">
                  <c:v>0.39750000000000002</c:v>
                </c:pt>
                <c:pt idx="4963">
                  <c:v>0.39750000000000002</c:v>
                </c:pt>
                <c:pt idx="4964">
                  <c:v>0.39750000000000002</c:v>
                </c:pt>
                <c:pt idx="4965">
                  <c:v>0.39750000000000002</c:v>
                </c:pt>
                <c:pt idx="4966">
                  <c:v>0.39750000000000002</c:v>
                </c:pt>
                <c:pt idx="4967">
                  <c:v>0.39750000000000002</c:v>
                </c:pt>
                <c:pt idx="4968">
                  <c:v>0.39750000000000002</c:v>
                </c:pt>
                <c:pt idx="4969">
                  <c:v>0.39750000000000002</c:v>
                </c:pt>
                <c:pt idx="4970">
                  <c:v>0.39750000000000002</c:v>
                </c:pt>
                <c:pt idx="4971">
                  <c:v>0.39750000000000002</c:v>
                </c:pt>
                <c:pt idx="4972">
                  <c:v>0.39750000000000002</c:v>
                </c:pt>
                <c:pt idx="4973">
                  <c:v>0.39750000000000002</c:v>
                </c:pt>
                <c:pt idx="4974">
                  <c:v>0.39750000000000002</c:v>
                </c:pt>
                <c:pt idx="4975">
                  <c:v>0.39750000000000002</c:v>
                </c:pt>
                <c:pt idx="4976">
                  <c:v>0.39750000000000002</c:v>
                </c:pt>
                <c:pt idx="4977">
                  <c:v>0.39750000000000002</c:v>
                </c:pt>
                <c:pt idx="4978">
                  <c:v>0.39750000000000002</c:v>
                </c:pt>
                <c:pt idx="4979">
                  <c:v>0.39750000000000002</c:v>
                </c:pt>
                <c:pt idx="4980">
                  <c:v>0.39750000000000002</c:v>
                </c:pt>
                <c:pt idx="4981">
                  <c:v>0.39750000000000002</c:v>
                </c:pt>
                <c:pt idx="4982">
                  <c:v>0.39750000000000002</c:v>
                </c:pt>
                <c:pt idx="4983">
                  <c:v>0.39750000000000002</c:v>
                </c:pt>
                <c:pt idx="4984">
                  <c:v>0.39750000000000002</c:v>
                </c:pt>
                <c:pt idx="4985">
                  <c:v>0.39750000000000002</c:v>
                </c:pt>
                <c:pt idx="4986">
                  <c:v>0.39750000000000002</c:v>
                </c:pt>
                <c:pt idx="4987">
                  <c:v>0.39750000000000002</c:v>
                </c:pt>
                <c:pt idx="4988">
                  <c:v>0.39750000000000002</c:v>
                </c:pt>
                <c:pt idx="4989">
                  <c:v>0.39750000000000002</c:v>
                </c:pt>
                <c:pt idx="4990">
                  <c:v>0.39750000000000002</c:v>
                </c:pt>
                <c:pt idx="4991">
                  <c:v>0.39750000000000002</c:v>
                </c:pt>
                <c:pt idx="4992">
                  <c:v>0.39750000000000002</c:v>
                </c:pt>
                <c:pt idx="4993">
                  <c:v>0.39750000000000002</c:v>
                </c:pt>
                <c:pt idx="4994">
                  <c:v>0.39750000000000002</c:v>
                </c:pt>
                <c:pt idx="4995">
                  <c:v>0.39750000000000002</c:v>
                </c:pt>
                <c:pt idx="4996">
                  <c:v>0.39750000000000002</c:v>
                </c:pt>
                <c:pt idx="4997">
                  <c:v>0.39750000000000002</c:v>
                </c:pt>
                <c:pt idx="4998">
                  <c:v>0.39750000000000002</c:v>
                </c:pt>
                <c:pt idx="4999">
                  <c:v>0.39750000000000002</c:v>
                </c:pt>
                <c:pt idx="5000">
                  <c:v>0.39750000000000002</c:v>
                </c:pt>
                <c:pt idx="5001">
                  <c:v>0.39750000000000002</c:v>
                </c:pt>
                <c:pt idx="5002">
                  <c:v>0.39750000000000002</c:v>
                </c:pt>
                <c:pt idx="5003">
                  <c:v>0.39750000000000002</c:v>
                </c:pt>
                <c:pt idx="5004">
                  <c:v>0.39750000000000002</c:v>
                </c:pt>
                <c:pt idx="5005">
                  <c:v>0.39750000000000002</c:v>
                </c:pt>
                <c:pt idx="5006">
                  <c:v>0.39750000000000002</c:v>
                </c:pt>
                <c:pt idx="5007">
                  <c:v>0.39750000000000002</c:v>
                </c:pt>
                <c:pt idx="5008">
                  <c:v>0.39750000000000002</c:v>
                </c:pt>
                <c:pt idx="5009">
                  <c:v>0.39750000000000002</c:v>
                </c:pt>
                <c:pt idx="5010">
                  <c:v>0.39750000000000002</c:v>
                </c:pt>
                <c:pt idx="5011">
                  <c:v>0.39750000000000002</c:v>
                </c:pt>
                <c:pt idx="5012">
                  <c:v>0.39750000000000002</c:v>
                </c:pt>
                <c:pt idx="5013">
                  <c:v>0.39750000000000002</c:v>
                </c:pt>
                <c:pt idx="5014">
                  <c:v>0.39750000000000002</c:v>
                </c:pt>
                <c:pt idx="5015">
                  <c:v>0.39750000000000002</c:v>
                </c:pt>
                <c:pt idx="5016">
                  <c:v>0.39750000000000002</c:v>
                </c:pt>
                <c:pt idx="5017">
                  <c:v>0.39750000000000002</c:v>
                </c:pt>
                <c:pt idx="5018">
                  <c:v>0.39750000000000002</c:v>
                </c:pt>
                <c:pt idx="5019">
                  <c:v>0.39750000000000002</c:v>
                </c:pt>
                <c:pt idx="5020">
                  <c:v>0.39750000000000002</c:v>
                </c:pt>
                <c:pt idx="5021">
                  <c:v>0.39750000000000002</c:v>
                </c:pt>
                <c:pt idx="5022">
                  <c:v>0.39750000000000002</c:v>
                </c:pt>
                <c:pt idx="5023">
                  <c:v>0.39750000000000002</c:v>
                </c:pt>
                <c:pt idx="5024">
                  <c:v>0.39750000000000002</c:v>
                </c:pt>
                <c:pt idx="5025">
                  <c:v>0.39750000000000002</c:v>
                </c:pt>
                <c:pt idx="5026">
                  <c:v>0.39750000000000002</c:v>
                </c:pt>
                <c:pt idx="5027">
                  <c:v>0.39750000000000002</c:v>
                </c:pt>
                <c:pt idx="5028">
                  <c:v>0.39750000000000002</c:v>
                </c:pt>
                <c:pt idx="5029">
                  <c:v>0.39750000000000002</c:v>
                </c:pt>
                <c:pt idx="5030">
                  <c:v>0.39750000000000002</c:v>
                </c:pt>
                <c:pt idx="5031">
                  <c:v>0.39750000000000002</c:v>
                </c:pt>
                <c:pt idx="5032">
                  <c:v>0.39750000000000002</c:v>
                </c:pt>
                <c:pt idx="5033">
                  <c:v>0.39750000000000002</c:v>
                </c:pt>
                <c:pt idx="5034">
                  <c:v>0.39750000000000002</c:v>
                </c:pt>
                <c:pt idx="5035">
                  <c:v>0.39750000000000002</c:v>
                </c:pt>
                <c:pt idx="5036">
                  <c:v>0.39750000000000002</c:v>
                </c:pt>
                <c:pt idx="5037">
                  <c:v>0.39750000000000002</c:v>
                </c:pt>
                <c:pt idx="5038">
                  <c:v>0.39750000000000002</c:v>
                </c:pt>
                <c:pt idx="5039">
                  <c:v>0.39750000000000002</c:v>
                </c:pt>
                <c:pt idx="5040">
                  <c:v>0.39750000000000002</c:v>
                </c:pt>
                <c:pt idx="5041">
                  <c:v>0.39750000000000002</c:v>
                </c:pt>
                <c:pt idx="5042">
                  <c:v>0.39750000000000002</c:v>
                </c:pt>
                <c:pt idx="5043">
                  <c:v>0.39750000000000002</c:v>
                </c:pt>
                <c:pt idx="5044">
                  <c:v>0.39750000000000002</c:v>
                </c:pt>
                <c:pt idx="5045">
                  <c:v>0.39750000000000002</c:v>
                </c:pt>
                <c:pt idx="5046">
                  <c:v>0.39750000000000002</c:v>
                </c:pt>
                <c:pt idx="5047">
                  <c:v>0.39750000000000002</c:v>
                </c:pt>
                <c:pt idx="5048">
                  <c:v>0.39750000000000002</c:v>
                </c:pt>
                <c:pt idx="5049">
                  <c:v>0.39750000000000002</c:v>
                </c:pt>
                <c:pt idx="5050">
                  <c:v>0.39750000000000002</c:v>
                </c:pt>
                <c:pt idx="5051">
                  <c:v>0.39750000000000002</c:v>
                </c:pt>
                <c:pt idx="5052">
                  <c:v>0.39750000000000002</c:v>
                </c:pt>
                <c:pt idx="5053">
                  <c:v>0.39750000000000002</c:v>
                </c:pt>
                <c:pt idx="5054">
                  <c:v>0.39750000000000002</c:v>
                </c:pt>
                <c:pt idx="5055">
                  <c:v>0.39750000000000002</c:v>
                </c:pt>
                <c:pt idx="5056">
                  <c:v>0.39750000000000002</c:v>
                </c:pt>
                <c:pt idx="5057">
                  <c:v>0.39750000000000002</c:v>
                </c:pt>
                <c:pt idx="5058">
                  <c:v>0.39750000000000002</c:v>
                </c:pt>
                <c:pt idx="5059">
                  <c:v>0.39750000000000002</c:v>
                </c:pt>
                <c:pt idx="5060">
                  <c:v>0.39750000000000002</c:v>
                </c:pt>
                <c:pt idx="5061">
                  <c:v>0.39750000000000002</c:v>
                </c:pt>
                <c:pt idx="5062">
                  <c:v>0.39750000000000002</c:v>
                </c:pt>
                <c:pt idx="5063">
                  <c:v>0.39750000000000002</c:v>
                </c:pt>
                <c:pt idx="5064">
                  <c:v>0.39750000000000002</c:v>
                </c:pt>
                <c:pt idx="5065">
                  <c:v>0.39750000000000002</c:v>
                </c:pt>
                <c:pt idx="5066">
                  <c:v>0.39750000000000002</c:v>
                </c:pt>
                <c:pt idx="5067">
                  <c:v>0.39750000000000002</c:v>
                </c:pt>
                <c:pt idx="5068">
                  <c:v>0.39750000000000002</c:v>
                </c:pt>
                <c:pt idx="5069">
                  <c:v>0.39750000000000002</c:v>
                </c:pt>
                <c:pt idx="5070">
                  <c:v>0.39750000000000002</c:v>
                </c:pt>
                <c:pt idx="5071">
                  <c:v>0.39750000000000002</c:v>
                </c:pt>
                <c:pt idx="5072">
                  <c:v>0.39750000000000002</c:v>
                </c:pt>
                <c:pt idx="5073">
                  <c:v>0.39750000000000002</c:v>
                </c:pt>
                <c:pt idx="5074">
                  <c:v>0.39750000000000002</c:v>
                </c:pt>
                <c:pt idx="5075">
                  <c:v>0.39750000000000002</c:v>
                </c:pt>
                <c:pt idx="5076">
                  <c:v>0.39750000000000002</c:v>
                </c:pt>
                <c:pt idx="5077">
                  <c:v>0.39750000000000002</c:v>
                </c:pt>
                <c:pt idx="5078">
                  <c:v>0.39750000000000002</c:v>
                </c:pt>
                <c:pt idx="5079">
                  <c:v>0.39750000000000002</c:v>
                </c:pt>
                <c:pt idx="5080">
                  <c:v>0.39750000000000002</c:v>
                </c:pt>
                <c:pt idx="5081">
                  <c:v>0.39750000000000002</c:v>
                </c:pt>
                <c:pt idx="5082">
                  <c:v>0.39750000000000002</c:v>
                </c:pt>
                <c:pt idx="5083">
                  <c:v>0.39750000000000002</c:v>
                </c:pt>
                <c:pt idx="5084">
                  <c:v>0.39750000000000002</c:v>
                </c:pt>
                <c:pt idx="5085">
                  <c:v>0.39750000000000002</c:v>
                </c:pt>
                <c:pt idx="5086">
                  <c:v>0.39750000000000002</c:v>
                </c:pt>
                <c:pt idx="5087">
                  <c:v>0.39750000000000002</c:v>
                </c:pt>
                <c:pt idx="5088">
                  <c:v>0.39750000000000002</c:v>
                </c:pt>
                <c:pt idx="5089">
                  <c:v>0.39750000000000002</c:v>
                </c:pt>
                <c:pt idx="5090">
                  <c:v>0.39750000000000002</c:v>
                </c:pt>
                <c:pt idx="5091">
                  <c:v>0.39750000000000002</c:v>
                </c:pt>
                <c:pt idx="5092">
                  <c:v>0.39750000000000002</c:v>
                </c:pt>
                <c:pt idx="5093">
                  <c:v>0.39750000000000002</c:v>
                </c:pt>
                <c:pt idx="5094">
                  <c:v>0.39750000000000002</c:v>
                </c:pt>
                <c:pt idx="5095">
                  <c:v>0.39750000000000002</c:v>
                </c:pt>
                <c:pt idx="5096">
                  <c:v>0.39750000000000002</c:v>
                </c:pt>
                <c:pt idx="5097">
                  <c:v>0.39750000000000002</c:v>
                </c:pt>
                <c:pt idx="5098">
                  <c:v>0.39750000000000002</c:v>
                </c:pt>
                <c:pt idx="5099">
                  <c:v>0.39750000000000002</c:v>
                </c:pt>
                <c:pt idx="5100">
                  <c:v>0.39750000000000002</c:v>
                </c:pt>
                <c:pt idx="5101">
                  <c:v>0.39750000000000002</c:v>
                </c:pt>
                <c:pt idx="5102">
                  <c:v>0.39750000000000002</c:v>
                </c:pt>
                <c:pt idx="5103">
                  <c:v>0.39750000000000002</c:v>
                </c:pt>
                <c:pt idx="5104">
                  <c:v>0.39750000000000002</c:v>
                </c:pt>
                <c:pt idx="5105">
                  <c:v>0.39750000000000002</c:v>
                </c:pt>
                <c:pt idx="5106">
                  <c:v>0.39750000000000002</c:v>
                </c:pt>
                <c:pt idx="5107">
                  <c:v>0.39750000000000002</c:v>
                </c:pt>
                <c:pt idx="5108">
                  <c:v>0.39750000000000002</c:v>
                </c:pt>
                <c:pt idx="5109">
                  <c:v>0.39750000000000002</c:v>
                </c:pt>
                <c:pt idx="5110">
                  <c:v>0.39750000000000002</c:v>
                </c:pt>
                <c:pt idx="5111">
                  <c:v>0.39750000000000002</c:v>
                </c:pt>
                <c:pt idx="5112">
                  <c:v>0.39750000000000002</c:v>
                </c:pt>
                <c:pt idx="5113">
                  <c:v>0.39750000000000002</c:v>
                </c:pt>
                <c:pt idx="5114">
                  <c:v>0.39750000000000002</c:v>
                </c:pt>
                <c:pt idx="5115">
                  <c:v>0.39750000000000002</c:v>
                </c:pt>
                <c:pt idx="5116">
                  <c:v>0.39750000000000002</c:v>
                </c:pt>
                <c:pt idx="5117">
                  <c:v>0.39750000000000002</c:v>
                </c:pt>
                <c:pt idx="5118">
                  <c:v>0.39750000000000002</c:v>
                </c:pt>
                <c:pt idx="5119">
                  <c:v>0.39750000000000002</c:v>
                </c:pt>
                <c:pt idx="5120">
                  <c:v>0.39750000000000002</c:v>
                </c:pt>
                <c:pt idx="5121">
                  <c:v>0.39750000000000002</c:v>
                </c:pt>
                <c:pt idx="5122">
                  <c:v>0.39750000000000002</c:v>
                </c:pt>
                <c:pt idx="5123">
                  <c:v>0.39750000000000002</c:v>
                </c:pt>
                <c:pt idx="5124">
                  <c:v>0.39750000000000002</c:v>
                </c:pt>
                <c:pt idx="5125">
                  <c:v>0.39750000000000002</c:v>
                </c:pt>
                <c:pt idx="5126">
                  <c:v>0.39750000000000002</c:v>
                </c:pt>
                <c:pt idx="5127">
                  <c:v>0.39750000000000002</c:v>
                </c:pt>
                <c:pt idx="5128">
                  <c:v>0.39750000000000002</c:v>
                </c:pt>
                <c:pt idx="5129">
                  <c:v>0.39750000000000002</c:v>
                </c:pt>
                <c:pt idx="5130">
                  <c:v>0.39750000000000002</c:v>
                </c:pt>
                <c:pt idx="5131">
                  <c:v>0.39750000000000002</c:v>
                </c:pt>
                <c:pt idx="5132">
                  <c:v>0.39750000000000002</c:v>
                </c:pt>
                <c:pt idx="5133">
                  <c:v>0.39750000000000002</c:v>
                </c:pt>
                <c:pt idx="5134">
                  <c:v>0.39750000000000002</c:v>
                </c:pt>
                <c:pt idx="5135">
                  <c:v>0.39750000000000002</c:v>
                </c:pt>
                <c:pt idx="5136">
                  <c:v>0.39750000000000002</c:v>
                </c:pt>
                <c:pt idx="5137">
                  <c:v>0.39750000000000002</c:v>
                </c:pt>
                <c:pt idx="5138">
                  <c:v>0.39750000000000002</c:v>
                </c:pt>
                <c:pt idx="5139">
                  <c:v>0.39750000000000002</c:v>
                </c:pt>
                <c:pt idx="5140">
                  <c:v>0.39750000000000002</c:v>
                </c:pt>
                <c:pt idx="5141">
                  <c:v>0.39750000000000002</c:v>
                </c:pt>
                <c:pt idx="5142">
                  <c:v>0.39750000000000002</c:v>
                </c:pt>
                <c:pt idx="5143">
                  <c:v>0.39750000000000002</c:v>
                </c:pt>
                <c:pt idx="5144">
                  <c:v>0.39750000000000002</c:v>
                </c:pt>
                <c:pt idx="5145">
                  <c:v>0.39750000000000002</c:v>
                </c:pt>
                <c:pt idx="5146">
                  <c:v>0.39750000000000002</c:v>
                </c:pt>
                <c:pt idx="5147">
                  <c:v>0.39750000000000002</c:v>
                </c:pt>
                <c:pt idx="5148">
                  <c:v>0.39750000000000002</c:v>
                </c:pt>
                <c:pt idx="5149">
                  <c:v>0.39750000000000002</c:v>
                </c:pt>
                <c:pt idx="5150">
                  <c:v>0.39750000000000002</c:v>
                </c:pt>
                <c:pt idx="5151">
                  <c:v>0.39750000000000002</c:v>
                </c:pt>
                <c:pt idx="5152">
                  <c:v>0.39750000000000002</c:v>
                </c:pt>
                <c:pt idx="5153">
                  <c:v>0.39750000000000002</c:v>
                </c:pt>
                <c:pt idx="5154">
                  <c:v>0.39750000000000002</c:v>
                </c:pt>
                <c:pt idx="5155">
                  <c:v>0.39750000000000002</c:v>
                </c:pt>
                <c:pt idx="5156">
                  <c:v>0.39750000000000002</c:v>
                </c:pt>
                <c:pt idx="5157">
                  <c:v>0.39750000000000002</c:v>
                </c:pt>
                <c:pt idx="5158">
                  <c:v>0.39750000000000002</c:v>
                </c:pt>
                <c:pt idx="5159">
                  <c:v>0.39750000000000002</c:v>
                </c:pt>
                <c:pt idx="5160">
                  <c:v>0.39750000000000002</c:v>
                </c:pt>
                <c:pt idx="5161">
                  <c:v>0.39750000000000002</c:v>
                </c:pt>
                <c:pt idx="5162">
                  <c:v>0.39750000000000002</c:v>
                </c:pt>
                <c:pt idx="5163">
                  <c:v>0.39750000000000002</c:v>
                </c:pt>
                <c:pt idx="5164">
                  <c:v>0.39750000000000002</c:v>
                </c:pt>
                <c:pt idx="5165">
                  <c:v>0.39750000000000002</c:v>
                </c:pt>
                <c:pt idx="5166">
                  <c:v>0.39750000000000002</c:v>
                </c:pt>
                <c:pt idx="5167">
                  <c:v>0.39750000000000002</c:v>
                </c:pt>
                <c:pt idx="5168">
                  <c:v>0.39750000000000002</c:v>
                </c:pt>
                <c:pt idx="5169">
                  <c:v>0.39750000000000002</c:v>
                </c:pt>
                <c:pt idx="5170">
                  <c:v>0.39750000000000002</c:v>
                </c:pt>
                <c:pt idx="5171">
                  <c:v>0.39750000000000002</c:v>
                </c:pt>
                <c:pt idx="5172">
                  <c:v>0.39750000000000002</c:v>
                </c:pt>
                <c:pt idx="5173">
                  <c:v>0.39750000000000002</c:v>
                </c:pt>
                <c:pt idx="5174">
                  <c:v>0.39750000000000002</c:v>
                </c:pt>
                <c:pt idx="5175">
                  <c:v>0.39750000000000002</c:v>
                </c:pt>
                <c:pt idx="5176">
                  <c:v>0.39750000000000002</c:v>
                </c:pt>
                <c:pt idx="5177">
                  <c:v>0.39750000000000002</c:v>
                </c:pt>
                <c:pt idx="5178">
                  <c:v>0.39750000000000002</c:v>
                </c:pt>
                <c:pt idx="5179">
                  <c:v>0.39750000000000002</c:v>
                </c:pt>
                <c:pt idx="5180">
                  <c:v>0.39750000000000002</c:v>
                </c:pt>
                <c:pt idx="5181">
                  <c:v>0.39750000000000002</c:v>
                </c:pt>
                <c:pt idx="5182">
                  <c:v>0.39750000000000002</c:v>
                </c:pt>
                <c:pt idx="5183">
                  <c:v>0.39750000000000002</c:v>
                </c:pt>
                <c:pt idx="5184">
                  <c:v>0.39750000000000002</c:v>
                </c:pt>
                <c:pt idx="5185">
                  <c:v>0.39750000000000002</c:v>
                </c:pt>
                <c:pt idx="5186">
                  <c:v>0.39750000000000002</c:v>
                </c:pt>
                <c:pt idx="5187">
                  <c:v>0.39750000000000002</c:v>
                </c:pt>
                <c:pt idx="5188">
                  <c:v>0.39750000000000002</c:v>
                </c:pt>
                <c:pt idx="5189">
                  <c:v>0.39750000000000002</c:v>
                </c:pt>
                <c:pt idx="5190">
                  <c:v>0.39750000000000002</c:v>
                </c:pt>
                <c:pt idx="5191">
                  <c:v>0.39750000000000002</c:v>
                </c:pt>
                <c:pt idx="5192">
                  <c:v>0.39750000000000002</c:v>
                </c:pt>
                <c:pt idx="5193">
                  <c:v>0.39750000000000002</c:v>
                </c:pt>
                <c:pt idx="5194">
                  <c:v>0.39750000000000002</c:v>
                </c:pt>
                <c:pt idx="5195">
                  <c:v>0.39750000000000002</c:v>
                </c:pt>
                <c:pt idx="5196">
                  <c:v>0.39750000000000002</c:v>
                </c:pt>
                <c:pt idx="5197">
                  <c:v>0.39750000000000002</c:v>
                </c:pt>
                <c:pt idx="5198">
                  <c:v>0.39750000000000002</c:v>
                </c:pt>
                <c:pt idx="5199">
                  <c:v>0.39750000000000002</c:v>
                </c:pt>
                <c:pt idx="5200">
                  <c:v>0.39750000000000002</c:v>
                </c:pt>
                <c:pt idx="5201">
                  <c:v>0.39750000000000002</c:v>
                </c:pt>
                <c:pt idx="5202">
                  <c:v>0.39750000000000002</c:v>
                </c:pt>
                <c:pt idx="5203">
                  <c:v>0.39750000000000002</c:v>
                </c:pt>
                <c:pt idx="5204">
                  <c:v>0.39750000000000002</c:v>
                </c:pt>
                <c:pt idx="5205">
                  <c:v>0.39750000000000002</c:v>
                </c:pt>
                <c:pt idx="5206">
                  <c:v>0.39750000000000002</c:v>
                </c:pt>
                <c:pt idx="5207">
                  <c:v>0.39750000000000002</c:v>
                </c:pt>
                <c:pt idx="5208">
                  <c:v>0.39750000000000002</c:v>
                </c:pt>
                <c:pt idx="5209">
                  <c:v>0.39750000000000002</c:v>
                </c:pt>
                <c:pt idx="5210">
                  <c:v>0.39750000000000002</c:v>
                </c:pt>
                <c:pt idx="5211">
                  <c:v>0.39750000000000002</c:v>
                </c:pt>
                <c:pt idx="5212">
                  <c:v>0.39750000000000002</c:v>
                </c:pt>
                <c:pt idx="5213">
                  <c:v>0.39750000000000002</c:v>
                </c:pt>
                <c:pt idx="5214">
                  <c:v>0.39750000000000002</c:v>
                </c:pt>
                <c:pt idx="5215">
                  <c:v>0.39750000000000002</c:v>
                </c:pt>
                <c:pt idx="5216">
                  <c:v>0.39750000000000002</c:v>
                </c:pt>
                <c:pt idx="5217">
                  <c:v>13.44</c:v>
                </c:pt>
                <c:pt idx="5218">
                  <c:v>0.4</c:v>
                </c:pt>
                <c:pt idx="5219">
                  <c:v>0.4</c:v>
                </c:pt>
                <c:pt idx="5220">
                  <c:v>0.4</c:v>
                </c:pt>
                <c:pt idx="5221">
                  <c:v>0.4</c:v>
                </c:pt>
                <c:pt idx="5222">
                  <c:v>0.4</c:v>
                </c:pt>
                <c:pt idx="5223">
                  <c:v>0.4</c:v>
                </c:pt>
                <c:pt idx="5224">
                  <c:v>0.4</c:v>
                </c:pt>
                <c:pt idx="5225">
                  <c:v>0.4</c:v>
                </c:pt>
                <c:pt idx="5226">
                  <c:v>0.4</c:v>
                </c:pt>
                <c:pt idx="5227">
                  <c:v>0.4</c:v>
                </c:pt>
                <c:pt idx="5228">
                  <c:v>0.4</c:v>
                </c:pt>
                <c:pt idx="5229">
                  <c:v>0.4</c:v>
                </c:pt>
                <c:pt idx="5230">
                  <c:v>0.4</c:v>
                </c:pt>
                <c:pt idx="5231">
                  <c:v>0.4</c:v>
                </c:pt>
                <c:pt idx="5232">
                  <c:v>0.4</c:v>
                </c:pt>
                <c:pt idx="5233">
                  <c:v>0.4</c:v>
                </c:pt>
                <c:pt idx="5234">
                  <c:v>0.4</c:v>
                </c:pt>
                <c:pt idx="5235">
                  <c:v>0.4</c:v>
                </c:pt>
                <c:pt idx="5236">
                  <c:v>0.4</c:v>
                </c:pt>
                <c:pt idx="5237">
                  <c:v>0.4</c:v>
                </c:pt>
                <c:pt idx="5238">
                  <c:v>0.4</c:v>
                </c:pt>
                <c:pt idx="5239">
                  <c:v>0.4</c:v>
                </c:pt>
                <c:pt idx="5240">
                  <c:v>0.4</c:v>
                </c:pt>
                <c:pt idx="5241">
                  <c:v>0.4</c:v>
                </c:pt>
                <c:pt idx="5242">
                  <c:v>0.4</c:v>
                </c:pt>
                <c:pt idx="5243">
                  <c:v>0.4</c:v>
                </c:pt>
                <c:pt idx="5244">
                  <c:v>0.4</c:v>
                </c:pt>
                <c:pt idx="5245">
                  <c:v>0.4</c:v>
                </c:pt>
                <c:pt idx="5246">
                  <c:v>0.4</c:v>
                </c:pt>
                <c:pt idx="5247">
                  <c:v>0.4</c:v>
                </c:pt>
                <c:pt idx="5248">
                  <c:v>0.4</c:v>
                </c:pt>
                <c:pt idx="5249">
                  <c:v>0.4</c:v>
                </c:pt>
                <c:pt idx="5250">
                  <c:v>0.4</c:v>
                </c:pt>
                <c:pt idx="5251">
                  <c:v>0.4</c:v>
                </c:pt>
                <c:pt idx="5252">
                  <c:v>0.4</c:v>
                </c:pt>
                <c:pt idx="5253">
                  <c:v>0.4</c:v>
                </c:pt>
                <c:pt idx="5254">
                  <c:v>0.4</c:v>
                </c:pt>
                <c:pt idx="5255">
                  <c:v>0.4</c:v>
                </c:pt>
                <c:pt idx="5256">
                  <c:v>0.4</c:v>
                </c:pt>
                <c:pt idx="5257">
                  <c:v>0.4</c:v>
                </c:pt>
                <c:pt idx="5258">
                  <c:v>0.4</c:v>
                </c:pt>
                <c:pt idx="5259">
                  <c:v>0.4</c:v>
                </c:pt>
                <c:pt idx="5260">
                  <c:v>0.4</c:v>
                </c:pt>
                <c:pt idx="5261">
                  <c:v>0.4</c:v>
                </c:pt>
                <c:pt idx="5262">
                  <c:v>0.4</c:v>
                </c:pt>
                <c:pt idx="5263">
                  <c:v>0.4</c:v>
                </c:pt>
                <c:pt idx="5264">
                  <c:v>0.4</c:v>
                </c:pt>
                <c:pt idx="5265">
                  <c:v>0.4</c:v>
                </c:pt>
                <c:pt idx="5266">
                  <c:v>0.4</c:v>
                </c:pt>
                <c:pt idx="5267">
                  <c:v>0.4</c:v>
                </c:pt>
                <c:pt idx="5268">
                  <c:v>0.4</c:v>
                </c:pt>
                <c:pt idx="5269">
                  <c:v>0.4</c:v>
                </c:pt>
                <c:pt idx="5270">
                  <c:v>0.4</c:v>
                </c:pt>
                <c:pt idx="5271">
                  <c:v>0.4</c:v>
                </c:pt>
                <c:pt idx="5272">
                  <c:v>0.4</c:v>
                </c:pt>
                <c:pt idx="5273">
                  <c:v>0.4</c:v>
                </c:pt>
                <c:pt idx="5274">
                  <c:v>0.4</c:v>
                </c:pt>
                <c:pt idx="5275">
                  <c:v>0.4</c:v>
                </c:pt>
                <c:pt idx="5276">
                  <c:v>0.4</c:v>
                </c:pt>
                <c:pt idx="5277">
                  <c:v>0.4</c:v>
                </c:pt>
                <c:pt idx="5278">
                  <c:v>0.4</c:v>
                </c:pt>
                <c:pt idx="5279">
                  <c:v>0.4</c:v>
                </c:pt>
                <c:pt idx="5280">
                  <c:v>0.4</c:v>
                </c:pt>
                <c:pt idx="5281">
                  <c:v>0.4</c:v>
                </c:pt>
                <c:pt idx="5282">
                  <c:v>0.4</c:v>
                </c:pt>
                <c:pt idx="5283">
                  <c:v>0.4</c:v>
                </c:pt>
                <c:pt idx="5284">
                  <c:v>0.4</c:v>
                </c:pt>
                <c:pt idx="5285">
                  <c:v>0.4</c:v>
                </c:pt>
                <c:pt idx="5286">
                  <c:v>0.4</c:v>
                </c:pt>
                <c:pt idx="5287">
                  <c:v>0.4</c:v>
                </c:pt>
                <c:pt idx="5288">
                  <c:v>0.4</c:v>
                </c:pt>
                <c:pt idx="5289">
                  <c:v>0.4</c:v>
                </c:pt>
                <c:pt idx="5290">
                  <c:v>0.4</c:v>
                </c:pt>
                <c:pt idx="5291">
                  <c:v>0.4</c:v>
                </c:pt>
                <c:pt idx="5292">
                  <c:v>0.4</c:v>
                </c:pt>
                <c:pt idx="5293">
                  <c:v>0.4</c:v>
                </c:pt>
                <c:pt idx="5294">
                  <c:v>0.4</c:v>
                </c:pt>
                <c:pt idx="5295">
                  <c:v>0.4</c:v>
                </c:pt>
                <c:pt idx="5296">
                  <c:v>0.4</c:v>
                </c:pt>
                <c:pt idx="5297">
                  <c:v>0.4</c:v>
                </c:pt>
                <c:pt idx="5298">
                  <c:v>0.4</c:v>
                </c:pt>
                <c:pt idx="5299">
                  <c:v>0.4</c:v>
                </c:pt>
                <c:pt idx="5300">
                  <c:v>0.4</c:v>
                </c:pt>
                <c:pt idx="5301">
                  <c:v>0.4</c:v>
                </c:pt>
                <c:pt idx="5302">
                  <c:v>0.4</c:v>
                </c:pt>
                <c:pt idx="5303">
                  <c:v>0.4</c:v>
                </c:pt>
                <c:pt idx="5304">
                  <c:v>0.4</c:v>
                </c:pt>
                <c:pt idx="5305">
                  <c:v>0.4</c:v>
                </c:pt>
                <c:pt idx="5306">
                  <c:v>0.4</c:v>
                </c:pt>
                <c:pt idx="5307">
                  <c:v>0.4</c:v>
                </c:pt>
                <c:pt idx="5308">
                  <c:v>0.4</c:v>
                </c:pt>
                <c:pt idx="5309">
                  <c:v>0.4</c:v>
                </c:pt>
                <c:pt idx="5310">
                  <c:v>0.4</c:v>
                </c:pt>
                <c:pt idx="5311">
                  <c:v>0.4</c:v>
                </c:pt>
                <c:pt idx="5312">
                  <c:v>0.4</c:v>
                </c:pt>
                <c:pt idx="5313">
                  <c:v>0.4</c:v>
                </c:pt>
                <c:pt idx="5314">
                  <c:v>0.4</c:v>
                </c:pt>
                <c:pt idx="5315">
                  <c:v>0.4</c:v>
                </c:pt>
                <c:pt idx="5316">
                  <c:v>0.4</c:v>
                </c:pt>
                <c:pt idx="5317">
                  <c:v>0.4</c:v>
                </c:pt>
                <c:pt idx="5318">
                  <c:v>0.4</c:v>
                </c:pt>
                <c:pt idx="5319">
                  <c:v>0.4</c:v>
                </c:pt>
                <c:pt idx="5320">
                  <c:v>0.4</c:v>
                </c:pt>
                <c:pt idx="5321">
                  <c:v>0.4</c:v>
                </c:pt>
                <c:pt idx="5322">
                  <c:v>0.4</c:v>
                </c:pt>
                <c:pt idx="5323">
                  <c:v>0.4</c:v>
                </c:pt>
                <c:pt idx="5324">
                  <c:v>0.4</c:v>
                </c:pt>
                <c:pt idx="5325">
                  <c:v>0.4</c:v>
                </c:pt>
                <c:pt idx="5326">
                  <c:v>0.4</c:v>
                </c:pt>
                <c:pt idx="5327">
                  <c:v>0.4</c:v>
                </c:pt>
                <c:pt idx="5328">
                  <c:v>0.4</c:v>
                </c:pt>
                <c:pt idx="5329">
                  <c:v>0.4</c:v>
                </c:pt>
                <c:pt idx="5330">
                  <c:v>0.4</c:v>
                </c:pt>
                <c:pt idx="5331">
                  <c:v>0.4</c:v>
                </c:pt>
                <c:pt idx="5332">
                  <c:v>0.4</c:v>
                </c:pt>
                <c:pt idx="5333">
                  <c:v>0.4</c:v>
                </c:pt>
                <c:pt idx="5334">
                  <c:v>0.4</c:v>
                </c:pt>
                <c:pt idx="5335">
                  <c:v>0.4</c:v>
                </c:pt>
                <c:pt idx="5336">
                  <c:v>0.4</c:v>
                </c:pt>
                <c:pt idx="5337">
                  <c:v>0.4</c:v>
                </c:pt>
                <c:pt idx="5338">
                  <c:v>0.4</c:v>
                </c:pt>
                <c:pt idx="5339">
                  <c:v>0.4</c:v>
                </c:pt>
                <c:pt idx="5340">
                  <c:v>0.4</c:v>
                </c:pt>
                <c:pt idx="5341">
                  <c:v>0.4</c:v>
                </c:pt>
                <c:pt idx="5342">
                  <c:v>0.4</c:v>
                </c:pt>
                <c:pt idx="5343">
                  <c:v>0.4</c:v>
                </c:pt>
                <c:pt idx="5344">
                  <c:v>0.4</c:v>
                </c:pt>
                <c:pt idx="5345">
                  <c:v>0.4</c:v>
                </c:pt>
                <c:pt idx="5346">
                  <c:v>0.4</c:v>
                </c:pt>
                <c:pt idx="5347">
                  <c:v>0.4</c:v>
                </c:pt>
                <c:pt idx="5348">
                  <c:v>0.4</c:v>
                </c:pt>
                <c:pt idx="5349">
                  <c:v>0.4</c:v>
                </c:pt>
                <c:pt idx="5350">
                  <c:v>0.4</c:v>
                </c:pt>
                <c:pt idx="5351">
                  <c:v>0.4</c:v>
                </c:pt>
                <c:pt idx="5352">
                  <c:v>0.4</c:v>
                </c:pt>
                <c:pt idx="5353">
                  <c:v>0.4</c:v>
                </c:pt>
                <c:pt idx="5354">
                  <c:v>0.4</c:v>
                </c:pt>
                <c:pt idx="5355">
                  <c:v>0.4</c:v>
                </c:pt>
                <c:pt idx="5356">
                  <c:v>0.4</c:v>
                </c:pt>
                <c:pt idx="5357">
                  <c:v>0.4</c:v>
                </c:pt>
                <c:pt idx="5358">
                  <c:v>0.4</c:v>
                </c:pt>
                <c:pt idx="5359">
                  <c:v>0.4</c:v>
                </c:pt>
                <c:pt idx="5360">
                  <c:v>0.4</c:v>
                </c:pt>
                <c:pt idx="5361">
                  <c:v>0.4</c:v>
                </c:pt>
                <c:pt idx="5362">
                  <c:v>0.4</c:v>
                </c:pt>
                <c:pt idx="5363">
                  <c:v>0.4</c:v>
                </c:pt>
                <c:pt idx="5364">
                  <c:v>0.4</c:v>
                </c:pt>
                <c:pt idx="5365">
                  <c:v>0.4</c:v>
                </c:pt>
                <c:pt idx="5366">
                  <c:v>0.4</c:v>
                </c:pt>
                <c:pt idx="5367">
                  <c:v>0.4</c:v>
                </c:pt>
                <c:pt idx="5368">
                  <c:v>0.4</c:v>
                </c:pt>
                <c:pt idx="5369">
                  <c:v>0.4</c:v>
                </c:pt>
                <c:pt idx="5370">
                  <c:v>0.4</c:v>
                </c:pt>
                <c:pt idx="5371">
                  <c:v>0.4</c:v>
                </c:pt>
                <c:pt idx="5372">
                  <c:v>0.4</c:v>
                </c:pt>
                <c:pt idx="5373">
                  <c:v>0.4</c:v>
                </c:pt>
                <c:pt idx="5374">
                  <c:v>0.4</c:v>
                </c:pt>
                <c:pt idx="5375">
                  <c:v>0.4</c:v>
                </c:pt>
                <c:pt idx="5376">
                  <c:v>0.4</c:v>
                </c:pt>
                <c:pt idx="5377">
                  <c:v>0.4</c:v>
                </c:pt>
                <c:pt idx="5378">
                  <c:v>0.4</c:v>
                </c:pt>
                <c:pt idx="5379">
                  <c:v>0.4</c:v>
                </c:pt>
                <c:pt idx="5380">
                  <c:v>0.4</c:v>
                </c:pt>
                <c:pt idx="5381">
                  <c:v>0.4</c:v>
                </c:pt>
                <c:pt idx="5382">
                  <c:v>0.4</c:v>
                </c:pt>
                <c:pt idx="5383">
                  <c:v>0.4</c:v>
                </c:pt>
                <c:pt idx="5384">
                  <c:v>0.4</c:v>
                </c:pt>
                <c:pt idx="5385">
                  <c:v>0.4</c:v>
                </c:pt>
                <c:pt idx="5386">
                  <c:v>0.4</c:v>
                </c:pt>
                <c:pt idx="5387">
                  <c:v>0.4</c:v>
                </c:pt>
                <c:pt idx="5388">
                  <c:v>0.4</c:v>
                </c:pt>
                <c:pt idx="5389">
                  <c:v>0.4</c:v>
                </c:pt>
                <c:pt idx="5390">
                  <c:v>0.4</c:v>
                </c:pt>
                <c:pt idx="5391">
                  <c:v>0.4</c:v>
                </c:pt>
                <c:pt idx="5392">
                  <c:v>0.4</c:v>
                </c:pt>
                <c:pt idx="5393">
                  <c:v>0.4</c:v>
                </c:pt>
                <c:pt idx="5394">
                  <c:v>0.4</c:v>
                </c:pt>
                <c:pt idx="5395">
                  <c:v>0.4</c:v>
                </c:pt>
                <c:pt idx="5396">
                  <c:v>0.4</c:v>
                </c:pt>
                <c:pt idx="5397">
                  <c:v>0.4</c:v>
                </c:pt>
                <c:pt idx="5398">
                  <c:v>0.4</c:v>
                </c:pt>
                <c:pt idx="5399">
                  <c:v>0.4</c:v>
                </c:pt>
                <c:pt idx="5400">
                  <c:v>0.4</c:v>
                </c:pt>
                <c:pt idx="5401">
                  <c:v>0.4</c:v>
                </c:pt>
                <c:pt idx="5402">
                  <c:v>0.4</c:v>
                </c:pt>
                <c:pt idx="5403">
                  <c:v>0.4</c:v>
                </c:pt>
                <c:pt idx="5404">
                  <c:v>0.4</c:v>
                </c:pt>
                <c:pt idx="5405">
                  <c:v>0.4</c:v>
                </c:pt>
                <c:pt idx="5406">
                  <c:v>0.4</c:v>
                </c:pt>
                <c:pt idx="5407">
                  <c:v>0.4</c:v>
                </c:pt>
                <c:pt idx="5408">
                  <c:v>0.4</c:v>
                </c:pt>
                <c:pt idx="5409">
                  <c:v>0.4</c:v>
                </c:pt>
                <c:pt idx="5410">
                  <c:v>0.4</c:v>
                </c:pt>
                <c:pt idx="5411">
                  <c:v>0.4</c:v>
                </c:pt>
                <c:pt idx="5412">
                  <c:v>0.4</c:v>
                </c:pt>
                <c:pt idx="5413">
                  <c:v>0.4</c:v>
                </c:pt>
                <c:pt idx="5414">
                  <c:v>0.4</c:v>
                </c:pt>
                <c:pt idx="5415">
                  <c:v>0.4</c:v>
                </c:pt>
                <c:pt idx="5416">
                  <c:v>0.4</c:v>
                </c:pt>
                <c:pt idx="5417">
                  <c:v>0.4</c:v>
                </c:pt>
                <c:pt idx="5418">
                  <c:v>0.4</c:v>
                </c:pt>
                <c:pt idx="5419">
                  <c:v>0.4</c:v>
                </c:pt>
                <c:pt idx="5420">
                  <c:v>0.4</c:v>
                </c:pt>
                <c:pt idx="5421">
                  <c:v>0.4</c:v>
                </c:pt>
                <c:pt idx="5422">
                  <c:v>0.4</c:v>
                </c:pt>
                <c:pt idx="5423">
                  <c:v>0.4</c:v>
                </c:pt>
                <c:pt idx="5424">
                  <c:v>0.4</c:v>
                </c:pt>
                <c:pt idx="5425">
                  <c:v>0.4</c:v>
                </c:pt>
                <c:pt idx="5426">
                  <c:v>0.4</c:v>
                </c:pt>
                <c:pt idx="5427">
                  <c:v>0.4</c:v>
                </c:pt>
                <c:pt idx="5428">
                  <c:v>0.4</c:v>
                </c:pt>
                <c:pt idx="5429">
                  <c:v>0.4</c:v>
                </c:pt>
                <c:pt idx="5430">
                  <c:v>0.4</c:v>
                </c:pt>
                <c:pt idx="5431">
                  <c:v>0.4</c:v>
                </c:pt>
                <c:pt idx="5432">
                  <c:v>0.4</c:v>
                </c:pt>
                <c:pt idx="5433">
                  <c:v>0.4</c:v>
                </c:pt>
                <c:pt idx="5434">
                  <c:v>0.4</c:v>
                </c:pt>
                <c:pt idx="5435">
                  <c:v>0.4</c:v>
                </c:pt>
                <c:pt idx="5436">
                  <c:v>0.4</c:v>
                </c:pt>
                <c:pt idx="5437">
                  <c:v>0.4</c:v>
                </c:pt>
                <c:pt idx="5438">
                  <c:v>0.4</c:v>
                </c:pt>
                <c:pt idx="5439">
                  <c:v>0.4</c:v>
                </c:pt>
                <c:pt idx="5440">
                  <c:v>0.4</c:v>
                </c:pt>
                <c:pt idx="5441">
                  <c:v>0.4</c:v>
                </c:pt>
                <c:pt idx="5442">
                  <c:v>0.4</c:v>
                </c:pt>
                <c:pt idx="5443">
                  <c:v>0.4</c:v>
                </c:pt>
                <c:pt idx="5444">
                  <c:v>0.4</c:v>
                </c:pt>
                <c:pt idx="5445">
                  <c:v>0.4</c:v>
                </c:pt>
                <c:pt idx="5446">
                  <c:v>0.4</c:v>
                </c:pt>
                <c:pt idx="5447">
                  <c:v>0.4</c:v>
                </c:pt>
                <c:pt idx="5448">
                  <c:v>0.4</c:v>
                </c:pt>
                <c:pt idx="5449">
                  <c:v>0.4</c:v>
                </c:pt>
                <c:pt idx="5450">
                  <c:v>0.4</c:v>
                </c:pt>
                <c:pt idx="5451">
                  <c:v>0.4</c:v>
                </c:pt>
                <c:pt idx="5452">
                  <c:v>0.4</c:v>
                </c:pt>
                <c:pt idx="5453">
                  <c:v>0.4</c:v>
                </c:pt>
                <c:pt idx="5454">
                  <c:v>0.4</c:v>
                </c:pt>
                <c:pt idx="5455">
                  <c:v>0.4</c:v>
                </c:pt>
                <c:pt idx="5456">
                  <c:v>0.4</c:v>
                </c:pt>
                <c:pt idx="5457">
                  <c:v>0.4</c:v>
                </c:pt>
                <c:pt idx="5458">
                  <c:v>0.4</c:v>
                </c:pt>
                <c:pt idx="5459">
                  <c:v>0.4</c:v>
                </c:pt>
                <c:pt idx="5460">
                  <c:v>0.4</c:v>
                </c:pt>
                <c:pt idx="5461">
                  <c:v>0.4</c:v>
                </c:pt>
                <c:pt idx="5462">
                  <c:v>0.4</c:v>
                </c:pt>
                <c:pt idx="5463">
                  <c:v>0.4</c:v>
                </c:pt>
                <c:pt idx="5464">
                  <c:v>0.4</c:v>
                </c:pt>
                <c:pt idx="5465">
                  <c:v>0.4</c:v>
                </c:pt>
                <c:pt idx="5466">
                  <c:v>0.4</c:v>
                </c:pt>
                <c:pt idx="5467">
                  <c:v>0.4</c:v>
                </c:pt>
                <c:pt idx="5468">
                  <c:v>0.4</c:v>
                </c:pt>
                <c:pt idx="5469">
                  <c:v>0.4</c:v>
                </c:pt>
                <c:pt idx="5470">
                  <c:v>0.4</c:v>
                </c:pt>
                <c:pt idx="5471">
                  <c:v>0.4</c:v>
                </c:pt>
                <c:pt idx="5472">
                  <c:v>0.4</c:v>
                </c:pt>
                <c:pt idx="5473">
                  <c:v>0.4</c:v>
                </c:pt>
                <c:pt idx="5474">
                  <c:v>0.4</c:v>
                </c:pt>
                <c:pt idx="5475">
                  <c:v>0.4</c:v>
                </c:pt>
                <c:pt idx="5476">
                  <c:v>0.4</c:v>
                </c:pt>
                <c:pt idx="5477">
                  <c:v>0.4</c:v>
                </c:pt>
                <c:pt idx="5478">
                  <c:v>0.4</c:v>
                </c:pt>
                <c:pt idx="5479">
                  <c:v>0.4</c:v>
                </c:pt>
                <c:pt idx="5480">
                  <c:v>0.4</c:v>
                </c:pt>
                <c:pt idx="5481">
                  <c:v>0.4</c:v>
                </c:pt>
                <c:pt idx="5482">
                  <c:v>0.4</c:v>
                </c:pt>
                <c:pt idx="5483">
                  <c:v>0.4</c:v>
                </c:pt>
                <c:pt idx="5484">
                  <c:v>0.4</c:v>
                </c:pt>
                <c:pt idx="5485">
                  <c:v>0.4</c:v>
                </c:pt>
                <c:pt idx="5486">
                  <c:v>0.4</c:v>
                </c:pt>
                <c:pt idx="5487">
                  <c:v>0.4</c:v>
                </c:pt>
                <c:pt idx="5488">
                  <c:v>0.4</c:v>
                </c:pt>
                <c:pt idx="5489">
                  <c:v>0.4</c:v>
                </c:pt>
                <c:pt idx="5490">
                  <c:v>0.4</c:v>
                </c:pt>
                <c:pt idx="5491">
                  <c:v>0.4</c:v>
                </c:pt>
                <c:pt idx="5492">
                  <c:v>0.4</c:v>
                </c:pt>
                <c:pt idx="5493">
                  <c:v>0.4</c:v>
                </c:pt>
                <c:pt idx="5494">
                  <c:v>0.4</c:v>
                </c:pt>
                <c:pt idx="5495">
                  <c:v>0.4</c:v>
                </c:pt>
                <c:pt idx="5496">
                  <c:v>0.4</c:v>
                </c:pt>
                <c:pt idx="5497">
                  <c:v>0.4</c:v>
                </c:pt>
                <c:pt idx="5498">
                  <c:v>0.4</c:v>
                </c:pt>
                <c:pt idx="5499">
                  <c:v>0.4</c:v>
                </c:pt>
                <c:pt idx="5500">
                  <c:v>0.4</c:v>
                </c:pt>
                <c:pt idx="5501">
                  <c:v>0.4</c:v>
                </c:pt>
                <c:pt idx="5502">
                  <c:v>0.4</c:v>
                </c:pt>
                <c:pt idx="5503">
                  <c:v>0.4</c:v>
                </c:pt>
                <c:pt idx="5504">
                  <c:v>0.4</c:v>
                </c:pt>
                <c:pt idx="5505">
                  <c:v>0.4</c:v>
                </c:pt>
                <c:pt idx="5506">
                  <c:v>0.4</c:v>
                </c:pt>
                <c:pt idx="5507">
                  <c:v>0.4</c:v>
                </c:pt>
                <c:pt idx="5508">
                  <c:v>0.4</c:v>
                </c:pt>
                <c:pt idx="5509">
                  <c:v>0.4</c:v>
                </c:pt>
                <c:pt idx="5510">
                  <c:v>0.4</c:v>
                </c:pt>
                <c:pt idx="5511">
                  <c:v>0.4</c:v>
                </c:pt>
                <c:pt idx="5512">
                  <c:v>0.4</c:v>
                </c:pt>
                <c:pt idx="5513">
                  <c:v>0.4</c:v>
                </c:pt>
                <c:pt idx="5514">
                  <c:v>0.4</c:v>
                </c:pt>
                <c:pt idx="5515">
                  <c:v>0.4</c:v>
                </c:pt>
                <c:pt idx="5516">
                  <c:v>0.4</c:v>
                </c:pt>
                <c:pt idx="5517">
                  <c:v>0.4</c:v>
                </c:pt>
                <c:pt idx="5518">
                  <c:v>0.4</c:v>
                </c:pt>
                <c:pt idx="5519">
                  <c:v>0.4</c:v>
                </c:pt>
                <c:pt idx="5520">
                  <c:v>0.4</c:v>
                </c:pt>
                <c:pt idx="5521">
                  <c:v>0.4</c:v>
                </c:pt>
                <c:pt idx="5522">
                  <c:v>0.4</c:v>
                </c:pt>
                <c:pt idx="5523">
                  <c:v>0.4</c:v>
                </c:pt>
                <c:pt idx="5524">
                  <c:v>0.4</c:v>
                </c:pt>
                <c:pt idx="5525">
                  <c:v>0.4</c:v>
                </c:pt>
                <c:pt idx="5526">
                  <c:v>0.4</c:v>
                </c:pt>
                <c:pt idx="5527">
                  <c:v>0.4</c:v>
                </c:pt>
                <c:pt idx="5528">
                  <c:v>0.4</c:v>
                </c:pt>
                <c:pt idx="5529">
                  <c:v>0.4</c:v>
                </c:pt>
                <c:pt idx="5530">
                  <c:v>0.4</c:v>
                </c:pt>
                <c:pt idx="5531">
                  <c:v>0.4</c:v>
                </c:pt>
                <c:pt idx="5532">
                  <c:v>0.4</c:v>
                </c:pt>
                <c:pt idx="5533">
                  <c:v>0.4</c:v>
                </c:pt>
                <c:pt idx="5534">
                  <c:v>0.4</c:v>
                </c:pt>
                <c:pt idx="5535">
                  <c:v>0.4</c:v>
                </c:pt>
                <c:pt idx="5536">
                  <c:v>0.4</c:v>
                </c:pt>
                <c:pt idx="5537">
                  <c:v>0.4</c:v>
                </c:pt>
                <c:pt idx="5538">
                  <c:v>0.4</c:v>
                </c:pt>
                <c:pt idx="5539">
                  <c:v>0.4</c:v>
                </c:pt>
                <c:pt idx="5540">
                  <c:v>0.4</c:v>
                </c:pt>
                <c:pt idx="5541">
                  <c:v>0.4</c:v>
                </c:pt>
                <c:pt idx="5542">
                  <c:v>0.4</c:v>
                </c:pt>
                <c:pt idx="5543">
                  <c:v>0.4</c:v>
                </c:pt>
                <c:pt idx="5544">
                  <c:v>0.4</c:v>
                </c:pt>
                <c:pt idx="5545">
                  <c:v>0.4</c:v>
                </c:pt>
                <c:pt idx="5546">
                  <c:v>0.4</c:v>
                </c:pt>
                <c:pt idx="5547">
                  <c:v>0.4</c:v>
                </c:pt>
                <c:pt idx="5548">
                  <c:v>0.4</c:v>
                </c:pt>
                <c:pt idx="5549">
                  <c:v>0.4</c:v>
                </c:pt>
                <c:pt idx="5550">
                  <c:v>0.4</c:v>
                </c:pt>
                <c:pt idx="5551">
                  <c:v>0.4</c:v>
                </c:pt>
                <c:pt idx="5552">
                  <c:v>0.4</c:v>
                </c:pt>
                <c:pt idx="5553">
                  <c:v>0.4</c:v>
                </c:pt>
                <c:pt idx="5554">
                  <c:v>0.4</c:v>
                </c:pt>
                <c:pt idx="5555">
                  <c:v>0.4</c:v>
                </c:pt>
                <c:pt idx="5556">
                  <c:v>0.4</c:v>
                </c:pt>
                <c:pt idx="5557">
                  <c:v>0.4</c:v>
                </c:pt>
                <c:pt idx="5558">
                  <c:v>0.4</c:v>
                </c:pt>
                <c:pt idx="5559">
                  <c:v>0.4</c:v>
                </c:pt>
                <c:pt idx="5560">
                  <c:v>0.4</c:v>
                </c:pt>
                <c:pt idx="5561">
                  <c:v>0.4</c:v>
                </c:pt>
                <c:pt idx="5562">
                  <c:v>0.4</c:v>
                </c:pt>
                <c:pt idx="5563">
                  <c:v>0.4</c:v>
                </c:pt>
                <c:pt idx="5564">
                  <c:v>0.4</c:v>
                </c:pt>
                <c:pt idx="5565">
                  <c:v>0.4</c:v>
                </c:pt>
                <c:pt idx="5566">
                  <c:v>0.4</c:v>
                </c:pt>
                <c:pt idx="5567">
                  <c:v>0.4</c:v>
                </c:pt>
                <c:pt idx="5568">
                  <c:v>0.4</c:v>
                </c:pt>
                <c:pt idx="5569">
                  <c:v>0.4</c:v>
                </c:pt>
                <c:pt idx="5570">
                  <c:v>0.4</c:v>
                </c:pt>
                <c:pt idx="5571">
                  <c:v>0.4</c:v>
                </c:pt>
                <c:pt idx="5572">
                  <c:v>0.4</c:v>
                </c:pt>
                <c:pt idx="5573">
                  <c:v>0.4</c:v>
                </c:pt>
                <c:pt idx="5574">
                  <c:v>0.4</c:v>
                </c:pt>
                <c:pt idx="5575">
                  <c:v>0.4</c:v>
                </c:pt>
                <c:pt idx="5576">
                  <c:v>0.4</c:v>
                </c:pt>
                <c:pt idx="5577">
                  <c:v>0.4</c:v>
                </c:pt>
                <c:pt idx="5578">
                  <c:v>0.4</c:v>
                </c:pt>
                <c:pt idx="5579">
                  <c:v>0.4</c:v>
                </c:pt>
                <c:pt idx="5580">
                  <c:v>0.4</c:v>
                </c:pt>
                <c:pt idx="5581">
                  <c:v>0.4</c:v>
                </c:pt>
                <c:pt idx="5582">
                  <c:v>0.4</c:v>
                </c:pt>
                <c:pt idx="5583">
                  <c:v>0.4</c:v>
                </c:pt>
                <c:pt idx="5584">
                  <c:v>0.4</c:v>
                </c:pt>
                <c:pt idx="5585">
                  <c:v>0.4</c:v>
                </c:pt>
                <c:pt idx="5586">
                  <c:v>0.4</c:v>
                </c:pt>
                <c:pt idx="5587">
                  <c:v>0.4</c:v>
                </c:pt>
                <c:pt idx="5588">
                  <c:v>0.4</c:v>
                </c:pt>
                <c:pt idx="5589">
                  <c:v>0.4</c:v>
                </c:pt>
                <c:pt idx="5590">
                  <c:v>0.4</c:v>
                </c:pt>
                <c:pt idx="5591">
                  <c:v>0.4</c:v>
                </c:pt>
                <c:pt idx="5592">
                  <c:v>0.4</c:v>
                </c:pt>
                <c:pt idx="5593">
                  <c:v>0.4</c:v>
                </c:pt>
                <c:pt idx="5594">
                  <c:v>0.4</c:v>
                </c:pt>
                <c:pt idx="5595">
                  <c:v>0.4</c:v>
                </c:pt>
                <c:pt idx="5596">
                  <c:v>0.4</c:v>
                </c:pt>
                <c:pt idx="5597">
                  <c:v>0.4</c:v>
                </c:pt>
                <c:pt idx="5598">
                  <c:v>0.4</c:v>
                </c:pt>
                <c:pt idx="5599">
                  <c:v>0.4</c:v>
                </c:pt>
                <c:pt idx="5600">
                  <c:v>0.4</c:v>
                </c:pt>
                <c:pt idx="5601">
                  <c:v>0.4</c:v>
                </c:pt>
                <c:pt idx="5602">
                  <c:v>0.4</c:v>
                </c:pt>
                <c:pt idx="5603">
                  <c:v>0.4</c:v>
                </c:pt>
                <c:pt idx="5604">
                  <c:v>0.4</c:v>
                </c:pt>
                <c:pt idx="5605">
                  <c:v>0.4</c:v>
                </c:pt>
                <c:pt idx="5606">
                  <c:v>0.4</c:v>
                </c:pt>
                <c:pt idx="5607">
                  <c:v>0.4</c:v>
                </c:pt>
                <c:pt idx="5608">
                  <c:v>0.4</c:v>
                </c:pt>
                <c:pt idx="5609">
                  <c:v>0.4</c:v>
                </c:pt>
                <c:pt idx="5610">
                  <c:v>0.4</c:v>
                </c:pt>
                <c:pt idx="5611">
                  <c:v>0.4</c:v>
                </c:pt>
                <c:pt idx="5612">
                  <c:v>0.4</c:v>
                </c:pt>
                <c:pt idx="5613">
                  <c:v>0.4</c:v>
                </c:pt>
                <c:pt idx="5614">
                  <c:v>0.4</c:v>
                </c:pt>
                <c:pt idx="5615">
                  <c:v>0.4</c:v>
                </c:pt>
                <c:pt idx="5616">
                  <c:v>0.4</c:v>
                </c:pt>
                <c:pt idx="5617">
                  <c:v>0.4</c:v>
                </c:pt>
                <c:pt idx="5618">
                  <c:v>0.4</c:v>
                </c:pt>
                <c:pt idx="5619">
                  <c:v>0.4</c:v>
                </c:pt>
                <c:pt idx="5620">
                  <c:v>0.4</c:v>
                </c:pt>
                <c:pt idx="5621">
                  <c:v>0.4</c:v>
                </c:pt>
                <c:pt idx="5622">
                  <c:v>0.4</c:v>
                </c:pt>
                <c:pt idx="5623">
                  <c:v>0.4</c:v>
                </c:pt>
                <c:pt idx="5624">
                  <c:v>0.4</c:v>
                </c:pt>
                <c:pt idx="5625">
                  <c:v>0.4</c:v>
                </c:pt>
                <c:pt idx="5626">
                  <c:v>0.4</c:v>
                </c:pt>
                <c:pt idx="5627">
                  <c:v>0.4</c:v>
                </c:pt>
                <c:pt idx="5628">
                  <c:v>0.4</c:v>
                </c:pt>
                <c:pt idx="5629">
                  <c:v>0.4</c:v>
                </c:pt>
                <c:pt idx="5630">
                  <c:v>0.4</c:v>
                </c:pt>
                <c:pt idx="5631">
                  <c:v>0.4</c:v>
                </c:pt>
                <c:pt idx="5632">
                  <c:v>0.4</c:v>
                </c:pt>
                <c:pt idx="5633">
                  <c:v>0.4</c:v>
                </c:pt>
                <c:pt idx="5634">
                  <c:v>0.4</c:v>
                </c:pt>
                <c:pt idx="5635">
                  <c:v>0.4</c:v>
                </c:pt>
                <c:pt idx="5636">
                  <c:v>0.4</c:v>
                </c:pt>
                <c:pt idx="5637">
                  <c:v>0.4</c:v>
                </c:pt>
                <c:pt idx="5638">
                  <c:v>0.4</c:v>
                </c:pt>
                <c:pt idx="5639">
                  <c:v>0.4</c:v>
                </c:pt>
                <c:pt idx="5640">
                  <c:v>0.4</c:v>
                </c:pt>
                <c:pt idx="5641">
                  <c:v>0.4</c:v>
                </c:pt>
                <c:pt idx="5642">
                  <c:v>0.4</c:v>
                </c:pt>
                <c:pt idx="5643">
                  <c:v>0.4</c:v>
                </c:pt>
                <c:pt idx="5644">
                  <c:v>0.4</c:v>
                </c:pt>
                <c:pt idx="5645">
                  <c:v>0.4</c:v>
                </c:pt>
                <c:pt idx="5646">
                  <c:v>0.4</c:v>
                </c:pt>
                <c:pt idx="5647">
                  <c:v>0.4</c:v>
                </c:pt>
                <c:pt idx="5648">
                  <c:v>0.4</c:v>
                </c:pt>
                <c:pt idx="5649">
                  <c:v>0.4</c:v>
                </c:pt>
                <c:pt idx="5650">
                  <c:v>0.4</c:v>
                </c:pt>
                <c:pt idx="5651">
                  <c:v>0.4</c:v>
                </c:pt>
                <c:pt idx="5652">
                  <c:v>0.4</c:v>
                </c:pt>
                <c:pt idx="5653">
                  <c:v>0.4</c:v>
                </c:pt>
                <c:pt idx="5654">
                  <c:v>0.4</c:v>
                </c:pt>
                <c:pt idx="5655">
                  <c:v>0.4</c:v>
                </c:pt>
                <c:pt idx="5656">
                  <c:v>0.4</c:v>
                </c:pt>
                <c:pt idx="5657">
                  <c:v>0.4</c:v>
                </c:pt>
                <c:pt idx="5658">
                  <c:v>0.4</c:v>
                </c:pt>
                <c:pt idx="5659">
                  <c:v>0.4</c:v>
                </c:pt>
                <c:pt idx="5660">
                  <c:v>0.4</c:v>
                </c:pt>
                <c:pt idx="5661">
                  <c:v>0.4</c:v>
                </c:pt>
                <c:pt idx="5662">
                  <c:v>0.4</c:v>
                </c:pt>
                <c:pt idx="5663">
                  <c:v>0.4</c:v>
                </c:pt>
                <c:pt idx="5664">
                  <c:v>0.4</c:v>
                </c:pt>
                <c:pt idx="5665">
                  <c:v>0.4</c:v>
                </c:pt>
                <c:pt idx="5666">
                  <c:v>0.4</c:v>
                </c:pt>
                <c:pt idx="5667">
                  <c:v>0.4</c:v>
                </c:pt>
                <c:pt idx="5668">
                  <c:v>0.4</c:v>
                </c:pt>
                <c:pt idx="5669">
                  <c:v>0.4</c:v>
                </c:pt>
                <c:pt idx="5670">
                  <c:v>0.4</c:v>
                </c:pt>
                <c:pt idx="5671">
                  <c:v>0.4</c:v>
                </c:pt>
                <c:pt idx="5672">
                  <c:v>0.4</c:v>
                </c:pt>
                <c:pt idx="5673">
                  <c:v>0.4</c:v>
                </c:pt>
                <c:pt idx="5674">
                  <c:v>0.4</c:v>
                </c:pt>
                <c:pt idx="5675">
                  <c:v>0.4</c:v>
                </c:pt>
                <c:pt idx="5676">
                  <c:v>0.4</c:v>
                </c:pt>
                <c:pt idx="5677">
                  <c:v>0.4</c:v>
                </c:pt>
                <c:pt idx="5678">
                  <c:v>0.4</c:v>
                </c:pt>
                <c:pt idx="5679">
                  <c:v>0.4</c:v>
                </c:pt>
                <c:pt idx="5680">
                  <c:v>0.4</c:v>
                </c:pt>
                <c:pt idx="5681">
                  <c:v>0.4</c:v>
                </c:pt>
                <c:pt idx="5682">
                  <c:v>0.4</c:v>
                </c:pt>
                <c:pt idx="5683">
                  <c:v>0.4</c:v>
                </c:pt>
                <c:pt idx="5684">
                  <c:v>0.4</c:v>
                </c:pt>
                <c:pt idx="5685">
                  <c:v>0.4</c:v>
                </c:pt>
                <c:pt idx="5686">
                  <c:v>0.4</c:v>
                </c:pt>
                <c:pt idx="5687">
                  <c:v>0.4</c:v>
                </c:pt>
                <c:pt idx="5688">
                  <c:v>0.4</c:v>
                </c:pt>
                <c:pt idx="5689">
                  <c:v>0.4</c:v>
                </c:pt>
                <c:pt idx="5690">
                  <c:v>0.4</c:v>
                </c:pt>
                <c:pt idx="5691">
                  <c:v>0.4</c:v>
                </c:pt>
                <c:pt idx="5692">
                  <c:v>0.4</c:v>
                </c:pt>
                <c:pt idx="5693">
                  <c:v>0.4</c:v>
                </c:pt>
                <c:pt idx="5694">
                  <c:v>0.4</c:v>
                </c:pt>
                <c:pt idx="5695">
                  <c:v>0.4</c:v>
                </c:pt>
                <c:pt idx="5696">
                  <c:v>0.4</c:v>
                </c:pt>
                <c:pt idx="5697">
                  <c:v>0.4</c:v>
                </c:pt>
                <c:pt idx="5698">
                  <c:v>0.4</c:v>
                </c:pt>
                <c:pt idx="5699">
                  <c:v>0.4</c:v>
                </c:pt>
                <c:pt idx="5700">
                  <c:v>0.4</c:v>
                </c:pt>
                <c:pt idx="5701">
                  <c:v>0.4</c:v>
                </c:pt>
                <c:pt idx="5702">
                  <c:v>0.4</c:v>
                </c:pt>
                <c:pt idx="5703">
                  <c:v>0.4</c:v>
                </c:pt>
                <c:pt idx="5704">
                  <c:v>0.4</c:v>
                </c:pt>
                <c:pt idx="5705">
                  <c:v>0.4</c:v>
                </c:pt>
                <c:pt idx="5706">
                  <c:v>0.4</c:v>
                </c:pt>
                <c:pt idx="5707">
                  <c:v>0.4</c:v>
                </c:pt>
                <c:pt idx="5708">
                  <c:v>0.4</c:v>
                </c:pt>
                <c:pt idx="5709">
                  <c:v>0.4</c:v>
                </c:pt>
                <c:pt idx="5710">
                  <c:v>0.4</c:v>
                </c:pt>
                <c:pt idx="5711">
                  <c:v>0.4</c:v>
                </c:pt>
                <c:pt idx="5712">
                  <c:v>0.4</c:v>
                </c:pt>
                <c:pt idx="5713">
                  <c:v>0.4</c:v>
                </c:pt>
                <c:pt idx="5714">
                  <c:v>0.4</c:v>
                </c:pt>
                <c:pt idx="5715">
                  <c:v>0.4</c:v>
                </c:pt>
                <c:pt idx="5716">
                  <c:v>0.4</c:v>
                </c:pt>
                <c:pt idx="5717">
                  <c:v>0.4</c:v>
                </c:pt>
                <c:pt idx="5718">
                  <c:v>0.4</c:v>
                </c:pt>
                <c:pt idx="5719">
                  <c:v>0.4</c:v>
                </c:pt>
                <c:pt idx="5720">
                  <c:v>0.4</c:v>
                </c:pt>
                <c:pt idx="5721">
                  <c:v>0.4</c:v>
                </c:pt>
                <c:pt idx="5722">
                  <c:v>0.4</c:v>
                </c:pt>
                <c:pt idx="5723">
                  <c:v>0.4</c:v>
                </c:pt>
                <c:pt idx="5724">
                  <c:v>0.4</c:v>
                </c:pt>
                <c:pt idx="5725">
                  <c:v>0.4</c:v>
                </c:pt>
                <c:pt idx="5726">
                  <c:v>0.4</c:v>
                </c:pt>
                <c:pt idx="5727">
                  <c:v>0.4</c:v>
                </c:pt>
                <c:pt idx="5728">
                  <c:v>0.4</c:v>
                </c:pt>
                <c:pt idx="5729">
                  <c:v>0.4</c:v>
                </c:pt>
                <c:pt idx="5730">
                  <c:v>0.4</c:v>
                </c:pt>
                <c:pt idx="5731">
                  <c:v>0.4</c:v>
                </c:pt>
                <c:pt idx="5732">
                  <c:v>0.4</c:v>
                </c:pt>
                <c:pt idx="5733">
                  <c:v>0.4</c:v>
                </c:pt>
                <c:pt idx="5734">
                  <c:v>0.4</c:v>
                </c:pt>
                <c:pt idx="5735">
                  <c:v>0.4</c:v>
                </c:pt>
                <c:pt idx="5736">
                  <c:v>0.4</c:v>
                </c:pt>
                <c:pt idx="5737">
                  <c:v>0.4</c:v>
                </c:pt>
                <c:pt idx="5738">
                  <c:v>0.4</c:v>
                </c:pt>
                <c:pt idx="5739">
                  <c:v>0.4</c:v>
                </c:pt>
                <c:pt idx="5740">
                  <c:v>0.4</c:v>
                </c:pt>
                <c:pt idx="5741">
                  <c:v>0.4</c:v>
                </c:pt>
                <c:pt idx="5742">
                  <c:v>0.4</c:v>
                </c:pt>
                <c:pt idx="5743">
                  <c:v>0.4</c:v>
                </c:pt>
                <c:pt idx="5744">
                  <c:v>0.4</c:v>
                </c:pt>
                <c:pt idx="5745">
                  <c:v>0.4</c:v>
                </c:pt>
                <c:pt idx="5746">
                  <c:v>0.4</c:v>
                </c:pt>
                <c:pt idx="5747">
                  <c:v>0.4</c:v>
                </c:pt>
                <c:pt idx="5748">
                  <c:v>0.4</c:v>
                </c:pt>
                <c:pt idx="5749">
                  <c:v>0.4</c:v>
                </c:pt>
                <c:pt idx="5750">
                  <c:v>0.4</c:v>
                </c:pt>
                <c:pt idx="5751">
                  <c:v>0.4</c:v>
                </c:pt>
                <c:pt idx="5752">
                  <c:v>0.4</c:v>
                </c:pt>
                <c:pt idx="5753">
                  <c:v>0.4</c:v>
                </c:pt>
                <c:pt idx="5754">
                  <c:v>0.4</c:v>
                </c:pt>
                <c:pt idx="5755">
                  <c:v>0.4</c:v>
                </c:pt>
                <c:pt idx="5756">
                  <c:v>0.4</c:v>
                </c:pt>
                <c:pt idx="5757">
                  <c:v>0.4</c:v>
                </c:pt>
                <c:pt idx="5758">
                  <c:v>0.4</c:v>
                </c:pt>
                <c:pt idx="5759">
                  <c:v>0.4</c:v>
                </c:pt>
                <c:pt idx="5760">
                  <c:v>0.4</c:v>
                </c:pt>
                <c:pt idx="5761">
                  <c:v>0.4</c:v>
                </c:pt>
                <c:pt idx="5762">
                  <c:v>0.4</c:v>
                </c:pt>
                <c:pt idx="5763">
                  <c:v>0.4</c:v>
                </c:pt>
                <c:pt idx="5764">
                  <c:v>0.4</c:v>
                </c:pt>
                <c:pt idx="5765">
                  <c:v>0.4</c:v>
                </c:pt>
                <c:pt idx="5766">
                  <c:v>0.4</c:v>
                </c:pt>
                <c:pt idx="5767">
                  <c:v>0.4</c:v>
                </c:pt>
                <c:pt idx="5768">
                  <c:v>0.4</c:v>
                </c:pt>
                <c:pt idx="5769">
                  <c:v>0.4</c:v>
                </c:pt>
                <c:pt idx="5770">
                  <c:v>0.4</c:v>
                </c:pt>
                <c:pt idx="5771">
                  <c:v>0.4</c:v>
                </c:pt>
                <c:pt idx="5772">
                  <c:v>0.4</c:v>
                </c:pt>
                <c:pt idx="5773">
                  <c:v>0.4</c:v>
                </c:pt>
                <c:pt idx="5774">
                  <c:v>0.4</c:v>
                </c:pt>
                <c:pt idx="5775">
                  <c:v>0.4</c:v>
                </c:pt>
                <c:pt idx="5776">
                  <c:v>0.4</c:v>
                </c:pt>
                <c:pt idx="5777">
                  <c:v>0.4</c:v>
                </c:pt>
                <c:pt idx="5778">
                  <c:v>0.4</c:v>
                </c:pt>
                <c:pt idx="5779">
                  <c:v>0.4</c:v>
                </c:pt>
                <c:pt idx="5780">
                  <c:v>0.4</c:v>
                </c:pt>
                <c:pt idx="5781">
                  <c:v>0.4</c:v>
                </c:pt>
                <c:pt idx="5782">
                  <c:v>0.4</c:v>
                </c:pt>
                <c:pt idx="5783">
                  <c:v>0.4</c:v>
                </c:pt>
                <c:pt idx="5784">
                  <c:v>0.4</c:v>
                </c:pt>
                <c:pt idx="5785">
                  <c:v>0.4</c:v>
                </c:pt>
                <c:pt idx="5786">
                  <c:v>0.4</c:v>
                </c:pt>
                <c:pt idx="5787">
                  <c:v>0.4</c:v>
                </c:pt>
                <c:pt idx="5788">
                  <c:v>0.4</c:v>
                </c:pt>
                <c:pt idx="5789">
                  <c:v>0.4</c:v>
                </c:pt>
                <c:pt idx="5790">
                  <c:v>0.4</c:v>
                </c:pt>
                <c:pt idx="5791">
                  <c:v>0.4</c:v>
                </c:pt>
                <c:pt idx="5792">
                  <c:v>0.4</c:v>
                </c:pt>
                <c:pt idx="5793">
                  <c:v>0.4</c:v>
                </c:pt>
                <c:pt idx="5794">
                  <c:v>0.4</c:v>
                </c:pt>
                <c:pt idx="5795">
                  <c:v>0.4</c:v>
                </c:pt>
                <c:pt idx="5796">
                  <c:v>0.4</c:v>
                </c:pt>
                <c:pt idx="5797">
                  <c:v>0.4</c:v>
                </c:pt>
                <c:pt idx="5798">
                  <c:v>0.4</c:v>
                </c:pt>
                <c:pt idx="5799">
                  <c:v>0.4</c:v>
                </c:pt>
                <c:pt idx="5800">
                  <c:v>0.4</c:v>
                </c:pt>
                <c:pt idx="5801">
                  <c:v>0.4</c:v>
                </c:pt>
                <c:pt idx="5802">
                  <c:v>0.4</c:v>
                </c:pt>
                <c:pt idx="5803">
                  <c:v>0.4</c:v>
                </c:pt>
                <c:pt idx="5804">
                  <c:v>0.4</c:v>
                </c:pt>
                <c:pt idx="5805">
                  <c:v>0.4</c:v>
                </c:pt>
                <c:pt idx="5806">
                  <c:v>0.4</c:v>
                </c:pt>
                <c:pt idx="5807">
                  <c:v>0.4</c:v>
                </c:pt>
                <c:pt idx="5808">
                  <c:v>0.4</c:v>
                </c:pt>
                <c:pt idx="5809">
                  <c:v>0.4</c:v>
                </c:pt>
                <c:pt idx="5810">
                  <c:v>0.4</c:v>
                </c:pt>
                <c:pt idx="5811">
                  <c:v>0.4</c:v>
                </c:pt>
                <c:pt idx="5812">
                  <c:v>0.4</c:v>
                </c:pt>
                <c:pt idx="5813">
                  <c:v>0.4</c:v>
                </c:pt>
                <c:pt idx="5814">
                  <c:v>0.4</c:v>
                </c:pt>
                <c:pt idx="5815">
                  <c:v>0.4</c:v>
                </c:pt>
                <c:pt idx="5816">
                  <c:v>0.4</c:v>
                </c:pt>
                <c:pt idx="5817">
                  <c:v>0.4</c:v>
                </c:pt>
                <c:pt idx="5818">
                  <c:v>0.4</c:v>
                </c:pt>
                <c:pt idx="5819">
                  <c:v>0.4</c:v>
                </c:pt>
                <c:pt idx="5820">
                  <c:v>0.4</c:v>
                </c:pt>
                <c:pt idx="5821">
                  <c:v>0.4</c:v>
                </c:pt>
                <c:pt idx="5822">
                  <c:v>0.4</c:v>
                </c:pt>
                <c:pt idx="5823">
                  <c:v>0.4</c:v>
                </c:pt>
                <c:pt idx="5824">
                  <c:v>0.4</c:v>
                </c:pt>
                <c:pt idx="5825">
                  <c:v>0.4</c:v>
                </c:pt>
                <c:pt idx="5826">
                  <c:v>0.4</c:v>
                </c:pt>
                <c:pt idx="5827">
                  <c:v>0.4</c:v>
                </c:pt>
                <c:pt idx="5828">
                  <c:v>0.4</c:v>
                </c:pt>
                <c:pt idx="5829">
                  <c:v>0.4</c:v>
                </c:pt>
                <c:pt idx="5830">
                  <c:v>0.4</c:v>
                </c:pt>
                <c:pt idx="5831">
                  <c:v>0.4</c:v>
                </c:pt>
                <c:pt idx="5832">
                  <c:v>0.4</c:v>
                </c:pt>
                <c:pt idx="5833">
                  <c:v>0.4</c:v>
                </c:pt>
                <c:pt idx="5834">
                  <c:v>0.4</c:v>
                </c:pt>
                <c:pt idx="5835">
                  <c:v>0.4</c:v>
                </c:pt>
                <c:pt idx="5836">
                  <c:v>0.4</c:v>
                </c:pt>
                <c:pt idx="5837">
                  <c:v>0.4</c:v>
                </c:pt>
                <c:pt idx="5838">
                  <c:v>0.4</c:v>
                </c:pt>
                <c:pt idx="5839">
                  <c:v>0.4</c:v>
                </c:pt>
                <c:pt idx="5840">
                  <c:v>0.4</c:v>
                </c:pt>
                <c:pt idx="5841">
                  <c:v>0.4</c:v>
                </c:pt>
                <c:pt idx="5842">
                  <c:v>0.4</c:v>
                </c:pt>
                <c:pt idx="5843">
                  <c:v>0.4</c:v>
                </c:pt>
                <c:pt idx="5844">
                  <c:v>0.4</c:v>
                </c:pt>
                <c:pt idx="5845">
                  <c:v>0.4</c:v>
                </c:pt>
                <c:pt idx="5846">
                  <c:v>0.4</c:v>
                </c:pt>
                <c:pt idx="5847">
                  <c:v>0.4</c:v>
                </c:pt>
                <c:pt idx="5848">
                  <c:v>0.4</c:v>
                </c:pt>
                <c:pt idx="5849">
                  <c:v>0.4</c:v>
                </c:pt>
                <c:pt idx="5850">
                  <c:v>0.4</c:v>
                </c:pt>
                <c:pt idx="5851">
                  <c:v>0.4</c:v>
                </c:pt>
                <c:pt idx="5852">
                  <c:v>0.4</c:v>
                </c:pt>
                <c:pt idx="5853">
                  <c:v>0.4</c:v>
                </c:pt>
                <c:pt idx="5854">
                  <c:v>0.4</c:v>
                </c:pt>
                <c:pt idx="5855">
                  <c:v>0.4</c:v>
                </c:pt>
                <c:pt idx="5856">
                  <c:v>0.4</c:v>
                </c:pt>
                <c:pt idx="5857">
                  <c:v>0.4</c:v>
                </c:pt>
                <c:pt idx="5858">
                  <c:v>0.4</c:v>
                </c:pt>
                <c:pt idx="5859">
                  <c:v>0.4</c:v>
                </c:pt>
                <c:pt idx="5860">
                  <c:v>0.4</c:v>
                </c:pt>
                <c:pt idx="5861">
                  <c:v>0.4</c:v>
                </c:pt>
                <c:pt idx="5862">
                  <c:v>0.4</c:v>
                </c:pt>
                <c:pt idx="5863">
                  <c:v>0.4</c:v>
                </c:pt>
                <c:pt idx="5864">
                  <c:v>0.4</c:v>
                </c:pt>
                <c:pt idx="5865">
                  <c:v>0.4</c:v>
                </c:pt>
                <c:pt idx="5866">
                  <c:v>0.4</c:v>
                </c:pt>
                <c:pt idx="5867">
                  <c:v>0.4</c:v>
                </c:pt>
                <c:pt idx="5868">
                  <c:v>0.4</c:v>
                </c:pt>
                <c:pt idx="5869">
                  <c:v>0.4</c:v>
                </c:pt>
                <c:pt idx="5870">
                  <c:v>0.4</c:v>
                </c:pt>
                <c:pt idx="5871">
                  <c:v>0.4</c:v>
                </c:pt>
                <c:pt idx="5872">
                  <c:v>0.4</c:v>
                </c:pt>
                <c:pt idx="5873">
                  <c:v>0.4</c:v>
                </c:pt>
                <c:pt idx="5874">
                  <c:v>0.4</c:v>
                </c:pt>
                <c:pt idx="5875">
                  <c:v>0.4</c:v>
                </c:pt>
                <c:pt idx="5876">
                  <c:v>0.4</c:v>
                </c:pt>
                <c:pt idx="5877">
                  <c:v>0.4</c:v>
                </c:pt>
                <c:pt idx="5878">
                  <c:v>0.4</c:v>
                </c:pt>
                <c:pt idx="5879">
                  <c:v>0.4</c:v>
                </c:pt>
                <c:pt idx="5880">
                  <c:v>0.4</c:v>
                </c:pt>
                <c:pt idx="5881">
                  <c:v>0.4</c:v>
                </c:pt>
                <c:pt idx="5882">
                  <c:v>0.4</c:v>
                </c:pt>
                <c:pt idx="5883">
                  <c:v>0.4</c:v>
                </c:pt>
                <c:pt idx="5884">
                  <c:v>0.4</c:v>
                </c:pt>
                <c:pt idx="5885">
                  <c:v>0.4</c:v>
                </c:pt>
                <c:pt idx="5886">
                  <c:v>0.4</c:v>
                </c:pt>
                <c:pt idx="5887">
                  <c:v>0.4</c:v>
                </c:pt>
                <c:pt idx="5888">
                  <c:v>0.4</c:v>
                </c:pt>
                <c:pt idx="5889">
                  <c:v>0.4</c:v>
                </c:pt>
                <c:pt idx="5890">
                  <c:v>0.4</c:v>
                </c:pt>
                <c:pt idx="5891">
                  <c:v>0.4</c:v>
                </c:pt>
                <c:pt idx="5892">
                  <c:v>0.4</c:v>
                </c:pt>
                <c:pt idx="5893">
                  <c:v>0.4</c:v>
                </c:pt>
                <c:pt idx="5894">
                  <c:v>0.4</c:v>
                </c:pt>
                <c:pt idx="5895">
                  <c:v>0.4</c:v>
                </c:pt>
                <c:pt idx="5896">
                  <c:v>0.4</c:v>
                </c:pt>
                <c:pt idx="5897">
                  <c:v>0.4</c:v>
                </c:pt>
                <c:pt idx="5898">
                  <c:v>0.4</c:v>
                </c:pt>
                <c:pt idx="5899">
                  <c:v>0.4</c:v>
                </c:pt>
                <c:pt idx="5900">
                  <c:v>0.4</c:v>
                </c:pt>
                <c:pt idx="5901">
                  <c:v>0.4</c:v>
                </c:pt>
                <c:pt idx="5902">
                  <c:v>0.4</c:v>
                </c:pt>
                <c:pt idx="5903">
                  <c:v>0.4</c:v>
                </c:pt>
                <c:pt idx="5904">
                  <c:v>0.4</c:v>
                </c:pt>
                <c:pt idx="5905">
                  <c:v>0.4</c:v>
                </c:pt>
                <c:pt idx="5906">
                  <c:v>0.4</c:v>
                </c:pt>
                <c:pt idx="5907">
                  <c:v>0.4</c:v>
                </c:pt>
                <c:pt idx="5908">
                  <c:v>0.4</c:v>
                </c:pt>
                <c:pt idx="5909">
                  <c:v>0.4</c:v>
                </c:pt>
                <c:pt idx="5910">
                  <c:v>0.4</c:v>
                </c:pt>
                <c:pt idx="5911">
                  <c:v>0.4</c:v>
                </c:pt>
                <c:pt idx="5912">
                  <c:v>0.4</c:v>
                </c:pt>
                <c:pt idx="5913">
                  <c:v>0.4</c:v>
                </c:pt>
                <c:pt idx="5914">
                  <c:v>0.4</c:v>
                </c:pt>
                <c:pt idx="5915">
                  <c:v>0.4</c:v>
                </c:pt>
                <c:pt idx="5916">
                  <c:v>0.4</c:v>
                </c:pt>
                <c:pt idx="5917">
                  <c:v>0.4</c:v>
                </c:pt>
                <c:pt idx="5918">
                  <c:v>0.4</c:v>
                </c:pt>
                <c:pt idx="5919">
                  <c:v>0.4</c:v>
                </c:pt>
                <c:pt idx="5920">
                  <c:v>0.4</c:v>
                </c:pt>
                <c:pt idx="5921">
                  <c:v>0.4</c:v>
                </c:pt>
                <c:pt idx="5922">
                  <c:v>0.4</c:v>
                </c:pt>
                <c:pt idx="5923">
                  <c:v>0.4</c:v>
                </c:pt>
                <c:pt idx="5924">
                  <c:v>0.4</c:v>
                </c:pt>
                <c:pt idx="5925">
                  <c:v>0.4</c:v>
                </c:pt>
                <c:pt idx="5926">
                  <c:v>0.4</c:v>
                </c:pt>
                <c:pt idx="5927">
                  <c:v>0.4</c:v>
                </c:pt>
                <c:pt idx="5928">
                  <c:v>0.4</c:v>
                </c:pt>
                <c:pt idx="5929">
                  <c:v>0.4</c:v>
                </c:pt>
                <c:pt idx="5930">
                  <c:v>0.4</c:v>
                </c:pt>
                <c:pt idx="5931">
                  <c:v>0.4</c:v>
                </c:pt>
                <c:pt idx="5932">
                  <c:v>0.4</c:v>
                </c:pt>
                <c:pt idx="5933">
                  <c:v>0.4</c:v>
                </c:pt>
                <c:pt idx="5934">
                  <c:v>0.4</c:v>
                </c:pt>
                <c:pt idx="5935">
                  <c:v>0.4</c:v>
                </c:pt>
                <c:pt idx="5936">
                  <c:v>0.4</c:v>
                </c:pt>
                <c:pt idx="5937">
                  <c:v>0.4</c:v>
                </c:pt>
                <c:pt idx="5938">
                  <c:v>0.4</c:v>
                </c:pt>
                <c:pt idx="5939">
                  <c:v>0.4</c:v>
                </c:pt>
                <c:pt idx="5940">
                  <c:v>0.4</c:v>
                </c:pt>
                <c:pt idx="5941">
                  <c:v>0.4</c:v>
                </c:pt>
                <c:pt idx="5942">
                  <c:v>0.4</c:v>
                </c:pt>
                <c:pt idx="5943">
                  <c:v>0.4</c:v>
                </c:pt>
                <c:pt idx="5944">
                  <c:v>0.4</c:v>
                </c:pt>
                <c:pt idx="5945">
                  <c:v>0.4</c:v>
                </c:pt>
                <c:pt idx="5946">
                  <c:v>0.4</c:v>
                </c:pt>
                <c:pt idx="5947">
                  <c:v>0.4</c:v>
                </c:pt>
                <c:pt idx="5948">
                  <c:v>0.4</c:v>
                </c:pt>
                <c:pt idx="5949">
                  <c:v>0.4</c:v>
                </c:pt>
                <c:pt idx="5950">
                  <c:v>0.4</c:v>
                </c:pt>
                <c:pt idx="5951">
                  <c:v>0.4</c:v>
                </c:pt>
                <c:pt idx="5952">
                  <c:v>0.4</c:v>
                </c:pt>
                <c:pt idx="5953">
                  <c:v>0.4</c:v>
                </c:pt>
                <c:pt idx="5954">
                  <c:v>0.4</c:v>
                </c:pt>
                <c:pt idx="5955">
                  <c:v>0.4</c:v>
                </c:pt>
                <c:pt idx="5956">
                  <c:v>0.4</c:v>
                </c:pt>
                <c:pt idx="5957">
                  <c:v>0.4</c:v>
                </c:pt>
                <c:pt idx="5958">
                  <c:v>0.4</c:v>
                </c:pt>
                <c:pt idx="5959">
                  <c:v>0.4</c:v>
                </c:pt>
                <c:pt idx="5960">
                  <c:v>0.4</c:v>
                </c:pt>
                <c:pt idx="5961">
                  <c:v>0.4</c:v>
                </c:pt>
                <c:pt idx="5962">
                  <c:v>0.4</c:v>
                </c:pt>
                <c:pt idx="5963">
                  <c:v>0.4</c:v>
                </c:pt>
                <c:pt idx="5964">
                  <c:v>0.4</c:v>
                </c:pt>
                <c:pt idx="5965">
                  <c:v>0.4</c:v>
                </c:pt>
                <c:pt idx="5966">
                  <c:v>0.4</c:v>
                </c:pt>
                <c:pt idx="5967">
                  <c:v>0.4</c:v>
                </c:pt>
                <c:pt idx="5968">
                  <c:v>0.4</c:v>
                </c:pt>
                <c:pt idx="5969">
                  <c:v>0.4</c:v>
                </c:pt>
                <c:pt idx="5970">
                  <c:v>0.4</c:v>
                </c:pt>
                <c:pt idx="5971">
                  <c:v>0.4</c:v>
                </c:pt>
                <c:pt idx="5972">
                  <c:v>0.4</c:v>
                </c:pt>
                <c:pt idx="5973">
                  <c:v>0.4</c:v>
                </c:pt>
                <c:pt idx="5974">
                  <c:v>0.4</c:v>
                </c:pt>
                <c:pt idx="5975">
                  <c:v>0.4</c:v>
                </c:pt>
                <c:pt idx="5976">
                  <c:v>0.4</c:v>
                </c:pt>
                <c:pt idx="5977">
                  <c:v>0.4</c:v>
                </c:pt>
                <c:pt idx="5978">
                  <c:v>0.4</c:v>
                </c:pt>
                <c:pt idx="5979">
                  <c:v>0.4</c:v>
                </c:pt>
                <c:pt idx="5980">
                  <c:v>0.4</c:v>
                </c:pt>
                <c:pt idx="5981">
                  <c:v>0.4</c:v>
                </c:pt>
                <c:pt idx="5982">
                  <c:v>0.4</c:v>
                </c:pt>
                <c:pt idx="5983">
                  <c:v>0.4</c:v>
                </c:pt>
                <c:pt idx="5984">
                  <c:v>0.4</c:v>
                </c:pt>
                <c:pt idx="5985">
                  <c:v>0.4</c:v>
                </c:pt>
                <c:pt idx="5986">
                  <c:v>0.4</c:v>
                </c:pt>
                <c:pt idx="5987">
                  <c:v>0.4</c:v>
                </c:pt>
                <c:pt idx="5988">
                  <c:v>0.4</c:v>
                </c:pt>
                <c:pt idx="5989">
                  <c:v>0.4</c:v>
                </c:pt>
                <c:pt idx="5990">
                  <c:v>0.4</c:v>
                </c:pt>
                <c:pt idx="5991">
                  <c:v>0.4</c:v>
                </c:pt>
                <c:pt idx="5992">
                  <c:v>0.4</c:v>
                </c:pt>
                <c:pt idx="5993">
                  <c:v>0.4</c:v>
                </c:pt>
                <c:pt idx="5994">
                  <c:v>0.4</c:v>
                </c:pt>
                <c:pt idx="5995">
                  <c:v>0.4</c:v>
                </c:pt>
                <c:pt idx="5996">
                  <c:v>0.4</c:v>
                </c:pt>
                <c:pt idx="5997">
                  <c:v>0.4</c:v>
                </c:pt>
                <c:pt idx="5998">
                  <c:v>0.4</c:v>
                </c:pt>
                <c:pt idx="5999">
                  <c:v>0.4</c:v>
                </c:pt>
                <c:pt idx="6000">
                  <c:v>0.4</c:v>
                </c:pt>
              </c:numCache>
            </c:numRef>
          </c:yVal>
          <c:smooth val="1"/>
        </c:ser>
        <c:dLbls>
          <c:showLegendKey val="0"/>
          <c:showVal val="0"/>
          <c:showCatName val="0"/>
          <c:showSerName val="0"/>
          <c:showPercent val="0"/>
          <c:showBubbleSize val="0"/>
        </c:dLbls>
        <c:axId val="198215552"/>
        <c:axId val="198230016"/>
      </c:scatterChart>
      <c:valAx>
        <c:axId val="198215552"/>
        <c:scaling>
          <c:orientation val="minMax"/>
          <c:max val="78000"/>
          <c:min val="0"/>
        </c:scaling>
        <c:delete val="0"/>
        <c:axPos val="b"/>
        <c:majorGridlines>
          <c:spPr>
            <a:ln>
              <a:solidFill>
                <a:srgbClr val="BFBFBF"/>
              </a:solidFill>
            </a:ln>
          </c:spPr>
        </c:majorGridlines>
        <c:title>
          <c:tx>
            <c:rich>
              <a:bodyPr/>
              <a:lstStyle/>
              <a:p>
                <a:pPr>
                  <a:defRPr/>
                </a:pPr>
                <a:r>
                  <a:rPr lang="en-AU"/>
                  <a:t>Market income (annual)</a:t>
                </a:r>
              </a:p>
            </c:rich>
          </c:tx>
          <c:layout>
            <c:manualLayout>
              <c:xMode val="edge"/>
              <c:yMode val="edge"/>
              <c:x val="0.39757708720075219"/>
              <c:y val="0.84115373200499777"/>
            </c:manualLayout>
          </c:layout>
          <c:overlay val="0"/>
        </c:title>
        <c:numFmt formatCode="#\ ##0;\-#\ ##0" sourceLinked="0"/>
        <c:majorTickMark val="none"/>
        <c:minorTickMark val="none"/>
        <c:tickLblPos val="low"/>
        <c:crossAx val="198230016"/>
        <c:crossesAt val="0"/>
        <c:crossBetween val="midCat"/>
        <c:majorUnit val="10000"/>
      </c:valAx>
      <c:valAx>
        <c:axId val="198230016"/>
        <c:scaling>
          <c:orientation val="minMax"/>
          <c:max val="1"/>
          <c:min val="0"/>
        </c:scaling>
        <c:delete val="0"/>
        <c:axPos val="l"/>
        <c:majorGridlines>
          <c:spPr>
            <a:ln>
              <a:solidFill>
                <a:srgbClr val="BFBFBF"/>
              </a:solidFill>
            </a:ln>
          </c:spPr>
        </c:majorGridlines>
        <c:title>
          <c:tx>
            <c:rich>
              <a:bodyPr rot="-5400000" vert="horz"/>
              <a:lstStyle/>
              <a:p>
                <a:pPr>
                  <a:defRPr/>
                </a:pPr>
                <a:r>
                  <a:rPr lang="en-AU"/>
                  <a:t>Effective marginal tax rate</a:t>
                </a:r>
              </a:p>
            </c:rich>
          </c:tx>
          <c:layout/>
          <c:overlay val="0"/>
        </c:title>
        <c:numFmt formatCode="0%" sourceLinked="0"/>
        <c:majorTickMark val="out"/>
        <c:minorTickMark val="none"/>
        <c:tickLblPos val="nextTo"/>
        <c:crossAx val="198215552"/>
        <c:crossesAt val="0"/>
        <c:crossBetween val="midCat"/>
      </c:valAx>
      <c:spPr>
        <a:ln>
          <a:solidFill>
            <a:srgbClr val="BFBFBF"/>
          </a:solidFill>
        </a:ln>
      </c:spPr>
    </c:plotArea>
    <c:legend>
      <c:legendPos val="b"/>
      <c:layout>
        <c:manualLayout>
          <c:xMode val="edge"/>
          <c:yMode val="edge"/>
          <c:x val="0.18342200965456107"/>
          <c:y val="0.92143938033804407"/>
          <c:w val="0.64728713510265634"/>
          <c:h val="7.4204149606209788E-2"/>
        </c:manualLayout>
      </c:layout>
      <c:overlay val="0"/>
    </c:legend>
    <c:plotVisOnly val="1"/>
    <c:dispBlanksAs val="gap"/>
    <c:showDLblsOverMax val="0"/>
  </c:chart>
  <c:spPr>
    <a:noFill/>
    <a:ln>
      <a:noFill/>
    </a:ln>
  </c:spPr>
  <c:txPr>
    <a:bodyPr/>
    <a:lstStyle/>
    <a:p>
      <a:pPr>
        <a:defRPr sz="900">
          <a:latin typeface="Arial" panose="020B0604020202020204" pitchFamily="34" charset="0"/>
          <a:cs typeface="Arial" panose="020B0604020202020204" pitchFamily="34" charset="0"/>
        </a:defRPr>
      </a:pPr>
      <a:endParaRPr lang="en-US"/>
    </a:p>
  </c:txPr>
  <c:externalData r:id="rId1">
    <c:autoUpdate val="0"/>
  </c:externalData>
  <c:userShapes r:id="rId2"/>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9139814814814816E-2"/>
          <c:y val="4.8506944444444443E-2"/>
          <c:w val="0.90674907407407412"/>
          <c:h val="0.64767986111111109"/>
        </c:manualLayout>
      </c:layout>
      <c:barChart>
        <c:barDir val="col"/>
        <c:grouping val="clustered"/>
        <c:varyColors val="0"/>
        <c:ser>
          <c:idx val="1"/>
          <c:order val="0"/>
          <c:tx>
            <c:strRef>
              <c:f>'figure 3.2'!$H$2</c:f>
              <c:strCache>
                <c:ptCount val="1"/>
                <c:pt idx="0">
                  <c:v>Commonwealth Rent Assistance</c:v>
                </c:pt>
              </c:strCache>
            </c:strRef>
          </c:tx>
          <c:spPr>
            <a:solidFill>
              <a:srgbClr val="78A22F"/>
            </a:solidFill>
            <a:ln>
              <a:noFill/>
            </a:ln>
          </c:spPr>
          <c:invertIfNegative val="0"/>
          <c:cat>
            <c:strRef>
              <c:f>'figure 3.2'!$F$3:$F$10</c:f>
              <c:strCache>
                <c:ptCount val="8"/>
                <c:pt idx="0">
                  <c:v>Disability Support Pension</c:v>
                </c:pt>
                <c:pt idx="1">
                  <c:v>Newstart Allowance</c:v>
                </c:pt>
                <c:pt idx="2">
                  <c:v>Parenting Payment (Single)</c:v>
                </c:pt>
                <c:pt idx="3">
                  <c:v>Parenting Payment (Partnered)</c:v>
                </c:pt>
                <c:pt idx="4">
                  <c:v>Youth Allowance (Student)</c:v>
                </c:pt>
                <c:pt idx="5">
                  <c:v>Youth Allowance (Job seeker)</c:v>
                </c:pt>
                <c:pt idx="6">
                  <c:v>Carer Payment</c:v>
                </c:pt>
                <c:pt idx="7">
                  <c:v>Other</c:v>
                </c:pt>
              </c:strCache>
            </c:strRef>
          </c:cat>
          <c:val>
            <c:numRef>
              <c:f>'figure 3.2'!$H$3:$H$10</c:f>
              <c:numCache>
                <c:formatCode>#,##0.00</c:formatCode>
                <c:ptCount val="8"/>
                <c:pt idx="0">
                  <c:v>10.331046389405982</c:v>
                </c:pt>
                <c:pt idx="1">
                  <c:v>22.043207132300815</c:v>
                </c:pt>
                <c:pt idx="2">
                  <c:v>35.946224290950212</c:v>
                </c:pt>
                <c:pt idx="3">
                  <c:v>11.796707007161771</c:v>
                </c:pt>
                <c:pt idx="4">
                  <c:v>40.930658771177761</c:v>
                </c:pt>
                <c:pt idx="5">
                  <c:v>26.3208074432061</c:v>
                </c:pt>
                <c:pt idx="6">
                  <c:v>11.064025095159382</c:v>
                </c:pt>
                <c:pt idx="7">
                  <c:v>20.795486998416298</c:v>
                </c:pt>
              </c:numCache>
            </c:numRef>
          </c:val>
        </c:ser>
        <c:ser>
          <c:idx val="2"/>
          <c:order val="1"/>
          <c:tx>
            <c:strRef>
              <c:f>'figure 3.2'!$I$2</c:f>
              <c:strCache>
                <c:ptCount val="1"/>
                <c:pt idx="0">
                  <c:v>Public housing</c:v>
                </c:pt>
              </c:strCache>
            </c:strRef>
          </c:tx>
          <c:spPr>
            <a:solidFill>
              <a:srgbClr val="265A9A"/>
            </a:solidFill>
            <a:ln>
              <a:noFill/>
            </a:ln>
          </c:spPr>
          <c:invertIfNegative val="0"/>
          <c:cat>
            <c:strRef>
              <c:f>'figure 3.2'!$F$3:$F$10</c:f>
              <c:strCache>
                <c:ptCount val="8"/>
                <c:pt idx="0">
                  <c:v>Disability Support Pension</c:v>
                </c:pt>
                <c:pt idx="1">
                  <c:v>Newstart Allowance</c:v>
                </c:pt>
                <c:pt idx="2">
                  <c:v>Parenting Payment (Single)</c:v>
                </c:pt>
                <c:pt idx="3">
                  <c:v>Parenting Payment (Partnered)</c:v>
                </c:pt>
                <c:pt idx="4">
                  <c:v>Youth Allowance (Student)</c:v>
                </c:pt>
                <c:pt idx="5">
                  <c:v>Youth Allowance (Job seeker)</c:v>
                </c:pt>
                <c:pt idx="6">
                  <c:v>Carer Payment</c:v>
                </c:pt>
                <c:pt idx="7">
                  <c:v>Other</c:v>
                </c:pt>
              </c:strCache>
            </c:strRef>
          </c:cat>
          <c:val>
            <c:numRef>
              <c:f>'figure 3.2'!$I$3:$I$10</c:f>
              <c:numCache>
                <c:formatCode>#,##0.00</c:formatCode>
                <c:ptCount val="8"/>
                <c:pt idx="0">
                  <c:v>6.8834917647329688</c:v>
                </c:pt>
                <c:pt idx="1">
                  <c:v>18.931950693001394</c:v>
                </c:pt>
                <c:pt idx="2">
                  <c:v>21.038446849756113</c:v>
                </c:pt>
                <c:pt idx="3">
                  <c:v>9.6192340928233122</c:v>
                </c:pt>
                <c:pt idx="4">
                  <c:v>19.690207403517984</c:v>
                </c:pt>
                <c:pt idx="5">
                  <c:v>12.399215515362824</c:v>
                </c:pt>
                <c:pt idx="6">
                  <c:v>8.2033535408860612</c:v>
                </c:pt>
                <c:pt idx="7">
                  <c:v>10.975312953027947</c:v>
                </c:pt>
              </c:numCache>
            </c:numRef>
          </c:val>
        </c:ser>
        <c:ser>
          <c:idx val="0"/>
          <c:order val="2"/>
          <c:tx>
            <c:strRef>
              <c:f>'figure 3.2'!$G$2</c:f>
              <c:strCache>
                <c:ptCount val="1"/>
                <c:pt idx="0">
                  <c:v>No housing assistance </c:v>
                </c:pt>
              </c:strCache>
            </c:strRef>
          </c:tx>
          <c:spPr>
            <a:solidFill>
              <a:srgbClr val="BFBFBF"/>
            </a:solidFill>
            <a:ln>
              <a:noFill/>
            </a:ln>
          </c:spPr>
          <c:invertIfNegative val="0"/>
          <c:cat>
            <c:strRef>
              <c:f>'figure 3.2'!$F$3:$F$10</c:f>
              <c:strCache>
                <c:ptCount val="8"/>
                <c:pt idx="0">
                  <c:v>Disability Support Pension</c:v>
                </c:pt>
                <c:pt idx="1">
                  <c:v>Newstart Allowance</c:v>
                </c:pt>
                <c:pt idx="2">
                  <c:v>Parenting Payment (Single)</c:v>
                </c:pt>
                <c:pt idx="3">
                  <c:v>Parenting Payment (Partnered)</c:v>
                </c:pt>
                <c:pt idx="4">
                  <c:v>Youth Allowance (Student)</c:v>
                </c:pt>
                <c:pt idx="5">
                  <c:v>Youth Allowance (Job seeker)</c:v>
                </c:pt>
                <c:pt idx="6">
                  <c:v>Carer Payment</c:v>
                </c:pt>
                <c:pt idx="7">
                  <c:v>Other</c:v>
                </c:pt>
              </c:strCache>
            </c:strRef>
          </c:cat>
          <c:val>
            <c:numRef>
              <c:f>'figure 3.2'!$G$3:$G$10</c:f>
              <c:numCache>
                <c:formatCode>#,##0.00</c:formatCode>
                <c:ptCount val="8"/>
                <c:pt idx="0">
                  <c:v>10.119665317824046</c:v>
                </c:pt>
                <c:pt idx="1">
                  <c:v>24.468072336400436</c:v>
                </c:pt>
                <c:pt idx="2">
                  <c:v>40.664387545867086</c:v>
                </c:pt>
                <c:pt idx="3">
                  <c:v>14.874354149072703</c:v>
                </c:pt>
                <c:pt idx="4">
                  <c:v>34.056270319049744</c:v>
                </c:pt>
                <c:pt idx="5">
                  <c:v>22.238178525496309</c:v>
                </c:pt>
                <c:pt idx="6">
                  <c:v>12.810208825925413</c:v>
                </c:pt>
                <c:pt idx="7">
                  <c:v>16.161938387842749</c:v>
                </c:pt>
              </c:numCache>
            </c:numRef>
          </c:val>
        </c:ser>
        <c:dLbls>
          <c:showLegendKey val="0"/>
          <c:showVal val="0"/>
          <c:showCatName val="0"/>
          <c:showSerName val="0"/>
          <c:showPercent val="0"/>
          <c:showBubbleSize val="0"/>
        </c:dLbls>
        <c:gapWidth val="150"/>
        <c:axId val="90058112"/>
        <c:axId val="90059904"/>
      </c:barChart>
      <c:catAx>
        <c:axId val="90058112"/>
        <c:scaling>
          <c:orientation val="minMax"/>
        </c:scaling>
        <c:delete val="0"/>
        <c:axPos val="b"/>
        <c:majorTickMark val="none"/>
        <c:minorTickMark val="none"/>
        <c:tickLblPos val="nextTo"/>
        <c:spPr>
          <a:ln>
            <a:solidFill>
              <a:srgbClr val="BFBFBF"/>
            </a:solidFill>
          </a:ln>
        </c:spPr>
        <c:crossAx val="90059904"/>
        <c:crosses val="autoZero"/>
        <c:auto val="1"/>
        <c:lblAlgn val="ctr"/>
        <c:lblOffset val="100"/>
        <c:noMultiLvlLbl val="0"/>
      </c:catAx>
      <c:valAx>
        <c:axId val="90059904"/>
        <c:scaling>
          <c:orientation val="minMax"/>
        </c:scaling>
        <c:delete val="0"/>
        <c:axPos val="l"/>
        <c:majorGridlines>
          <c:spPr>
            <a:ln>
              <a:noFill/>
            </a:ln>
          </c:spPr>
        </c:majorGridlines>
        <c:title>
          <c:tx>
            <c:rich>
              <a:bodyPr rot="-5400000" vert="horz"/>
              <a:lstStyle/>
              <a:p>
                <a:pPr>
                  <a:defRPr/>
                </a:pPr>
                <a:r>
                  <a:rPr lang="en-AU"/>
                  <a:t>Per cent</a:t>
                </a:r>
              </a:p>
            </c:rich>
          </c:tx>
          <c:layout/>
          <c:overlay val="0"/>
        </c:title>
        <c:numFmt formatCode="#,##0" sourceLinked="0"/>
        <c:majorTickMark val="out"/>
        <c:minorTickMark val="none"/>
        <c:tickLblPos val="nextTo"/>
        <c:spPr>
          <a:ln>
            <a:solidFill>
              <a:srgbClr val="BFBFBF"/>
            </a:solidFill>
          </a:ln>
        </c:spPr>
        <c:crossAx val="90058112"/>
        <c:crosses val="autoZero"/>
        <c:crossBetween val="between"/>
        <c:majorUnit val="9"/>
      </c:valAx>
      <c:spPr>
        <a:noFill/>
        <a:ln>
          <a:noFill/>
        </a:ln>
      </c:spPr>
    </c:plotArea>
    <c:legend>
      <c:legendPos val="b"/>
      <c:layout/>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7.5991148916604398E-2"/>
          <c:y val="3.3109165354330707E-2"/>
          <c:w val="0.92400894190636684"/>
          <c:h val="0.59856832189226994"/>
        </c:manualLayout>
      </c:layout>
      <c:barChart>
        <c:barDir val="col"/>
        <c:grouping val="clustered"/>
        <c:varyColors val="0"/>
        <c:ser>
          <c:idx val="1"/>
          <c:order val="0"/>
          <c:tx>
            <c:v>Commonwealth Rent Assistance</c:v>
          </c:tx>
          <c:spPr>
            <a:solidFill>
              <a:srgbClr val="78A22F"/>
            </a:solidFill>
            <a:ln>
              <a:noFill/>
            </a:ln>
          </c:spPr>
          <c:invertIfNegative val="0"/>
          <c:cat>
            <c:strRef>
              <c:f>'predicted probability'!$B$30:$B$37</c:f>
              <c:strCache>
                <c:ptCount val="8"/>
                <c:pt idx="0">
                  <c:v>Disability Support Pension</c:v>
                </c:pt>
                <c:pt idx="1">
                  <c:v>Newstart Allowance</c:v>
                </c:pt>
                <c:pt idx="2">
                  <c:v>Parenting Payment (Single)</c:v>
                </c:pt>
                <c:pt idx="3">
                  <c:v>Parenting Payment (Partnered)</c:v>
                </c:pt>
                <c:pt idx="4">
                  <c:v>Youth Allowance (Study)</c:v>
                </c:pt>
                <c:pt idx="5">
                  <c:v>Youth Allowance (Job seeker)</c:v>
                </c:pt>
                <c:pt idx="6">
                  <c:v>Carer Payment</c:v>
                </c:pt>
                <c:pt idx="7">
                  <c:v>Other</c:v>
                </c:pt>
              </c:strCache>
            </c:strRef>
          </c:cat>
          <c:val>
            <c:numRef>
              <c:f>'predicted probability'!$E$30:$E$37</c:f>
              <c:numCache>
                <c:formatCode>General</c:formatCode>
                <c:ptCount val="8"/>
                <c:pt idx="0">
                  <c:v>9.7767900000000001</c:v>
                </c:pt>
                <c:pt idx="1">
                  <c:v>23.998539999999998</c:v>
                </c:pt>
                <c:pt idx="2">
                  <c:v>36.579080000000005</c:v>
                </c:pt>
                <c:pt idx="3">
                  <c:v>13.463200000000001</c:v>
                </c:pt>
                <c:pt idx="4">
                  <c:v>38.783640000000005</c:v>
                </c:pt>
                <c:pt idx="5">
                  <c:v>27.178329999999999</c:v>
                </c:pt>
                <c:pt idx="6">
                  <c:v>11.14899</c:v>
                </c:pt>
                <c:pt idx="7">
                  <c:v>20.286819999999999</c:v>
                </c:pt>
              </c:numCache>
            </c:numRef>
          </c:val>
        </c:ser>
        <c:ser>
          <c:idx val="2"/>
          <c:order val="1"/>
          <c:tx>
            <c:v>Public housing</c:v>
          </c:tx>
          <c:spPr>
            <a:solidFill>
              <a:srgbClr val="265A9A"/>
            </a:solidFill>
            <a:ln>
              <a:noFill/>
            </a:ln>
          </c:spPr>
          <c:invertIfNegative val="0"/>
          <c:cat>
            <c:strRef>
              <c:f>'predicted probability'!$B$30:$B$37</c:f>
              <c:strCache>
                <c:ptCount val="8"/>
                <c:pt idx="0">
                  <c:v>Disability Support Pension</c:v>
                </c:pt>
                <c:pt idx="1">
                  <c:v>Newstart Allowance</c:v>
                </c:pt>
                <c:pt idx="2">
                  <c:v>Parenting Payment (Single)</c:v>
                </c:pt>
                <c:pt idx="3">
                  <c:v>Parenting Payment (Partnered)</c:v>
                </c:pt>
                <c:pt idx="4">
                  <c:v>Youth Allowance (Study)</c:v>
                </c:pt>
                <c:pt idx="5">
                  <c:v>Youth Allowance (Job seeker)</c:v>
                </c:pt>
                <c:pt idx="6">
                  <c:v>Carer Payment</c:v>
                </c:pt>
                <c:pt idx="7">
                  <c:v>Other</c:v>
                </c:pt>
              </c:strCache>
            </c:strRef>
          </c:cat>
          <c:val>
            <c:numRef>
              <c:f>'predicted probability'!$E$46:$E$53</c:f>
              <c:numCache>
                <c:formatCode>General</c:formatCode>
                <c:ptCount val="8"/>
                <c:pt idx="0">
                  <c:v>7.0799000000000003</c:v>
                </c:pt>
                <c:pt idx="1">
                  <c:v>20.11477</c:v>
                </c:pt>
                <c:pt idx="2">
                  <c:v>23.555880000000002</c:v>
                </c:pt>
                <c:pt idx="3">
                  <c:v>10.791499999999999</c:v>
                </c:pt>
                <c:pt idx="4">
                  <c:v>25.415749999999999</c:v>
                </c:pt>
                <c:pt idx="5">
                  <c:v>14.668229999999999</c:v>
                </c:pt>
                <c:pt idx="6">
                  <c:v>8.4106000000000005</c:v>
                </c:pt>
                <c:pt idx="7">
                  <c:v>12.055860000000001</c:v>
                </c:pt>
              </c:numCache>
            </c:numRef>
          </c:val>
        </c:ser>
        <c:ser>
          <c:idx val="0"/>
          <c:order val="2"/>
          <c:tx>
            <c:v>No housing assistance</c:v>
          </c:tx>
          <c:spPr>
            <a:solidFill>
              <a:srgbClr val="BFBFBF"/>
            </a:solidFill>
            <a:ln>
              <a:noFill/>
            </a:ln>
          </c:spPr>
          <c:invertIfNegative val="0"/>
          <c:cat>
            <c:strRef>
              <c:f>'predicted probability'!$B$30:$B$37</c:f>
              <c:strCache>
                <c:ptCount val="8"/>
                <c:pt idx="0">
                  <c:v>Disability Support Pension</c:v>
                </c:pt>
                <c:pt idx="1">
                  <c:v>Newstart Allowance</c:v>
                </c:pt>
                <c:pt idx="2">
                  <c:v>Parenting Payment (Single)</c:v>
                </c:pt>
                <c:pt idx="3">
                  <c:v>Parenting Payment (Partnered)</c:v>
                </c:pt>
                <c:pt idx="4">
                  <c:v>Youth Allowance (Study)</c:v>
                </c:pt>
                <c:pt idx="5">
                  <c:v>Youth Allowance (Job seeker)</c:v>
                </c:pt>
                <c:pt idx="6">
                  <c:v>Carer Payment</c:v>
                </c:pt>
                <c:pt idx="7">
                  <c:v>Other</c:v>
                </c:pt>
              </c:strCache>
            </c:strRef>
          </c:cat>
          <c:val>
            <c:numRef>
              <c:f>'predicted probability'!$E$38:$E$45</c:f>
              <c:numCache>
                <c:formatCode>General</c:formatCode>
                <c:ptCount val="8"/>
                <c:pt idx="0">
                  <c:v>10.82673</c:v>
                </c:pt>
                <c:pt idx="1">
                  <c:v>23.620809999999999</c:v>
                </c:pt>
                <c:pt idx="2">
                  <c:v>38.966260000000005</c:v>
                </c:pt>
                <c:pt idx="3">
                  <c:v>13.62941</c:v>
                </c:pt>
                <c:pt idx="4">
                  <c:v>37.073640000000005</c:v>
                </c:pt>
                <c:pt idx="5">
                  <c:v>23.670680000000001</c:v>
                </c:pt>
                <c:pt idx="6">
                  <c:v>12.442630000000001</c:v>
                </c:pt>
                <c:pt idx="7">
                  <c:v>15.647150000000002</c:v>
                </c:pt>
              </c:numCache>
            </c:numRef>
          </c:val>
        </c:ser>
        <c:dLbls>
          <c:showLegendKey val="0"/>
          <c:showVal val="0"/>
          <c:showCatName val="0"/>
          <c:showSerName val="0"/>
          <c:showPercent val="0"/>
          <c:showBubbleSize val="0"/>
        </c:dLbls>
        <c:gapWidth val="150"/>
        <c:axId val="154512000"/>
        <c:axId val="185147776"/>
      </c:barChart>
      <c:catAx>
        <c:axId val="154512000"/>
        <c:scaling>
          <c:orientation val="minMax"/>
        </c:scaling>
        <c:delete val="0"/>
        <c:axPos val="b"/>
        <c:majorTickMark val="none"/>
        <c:minorTickMark val="none"/>
        <c:tickLblPos val="nextTo"/>
        <c:spPr>
          <a:ln>
            <a:solidFill>
              <a:srgbClr val="BFBFBF"/>
            </a:solidFill>
          </a:ln>
        </c:spPr>
        <c:txPr>
          <a:bodyPr/>
          <a:lstStyle/>
          <a:p>
            <a:pPr>
              <a:defRPr sz="870"/>
            </a:pPr>
            <a:endParaRPr lang="en-US"/>
          </a:p>
        </c:txPr>
        <c:crossAx val="185147776"/>
        <c:crosses val="autoZero"/>
        <c:auto val="1"/>
        <c:lblAlgn val="ctr"/>
        <c:lblOffset val="100"/>
        <c:noMultiLvlLbl val="0"/>
      </c:catAx>
      <c:valAx>
        <c:axId val="185147776"/>
        <c:scaling>
          <c:orientation val="minMax"/>
        </c:scaling>
        <c:delete val="0"/>
        <c:axPos val="l"/>
        <c:majorGridlines>
          <c:spPr>
            <a:ln>
              <a:noFill/>
            </a:ln>
          </c:spPr>
        </c:majorGridlines>
        <c:title>
          <c:tx>
            <c:rich>
              <a:bodyPr rot="-5400000" vert="horz"/>
              <a:lstStyle/>
              <a:p>
                <a:pPr>
                  <a:defRPr/>
                </a:pPr>
                <a:r>
                  <a:rPr lang="en-AU" baseline="0"/>
                  <a:t>Per cent</a:t>
                </a:r>
                <a:endParaRPr lang="en-AU"/>
              </a:p>
            </c:rich>
          </c:tx>
          <c:layout>
            <c:manualLayout>
              <c:xMode val="edge"/>
              <c:yMode val="edge"/>
              <c:x val="2.2704369982949209E-3"/>
              <c:y val="0.24566274015748032"/>
            </c:manualLayout>
          </c:layout>
          <c:overlay val="0"/>
        </c:title>
        <c:numFmt formatCode="General" sourceLinked="1"/>
        <c:majorTickMark val="out"/>
        <c:minorTickMark val="none"/>
        <c:tickLblPos val="nextTo"/>
        <c:spPr>
          <a:ln>
            <a:solidFill>
              <a:srgbClr val="BFBFBF"/>
            </a:solidFill>
          </a:ln>
        </c:spPr>
        <c:crossAx val="154512000"/>
        <c:crosses val="autoZero"/>
        <c:crossBetween val="between"/>
        <c:majorUnit val="9"/>
      </c:valAx>
      <c:spPr>
        <a:noFill/>
        <a:ln>
          <a:noFill/>
        </a:ln>
      </c:spPr>
    </c:plotArea>
    <c:legend>
      <c:legendPos val="b"/>
      <c:layout>
        <c:manualLayout>
          <c:xMode val="edge"/>
          <c:yMode val="edge"/>
          <c:x val="0"/>
          <c:y val="0.93551367521367523"/>
          <c:w val="1"/>
          <c:h val="6.4486324786324781E-2"/>
        </c:manualLayout>
      </c:layout>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9.9220232384607185E-2"/>
          <c:y val="2.7235074626865672E-2"/>
          <c:w val="0.88666862097146715"/>
          <c:h val="0.645903399668325"/>
        </c:manualLayout>
      </c:layout>
      <c:barChart>
        <c:barDir val="col"/>
        <c:grouping val="clustered"/>
        <c:varyColors val="0"/>
        <c:ser>
          <c:idx val="0"/>
          <c:order val="0"/>
          <c:tx>
            <c:strRef>
              <c:f>'ppt difference_p'!$P$25</c:f>
              <c:strCache>
                <c:ptCount val="1"/>
                <c:pt idx="0">
                  <c:v>Commonwealth Rent Assistance</c:v>
                </c:pt>
              </c:strCache>
            </c:strRef>
          </c:tx>
          <c:spPr>
            <a:solidFill>
              <a:srgbClr val="78A22F"/>
            </a:solidFill>
            <a:ln>
              <a:solidFill>
                <a:srgbClr val="78A22F"/>
              </a:solidFill>
            </a:ln>
          </c:spPr>
          <c:invertIfNegative val="0"/>
          <c:cat>
            <c:strRef>
              <c:f>'ppt difference_p'!$O$39:$O$46</c:f>
              <c:strCache>
                <c:ptCount val="8"/>
                <c:pt idx="0">
                  <c:v>Disability Support Pension</c:v>
                </c:pt>
                <c:pt idx="1">
                  <c:v>Newstart Allowance</c:v>
                </c:pt>
                <c:pt idx="2">
                  <c:v>Parenting Payment (Single)</c:v>
                </c:pt>
                <c:pt idx="3">
                  <c:v>Parenting Payment (Partnered)</c:v>
                </c:pt>
                <c:pt idx="4">
                  <c:v>Youth Allowance (Study)</c:v>
                </c:pt>
                <c:pt idx="5">
                  <c:v>Youth Allowance (Job seeker)</c:v>
                </c:pt>
                <c:pt idx="6">
                  <c:v>Carer Payment</c:v>
                </c:pt>
                <c:pt idx="7">
                  <c:v>Other</c:v>
                </c:pt>
              </c:strCache>
            </c:strRef>
          </c:cat>
          <c:val>
            <c:numRef>
              <c:f>'ppt difference_p'!$P$39:$P$46</c:f>
              <c:numCache>
                <c:formatCode>0.00</c:formatCode>
                <c:ptCount val="8"/>
                <c:pt idx="0">
                  <c:v>0.32590695095402999</c:v>
                </c:pt>
                <c:pt idx="1">
                  <c:v>2.3457051513197698</c:v>
                </c:pt>
                <c:pt idx="2">
                  <c:v>2.3592798221561111</c:v>
                </c:pt>
                <c:pt idx="3">
                  <c:v>1.5491389065547487</c:v>
                </c:pt>
                <c:pt idx="4">
                  <c:v>0.33123446830311742</c:v>
                </c:pt>
                <c:pt idx="5">
                  <c:v>0.32007849092708796</c:v>
                </c:pt>
                <c:pt idx="6">
                  <c:v>0.30789984505463686</c:v>
                </c:pt>
                <c:pt idx="7">
                  <c:v>0.76631478958774935</c:v>
                </c:pt>
              </c:numCache>
            </c:numRef>
          </c:val>
        </c:ser>
        <c:ser>
          <c:idx val="1"/>
          <c:order val="1"/>
          <c:tx>
            <c:strRef>
              <c:f>'ppt difference_p'!$Q$25</c:f>
              <c:strCache>
                <c:ptCount val="1"/>
                <c:pt idx="0">
                  <c:v>Public housing</c:v>
                </c:pt>
              </c:strCache>
            </c:strRef>
          </c:tx>
          <c:spPr>
            <a:solidFill>
              <a:srgbClr val="265A9A"/>
            </a:solidFill>
            <a:ln>
              <a:solidFill>
                <a:srgbClr val="265A9A"/>
              </a:solidFill>
            </a:ln>
          </c:spPr>
          <c:invertIfNegative val="0"/>
          <c:cat>
            <c:strRef>
              <c:f>'ppt difference_p'!$O$39:$O$46</c:f>
              <c:strCache>
                <c:ptCount val="8"/>
                <c:pt idx="0">
                  <c:v>Disability Support Pension</c:v>
                </c:pt>
                <c:pt idx="1">
                  <c:v>Newstart Allowance</c:v>
                </c:pt>
                <c:pt idx="2">
                  <c:v>Parenting Payment (Single)</c:v>
                </c:pt>
                <c:pt idx="3">
                  <c:v>Parenting Payment (Partnered)</c:v>
                </c:pt>
                <c:pt idx="4">
                  <c:v>Youth Allowance (Study)</c:v>
                </c:pt>
                <c:pt idx="5">
                  <c:v>Youth Allowance (Job seeker)</c:v>
                </c:pt>
                <c:pt idx="6">
                  <c:v>Carer Payment</c:v>
                </c:pt>
                <c:pt idx="7">
                  <c:v>Other</c:v>
                </c:pt>
              </c:strCache>
            </c:strRef>
          </c:cat>
          <c:val>
            <c:numRef>
              <c:f>'ppt difference_p'!$Q$39:$Q$46</c:f>
              <c:numCache>
                <c:formatCode>0.00</c:formatCode>
                <c:ptCount val="8"/>
                <c:pt idx="0">
                  <c:v>-1.4609036585687605</c:v>
                </c:pt>
                <c:pt idx="1">
                  <c:v>2.3864302506932731</c:v>
                </c:pt>
                <c:pt idx="2">
                  <c:v>0.66355098631609621</c:v>
                </c:pt>
                <c:pt idx="3">
                  <c:v>4.2034696719995068</c:v>
                </c:pt>
                <c:pt idx="4">
                  <c:v>1.5320848278698325</c:v>
                </c:pt>
                <c:pt idx="5">
                  <c:v>-0.90796105157959772</c:v>
                </c:pt>
                <c:pt idx="6">
                  <c:v>-0.5795640312888235</c:v>
                </c:pt>
                <c:pt idx="7">
                  <c:v>-1.3439284690635134</c:v>
                </c:pt>
              </c:numCache>
            </c:numRef>
          </c:val>
        </c:ser>
        <c:dLbls>
          <c:showLegendKey val="0"/>
          <c:showVal val="0"/>
          <c:showCatName val="0"/>
          <c:showSerName val="0"/>
          <c:showPercent val="0"/>
          <c:showBubbleSize val="0"/>
        </c:dLbls>
        <c:gapWidth val="150"/>
        <c:axId val="185177216"/>
        <c:axId val="185178752"/>
      </c:barChart>
      <c:catAx>
        <c:axId val="185177216"/>
        <c:scaling>
          <c:orientation val="minMax"/>
        </c:scaling>
        <c:delete val="0"/>
        <c:axPos val="b"/>
        <c:majorTickMark val="none"/>
        <c:minorTickMark val="none"/>
        <c:tickLblPos val="low"/>
        <c:spPr>
          <a:ln>
            <a:solidFill>
              <a:srgbClr val="BFBFBF"/>
            </a:solidFill>
          </a:ln>
        </c:spPr>
        <c:txPr>
          <a:bodyPr/>
          <a:lstStyle/>
          <a:p>
            <a:pPr>
              <a:defRPr sz="850"/>
            </a:pPr>
            <a:endParaRPr lang="en-US"/>
          </a:p>
        </c:txPr>
        <c:crossAx val="185178752"/>
        <c:crosses val="autoZero"/>
        <c:auto val="1"/>
        <c:lblAlgn val="ctr"/>
        <c:lblOffset val="100"/>
        <c:noMultiLvlLbl val="0"/>
      </c:catAx>
      <c:valAx>
        <c:axId val="185178752"/>
        <c:scaling>
          <c:orientation val="minMax"/>
          <c:max val="45"/>
          <c:min val="-9"/>
        </c:scaling>
        <c:delete val="0"/>
        <c:axPos val="l"/>
        <c:majorGridlines>
          <c:spPr>
            <a:ln>
              <a:noFill/>
            </a:ln>
          </c:spPr>
        </c:majorGridlines>
        <c:title>
          <c:tx>
            <c:rich>
              <a:bodyPr rot="-5400000" vert="horz"/>
              <a:lstStyle/>
              <a:p>
                <a:pPr>
                  <a:defRPr/>
                </a:pPr>
                <a:r>
                  <a:rPr lang="en-AU"/>
                  <a:t>Percentage</a:t>
                </a:r>
                <a:r>
                  <a:rPr lang="en-AU" baseline="0"/>
                  <a:t> points</a:t>
                </a:r>
              </a:p>
            </c:rich>
          </c:tx>
          <c:layout>
            <c:manualLayout>
              <c:xMode val="edge"/>
              <c:yMode val="edge"/>
              <c:x val="1.1596934865900382E-2"/>
              <c:y val="0.14101077943615259"/>
            </c:manualLayout>
          </c:layout>
          <c:overlay val="0"/>
        </c:title>
        <c:numFmt formatCode="0" sourceLinked="0"/>
        <c:majorTickMark val="out"/>
        <c:minorTickMark val="none"/>
        <c:tickLblPos val="nextTo"/>
        <c:spPr>
          <a:ln>
            <a:solidFill>
              <a:srgbClr val="BFBFBF"/>
            </a:solidFill>
          </a:ln>
        </c:spPr>
        <c:crossAx val="185177216"/>
        <c:crosses val="autoZero"/>
        <c:crossBetween val="between"/>
        <c:majorUnit val="9"/>
      </c:valAx>
      <c:spPr>
        <a:noFill/>
        <a:ln>
          <a:noFill/>
        </a:ln>
      </c:spPr>
    </c:plotArea>
    <c:legend>
      <c:legendPos val="b"/>
      <c:layout>
        <c:manualLayout>
          <c:xMode val="edge"/>
          <c:yMode val="edge"/>
          <c:x val="9.844636015325671E-2"/>
          <c:y val="0.91602031509121062"/>
          <c:w val="0.79580842911877403"/>
          <c:h val="8.397968490878939E-2"/>
        </c:manualLayout>
      </c:layout>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8.4213984674329501E-2"/>
          <c:y val="3.3074820788530468E-2"/>
          <c:w val="0.9157860153256705"/>
          <c:h val="0.58293817204301079"/>
        </c:manualLayout>
      </c:layout>
      <c:barChart>
        <c:barDir val="col"/>
        <c:grouping val="clustered"/>
        <c:varyColors val="0"/>
        <c:ser>
          <c:idx val="1"/>
          <c:order val="0"/>
          <c:tx>
            <c:v>Commonwealth Rent Assistance</c:v>
          </c:tx>
          <c:spPr>
            <a:solidFill>
              <a:srgbClr val="78A22F"/>
            </a:solidFill>
            <a:ln>
              <a:noFill/>
            </a:ln>
          </c:spPr>
          <c:invertIfNegative val="0"/>
          <c:cat>
            <c:strRef>
              <c:f>'descriptive statistics_children'!$B$5:$B$12</c:f>
              <c:strCache>
                <c:ptCount val="8"/>
                <c:pt idx="0">
                  <c:v>Disability Support Pension</c:v>
                </c:pt>
                <c:pt idx="1">
                  <c:v>Newstart Allowance</c:v>
                </c:pt>
                <c:pt idx="2">
                  <c:v>Parenting Payment (Single)</c:v>
                </c:pt>
                <c:pt idx="3">
                  <c:v>Parenting Payment (Partnered)</c:v>
                </c:pt>
                <c:pt idx="4">
                  <c:v>Youth Allowance (Study)</c:v>
                </c:pt>
                <c:pt idx="5">
                  <c:v>Youth Allowance (Job seeker)</c:v>
                </c:pt>
                <c:pt idx="6">
                  <c:v>Carer Payment</c:v>
                </c:pt>
                <c:pt idx="7">
                  <c:v>Other</c:v>
                </c:pt>
              </c:strCache>
            </c:strRef>
          </c:cat>
          <c:val>
            <c:numRef>
              <c:f>'descriptive statistics_children'!$E$5:$E$12</c:f>
              <c:numCache>
                <c:formatCode>General</c:formatCode>
                <c:ptCount val="8"/>
                <c:pt idx="0">
                  <c:v>11.730450000000001</c:v>
                </c:pt>
                <c:pt idx="1">
                  <c:v>18.42306</c:v>
                </c:pt>
                <c:pt idx="2">
                  <c:v>9.8288700000000002</c:v>
                </c:pt>
                <c:pt idx="3">
                  <c:v>6.3251699999999991</c:v>
                </c:pt>
                <c:pt idx="4">
                  <c:v>24.32216</c:v>
                </c:pt>
                <c:pt idx="5">
                  <c:v>22.774330000000003</c:v>
                </c:pt>
                <c:pt idx="6">
                  <c:v>8.6389899999999997</c:v>
                </c:pt>
                <c:pt idx="7">
                  <c:v>12.09787</c:v>
                </c:pt>
              </c:numCache>
            </c:numRef>
          </c:val>
        </c:ser>
        <c:ser>
          <c:idx val="2"/>
          <c:order val="1"/>
          <c:tx>
            <c:v>Public housing</c:v>
          </c:tx>
          <c:spPr>
            <a:solidFill>
              <a:srgbClr val="265A9A"/>
            </a:solidFill>
            <a:ln>
              <a:noFill/>
            </a:ln>
          </c:spPr>
          <c:invertIfNegative val="0"/>
          <c:cat>
            <c:strRef>
              <c:f>'descriptive statistics_children'!$B$5:$B$12</c:f>
              <c:strCache>
                <c:ptCount val="8"/>
                <c:pt idx="0">
                  <c:v>Disability Support Pension</c:v>
                </c:pt>
                <c:pt idx="1">
                  <c:v>Newstart Allowance</c:v>
                </c:pt>
                <c:pt idx="2">
                  <c:v>Parenting Payment (Single)</c:v>
                </c:pt>
                <c:pt idx="3">
                  <c:v>Parenting Payment (Partnered)</c:v>
                </c:pt>
                <c:pt idx="4">
                  <c:v>Youth Allowance (Study)</c:v>
                </c:pt>
                <c:pt idx="5">
                  <c:v>Youth Allowance (Job seeker)</c:v>
                </c:pt>
                <c:pt idx="6">
                  <c:v>Carer Payment</c:v>
                </c:pt>
                <c:pt idx="7">
                  <c:v>Other</c:v>
                </c:pt>
              </c:strCache>
            </c:strRef>
          </c:cat>
          <c:val>
            <c:numRef>
              <c:f>'descriptive statistics_children'!$E$21:$E$28</c:f>
              <c:numCache>
                <c:formatCode>General</c:formatCode>
                <c:ptCount val="8"/>
                <c:pt idx="0">
                  <c:v>11.213620000000001</c:v>
                </c:pt>
                <c:pt idx="1">
                  <c:v>14.55236</c:v>
                </c:pt>
                <c:pt idx="2">
                  <c:v>6.7768199999999998</c:v>
                </c:pt>
                <c:pt idx="3">
                  <c:v>4.5629200000000001</c:v>
                </c:pt>
                <c:pt idx="4">
                  <c:v>21.077580000000001</c:v>
                </c:pt>
                <c:pt idx="5">
                  <c:v>16.164439999999999</c:v>
                </c:pt>
                <c:pt idx="6">
                  <c:v>7.7284599999999992</c:v>
                </c:pt>
                <c:pt idx="7">
                  <c:v>8.4504599999999996</c:v>
                </c:pt>
              </c:numCache>
            </c:numRef>
          </c:val>
        </c:ser>
        <c:ser>
          <c:idx val="0"/>
          <c:order val="2"/>
          <c:tx>
            <c:v>No housing assistance</c:v>
          </c:tx>
          <c:spPr>
            <a:solidFill>
              <a:srgbClr val="BFBFBF"/>
            </a:solidFill>
            <a:ln>
              <a:noFill/>
            </a:ln>
          </c:spPr>
          <c:invertIfNegative val="0"/>
          <c:cat>
            <c:strRef>
              <c:f>'descriptive statistics_children'!$B$5:$B$12</c:f>
              <c:strCache>
                <c:ptCount val="8"/>
                <c:pt idx="0">
                  <c:v>Disability Support Pension</c:v>
                </c:pt>
                <c:pt idx="1">
                  <c:v>Newstart Allowance</c:v>
                </c:pt>
                <c:pt idx="2">
                  <c:v>Parenting Payment (Single)</c:v>
                </c:pt>
                <c:pt idx="3">
                  <c:v>Parenting Payment (Partnered)</c:v>
                </c:pt>
                <c:pt idx="4">
                  <c:v>Youth Allowance (Study)</c:v>
                </c:pt>
                <c:pt idx="5">
                  <c:v>Youth Allowance (Job seeker)</c:v>
                </c:pt>
                <c:pt idx="6">
                  <c:v>Carer Payment</c:v>
                </c:pt>
                <c:pt idx="7">
                  <c:v>Other</c:v>
                </c:pt>
              </c:strCache>
            </c:strRef>
          </c:cat>
          <c:val>
            <c:numRef>
              <c:f>'descriptive statistics_children'!$E$13:$E$20</c:f>
              <c:numCache>
                <c:formatCode>General</c:formatCode>
                <c:ptCount val="8"/>
                <c:pt idx="0">
                  <c:v>14.280809999999999</c:v>
                </c:pt>
                <c:pt idx="1">
                  <c:v>21.135629999999999</c:v>
                </c:pt>
                <c:pt idx="2">
                  <c:v>12.868920000000001</c:v>
                </c:pt>
                <c:pt idx="3">
                  <c:v>6.2060300000000002</c:v>
                </c:pt>
                <c:pt idx="4">
                  <c:v>30.142669999999999</c:v>
                </c:pt>
                <c:pt idx="5">
                  <c:v>27.324999999999999</c:v>
                </c:pt>
                <c:pt idx="6">
                  <c:v>11.06039</c:v>
                </c:pt>
                <c:pt idx="7">
                  <c:v>12.66667</c:v>
                </c:pt>
              </c:numCache>
            </c:numRef>
          </c:val>
        </c:ser>
        <c:dLbls>
          <c:showLegendKey val="0"/>
          <c:showVal val="0"/>
          <c:showCatName val="0"/>
          <c:showSerName val="0"/>
          <c:showPercent val="0"/>
          <c:showBubbleSize val="0"/>
        </c:dLbls>
        <c:gapWidth val="150"/>
        <c:axId val="200294784"/>
        <c:axId val="200296320"/>
      </c:barChart>
      <c:catAx>
        <c:axId val="200294784"/>
        <c:scaling>
          <c:orientation val="minMax"/>
        </c:scaling>
        <c:delete val="0"/>
        <c:axPos val="b"/>
        <c:majorTickMark val="none"/>
        <c:minorTickMark val="none"/>
        <c:tickLblPos val="nextTo"/>
        <c:spPr>
          <a:ln>
            <a:solidFill>
              <a:srgbClr val="BFBFBF"/>
            </a:solidFill>
          </a:ln>
        </c:spPr>
        <c:txPr>
          <a:bodyPr/>
          <a:lstStyle/>
          <a:p>
            <a:pPr>
              <a:defRPr sz="870"/>
            </a:pPr>
            <a:endParaRPr lang="en-US"/>
          </a:p>
        </c:txPr>
        <c:crossAx val="200296320"/>
        <c:crosses val="autoZero"/>
        <c:auto val="1"/>
        <c:lblAlgn val="ctr"/>
        <c:lblOffset val="100"/>
        <c:noMultiLvlLbl val="0"/>
      </c:catAx>
      <c:valAx>
        <c:axId val="200296320"/>
        <c:scaling>
          <c:orientation val="minMax"/>
          <c:max val="30"/>
        </c:scaling>
        <c:delete val="0"/>
        <c:axPos val="l"/>
        <c:majorGridlines>
          <c:spPr>
            <a:ln>
              <a:noFill/>
            </a:ln>
          </c:spPr>
        </c:majorGridlines>
        <c:title>
          <c:tx>
            <c:rich>
              <a:bodyPr rot="-5400000" vert="horz"/>
              <a:lstStyle/>
              <a:p>
                <a:pPr>
                  <a:defRPr/>
                </a:pPr>
                <a:r>
                  <a:rPr lang="en-AU" baseline="0"/>
                  <a:t>Per cent</a:t>
                </a:r>
                <a:endParaRPr lang="en-AU"/>
              </a:p>
            </c:rich>
          </c:tx>
          <c:layout>
            <c:manualLayout>
              <c:xMode val="edge"/>
              <c:yMode val="edge"/>
              <c:x val="4.7036366443499377E-3"/>
              <c:y val="0.32249178865824657"/>
            </c:manualLayout>
          </c:layout>
          <c:overlay val="0"/>
        </c:title>
        <c:numFmt formatCode="General" sourceLinked="1"/>
        <c:majorTickMark val="out"/>
        <c:minorTickMark val="none"/>
        <c:tickLblPos val="nextTo"/>
        <c:spPr>
          <a:ln>
            <a:solidFill>
              <a:srgbClr val="BFBFBF"/>
            </a:solidFill>
          </a:ln>
        </c:spPr>
        <c:crossAx val="200294784"/>
        <c:crosses val="autoZero"/>
        <c:crossBetween val="between"/>
        <c:majorUnit val="6"/>
      </c:valAx>
      <c:spPr>
        <a:noFill/>
        <a:ln>
          <a:noFill/>
        </a:ln>
      </c:spPr>
    </c:plotArea>
    <c:legend>
      <c:legendPos val="b"/>
      <c:layout>
        <c:manualLayout>
          <c:xMode val="edge"/>
          <c:yMode val="edge"/>
          <c:x val="5.0000028756362107E-2"/>
          <c:y val="0.90627953334707023"/>
          <c:w val="0.89999994248727577"/>
          <c:h val="9.3720518445071926E-2"/>
        </c:manualLayout>
      </c:layout>
      <c:overlay val="0"/>
      <c:spPr>
        <a:ln>
          <a:noFill/>
        </a:ln>
      </c:spPr>
    </c:legend>
    <c:plotVisOnly val="1"/>
    <c:dispBlanksAs val="gap"/>
    <c:showDLblsOverMax val="0"/>
  </c:chart>
  <c:spPr>
    <a:solidFill>
      <a:sysClr val="window" lastClr="FFFFFF"/>
    </a:solidFill>
    <a:ln>
      <a:noFill/>
    </a:ln>
  </c:spPr>
  <c:txPr>
    <a:bodyPr/>
    <a:lstStyle/>
    <a:p>
      <a:pPr>
        <a:defRPr sz="900" spc="20" baseline="0">
          <a:latin typeface="Arial" pitchFamily="34" charset="0"/>
        </a:defRPr>
      </a:pPr>
      <a:endParaRPr lang="en-US"/>
    </a:p>
  </c:txPr>
  <c:externalData r:id="rId2">
    <c:autoUpdate val="0"/>
  </c:externalData>
</c:chartSpace>
</file>

<file path=word/drawings/drawing1.xml><?xml version="1.0" encoding="utf-8"?>
<c:userShapes xmlns:c="http://schemas.openxmlformats.org/drawingml/2006/chart">
  <cdr:relSizeAnchor xmlns:cdr="http://schemas.openxmlformats.org/drawingml/2006/chartDrawing">
    <cdr:from>
      <cdr:x>0.33625</cdr:x>
      <cdr:y>0</cdr:y>
    </cdr:from>
    <cdr:to>
      <cdr:x>0.51858</cdr:x>
      <cdr:y>0.08795</cdr:y>
    </cdr:to>
    <cdr:sp macro="" textlink="">
      <cdr:nvSpPr>
        <cdr:cNvPr id="2" name="Text Box 1"/>
        <cdr:cNvSpPr txBox="1"/>
      </cdr:nvSpPr>
      <cdr:spPr>
        <a:xfrm xmlns:a="http://schemas.openxmlformats.org/drawingml/2006/main">
          <a:off x="1809569" y="0"/>
          <a:ext cx="981256" cy="23746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AU" sz="1100" b="1"/>
        </a:p>
      </cdr:txBody>
    </cdr:sp>
  </cdr:relSizeAnchor>
</c:userShapes>
</file>

<file path=word/drawings/drawing2.xml><?xml version="1.0" encoding="utf-8"?>
<c:userShapes xmlns:c="http://schemas.openxmlformats.org/drawingml/2006/chart">
  <cdr:relSizeAnchor xmlns:cdr="http://schemas.openxmlformats.org/drawingml/2006/chartDrawing">
    <cdr:from>
      <cdr:x>0.338</cdr:x>
      <cdr:y>0</cdr:y>
    </cdr:from>
    <cdr:to>
      <cdr:x>0.669</cdr:x>
      <cdr:y>0.0821</cdr:y>
    </cdr:to>
    <cdr:sp macro="" textlink="">
      <cdr:nvSpPr>
        <cdr:cNvPr id="12" name="Text Box 2"/>
        <cdr:cNvSpPr txBox="1"/>
      </cdr:nvSpPr>
      <cdr:spPr>
        <a:xfrm xmlns:a="http://schemas.openxmlformats.org/drawingml/2006/main">
          <a:off x="1838325" y="0"/>
          <a:ext cx="1800225" cy="2286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AU" sz="1100" b="1"/>
        </a:p>
      </cdr:txBody>
    </cdr:sp>
  </cdr:relSizeAnchor>
  <cdr:relSizeAnchor xmlns:cdr="http://schemas.openxmlformats.org/drawingml/2006/chartDrawing">
    <cdr:from>
      <cdr:x>0</cdr:x>
      <cdr:y>0</cdr:y>
    </cdr:from>
    <cdr:to>
      <cdr:x>0</cdr:x>
      <cdr:y>0</cdr:y>
    </cdr:to>
    <cdr:sp macro="" textlink="">
      <cdr:nvSpPr>
        <cdr:cNvPr id="11" name="Text Box 2"/>
        <cdr:cNvSpPr txBox="1"/>
      </cdr:nvSpPr>
      <cdr:spPr>
        <a:xfrm xmlns:a="http://schemas.openxmlformats.org/drawingml/2006/main" flipH="1" flipV="1">
          <a:off x="-5457826" y="-8877300"/>
          <a:ext cx="0" cy="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AU" sz="1100"/>
            <a:t>(</a:t>
          </a:r>
          <a:r>
            <a:rPr lang="en-AU" sz="1100" b="1"/>
            <a:t>b) effective tax rates</a:t>
          </a:r>
        </a:p>
      </cdr:txBody>
    </cdr:sp>
  </cdr:relSizeAnchor>
  <cdr:relSizeAnchor xmlns:cdr="http://schemas.openxmlformats.org/drawingml/2006/chartDrawing">
    <cdr:from>
      <cdr:x>0.3327</cdr:x>
      <cdr:y>0.14601</cdr:y>
    </cdr:from>
    <cdr:to>
      <cdr:x>0.6637</cdr:x>
      <cdr:y>0.22811</cdr:y>
    </cdr:to>
    <cdr:sp macro="" textlink="">
      <cdr:nvSpPr>
        <cdr:cNvPr id="17" name="Text Box 2"/>
        <cdr:cNvSpPr txBox="1"/>
      </cdr:nvSpPr>
      <cdr:spPr>
        <a:xfrm xmlns:a="http://schemas.openxmlformats.org/drawingml/2006/main">
          <a:off x="1793634" y="371475"/>
          <a:ext cx="1784470" cy="20887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en-AU" sz="1100" b="1"/>
        </a:p>
      </cdr:txBody>
    </cdr:sp>
  </cdr:relSizeAnchor>
</c:userShapes>
</file>

<file path=word/drawings/drawing3.xml><?xml version="1.0" encoding="utf-8"?>
<c:userShapes xmlns:c="http://schemas.openxmlformats.org/drawingml/2006/chart">
  <cdr:relSizeAnchor xmlns:cdr="http://schemas.openxmlformats.org/drawingml/2006/chartDrawing">
    <cdr:from>
      <cdr:x>0.38083</cdr:x>
      <cdr:y>0</cdr:y>
    </cdr:from>
    <cdr:to>
      <cdr:x>0.63844</cdr:x>
      <cdr:y>0.07103</cdr:y>
    </cdr:to>
    <cdr:sp macro="" textlink="">
      <cdr:nvSpPr>
        <cdr:cNvPr id="2" name="Text Box 1"/>
        <cdr:cNvSpPr txBox="1"/>
      </cdr:nvSpPr>
      <cdr:spPr>
        <a:xfrm xmlns:a="http://schemas.openxmlformats.org/drawingml/2006/main">
          <a:off x="2027741" y="0"/>
          <a:ext cx="1371638" cy="20914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latin typeface="Arial" panose="020B0604020202020204" pitchFamily="34" charset="0"/>
              <a:cs typeface="Arial" panose="020B0604020202020204" pitchFamily="34" charset="0"/>
            </a:rPr>
            <a:t>South Australia</a:t>
          </a:r>
        </a:p>
      </cdr:txBody>
    </cdr:sp>
  </cdr:relSizeAnchor>
</c:userShapes>
</file>

<file path=word/drawings/drawing4.xml><?xml version="1.0" encoding="utf-8"?>
<c:userShapes xmlns:c="http://schemas.openxmlformats.org/drawingml/2006/chart">
  <cdr:relSizeAnchor xmlns:cdr="http://schemas.openxmlformats.org/drawingml/2006/chartDrawing">
    <cdr:from>
      <cdr:x>0.3718</cdr:x>
      <cdr:y>0.00126</cdr:y>
    </cdr:from>
    <cdr:to>
      <cdr:x>0.84127</cdr:x>
      <cdr:y>0.09206</cdr:y>
    </cdr:to>
    <cdr:sp macro="" textlink="">
      <cdr:nvSpPr>
        <cdr:cNvPr id="2" name="Text Box 3"/>
        <cdr:cNvSpPr txBox="1"/>
      </cdr:nvSpPr>
      <cdr:spPr>
        <a:xfrm xmlns:a="http://schemas.openxmlformats.org/drawingml/2006/main">
          <a:off x="1086273" y="3175"/>
          <a:ext cx="1371600" cy="228600"/>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C572A759-6A51-4108-AA02-DFA0A04FC94B}">
            <ma14:wrappingTextBoxFlag xmlns:ma14="http://schemas.microsoft.com/office/mac/drawingml/2011/main" xmlns=""/>
          </a:ext>
        </a:extLst>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en-AU" sz="1100" b="1">
              <a:solidFill>
                <a:schemeClr val="dk1"/>
              </a:solidFill>
              <a:effectLst/>
              <a:latin typeface="Arial" panose="020B0604020202020204" pitchFamily="34" charset="0"/>
              <a:ea typeface="+mn-ea"/>
              <a:cs typeface="Arial" panose="020B0604020202020204" pitchFamily="34" charset="0"/>
            </a:rPr>
            <a:t>South Australia</a:t>
          </a:r>
        </a:p>
        <a:p xmlns:a="http://schemas.openxmlformats.org/drawingml/2006/main">
          <a:endParaRPr lang="en-US"/>
        </a:p>
      </cdr:txBody>
    </cdr:sp>
  </cdr:relSizeAnchor>
</c:userShapes>
</file>

<file path=word/drawings/drawing5.xml><?xml version="1.0" encoding="utf-8"?>
<c:userShapes xmlns:c="http://schemas.openxmlformats.org/drawingml/2006/chart">
  <cdr:relSizeAnchor xmlns:cdr="http://schemas.openxmlformats.org/drawingml/2006/chartDrawing">
    <cdr:from>
      <cdr:x>0.40999</cdr:x>
      <cdr:y>0</cdr:y>
    </cdr:from>
    <cdr:to>
      <cdr:x>0.95199</cdr:x>
      <cdr:y>0.09554</cdr:y>
    </cdr:to>
    <cdr:sp macro="" textlink="">
      <cdr:nvSpPr>
        <cdr:cNvPr id="2" name="Text Box 1"/>
        <cdr:cNvSpPr txBox="1"/>
      </cdr:nvSpPr>
      <cdr:spPr>
        <a:xfrm xmlns:a="http://schemas.openxmlformats.org/drawingml/2006/main">
          <a:off x="1111667" y="0"/>
          <a:ext cx="1469608" cy="2381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US" sz="1100" b="1">
              <a:latin typeface="Arial" panose="020B0604020202020204" pitchFamily="34" charset="0"/>
              <a:cs typeface="Arial" panose="020B0604020202020204" pitchFamily="34" charset="0"/>
            </a:rPr>
            <a:t>Western</a:t>
          </a:r>
          <a:r>
            <a:rPr lang="en-US" sz="1100" b="1" baseline="0">
              <a:latin typeface="Arial" panose="020B0604020202020204" pitchFamily="34" charset="0"/>
              <a:cs typeface="Arial" panose="020B0604020202020204" pitchFamily="34" charset="0"/>
            </a:rPr>
            <a:t> Australia</a:t>
          </a:r>
          <a:endParaRPr lang="en-US" sz="1100" b="1">
            <a:latin typeface="Arial" panose="020B0604020202020204" pitchFamily="34" charset="0"/>
            <a:cs typeface="Arial" panose="020B0604020202020204" pitchFamily="34" charset="0"/>
          </a:endParaRPr>
        </a:p>
      </cdr:txBody>
    </cdr:sp>
  </cdr:relSizeAnchor>
</c:userShapes>
</file>

<file path=word/drawings/drawing6.xml><?xml version="1.0" encoding="utf-8"?>
<c:userShapes xmlns:c="http://schemas.openxmlformats.org/drawingml/2006/chart">
  <cdr:relSizeAnchor xmlns:cdr="http://schemas.openxmlformats.org/drawingml/2006/chartDrawing">
    <cdr:from>
      <cdr:x>0.21317</cdr:x>
      <cdr:y>0.01864</cdr:y>
    </cdr:from>
    <cdr:to>
      <cdr:x>0.47032</cdr:x>
      <cdr:y>0.09759</cdr:y>
    </cdr:to>
    <cdr:sp macro="" textlink="">
      <cdr:nvSpPr>
        <cdr:cNvPr id="2" name="Text Box 3"/>
        <cdr:cNvSpPr txBox="1"/>
      </cdr:nvSpPr>
      <cdr:spPr>
        <a:xfrm xmlns:a="http://schemas.openxmlformats.org/drawingml/2006/main">
          <a:off x="1137064" y="53972"/>
          <a:ext cx="1371620" cy="228614"/>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C572A759-6A51-4108-AA02-DFA0A04FC94B}">
            <ma14:wrappingTextBoxFlag xmlns:ma14="http://schemas.microsoft.com/office/mac/drawingml/2011/main" xmlns="" xmlns:lc="http://schemas.openxmlformats.org/drawingml/2006/lockedCanvas"/>
          </a:ext>
        </a:extLst>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sp>
  </cdr:relSizeAnchor>
  <cdr:relSizeAnchor xmlns:cdr="http://schemas.openxmlformats.org/drawingml/2006/chartDrawing">
    <cdr:from>
      <cdr:x>0.40714</cdr:x>
      <cdr:y>0</cdr:y>
    </cdr:from>
    <cdr:to>
      <cdr:x>0.64464</cdr:x>
      <cdr:y>0.09504</cdr:y>
    </cdr:to>
    <cdr:sp macro="" textlink="">
      <cdr:nvSpPr>
        <cdr:cNvPr id="3" name="Text Box 3"/>
        <cdr:cNvSpPr txBox="1"/>
      </cdr:nvSpPr>
      <cdr:spPr>
        <a:xfrm xmlns:a="http://schemas.openxmlformats.org/drawingml/2006/main">
          <a:off x="2171708" y="0"/>
          <a:ext cx="1266817" cy="219074"/>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C572A759-6A51-4108-AA02-DFA0A04FC94B}">
            <ma14:wrappingTextBoxFlag xmlns:ma14="http://schemas.microsoft.com/office/mac/drawingml/2011/main" xmlns="" xmlns:lc="http://schemas.openxmlformats.org/drawingml/2006/lockedCanvas"/>
          </a:ext>
        </a:extLst>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AU" b="1">
              <a:latin typeface="Arial" panose="020B0604020202020204" pitchFamily="34" charset="0"/>
              <a:cs typeface="Arial" panose="020B0604020202020204" pitchFamily="34" charset="0"/>
            </a:rPr>
            <a:t>South</a:t>
          </a:r>
          <a:r>
            <a:rPr lang="en-AU" b="1" baseline="0">
              <a:latin typeface="Arial" panose="020B0604020202020204" pitchFamily="34" charset="0"/>
              <a:cs typeface="Arial" panose="020B0604020202020204" pitchFamily="34" charset="0"/>
            </a:rPr>
            <a:t> Australia</a:t>
          </a:r>
          <a:endParaRPr lang="en-AU" b="1">
            <a:latin typeface="Arial" panose="020B0604020202020204" pitchFamily="34" charset="0"/>
            <a:cs typeface="Arial" panose="020B0604020202020204" pitchFamily="34" charset="0"/>
          </a:endParaRPr>
        </a:p>
      </cdr:txBody>
    </cdr:sp>
  </cdr:relSizeAnchor>
</c:userShapes>
</file>

<file path=word/drawings/drawing7.xml><?xml version="1.0" encoding="utf-8"?>
<c:userShapes xmlns:c="http://schemas.openxmlformats.org/drawingml/2006/chart">
  <cdr:relSizeAnchor xmlns:cdr="http://schemas.openxmlformats.org/drawingml/2006/chartDrawing">
    <cdr:from>
      <cdr:x>0.3867</cdr:x>
      <cdr:y>0</cdr:y>
    </cdr:from>
    <cdr:to>
      <cdr:x>0.73022</cdr:x>
      <cdr:y>0.12552</cdr:y>
    </cdr:to>
    <cdr:sp macro="" textlink="">
      <cdr:nvSpPr>
        <cdr:cNvPr id="2" name="Text Box 3"/>
        <cdr:cNvSpPr txBox="1"/>
      </cdr:nvSpPr>
      <cdr:spPr>
        <a:xfrm xmlns:a="http://schemas.openxmlformats.org/drawingml/2006/main">
          <a:off x="2047901" y="0"/>
          <a:ext cx="1819249" cy="285743"/>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C572A759-6A51-4108-AA02-DFA0A04FC94B}">
            <ma14:wrappingTextBoxFlag xmlns="" xmlns:ma14="http://schemas.microsoft.com/office/mac/drawingml/2011/main" xmlns:lc="http://schemas.openxmlformats.org/drawingml/2006/lockedCanvas"/>
          </a:ext>
        </a:extLst>
      </cdr:spPr>
      <cdr:style>
        <a:lnRef xmlns:a="http://schemas.openxmlformats.org/drawingml/2006/main" idx="0">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dk1"/>
        </a:fontRef>
      </cdr:style>
      <cdr:txBody>
        <a:bodyPr xmlns:a="http://schemas.openxmlformats.org/drawingml/2006/main" rot="0" spcFirstLastPara="0" vert="horz" wrap="square" lIns="91440" tIns="45720" rIns="91440" bIns="45720" numCol="1" spcCol="0" rtlCol="0" fromWordArt="0" anchor="t" anchorCtr="0" forceAA="0" compatLnSpc="1">
          <a:prstTxWarp prst="textNoShape">
            <a:avLst/>
          </a:prstTxWarp>
          <a:noAutofit/>
        </a:bodyPr>
        <a:lstStyle xmlns:a="http://schemas.openxmlformats.org/drawingml/2006/main"/>
        <a:p xmlns:a="http://schemas.openxmlformats.org/drawingml/2006/main">
          <a:r>
            <a:rPr lang="en-AU" sz="1050" b="1">
              <a:latin typeface="Arial" panose="020B0604020202020204" pitchFamily="34" charset="0"/>
              <a:cs typeface="Arial" panose="020B0604020202020204" pitchFamily="34" charset="0"/>
            </a:rPr>
            <a:t>Western</a:t>
          </a:r>
          <a:r>
            <a:rPr lang="en-AU" sz="1050" b="1" baseline="0">
              <a:latin typeface="Arial" panose="020B0604020202020204" pitchFamily="34" charset="0"/>
              <a:cs typeface="Arial" panose="020B0604020202020204" pitchFamily="34" charset="0"/>
            </a:rPr>
            <a:t> Australia</a:t>
          </a:r>
          <a:endParaRPr lang="en-AU" sz="1050" b="1">
            <a:latin typeface="Arial" panose="020B0604020202020204" pitchFamily="34" charset="0"/>
            <a:cs typeface="Arial" panose="020B0604020202020204" pitchFamily="34" charset="0"/>
          </a:endParaRPr>
        </a:p>
      </cdr:txBody>
    </cdr:sp>
  </cdr:relSizeAnchor>
</c:userShapes>
</file>

<file path=word/drawings/drawing8.xml><?xml version="1.0" encoding="utf-8"?>
<c:userShapes xmlns:c="http://schemas.openxmlformats.org/drawingml/2006/chart">
  <cdr:relSizeAnchor xmlns:cdr="http://schemas.openxmlformats.org/drawingml/2006/chartDrawing">
    <cdr:from>
      <cdr:x>0.8464</cdr:x>
      <cdr:y>0.44215</cdr:y>
    </cdr:from>
    <cdr:to>
      <cdr:x>0.98228</cdr:x>
      <cdr:y>0.78394</cdr:y>
    </cdr:to>
    <cdr:sp macro="" textlink="">
      <cdr:nvSpPr>
        <cdr:cNvPr id="5" name="Text Box 1"/>
        <cdr:cNvSpPr txBox="1"/>
      </cdr:nvSpPr>
      <cdr:spPr>
        <a:xfrm xmlns:a="http://schemas.openxmlformats.org/drawingml/2006/main">
          <a:off x="4570041" y="1114064"/>
          <a:ext cx="733671" cy="861226"/>
        </a:xfrm>
        <a:prstGeom xmlns:a="http://schemas.openxmlformats.org/drawingml/2006/main" prst="rect">
          <a:avLst/>
        </a:prstGeom>
      </cdr:spPr>
    </cdr:sp>
  </cdr:relSizeAnchor>
  <cdr:relSizeAnchor xmlns:cdr="http://schemas.openxmlformats.org/drawingml/2006/chartDrawing">
    <cdr:from>
      <cdr:x>0.8464</cdr:x>
      <cdr:y>0.44215</cdr:y>
    </cdr:from>
    <cdr:to>
      <cdr:x>0.98228</cdr:x>
      <cdr:y>0.78394</cdr:y>
    </cdr:to>
    <cdr:sp macro="" textlink="">
      <cdr:nvSpPr>
        <cdr:cNvPr id="10" name="Text Box 1"/>
        <cdr:cNvSpPr txBox="1"/>
      </cdr:nvSpPr>
      <cdr:spPr>
        <a:xfrm xmlns:a="http://schemas.openxmlformats.org/drawingml/2006/main">
          <a:off x="4570041" y="1114064"/>
          <a:ext cx="733671" cy="861226"/>
        </a:xfrm>
        <a:prstGeom xmlns:a="http://schemas.openxmlformats.org/drawingml/2006/main" prst="rect">
          <a:avLst/>
        </a:prstGeom>
      </cdr:spPr>
    </cdr:sp>
  </cdr:relSizeAnchor>
  <cdr:relSizeAnchor xmlns:cdr="http://schemas.openxmlformats.org/drawingml/2006/chartDrawing">
    <cdr:from>
      <cdr:x>0.18299</cdr:x>
      <cdr:y>0.04569</cdr:y>
    </cdr:from>
    <cdr:to>
      <cdr:x>0.6643</cdr:x>
      <cdr:y>0.29679</cdr:y>
    </cdr:to>
    <cdr:sp macro="" textlink="">
      <cdr:nvSpPr>
        <cdr:cNvPr id="12" name="TextBox 1" descr="Extent to which an ISP recipient's disposable income post rent is higher if they pay 25 per cent of their income in public housing rent rather than if they rent privately and receive CRA. &#10;"/>
        <cdr:cNvSpPr txBox="1"/>
      </cdr:nvSpPr>
      <cdr:spPr>
        <a:xfrm xmlns:a="http://schemas.openxmlformats.org/drawingml/2006/main">
          <a:off x="981298" y="130124"/>
          <a:ext cx="2581052" cy="715127"/>
        </a:xfrm>
        <a:prstGeom xmlns:a="http://schemas.openxmlformats.org/drawingml/2006/main" prst="rect">
          <a:avLst/>
        </a:prstGeom>
        <a:noFill xmlns:a="http://schemas.openxmlformats.org/drawingml/2006/main"/>
        <a:ln xmlns:a="http://schemas.openxmlformats.org/drawingml/2006/main">
          <a:noFill/>
        </a:ln>
      </cdr:spPr>
      <cdr:txBody>
        <a:bodyPr xmlns:a="http://schemas.openxmlformats.org/drawingml/2006/main" wrap="square" lIns="36000" rIns="36000"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en-AU" sz="900">
              <a:latin typeface="Arial" panose="020B0604020202020204" pitchFamily="34" charset="0"/>
              <a:cs typeface="Arial" panose="020B0604020202020204" pitchFamily="34" charset="0"/>
            </a:rPr>
            <a:t>Extent to which</a:t>
          </a:r>
          <a:r>
            <a:rPr lang="en-AU" sz="900" baseline="0">
              <a:latin typeface="Arial" panose="020B0604020202020204" pitchFamily="34" charset="0"/>
              <a:cs typeface="Arial" panose="020B0604020202020204" pitchFamily="34" charset="0"/>
            </a:rPr>
            <a:t> an ISP recipient's </a:t>
          </a:r>
          <a:r>
            <a:rPr lang="en-AU" sz="900">
              <a:effectLst/>
              <a:latin typeface="Arial" panose="020B0604020202020204" pitchFamily="34" charset="0"/>
              <a:ea typeface="+mn-ea"/>
              <a:cs typeface="Arial" panose="020B0604020202020204" pitchFamily="34" charset="0"/>
            </a:rPr>
            <a:t>disposable income post rent is higher if they pay 25 per cent of their income in public housing rent rather than if they rent privately and receive CRA.</a:t>
          </a:r>
          <a:r>
            <a:rPr lang="en-AU" sz="900">
              <a:effectLst/>
              <a:latin typeface="Arial" panose="020B0604020202020204" pitchFamily="34" charset="0"/>
              <a:cs typeface="Arial" panose="020B0604020202020204" pitchFamily="34" charset="0"/>
            </a:rPr>
            <a:t> </a:t>
          </a:r>
          <a:endParaRPr lang="en-AU" sz="900">
            <a:latin typeface="Arial" panose="020B0604020202020204" pitchFamily="34" charset="0"/>
            <a:cs typeface="Arial" panose="020B0604020202020204" pitchFamily="34" charset="0"/>
          </a:endParaRPr>
        </a:p>
      </cdr:txBody>
    </cdr:sp>
  </cdr:relSizeAnchor>
</c:userShape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7BB5D-0121-4B23-BC43-4017E2241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chapter_compiler.dotm</Template>
  <TotalTime>0</TotalTime>
  <Pages>78</Pages>
  <Words>25385</Words>
  <Characters>146776</Characters>
  <Application>Microsoft Office Word</Application>
  <DocSecurity>0</DocSecurity>
  <Lines>1223</Lines>
  <Paragraphs>343</Paragraphs>
  <ScaleCrop>false</ScaleCrop>
  <HeadingPairs>
    <vt:vector size="2" baseType="variant">
      <vt:variant>
        <vt:lpstr>Title</vt:lpstr>
      </vt:variant>
      <vt:variant>
        <vt:i4>1</vt:i4>
      </vt:variant>
    </vt:vector>
  </HeadingPairs>
  <TitlesOfParts>
    <vt:vector size="1" baseType="lpstr">
      <vt:lpstr>Chapter</vt:lpstr>
    </vt:vector>
  </TitlesOfParts>
  <Company>Productivity Commission</Company>
  <LinksUpToDate>false</LinksUpToDate>
  <CharactersWithSpaces>171818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dc:title>
  <dc:subject>Report</dc:subject>
  <dc:creator>Productivity Commission</dc:creator>
  <dc:description>1.</dc:description>
  <cp:lastModifiedBy>Productivity Commission</cp:lastModifiedBy>
  <cp:revision>2</cp:revision>
  <cp:lastPrinted>2014-07-13T11:30:00Z</cp:lastPrinted>
  <dcterms:created xsi:type="dcterms:W3CDTF">2015-06-10T01:22:00Z</dcterms:created>
  <dcterms:modified xsi:type="dcterms:W3CDTF">2015-06-10T01:22:00Z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zotero-version="4.0.20"&gt;&lt;session id="q0nfAgBS"/&gt;&lt;style id="http://www.zotero.org/styles/unisa-harvard" hasBibliography="1" bibliographyStyleHasBeenSet="0"/&gt;&lt;prefs&gt;&lt;pref name="fieldType" value="Field"/&gt;&lt;pref name="storeReferences" va</vt:lpwstr>
  </property>
  <property fmtid="{D5CDD505-2E9C-101B-9397-08002B2CF9AE}" pid="3" name="ZOTERO_PREF_2">
    <vt:lpwstr>lue="true"/&gt;&lt;pref name="automaticJournalAbbreviations" value="true"/&gt;&lt;pref name="noteType" value="0"/&gt;&lt;/prefs&gt;&lt;/data&gt;</vt:lpwstr>
  </property>
</Properties>
</file>