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4BB" w:rsidRPr="000C2CB5" w:rsidRDefault="000C2CB5" w:rsidP="000C2CB5">
      <w:pPr>
        <w:pStyle w:val="Heading1"/>
        <w:rPr>
          <w:color w:val="C00000" w:themeColor="accent6"/>
          <w:sz w:val="12"/>
          <w:szCs w:val="12"/>
        </w:rPr>
      </w:pPr>
      <w:bookmarkStart w:id="0" w:name="_GoBack"/>
      <w:bookmarkEnd w:id="0"/>
      <w:r>
        <w:rPr>
          <w:noProof/>
          <w:lang w:eastAsia="en-AU"/>
        </w:rPr>
        <w:drawing>
          <wp:anchor distT="0" distB="0" distL="114300" distR="114300" simplePos="0" relativeHeight="251658240" behindDoc="0" locked="0" layoutInCell="1" allowOverlap="1" wp14:anchorId="4ED842D8" wp14:editId="59893887">
            <wp:simplePos x="829340" y="829340"/>
            <wp:positionH relativeFrom="page">
              <wp:align>center</wp:align>
            </wp:positionH>
            <wp:positionV relativeFrom="page">
              <wp:posOffset>-69741</wp:posOffset>
            </wp:positionV>
            <wp:extent cx="7598920" cy="10792312"/>
            <wp:effectExtent l="0" t="0" r="2540" b="0"/>
            <wp:wrapNone/>
            <wp:docPr id="1" name="Picture 1" descr="Cover for: Housing Assistance and Employment in Australia, Productivity Commission Research Paper, Volume 2: Background Papers, Febr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housing-assitance-cover-web 25-03-15.jpg"/>
                    <pic:cNvPicPr/>
                  </pic:nvPicPr>
                  <pic:blipFill>
                    <a:blip r:embed="rId9">
                      <a:extLst>
                        <a:ext uri="{28A0092B-C50C-407E-A947-70E740481C1C}">
                          <a14:useLocalDpi xmlns:a14="http://schemas.microsoft.com/office/drawing/2010/main" val="0"/>
                        </a:ext>
                      </a:extLst>
                    </a:blip>
                    <a:stretch>
                      <a:fillRect/>
                    </a:stretch>
                  </pic:blipFill>
                  <pic:spPr>
                    <a:xfrm>
                      <a:off x="0" y="0"/>
                      <a:ext cx="7598920" cy="10792312"/>
                    </a:xfrm>
                    <a:prstGeom prst="rect">
                      <a:avLst/>
                    </a:prstGeom>
                  </pic:spPr>
                </pic:pic>
              </a:graphicData>
            </a:graphic>
            <wp14:sizeRelH relativeFrom="margin">
              <wp14:pctWidth>0</wp14:pctWidth>
            </wp14:sizeRelH>
            <wp14:sizeRelV relativeFrom="margin">
              <wp14:pctHeight>0</wp14:pctHeight>
            </wp14:sizeRelV>
          </wp:anchor>
        </w:drawing>
      </w:r>
      <w:r w:rsidR="004E44BB" w:rsidRPr="000C2CB5">
        <w:rPr>
          <w:i/>
          <w:iCs/>
          <w:color w:val="C00000" w:themeColor="accent6"/>
          <w:sz w:val="12"/>
          <w:szCs w:val="12"/>
        </w:rPr>
        <w:t>Housing Assistance and Employment in Australia</w:t>
      </w:r>
      <w:r w:rsidR="004E44BB" w:rsidRPr="000C2CB5">
        <w:rPr>
          <w:color w:val="C00000" w:themeColor="accent6"/>
          <w:sz w:val="12"/>
          <w:szCs w:val="12"/>
        </w:rPr>
        <w:t>,</w:t>
      </w:r>
      <w:r w:rsidRPr="000C2CB5">
        <w:rPr>
          <w:color w:val="C00000" w:themeColor="accent6"/>
          <w:sz w:val="12"/>
          <w:szCs w:val="12"/>
        </w:rPr>
        <w:t xml:space="preserve"> Productivity Commission Research Paper,</w:t>
      </w:r>
      <w:r>
        <w:rPr>
          <w:color w:val="C00000" w:themeColor="accent6"/>
          <w:sz w:val="12"/>
          <w:szCs w:val="12"/>
        </w:rPr>
        <w:t xml:space="preserve"> Volume 1: Chapters,</w:t>
      </w:r>
      <w:r w:rsidRPr="000C2CB5">
        <w:rPr>
          <w:color w:val="C00000" w:themeColor="accent6"/>
          <w:sz w:val="12"/>
          <w:szCs w:val="12"/>
        </w:rPr>
        <w:t xml:space="preserve"> February 2015</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6E0D39" w:rsidRPr="00140718" w:rsidRDefault="006E0D39" w:rsidP="006E0D39">
      <w:pPr>
        <w:pStyle w:val="ISSN"/>
        <w:spacing w:line="240" w:lineRule="atLeast"/>
        <w:rPr>
          <w:sz w:val="24"/>
          <w:szCs w:val="24"/>
        </w:rPr>
      </w:pPr>
      <w:bookmarkStart w:id="1" w:name="ISSN"/>
      <w:bookmarkEnd w:id="1"/>
      <w:r w:rsidRPr="00140718">
        <w:rPr>
          <w:sz w:val="24"/>
          <w:szCs w:val="24"/>
        </w:rPr>
        <w:t>ISBN</w:t>
      </w:r>
      <w:r w:rsidRPr="00140718">
        <w:rPr>
          <w:sz w:val="24"/>
          <w:szCs w:val="24"/>
        </w:rPr>
        <w:tab/>
      </w:r>
      <w:r w:rsidR="0036563F">
        <w:rPr>
          <w:sz w:val="24"/>
          <w:szCs w:val="24"/>
        </w:rPr>
        <w:t xml:space="preserve"> </w:t>
      </w:r>
      <w:r w:rsidRPr="00140718">
        <w:rPr>
          <w:sz w:val="24"/>
          <w:szCs w:val="24"/>
        </w:rPr>
        <w:t>978-1-74037-540-5 (Volume 1)</w:t>
      </w:r>
    </w:p>
    <w:p w:rsidR="006E0D39" w:rsidRPr="00140718" w:rsidRDefault="006E0D39" w:rsidP="006E0D39">
      <w:pPr>
        <w:pStyle w:val="ISSN"/>
        <w:spacing w:line="240" w:lineRule="atLeast"/>
        <w:rPr>
          <w:sz w:val="24"/>
          <w:szCs w:val="24"/>
        </w:rPr>
      </w:pPr>
      <w:r w:rsidRPr="00140718">
        <w:rPr>
          <w:sz w:val="24"/>
          <w:szCs w:val="24"/>
        </w:rPr>
        <w:t xml:space="preserve">ISBN </w:t>
      </w:r>
      <w:r w:rsidRPr="00140718">
        <w:rPr>
          <w:sz w:val="24"/>
          <w:szCs w:val="24"/>
        </w:rPr>
        <w:tab/>
      </w:r>
      <w:r w:rsidR="0036563F">
        <w:rPr>
          <w:sz w:val="24"/>
          <w:szCs w:val="24"/>
        </w:rPr>
        <w:t xml:space="preserve"> </w:t>
      </w:r>
      <w:r w:rsidRPr="00140718">
        <w:rPr>
          <w:sz w:val="24"/>
          <w:szCs w:val="24"/>
        </w:rPr>
        <w:t>978-1-74037-541-2 (Volume 2)</w:t>
      </w:r>
    </w:p>
    <w:p w:rsidR="006E0D39" w:rsidRPr="00140718" w:rsidRDefault="006E0D39" w:rsidP="006E0D39">
      <w:pPr>
        <w:pStyle w:val="ISSN"/>
        <w:spacing w:line="240" w:lineRule="atLeast"/>
        <w:rPr>
          <w:sz w:val="24"/>
          <w:szCs w:val="24"/>
        </w:rPr>
      </w:pPr>
      <w:r w:rsidRPr="00140718">
        <w:rPr>
          <w:sz w:val="24"/>
          <w:szCs w:val="24"/>
        </w:rPr>
        <w:t xml:space="preserve">ISBN </w:t>
      </w:r>
      <w:r w:rsidRPr="00140718">
        <w:rPr>
          <w:sz w:val="24"/>
          <w:szCs w:val="24"/>
        </w:rPr>
        <w:tab/>
        <w:t xml:space="preserve"> 978-1-74037-542-9 (Set)</w:t>
      </w:r>
    </w:p>
    <w:p w:rsidR="008A3857" w:rsidRDefault="008A3857" w:rsidP="008E242D">
      <w:pPr>
        <w:pStyle w:val="BodyText"/>
        <w:spacing w:after="120"/>
      </w:pPr>
      <w:r w:rsidRPr="00862D8F">
        <w:rPr>
          <w:noProof/>
          <w:sz w:val="22"/>
          <w:szCs w:val="22"/>
        </w:rPr>
        <w:drawing>
          <wp:inline distT="0" distB="0" distL="0" distR="0" wp14:anchorId="3787BDF6" wp14:editId="6D8F550A">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r w:rsidR="006E0D39">
        <w:t>.</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E0D39">
        <w:rPr>
          <w:i/>
        </w:rPr>
        <w:t>Housing Assistance and Employment in Australia.</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E0D39">
        <w:rPr>
          <w:i/>
        </w:rPr>
        <w:t>Housing Assistance and Employment in Australia.</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E0D39" w:rsidRPr="004E44BB" w:rsidRDefault="006E0D39" w:rsidP="006E0D39">
      <w:pPr>
        <w:pStyle w:val="Copyrightbodytext"/>
        <w:rPr>
          <w:strike/>
        </w:rPr>
      </w:pPr>
      <w:r w:rsidRPr="004E44BB">
        <w:t xml:space="preserve">Productivity Commission 2015, </w:t>
      </w:r>
      <w:r w:rsidRPr="004E44BB">
        <w:rPr>
          <w:i/>
          <w:iCs/>
        </w:rPr>
        <w:t>Housing Assistance and Employment in Australia</w:t>
      </w:r>
      <w:r w:rsidRPr="004E44BB">
        <w:t xml:space="preserve">, Commission Research Paper, Canberra. </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hyperlink r:id="rId14" w:history="1">
              <w:r w:rsidRPr="00805FD7">
                <w:t>www.pc.gov.au</w:t>
              </w:r>
            </w:hyperlink>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rsidR="00A167DE" w:rsidRDefault="0036563F" w:rsidP="0036563F">
      <w:pPr>
        <w:pStyle w:val="Heading1NotTOC"/>
      </w:pPr>
      <w:bookmarkStart w:id="3" w:name="Contents"/>
      <w:bookmarkEnd w:id="3"/>
      <w:r w:rsidRPr="00B153C3">
        <w:lastRenderedPageBreak/>
        <w:t>Contents</w:t>
      </w:r>
      <w:bookmarkStart w:id="4" w:name="InsertContents"/>
      <w:bookmarkEnd w:id="4"/>
    </w:p>
    <w:p w:rsidR="00A167DE" w:rsidRPr="00701F72" w:rsidRDefault="00A167DE" w:rsidP="00A167DE">
      <w:pPr>
        <w:pStyle w:val="BodyText"/>
        <w:rPr>
          <w:noProof/>
          <w:spacing w:val="-2"/>
        </w:rPr>
      </w:pPr>
      <w:r>
        <w:rPr>
          <w:noProof/>
        </w:rPr>
        <w:t xml:space="preserve">This Commission paper is in two volumes. </w:t>
      </w:r>
      <w:r w:rsidR="008876DA" w:rsidRPr="008876DA">
        <w:rPr>
          <w:noProof/>
        </w:rPr>
        <w:t>V</w:t>
      </w:r>
      <w:r w:rsidRPr="008876DA">
        <w:rPr>
          <w:noProof/>
        </w:rPr>
        <w:t xml:space="preserve">olume </w:t>
      </w:r>
      <w:r w:rsidR="008876DA" w:rsidRPr="008876DA">
        <w:rPr>
          <w:noProof/>
        </w:rPr>
        <w:t xml:space="preserve">1 </w:t>
      </w:r>
      <w:r w:rsidRPr="008876DA">
        <w:rPr>
          <w:noProof/>
        </w:rPr>
        <w:t>contains the chapters, and summary and policy observations of the Commission.</w:t>
      </w:r>
      <w:r>
        <w:rPr>
          <w:noProof/>
        </w:rPr>
        <w:t xml:space="preserve"> </w:t>
      </w:r>
      <w:r w:rsidR="008876DA" w:rsidRPr="008876DA">
        <w:rPr>
          <w:b/>
          <w:noProof/>
        </w:rPr>
        <w:t>This v</w:t>
      </w:r>
      <w:r w:rsidRPr="008876DA">
        <w:rPr>
          <w:b/>
          <w:noProof/>
        </w:rPr>
        <w:t>olume 2 contains detailed background papers that the paper draws on.</w:t>
      </w:r>
    </w:p>
    <w:p w:rsidR="00987FC4" w:rsidRPr="002F4B5D" w:rsidRDefault="00987FC4" w:rsidP="00987FC4">
      <w:pPr>
        <w:pStyle w:val="BodyText"/>
        <w:shd w:val="clear" w:color="auto" w:fill="D9D9D9" w:themeFill="background1" w:themeFillShade="D9"/>
        <w:spacing w:line="400" w:lineRule="atLeast"/>
        <w:jc w:val="center"/>
        <w:rPr>
          <w:rFonts w:ascii="Arial" w:hAnsi="Arial" w:cs="Arial"/>
          <w:b/>
          <w:noProof/>
          <w:sz w:val="26"/>
          <w:szCs w:val="26"/>
        </w:rPr>
      </w:pPr>
      <w:r w:rsidRPr="002F4B5D">
        <w:rPr>
          <w:rFonts w:ascii="Arial" w:hAnsi="Arial" w:cs="Arial"/>
          <w:b/>
          <w:noProof/>
          <w:sz w:val="26"/>
          <w:szCs w:val="26"/>
        </w:rPr>
        <w:t>Volume 2: Background Papers</w:t>
      </w:r>
    </w:p>
    <w:p w:rsidR="004C1B8B" w:rsidRDefault="004C1B8B" w:rsidP="00987FC4">
      <w:pPr>
        <w:pStyle w:val="TOC1"/>
        <w:rPr>
          <w:noProof/>
        </w:rPr>
      </w:pPr>
      <w:r>
        <w:rPr>
          <w:noProof/>
        </w:rPr>
        <w:t>Abbreviations and explanations</w:t>
      </w:r>
      <w:r>
        <w:rPr>
          <w:noProof/>
        </w:rPr>
        <w:tab/>
        <w:t>v</w:t>
      </w:r>
    </w:p>
    <w:p w:rsidR="004C1B8B" w:rsidRPr="004C1B8B" w:rsidRDefault="004C1B8B" w:rsidP="004C1B8B">
      <w:pPr>
        <w:pStyle w:val="TOC1"/>
        <w:rPr>
          <w:noProof/>
        </w:rPr>
      </w:pPr>
      <w:r>
        <w:rPr>
          <w:noProof/>
        </w:rPr>
        <w:t>Glossary</w:t>
      </w:r>
      <w:r>
        <w:rPr>
          <w:noProof/>
        </w:rPr>
        <w:tab/>
        <w:t>vi</w:t>
      </w:r>
    </w:p>
    <w:p w:rsidR="00987FC4" w:rsidRDefault="00987FC4" w:rsidP="00987FC4">
      <w:pPr>
        <w:pStyle w:val="TOC1"/>
        <w:rPr>
          <w:noProof/>
        </w:rPr>
      </w:pPr>
      <w:r>
        <w:rPr>
          <w:noProof/>
        </w:rPr>
        <w:t>1</w:t>
      </w:r>
      <w:r>
        <w:rPr>
          <w:noProof/>
        </w:rPr>
        <w:tab/>
        <w:t>Institutional and policy arrangements</w:t>
      </w:r>
      <w:r>
        <w:rPr>
          <w:noProof/>
        </w:rPr>
        <w:tab/>
        <w:t>1</w:t>
      </w:r>
    </w:p>
    <w:p w:rsidR="00987FC4" w:rsidRPr="00E451FE" w:rsidRDefault="00987FC4" w:rsidP="00987FC4">
      <w:pPr>
        <w:pStyle w:val="TOC2"/>
        <w:tabs>
          <w:tab w:val="left" w:pos="1701"/>
        </w:tabs>
      </w:pPr>
      <w:r>
        <w:t>Annex A</w:t>
      </w:r>
      <w:r>
        <w:tab/>
      </w:r>
      <w:bookmarkStart w:id="5" w:name="ChapterTitle"/>
      <w:r>
        <w:t>History of housing assistance</w:t>
      </w:r>
      <w:bookmarkEnd w:id="5"/>
      <w:r>
        <w:tab/>
        <w:t>3</w:t>
      </w:r>
      <w:r w:rsidR="00C76DC8">
        <w:t>5</w:t>
      </w:r>
    </w:p>
    <w:p w:rsidR="00987FC4" w:rsidRDefault="00987FC4" w:rsidP="00987FC4">
      <w:pPr>
        <w:pStyle w:val="TOC1"/>
        <w:rPr>
          <w:spacing w:val="-2"/>
        </w:rPr>
      </w:pPr>
      <w:r>
        <w:rPr>
          <w:noProof/>
        </w:rPr>
        <w:t>2</w:t>
      </w:r>
      <w:r>
        <w:rPr>
          <w:noProof/>
        </w:rPr>
        <w:tab/>
      </w:r>
      <w:r w:rsidRPr="007615E2">
        <w:rPr>
          <w:spacing w:val="-2"/>
        </w:rPr>
        <w:t xml:space="preserve">Housing assistance and </w:t>
      </w:r>
      <w:r>
        <w:rPr>
          <w:spacing w:val="-2"/>
        </w:rPr>
        <w:t xml:space="preserve">financial </w:t>
      </w:r>
      <w:r w:rsidRPr="007615E2">
        <w:rPr>
          <w:spacing w:val="-2"/>
        </w:rPr>
        <w:t>incentives to work</w:t>
      </w:r>
      <w:r>
        <w:rPr>
          <w:spacing w:val="-2"/>
        </w:rPr>
        <w:tab/>
        <w:t>4</w:t>
      </w:r>
      <w:r w:rsidR="00C76DC8">
        <w:rPr>
          <w:spacing w:val="-2"/>
        </w:rPr>
        <w:t>7</w:t>
      </w:r>
    </w:p>
    <w:p w:rsidR="00987FC4" w:rsidRDefault="00987FC4" w:rsidP="00987FC4">
      <w:pPr>
        <w:pStyle w:val="TOC2"/>
        <w:tabs>
          <w:tab w:val="left" w:pos="1701"/>
        </w:tabs>
      </w:pPr>
      <w:r>
        <w:t>Annex A</w:t>
      </w:r>
      <w:r>
        <w:tab/>
      </w:r>
      <w:r w:rsidRPr="00AB5F55">
        <w:rPr>
          <w:spacing w:val="-4"/>
        </w:rPr>
        <w:t>The Productivity Commission’s Tax and Transfer model</w:t>
      </w:r>
      <w:r>
        <w:rPr>
          <w:spacing w:val="-4"/>
        </w:rPr>
        <w:tab/>
        <w:t>7</w:t>
      </w:r>
      <w:r w:rsidR="00C76DC8">
        <w:rPr>
          <w:spacing w:val="-4"/>
        </w:rPr>
        <w:t>9</w:t>
      </w:r>
    </w:p>
    <w:p w:rsidR="00987FC4" w:rsidRDefault="00987FC4" w:rsidP="00987FC4">
      <w:pPr>
        <w:pStyle w:val="TOC2"/>
        <w:tabs>
          <w:tab w:val="left" w:pos="1701"/>
        </w:tabs>
      </w:pPr>
      <w:r>
        <w:t>Annex B</w:t>
      </w:r>
      <w:r>
        <w:tab/>
      </w:r>
      <w:r w:rsidRPr="009025B9">
        <w:t>Maximum incomes for receipt</w:t>
      </w:r>
      <w:r>
        <w:t xml:space="preserve"> </w:t>
      </w:r>
      <w:r w:rsidRPr="009025B9">
        <w:t xml:space="preserve">of </w:t>
      </w:r>
      <w:proofErr w:type="spellStart"/>
      <w:r>
        <w:t>FTB</w:t>
      </w:r>
      <w:proofErr w:type="spellEnd"/>
      <w:r>
        <w:t> A</w:t>
      </w:r>
      <w:r>
        <w:tab/>
      </w:r>
      <w:r w:rsidR="00C76DC8">
        <w:t>81</w:t>
      </w:r>
    </w:p>
    <w:p w:rsidR="00987FC4" w:rsidRDefault="00987FC4" w:rsidP="00987FC4">
      <w:pPr>
        <w:pStyle w:val="TOC2"/>
        <w:tabs>
          <w:tab w:val="left" w:pos="1701"/>
        </w:tabs>
      </w:pPr>
      <w:r>
        <w:t>Annex C</w:t>
      </w:r>
      <w:r>
        <w:tab/>
      </w:r>
      <w:r w:rsidRPr="00E451FE">
        <w:rPr>
          <w:spacing w:val="-4"/>
        </w:rPr>
        <w:t>Examples of budget constraints and effective marginal tax rates</w:t>
      </w:r>
      <w:r>
        <w:rPr>
          <w:spacing w:val="-4"/>
        </w:rPr>
        <w:tab/>
      </w:r>
      <w:r w:rsidR="00C76DC8">
        <w:rPr>
          <w:spacing w:val="-4"/>
        </w:rPr>
        <w:t>83</w:t>
      </w:r>
    </w:p>
    <w:p w:rsidR="00987FC4" w:rsidRPr="00E451FE" w:rsidRDefault="00987FC4" w:rsidP="00987FC4">
      <w:pPr>
        <w:pStyle w:val="TOC2"/>
        <w:tabs>
          <w:tab w:val="left" w:pos="1701"/>
        </w:tabs>
      </w:pPr>
      <w:r>
        <w:t>Annex D</w:t>
      </w:r>
      <w:r>
        <w:tab/>
        <w:t>The effects of variation in social housing rent setting between states</w:t>
      </w:r>
      <w:r>
        <w:tab/>
      </w:r>
      <w:r w:rsidR="002703B6">
        <w:t>95</w:t>
      </w:r>
    </w:p>
    <w:p w:rsidR="00987FC4" w:rsidRDefault="00987FC4" w:rsidP="00987FC4">
      <w:pPr>
        <w:pStyle w:val="TOC1"/>
      </w:pPr>
      <w:r>
        <w:rPr>
          <w:noProof/>
        </w:rPr>
        <w:t>3</w:t>
      </w:r>
      <w:r>
        <w:rPr>
          <w:noProof/>
        </w:rPr>
        <w:tab/>
      </w:r>
      <w:r>
        <w:t>A profile of working</w:t>
      </w:r>
      <w:r>
        <w:noBreakHyphen/>
        <w:t>age housing assistance recipients</w:t>
      </w:r>
      <w:r>
        <w:tab/>
      </w:r>
      <w:r w:rsidR="002703B6">
        <w:t>101</w:t>
      </w:r>
    </w:p>
    <w:p w:rsidR="00987FC4" w:rsidRDefault="00987FC4" w:rsidP="00987FC4">
      <w:pPr>
        <w:pStyle w:val="TOC2"/>
        <w:tabs>
          <w:tab w:val="left" w:pos="1701"/>
        </w:tabs>
        <w:rPr>
          <w:spacing w:val="-4"/>
        </w:rPr>
      </w:pPr>
      <w:r>
        <w:t>Annex A</w:t>
      </w:r>
      <w:r>
        <w:tab/>
      </w:r>
      <w:proofErr w:type="spellStart"/>
      <w:r>
        <w:t>A</w:t>
      </w:r>
      <w:proofErr w:type="spellEnd"/>
      <w:r>
        <w:t xml:space="preserve"> profile of working</w:t>
      </w:r>
      <w:r>
        <w:noBreakHyphen/>
        <w:t>age housing assistance recipients</w:t>
      </w:r>
      <w:r>
        <w:rPr>
          <w:spacing w:val="-4"/>
        </w:rPr>
        <w:t xml:space="preserve"> (Exce</w:t>
      </w:r>
      <w:r w:rsidRPr="00AB5F55">
        <w:rPr>
          <w:spacing w:val="-4"/>
        </w:rPr>
        <w:t>l</w:t>
      </w:r>
      <w:r>
        <w:rPr>
          <w:spacing w:val="-4"/>
        </w:rPr>
        <w:t xml:space="preserve"> workbook available online)</w:t>
      </w:r>
      <w:r>
        <w:rPr>
          <w:spacing w:val="-4"/>
        </w:rPr>
        <w:tab/>
      </w:r>
      <w:r w:rsidR="002703B6">
        <w:rPr>
          <w:spacing w:val="-4"/>
        </w:rPr>
        <w:t>131</w:t>
      </w:r>
    </w:p>
    <w:p w:rsidR="00987FC4" w:rsidRPr="00DF4CDB" w:rsidRDefault="00987FC4" w:rsidP="00987FC4">
      <w:pPr>
        <w:pStyle w:val="TOC1"/>
      </w:pPr>
      <w:r>
        <w:t>4</w:t>
      </w:r>
      <w:r>
        <w:tab/>
        <w:t>A p</w:t>
      </w:r>
      <w:r w:rsidRPr="00CA5BA2">
        <w:t>rofile of public housing applicants and tenants in South Australia and Western Australia</w:t>
      </w:r>
      <w:r>
        <w:tab/>
      </w:r>
      <w:r w:rsidR="002703B6">
        <w:t>133</w:t>
      </w:r>
    </w:p>
    <w:p w:rsidR="00987FC4" w:rsidRDefault="00987FC4" w:rsidP="00987FC4">
      <w:pPr>
        <w:pStyle w:val="TOC2"/>
        <w:tabs>
          <w:tab w:val="left" w:pos="1701"/>
        </w:tabs>
      </w:pPr>
      <w:r>
        <w:t>Annex A</w:t>
      </w:r>
      <w:r>
        <w:tab/>
      </w:r>
      <w:proofErr w:type="spellStart"/>
      <w:r>
        <w:t>A</w:t>
      </w:r>
      <w:proofErr w:type="spellEnd"/>
      <w:r>
        <w:t xml:space="preserve"> p</w:t>
      </w:r>
      <w:r w:rsidRPr="00CA5BA2">
        <w:t>rofile of public housing applicants and tenants in South Australia and Western Australia</w:t>
      </w:r>
      <w:r>
        <w:t xml:space="preserve"> (Excel workbook available online)</w:t>
      </w:r>
      <w:r>
        <w:tab/>
        <w:t>1</w:t>
      </w:r>
      <w:r w:rsidR="002703B6">
        <w:t>8</w:t>
      </w:r>
      <w:r w:rsidR="00C76DC8">
        <w:t>1</w:t>
      </w:r>
    </w:p>
    <w:p w:rsidR="00987FC4" w:rsidRPr="00DF4CDB" w:rsidRDefault="00987FC4" w:rsidP="00987FC4">
      <w:pPr>
        <w:pStyle w:val="TOC1"/>
      </w:pPr>
      <w:r>
        <w:t>5</w:t>
      </w:r>
      <w:r>
        <w:tab/>
      </w:r>
      <w:r w:rsidRPr="002F16D8">
        <w:t xml:space="preserve">Links between housing assistance and employment </w:t>
      </w:r>
      <w:r w:rsidRPr="002F16D8">
        <w:rPr>
          <w:b w:val="0"/>
        </w:rPr>
        <w:t>(forthcoming)</w:t>
      </w:r>
      <w:r>
        <w:rPr>
          <w:b w:val="0"/>
        </w:rPr>
        <w:tab/>
      </w:r>
    </w:p>
    <w:p w:rsidR="00DF4CDB" w:rsidRPr="00E451FE" w:rsidRDefault="00987FC4" w:rsidP="004C1B8B">
      <w:pPr>
        <w:pStyle w:val="TOC1"/>
      </w:pPr>
      <w:r>
        <w:t>6</w:t>
      </w:r>
      <w:r>
        <w:tab/>
        <w:t xml:space="preserve">Links between public housing and employment in South Australia and Western Australia </w:t>
      </w:r>
      <w:r w:rsidRPr="002F16D8">
        <w:rPr>
          <w:b w:val="0"/>
        </w:rPr>
        <w:t>(forthcoming)</w:t>
      </w:r>
    </w:p>
    <w:p w:rsidR="004D3F58" w:rsidRDefault="004D3F58">
      <w:pPr>
        <w:pStyle w:val="BodyText"/>
        <w:sectPr w:rsidR="004D3F58"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735FEA" w:rsidRDefault="00735FEA" w:rsidP="00F7477E">
      <w:pPr>
        <w:pStyle w:val="Heading1"/>
      </w:pPr>
      <w:bookmarkStart w:id="6" w:name="Abbreviations"/>
      <w:bookmarkStart w:id="7" w:name="EndContents"/>
      <w:bookmarkStart w:id="8" w:name="RDnote"/>
      <w:bookmarkStart w:id="9" w:name="_Toc415220293"/>
      <w:bookmarkEnd w:id="6"/>
      <w:bookmarkEnd w:id="7"/>
      <w:bookmarkEnd w:id="8"/>
      <w:r>
        <w:lastRenderedPageBreak/>
        <w:t>Abbreviations and explanations</w:t>
      </w:r>
      <w:bookmarkEnd w:id="9"/>
    </w:p>
    <w:p w:rsidR="006E0D39" w:rsidRDefault="006E0D39" w:rsidP="006E0D39">
      <w:pPr>
        <w:pStyle w:val="Heading2NotTOC"/>
      </w:pPr>
      <w:r>
        <w:t>Abbrevia</w:t>
      </w:r>
      <w:r w:rsidRPr="00F85393">
        <w:t>t</w:t>
      </w:r>
      <w:r>
        <w:t>ions</w:t>
      </w:r>
    </w:p>
    <w:p w:rsidR="006E0D39" w:rsidRDefault="006E0D39" w:rsidP="006E0D39">
      <w:pPr>
        <w:pStyle w:val="Abbreviation"/>
      </w:pPr>
      <w:r>
        <w:t>ABS</w:t>
      </w:r>
      <w:r>
        <w:tab/>
        <w:t>Australian Bureau of Statistics</w:t>
      </w:r>
    </w:p>
    <w:p w:rsidR="006E0D39" w:rsidRDefault="006E0D39" w:rsidP="006E0D39">
      <w:pPr>
        <w:pStyle w:val="Abbreviation"/>
      </w:pPr>
      <w:r>
        <w:t>ACT</w:t>
      </w:r>
      <w:r>
        <w:tab/>
        <w:t>Australian Capital Territory</w:t>
      </w:r>
    </w:p>
    <w:p w:rsidR="006E0D39" w:rsidRDefault="006E0D39" w:rsidP="006E0D39">
      <w:pPr>
        <w:pStyle w:val="Abbreviation"/>
      </w:pPr>
      <w:proofErr w:type="spellStart"/>
      <w:r>
        <w:t>ASGC</w:t>
      </w:r>
      <w:proofErr w:type="spellEnd"/>
      <w:r>
        <w:tab/>
        <w:t>Australian standard geographical classification</w:t>
      </w:r>
    </w:p>
    <w:p w:rsidR="006E0D39" w:rsidRDefault="006E0D39" w:rsidP="006E0D39">
      <w:pPr>
        <w:pStyle w:val="Abbreviation"/>
      </w:pPr>
      <w:r>
        <w:t>BP</w:t>
      </w:r>
      <w:r>
        <w:tab/>
        <w:t>Background paper</w:t>
      </w:r>
    </w:p>
    <w:p w:rsidR="006E0D39" w:rsidRDefault="006E0D39" w:rsidP="006E0D39">
      <w:pPr>
        <w:pStyle w:val="Abbreviation"/>
      </w:pPr>
      <w:r>
        <w:t>CH</w:t>
      </w:r>
      <w:r>
        <w:tab/>
        <w:t>Community housing</w:t>
      </w:r>
    </w:p>
    <w:p w:rsidR="006E0D39" w:rsidRDefault="006E0D39" w:rsidP="006E0D39">
      <w:pPr>
        <w:pStyle w:val="Abbreviation"/>
      </w:pPr>
      <w:proofErr w:type="spellStart"/>
      <w:r>
        <w:t>COAG</w:t>
      </w:r>
      <w:proofErr w:type="spellEnd"/>
      <w:r>
        <w:tab/>
        <w:t>Council of Australian Governments</w:t>
      </w:r>
    </w:p>
    <w:p w:rsidR="006E0D39" w:rsidRDefault="006E0D39" w:rsidP="006E0D39">
      <w:pPr>
        <w:pStyle w:val="Abbreviation"/>
      </w:pPr>
      <w:r>
        <w:t>CPI</w:t>
      </w:r>
      <w:r>
        <w:tab/>
        <w:t>Consumer price index</w:t>
      </w:r>
    </w:p>
    <w:p w:rsidR="006E0D39" w:rsidRDefault="006E0D39" w:rsidP="006E0D39">
      <w:pPr>
        <w:pStyle w:val="Abbreviation"/>
      </w:pPr>
      <w:proofErr w:type="spellStart"/>
      <w:r>
        <w:t>CRA</w:t>
      </w:r>
      <w:proofErr w:type="spellEnd"/>
      <w:r>
        <w:tab/>
        <w:t>Commonwealth rent assistance</w:t>
      </w:r>
    </w:p>
    <w:p w:rsidR="006E0D39" w:rsidRDefault="006E0D39" w:rsidP="006E0D39">
      <w:pPr>
        <w:pStyle w:val="Abbreviation"/>
      </w:pPr>
      <w:proofErr w:type="spellStart"/>
      <w:r>
        <w:t>CSHA</w:t>
      </w:r>
      <w:proofErr w:type="spellEnd"/>
      <w:r>
        <w:tab/>
        <w:t>Commonwealth State Housing Agreement</w:t>
      </w:r>
    </w:p>
    <w:p w:rsidR="006E0D39" w:rsidRDefault="006E0D39" w:rsidP="006E0D39">
      <w:pPr>
        <w:pStyle w:val="Abbreviation"/>
      </w:pPr>
      <w:r>
        <w:t>DCSI</w:t>
      </w:r>
      <w:r>
        <w:tab/>
        <w:t>Department for Communities and Social Inclusion</w:t>
      </w:r>
    </w:p>
    <w:p w:rsidR="006E0D39" w:rsidRDefault="006E0D39" w:rsidP="006E0D39">
      <w:pPr>
        <w:pStyle w:val="Abbreviation"/>
      </w:pPr>
      <w:r>
        <w:t>DES</w:t>
      </w:r>
      <w:r>
        <w:tab/>
        <w:t>Disability Employment Services</w:t>
      </w:r>
    </w:p>
    <w:p w:rsidR="006E0D39" w:rsidRDefault="006E0D39" w:rsidP="006E0D39">
      <w:pPr>
        <w:pStyle w:val="Abbreviation"/>
      </w:pPr>
      <w:proofErr w:type="spellStart"/>
      <w:r>
        <w:t>DHS</w:t>
      </w:r>
      <w:proofErr w:type="spellEnd"/>
      <w:r>
        <w:tab/>
        <w:t>Department of Human Services</w:t>
      </w:r>
    </w:p>
    <w:p w:rsidR="006E0D39" w:rsidRDefault="006E0D39" w:rsidP="006E0D39">
      <w:pPr>
        <w:pStyle w:val="Abbreviation"/>
      </w:pPr>
      <w:proofErr w:type="spellStart"/>
      <w:r>
        <w:t>DIPR</w:t>
      </w:r>
      <w:proofErr w:type="spellEnd"/>
      <w:r>
        <w:tab/>
        <w:t xml:space="preserve">Disposable income post rent </w:t>
      </w:r>
    </w:p>
    <w:p w:rsidR="006E0D39" w:rsidRDefault="006E0D39" w:rsidP="006E0D39">
      <w:pPr>
        <w:pStyle w:val="Abbreviation"/>
      </w:pPr>
      <w:proofErr w:type="spellStart"/>
      <w:r>
        <w:t>DPMC</w:t>
      </w:r>
      <w:proofErr w:type="spellEnd"/>
      <w:r>
        <w:tab/>
        <w:t>Department of the Prime Minister and Cabinet</w:t>
      </w:r>
    </w:p>
    <w:p w:rsidR="006E0D39" w:rsidRDefault="006E0D39" w:rsidP="006E0D39">
      <w:pPr>
        <w:pStyle w:val="Abbreviation"/>
      </w:pPr>
      <w:proofErr w:type="spellStart"/>
      <w:r>
        <w:t>DSP</w:t>
      </w:r>
      <w:proofErr w:type="spellEnd"/>
      <w:r>
        <w:tab/>
        <w:t>Disability Support Pension</w:t>
      </w:r>
    </w:p>
    <w:p w:rsidR="006E0D39" w:rsidRDefault="006E0D39" w:rsidP="006E0D39">
      <w:pPr>
        <w:pStyle w:val="Abbreviation"/>
      </w:pPr>
      <w:proofErr w:type="spellStart"/>
      <w:r>
        <w:t>DSS</w:t>
      </w:r>
      <w:proofErr w:type="spellEnd"/>
      <w:r>
        <w:tab/>
        <w:t>Department of Social Services</w:t>
      </w:r>
    </w:p>
    <w:p w:rsidR="006E0D39" w:rsidRDefault="006E0D39" w:rsidP="006E0D39">
      <w:pPr>
        <w:pStyle w:val="Abbreviation"/>
      </w:pPr>
      <w:proofErr w:type="spellStart"/>
      <w:r>
        <w:t>DVA</w:t>
      </w:r>
      <w:proofErr w:type="spellEnd"/>
      <w:r>
        <w:tab/>
        <w:t>Department of Veterans' Affairs</w:t>
      </w:r>
    </w:p>
    <w:p w:rsidR="006E0D39" w:rsidRDefault="006E0D39" w:rsidP="006E0D39">
      <w:pPr>
        <w:pStyle w:val="Abbreviation"/>
      </w:pPr>
      <w:proofErr w:type="spellStart"/>
      <w:r>
        <w:t>EMTR</w:t>
      </w:r>
      <w:proofErr w:type="spellEnd"/>
      <w:r>
        <w:tab/>
        <w:t>Effective marginal tax rate</w:t>
      </w:r>
    </w:p>
    <w:p w:rsidR="006E0D39" w:rsidRDefault="006E0D39" w:rsidP="006E0D39">
      <w:pPr>
        <w:pStyle w:val="Abbreviation"/>
      </w:pPr>
      <w:proofErr w:type="spellStart"/>
      <w:r>
        <w:t>FTB</w:t>
      </w:r>
      <w:proofErr w:type="spellEnd"/>
      <w:r>
        <w:tab/>
        <w:t>Family Tax Benefit</w:t>
      </w:r>
    </w:p>
    <w:p w:rsidR="006E0D39" w:rsidRDefault="006E0D39" w:rsidP="006E0D39">
      <w:pPr>
        <w:pStyle w:val="Abbreviation"/>
      </w:pPr>
      <w:r>
        <w:t>GST</w:t>
      </w:r>
      <w:r>
        <w:tab/>
        <w:t>Goods and services tax</w:t>
      </w:r>
    </w:p>
    <w:p w:rsidR="006E0D39" w:rsidRDefault="006E0D39" w:rsidP="006E0D39">
      <w:pPr>
        <w:pStyle w:val="Abbreviation"/>
      </w:pPr>
      <w:r>
        <w:t>HA</w:t>
      </w:r>
      <w:r>
        <w:tab/>
        <w:t>Housing assistance</w:t>
      </w:r>
    </w:p>
    <w:p w:rsidR="006E0D39" w:rsidRDefault="006E0D39" w:rsidP="006E0D39">
      <w:pPr>
        <w:pStyle w:val="Abbreviation"/>
      </w:pPr>
      <w:r>
        <w:t>HILDA</w:t>
      </w:r>
      <w:r>
        <w:tab/>
      </w:r>
      <w:r w:rsidRPr="00F814AD">
        <w:rPr>
          <w:bCs/>
        </w:rPr>
        <w:t>Household, Income and Labour Dynamics in Australia</w:t>
      </w:r>
      <w:r w:rsidRPr="00F814AD">
        <w:t xml:space="preserve"> Survey</w:t>
      </w:r>
    </w:p>
    <w:p w:rsidR="006E0D39" w:rsidRDefault="006E0D39" w:rsidP="006E0D39">
      <w:pPr>
        <w:pStyle w:val="Abbreviation"/>
      </w:pPr>
      <w:r>
        <w:t>IC</w:t>
      </w:r>
      <w:r>
        <w:tab/>
        <w:t>Industry Commission</w:t>
      </w:r>
    </w:p>
    <w:p w:rsidR="006E0D39" w:rsidRDefault="006E0D39" w:rsidP="006E0D39">
      <w:pPr>
        <w:pStyle w:val="Abbreviation"/>
      </w:pPr>
      <w:proofErr w:type="spellStart"/>
      <w:r>
        <w:t>ICH</w:t>
      </w:r>
      <w:proofErr w:type="spellEnd"/>
      <w:r>
        <w:tab/>
        <w:t>Indigenous community housing</w:t>
      </w:r>
    </w:p>
    <w:p w:rsidR="006E0D39" w:rsidRDefault="006E0D39" w:rsidP="006E0D39">
      <w:pPr>
        <w:pStyle w:val="Abbreviation"/>
      </w:pPr>
      <w:r>
        <w:t>ISP</w:t>
      </w:r>
      <w:r>
        <w:tab/>
        <w:t>Income support payment</w:t>
      </w:r>
    </w:p>
    <w:p w:rsidR="006E0D39" w:rsidRDefault="006E0D39" w:rsidP="006E0D39">
      <w:pPr>
        <w:pStyle w:val="Abbreviation"/>
      </w:pPr>
      <w:proofErr w:type="spellStart"/>
      <w:r>
        <w:t>JSA</w:t>
      </w:r>
      <w:proofErr w:type="spellEnd"/>
      <w:r>
        <w:tab/>
        <w:t>Job Services Australia</w:t>
      </w:r>
    </w:p>
    <w:p w:rsidR="006E0D39" w:rsidRDefault="006E0D39" w:rsidP="006E0D39">
      <w:pPr>
        <w:pStyle w:val="Abbreviation"/>
      </w:pPr>
      <w:r>
        <w:lastRenderedPageBreak/>
        <w:t>MTR</w:t>
      </w:r>
      <w:r>
        <w:tab/>
        <w:t>Marginal tax rate</w:t>
      </w:r>
    </w:p>
    <w:p w:rsidR="006E0D39" w:rsidRDefault="006E0D39" w:rsidP="006E0D39">
      <w:pPr>
        <w:pStyle w:val="Abbreviation"/>
      </w:pPr>
      <w:r>
        <w:t>NAHA</w:t>
      </w:r>
      <w:r>
        <w:tab/>
        <w:t>National Affordable Housing Agreement</w:t>
      </w:r>
    </w:p>
    <w:p w:rsidR="006E0D39" w:rsidRDefault="006E0D39" w:rsidP="006E0D39">
      <w:pPr>
        <w:pStyle w:val="Abbreviation"/>
      </w:pPr>
      <w:proofErr w:type="spellStart"/>
      <w:r>
        <w:t>NHS</w:t>
      </w:r>
      <w:proofErr w:type="spellEnd"/>
      <w:r>
        <w:tab/>
        <w:t>National Housing Strategy</w:t>
      </w:r>
    </w:p>
    <w:p w:rsidR="006E0D39" w:rsidRDefault="006E0D39" w:rsidP="006E0D39">
      <w:pPr>
        <w:pStyle w:val="Abbreviation"/>
      </w:pPr>
      <w:proofErr w:type="spellStart"/>
      <w:r>
        <w:t>NPA</w:t>
      </w:r>
      <w:proofErr w:type="spellEnd"/>
      <w:r>
        <w:tab/>
        <w:t>National Partnership Agreement</w:t>
      </w:r>
    </w:p>
    <w:p w:rsidR="006E0D39" w:rsidRDefault="006E0D39" w:rsidP="006E0D39">
      <w:pPr>
        <w:pStyle w:val="Abbreviation"/>
      </w:pPr>
      <w:proofErr w:type="spellStart"/>
      <w:r>
        <w:t>NRAS</w:t>
      </w:r>
      <w:proofErr w:type="spellEnd"/>
      <w:r>
        <w:tab/>
        <w:t>National Rental Affordability Scheme</w:t>
      </w:r>
    </w:p>
    <w:p w:rsidR="006E0D39" w:rsidRDefault="006E0D39" w:rsidP="006E0D39">
      <w:pPr>
        <w:pStyle w:val="Abbreviation"/>
      </w:pPr>
      <w:proofErr w:type="spellStart"/>
      <w:r>
        <w:t>NRSCH</w:t>
      </w:r>
      <w:proofErr w:type="spellEnd"/>
      <w:r>
        <w:tab/>
        <w:t>National Regulatory System for Community Housing</w:t>
      </w:r>
    </w:p>
    <w:p w:rsidR="006E0D39" w:rsidRDefault="006E0D39" w:rsidP="006E0D39">
      <w:pPr>
        <w:pStyle w:val="Abbreviation"/>
      </w:pPr>
      <w:r>
        <w:t>NSW</w:t>
      </w:r>
      <w:r>
        <w:tab/>
        <w:t>New South Wales</w:t>
      </w:r>
    </w:p>
    <w:p w:rsidR="006E0D39" w:rsidRDefault="006E0D39" w:rsidP="006E0D39">
      <w:pPr>
        <w:pStyle w:val="Abbreviation"/>
      </w:pPr>
      <w:r>
        <w:t>NT</w:t>
      </w:r>
      <w:r>
        <w:tab/>
        <w:t>Northern Territory</w:t>
      </w:r>
    </w:p>
    <w:p w:rsidR="006E0D39" w:rsidRDefault="006E0D39" w:rsidP="006E0D39">
      <w:pPr>
        <w:pStyle w:val="Abbreviation"/>
      </w:pPr>
      <w:r>
        <w:t>NWS</w:t>
      </w:r>
      <w:r>
        <w:tab/>
      </w:r>
      <w:proofErr w:type="spellStart"/>
      <w:r>
        <w:t>Newstart</w:t>
      </w:r>
      <w:proofErr w:type="spellEnd"/>
      <w:r>
        <w:t xml:space="preserve"> Allowance</w:t>
      </w:r>
    </w:p>
    <w:p w:rsidR="006E0D39" w:rsidRDefault="006E0D39" w:rsidP="006E0D39">
      <w:pPr>
        <w:pStyle w:val="Abbreviation"/>
      </w:pPr>
      <w:r>
        <w:t>PC</w:t>
      </w:r>
      <w:r>
        <w:tab/>
        <w:t>Productivity Commission</w:t>
      </w:r>
    </w:p>
    <w:p w:rsidR="006E0D39" w:rsidRDefault="006E0D39" w:rsidP="006E0D39">
      <w:pPr>
        <w:pStyle w:val="Abbreviation"/>
      </w:pPr>
      <w:proofErr w:type="spellStart"/>
      <w:r>
        <w:t>PCTT</w:t>
      </w:r>
      <w:proofErr w:type="spellEnd"/>
      <w:r>
        <w:tab/>
        <w:t>Productivity Commission tax and transfer model</w:t>
      </w:r>
    </w:p>
    <w:p w:rsidR="006E0D39" w:rsidRDefault="006E0D39" w:rsidP="006E0D39">
      <w:pPr>
        <w:pStyle w:val="Abbreviation"/>
      </w:pPr>
      <w:r>
        <w:t>PP</w:t>
      </w:r>
      <w:r>
        <w:tab/>
        <w:t>Parenting Payment</w:t>
      </w:r>
    </w:p>
    <w:p w:rsidR="006E0D39" w:rsidRDefault="006E0D39" w:rsidP="006E0D39">
      <w:pPr>
        <w:pStyle w:val="Abbreviation"/>
      </w:pPr>
      <w:r>
        <w:t>PPP</w:t>
      </w:r>
      <w:r>
        <w:tab/>
        <w:t>Parenting Payment Partnered</w:t>
      </w:r>
    </w:p>
    <w:p w:rsidR="006E0D39" w:rsidRDefault="006E0D39" w:rsidP="006E0D39">
      <w:pPr>
        <w:pStyle w:val="Abbreviation"/>
      </w:pPr>
      <w:r>
        <w:t>PPS</w:t>
      </w:r>
      <w:r>
        <w:tab/>
        <w:t>Parenting Payment Single</w:t>
      </w:r>
    </w:p>
    <w:p w:rsidR="006E0D39" w:rsidRDefault="006E0D39" w:rsidP="006E0D39">
      <w:pPr>
        <w:pStyle w:val="Abbreviation"/>
      </w:pPr>
      <w:r>
        <w:t>SA</w:t>
      </w:r>
      <w:r>
        <w:tab/>
        <w:t>South Australia</w:t>
      </w:r>
    </w:p>
    <w:p w:rsidR="006E0D39" w:rsidRDefault="006E0D39" w:rsidP="006E0D39">
      <w:pPr>
        <w:pStyle w:val="Abbreviation"/>
      </w:pPr>
      <w:proofErr w:type="spellStart"/>
      <w:r>
        <w:t>SA2</w:t>
      </w:r>
      <w:proofErr w:type="spellEnd"/>
      <w:r>
        <w:tab/>
        <w:t>Statistical Area 2</w:t>
      </w:r>
    </w:p>
    <w:p w:rsidR="006E0D39" w:rsidRDefault="006E0D39" w:rsidP="006E0D39">
      <w:pPr>
        <w:pStyle w:val="Abbreviation"/>
      </w:pPr>
      <w:proofErr w:type="spellStart"/>
      <w:r>
        <w:t>SAAP</w:t>
      </w:r>
      <w:proofErr w:type="spellEnd"/>
      <w:r>
        <w:tab/>
        <w:t xml:space="preserve">Supported Accommodation and Assistance Program </w:t>
      </w:r>
    </w:p>
    <w:p w:rsidR="006E0D39" w:rsidRDefault="006E0D39" w:rsidP="006E0D39">
      <w:pPr>
        <w:pStyle w:val="Abbreviation"/>
      </w:pPr>
      <w:proofErr w:type="spellStart"/>
      <w:r>
        <w:t>SIHC</w:t>
      </w:r>
      <w:proofErr w:type="spellEnd"/>
      <w:r>
        <w:tab/>
        <w:t>Survey of Income and Housing Costs</w:t>
      </w:r>
    </w:p>
    <w:p w:rsidR="006E0D39" w:rsidRDefault="006E0D39" w:rsidP="006E0D39">
      <w:pPr>
        <w:pStyle w:val="Abbreviation"/>
      </w:pPr>
      <w:proofErr w:type="spellStart"/>
      <w:r>
        <w:t>SH</w:t>
      </w:r>
      <w:proofErr w:type="spellEnd"/>
      <w:r>
        <w:tab/>
        <w:t>Social housing</w:t>
      </w:r>
    </w:p>
    <w:p w:rsidR="006E0D39" w:rsidRDefault="006E0D39" w:rsidP="006E0D39">
      <w:pPr>
        <w:pStyle w:val="Abbreviation"/>
      </w:pPr>
      <w:proofErr w:type="spellStart"/>
      <w:r>
        <w:t>SHA</w:t>
      </w:r>
      <w:proofErr w:type="spellEnd"/>
      <w:r>
        <w:tab/>
        <w:t>State Housing Authority</w:t>
      </w:r>
    </w:p>
    <w:p w:rsidR="006E0D39" w:rsidRDefault="006E0D39" w:rsidP="006E0D39">
      <w:pPr>
        <w:pStyle w:val="Abbreviation"/>
      </w:pPr>
      <w:r>
        <w:t>SHI</w:t>
      </w:r>
      <w:r>
        <w:tab/>
        <w:t>Social Housing Initiative</w:t>
      </w:r>
    </w:p>
    <w:p w:rsidR="006E0D39" w:rsidRDefault="006E0D39" w:rsidP="006E0D39">
      <w:pPr>
        <w:pStyle w:val="Abbreviation"/>
      </w:pPr>
      <w:proofErr w:type="spellStart"/>
      <w:r>
        <w:t>SOMIH</w:t>
      </w:r>
      <w:proofErr w:type="spellEnd"/>
      <w:r>
        <w:tab/>
        <w:t>State owned and managed Indigenous housing</w:t>
      </w:r>
    </w:p>
    <w:p w:rsidR="006E0D39" w:rsidRDefault="006E0D39" w:rsidP="006E0D39">
      <w:pPr>
        <w:pStyle w:val="Abbreviation"/>
      </w:pPr>
      <w:proofErr w:type="spellStart"/>
      <w:r>
        <w:t>SPP</w:t>
      </w:r>
      <w:proofErr w:type="spellEnd"/>
      <w:r>
        <w:tab/>
        <w:t xml:space="preserve">Specific Purpose Payment </w:t>
      </w:r>
    </w:p>
    <w:p w:rsidR="006E0D39" w:rsidRDefault="006E0D39" w:rsidP="006E0D39">
      <w:pPr>
        <w:pStyle w:val="Abbreviation"/>
      </w:pPr>
      <w:r>
        <w:t>WA</w:t>
      </w:r>
      <w:r>
        <w:tab/>
        <w:t>Western Australia</w:t>
      </w:r>
    </w:p>
    <w:p w:rsidR="006E0D39" w:rsidRDefault="006E0D39" w:rsidP="006E0D39">
      <w:pPr>
        <w:pStyle w:val="Abbreviation"/>
      </w:pPr>
      <w:r>
        <w:t>YA</w:t>
      </w:r>
      <w:r>
        <w:tab/>
        <w:t>Youth Allowance</w:t>
      </w:r>
    </w:p>
    <w:p w:rsidR="006E0D39" w:rsidRDefault="006E0D39" w:rsidP="006E0D39">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6E0D39" w:rsidTr="00AC77C8">
        <w:tc>
          <w:tcPr>
            <w:tcW w:w="2410" w:type="dxa"/>
          </w:tcPr>
          <w:p w:rsidR="006E0D39" w:rsidRDefault="006E0D39" w:rsidP="00AC77C8">
            <w:pPr>
              <w:pStyle w:val="BodyText"/>
              <w:spacing w:before="120"/>
              <w:ind w:right="6"/>
            </w:pPr>
            <w:r>
              <w:t>Billion</w:t>
            </w:r>
          </w:p>
        </w:tc>
        <w:tc>
          <w:tcPr>
            <w:tcW w:w="6379" w:type="dxa"/>
          </w:tcPr>
          <w:p w:rsidR="006E0D39" w:rsidRDefault="006E0D39" w:rsidP="004E44BB">
            <w:pPr>
              <w:pStyle w:val="BodyText"/>
              <w:spacing w:before="120"/>
              <w:ind w:right="6"/>
            </w:pPr>
            <w:r>
              <w:t>The convention used for a billion is a thousand million (10</w:t>
            </w:r>
            <w:r>
              <w:rPr>
                <w:position w:val="6"/>
                <w:sz w:val="22"/>
              </w:rPr>
              <w:t>9</w:t>
            </w:r>
            <w:r>
              <w:t>).</w:t>
            </w:r>
          </w:p>
        </w:tc>
      </w:tr>
    </w:tbl>
    <w:p w:rsidR="006E0D39" w:rsidRDefault="006E0D39" w:rsidP="006E0D39">
      <w:pPr>
        <w:rPr>
          <w:kern w:val="28"/>
          <w:sz w:val="52"/>
        </w:rPr>
      </w:pPr>
      <w:bookmarkStart w:id="10" w:name="Glossary"/>
      <w:bookmarkEnd w:id="10"/>
      <w:r>
        <w:br w:type="page"/>
      </w:r>
    </w:p>
    <w:p w:rsidR="006E0D39" w:rsidRDefault="006E0D39" w:rsidP="006E0D39">
      <w:pPr>
        <w:pStyle w:val="Heading1"/>
      </w:pPr>
      <w:bookmarkStart w:id="11" w:name="_Toc415137754"/>
      <w:bookmarkStart w:id="12" w:name="_Toc415220294"/>
      <w:r>
        <w:lastRenderedPageBreak/>
        <w:t>Glossary</w:t>
      </w:r>
      <w:bookmarkEnd w:id="11"/>
      <w:bookmarkEnd w:id="12"/>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E0D39" w:rsidTr="00AC77C8">
        <w:tc>
          <w:tcPr>
            <w:tcW w:w="2155" w:type="dxa"/>
          </w:tcPr>
          <w:p w:rsidR="006E0D39" w:rsidRPr="00FC044F" w:rsidRDefault="006E0D39" w:rsidP="00AC77C8">
            <w:pPr>
              <w:pStyle w:val="BodyText"/>
            </w:pPr>
            <w:r w:rsidRPr="00FC044F">
              <w:t>Community housing</w:t>
            </w:r>
          </w:p>
        </w:tc>
        <w:tc>
          <w:tcPr>
            <w:tcW w:w="6742" w:type="dxa"/>
          </w:tcPr>
          <w:p w:rsidR="006E0D39" w:rsidRPr="00FC044F" w:rsidRDefault="006E0D39" w:rsidP="00AC77C8">
            <w:pPr>
              <w:pStyle w:val="BodyText"/>
            </w:pPr>
            <w:r w:rsidRPr="00FC044F">
              <w:t>Rental housing provided for low to moderate income and/or special needs households, managed by community</w:t>
            </w:r>
            <w:r w:rsidRPr="00FC044F">
              <w:noBreakHyphen/>
              <w:t xml:space="preserve">based organisations that have received a capital or recurrent subsidy from government. </w:t>
            </w:r>
          </w:p>
        </w:tc>
      </w:tr>
      <w:tr w:rsidR="006E0D39" w:rsidTr="00AC77C8">
        <w:tc>
          <w:tcPr>
            <w:tcW w:w="2155" w:type="dxa"/>
          </w:tcPr>
          <w:p w:rsidR="006E0D39" w:rsidRPr="00FC044F" w:rsidRDefault="006E0D39" w:rsidP="00AC77C8">
            <w:pPr>
              <w:pStyle w:val="BodyText"/>
            </w:pPr>
            <w:proofErr w:type="spellStart"/>
            <w:r w:rsidRPr="00FC044F">
              <w:t>CRA</w:t>
            </w:r>
            <w:proofErr w:type="spellEnd"/>
          </w:p>
        </w:tc>
        <w:tc>
          <w:tcPr>
            <w:tcW w:w="6742" w:type="dxa"/>
          </w:tcPr>
          <w:p w:rsidR="006E0D39" w:rsidRPr="00FC044F" w:rsidRDefault="006E0D39" w:rsidP="00AC77C8">
            <w:pPr>
              <w:pStyle w:val="BodyText"/>
            </w:pPr>
            <w:r w:rsidRPr="00FC044F">
              <w:t>Commonwealth Rent Assistance. An Australian Government payment to income support recipients or people who receive more than the base rate of the Family Tax Benefit Part A, and</w:t>
            </w:r>
            <w:r>
              <w:t xml:space="preserve"> who rent in the private market</w:t>
            </w:r>
            <w:r w:rsidRPr="00FC044F">
              <w:t>.</w:t>
            </w:r>
          </w:p>
        </w:tc>
      </w:tr>
      <w:tr w:rsidR="006E0D39" w:rsidTr="00AC77C8">
        <w:tc>
          <w:tcPr>
            <w:tcW w:w="2155" w:type="dxa"/>
          </w:tcPr>
          <w:p w:rsidR="006E0D39" w:rsidRPr="00FC044F" w:rsidRDefault="006E0D39" w:rsidP="00AC77C8">
            <w:pPr>
              <w:pStyle w:val="BodyText"/>
            </w:pPr>
            <w:proofErr w:type="spellStart"/>
            <w:r w:rsidRPr="00FC044F">
              <w:t>EMTR</w:t>
            </w:r>
            <w:proofErr w:type="spellEnd"/>
          </w:p>
        </w:tc>
        <w:tc>
          <w:tcPr>
            <w:tcW w:w="6742" w:type="dxa"/>
          </w:tcPr>
          <w:p w:rsidR="006E0D39" w:rsidRPr="00FC044F" w:rsidRDefault="006E0D39" w:rsidP="00AC77C8">
            <w:pPr>
              <w:pStyle w:val="BodyText"/>
            </w:pPr>
            <w:r w:rsidRPr="00FC044F">
              <w:t xml:space="preserve">Effective marginal tax rate. </w:t>
            </w:r>
            <w:r>
              <w:t>A measure of the</w:t>
            </w:r>
            <w:r w:rsidRPr="00FC044F">
              <w:t xml:space="preserve"> financial incentive for an employed income support recipient to work more. The </w:t>
            </w:r>
            <w:proofErr w:type="spellStart"/>
            <w:r w:rsidRPr="00FC044F">
              <w:t>EMTR</w:t>
            </w:r>
            <w:proofErr w:type="spellEnd"/>
            <w:r w:rsidRPr="00FC044F">
              <w:t xml:space="preserve"> indicates the proportion of an extra dollar of gross private income that is lost from disposable income through income tax and the reduction of benefits.</w:t>
            </w:r>
          </w:p>
        </w:tc>
      </w:tr>
      <w:tr w:rsidR="006E0D39" w:rsidTr="00AC77C8">
        <w:tc>
          <w:tcPr>
            <w:tcW w:w="2155" w:type="dxa"/>
          </w:tcPr>
          <w:p w:rsidR="006E0D39" w:rsidRPr="00FC044F" w:rsidRDefault="006E0D39" w:rsidP="00AC77C8">
            <w:pPr>
              <w:pStyle w:val="BodyText"/>
            </w:pPr>
            <w:r w:rsidRPr="00FC044F">
              <w:t>Household</w:t>
            </w:r>
          </w:p>
        </w:tc>
        <w:tc>
          <w:tcPr>
            <w:tcW w:w="6742" w:type="dxa"/>
          </w:tcPr>
          <w:p w:rsidR="006E0D39" w:rsidRPr="00FC044F" w:rsidRDefault="006E0D39" w:rsidP="00AC77C8">
            <w:pPr>
              <w:pStyle w:val="BodyText"/>
            </w:pPr>
            <w:r w:rsidRPr="00FC044F">
              <w:t>One or more persons, at least one of whom is at least 15 years of age, usually resident in the same private dwelling. Some households contain more than one family.</w:t>
            </w:r>
          </w:p>
        </w:tc>
      </w:tr>
      <w:tr w:rsidR="006E0D39" w:rsidTr="00AC77C8">
        <w:tc>
          <w:tcPr>
            <w:tcW w:w="2155" w:type="dxa"/>
          </w:tcPr>
          <w:p w:rsidR="006E0D39" w:rsidRPr="00FC044F" w:rsidRDefault="006E0D39" w:rsidP="00AC77C8">
            <w:pPr>
              <w:pStyle w:val="BodyText"/>
            </w:pPr>
            <w:r w:rsidRPr="00FC044F">
              <w:t>Income unit</w:t>
            </w:r>
          </w:p>
        </w:tc>
        <w:tc>
          <w:tcPr>
            <w:tcW w:w="6742" w:type="dxa"/>
          </w:tcPr>
          <w:p w:rsidR="006E0D39" w:rsidRPr="00FC044F" w:rsidRDefault="006E0D39" w:rsidP="00AC77C8">
            <w:pPr>
              <w:pStyle w:val="BodyText"/>
            </w:pPr>
            <w:r w:rsidRPr="00FC044F">
              <w:t>Income units are formed either by couples or singles, with or without dependent children, living within a household. Income units differ from families in that related, non-dependent individuals form separate income units rather than being attached to the family nucleus.</w:t>
            </w:r>
          </w:p>
        </w:tc>
      </w:tr>
      <w:tr w:rsidR="006E0D39" w:rsidTr="00AC77C8">
        <w:tc>
          <w:tcPr>
            <w:tcW w:w="2155" w:type="dxa"/>
          </w:tcPr>
          <w:p w:rsidR="006E0D39" w:rsidRPr="00FC044F" w:rsidRDefault="006E0D39" w:rsidP="00AC77C8">
            <w:pPr>
              <w:pStyle w:val="BodyText"/>
            </w:pPr>
            <w:proofErr w:type="spellStart"/>
            <w:r w:rsidRPr="00FC044F">
              <w:t>ICH</w:t>
            </w:r>
            <w:proofErr w:type="spellEnd"/>
          </w:p>
        </w:tc>
        <w:tc>
          <w:tcPr>
            <w:tcW w:w="6742" w:type="dxa"/>
          </w:tcPr>
          <w:p w:rsidR="006E0D39" w:rsidRPr="00FC044F" w:rsidRDefault="006E0D39" w:rsidP="00AC77C8">
            <w:pPr>
              <w:pStyle w:val="BodyText"/>
            </w:pPr>
            <w:r w:rsidRPr="00FC044F">
              <w:t xml:space="preserve">Indigenous community housing: dwellings owned or leased and managed by </w:t>
            </w:r>
            <w:proofErr w:type="spellStart"/>
            <w:r w:rsidRPr="00FC044F">
              <w:t>ICH</w:t>
            </w:r>
            <w:proofErr w:type="spellEnd"/>
            <w:r w:rsidRPr="00FC044F">
              <w:t xml:space="preserve"> organisations and community councils in major cities, regional areas and remote areas. </w:t>
            </w:r>
          </w:p>
        </w:tc>
      </w:tr>
      <w:tr w:rsidR="006E0D39" w:rsidTr="00AC77C8">
        <w:tc>
          <w:tcPr>
            <w:tcW w:w="2155" w:type="dxa"/>
          </w:tcPr>
          <w:p w:rsidR="006E0D39" w:rsidRPr="00FC044F" w:rsidRDefault="006E0D39" w:rsidP="00AC77C8">
            <w:pPr>
              <w:pStyle w:val="BodyText"/>
            </w:pPr>
            <w:r w:rsidRPr="00FC044F">
              <w:t>Private</w:t>
            </w:r>
            <w:r>
              <w:br/>
            </w:r>
            <w:r w:rsidRPr="00FC044F">
              <w:t>rent assistance</w:t>
            </w:r>
          </w:p>
        </w:tc>
        <w:tc>
          <w:tcPr>
            <w:tcW w:w="6742" w:type="dxa"/>
          </w:tcPr>
          <w:p w:rsidR="006E0D39" w:rsidRPr="00FC044F" w:rsidRDefault="006E0D39" w:rsidP="00AC77C8">
            <w:pPr>
              <w:pStyle w:val="BodyText"/>
            </w:pPr>
            <w:r w:rsidRPr="00FC044F">
              <w:t>Private rent assistance is provided to low-income households experiencing difficulty in securing or maintaining private rental accommodation either:</w:t>
            </w:r>
          </w:p>
          <w:p w:rsidR="006E0D39" w:rsidRPr="00FC044F" w:rsidRDefault="006E0D39" w:rsidP="006E0D39">
            <w:pPr>
              <w:pStyle w:val="ListBullet"/>
              <w:numPr>
                <w:ilvl w:val="0"/>
                <w:numId w:val="16"/>
              </w:numPr>
            </w:pPr>
            <w:r w:rsidRPr="00FC044F">
              <w:t>directly by states and territories, or</w:t>
            </w:r>
          </w:p>
          <w:p w:rsidR="006E0D39" w:rsidRPr="00FC044F" w:rsidRDefault="006E0D39" w:rsidP="006E0D39">
            <w:pPr>
              <w:pStyle w:val="ListBullet"/>
              <w:numPr>
                <w:ilvl w:val="0"/>
                <w:numId w:val="16"/>
              </w:numPr>
            </w:pPr>
            <w:r w:rsidRPr="00FC044F">
              <w:t>by not-for-profit organisations funded by state or territory governments.</w:t>
            </w:r>
          </w:p>
          <w:p w:rsidR="006E0D39" w:rsidRPr="00FC044F" w:rsidRDefault="006E0D39" w:rsidP="00AC77C8">
            <w:pPr>
              <w:pStyle w:val="BodyText"/>
            </w:pPr>
            <w:r w:rsidRPr="00FC044F">
              <w:t>It assists households to meet rent payments, relocation costs and the costs of bonds; advice or information services may also be offered.</w:t>
            </w:r>
          </w:p>
        </w:tc>
      </w:tr>
      <w:tr w:rsidR="006E0D39" w:rsidTr="00AC77C8">
        <w:tc>
          <w:tcPr>
            <w:tcW w:w="2155" w:type="dxa"/>
          </w:tcPr>
          <w:p w:rsidR="006E0D39" w:rsidRPr="00FC044F" w:rsidRDefault="006E0D39" w:rsidP="00AC77C8">
            <w:pPr>
              <w:pStyle w:val="BodyText"/>
            </w:pPr>
            <w:r w:rsidRPr="00FC044F">
              <w:lastRenderedPageBreak/>
              <w:t>Public housing</w:t>
            </w:r>
          </w:p>
        </w:tc>
        <w:tc>
          <w:tcPr>
            <w:tcW w:w="6742" w:type="dxa"/>
          </w:tcPr>
          <w:p w:rsidR="006E0D39" w:rsidRPr="00FC044F" w:rsidRDefault="006E0D39" w:rsidP="00AC77C8">
            <w:pPr>
              <w:pStyle w:val="BodyText"/>
            </w:pPr>
            <w:r w:rsidRPr="00FC044F">
              <w:t>Dwellings owned (or leased from private landlords) and managed by State and Territory housing authorities to provide affordable rental accommodation.</w:t>
            </w:r>
          </w:p>
        </w:tc>
      </w:tr>
      <w:tr w:rsidR="006E0D39" w:rsidTr="00AC77C8">
        <w:tc>
          <w:tcPr>
            <w:tcW w:w="2155" w:type="dxa"/>
          </w:tcPr>
          <w:p w:rsidR="006E0D39" w:rsidRPr="00FC044F" w:rsidRDefault="006E0D39" w:rsidP="00AC77C8">
            <w:pPr>
              <w:pStyle w:val="BodyText"/>
            </w:pPr>
            <w:r w:rsidRPr="00FC044F">
              <w:t>Replacement rate</w:t>
            </w:r>
          </w:p>
        </w:tc>
        <w:tc>
          <w:tcPr>
            <w:tcW w:w="6742" w:type="dxa"/>
          </w:tcPr>
          <w:p w:rsidR="006E0D39" w:rsidRPr="00FC044F" w:rsidRDefault="006E0D39" w:rsidP="00AC77C8">
            <w:pPr>
              <w:pStyle w:val="BodyText"/>
            </w:pPr>
            <w:r>
              <w:t>A measure of t</w:t>
            </w:r>
            <w:r w:rsidRPr="00FC044F">
              <w:t>he financial incentive for an income support recipient to enter work. The replacement rate is measured by the ratio of disposable income while not working to an estimate of the disposable income that an individual would receive if they worked.</w:t>
            </w:r>
          </w:p>
        </w:tc>
      </w:tr>
      <w:tr w:rsidR="006E0D39" w:rsidTr="00AC77C8">
        <w:tc>
          <w:tcPr>
            <w:tcW w:w="2155" w:type="dxa"/>
          </w:tcPr>
          <w:p w:rsidR="006E0D39" w:rsidRDefault="006E0D39" w:rsidP="00AC77C8">
            <w:pPr>
              <w:pStyle w:val="BodyText"/>
            </w:pPr>
            <w:proofErr w:type="spellStart"/>
            <w:r>
              <w:t>SA1</w:t>
            </w:r>
            <w:proofErr w:type="spellEnd"/>
          </w:p>
        </w:tc>
        <w:tc>
          <w:tcPr>
            <w:tcW w:w="6742" w:type="dxa"/>
          </w:tcPr>
          <w:p w:rsidR="006E0D39" w:rsidRPr="009A7310" w:rsidRDefault="006E0D39" w:rsidP="00AC77C8">
            <w:pPr>
              <w:pStyle w:val="BodyText"/>
            </w:pPr>
            <w:r w:rsidRPr="009A7310">
              <w:t xml:space="preserve">Statistical area level 1. The second smallest geographical area as defined by the Australian Statistical Geography Standard. Each </w:t>
            </w:r>
            <w:proofErr w:type="spellStart"/>
            <w:r w:rsidRPr="009A7310">
              <w:t>SA1</w:t>
            </w:r>
            <w:proofErr w:type="spellEnd"/>
            <w:r w:rsidRPr="009A7310">
              <w:t xml:space="preserve"> has an average population of 400 people. </w:t>
            </w:r>
          </w:p>
        </w:tc>
      </w:tr>
      <w:tr w:rsidR="006E0D39" w:rsidTr="00AC77C8">
        <w:tc>
          <w:tcPr>
            <w:tcW w:w="2155" w:type="dxa"/>
          </w:tcPr>
          <w:p w:rsidR="006E0D39" w:rsidRPr="00FC044F" w:rsidRDefault="006E0D39" w:rsidP="00AC77C8">
            <w:pPr>
              <w:pStyle w:val="BodyText"/>
            </w:pPr>
            <w:proofErr w:type="spellStart"/>
            <w:r>
              <w:t>SA2</w:t>
            </w:r>
            <w:proofErr w:type="spellEnd"/>
          </w:p>
        </w:tc>
        <w:tc>
          <w:tcPr>
            <w:tcW w:w="6742" w:type="dxa"/>
          </w:tcPr>
          <w:p w:rsidR="006E0D39" w:rsidRPr="009A7310" w:rsidRDefault="006E0D39" w:rsidP="00AC77C8">
            <w:pPr>
              <w:pStyle w:val="BodyText"/>
            </w:pPr>
            <w:r w:rsidRPr="009A7310">
              <w:t xml:space="preserve">Statistical area level 2. A medium sized geographical area that represents an aggregation of </w:t>
            </w:r>
            <w:proofErr w:type="spellStart"/>
            <w:r w:rsidRPr="009A7310">
              <w:t>SA1</w:t>
            </w:r>
            <w:proofErr w:type="spellEnd"/>
            <w:r w:rsidRPr="009A7310">
              <w:t xml:space="preserve"> regions. Each </w:t>
            </w:r>
            <w:proofErr w:type="spellStart"/>
            <w:r w:rsidRPr="009A7310">
              <w:t>SA2</w:t>
            </w:r>
            <w:proofErr w:type="spellEnd"/>
            <w:r w:rsidRPr="009A7310">
              <w:t xml:space="preserve"> has an average population of roughly 10,000 people.</w:t>
            </w:r>
          </w:p>
        </w:tc>
      </w:tr>
      <w:tr w:rsidR="006E0D39" w:rsidTr="00AC77C8">
        <w:tc>
          <w:tcPr>
            <w:tcW w:w="2155" w:type="dxa"/>
          </w:tcPr>
          <w:p w:rsidR="006E0D39" w:rsidRPr="00FC044F" w:rsidRDefault="006E0D39" w:rsidP="00AC77C8">
            <w:pPr>
              <w:pStyle w:val="BodyText"/>
            </w:pPr>
            <w:r w:rsidRPr="00FC044F">
              <w:t>Social housing</w:t>
            </w:r>
          </w:p>
        </w:tc>
        <w:tc>
          <w:tcPr>
            <w:tcW w:w="6742" w:type="dxa"/>
          </w:tcPr>
          <w:p w:rsidR="006E0D39" w:rsidRPr="00FC044F" w:rsidRDefault="006E0D39" w:rsidP="00AC77C8">
            <w:pPr>
              <w:pStyle w:val="BodyText"/>
            </w:pPr>
            <w:r w:rsidRPr="00FC044F">
              <w:t>Public and community housing.</w:t>
            </w:r>
          </w:p>
        </w:tc>
      </w:tr>
      <w:tr w:rsidR="006E0D39" w:rsidTr="00AC77C8">
        <w:tc>
          <w:tcPr>
            <w:tcW w:w="2155" w:type="dxa"/>
          </w:tcPr>
          <w:p w:rsidR="006E0D39" w:rsidRPr="00FC044F" w:rsidRDefault="006E0D39" w:rsidP="00AC77C8">
            <w:pPr>
              <w:pStyle w:val="BodyText"/>
            </w:pPr>
            <w:proofErr w:type="spellStart"/>
            <w:r w:rsidRPr="00FC044F">
              <w:t>SOMIH</w:t>
            </w:r>
            <w:proofErr w:type="spellEnd"/>
          </w:p>
        </w:tc>
        <w:tc>
          <w:tcPr>
            <w:tcW w:w="6742" w:type="dxa"/>
          </w:tcPr>
          <w:p w:rsidR="006E0D39" w:rsidRPr="00FC044F" w:rsidRDefault="006E0D39" w:rsidP="00AC77C8">
            <w:pPr>
              <w:pStyle w:val="BodyText"/>
            </w:pPr>
            <w:r w:rsidRPr="00FC044F">
              <w:t xml:space="preserve">State owned and managed Indigenous housing: dwellings owned and managed by State housing authorities that are allocated only to Indigenous households. </w:t>
            </w:r>
          </w:p>
        </w:tc>
      </w:tr>
    </w:tbl>
    <w:p w:rsidR="006E0D39" w:rsidRDefault="006E0D39" w:rsidP="004E44BB">
      <w:pPr>
        <w:pStyle w:val="BodyText"/>
        <w:rPr>
          <w:shd w:val="clear" w:color="auto" w:fill="FFFFFF"/>
        </w:rPr>
      </w:pPr>
    </w:p>
    <w:sectPr w:rsidR="006E0D39" w:rsidSect="00585B3F">
      <w:headerReference w:type="even" r:id="rId19"/>
      <w:headerReference w:type="default" r:id="rId20"/>
      <w:footerReference w:type="even" r:id="rId21"/>
      <w:footerReference w:type="default" r:id="rId22"/>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D39" w:rsidRDefault="006E0D39">
      <w:r>
        <w:separator/>
      </w:r>
    </w:p>
    <w:p w:rsidR="006E0D39" w:rsidRDefault="006E0D39"/>
    <w:p w:rsidR="006E0D39" w:rsidRDefault="006E0D39"/>
  </w:endnote>
  <w:endnote w:type="continuationSeparator" w:id="0">
    <w:p w:rsidR="006E0D39" w:rsidRDefault="006E0D39">
      <w:r>
        <w:continuationSeparator/>
      </w:r>
    </w:p>
    <w:p w:rsidR="006E0D39" w:rsidRDefault="006E0D39"/>
    <w:p w:rsidR="006E0D39" w:rsidRDefault="006E0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C1B8B">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DF4CDB">
            <w:rPr>
              <w:rFonts w:cs="Arial"/>
            </w:rPr>
            <w:t>Housing assistance and employment in Australia</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2703B6" w:rsidRPr="002703B6">
            <w:rPr>
              <w:bCs/>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703B6">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2703B6">
            <w:rPr>
              <w:rStyle w:val="PageNumber"/>
              <w:caps w:val="0"/>
              <w:noProof/>
            </w:rPr>
            <w:t>iv</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DF4CDB">
            <w:rPr>
              <w:rFonts w:cs="Arial"/>
            </w:rPr>
            <w:t>Housing assistance and employment in Australia</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2703B6" w:rsidRPr="002703B6">
            <w:rPr>
              <w:bCs/>
              <w:noProof/>
              <w:lang w:val="en-US"/>
            </w:rPr>
            <w:t>Glossary</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703B6">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D39" w:rsidRDefault="006E0D39">
      <w:r>
        <w:separator/>
      </w:r>
    </w:p>
    <w:p w:rsidR="006E0D39" w:rsidRDefault="006E0D39"/>
    <w:p w:rsidR="006E0D39" w:rsidRDefault="006E0D39"/>
  </w:footnote>
  <w:footnote w:type="continuationSeparator" w:id="0">
    <w:p w:rsidR="006E0D39" w:rsidRDefault="006E0D39">
      <w:r>
        <w:continuationSeparator/>
      </w:r>
    </w:p>
    <w:p w:rsidR="006E0D39" w:rsidRDefault="006E0D39"/>
    <w:p w:rsidR="006E0D39" w:rsidRDefault="006E0D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1280543"/>
    <w:multiLevelType w:val="hybridMultilevel"/>
    <w:tmpl w:val="DA2C6A52"/>
    <w:lvl w:ilvl="0" w:tplc="7228D97A">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9">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0">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3">
    <w:nsid w:val="1AB25CDE"/>
    <w:multiLevelType w:val="singleLevel"/>
    <w:tmpl w:val="3086CA22"/>
    <w:lvl w:ilvl="0">
      <w:start w:val="1"/>
      <w:numFmt w:val="decimal"/>
      <w:lvlText w:val="%1."/>
      <w:legacy w:legacy="1" w:legacySpace="0" w:legacyIndent="340"/>
      <w:lvlJc w:val="left"/>
      <w:pPr>
        <w:ind w:left="340" w:hanging="340"/>
      </w:pPr>
    </w:lvl>
  </w:abstractNum>
  <w:abstractNum w:abstractNumId="14">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5">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6">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7"/>
  </w:num>
  <w:num w:numId="14">
    <w:abstractNumId w:val="9"/>
  </w:num>
  <w:num w:numId="15">
    <w:abstractNumId w:val="25"/>
  </w:num>
  <w:num w:numId="16">
    <w:abstractNumId w:val="19"/>
  </w:num>
  <w:num w:numId="17">
    <w:abstractNumId w:val="8"/>
  </w:num>
  <w:num w:numId="18">
    <w:abstractNumId w:val="23"/>
  </w:num>
  <w:num w:numId="19">
    <w:abstractNumId w:val="21"/>
  </w:num>
  <w:num w:numId="20">
    <w:abstractNumId w:val="26"/>
  </w:num>
  <w:num w:numId="21">
    <w:abstractNumId w:val="14"/>
  </w:num>
  <w:num w:numId="22">
    <w:abstractNumId w:val="12"/>
  </w:num>
  <w:num w:numId="23">
    <w:abstractNumId w:val="20"/>
  </w:num>
  <w:num w:numId="24">
    <w:abstractNumId w:val="13"/>
  </w:num>
  <w:num w:numId="25">
    <w:abstractNumId w:val="11"/>
  </w:num>
  <w:num w:numId="26">
    <w:abstractNumId w:val="11"/>
  </w:num>
  <w:num w:numId="27">
    <w:abstractNumId w:val="11"/>
  </w:num>
  <w:num w:numId="28">
    <w:abstractNumId w:val="11"/>
  </w:num>
  <w:num w:numId="29">
    <w:abstractNumId w:val="16"/>
  </w:num>
  <w:num w:numId="30">
    <w:abstractNumId w:val="10"/>
  </w:num>
  <w:num w:numId="31">
    <w:abstractNumId w:val="19"/>
  </w:num>
  <w:num w:numId="32">
    <w:abstractNumId w:val="17"/>
  </w:num>
  <w:num w:numId="33">
    <w:abstractNumId w:val="9"/>
  </w:num>
  <w:num w:numId="34">
    <w:abstractNumId w:val="23"/>
  </w:num>
  <w:num w:numId="35">
    <w:abstractNumId w:val="22"/>
  </w:num>
  <w:num w:numId="36">
    <w:abstractNumId w:val="10"/>
  </w:num>
  <w:num w:numId="37">
    <w:abstractNumId w:val="10"/>
  </w:num>
  <w:num w:numId="38">
    <w:abstractNumId w:val="15"/>
  </w:num>
  <w:num w:numId="39">
    <w:abstractNumId w:val="25"/>
  </w:num>
  <w:num w:numId="40">
    <w:abstractNumId w:val="19"/>
  </w:num>
  <w:num w:numId="41">
    <w:abstractNumId w:val="18"/>
  </w:num>
  <w:num w:numId="42">
    <w:abstractNumId w:val="8"/>
  </w:num>
  <w:num w:numId="43">
    <w:abstractNumId w:val="11"/>
  </w:num>
  <w:num w:numId="44">
    <w:abstractNumId w:val="11"/>
  </w:num>
  <w:num w:numId="45">
    <w:abstractNumId w:val="11"/>
  </w:num>
  <w:num w:numId="46">
    <w:abstractNumId w:val="21"/>
  </w:num>
  <w:num w:numId="47">
    <w:abstractNumId w:val="26"/>
  </w:num>
  <w:num w:numId="48">
    <w:abstractNumId w:val="20"/>
  </w:num>
  <w:num w:numId="49">
    <w:abstractNumId w:val="19"/>
  </w:num>
  <w:num w:numId="5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D39"/>
    <w:rsid w:val="00017AFC"/>
    <w:rsid w:val="00025878"/>
    <w:rsid w:val="00026B38"/>
    <w:rsid w:val="000502D3"/>
    <w:rsid w:val="00052CB2"/>
    <w:rsid w:val="000623BF"/>
    <w:rsid w:val="00064C8D"/>
    <w:rsid w:val="000779EB"/>
    <w:rsid w:val="00095EEA"/>
    <w:rsid w:val="00097C15"/>
    <w:rsid w:val="000A0A0E"/>
    <w:rsid w:val="000A5E12"/>
    <w:rsid w:val="000B416E"/>
    <w:rsid w:val="000C2CB5"/>
    <w:rsid w:val="000E080E"/>
    <w:rsid w:val="000F185F"/>
    <w:rsid w:val="000F2F5F"/>
    <w:rsid w:val="00106041"/>
    <w:rsid w:val="0010611E"/>
    <w:rsid w:val="00122FE9"/>
    <w:rsid w:val="00131572"/>
    <w:rsid w:val="00131D4F"/>
    <w:rsid w:val="0013399B"/>
    <w:rsid w:val="00180515"/>
    <w:rsid w:val="00181F4B"/>
    <w:rsid w:val="00190919"/>
    <w:rsid w:val="00191432"/>
    <w:rsid w:val="00196FB3"/>
    <w:rsid w:val="001A0AB7"/>
    <w:rsid w:val="001A5071"/>
    <w:rsid w:val="001B4E73"/>
    <w:rsid w:val="001B7F1E"/>
    <w:rsid w:val="001D42CA"/>
    <w:rsid w:val="001D4B1F"/>
    <w:rsid w:val="001D6629"/>
    <w:rsid w:val="001E3390"/>
    <w:rsid w:val="001F2270"/>
    <w:rsid w:val="00203B40"/>
    <w:rsid w:val="00205A82"/>
    <w:rsid w:val="00211BEE"/>
    <w:rsid w:val="002179C6"/>
    <w:rsid w:val="00243195"/>
    <w:rsid w:val="00261607"/>
    <w:rsid w:val="00263DD1"/>
    <w:rsid w:val="00264D3B"/>
    <w:rsid w:val="00265685"/>
    <w:rsid w:val="002703B6"/>
    <w:rsid w:val="00271B0C"/>
    <w:rsid w:val="00281D5F"/>
    <w:rsid w:val="002923AD"/>
    <w:rsid w:val="00296592"/>
    <w:rsid w:val="002A0A4B"/>
    <w:rsid w:val="002A499E"/>
    <w:rsid w:val="002B636E"/>
    <w:rsid w:val="002B64D6"/>
    <w:rsid w:val="002C12F5"/>
    <w:rsid w:val="002C4688"/>
    <w:rsid w:val="002D6FCE"/>
    <w:rsid w:val="00340511"/>
    <w:rsid w:val="0036563F"/>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C1B8B"/>
    <w:rsid w:val="004D3F58"/>
    <w:rsid w:val="004E44BB"/>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B18CA"/>
    <w:rsid w:val="006D2EB4"/>
    <w:rsid w:val="006E0D39"/>
    <w:rsid w:val="006E1E6B"/>
    <w:rsid w:val="006E4425"/>
    <w:rsid w:val="006F0EAC"/>
    <w:rsid w:val="006F66A7"/>
    <w:rsid w:val="006F6A85"/>
    <w:rsid w:val="0070328D"/>
    <w:rsid w:val="00731F96"/>
    <w:rsid w:val="00734127"/>
    <w:rsid w:val="00735FEA"/>
    <w:rsid w:val="00743460"/>
    <w:rsid w:val="00743A27"/>
    <w:rsid w:val="007448F7"/>
    <w:rsid w:val="00753DC6"/>
    <w:rsid w:val="0075578C"/>
    <w:rsid w:val="00766DFB"/>
    <w:rsid w:val="007734B5"/>
    <w:rsid w:val="007750E8"/>
    <w:rsid w:val="007809B8"/>
    <w:rsid w:val="007813A6"/>
    <w:rsid w:val="00805FD7"/>
    <w:rsid w:val="00806E54"/>
    <w:rsid w:val="008206EE"/>
    <w:rsid w:val="008214B1"/>
    <w:rsid w:val="008273A9"/>
    <w:rsid w:val="00836ED7"/>
    <w:rsid w:val="0084355E"/>
    <w:rsid w:val="008453AC"/>
    <w:rsid w:val="00860D09"/>
    <w:rsid w:val="00862044"/>
    <w:rsid w:val="00880BF7"/>
    <w:rsid w:val="008876DA"/>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87FC4"/>
    <w:rsid w:val="009A789F"/>
    <w:rsid w:val="009B12EF"/>
    <w:rsid w:val="009B48F7"/>
    <w:rsid w:val="009B6185"/>
    <w:rsid w:val="009C6C6D"/>
    <w:rsid w:val="009E1E78"/>
    <w:rsid w:val="00A1597D"/>
    <w:rsid w:val="00A167DE"/>
    <w:rsid w:val="00A46989"/>
    <w:rsid w:val="00A469AA"/>
    <w:rsid w:val="00A547A0"/>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7CC"/>
    <w:rsid w:val="00C34C8C"/>
    <w:rsid w:val="00C50792"/>
    <w:rsid w:val="00C51371"/>
    <w:rsid w:val="00C55A45"/>
    <w:rsid w:val="00C76DC8"/>
    <w:rsid w:val="00C904D9"/>
    <w:rsid w:val="00C94C06"/>
    <w:rsid w:val="00CA48BF"/>
    <w:rsid w:val="00CB1A94"/>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DF4CDB"/>
    <w:rsid w:val="00E15FDC"/>
    <w:rsid w:val="00E2651B"/>
    <w:rsid w:val="00E27EA6"/>
    <w:rsid w:val="00E30DDB"/>
    <w:rsid w:val="00E451FE"/>
    <w:rsid w:val="00E6632E"/>
    <w:rsid w:val="00E90CF2"/>
    <w:rsid w:val="00EC38C1"/>
    <w:rsid w:val="00EC628B"/>
    <w:rsid w:val="00ED0F61"/>
    <w:rsid w:val="00EE3F6D"/>
    <w:rsid w:val="00EE73E1"/>
    <w:rsid w:val="00F12107"/>
    <w:rsid w:val="00F13165"/>
    <w:rsid w:val="00F16DDF"/>
    <w:rsid w:val="00F4234E"/>
    <w:rsid w:val="00F61429"/>
    <w:rsid w:val="00F7477E"/>
    <w:rsid w:val="00F85393"/>
    <w:rsid w:val="00F87404"/>
    <w:rsid w:val="00FA4A24"/>
    <w:rsid w:val="00FC41B4"/>
    <w:rsid w:val="00FC5A6B"/>
    <w:rsid w:val="00FD4728"/>
    <w:rsid w:val="00FD741A"/>
    <w:rsid w:val="00FF67E3"/>
    <w:rsid w:val="00FF7C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E0D39"/>
    <w:rPr>
      <w:kern w:val="28"/>
      <w:sz w:val="52"/>
      <w:lang w:eastAsia="en-US"/>
    </w:rPr>
  </w:style>
  <w:style w:type="table" w:styleId="TableGrid">
    <w:name w:val="Table Grid"/>
    <w:basedOn w:val="TableNormal"/>
    <w:rsid w:val="006E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E0D39"/>
    <w:rPr>
      <w:kern w:val="28"/>
      <w:sz w:val="52"/>
      <w:lang w:eastAsia="en-US"/>
    </w:rPr>
  </w:style>
  <w:style w:type="table" w:styleId="TableGrid">
    <w:name w:val="Table Grid"/>
    <w:basedOn w:val="TableNormal"/>
    <w:rsid w:val="006E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6614661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7296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c.gov.au/" TargetMode="External"/><Relationship Id="rId22" Type="http://schemas.openxmlformats.org/officeDocument/2006/relationships/footer" Target="foot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B9692B6-2E26-47FD-A694-5FFA3ABF2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26</TotalTime>
  <Pages>7</Pages>
  <Words>1192</Words>
  <Characters>7256</Characters>
  <Application>Microsoft Office Word</Application>
  <DocSecurity>0</DocSecurity>
  <Lines>190</Lines>
  <Paragraphs>138</Paragraphs>
  <ScaleCrop>false</ScaleCrop>
  <HeadingPairs>
    <vt:vector size="2" baseType="variant">
      <vt:variant>
        <vt:lpstr>Title</vt:lpstr>
      </vt:variant>
      <vt:variant>
        <vt:i4>1</vt:i4>
      </vt:variant>
    </vt:vector>
  </HeadingPairs>
  <TitlesOfParts>
    <vt:vector size="1" baseType="lpstr">
      <vt:lpstr>Housing assistance and employment in Australia</vt:lpstr>
    </vt:vector>
  </TitlesOfParts>
  <Company>Productivity Commission</Company>
  <LinksUpToDate>false</LinksUpToDate>
  <CharactersWithSpaces>8310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assistance and employment in Australia</dc:title>
  <dc:creator>Productivity Commission</dc:creator>
  <cp:lastModifiedBy>Cross, Michelle</cp:lastModifiedBy>
  <cp:revision>13</cp:revision>
  <cp:lastPrinted>2009-07-15T23:41:00Z</cp:lastPrinted>
  <dcterms:created xsi:type="dcterms:W3CDTF">2015-03-31T00:13:00Z</dcterms:created>
  <dcterms:modified xsi:type="dcterms:W3CDTF">2015-03-31T05:26:00Z</dcterms:modified>
</cp:coreProperties>
</file>